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3" w:rsidRDefault="00B65DC9" w:rsidP="00044EB7">
      <w:r>
        <w:rPr>
          <w:noProof/>
        </w:rPr>
        <w:drawing>
          <wp:inline distT="0" distB="0" distL="0" distR="0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DC9" w:rsidRDefault="00B65DC9" w:rsidP="00044EB7"/>
    <w:p w:rsidR="00B65DC9" w:rsidRDefault="00B65DC9" w:rsidP="00B65DC9">
      <w:r>
        <w:lastRenderedPageBreak/>
        <w:t>REPORT MASSES AS +/-5mDa, referenced against</w:t>
      </w:r>
    </w:p>
    <w:p w:rsidR="00B65DC9" w:rsidRDefault="00B65DC9" w:rsidP="00B65DC9">
      <w:r>
        <w:t xml:space="preserve"> Leucine Enkephalin @ 557.2802 (M+H, C13 isotope) and 556.2771 (M+H, C12 isotope) positive mode, 555.2645 (M-H, C13) and 554.2615 (M-H, C12) negative mode.</w:t>
      </w:r>
    </w:p>
    <w:p w:rsidR="00B65DC9" w:rsidRDefault="00B65DC9" w:rsidP="00B65DC9">
      <w:r>
        <w:t>or Sulfadimethoxine @312.0840 (M+H, C13) and 311.0814 (M+H, C12) positive mode, 310.0684 (M-H, C13) and 309.0658 (M-H, C12) negative mode.</w:t>
      </w:r>
    </w:p>
    <w:p w:rsidR="00B65DC9" w:rsidRDefault="00B65DC9" w:rsidP="00B65DC9">
      <w:r>
        <w:t>This software version MassLynx 4.1 is calibrated ignoring the electron in all cases.</w:t>
      </w:r>
    </w:p>
    <w:p w:rsidR="00B65DC9" w:rsidRDefault="00B65DC9" w:rsidP="00B65DC9">
      <w:r>
        <w:t>Elemental Composition Report</w:t>
      </w:r>
    </w:p>
    <w:p w:rsidR="00B65DC9" w:rsidRDefault="00B65DC9" w:rsidP="00B65DC9"/>
    <w:p w:rsidR="00B65DC9" w:rsidRDefault="00B65DC9" w:rsidP="00B65DC9">
      <w:r>
        <w:t>Single Mass Analysis</w:t>
      </w:r>
    </w:p>
    <w:p w:rsidR="00B65DC9" w:rsidRDefault="00B65DC9" w:rsidP="00B65DC9">
      <w:r>
        <w:t>Tolerance = 7.0 PPM   /   DBE: min = -1.5, max = 100.0</w:t>
      </w:r>
    </w:p>
    <w:p w:rsidR="00B65DC9" w:rsidRDefault="00B65DC9" w:rsidP="00B65DC9">
      <w:r>
        <w:t xml:space="preserve">Element prediction: Off </w:t>
      </w:r>
    </w:p>
    <w:p w:rsidR="00B65DC9" w:rsidRDefault="00B65DC9" w:rsidP="00B65DC9">
      <w:r>
        <w:t>Number of isotope peaks used for i-FIT = 3</w:t>
      </w:r>
    </w:p>
    <w:p w:rsidR="00B65DC9" w:rsidRDefault="00B65DC9" w:rsidP="00B65DC9"/>
    <w:p w:rsidR="00B65DC9" w:rsidRDefault="00B65DC9" w:rsidP="00B65DC9">
      <w:r>
        <w:t>Monoisotopic Mass, Even Electron Ions</w:t>
      </w:r>
    </w:p>
    <w:p w:rsidR="00B65DC9" w:rsidRDefault="00B65DC9" w:rsidP="00B65DC9">
      <w:r>
        <w:t>85 formula(e) evaluated with 1 results within limits (all results (up to 1000) for each mass)</w:t>
      </w:r>
    </w:p>
    <w:p w:rsidR="00B65DC9" w:rsidRDefault="00B65DC9" w:rsidP="00B65DC9">
      <w:r>
        <w:t>Elements Used:</w:t>
      </w:r>
    </w:p>
    <w:p w:rsidR="00B65DC9" w:rsidRDefault="00B65DC9" w:rsidP="00B65DC9">
      <w:r>
        <w:t xml:space="preserve">C: 22-22    H: 20-25    N: 0-7    O: 0-6    Na: 0-1    S: 1-1    </w:t>
      </w:r>
    </w:p>
    <w:p w:rsidR="00B65DC9" w:rsidRDefault="00B65DC9" w:rsidP="00B65DC9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B65DC9" w:rsidRDefault="00B65DC9" w:rsidP="00B65DC9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7.0      </w:t>
      </w:r>
      <w:r>
        <w:tab/>
        <w:t>100.0</w:t>
      </w:r>
    </w:p>
    <w:p w:rsidR="00B65DC9" w:rsidRDefault="00B65DC9" w:rsidP="00B65DC9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:rsidR="00B65DC9" w:rsidRDefault="00B65DC9" w:rsidP="00B65DC9">
      <w:r>
        <w:t xml:space="preserve">366.1513   </w:t>
      </w:r>
      <w:r>
        <w:tab/>
        <w:t xml:space="preserve">366.1528       </w:t>
      </w:r>
      <w:r>
        <w:tab/>
        <w:t xml:space="preserve">-1.5     </w:t>
      </w:r>
      <w:r>
        <w:tab/>
        <w:t xml:space="preserve">-4.1     </w:t>
      </w:r>
      <w:r>
        <w:tab/>
        <w:t xml:space="preserve">11.5     </w:t>
      </w:r>
      <w:r>
        <w:tab/>
        <w:t xml:space="preserve">786.9      </w:t>
      </w:r>
      <w:r>
        <w:tab/>
        <w:t xml:space="preserve">0.0          </w:t>
      </w:r>
      <w:r>
        <w:tab/>
        <w:t>C22  H24  N  O2  S</w:t>
      </w:r>
    </w:p>
    <w:p w:rsidR="00B65DC9" w:rsidRDefault="00B65DC9" w:rsidP="00B65DC9">
      <w:r>
        <w:lastRenderedPageBreak/>
        <w:t>100.0022</w:t>
      </w:r>
      <w:r>
        <w:tab/>
        <w:t>1.266e-2</w:t>
      </w:r>
    </w:p>
    <w:p w:rsidR="00B65DC9" w:rsidRDefault="00B65DC9" w:rsidP="00B65DC9">
      <w:r>
        <w:t>100.0076</w:t>
      </w:r>
      <w:r>
        <w:tab/>
        <w:t>1.013e0</w:t>
      </w:r>
    </w:p>
    <w:p w:rsidR="00B65DC9" w:rsidRDefault="00B65DC9" w:rsidP="00B65DC9">
      <w:r>
        <w:t>100.0103</w:t>
      </w:r>
      <w:r>
        <w:tab/>
        <w:t>1.013e0</w:t>
      </w:r>
    </w:p>
    <w:p w:rsidR="00B65DC9" w:rsidRDefault="00B65DC9" w:rsidP="00B65DC9">
      <w:r>
        <w:t>100.0394</w:t>
      </w:r>
      <w:r>
        <w:tab/>
        <w:t>1.266e-2</w:t>
      </w:r>
    </w:p>
    <w:p w:rsidR="00B65DC9" w:rsidRDefault="00B65DC9" w:rsidP="00B65DC9">
      <w:r>
        <w:t>100.0414</w:t>
      </w:r>
      <w:r>
        <w:tab/>
        <w:t>3.038e0</w:t>
      </w:r>
    </w:p>
    <w:p w:rsidR="00B65DC9" w:rsidRDefault="00B65DC9" w:rsidP="00B65DC9">
      <w:r>
        <w:t>100.0567</w:t>
      </w:r>
      <w:r>
        <w:tab/>
        <w:t>2.116e0</w:t>
      </w:r>
    </w:p>
    <w:p w:rsidR="00B65DC9" w:rsidRDefault="00B65DC9" w:rsidP="00B65DC9">
      <w:r>
        <w:t>100.0673</w:t>
      </w:r>
      <w:r>
        <w:tab/>
        <w:t>2.025e0</w:t>
      </w:r>
    </w:p>
    <w:p w:rsidR="00B65DC9" w:rsidRDefault="00B65DC9" w:rsidP="00B65DC9">
      <w:r>
        <w:t>100.0695</w:t>
      </w:r>
      <w:r>
        <w:tab/>
        <w:t>3.038e0</w:t>
      </w:r>
    </w:p>
    <w:p w:rsidR="00B65DC9" w:rsidRDefault="00B65DC9" w:rsidP="00B65DC9">
      <w:r>
        <w:t>100.1072</w:t>
      </w:r>
      <w:r>
        <w:tab/>
        <w:t>2.025e0</w:t>
      </w:r>
    </w:p>
    <w:p w:rsidR="00B65DC9" w:rsidRDefault="00B65DC9" w:rsidP="00B65DC9">
      <w:r>
        <w:t>100.1165</w:t>
      </w:r>
      <w:r>
        <w:tab/>
        <w:t>1.266e-2</w:t>
      </w:r>
    </w:p>
    <w:p w:rsidR="00B65DC9" w:rsidRDefault="00B65DC9" w:rsidP="00B65DC9">
      <w:r>
        <w:t>100.1325</w:t>
      </w:r>
      <w:r>
        <w:tab/>
        <w:t>1.013e0</w:t>
      </w:r>
    </w:p>
    <w:p w:rsidR="00B65DC9" w:rsidRDefault="00B65DC9" w:rsidP="00B65DC9">
      <w:r>
        <w:t>100.1459</w:t>
      </w:r>
      <w:r>
        <w:tab/>
        <w:t>1.013e0</w:t>
      </w:r>
    </w:p>
    <w:p w:rsidR="00B65DC9" w:rsidRDefault="00B65DC9" w:rsidP="00B65DC9">
      <w:r>
        <w:t>100.1699</w:t>
      </w:r>
      <w:r>
        <w:tab/>
        <w:t>1.266e-2</w:t>
      </w:r>
    </w:p>
    <w:p w:rsidR="00B65DC9" w:rsidRDefault="00B65DC9" w:rsidP="00B65DC9">
      <w:r>
        <w:t>100.1776</w:t>
      </w:r>
      <w:r>
        <w:tab/>
        <w:t>1.013e0</w:t>
      </w:r>
    </w:p>
    <w:p w:rsidR="00B65DC9" w:rsidRDefault="00B65DC9" w:rsidP="00B65DC9">
      <w:r>
        <w:t>100.2070</w:t>
      </w:r>
      <w:r>
        <w:tab/>
        <w:t>1.013e0</w:t>
      </w:r>
    </w:p>
    <w:p w:rsidR="00B65DC9" w:rsidRDefault="00B65DC9" w:rsidP="00B65DC9">
      <w:r>
        <w:t>100.2148</w:t>
      </w:r>
      <w:r>
        <w:tab/>
        <w:t>1.013e0</w:t>
      </w:r>
    </w:p>
    <w:p w:rsidR="00B65DC9" w:rsidRDefault="00B65DC9" w:rsidP="00B65DC9">
      <w:r>
        <w:t>100.2415</w:t>
      </w:r>
      <w:r>
        <w:tab/>
        <w:t>1.266e-2</w:t>
      </w:r>
    </w:p>
    <w:p w:rsidR="00B65DC9" w:rsidRDefault="00B65DC9" w:rsidP="00B65DC9">
      <w:r>
        <w:t>100.2708</w:t>
      </w:r>
      <w:r>
        <w:tab/>
        <w:t>1.025e0</w:t>
      </w:r>
    </w:p>
    <w:p w:rsidR="00B65DC9" w:rsidRDefault="00B65DC9" w:rsidP="00B65DC9">
      <w:r>
        <w:t>100.3214</w:t>
      </w:r>
      <w:r>
        <w:tab/>
        <w:t>1.013e0</w:t>
      </w:r>
    </w:p>
    <w:p w:rsidR="00B65DC9" w:rsidRDefault="00B65DC9" w:rsidP="00B65DC9">
      <w:r>
        <w:lastRenderedPageBreak/>
        <w:t>100.3278</w:t>
      </w:r>
      <w:r>
        <w:tab/>
        <w:t>1.038e0</w:t>
      </w:r>
    </w:p>
    <w:p w:rsidR="00B65DC9" w:rsidRDefault="00B65DC9" w:rsidP="00B65DC9">
      <w:r>
        <w:t>100.3773</w:t>
      </w:r>
      <w:r>
        <w:tab/>
        <w:t>1.013e0</w:t>
      </w:r>
    </w:p>
    <w:p w:rsidR="00B65DC9" w:rsidRDefault="00B65DC9" w:rsidP="00B65DC9">
      <w:r>
        <w:t>100.3905</w:t>
      </w:r>
      <w:r>
        <w:tab/>
        <w:t>1.025e0</w:t>
      </w:r>
    </w:p>
    <w:p w:rsidR="00B65DC9" w:rsidRDefault="00B65DC9" w:rsidP="00B65DC9">
      <w:r>
        <w:t>100.4120</w:t>
      </w:r>
      <w:r>
        <w:tab/>
        <w:t>1.013e0</w:t>
      </w:r>
    </w:p>
    <w:p w:rsidR="00B65DC9" w:rsidRDefault="00B65DC9" w:rsidP="00B65DC9">
      <w:r>
        <w:t>100.4199</w:t>
      </w:r>
      <w:r>
        <w:tab/>
        <w:t>1.266e-2</w:t>
      </w:r>
    </w:p>
    <w:p w:rsidR="00B65DC9" w:rsidRDefault="00B65DC9" w:rsidP="00B65DC9">
      <w:r>
        <w:t>100.4520</w:t>
      </w:r>
      <w:r>
        <w:tab/>
        <w:t>1.266e-2</w:t>
      </w:r>
    </w:p>
    <w:p w:rsidR="00B65DC9" w:rsidRDefault="00B65DC9" w:rsidP="00B65DC9">
      <w:r>
        <w:t>100.4571</w:t>
      </w:r>
      <w:r>
        <w:tab/>
        <w:t>1.266e-2</w:t>
      </w:r>
    </w:p>
    <w:p w:rsidR="00B65DC9" w:rsidRDefault="00B65DC9" w:rsidP="00B65DC9">
      <w:r>
        <w:t>100.4586</w:t>
      </w:r>
      <w:r>
        <w:tab/>
        <w:t>2.025e0</w:t>
      </w:r>
    </w:p>
    <w:p w:rsidR="00B65DC9" w:rsidRDefault="00B65DC9" w:rsidP="00B65DC9">
      <w:r>
        <w:t>100.4626</w:t>
      </w:r>
      <w:r>
        <w:tab/>
        <w:t>2.532e-2</w:t>
      </w:r>
    </w:p>
    <w:p w:rsidR="00B65DC9" w:rsidRDefault="00B65DC9" w:rsidP="00B65DC9">
      <w:r>
        <w:t>100.4919</w:t>
      </w:r>
      <w:r>
        <w:tab/>
        <w:t>1.266e-2</w:t>
      </w:r>
    </w:p>
    <w:p w:rsidR="00B65DC9" w:rsidRDefault="00B65DC9" w:rsidP="00B65DC9">
      <w:r>
        <w:t>100.4944</w:t>
      </w:r>
      <w:r>
        <w:tab/>
        <w:t>2.038e0</w:t>
      </w:r>
    </w:p>
    <w:p w:rsidR="00B65DC9" w:rsidRDefault="00B65DC9" w:rsidP="00B65DC9">
      <w:r>
        <w:t>100.4998</w:t>
      </w:r>
      <w:r>
        <w:tab/>
        <w:t>1.266e-2</w:t>
      </w:r>
    </w:p>
    <w:p w:rsidR="00B65DC9" w:rsidRDefault="00B65DC9" w:rsidP="00B65DC9">
      <w:r>
        <w:t>100.5028</w:t>
      </w:r>
      <w:r>
        <w:tab/>
        <w:t>1.013e0</w:t>
      </w:r>
    </w:p>
    <w:p w:rsidR="00B65DC9" w:rsidRDefault="00B65DC9" w:rsidP="00B65DC9">
      <w:r>
        <w:t>100.5183</w:t>
      </w:r>
      <w:r>
        <w:tab/>
        <w:t>1.013e0</w:t>
      </w:r>
    </w:p>
    <w:p w:rsidR="00B65DC9" w:rsidRDefault="00B65DC9" w:rsidP="00B65DC9">
      <w:r>
        <w:t>100.5399</w:t>
      </w:r>
      <w:r>
        <w:tab/>
        <w:t>1.266e-2</w:t>
      </w:r>
    </w:p>
    <w:p w:rsidR="00B65DC9" w:rsidRDefault="00B65DC9" w:rsidP="00B65DC9">
      <w:r>
        <w:t>100.5689</w:t>
      </w:r>
      <w:r>
        <w:tab/>
        <w:t>1.013e0</w:t>
      </w:r>
    </w:p>
    <w:p w:rsidR="00B65DC9" w:rsidRDefault="00B65DC9" w:rsidP="00B65DC9">
      <w:r>
        <w:t>100.5850</w:t>
      </w:r>
      <w:r>
        <w:tab/>
        <w:t>2.025e0</w:t>
      </w:r>
    </w:p>
    <w:p w:rsidR="00B65DC9" w:rsidRDefault="00B65DC9" w:rsidP="00B65DC9">
      <w:r>
        <w:t>100.5956</w:t>
      </w:r>
      <w:r>
        <w:tab/>
        <w:t>1.266e-2</w:t>
      </w:r>
    </w:p>
    <w:p w:rsidR="00B65DC9" w:rsidRDefault="00B65DC9" w:rsidP="00B65DC9">
      <w:r>
        <w:t>100.6172</w:t>
      </w:r>
      <w:r>
        <w:tab/>
        <w:t>1.013e0</w:t>
      </w:r>
    </w:p>
    <w:p w:rsidR="00B65DC9" w:rsidRDefault="00B65DC9" w:rsidP="00B65DC9">
      <w:r>
        <w:lastRenderedPageBreak/>
        <w:t>100.6251</w:t>
      </w:r>
      <w:r>
        <w:tab/>
        <w:t>2.025e0</w:t>
      </w:r>
    </w:p>
    <w:p w:rsidR="00B65DC9" w:rsidRDefault="00B65DC9" w:rsidP="00B65DC9">
      <w:r>
        <w:t>100.6462</w:t>
      </w:r>
      <w:r>
        <w:tab/>
        <w:t>1.013e0</w:t>
      </w:r>
    </w:p>
    <w:p w:rsidR="00B65DC9" w:rsidRDefault="00B65DC9" w:rsidP="00B65DC9">
      <w:r>
        <w:t>100.6652</w:t>
      </w:r>
      <w:r>
        <w:tab/>
        <w:t>1.266e-2</w:t>
      </w:r>
    </w:p>
    <w:p w:rsidR="00B65DC9" w:rsidRDefault="00B65DC9" w:rsidP="00B65DC9">
      <w:r>
        <w:t>100.6946</w:t>
      </w:r>
      <w:r>
        <w:tab/>
        <w:t>1.266e-2</w:t>
      </w:r>
    </w:p>
    <w:p w:rsidR="00B65DC9" w:rsidRDefault="00B65DC9" w:rsidP="00B65DC9">
      <w:r>
        <w:t>100.7159</w:t>
      </w:r>
      <w:r>
        <w:tab/>
        <w:t>1.013e0</w:t>
      </w:r>
    </w:p>
    <w:p w:rsidR="00B65DC9" w:rsidRDefault="00B65DC9" w:rsidP="00B65DC9">
      <w:r>
        <w:t>100.7476</w:t>
      </w:r>
      <w:r>
        <w:tab/>
        <w:t>1.266e-2</w:t>
      </w:r>
    </w:p>
    <w:p w:rsidR="00B65DC9" w:rsidRDefault="00B65DC9" w:rsidP="00B65DC9">
      <w:r>
        <w:t>100.7610</w:t>
      </w:r>
      <w:r>
        <w:tab/>
        <w:t>1.266e-2</w:t>
      </w:r>
    </w:p>
    <w:p w:rsidR="00B65DC9" w:rsidRDefault="00B65DC9" w:rsidP="00B65DC9">
      <w:r>
        <w:t>100.7876</w:t>
      </w:r>
      <w:r>
        <w:tab/>
        <w:t>1.266e-2</w:t>
      </w:r>
    </w:p>
    <w:p w:rsidR="00B65DC9" w:rsidRDefault="00B65DC9" w:rsidP="00B65DC9">
      <w:r>
        <w:t>100.7904</w:t>
      </w:r>
      <w:r>
        <w:tab/>
        <w:t>1.266e-2</w:t>
      </w:r>
    </w:p>
    <w:p w:rsidR="00B65DC9" w:rsidRDefault="00B65DC9" w:rsidP="00B65DC9">
      <w:r>
        <w:t>100.7933</w:t>
      </w:r>
      <w:r>
        <w:tab/>
        <w:t>1.266e-2</w:t>
      </w:r>
    </w:p>
    <w:p w:rsidR="00B65DC9" w:rsidRDefault="00B65DC9" w:rsidP="00B65DC9">
      <w:r>
        <w:t>100.8065</w:t>
      </w:r>
      <w:r>
        <w:tab/>
        <w:t>1.013e0</w:t>
      </w:r>
    </w:p>
    <w:p w:rsidR="00B65DC9" w:rsidRDefault="00B65DC9" w:rsidP="00B65DC9">
      <w:r>
        <w:t>100.8094</w:t>
      </w:r>
      <w:r>
        <w:tab/>
        <w:t>1.266e-2</w:t>
      </w:r>
    </w:p>
    <w:p w:rsidR="00B65DC9" w:rsidRDefault="00B65DC9" w:rsidP="00B65DC9">
      <w:r>
        <w:t>100.8171</w:t>
      </w:r>
      <w:r>
        <w:tab/>
        <w:t>1.013e0</w:t>
      </w:r>
    </w:p>
    <w:p w:rsidR="00B65DC9" w:rsidRDefault="00B65DC9" w:rsidP="00B65DC9">
      <w:r>
        <w:t>100.8332</w:t>
      </w:r>
      <w:r>
        <w:tab/>
        <w:t>1.266e-2</w:t>
      </w:r>
    </w:p>
    <w:p w:rsidR="00B65DC9" w:rsidRDefault="00B65DC9" w:rsidP="00B65DC9">
      <w:r>
        <w:t>100.8345</w:t>
      </w:r>
      <w:r>
        <w:tab/>
        <w:t>2.025e0</w:t>
      </w:r>
    </w:p>
    <w:p w:rsidR="00B65DC9" w:rsidRDefault="00B65DC9" w:rsidP="00B65DC9">
      <w:r>
        <w:t>100.8573</w:t>
      </w:r>
      <w:r>
        <w:tab/>
        <w:t>1.266e-2</w:t>
      </w:r>
    </w:p>
    <w:p w:rsidR="00B65DC9" w:rsidRDefault="00B65DC9" w:rsidP="00B65DC9">
      <w:r>
        <w:t>100.8705</w:t>
      </w:r>
      <w:r>
        <w:tab/>
        <w:t>1.013e0</w:t>
      </w:r>
    </w:p>
    <w:p w:rsidR="00B65DC9" w:rsidRDefault="00B65DC9" w:rsidP="00B65DC9">
      <w:r>
        <w:t>100.9106</w:t>
      </w:r>
      <w:r>
        <w:tab/>
        <w:t>1.013e0</w:t>
      </w:r>
    </w:p>
    <w:p w:rsidR="00B65DC9" w:rsidRDefault="00B65DC9" w:rsidP="00B65DC9">
      <w:r>
        <w:t>100.9280</w:t>
      </w:r>
      <w:r>
        <w:tab/>
        <w:t>2.025e0</w:t>
      </w:r>
    </w:p>
    <w:p w:rsidR="00B65DC9" w:rsidRDefault="00B65DC9" w:rsidP="00B65DC9">
      <w:r>
        <w:lastRenderedPageBreak/>
        <w:t>100.9346</w:t>
      </w:r>
      <w:r>
        <w:tab/>
        <w:t>1.266e-2</w:t>
      </w:r>
    </w:p>
    <w:p w:rsidR="00B65DC9" w:rsidRDefault="00B65DC9" w:rsidP="00B65DC9">
      <w:r>
        <w:t>100.9452</w:t>
      </w:r>
      <w:r>
        <w:tab/>
        <w:t>1.266e-2</w:t>
      </w:r>
    </w:p>
    <w:p w:rsidR="00B65DC9" w:rsidRDefault="00B65DC9" w:rsidP="00B65DC9">
      <w:r>
        <w:t>100.9559</w:t>
      </w:r>
      <w:r>
        <w:tab/>
        <w:t>1.025e0</w:t>
      </w:r>
    </w:p>
    <w:p w:rsidR="00B65DC9" w:rsidRDefault="00B65DC9" w:rsidP="00B65DC9">
      <w:r>
        <w:t>100.9615</w:t>
      </w:r>
      <w:r>
        <w:tab/>
        <w:t>2.025e0</w:t>
      </w:r>
    </w:p>
    <w:p w:rsidR="00B65DC9" w:rsidRDefault="00B65DC9" w:rsidP="00B65DC9">
      <w:r>
        <w:t>100.9760</w:t>
      </w:r>
      <w:r>
        <w:tab/>
        <w:t>2.025e0</w:t>
      </w:r>
    </w:p>
    <w:p w:rsidR="00B65DC9" w:rsidRDefault="00B65DC9" w:rsidP="00B65DC9">
      <w:r>
        <w:t>100.9798</w:t>
      </w:r>
      <w:r>
        <w:tab/>
        <w:t>1.266e-2</w:t>
      </w:r>
    </w:p>
    <w:p w:rsidR="00B65DC9" w:rsidRDefault="00B65DC9" w:rsidP="00B65DC9">
      <w:r>
        <w:t>100.9932</w:t>
      </w:r>
      <w:r>
        <w:tab/>
        <w:t>1.013e0</w:t>
      </w:r>
    </w:p>
    <w:p w:rsidR="00B65DC9" w:rsidRDefault="00B65DC9" w:rsidP="00B65DC9">
      <w:r>
        <w:t>101.0039</w:t>
      </w:r>
      <w:r>
        <w:tab/>
        <w:t>1.266e-2</w:t>
      </w:r>
    </w:p>
    <w:p w:rsidR="00B65DC9" w:rsidRDefault="00B65DC9" w:rsidP="00B65DC9">
      <w:r>
        <w:t>101.0173</w:t>
      </w:r>
      <w:r>
        <w:tab/>
        <w:t>2.038e0</w:t>
      </w:r>
    </w:p>
    <w:p w:rsidR="00B65DC9" w:rsidRDefault="00B65DC9" w:rsidP="00B65DC9">
      <w:r>
        <w:t>101.0200</w:t>
      </w:r>
      <w:r>
        <w:tab/>
        <w:t>2.025e0</w:t>
      </w:r>
    </w:p>
    <w:p w:rsidR="00B65DC9" w:rsidRDefault="00B65DC9" w:rsidP="00B65DC9">
      <w:r>
        <w:t>101.0294</w:t>
      </w:r>
      <w:r>
        <w:tab/>
        <w:t>2.025e0</w:t>
      </w:r>
    </w:p>
    <w:p w:rsidR="00B65DC9" w:rsidRDefault="00B65DC9" w:rsidP="00B65DC9">
      <w:r>
        <w:t>101.0961</w:t>
      </w:r>
      <w:r>
        <w:tab/>
        <w:t>2.859e0</w:t>
      </w:r>
    </w:p>
    <w:p w:rsidR="00B65DC9" w:rsidRDefault="00B65DC9" w:rsidP="00B65DC9">
      <w:r>
        <w:t>101.1071</w:t>
      </w:r>
      <w:r>
        <w:tab/>
        <w:t>2.051e0</w:t>
      </w:r>
    </w:p>
    <w:p w:rsidR="00B65DC9" w:rsidRDefault="00B65DC9" w:rsidP="00B65DC9">
      <w:r>
        <w:t>101.1136</w:t>
      </w:r>
      <w:r>
        <w:tab/>
        <w:t>4.047e0</w:t>
      </w:r>
    </w:p>
    <w:p w:rsidR="00B65DC9" w:rsidRDefault="00B65DC9" w:rsidP="00B65DC9">
      <w:r>
        <w:t>101.1296</w:t>
      </w:r>
      <w:r>
        <w:tab/>
        <w:t>2.532e-2</w:t>
      </w:r>
    </w:p>
    <w:p w:rsidR="00B65DC9" w:rsidRDefault="00B65DC9" w:rsidP="00B65DC9">
      <w:r>
        <w:t>101.1417</w:t>
      </w:r>
      <w:r>
        <w:tab/>
        <w:t>2.025e0</w:t>
      </w:r>
    </w:p>
    <w:p w:rsidR="00B65DC9" w:rsidRDefault="00B65DC9" w:rsidP="00B65DC9">
      <w:r>
        <w:t>101.1431</w:t>
      </w:r>
      <w:r>
        <w:tab/>
        <w:t>1.266e-2</w:t>
      </w:r>
    </w:p>
    <w:p w:rsidR="00B65DC9" w:rsidRDefault="00B65DC9" w:rsidP="00B65DC9">
      <w:r>
        <w:t>101.1510</w:t>
      </w:r>
      <w:r>
        <w:tab/>
        <w:t>1.266e-2</w:t>
      </w:r>
    </w:p>
    <w:p w:rsidR="00B65DC9" w:rsidRDefault="00B65DC9" w:rsidP="00B65DC9">
      <w:r>
        <w:t>101.1588</w:t>
      </w:r>
      <w:r>
        <w:tab/>
        <w:t>1.266e-2</w:t>
      </w:r>
    </w:p>
    <w:p w:rsidR="00B65DC9" w:rsidRDefault="00B65DC9" w:rsidP="00B65DC9">
      <w:r>
        <w:lastRenderedPageBreak/>
        <w:t>101.1643</w:t>
      </w:r>
      <w:r>
        <w:tab/>
        <w:t>1.266e-2</w:t>
      </w:r>
    </w:p>
    <w:p w:rsidR="00B65DC9" w:rsidRDefault="00B65DC9" w:rsidP="00B65DC9">
      <w:r>
        <w:t>101.1750</w:t>
      </w:r>
      <w:r>
        <w:tab/>
        <w:t>1.266e-2</w:t>
      </w:r>
    </w:p>
    <w:p w:rsidR="00B65DC9" w:rsidRDefault="00B65DC9" w:rsidP="00B65DC9">
      <w:r>
        <w:t>101.1816</w:t>
      </w:r>
      <w:r>
        <w:tab/>
        <w:t>4.051e0</w:t>
      </w:r>
    </w:p>
    <w:p w:rsidR="00B65DC9" w:rsidRDefault="00B65DC9" w:rsidP="00B65DC9">
      <w:r>
        <w:t>101.1938</w:t>
      </w:r>
      <w:r>
        <w:tab/>
        <w:t>1.013e0</w:t>
      </w:r>
    </w:p>
    <w:p w:rsidR="00B65DC9" w:rsidRDefault="00B65DC9" w:rsidP="00B65DC9">
      <w:r>
        <w:t>101.1954</w:t>
      </w:r>
      <w:r>
        <w:tab/>
        <w:t>1.243e0</w:t>
      </w:r>
    </w:p>
    <w:p w:rsidR="00B65DC9" w:rsidRDefault="00B65DC9" w:rsidP="00B65DC9">
      <w:r>
        <w:t>101.2044</w:t>
      </w:r>
      <w:r>
        <w:tab/>
        <w:t>1.266e-2</w:t>
      </w:r>
    </w:p>
    <w:p w:rsidR="00B65DC9" w:rsidRDefault="00B65DC9" w:rsidP="00B65DC9">
      <w:r>
        <w:t>101.2165</w:t>
      </w:r>
      <w:r>
        <w:tab/>
        <w:t>2.025e0</w:t>
      </w:r>
    </w:p>
    <w:p w:rsidR="00B65DC9" w:rsidRDefault="00B65DC9" w:rsidP="00B65DC9">
      <w:r>
        <w:t>101.2179</w:t>
      </w:r>
      <w:r>
        <w:tab/>
        <w:t>2.038e0</w:t>
      </w:r>
    </w:p>
    <w:p w:rsidR="00B65DC9" w:rsidRDefault="00B65DC9" w:rsidP="00B65DC9">
      <w:r>
        <w:t>101.2419</w:t>
      </w:r>
      <w:r>
        <w:tab/>
        <w:t>3.038e0</w:t>
      </w:r>
    </w:p>
    <w:p w:rsidR="00B65DC9" w:rsidRDefault="00B65DC9" w:rsidP="00B65DC9">
      <w:r>
        <w:t>101.2560</w:t>
      </w:r>
      <w:r>
        <w:tab/>
        <w:t>1.038e0</w:t>
      </w:r>
    </w:p>
    <w:p w:rsidR="00B65DC9" w:rsidRDefault="00B65DC9" w:rsidP="00B65DC9">
      <w:r>
        <w:t>101.2660</w:t>
      </w:r>
      <w:r>
        <w:tab/>
        <w:t>1.025e0</w:t>
      </w:r>
    </w:p>
    <w:p w:rsidR="00B65DC9" w:rsidRDefault="00B65DC9" w:rsidP="00B65DC9">
      <w:r>
        <w:t>101.2714</w:t>
      </w:r>
      <w:r>
        <w:tab/>
        <w:t>1.013e0</w:t>
      </w:r>
    </w:p>
    <w:p w:rsidR="00B65DC9" w:rsidRDefault="00B65DC9" w:rsidP="00B65DC9">
      <w:r>
        <w:t>101.2860</w:t>
      </w:r>
      <w:r>
        <w:tab/>
        <w:t>2.025e0</w:t>
      </w:r>
    </w:p>
    <w:p w:rsidR="00B65DC9" w:rsidRDefault="00B65DC9" w:rsidP="00B65DC9">
      <w:r>
        <w:t>101.2881</w:t>
      </w:r>
      <w:r>
        <w:tab/>
        <w:t>1.038e0</w:t>
      </w:r>
    </w:p>
    <w:p w:rsidR="00B65DC9" w:rsidRDefault="00B65DC9" w:rsidP="00B65DC9">
      <w:r>
        <w:t>101.3021</w:t>
      </w:r>
      <w:r>
        <w:tab/>
        <w:t>4.051e0</w:t>
      </w:r>
    </w:p>
    <w:p w:rsidR="00B65DC9" w:rsidRDefault="00B65DC9" w:rsidP="00B65DC9">
      <w:r>
        <w:t>101.3134</w:t>
      </w:r>
      <w:r>
        <w:tab/>
        <w:t>2.038e0</w:t>
      </w:r>
    </w:p>
    <w:p w:rsidR="00B65DC9" w:rsidRDefault="00B65DC9" w:rsidP="00B65DC9">
      <w:r>
        <w:t>101.3295</w:t>
      </w:r>
      <w:r>
        <w:tab/>
        <w:t>2.051e0</w:t>
      </w:r>
    </w:p>
    <w:p w:rsidR="00B65DC9" w:rsidRDefault="00B65DC9" w:rsidP="00B65DC9">
      <w:r>
        <w:t>101.3394</w:t>
      </w:r>
      <w:r>
        <w:tab/>
        <w:t>2.038e0</w:t>
      </w:r>
    </w:p>
    <w:p w:rsidR="00B65DC9" w:rsidRDefault="00B65DC9" w:rsidP="00B65DC9">
      <w:r>
        <w:t>101.3423</w:t>
      </w:r>
      <w:r>
        <w:tab/>
        <w:t>2.025e0</w:t>
      </w:r>
    </w:p>
    <w:p w:rsidR="00B65DC9" w:rsidRDefault="00B65DC9" w:rsidP="00B65DC9">
      <w:r>
        <w:lastRenderedPageBreak/>
        <w:t>101.3596</w:t>
      </w:r>
      <w:r>
        <w:tab/>
        <w:t>2.025e0</w:t>
      </w:r>
    </w:p>
    <w:p w:rsidR="00B65DC9" w:rsidRDefault="00B65DC9" w:rsidP="00B65DC9">
      <w:r>
        <w:t>101.3999</w:t>
      </w:r>
      <w:r>
        <w:tab/>
        <w:t>1.038e0</w:t>
      </w:r>
    </w:p>
    <w:p w:rsidR="00B65DC9" w:rsidRDefault="00B65DC9" w:rsidP="00B65DC9">
      <w:r>
        <w:t>101.4076</w:t>
      </w:r>
      <w:r>
        <w:tab/>
        <w:t>2.532e-2</w:t>
      </w:r>
    </w:p>
    <w:p w:rsidR="00B65DC9" w:rsidRDefault="00B65DC9" w:rsidP="00B65DC9">
      <w:r>
        <w:t>101.4211</w:t>
      </w:r>
      <w:r>
        <w:tab/>
        <w:t>1.266e-2</w:t>
      </w:r>
    </w:p>
    <w:p w:rsidR="00B65DC9" w:rsidRDefault="00B65DC9" w:rsidP="00B65DC9">
      <w:r>
        <w:t>101.4333</w:t>
      </w:r>
      <w:r>
        <w:tab/>
        <w:t>2.025e0</w:t>
      </w:r>
    </w:p>
    <w:p w:rsidR="00B65DC9" w:rsidRDefault="00B65DC9" w:rsidP="00B65DC9">
      <w:r>
        <w:t>101.4372</w:t>
      </w:r>
      <w:r>
        <w:tab/>
        <w:t>1.013e0</w:t>
      </w:r>
    </w:p>
    <w:p w:rsidR="00B65DC9" w:rsidRDefault="00B65DC9" w:rsidP="00B65DC9">
      <w:r>
        <w:t>101.4586</w:t>
      </w:r>
      <w:r>
        <w:tab/>
        <w:t>6.076e0</w:t>
      </w:r>
    </w:p>
    <w:p w:rsidR="00B65DC9" w:rsidRDefault="00B65DC9" w:rsidP="00B65DC9">
      <w:r>
        <w:t>101.4746</w:t>
      </w:r>
      <w:r>
        <w:tab/>
        <w:t>1.266e-2</w:t>
      </w:r>
    </w:p>
    <w:p w:rsidR="00B65DC9" w:rsidRDefault="00B65DC9" w:rsidP="00B65DC9">
      <w:r>
        <w:t>101.4853</w:t>
      </w:r>
      <w:r>
        <w:tab/>
        <w:t>1.013e0</w:t>
      </w:r>
    </w:p>
    <w:p w:rsidR="00B65DC9" w:rsidRDefault="00B65DC9" w:rsidP="00B65DC9">
      <w:r>
        <w:t>101.4976</w:t>
      </w:r>
      <w:r>
        <w:tab/>
        <w:t>2.051e0</w:t>
      </w:r>
    </w:p>
    <w:p w:rsidR="00B65DC9" w:rsidRDefault="00B65DC9" w:rsidP="00B65DC9">
      <w:r>
        <w:t>101.5069</w:t>
      </w:r>
      <w:r>
        <w:tab/>
        <w:t>1.025e0</w:t>
      </w:r>
    </w:p>
    <w:p w:rsidR="00B65DC9" w:rsidRDefault="00B65DC9" w:rsidP="00B65DC9">
      <w:r>
        <w:t>101.5444</w:t>
      </w:r>
      <w:r>
        <w:tab/>
        <w:t>1.266e-2</w:t>
      </w:r>
    </w:p>
    <w:p w:rsidR="00B65DC9" w:rsidRDefault="00B65DC9" w:rsidP="00B65DC9">
      <w:r>
        <w:t>101.5523</w:t>
      </w:r>
      <w:r>
        <w:tab/>
        <w:t>1.266e-2</w:t>
      </w:r>
    </w:p>
    <w:p w:rsidR="00B65DC9" w:rsidRDefault="00B65DC9" w:rsidP="00B65DC9">
      <w:r>
        <w:t>101.5629</w:t>
      </w:r>
      <w:r>
        <w:tab/>
        <w:t>1.025e0</w:t>
      </w:r>
    </w:p>
    <w:p w:rsidR="00B65DC9" w:rsidRDefault="00B65DC9" w:rsidP="00B65DC9">
      <w:r>
        <w:t>101.5897</w:t>
      </w:r>
      <w:r>
        <w:tab/>
        <w:t>1.013e0</w:t>
      </w:r>
    </w:p>
    <w:p w:rsidR="00B65DC9" w:rsidRDefault="00B65DC9" w:rsidP="00B65DC9">
      <w:r>
        <w:t>101.6032</w:t>
      </w:r>
      <w:r>
        <w:tab/>
        <w:t>3.038e0</w:t>
      </w:r>
    </w:p>
    <w:p w:rsidR="00B65DC9" w:rsidRDefault="00B65DC9" w:rsidP="00B65DC9">
      <w:r>
        <w:t>101.6273</w:t>
      </w:r>
      <w:r>
        <w:tab/>
        <w:t>1.013e0</w:t>
      </w:r>
    </w:p>
    <w:p w:rsidR="00B65DC9" w:rsidRDefault="00B65DC9" w:rsidP="00B65DC9">
      <w:r>
        <w:t>101.6367</w:t>
      </w:r>
      <w:r>
        <w:tab/>
        <w:t>4.051e0</w:t>
      </w:r>
    </w:p>
    <w:p w:rsidR="00B65DC9" w:rsidRDefault="00B65DC9" w:rsidP="00B65DC9">
      <w:r>
        <w:t>101.6461</w:t>
      </w:r>
      <w:r>
        <w:tab/>
        <w:t>1.266e-2</w:t>
      </w:r>
    </w:p>
    <w:p w:rsidR="00B65DC9" w:rsidRDefault="00B65DC9" w:rsidP="00B65DC9">
      <w:r>
        <w:lastRenderedPageBreak/>
        <w:t>101.6528</w:t>
      </w:r>
      <w:r>
        <w:tab/>
        <w:t>2.025e0</w:t>
      </w:r>
    </w:p>
    <w:p w:rsidR="00B65DC9" w:rsidRDefault="00B65DC9" w:rsidP="00B65DC9">
      <w:r>
        <w:t>101.6623</w:t>
      </w:r>
      <w:r>
        <w:tab/>
        <w:t>1.266e-2</w:t>
      </w:r>
    </w:p>
    <w:p w:rsidR="00B65DC9" w:rsidRDefault="00B65DC9" w:rsidP="00B65DC9">
      <w:r>
        <w:t>101.6914</w:t>
      </w:r>
      <w:r>
        <w:tab/>
        <w:t>1.266e-2</w:t>
      </w:r>
    </w:p>
    <w:p w:rsidR="00B65DC9" w:rsidRDefault="00B65DC9" w:rsidP="00B65DC9">
      <w:r>
        <w:t>101.7104</w:t>
      </w:r>
      <w:r>
        <w:tab/>
        <w:t>1.025e0</w:t>
      </w:r>
    </w:p>
    <w:p w:rsidR="00B65DC9" w:rsidRDefault="00B65DC9" w:rsidP="00B65DC9">
      <w:r>
        <w:t>101.7171</w:t>
      </w:r>
      <w:r>
        <w:tab/>
        <w:t>2.025e0</w:t>
      </w:r>
    </w:p>
    <w:p w:rsidR="00B65DC9" w:rsidRDefault="00B65DC9" w:rsidP="00B65DC9">
      <w:r>
        <w:t>101.7238</w:t>
      </w:r>
      <w:r>
        <w:tab/>
        <w:t>3.038e0</w:t>
      </w:r>
    </w:p>
    <w:p w:rsidR="00B65DC9" w:rsidRDefault="00B65DC9" w:rsidP="00B65DC9">
      <w:r>
        <w:t>101.7345</w:t>
      </w:r>
      <w:r>
        <w:tab/>
        <w:t>1.013e0</w:t>
      </w:r>
    </w:p>
    <w:p w:rsidR="00B65DC9" w:rsidRDefault="00B65DC9" w:rsidP="00B65DC9">
      <w:r>
        <w:t>101.7670</w:t>
      </w:r>
      <w:r>
        <w:tab/>
        <w:t>1.266e-2</w:t>
      </w:r>
    </w:p>
    <w:p w:rsidR="00B65DC9" w:rsidRDefault="00B65DC9" w:rsidP="00B65DC9">
      <w:r>
        <w:t>101.7692</w:t>
      </w:r>
      <w:r>
        <w:tab/>
        <w:t>1.013e0</w:t>
      </w:r>
    </w:p>
    <w:p w:rsidR="00B65DC9" w:rsidRDefault="00B65DC9" w:rsidP="00B65DC9">
      <w:r>
        <w:t>101.7854</w:t>
      </w:r>
      <w:r>
        <w:tab/>
        <w:t>2.025e0</w:t>
      </w:r>
    </w:p>
    <w:p w:rsidR="00B65DC9" w:rsidRDefault="00B65DC9" w:rsidP="00B65DC9">
      <w:r>
        <w:t>101.8178</w:t>
      </w:r>
      <w:r>
        <w:tab/>
        <w:t>1.266e-2</w:t>
      </w:r>
    </w:p>
    <w:p w:rsidR="00B65DC9" w:rsidRDefault="00B65DC9" w:rsidP="00B65DC9">
      <w:r>
        <w:t>101.8311</w:t>
      </w:r>
      <w:r>
        <w:tab/>
        <w:t>1.013e0</w:t>
      </w:r>
    </w:p>
    <w:p w:rsidR="00B65DC9" w:rsidRDefault="00B65DC9" w:rsidP="00B65DC9">
      <w:r>
        <w:t>101.8391</w:t>
      </w:r>
      <w:r>
        <w:tab/>
        <w:t>1.013e0</w:t>
      </w:r>
    </w:p>
    <w:p w:rsidR="00B65DC9" w:rsidRDefault="00B65DC9" w:rsidP="00B65DC9">
      <w:r>
        <w:t>101.8485</w:t>
      </w:r>
      <w:r>
        <w:tab/>
        <w:t>2.025e0</w:t>
      </w:r>
    </w:p>
    <w:p w:rsidR="00B65DC9" w:rsidRDefault="00B65DC9" w:rsidP="00B65DC9">
      <w:r>
        <w:t>101.8929</w:t>
      </w:r>
      <w:r>
        <w:tab/>
        <w:t>2.532e-2</w:t>
      </w:r>
    </w:p>
    <w:p w:rsidR="00B65DC9" w:rsidRDefault="00B65DC9" w:rsidP="00B65DC9">
      <w:r>
        <w:t>101.9330</w:t>
      </w:r>
      <w:r>
        <w:tab/>
        <w:t>3.051e0</w:t>
      </w:r>
    </w:p>
    <w:p w:rsidR="00B65DC9" w:rsidRDefault="00B65DC9" w:rsidP="00B65DC9">
      <w:r>
        <w:t>101.9437</w:t>
      </w:r>
      <w:r>
        <w:tab/>
        <w:t>2.532e-2</w:t>
      </w:r>
    </w:p>
    <w:p w:rsidR="00B65DC9" w:rsidRDefault="00B65DC9" w:rsidP="00B65DC9">
      <w:r>
        <w:t>101.9456</w:t>
      </w:r>
      <w:r>
        <w:tab/>
        <w:t>1.038e0</w:t>
      </w:r>
    </w:p>
    <w:p w:rsidR="00B65DC9" w:rsidRDefault="00B65DC9" w:rsidP="00B65DC9">
      <w:r>
        <w:t>101.9761</w:t>
      </w:r>
      <w:r>
        <w:tab/>
        <w:t>1.013e0</w:t>
      </w:r>
    </w:p>
    <w:p w:rsidR="00B65DC9" w:rsidRDefault="00B65DC9" w:rsidP="00B65DC9">
      <w:r>
        <w:lastRenderedPageBreak/>
        <w:t>101.9867</w:t>
      </w:r>
      <w:r>
        <w:tab/>
        <w:t>1.013e0</w:t>
      </w:r>
    </w:p>
    <w:p w:rsidR="00B65DC9" w:rsidRDefault="00B65DC9" w:rsidP="00B65DC9">
      <w:r>
        <w:t>101.9933</w:t>
      </w:r>
      <w:r>
        <w:tab/>
        <w:t>2.532e-2</w:t>
      </w:r>
    </w:p>
    <w:p w:rsidR="00B65DC9" w:rsidRDefault="00B65DC9" w:rsidP="00B65DC9">
      <w:r>
        <w:t>102.0002</w:t>
      </w:r>
      <w:r>
        <w:tab/>
        <w:t>2.025e0</w:t>
      </w:r>
    </w:p>
    <w:p w:rsidR="00B65DC9" w:rsidRDefault="00B65DC9" w:rsidP="00B65DC9">
      <w:r>
        <w:t>102.0257</w:t>
      </w:r>
      <w:r>
        <w:tab/>
        <w:t>2.025e0</w:t>
      </w:r>
    </w:p>
    <w:p w:rsidR="00B65DC9" w:rsidRDefault="00B65DC9" w:rsidP="00B65DC9">
      <w:r>
        <w:t>102.0270</w:t>
      </w:r>
      <w:r>
        <w:tab/>
        <w:t>1.266e-2</w:t>
      </w:r>
    </w:p>
    <w:p w:rsidR="00B65DC9" w:rsidRDefault="00B65DC9" w:rsidP="00B65DC9">
      <w:r>
        <w:t>102.0349</w:t>
      </w:r>
      <w:r>
        <w:tab/>
        <w:t>1.266e-2</w:t>
      </w:r>
    </w:p>
    <w:p w:rsidR="00B65DC9" w:rsidRDefault="00B65DC9" w:rsidP="00B65DC9">
      <w:r>
        <w:t>102.0642</w:t>
      </w:r>
      <w:r>
        <w:tab/>
        <w:t>2.732e0</w:t>
      </w:r>
    </w:p>
    <w:p w:rsidR="00B65DC9" w:rsidRDefault="00B65DC9" w:rsidP="00B65DC9">
      <w:r>
        <w:t>102.0670</w:t>
      </w:r>
      <w:r>
        <w:tab/>
        <w:t>1.422e0</w:t>
      </w:r>
    </w:p>
    <w:p w:rsidR="00B65DC9" w:rsidRDefault="00B65DC9" w:rsidP="00B65DC9">
      <w:r>
        <w:t>102.0814</w:t>
      </w:r>
      <w:r>
        <w:tab/>
        <w:t>8.380e0</w:t>
      </w:r>
    </w:p>
    <w:p w:rsidR="00B65DC9" w:rsidRDefault="00B65DC9" w:rsidP="00B65DC9">
      <w:r>
        <w:t>102.0869</w:t>
      </w:r>
      <w:r>
        <w:tab/>
        <w:t>3.983e0</w:t>
      </w:r>
    </w:p>
    <w:p w:rsidR="00B65DC9" w:rsidRDefault="00B65DC9" w:rsidP="00B65DC9">
      <w:r>
        <w:t>102.0961</w:t>
      </w:r>
      <w:r>
        <w:tab/>
        <w:t>3.670e0</w:t>
      </w:r>
    </w:p>
    <w:p w:rsidR="00B65DC9" w:rsidRDefault="00B65DC9" w:rsidP="00B65DC9">
      <w:r>
        <w:t>102.1128</w:t>
      </w:r>
      <w:r>
        <w:tab/>
        <w:t>1.025e0</w:t>
      </w:r>
    </w:p>
    <w:p w:rsidR="00B65DC9" w:rsidRDefault="00B65DC9" w:rsidP="00B65DC9">
      <w:r>
        <w:t>102.1200</w:t>
      </w:r>
      <w:r>
        <w:tab/>
        <w:t>3.038e0</w:t>
      </w:r>
    </w:p>
    <w:p w:rsidR="00B65DC9" w:rsidRDefault="00B65DC9" w:rsidP="00B65DC9">
      <w:r>
        <w:t>102.1347</w:t>
      </w:r>
      <w:r>
        <w:tab/>
        <w:t>1.013e0</w:t>
      </w:r>
    </w:p>
    <w:p w:rsidR="00B65DC9" w:rsidRDefault="00B65DC9" w:rsidP="00B65DC9">
      <w:r>
        <w:t>102.1502</w:t>
      </w:r>
      <w:r>
        <w:tab/>
        <w:t>1.013e0</w:t>
      </w:r>
    </w:p>
    <w:p w:rsidR="00B65DC9" w:rsidRDefault="00B65DC9" w:rsidP="00B65DC9">
      <w:r>
        <w:t>102.1532</w:t>
      </w:r>
      <w:r>
        <w:tab/>
        <w:t>1.013e0</w:t>
      </w:r>
    </w:p>
    <w:p w:rsidR="00B65DC9" w:rsidRDefault="00B65DC9" w:rsidP="00B65DC9">
      <w:r>
        <w:t>102.1961</w:t>
      </w:r>
      <w:r>
        <w:tab/>
        <w:t>1.013e0</w:t>
      </w:r>
    </w:p>
    <w:p w:rsidR="00B65DC9" w:rsidRDefault="00B65DC9" w:rsidP="00B65DC9">
      <w:r>
        <w:t>102.2096</w:t>
      </w:r>
      <w:r>
        <w:tab/>
        <w:t>1.013e0</w:t>
      </w:r>
    </w:p>
    <w:p w:rsidR="00B65DC9" w:rsidRDefault="00B65DC9" w:rsidP="00B65DC9">
      <w:r>
        <w:t>102.2149</w:t>
      </w:r>
      <w:r>
        <w:tab/>
        <w:t>1.266e-2</w:t>
      </w:r>
    </w:p>
    <w:p w:rsidR="00B65DC9" w:rsidRDefault="00B65DC9" w:rsidP="00B65DC9">
      <w:r>
        <w:lastRenderedPageBreak/>
        <w:t>102.2338</w:t>
      </w:r>
      <w:r>
        <w:tab/>
        <w:t>1.025e0</w:t>
      </w:r>
    </w:p>
    <w:p w:rsidR="00B65DC9" w:rsidRDefault="00B65DC9" w:rsidP="00B65DC9">
      <w:r>
        <w:t>102.2377</w:t>
      </w:r>
      <w:r>
        <w:tab/>
        <w:t>2.025e0</w:t>
      </w:r>
    </w:p>
    <w:p w:rsidR="00B65DC9" w:rsidRDefault="00B65DC9" w:rsidP="00B65DC9">
      <w:r>
        <w:t>102.2551</w:t>
      </w:r>
      <w:r>
        <w:tab/>
        <w:t>1.013e0</w:t>
      </w:r>
    </w:p>
    <w:p w:rsidR="00B65DC9" w:rsidRDefault="00B65DC9" w:rsidP="00B65DC9">
      <w:r>
        <w:t>102.2740</w:t>
      </w:r>
      <w:r>
        <w:tab/>
        <w:t>1.266e-2</w:t>
      </w:r>
    </w:p>
    <w:p w:rsidR="00B65DC9" w:rsidRDefault="00B65DC9" w:rsidP="00B65DC9">
      <w:r>
        <w:t>102.2875</w:t>
      </w:r>
      <w:r>
        <w:tab/>
        <w:t>2.038e0</w:t>
      </w:r>
    </w:p>
    <w:p w:rsidR="00B65DC9" w:rsidRDefault="00B65DC9" w:rsidP="00B65DC9">
      <w:r>
        <w:t>102.3038</w:t>
      </w:r>
      <w:r>
        <w:tab/>
        <w:t>1.025e0</w:t>
      </w:r>
    </w:p>
    <w:p w:rsidR="00B65DC9" w:rsidRDefault="00B65DC9" w:rsidP="00B65DC9">
      <w:r>
        <w:t>102.3252</w:t>
      </w:r>
      <w:r>
        <w:tab/>
        <w:t>1.013e0</w:t>
      </w:r>
    </w:p>
    <w:p w:rsidR="00B65DC9" w:rsidRDefault="00B65DC9" w:rsidP="00B65DC9">
      <w:r>
        <w:t>102.3306</w:t>
      </w:r>
      <w:r>
        <w:tab/>
        <w:t>2.532e-2</w:t>
      </w:r>
    </w:p>
    <w:p w:rsidR="00B65DC9" w:rsidRDefault="00B65DC9" w:rsidP="00B65DC9">
      <w:r>
        <w:t>102.3373</w:t>
      </w:r>
      <w:r>
        <w:tab/>
        <w:t>2.025e0</w:t>
      </w:r>
    </w:p>
    <w:p w:rsidR="00B65DC9" w:rsidRDefault="00B65DC9" w:rsidP="00B65DC9">
      <w:r>
        <w:t>102.3547</w:t>
      </w:r>
      <w:r>
        <w:tab/>
        <w:t>1.013e0</w:t>
      </w:r>
    </w:p>
    <w:p w:rsidR="00B65DC9" w:rsidRDefault="00B65DC9" w:rsidP="00B65DC9">
      <w:r>
        <w:t>102.3576</w:t>
      </w:r>
      <w:r>
        <w:tab/>
        <w:t>1.013e0</w:t>
      </w:r>
    </w:p>
    <w:p w:rsidR="00B65DC9" w:rsidRDefault="00B65DC9" w:rsidP="00B65DC9">
      <w:r>
        <w:t>102.3761</w:t>
      </w:r>
      <w:r>
        <w:tab/>
        <w:t>1.013e0</w:t>
      </w:r>
    </w:p>
    <w:p w:rsidR="00B65DC9" w:rsidRDefault="00B65DC9" w:rsidP="00B65DC9">
      <w:r>
        <w:t>102.3910</w:t>
      </w:r>
      <w:r>
        <w:tab/>
        <w:t>2.025e0</w:t>
      </w:r>
    </w:p>
    <w:p w:rsidR="00B65DC9" w:rsidRDefault="00B65DC9" w:rsidP="00B65DC9">
      <w:r>
        <w:t>102.4030</w:t>
      </w:r>
      <w:r>
        <w:tab/>
        <w:t>2.025e0</w:t>
      </w:r>
    </w:p>
    <w:p w:rsidR="00B65DC9" w:rsidRDefault="00B65DC9" w:rsidP="00B65DC9">
      <w:r>
        <w:t>102.4137</w:t>
      </w:r>
      <w:r>
        <w:tab/>
        <w:t>1.266e-2</w:t>
      </w:r>
    </w:p>
    <w:p w:rsidR="00B65DC9" w:rsidRDefault="00B65DC9" w:rsidP="00B65DC9">
      <w:r>
        <w:t>102.4271</w:t>
      </w:r>
      <w:r>
        <w:tab/>
        <w:t>1.266e-2</w:t>
      </w:r>
    </w:p>
    <w:p w:rsidR="00B65DC9" w:rsidRDefault="00B65DC9" w:rsidP="00B65DC9">
      <w:r>
        <w:t>102.4434</w:t>
      </w:r>
      <w:r>
        <w:tab/>
        <w:t>1.266e-2</w:t>
      </w:r>
    </w:p>
    <w:p w:rsidR="00B65DC9" w:rsidRDefault="00B65DC9" w:rsidP="00B65DC9">
      <w:r>
        <w:t>102.4596</w:t>
      </w:r>
      <w:r>
        <w:tab/>
        <w:t>1.266e-2</w:t>
      </w:r>
    </w:p>
    <w:p w:rsidR="00B65DC9" w:rsidRDefault="00B65DC9" w:rsidP="00B65DC9">
      <w:r>
        <w:t>102.4676</w:t>
      </w:r>
      <w:r>
        <w:tab/>
        <w:t>1.013e0</w:t>
      </w:r>
    </w:p>
    <w:p w:rsidR="00B65DC9" w:rsidRDefault="00B65DC9" w:rsidP="00B65DC9">
      <w:r>
        <w:lastRenderedPageBreak/>
        <w:t>102.4919</w:t>
      </w:r>
      <w:r>
        <w:tab/>
        <w:t>1.025e0</w:t>
      </w:r>
    </w:p>
    <w:p w:rsidR="00B65DC9" w:rsidRDefault="00B65DC9" w:rsidP="00B65DC9">
      <w:r>
        <w:t>102.5029</w:t>
      </w:r>
      <w:r>
        <w:tab/>
        <w:t>1.266e-2</w:t>
      </w:r>
    </w:p>
    <w:p w:rsidR="00B65DC9" w:rsidRDefault="00B65DC9" w:rsidP="00B65DC9">
      <w:r>
        <w:t>102.5404</w:t>
      </w:r>
      <w:r>
        <w:tab/>
        <w:t>2.038e0</w:t>
      </w:r>
    </w:p>
    <w:p w:rsidR="00B65DC9" w:rsidRDefault="00B65DC9" w:rsidP="00B65DC9">
      <w:r>
        <w:t>102.5753</w:t>
      </w:r>
      <w:r>
        <w:tab/>
        <w:t>1.025e0</w:t>
      </w:r>
    </w:p>
    <w:p w:rsidR="00B65DC9" w:rsidRDefault="00B65DC9" w:rsidP="00B65DC9">
      <w:r>
        <w:t>102.6480</w:t>
      </w:r>
      <w:r>
        <w:tab/>
        <w:t>1.266e-2</w:t>
      </w:r>
    </w:p>
    <w:p w:rsidR="00B65DC9" w:rsidRDefault="00B65DC9" w:rsidP="00B65DC9">
      <w:r>
        <w:t>102.6587</w:t>
      </w:r>
      <w:r>
        <w:tab/>
        <w:t>1.013e0</w:t>
      </w:r>
    </w:p>
    <w:p w:rsidR="00B65DC9" w:rsidRDefault="00B65DC9" w:rsidP="00B65DC9">
      <w:r>
        <w:t>102.6628</w:t>
      </w:r>
      <w:r>
        <w:tab/>
        <w:t>2.211e0</w:t>
      </w:r>
    </w:p>
    <w:p w:rsidR="00B65DC9" w:rsidRDefault="00B65DC9" w:rsidP="00B65DC9">
      <w:r>
        <w:t>102.6763</w:t>
      </w:r>
      <w:r>
        <w:tab/>
        <w:t>2.025e0</w:t>
      </w:r>
    </w:p>
    <w:p w:rsidR="00B65DC9" w:rsidRDefault="00B65DC9" w:rsidP="00B65DC9">
      <w:r>
        <w:t>102.6776</w:t>
      </w:r>
      <w:r>
        <w:tab/>
        <w:t>2.532e-2</w:t>
      </w:r>
    </w:p>
    <w:p w:rsidR="00B65DC9" w:rsidRDefault="00B65DC9" w:rsidP="00B65DC9">
      <w:r>
        <w:t>102.6952</w:t>
      </w:r>
      <w:r>
        <w:tab/>
        <w:t>2.025e0</w:t>
      </w:r>
    </w:p>
    <w:p w:rsidR="00B65DC9" w:rsidRDefault="00B65DC9" w:rsidP="00B65DC9">
      <w:r>
        <w:t>102.6991</w:t>
      </w:r>
      <w:r>
        <w:tab/>
        <w:t>1.013e0</w:t>
      </w:r>
    </w:p>
    <w:p w:rsidR="00B65DC9" w:rsidRDefault="00B65DC9" w:rsidP="00B65DC9">
      <w:r>
        <w:t>102.7261</w:t>
      </w:r>
      <w:r>
        <w:tab/>
        <w:t>1.266e-2</w:t>
      </w:r>
    </w:p>
    <w:p w:rsidR="00B65DC9" w:rsidRDefault="00B65DC9" w:rsidP="00B65DC9">
      <w:r>
        <w:t>102.7584</w:t>
      </w:r>
      <w:r>
        <w:tab/>
        <w:t>3.038e0</w:t>
      </w:r>
    </w:p>
    <w:p w:rsidR="00B65DC9" w:rsidRDefault="00B65DC9" w:rsidP="00B65DC9">
      <w:r>
        <w:t>102.7666</w:t>
      </w:r>
      <w:r>
        <w:tab/>
        <w:t>1.013e0</w:t>
      </w:r>
    </w:p>
    <w:p w:rsidR="00B65DC9" w:rsidRDefault="00B65DC9" w:rsidP="00B65DC9">
      <w:r>
        <w:t>102.7829</w:t>
      </w:r>
      <w:r>
        <w:tab/>
        <w:t>1.266e-2</w:t>
      </w:r>
    </w:p>
    <w:p w:rsidR="00B65DC9" w:rsidRDefault="00B65DC9" w:rsidP="00B65DC9">
      <w:r>
        <w:t>102.8122</w:t>
      </w:r>
      <w:r>
        <w:tab/>
        <w:t>1.013e0</w:t>
      </w:r>
    </w:p>
    <w:p w:rsidR="00B65DC9" w:rsidRDefault="00B65DC9" w:rsidP="00B65DC9">
      <w:r>
        <w:t>102.8178</w:t>
      </w:r>
      <w:r>
        <w:tab/>
        <w:t>1.266e-2</w:t>
      </w:r>
    </w:p>
    <w:p w:rsidR="00B65DC9" w:rsidRDefault="00B65DC9" w:rsidP="00B65DC9">
      <w:r>
        <w:t>102.8483</w:t>
      </w:r>
      <w:r>
        <w:tab/>
        <w:t>3.038e0</w:t>
      </w:r>
    </w:p>
    <w:p w:rsidR="00B65DC9" w:rsidRDefault="00B65DC9" w:rsidP="00B65DC9">
      <w:r>
        <w:t>102.8540</w:t>
      </w:r>
      <w:r>
        <w:tab/>
        <w:t>2.025e0</w:t>
      </w:r>
    </w:p>
    <w:p w:rsidR="00B65DC9" w:rsidRDefault="00B65DC9" w:rsidP="00B65DC9">
      <w:r>
        <w:lastRenderedPageBreak/>
        <w:t>102.8553</w:t>
      </w:r>
      <w:r>
        <w:tab/>
        <w:t>1.013e0</w:t>
      </w:r>
    </w:p>
    <w:p w:rsidR="00B65DC9" w:rsidRDefault="00B65DC9" w:rsidP="00B65DC9">
      <w:r>
        <w:t>102.8660</w:t>
      </w:r>
      <w:r>
        <w:tab/>
        <w:t>1.266e-2</w:t>
      </w:r>
    </w:p>
    <w:p w:rsidR="00B65DC9" w:rsidRDefault="00B65DC9" w:rsidP="00B65DC9">
      <w:r>
        <w:t>102.8716</w:t>
      </w:r>
      <w:r>
        <w:tab/>
        <w:t>2.532e-2</w:t>
      </w:r>
    </w:p>
    <w:p w:rsidR="00B65DC9" w:rsidRDefault="00B65DC9" w:rsidP="00B65DC9">
      <w:r>
        <w:t>102.8985</w:t>
      </w:r>
      <w:r>
        <w:tab/>
        <w:t>1.013e0</w:t>
      </w:r>
    </w:p>
    <w:p w:rsidR="00B65DC9" w:rsidRDefault="00B65DC9" w:rsidP="00B65DC9">
      <w:r>
        <w:t>102.9013</w:t>
      </w:r>
      <w:r>
        <w:tab/>
        <w:t>1.013e0</w:t>
      </w:r>
    </w:p>
    <w:p w:rsidR="00B65DC9" w:rsidRDefault="00B65DC9" w:rsidP="00B65DC9">
      <w:r>
        <w:t>102.9148</w:t>
      </w:r>
      <w:r>
        <w:tab/>
        <w:t>1.013e0</w:t>
      </w:r>
    </w:p>
    <w:p w:rsidR="00B65DC9" w:rsidRDefault="00B65DC9" w:rsidP="00B65DC9">
      <w:r>
        <w:t>102.9470</w:t>
      </w:r>
      <w:r>
        <w:tab/>
        <w:t>1.013e0</w:t>
      </w:r>
    </w:p>
    <w:p w:rsidR="00B65DC9" w:rsidRDefault="00B65DC9" w:rsidP="00B65DC9">
      <w:r>
        <w:t>102.9874</w:t>
      </w:r>
      <w:r>
        <w:tab/>
        <w:t>1.013e0</w:t>
      </w:r>
    </w:p>
    <w:p w:rsidR="00B65DC9" w:rsidRDefault="00B65DC9" w:rsidP="00B65DC9">
      <w:r>
        <w:t>102.9984</w:t>
      </w:r>
      <w:r>
        <w:tab/>
        <w:t>1.266e-2</w:t>
      </w:r>
    </w:p>
    <w:p w:rsidR="00B65DC9" w:rsidRDefault="00B65DC9" w:rsidP="00B65DC9">
      <w:r>
        <w:t>103.0037</w:t>
      </w:r>
      <w:r>
        <w:tab/>
        <w:t>1.266e-2</w:t>
      </w:r>
    </w:p>
    <w:p w:rsidR="00B65DC9" w:rsidRDefault="00B65DC9" w:rsidP="00B65DC9">
      <w:r>
        <w:t>103.0120</w:t>
      </w:r>
      <w:r>
        <w:tab/>
        <w:t>1.266e-2</w:t>
      </w:r>
    </w:p>
    <w:p w:rsidR="00B65DC9" w:rsidRDefault="00B65DC9" w:rsidP="00B65DC9">
      <w:r>
        <w:t>103.0172</w:t>
      </w:r>
      <w:r>
        <w:tab/>
        <w:t>1.013e0</w:t>
      </w:r>
    </w:p>
    <w:p w:rsidR="00B65DC9" w:rsidRDefault="00B65DC9" w:rsidP="00B65DC9">
      <w:r>
        <w:t>103.0278</w:t>
      </w:r>
      <w:r>
        <w:tab/>
        <w:t>1.266e-2</w:t>
      </w:r>
    </w:p>
    <w:p w:rsidR="00B65DC9" w:rsidRDefault="00B65DC9" w:rsidP="00B65DC9">
      <w:r>
        <w:t>103.0469</w:t>
      </w:r>
      <w:r>
        <w:tab/>
        <w:t>2.532e-2</w:t>
      </w:r>
    </w:p>
    <w:p w:rsidR="00B65DC9" w:rsidRDefault="00B65DC9" w:rsidP="00B65DC9">
      <w:r>
        <w:t>103.0658</w:t>
      </w:r>
      <w:r>
        <w:tab/>
        <w:t>1.266e-2</w:t>
      </w:r>
    </w:p>
    <w:p w:rsidR="00B65DC9" w:rsidRDefault="00B65DC9" w:rsidP="00B65DC9">
      <w:r>
        <w:t>103.0917</w:t>
      </w:r>
      <w:r>
        <w:tab/>
        <w:t>1.038e0</w:t>
      </w:r>
    </w:p>
    <w:p w:rsidR="00B65DC9" w:rsidRDefault="00B65DC9" w:rsidP="00B65DC9">
      <w:r>
        <w:t>103.0953</w:t>
      </w:r>
      <w:r>
        <w:tab/>
        <w:t>1.013e0</w:t>
      </w:r>
    </w:p>
    <w:p w:rsidR="00B65DC9" w:rsidRDefault="00B65DC9" w:rsidP="00B65DC9">
      <w:r>
        <w:t>103.1172</w:t>
      </w:r>
      <w:r>
        <w:tab/>
        <w:t>1.025e0</w:t>
      </w:r>
    </w:p>
    <w:p w:rsidR="00B65DC9" w:rsidRDefault="00B65DC9" w:rsidP="00B65DC9">
      <w:r>
        <w:t>103.1183</w:t>
      </w:r>
      <w:r>
        <w:tab/>
        <w:t>2.025e0</w:t>
      </w:r>
    </w:p>
    <w:p w:rsidR="00B65DC9" w:rsidRDefault="00B65DC9" w:rsidP="00B65DC9">
      <w:r>
        <w:lastRenderedPageBreak/>
        <w:t>103.1223</w:t>
      </w:r>
      <w:r>
        <w:tab/>
        <w:t>1.013e0</w:t>
      </w:r>
    </w:p>
    <w:p w:rsidR="00B65DC9" w:rsidRDefault="00B65DC9" w:rsidP="00B65DC9">
      <w:r>
        <w:t>103.1373</w:t>
      </w:r>
      <w:r>
        <w:tab/>
        <w:t>2.532e-2</w:t>
      </w:r>
    </w:p>
    <w:p w:rsidR="00B65DC9" w:rsidRDefault="00B65DC9" w:rsidP="00B65DC9">
      <w:r>
        <w:t>103.1493</w:t>
      </w:r>
      <w:r>
        <w:tab/>
        <w:t>1.266e-2</w:t>
      </w:r>
    </w:p>
    <w:p w:rsidR="00B65DC9" w:rsidRDefault="00B65DC9" w:rsidP="00B65DC9">
      <w:r>
        <w:t>103.1791</w:t>
      </w:r>
      <w:r>
        <w:tab/>
        <w:t>1.266e-2</w:t>
      </w:r>
    </w:p>
    <w:p w:rsidR="00B65DC9" w:rsidRDefault="00B65DC9" w:rsidP="00B65DC9">
      <w:r>
        <w:t>103.1926</w:t>
      </w:r>
      <w:r>
        <w:tab/>
        <w:t>1.013e0</w:t>
      </w:r>
    </w:p>
    <w:p w:rsidR="00B65DC9" w:rsidRDefault="00B65DC9" w:rsidP="00B65DC9">
      <w:r>
        <w:t>103.2358</w:t>
      </w:r>
      <w:r>
        <w:tab/>
        <w:t>1.266e-2</w:t>
      </w:r>
    </w:p>
    <w:p w:rsidR="00B65DC9" w:rsidRDefault="00B65DC9" w:rsidP="00B65DC9">
      <w:r>
        <w:t>103.2466</w:t>
      </w:r>
      <w:r>
        <w:tab/>
        <w:t>1.013e0</w:t>
      </w:r>
    </w:p>
    <w:p w:rsidR="00B65DC9" w:rsidRDefault="00B65DC9" w:rsidP="00B65DC9">
      <w:r>
        <w:t>103.2546</w:t>
      </w:r>
      <w:r>
        <w:tab/>
        <w:t>1.266e-2</w:t>
      </w:r>
    </w:p>
    <w:p w:rsidR="00B65DC9" w:rsidRDefault="00B65DC9" w:rsidP="00B65DC9">
      <w:r>
        <w:t>103.2816</w:t>
      </w:r>
      <w:r>
        <w:tab/>
        <w:t>2.025e0</w:t>
      </w:r>
    </w:p>
    <w:p w:rsidR="00B65DC9" w:rsidRDefault="00B65DC9" w:rsidP="00B65DC9">
      <w:r>
        <w:t>103.2833</w:t>
      </w:r>
      <w:r>
        <w:tab/>
        <w:t>2.025e0</w:t>
      </w:r>
    </w:p>
    <w:p w:rsidR="00B65DC9" w:rsidRDefault="00B65DC9" w:rsidP="00B65DC9">
      <w:r>
        <w:t>103.3411</w:t>
      </w:r>
      <w:r>
        <w:tab/>
        <w:t>1.013e0</w:t>
      </w:r>
    </w:p>
    <w:p w:rsidR="00B65DC9" w:rsidRDefault="00B65DC9" w:rsidP="00B65DC9">
      <w:r>
        <w:t>103.3548</w:t>
      </w:r>
      <w:r>
        <w:tab/>
        <w:t>1.013e0</w:t>
      </w:r>
    </w:p>
    <w:p w:rsidR="00B65DC9" w:rsidRDefault="00B65DC9" w:rsidP="00B65DC9">
      <w:r>
        <w:t>103.3710</w:t>
      </w:r>
      <w:r>
        <w:tab/>
        <w:t>1.266e-2</w:t>
      </w:r>
    </w:p>
    <w:p w:rsidR="00B65DC9" w:rsidRDefault="00B65DC9" w:rsidP="00B65DC9">
      <w:r>
        <w:t>103.3789</w:t>
      </w:r>
      <w:r>
        <w:tab/>
        <w:t>1.013e0</w:t>
      </w:r>
    </w:p>
    <w:p w:rsidR="00B65DC9" w:rsidRDefault="00B65DC9" w:rsidP="00B65DC9">
      <w:r>
        <w:t>103.4385</w:t>
      </w:r>
      <w:r>
        <w:tab/>
        <w:t>1.013e0</w:t>
      </w:r>
    </w:p>
    <w:p w:rsidR="00B65DC9" w:rsidRDefault="00B65DC9" w:rsidP="00B65DC9">
      <w:r>
        <w:t>103.4898</w:t>
      </w:r>
      <w:r>
        <w:tab/>
        <w:t>1.266e-2</w:t>
      </w:r>
    </w:p>
    <w:p w:rsidR="00B65DC9" w:rsidRDefault="00B65DC9" w:rsidP="00B65DC9">
      <w:r>
        <w:t>103.5116</w:t>
      </w:r>
      <w:r>
        <w:tab/>
        <w:t>1.025e0</w:t>
      </w:r>
    </w:p>
    <w:p w:rsidR="00B65DC9" w:rsidRDefault="00B65DC9" w:rsidP="00B65DC9">
      <w:r>
        <w:t>103.5361</w:t>
      </w:r>
      <w:r>
        <w:tab/>
        <w:t>1.266e-2</w:t>
      </w:r>
    </w:p>
    <w:p w:rsidR="00B65DC9" w:rsidRDefault="00B65DC9" w:rsidP="00B65DC9">
      <w:r>
        <w:t>103.5411</w:t>
      </w:r>
      <w:r>
        <w:tab/>
        <w:t>1.266e-2</w:t>
      </w:r>
    </w:p>
    <w:p w:rsidR="00B65DC9" w:rsidRDefault="00B65DC9" w:rsidP="00B65DC9">
      <w:r>
        <w:lastRenderedPageBreak/>
        <w:t>103.5872</w:t>
      </w:r>
      <w:r>
        <w:tab/>
        <w:t>1.013e0</w:t>
      </w:r>
    </w:p>
    <w:p w:rsidR="00B65DC9" w:rsidRDefault="00B65DC9" w:rsidP="00B65DC9">
      <w:r>
        <w:t>103.5980</w:t>
      </w:r>
      <w:r>
        <w:tab/>
        <w:t>1.266e-2</w:t>
      </w:r>
    </w:p>
    <w:p w:rsidR="00B65DC9" w:rsidRDefault="00B65DC9" w:rsidP="00B65DC9">
      <w:r>
        <w:t>103.6007</w:t>
      </w:r>
      <w:r>
        <w:tab/>
        <w:t>1.013e0</w:t>
      </w:r>
    </w:p>
    <w:p w:rsidR="00B65DC9" w:rsidRDefault="00B65DC9" w:rsidP="00B65DC9">
      <w:r>
        <w:t>103.6172</w:t>
      </w:r>
      <w:r>
        <w:tab/>
        <w:t>1.266e-2</w:t>
      </w:r>
    </w:p>
    <w:p w:rsidR="00B65DC9" w:rsidRDefault="00B65DC9" w:rsidP="00B65DC9">
      <w:r>
        <w:t>103.6222</w:t>
      </w:r>
      <w:r>
        <w:tab/>
        <w:t>1.013e0</w:t>
      </w:r>
    </w:p>
    <w:p w:rsidR="00B65DC9" w:rsidRDefault="00B65DC9" w:rsidP="00B65DC9">
      <w:r>
        <w:t>103.6407</w:t>
      </w:r>
      <w:r>
        <w:tab/>
        <w:t>3.038e0</w:t>
      </w:r>
    </w:p>
    <w:p w:rsidR="00B65DC9" w:rsidRDefault="00B65DC9" w:rsidP="00B65DC9">
      <w:r>
        <w:t>103.6441</w:t>
      </w:r>
      <w:r>
        <w:tab/>
        <w:t>1.013e0</w:t>
      </w:r>
    </w:p>
    <w:p w:rsidR="00B65DC9" w:rsidRDefault="00B65DC9" w:rsidP="00B65DC9">
      <w:r>
        <w:t>103.6738</w:t>
      </w:r>
      <w:r>
        <w:tab/>
        <w:t>1.013e0</w:t>
      </w:r>
    </w:p>
    <w:p w:rsidR="00B65DC9" w:rsidRDefault="00B65DC9" w:rsidP="00B65DC9">
      <w:r>
        <w:t>103.7091</w:t>
      </w:r>
      <w:r>
        <w:tab/>
        <w:t>1.266e-2</w:t>
      </w:r>
    </w:p>
    <w:p w:rsidR="00B65DC9" w:rsidRDefault="00B65DC9" w:rsidP="00B65DC9">
      <w:r>
        <w:t>103.7197</w:t>
      </w:r>
      <w:r>
        <w:tab/>
        <w:t>1.013e0</w:t>
      </w:r>
    </w:p>
    <w:p w:rsidR="00B65DC9" w:rsidRDefault="00B65DC9" w:rsidP="00B65DC9">
      <w:r>
        <w:t>103.7469</w:t>
      </w:r>
      <w:r>
        <w:tab/>
        <w:t>1.025e0</w:t>
      </w:r>
    </w:p>
    <w:p w:rsidR="00B65DC9" w:rsidRDefault="00B65DC9" w:rsidP="00B65DC9">
      <w:r>
        <w:t>103.7550</w:t>
      </w:r>
      <w:r>
        <w:tab/>
        <w:t>1.013e0</w:t>
      </w:r>
    </w:p>
    <w:p w:rsidR="00B65DC9" w:rsidRDefault="00B65DC9" w:rsidP="00B65DC9">
      <w:r>
        <w:t>103.8117</w:t>
      </w:r>
      <w:r>
        <w:tab/>
        <w:t>2.532e-2</w:t>
      </w:r>
    </w:p>
    <w:p w:rsidR="00B65DC9" w:rsidRDefault="00B65DC9" w:rsidP="00B65DC9">
      <w:r>
        <w:t>103.8905</w:t>
      </w:r>
      <w:r>
        <w:tab/>
        <w:t>1.266e-2</w:t>
      </w:r>
    </w:p>
    <w:p w:rsidR="00B65DC9" w:rsidRDefault="00B65DC9" w:rsidP="00B65DC9">
      <w:r>
        <w:t>103.9176</w:t>
      </w:r>
      <w:r>
        <w:tab/>
        <w:t>1.013e0</w:t>
      </w:r>
    </w:p>
    <w:p w:rsidR="00B65DC9" w:rsidRDefault="00B65DC9" w:rsidP="00B65DC9">
      <w:r>
        <w:t>103.9363</w:t>
      </w:r>
      <w:r>
        <w:tab/>
        <w:t>1.013e0</w:t>
      </w:r>
    </w:p>
    <w:p w:rsidR="00B65DC9" w:rsidRDefault="00B65DC9" w:rsidP="00B65DC9">
      <w:r>
        <w:t>103.9470</w:t>
      </w:r>
      <w:r>
        <w:tab/>
        <w:t>1.266e-2</w:t>
      </w:r>
    </w:p>
    <w:p w:rsidR="00B65DC9" w:rsidRDefault="00B65DC9" w:rsidP="00B65DC9">
      <w:r>
        <w:t>103.9797</w:t>
      </w:r>
      <w:r>
        <w:tab/>
        <w:t>1.266e-2</w:t>
      </w:r>
    </w:p>
    <w:p w:rsidR="00B65DC9" w:rsidRDefault="00B65DC9" w:rsidP="00B65DC9">
      <w:r>
        <w:t>103.9933</w:t>
      </w:r>
      <w:r>
        <w:tab/>
        <w:t>1.013e0</w:t>
      </w:r>
    </w:p>
    <w:p w:rsidR="00B65DC9" w:rsidRDefault="00B65DC9" w:rsidP="00B65DC9">
      <w:r>
        <w:lastRenderedPageBreak/>
        <w:t>104.0124</w:t>
      </w:r>
      <w:r>
        <w:tab/>
        <w:t>1.013e0</w:t>
      </w:r>
    </w:p>
    <w:p w:rsidR="00B65DC9" w:rsidRDefault="00B65DC9" w:rsidP="00B65DC9">
      <w:r>
        <w:t>104.0339</w:t>
      </w:r>
      <w:r>
        <w:tab/>
        <w:t>1.013e0</w:t>
      </w:r>
    </w:p>
    <w:p w:rsidR="00B65DC9" w:rsidRDefault="00B65DC9" w:rsidP="00B65DC9">
      <w:r>
        <w:t>104.0640</w:t>
      </w:r>
      <w:r>
        <w:tab/>
        <w:t>6.044e0</w:t>
      </w:r>
    </w:p>
    <w:p w:rsidR="00B65DC9" w:rsidRDefault="00B65DC9" w:rsidP="00B65DC9">
      <w:r>
        <w:t>104.1001</w:t>
      </w:r>
      <w:r>
        <w:tab/>
        <w:t>3.142e0</w:t>
      </w:r>
    </w:p>
    <w:p w:rsidR="00B65DC9" w:rsidRDefault="00B65DC9" w:rsidP="00B65DC9">
      <w:r>
        <w:t>104.1112</w:t>
      </w:r>
      <w:r>
        <w:tab/>
        <w:t>2.532e-2</w:t>
      </w:r>
    </w:p>
    <w:p w:rsidR="00B65DC9" w:rsidRDefault="00B65DC9" w:rsidP="00B65DC9">
      <w:r>
        <w:t>104.1290</w:t>
      </w:r>
      <w:r>
        <w:tab/>
        <w:t>1.266e-2</w:t>
      </w:r>
    </w:p>
    <w:p w:rsidR="00B65DC9" w:rsidRDefault="00B65DC9" w:rsidP="00B65DC9">
      <w:r>
        <w:t>104.1302</w:t>
      </w:r>
      <w:r>
        <w:tab/>
        <w:t>2.025e0</w:t>
      </w:r>
    </w:p>
    <w:p w:rsidR="00B65DC9" w:rsidRDefault="00B65DC9" w:rsidP="00B65DC9">
      <w:r>
        <w:t>104.1395</w:t>
      </w:r>
      <w:r>
        <w:tab/>
        <w:t>1.266e-2</w:t>
      </w:r>
    </w:p>
    <w:p w:rsidR="00B65DC9" w:rsidRDefault="00B65DC9" w:rsidP="00B65DC9">
      <w:r>
        <w:t>104.1451</w:t>
      </w:r>
      <w:r>
        <w:tab/>
        <w:t>1.013e0</w:t>
      </w:r>
    </w:p>
    <w:p w:rsidR="00B65DC9" w:rsidRDefault="00B65DC9" w:rsidP="00B65DC9">
      <w:r>
        <w:t>104.1615</w:t>
      </w:r>
      <w:r>
        <w:tab/>
        <w:t>1.013e0</w:t>
      </w:r>
    </w:p>
    <w:p w:rsidR="00B65DC9" w:rsidRDefault="00B65DC9" w:rsidP="00B65DC9">
      <w:r>
        <w:t>104.1803</w:t>
      </w:r>
      <w:r>
        <w:tab/>
        <w:t>1.013e0</w:t>
      </w:r>
    </w:p>
    <w:p w:rsidR="00B65DC9" w:rsidRDefault="00B65DC9" w:rsidP="00B65DC9">
      <w:r>
        <w:t>104.1830</w:t>
      </w:r>
      <w:r>
        <w:tab/>
        <w:t>1.013e0</w:t>
      </w:r>
    </w:p>
    <w:p w:rsidR="00B65DC9" w:rsidRDefault="00B65DC9" w:rsidP="00B65DC9">
      <w:r>
        <w:t>104.1966</w:t>
      </w:r>
      <w:r>
        <w:tab/>
        <w:t>1.013e0</w:t>
      </w:r>
    </w:p>
    <w:p w:rsidR="00B65DC9" w:rsidRDefault="00B65DC9" w:rsidP="00B65DC9">
      <w:r>
        <w:t>104.2373</w:t>
      </w:r>
      <w:r>
        <w:tab/>
        <w:t>1.013e0</w:t>
      </w:r>
    </w:p>
    <w:p w:rsidR="00B65DC9" w:rsidRDefault="00B65DC9" w:rsidP="00B65DC9">
      <w:r>
        <w:t>104.2401</w:t>
      </w:r>
      <w:r>
        <w:tab/>
        <w:t>1.013e0</w:t>
      </w:r>
    </w:p>
    <w:p w:rsidR="00B65DC9" w:rsidRDefault="00B65DC9" w:rsidP="00B65DC9">
      <w:r>
        <w:t>104.2457</w:t>
      </w:r>
      <w:r>
        <w:tab/>
        <w:t>1.013e0</w:t>
      </w:r>
    </w:p>
    <w:p w:rsidR="00B65DC9" w:rsidRDefault="00B65DC9" w:rsidP="00B65DC9">
      <w:r>
        <w:t>104.2780</w:t>
      </w:r>
      <w:r>
        <w:tab/>
        <w:t>1.013e0</w:t>
      </w:r>
    </w:p>
    <w:p w:rsidR="00B65DC9" w:rsidRDefault="00B65DC9" w:rsidP="00B65DC9">
      <w:r>
        <w:t>104.2915</w:t>
      </w:r>
      <w:r>
        <w:tab/>
        <w:t>1.013e0</w:t>
      </w:r>
    </w:p>
    <w:p w:rsidR="00B65DC9" w:rsidRDefault="00B65DC9" w:rsidP="00B65DC9">
      <w:r>
        <w:t>104.2943</w:t>
      </w:r>
      <w:r>
        <w:tab/>
        <w:t>1.013e0</w:t>
      </w:r>
    </w:p>
    <w:p w:rsidR="00B65DC9" w:rsidRDefault="00B65DC9" w:rsidP="00B65DC9">
      <w:r>
        <w:lastRenderedPageBreak/>
        <w:t>104.3188</w:t>
      </w:r>
      <w:r>
        <w:tab/>
        <w:t>1.013e0</w:t>
      </w:r>
    </w:p>
    <w:p w:rsidR="00B65DC9" w:rsidRDefault="00B65DC9" w:rsidP="00B65DC9">
      <w:r>
        <w:t>104.3297</w:t>
      </w:r>
      <w:r>
        <w:tab/>
        <w:t>1.013e0</w:t>
      </w:r>
    </w:p>
    <w:p w:rsidR="00B65DC9" w:rsidRDefault="00B65DC9" w:rsidP="00B65DC9">
      <w:r>
        <w:t>104.3379</w:t>
      </w:r>
      <w:r>
        <w:tab/>
        <w:t>1.013e0</w:t>
      </w:r>
    </w:p>
    <w:p w:rsidR="00B65DC9" w:rsidRDefault="00B65DC9" w:rsidP="00B65DC9">
      <w:r>
        <w:t>104.3977</w:t>
      </w:r>
      <w:r>
        <w:tab/>
        <w:t>1.013e0</w:t>
      </w:r>
    </w:p>
    <w:p w:rsidR="00B65DC9" w:rsidRDefault="00B65DC9" w:rsidP="00B65DC9">
      <w:r>
        <w:t>104.4136</w:t>
      </w:r>
      <w:r>
        <w:tab/>
        <w:t>1.013e0</w:t>
      </w:r>
    </w:p>
    <w:p w:rsidR="00B65DC9" w:rsidRDefault="00B65DC9" w:rsidP="00B65DC9">
      <w:r>
        <w:t>104.4206</w:t>
      </w:r>
      <w:r>
        <w:tab/>
        <w:t>2.025e0</w:t>
      </w:r>
    </w:p>
    <w:p w:rsidR="00B65DC9" w:rsidRDefault="00B65DC9" w:rsidP="00B65DC9">
      <w:r>
        <w:t>104.4492</w:t>
      </w:r>
      <w:r>
        <w:tab/>
        <w:t>1.013e0</w:t>
      </w:r>
    </w:p>
    <w:p w:rsidR="00B65DC9" w:rsidRDefault="00B65DC9" w:rsidP="00B65DC9">
      <w:r>
        <w:t>104.4707</w:t>
      </w:r>
      <w:r>
        <w:tab/>
        <w:t>1.013e0</w:t>
      </w:r>
    </w:p>
    <w:p w:rsidR="00B65DC9" w:rsidRDefault="00B65DC9" w:rsidP="00B65DC9">
      <w:r>
        <w:t>104.4763</w:t>
      </w:r>
      <w:r>
        <w:tab/>
        <w:t>1.013e0</w:t>
      </w:r>
    </w:p>
    <w:p w:rsidR="00B65DC9" w:rsidRDefault="00B65DC9" w:rsidP="00B65DC9">
      <w:r>
        <w:t>104.5280</w:t>
      </w:r>
      <w:r>
        <w:tab/>
        <w:t>2.532e-2</w:t>
      </w:r>
    </w:p>
    <w:p w:rsidR="00B65DC9" w:rsidRDefault="00B65DC9" w:rsidP="00B65DC9">
      <w:r>
        <w:t>104.5634</w:t>
      </w:r>
      <w:r>
        <w:tab/>
        <w:t>1.266e-2</w:t>
      </w:r>
    </w:p>
    <w:p w:rsidR="00B65DC9" w:rsidRDefault="00B65DC9" w:rsidP="00B65DC9">
      <w:r>
        <w:t>104.5715</w:t>
      </w:r>
      <w:r>
        <w:tab/>
        <w:t>1.013e0</w:t>
      </w:r>
    </w:p>
    <w:p w:rsidR="00B65DC9" w:rsidRDefault="00B65DC9" w:rsidP="00B65DC9">
      <w:r>
        <w:t>104.5794</w:t>
      </w:r>
      <w:r>
        <w:tab/>
        <w:t>1.266e-2</w:t>
      </w:r>
    </w:p>
    <w:p w:rsidR="00B65DC9" w:rsidRDefault="00B65DC9" w:rsidP="00B65DC9">
      <w:r>
        <w:t>104.5877</w:t>
      </w:r>
      <w:r>
        <w:tab/>
        <w:t>1.013e0</w:t>
      </w:r>
    </w:p>
    <w:p w:rsidR="00B65DC9" w:rsidRDefault="00B65DC9" w:rsidP="00B65DC9">
      <w:r>
        <w:t>104.6013</w:t>
      </w:r>
      <w:r>
        <w:tab/>
        <w:t>1.266e-2</w:t>
      </w:r>
    </w:p>
    <w:p w:rsidR="00B65DC9" w:rsidRDefault="00B65DC9" w:rsidP="00B65DC9">
      <w:r>
        <w:t>104.6340</w:t>
      </w:r>
      <w:r>
        <w:tab/>
        <w:t>1.266e-2</w:t>
      </w:r>
    </w:p>
    <w:p w:rsidR="00B65DC9" w:rsidRDefault="00B65DC9" w:rsidP="00B65DC9">
      <w:r>
        <w:t>104.6449</w:t>
      </w:r>
      <w:r>
        <w:tab/>
        <w:t>1.013e0</w:t>
      </w:r>
    </w:p>
    <w:p w:rsidR="00B65DC9" w:rsidRDefault="00B65DC9" w:rsidP="00B65DC9">
      <w:r>
        <w:t>104.6529</w:t>
      </w:r>
      <w:r>
        <w:tab/>
        <w:t>1.025e0</w:t>
      </w:r>
    </w:p>
    <w:p w:rsidR="00B65DC9" w:rsidRDefault="00B65DC9" w:rsidP="00B65DC9">
      <w:r>
        <w:t>104.6858</w:t>
      </w:r>
      <w:r>
        <w:tab/>
        <w:t>1.013e0</w:t>
      </w:r>
    </w:p>
    <w:p w:rsidR="00B65DC9" w:rsidRDefault="00B65DC9" w:rsidP="00B65DC9">
      <w:r>
        <w:lastRenderedPageBreak/>
        <w:t>104.6964</w:t>
      </w:r>
      <w:r>
        <w:tab/>
        <w:t>1.013e0</w:t>
      </w:r>
    </w:p>
    <w:p w:rsidR="00B65DC9" w:rsidRDefault="00B65DC9" w:rsidP="00B65DC9">
      <w:r>
        <w:t>104.7128</w:t>
      </w:r>
      <w:r>
        <w:tab/>
        <w:t>1.013e0</w:t>
      </w:r>
    </w:p>
    <w:p w:rsidR="00B65DC9" w:rsidRDefault="00B65DC9" w:rsidP="00B65DC9">
      <w:r>
        <w:t>104.7293</w:t>
      </w:r>
      <w:r>
        <w:tab/>
        <w:t>1.025e0</w:t>
      </w:r>
    </w:p>
    <w:p w:rsidR="00B65DC9" w:rsidRDefault="00B65DC9" w:rsidP="00B65DC9">
      <w:r>
        <w:t>104.7453</w:t>
      </w:r>
      <w:r>
        <w:tab/>
        <w:t>1.013e0</w:t>
      </w:r>
    </w:p>
    <w:p w:rsidR="00B65DC9" w:rsidRDefault="00B65DC9" w:rsidP="00B65DC9">
      <w:r>
        <w:t>104.7617</w:t>
      </w:r>
      <w:r>
        <w:tab/>
        <w:t>2.532e-2</w:t>
      </w:r>
    </w:p>
    <w:p w:rsidR="00B65DC9" w:rsidRDefault="00B65DC9" w:rsidP="00B65DC9">
      <w:r>
        <w:t>104.7781</w:t>
      </w:r>
      <w:r>
        <w:tab/>
        <w:t>1.013e0</w:t>
      </w:r>
    </w:p>
    <w:p w:rsidR="00B65DC9" w:rsidRDefault="00B65DC9" w:rsidP="00B65DC9">
      <w:r>
        <w:t>104.7808</w:t>
      </w:r>
      <w:r>
        <w:tab/>
        <w:t>1.266e-2</w:t>
      </w:r>
    </w:p>
    <w:p w:rsidR="00B65DC9" w:rsidRDefault="00B65DC9" w:rsidP="00B65DC9">
      <w:r>
        <w:t>104.7836</w:t>
      </w:r>
      <w:r>
        <w:tab/>
        <w:t>2.532e-2</w:t>
      </w:r>
    </w:p>
    <w:p w:rsidR="00B65DC9" w:rsidRDefault="00B65DC9" w:rsidP="00B65DC9">
      <w:r>
        <w:t>104.8216</w:t>
      </w:r>
      <w:r>
        <w:tab/>
        <w:t>1.013e0</w:t>
      </w:r>
    </w:p>
    <w:p w:rsidR="00B65DC9" w:rsidRDefault="00B65DC9" w:rsidP="00B65DC9">
      <w:r>
        <w:t>104.8461</w:t>
      </w:r>
      <w:r>
        <w:tab/>
        <w:t>1.013e0</w:t>
      </w:r>
    </w:p>
    <w:p w:rsidR="00B65DC9" w:rsidRDefault="00B65DC9" w:rsidP="00B65DC9">
      <w:r>
        <w:t>104.8568</w:t>
      </w:r>
      <w:r>
        <w:tab/>
        <w:t>1.266e-2</w:t>
      </w:r>
    </w:p>
    <w:p w:rsidR="00B65DC9" w:rsidRDefault="00B65DC9" w:rsidP="00B65DC9">
      <w:r>
        <w:t>104.8732</w:t>
      </w:r>
      <w:r>
        <w:tab/>
        <w:t>1.013e0</w:t>
      </w:r>
    </w:p>
    <w:p w:rsidR="00B65DC9" w:rsidRDefault="00B65DC9" w:rsidP="00B65DC9">
      <w:r>
        <w:t>104.9088</w:t>
      </w:r>
      <w:r>
        <w:tab/>
        <w:t>1.266e-2</w:t>
      </w:r>
    </w:p>
    <w:p w:rsidR="00B65DC9" w:rsidRDefault="00B65DC9" w:rsidP="00B65DC9">
      <w:r>
        <w:t>104.9388</w:t>
      </w:r>
      <w:r>
        <w:tab/>
        <w:t>1.266e-2</w:t>
      </w:r>
    </w:p>
    <w:p w:rsidR="00B65DC9" w:rsidRDefault="00B65DC9" w:rsidP="00B65DC9">
      <w:r>
        <w:t>104.9547</w:t>
      </w:r>
      <w:r>
        <w:tab/>
        <w:t>1.013e0</w:t>
      </w:r>
    </w:p>
    <w:p w:rsidR="00B65DC9" w:rsidRDefault="00B65DC9" w:rsidP="00B65DC9">
      <w:r>
        <w:t>104.9576</w:t>
      </w:r>
      <w:r>
        <w:tab/>
        <w:t>1.013e0</w:t>
      </w:r>
    </w:p>
    <w:p w:rsidR="00B65DC9" w:rsidRDefault="00B65DC9" w:rsidP="00B65DC9">
      <w:r>
        <w:t>104.9768</w:t>
      </w:r>
      <w:r>
        <w:tab/>
        <w:t>1.266e-2</w:t>
      </w:r>
    </w:p>
    <w:p w:rsidR="00B65DC9" w:rsidRDefault="00B65DC9" w:rsidP="00B65DC9">
      <w:r>
        <w:t>104.9796</w:t>
      </w:r>
      <w:r>
        <w:tab/>
        <w:t>2.025e0</w:t>
      </w:r>
    </w:p>
    <w:p w:rsidR="00B65DC9" w:rsidRDefault="00B65DC9" w:rsidP="00B65DC9">
      <w:r>
        <w:t>104.9876</w:t>
      </w:r>
      <w:r>
        <w:tab/>
        <w:t>1.013e0</w:t>
      </w:r>
    </w:p>
    <w:p w:rsidR="00B65DC9" w:rsidRDefault="00B65DC9" w:rsidP="00B65DC9">
      <w:r>
        <w:lastRenderedPageBreak/>
        <w:t>105.0040</w:t>
      </w:r>
      <w:r>
        <w:tab/>
        <w:t>1.266e-2</w:t>
      </w:r>
    </w:p>
    <w:p w:rsidR="00B65DC9" w:rsidRDefault="00B65DC9" w:rsidP="00B65DC9">
      <w:r>
        <w:t>105.0120</w:t>
      </w:r>
      <w:r>
        <w:tab/>
        <w:t>2.025e0</w:t>
      </w:r>
    </w:p>
    <w:p w:rsidR="00B65DC9" w:rsidRDefault="00B65DC9" w:rsidP="00B65DC9">
      <w:r>
        <w:t>105.0796</w:t>
      </w:r>
      <w:r>
        <w:tab/>
        <w:t>2.269e-2</w:t>
      </w:r>
    </w:p>
    <w:p w:rsidR="00B65DC9" w:rsidRDefault="00B65DC9" w:rsidP="00B65DC9">
      <w:r>
        <w:t>105.0884</w:t>
      </w:r>
      <w:r>
        <w:tab/>
        <w:t>1.266e-2</w:t>
      </w:r>
    </w:p>
    <w:p w:rsidR="00B65DC9" w:rsidRDefault="00B65DC9" w:rsidP="00B65DC9">
      <w:r>
        <w:t>105.0911</w:t>
      </w:r>
      <w:r>
        <w:tab/>
        <w:t>1.025e0</w:t>
      </w:r>
    </w:p>
    <w:p w:rsidR="00B65DC9" w:rsidRDefault="00B65DC9" w:rsidP="00B65DC9">
      <w:r>
        <w:t>105.1237</w:t>
      </w:r>
      <w:r>
        <w:tab/>
        <w:t>1.266e-2</w:t>
      </w:r>
    </w:p>
    <w:p w:rsidR="00B65DC9" w:rsidRDefault="00B65DC9" w:rsidP="00B65DC9">
      <w:r>
        <w:t>105.1279</w:t>
      </w:r>
      <w:r>
        <w:tab/>
        <w:t>2.025e0</w:t>
      </w:r>
    </w:p>
    <w:p w:rsidR="00B65DC9" w:rsidRDefault="00B65DC9" w:rsidP="00B65DC9">
      <w:r>
        <w:t>105.1308</w:t>
      </w:r>
      <w:r>
        <w:tab/>
        <w:t>2.025e0</w:t>
      </w:r>
    </w:p>
    <w:p w:rsidR="00B65DC9" w:rsidRDefault="00B65DC9" w:rsidP="00B65DC9">
      <w:r>
        <w:t>105.1387</w:t>
      </w:r>
      <w:r>
        <w:tab/>
        <w:t>2.025e0</w:t>
      </w:r>
    </w:p>
    <w:p w:rsidR="00B65DC9" w:rsidRDefault="00B65DC9" w:rsidP="00B65DC9">
      <w:r>
        <w:t>105.1483</w:t>
      </w:r>
      <w:r>
        <w:tab/>
        <w:t>1.025e0</w:t>
      </w:r>
    </w:p>
    <w:p w:rsidR="00B65DC9" w:rsidRDefault="00B65DC9" w:rsidP="00B65DC9">
      <w:r>
        <w:t>105.1509</w:t>
      </w:r>
      <w:r>
        <w:tab/>
        <w:t>1.266e-2</w:t>
      </w:r>
    </w:p>
    <w:p w:rsidR="00B65DC9" w:rsidRDefault="00B65DC9" w:rsidP="00B65DC9">
      <w:r>
        <w:t>105.1838</w:t>
      </w:r>
      <w:r>
        <w:tab/>
        <w:t>1.266e-2</w:t>
      </w:r>
    </w:p>
    <w:p w:rsidR="00B65DC9" w:rsidRDefault="00B65DC9" w:rsidP="00B65DC9">
      <w:r>
        <w:t>105.1947</w:t>
      </w:r>
      <w:r>
        <w:tab/>
        <w:t>3.038e0</w:t>
      </w:r>
    </w:p>
    <w:p w:rsidR="00B65DC9" w:rsidRDefault="00B65DC9" w:rsidP="00B65DC9">
      <w:r>
        <w:t>105.1988</w:t>
      </w:r>
      <w:r>
        <w:tab/>
        <w:t>2.025e0</w:t>
      </w:r>
    </w:p>
    <w:p w:rsidR="00B65DC9" w:rsidRDefault="00B65DC9" w:rsidP="00B65DC9">
      <w:r>
        <w:t>105.2138</w:t>
      </w:r>
      <w:r>
        <w:tab/>
        <w:t>2.025e0</w:t>
      </w:r>
    </w:p>
    <w:p w:rsidR="00B65DC9" w:rsidRDefault="00B65DC9" w:rsidP="00B65DC9">
      <w:r>
        <w:t>105.2151</w:t>
      </w:r>
      <w:r>
        <w:tab/>
        <w:t>2.532e-2</w:t>
      </w:r>
    </w:p>
    <w:p w:rsidR="00B65DC9" w:rsidRDefault="00B65DC9" w:rsidP="00B65DC9">
      <w:r>
        <w:t>105.2231</w:t>
      </w:r>
      <w:r>
        <w:tab/>
        <w:t>3.038e0</w:t>
      </w:r>
    </w:p>
    <w:p w:rsidR="00B65DC9" w:rsidRDefault="00B65DC9" w:rsidP="00B65DC9">
      <w:r>
        <w:t>105.2246</w:t>
      </w:r>
      <w:r>
        <w:tab/>
        <w:t>1.013e0</w:t>
      </w:r>
    </w:p>
    <w:p w:rsidR="00B65DC9" w:rsidRDefault="00B65DC9" w:rsidP="00B65DC9">
      <w:r>
        <w:t>105.2329</w:t>
      </w:r>
      <w:r>
        <w:tab/>
        <w:t>1.266e-2</w:t>
      </w:r>
    </w:p>
    <w:p w:rsidR="00B65DC9" w:rsidRDefault="00B65DC9" w:rsidP="00B65DC9">
      <w:r>
        <w:lastRenderedPageBreak/>
        <w:t>105.2574</w:t>
      </w:r>
      <w:r>
        <w:tab/>
        <w:t>1.013e0</w:t>
      </w:r>
    </w:p>
    <w:p w:rsidR="00B65DC9" w:rsidRDefault="00B65DC9" w:rsidP="00B65DC9">
      <w:r>
        <w:t>105.2643</w:t>
      </w:r>
      <w:r>
        <w:tab/>
        <w:t>2.025e0</w:t>
      </w:r>
    </w:p>
    <w:p w:rsidR="00B65DC9" w:rsidRDefault="00B65DC9" w:rsidP="00B65DC9">
      <w:r>
        <w:t>105.2766</w:t>
      </w:r>
      <w:r>
        <w:tab/>
        <w:t>1.025e0</w:t>
      </w:r>
    </w:p>
    <w:p w:rsidR="00B65DC9" w:rsidRDefault="00B65DC9" w:rsidP="00B65DC9">
      <w:r>
        <w:t>105.3037</w:t>
      </w:r>
      <w:r>
        <w:tab/>
        <w:t>2.532e-2</w:t>
      </w:r>
    </w:p>
    <w:p w:rsidR="00B65DC9" w:rsidRDefault="00B65DC9" w:rsidP="00B65DC9">
      <w:r>
        <w:t>105.3063</w:t>
      </w:r>
      <w:r>
        <w:tab/>
        <w:t>1.266e-2</w:t>
      </w:r>
    </w:p>
    <w:p w:rsidR="00B65DC9" w:rsidRDefault="00B65DC9" w:rsidP="00B65DC9">
      <w:r>
        <w:t>105.3201</w:t>
      </w:r>
      <w:r>
        <w:tab/>
        <w:t>1.025e0</w:t>
      </w:r>
    </w:p>
    <w:p w:rsidR="00B65DC9" w:rsidRDefault="00B65DC9" w:rsidP="00B65DC9">
      <w:r>
        <w:t>105.3311</w:t>
      </w:r>
      <w:r>
        <w:tab/>
        <w:t>1.266e-2</w:t>
      </w:r>
    </w:p>
    <w:p w:rsidR="00B65DC9" w:rsidRDefault="00B65DC9" w:rsidP="00B65DC9">
      <w:r>
        <w:t>105.3501</w:t>
      </w:r>
      <w:r>
        <w:tab/>
        <w:t>1.025e0</w:t>
      </w:r>
    </w:p>
    <w:p w:rsidR="00B65DC9" w:rsidRDefault="00B65DC9" w:rsidP="00B65DC9">
      <w:r>
        <w:t>105.3608</w:t>
      </w:r>
      <w:r>
        <w:tab/>
        <w:t>1.013e0</w:t>
      </w:r>
    </w:p>
    <w:p w:rsidR="00B65DC9" w:rsidRDefault="00B65DC9" w:rsidP="00B65DC9">
      <w:r>
        <w:t>105.3761</w:t>
      </w:r>
      <w:r>
        <w:tab/>
        <w:t>2.025e0</w:t>
      </w:r>
    </w:p>
    <w:p w:rsidR="00B65DC9" w:rsidRDefault="00B65DC9" w:rsidP="00B65DC9">
      <w:r>
        <w:t>105.3829</w:t>
      </w:r>
      <w:r>
        <w:tab/>
        <w:t>1.266e-2</w:t>
      </w:r>
    </w:p>
    <w:p w:rsidR="00B65DC9" w:rsidRDefault="00B65DC9" w:rsidP="00B65DC9">
      <w:r>
        <w:t>105.3937</w:t>
      </w:r>
      <w:r>
        <w:tab/>
        <w:t>1.266e-2</w:t>
      </w:r>
    </w:p>
    <w:p w:rsidR="00B65DC9" w:rsidRDefault="00B65DC9" w:rsidP="00B65DC9">
      <w:r>
        <w:t>105.4101</w:t>
      </w:r>
      <w:r>
        <w:tab/>
        <w:t>1.266e-2</w:t>
      </w:r>
    </w:p>
    <w:p w:rsidR="00B65DC9" w:rsidRDefault="00B65DC9" w:rsidP="00B65DC9">
      <w:r>
        <w:t>105.4195</w:t>
      </w:r>
      <w:r>
        <w:tab/>
        <w:t>3.038e0</w:t>
      </w:r>
    </w:p>
    <w:p w:rsidR="00B65DC9" w:rsidRDefault="00B65DC9" w:rsidP="00B65DC9">
      <w:r>
        <w:t>105.4454</w:t>
      </w:r>
      <w:r>
        <w:tab/>
        <w:t>1.013e0</w:t>
      </w:r>
    </w:p>
    <w:p w:rsidR="00B65DC9" w:rsidRDefault="00B65DC9" w:rsidP="00B65DC9">
      <w:r>
        <w:t>105.4496</w:t>
      </w:r>
      <w:r>
        <w:tab/>
        <w:t>2.532e-2</w:t>
      </w:r>
    </w:p>
    <w:p w:rsidR="00B65DC9" w:rsidRDefault="00B65DC9" w:rsidP="00B65DC9">
      <w:r>
        <w:t>105.4592</w:t>
      </w:r>
      <w:r>
        <w:tab/>
        <w:t>1.013e0</w:t>
      </w:r>
    </w:p>
    <w:p w:rsidR="00B65DC9" w:rsidRDefault="00B65DC9" w:rsidP="00B65DC9">
      <w:r>
        <w:t>105.4667</w:t>
      </w:r>
      <w:r>
        <w:tab/>
        <w:t>3.038e0</w:t>
      </w:r>
    </w:p>
    <w:p w:rsidR="00B65DC9" w:rsidRDefault="00B65DC9" w:rsidP="00B65DC9">
      <w:r>
        <w:t>105.4696</w:t>
      </w:r>
      <w:r>
        <w:tab/>
        <w:t>1.323e0</w:t>
      </w:r>
    </w:p>
    <w:p w:rsidR="00B65DC9" w:rsidRDefault="00B65DC9" w:rsidP="00B65DC9">
      <w:r>
        <w:lastRenderedPageBreak/>
        <w:t>105.4865</w:t>
      </w:r>
      <w:r>
        <w:tab/>
        <w:t>2.532e-2</w:t>
      </w:r>
    </w:p>
    <w:p w:rsidR="00B65DC9" w:rsidRDefault="00B65DC9" w:rsidP="00B65DC9">
      <w:r>
        <w:t>105.4961</w:t>
      </w:r>
      <w:r>
        <w:tab/>
        <w:t>2.025e0</w:t>
      </w:r>
    </w:p>
    <w:p w:rsidR="00B65DC9" w:rsidRDefault="00B65DC9" w:rsidP="00B65DC9">
      <w:r>
        <w:t>105.5003</w:t>
      </w:r>
      <w:r>
        <w:tab/>
        <w:t>1.013e0</w:t>
      </w:r>
    </w:p>
    <w:p w:rsidR="00B65DC9" w:rsidRDefault="00B65DC9" w:rsidP="00B65DC9">
      <w:r>
        <w:t>105.5300</w:t>
      </w:r>
      <w:r>
        <w:tab/>
        <w:t>1.025e0</w:t>
      </w:r>
    </w:p>
    <w:p w:rsidR="00B65DC9" w:rsidRDefault="00B65DC9" w:rsidP="00B65DC9">
      <w:r>
        <w:t>105.5465</w:t>
      </w:r>
      <w:r>
        <w:tab/>
        <w:t>2.025e0</w:t>
      </w:r>
    </w:p>
    <w:p w:rsidR="00B65DC9" w:rsidRDefault="00B65DC9" w:rsidP="00B65DC9">
      <w:r>
        <w:t>105.5576</w:t>
      </w:r>
      <w:r>
        <w:tab/>
        <w:t>1.266e-2</w:t>
      </w:r>
    </w:p>
    <w:p w:rsidR="00B65DC9" w:rsidRDefault="00B65DC9" w:rsidP="00B65DC9">
      <w:r>
        <w:t>105.5630</w:t>
      </w:r>
      <w:r>
        <w:tab/>
        <w:t>1.038e0</w:t>
      </w:r>
    </w:p>
    <w:p w:rsidR="00B65DC9" w:rsidRDefault="00B65DC9" w:rsidP="00B65DC9">
      <w:r>
        <w:t>105.5972</w:t>
      </w:r>
      <w:r>
        <w:tab/>
        <w:t>2.025e0</w:t>
      </w:r>
    </w:p>
    <w:p w:rsidR="00B65DC9" w:rsidRDefault="00B65DC9" w:rsidP="00B65DC9">
      <w:r>
        <w:t>105.6039</w:t>
      </w:r>
      <w:r>
        <w:tab/>
        <w:t>1.025e0</w:t>
      </w:r>
    </w:p>
    <w:p w:rsidR="00B65DC9" w:rsidRDefault="00B65DC9" w:rsidP="00B65DC9">
      <w:r>
        <w:t>105.6777</w:t>
      </w:r>
      <w:r>
        <w:tab/>
        <w:t>1.013e0</w:t>
      </w:r>
    </w:p>
    <w:p w:rsidR="00B65DC9" w:rsidRDefault="00B65DC9" w:rsidP="00B65DC9">
      <w:r>
        <w:t>105.6819</w:t>
      </w:r>
      <w:r>
        <w:tab/>
        <w:t>2.025e0</w:t>
      </w:r>
    </w:p>
    <w:p w:rsidR="00B65DC9" w:rsidRDefault="00B65DC9" w:rsidP="00B65DC9">
      <w:r>
        <w:t>105.6915</w:t>
      </w:r>
      <w:r>
        <w:tab/>
        <w:t>1.266e-2</w:t>
      </w:r>
    </w:p>
    <w:p w:rsidR="00B65DC9" w:rsidRDefault="00B65DC9" w:rsidP="00B65DC9">
      <w:r>
        <w:t>105.7064</w:t>
      </w:r>
      <w:r>
        <w:tab/>
        <w:t>2.025e0</w:t>
      </w:r>
    </w:p>
    <w:p w:rsidR="00B65DC9" w:rsidRDefault="00B65DC9" w:rsidP="00B65DC9">
      <w:r>
        <w:t>105.7214</w:t>
      </w:r>
      <w:r>
        <w:tab/>
        <w:t>1.266e-2</w:t>
      </w:r>
    </w:p>
    <w:p w:rsidR="00B65DC9" w:rsidRDefault="00B65DC9" w:rsidP="00B65DC9">
      <w:r>
        <w:t>105.7598</w:t>
      </w:r>
      <w:r>
        <w:tab/>
        <w:t>1.266e-2</w:t>
      </w:r>
    </w:p>
    <w:p w:rsidR="00B65DC9" w:rsidRDefault="00B65DC9" w:rsidP="00B65DC9">
      <w:r>
        <w:t>105.7652</w:t>
      </w:r>
      <w:r>
        <w:tab/>
        <w:t>1.013e0</w:t>
      </w:r>
    </w:p>
    <w:p w:rsidR="00B65DC9" w:rsidRDefault="00B65DC9" w:rsidP="00B65DC9">
      <w:r>
        <w:t>105.8034</w:t>
      </w:r>
      <w:r>
        <w:tab/>
        <w:t>2.038e0</w:t>
      </w:r>
    </w:p>
    <w:p w:rsidR="00B65DC9" w:rsidRDefault="00B65DC9" w:rsidP="00B65DC9">
      <w:r>
        <w:t>105.8048</w:t>
      </w:r>
      <w:r>
        <w:tab/>
        <w:t>2.025e0</w:t>
      </w:r>
    </w:p>
    <w:p w:rsidR="00B65DC9" w:rsidRDefault="00B65DC9" w:rsidP="00B65DC9">
      <w:r>
        <w:t>105.8228</w:t>
      </w:r>
      <w:r>
        <w:tab/>
        <w:t>1.266e-2</w:t>
      </w:r>
    </w:p>
    <w:p w:rsidR="00B65DC9" w:rsidRDefault="00B65DC9" w:rsidP="00B65DC9">
      <w:r>
        <w:lastRenderedPageBreak/>
        <w:t>105.8254</w:t>
      </w:r>
      <w:r>
        <w:tab/>
        <w:t>1.266e-2</w:t>
      </w:r>
    </w:p>
    <w:p w:rsidR="00B65DC9" w:rsidRDefault="00B65DC9" w:rsidP="00B65DC9">
      <w:r>
        <w:t>105.8443</w:t>
      </w:r>
      <w:r>
        <w:tab/>
        <w:t>1.266e-2</w:t>
      </w:r>
    </w:p>
    <w:p w:rsidR="00B65DC9" w:rsidRDefault="00B65DC9" w:rsidP="00B65DC9">
      <w:r>
        <w:t>105.8526</w:t>
      </w:r>
      <w:r>
        <w:tab/>
        <w:t>2.025e0</w:t>
      </w:r>
    </w:p>
    <w:p w:rsidR="00B65DC9" w:rsidRDefault="00B65DC9" w:rsidP="00B65DC9">
      <w:r>
        <w:t>105.8554</w:t>
      </w:r>
      <w:r>
        <w:tab/>
        <w:t>1.266e-2</w:t>
      </w:r>
    </w:p>
    <w:p w:rsidR="00B65DC9" w:rsidRDefault="00B65DC9" w:rsidP="00B65DC9">
      <w:r>
        <w:t>105.8773</w:t>
      </w:r>
      <w:r>
        <w:tab/>
        <w:t>1.266e-2</w:t>
      </w:r>
    </w:p>
    <w:p w:rsidR="00B65DC9" w:rsidRDefault="00B65DC9" w:rsidP="00B65DC9">
      <w:r>
        <w:t>105.9319</w:t>
      </w:r>
      <w:r>
        <w:tab/>
        <w:t>1.266e-2</w:t>
      </w:r>
    </w:p>
    <w:p w:rsidR="00B65DC9" w:rsidRDefault="00B65DC9" w:rsidP="00B65DC9">
      <w:r>
        <w:t>105.9700</w:t>
      </w:r>
      <w:r>
        <w:tab/>
        <w:t>1.266e-2</w:t>
      </w:r>
    </w:p>
    <w:p w:rsidR="00B65DC9" w:rsidRDefault="00B65DC9" w:rsidP="00B65DC9">
      <w:r>
        <w:t>106.0168</w:t>
      </w:r>
      <w:r>
        <w:tab/>
        <w:t>1.025e0</w:t>
      </w:r>
    </w:p>
    <w:p w:rsidR="00B65DC9" w:rsidRDefault="00B65DC9" w:rsidP="00B65DC9">
      <w:r>
        <w:t>106.1152</w:t>
      </w:r>
      <w:r>
        <w:tab/>
        <w:t>3.798e-2</w:t>
      </w:r>
    </w:p>
    <w:p w:rsidR="00B65DC9" w:rsidRDefault="00B65DC9" w:rsidP="00B65DC9">
      <w:r>
        <w:t>106.1224</w:t>
      </w:r>
      <w:r>
        <w:tab/>
        <w:t>2.025e0</w:t>
      </w:r>
    </w:p>
    <w:p w:rsidR="00B65DC9" w:rsidRDefault="00B65DC9" w:rsidP="00B65DC9">
      <w:r>
        <w:t>106.1237</w:t>
      </w:r>
      <w:r>
        <w:tab/>
        <w:t>1.013e0</w:t>
      </w:r>
    </w:p>
    <w:p w:rsidR="00B65DC9" w:rsidRDefault="00B65DC9" w:rsidP="00B65DC9">
      <w:r>
        <w:t>106.1423</w:t>
      </w:r>
      <w:r>
        <w:tab/>
        <w:t>2.089e0</w:t>
      </w:r>
    </w:p>
    <w:p w:rsidR="00B65DC9" w:rsidRDefault="00B65DC9" w:rsidP="00B65DC9">
      <w:r>
        <w:t>106.1571</w:t>
      </w:r>
      <w:r>
        <w:tab/>
        <w:t>3.038e0</w:t>
      </w:r>
    </w:p>
    <w:p w:rsidR="00B65DC9" w:rsidRDefault="00B65DC9" w:rsidP="00B65DC9">
      <w:r>
        <w:t>106.1630</w:t>
      </w:r>
      <w:r>
        <w:tab/>
        <w:t>4.080e0</w:t>
      </w:r>
    </w:p>
    <w:p w:rsidR="00B65DC9" w:rsidRDefault="00B65DC9" w:rsidP="00B65DC9">
      <w:r>
        <w:t>106.1755</w:t>
      </w:r>
      <w:r>
        <w:tab/>
        <w:t>2.123e0</w:t>
      </w:r>
    </w:p>
    <w:p w:rsidR="00B65DC9" w:rsidRDefault="00B65DC9" w:rsidP="00B65DC9">
      <w:r>
        <w:t>106.1974</w:t>
      </w:r>
      <w:r>
        <w:tab/>
        <w:t>1.145e1</w:t>
      </w:r>
    </w:p>
    <w:p w:rsidR="00B65DC9" w:rsidRDefault="00B65DC9" w:rsidP="00B65DC9">
      <w:r>
        <w:t>106.2054</w:t>
      </w:r>
      <w:r>
        <w:tab/>
        <w:t>1.620e1</w:t>
      </w:r>
    </w:p>
    <w:p w:rsidR="00B65DC9" w:rsidRDefault="00B65DC9" w:rsidP="00B65DC9">
      <w:r>
        <w:t>106.2326</w:t>
      </w:r>
      <w:r>
        <w:tab/>
        <w:t>3.076e0</w:t>
      </w:r>
    </w:p>
    <w:p w:rsidR="00B65DC9" w:rsidRDefault="00B65DC9" w:rsidP="00B65DC9">
      <w:r>
        <w:t>106.2512</w:t>
      </w:r>
      <w:r>
        <w:tab/>
        <w:t>3.203e0</w:t>
      </w:r>
    </w:p>
    <w:p w:rsidR="00B65DC9" w:rsidRDefault="00B65DC9" w:rsidP="00B65DC9">
      <w:r>
        <w:lastRenderedPageBreak/>
        <w:t>106.2799</w:t>
      </w:r>
      <w:r>
        <w:tab/>
        <w:t>2.532e-2</w:t>
      </w:r>
    </w:p>
    <w:p w:rsidR="00B65DC9" w:rsidRDefault="00B65DC9" w:rsidP="00B65DC9">
      <w:r>
        <w:t>106.3015</w:t>
      </w:r>
      <w:r>
        <w:tab/>
        <w:t>1.266e-2</w:t>
      </w:r>
    </w:p>
    <w:p w:rsidR="00B65DC9" w:rsidRDefault="00B65DC9" w:rsidP="00B65DC9">
      <w:r>
        <w:t>106.3113</w:t>
      </w:r>
      <w:r>
        <w:tab/>
        <w:t>2.575e0</w:t>
      </w:r>
    </w:p>
    <w:p w:rsidR="00B65DC9" w:rsidRDefault="00B65DC9" w:rsidP="00B65DC9">
      <w:r>
        <w:t>106.3123</w:t>
      </w:r>
      <w:r>
        <w:tab/>
        <w:t>1.266e-2</w:t>
      </w:r>
    </w:p>
    <w:p w:rsidR="00B65DC9" w:rsidRDefault="00B65DC9" w:rsidP="00B65DC9">
      <w:r>
        <w:t>106.3346</w:t>
      </w:r>
      <w:r>
        <w:tab/>
        <w:t>1.266e-2</w:t>
      </w:r>
    </w:p>
    <w:p w:rsidR="00B65DC9" w:rsidRDefault="00B65DC9" w:rsidP="00B65DC9">
      <w:r>
        <w:t>106.3359</w:t>
      </w:r>
      <w:r>
        <w:tab/>
        <w:t>2.025e0</w:t>
      </w:r>
    </w:p>
    <w:p w:rsidR="00B65DC9" w:rsidRDefault="00B65DC9" w:rsidP="00B65DC9">
      <w:r>
        <w:t>106.3453</w:t>
      </w:r>
      <w:r>
        <w:tab/>
        <w:t>2.025e0</w:t>
      </w:r>
    </w:p>
    <w:p w:rsidR="00B65DC9" w:rsidRDefault="00B65DC9" w:rsidP="00B65DC9">
      <w:r>
        <w:t>106.3591</w:t>
      </w:r>
      <w:r>
        <w:tab/>
        <w:t>3.798e-2</w:t>
      </w:r>
    </w:p>
    <w:p w:rsidR="00B65DC9" w:rsidRDefault="00B65DC9" w:rsidP="00B65DC9">
      <w:r>
        <w:t>106.3618</w:t>
      </w:r>
      <w:r>
        <w:tab/>
        <w:t>2.532e-2</w:t>
      </w:r>
    </w:p>
    <w:p w:rsidR="00B65DC9" w:rsidRDefault="00B65DC9" w:rsidP="00B65DC9">
      <w:r>
        <w:t>106.3755</w:t>
      </w:r>
      <w:r>
        <w:tab/>
        <w:t>1.076e0</w:t>
      </w:r>
    </w:p>
    <w:p w:rsidR="00B65DC9" w:rsidRDefault="00B65DC9" w:rsidP="00B65DC9">
      <w:r>
        <w:t>106.3855</w:t>
      </w:r>
      <w:r>
        <w:tab/>
        <w:t>5.063e0</w:t>
      </w:r>
    </w:p>
    <w:p w:rsidR="00B65DC9" w:rsidRDefault="00B65DC9" w:rsidP="00B65DC9">
      <w:r>
        <w:t>106.3878</w:t>
      </w:r>
      <w:r>
        <w:tab/>
        <w:t>1.038e0</w:t>
      </w:r>
    </w:p>
    <w:p w:rsidR="00B65DC9" w:rsidRDefault="00B65DC9" w:rsidP="00B65DC9">
      <w:r>
        <w:t>106.4031</w:t>
      </w:r>
      <w:r>
        <w:tab/>
        <w:t>1.013e0</w:t>
      </w:r>
    </w:p>
    <w:p w:rsidR="00B65DC9" w:rsidRDefault="00B65DC9" w:rsidP="00B65DC9">
      <w:r>
        <w:t>106.4319</w:t>
      </w:r>
      <w:r>
        <w:tab/>
        <w:t>4.051e0</w:t>
      </w:r>
    </w:p>
    <w:p w:rsidR="00B65DC9" w:rsidRDefault="00B65DC9" w:rsidP="00B65DC9">
      <w:r>
        <w:t>106.4446</w:t>
      </w:r>
      <w:r>
        <w:tab/>
        <w:t>3.282e-1</w:t>
      </w:r>
    </w:p>
    <w:p w:rsidR="00B65DC9" w:rsidRDefault="00B65DC9" w:rsidP="00B65DC9">
      <w:r>
        <w:t>106.4935</w:t>
      </w:r>
      <w:r>
        <w:tab/>
        <w:t>2.532e-2</w:t>
      </w:r>
    </w:p>
    <w:p w:rsidR="00B65DC9" w:rsidRDefault="00B65DC9" w:rsidP="00B65DC9">
      <w:r>
        <w:t>106.5209</w:t>
      </w:r>
      <w:r>
        <w:tab/>
        <w:t>3.798e-2</w:t>
      </w:r>
    </w:p>
    <w:p w:rsidR="00B65DC9" w:rsidRDefault="00B65DC9" w:rsidP="00B65DC9">
      <w:r>
        <w:t>106.5268</w:t>
      </w:r>
      <w:r>
        <w:tab/>
        <w:t>2.051e0</w:t>
      </w:r>
    </w:p>
    <w:p w:rsidR="00B65DC9" w:rsidRDefault="00B65DC9" w:rsidP="00B65DC9">
      <w:r>
        <w:t>106.5392</w:t>
      </w:r>
      <w:r>
        <w:tab/>
        <w:t>5.063e-2</w:t>
      </w:r>
    </w:p>
    <w:p w:rsidR="00B65DC9" w:rsidRDefault="00B65DC9" w:rsidP="00B65DC9">
      <w:r>
        <w:lastRenderedPageBreak/>
        <w:t>106.5564</w:t>
      </w:r>
      <w:r>
        <w:tab/>
        <w:t>1.266e-2</w:t>
      </w:r>
    </w:p>
    <w:p w:rsidR="00B65DC9" w:rsidRDefault="00B65DC9" w:rsidP="00B65DC9">
      <w:r>
        <w:t>106.5741</w:t>
      </w:r>
      <w:r>
        <w:tab/>
        <w:t>3.798e-2</w:t>
      </w:r>
    </w:p>
    <w:p w:rsidR="00B65DC9" w:rsidRDefault="00B65DC9" w:rsidP="00B65DC9">
      <w:r>
        <w:t>106.5758</w:t>
      </w:r>
      <w:r>
        <w:tab/>
        <w:t>3.798e-2</w:t>
      </w:r>
    </w:p>
    <w:p w:rsidR="00B65DC9" w:rsidRDefault="00B65DC9" w:rsidP="00B65DC9">
      <w:r>
        <w:t>106.5894</w:t>
      </w:r>
      <w:r>
        <w:tab/>
        <w:t>1.013e0</w:t>
      </w:r>
    </w:p>
    <w:p w:rsidR="00B65DC9" w:rsidRDefault="00B65DC9" w:rsidP="00B65DC9">
      <w:r>
        <w:t>106.6084</w:t>
      </w:r>
      <w:r>
        <w:tab/>
        <w:t>5.076e0</w:t>
      </w:r>
    </w:p>
    <w:p w:rsidR="00B65DC9" w:rsidRDefault="00B65DC9" w:rsidP="00B65DC9">
      <w:r>
        <w:t>106.6224</w:t>
      </w:r>
      <w:r>
        <w:tab/>
        <w:t>3.038e0</w:t>
      </w:r>
    </w:p>
    <w:p w:rsidR="00B65DC9" w:rsidRDefault="00B65DC9" w:rsidP="00B65DC9">
      <w:r>
        <w:t>106.6520</w:t>
      </w:r>
      <w:r>
        <w:tab/>
        <w:t>3.798e-2</w:t>
      </w:r>
    </w:p>
    <w:p w:rsidR="00B65DC9" w:rsidRDefault="00B65DC9" w:rsidP="00B65DC9">
      <w:r>
        <w:t>106.6555</w:t>
      </w:r>
      <w:r>
        <w:tab/>
        <w:t>1.013e0</w:t>
      </w:r>
    </w:p>
    <w:p w:rsidR="00B65DC9" w:rsidRDefault="00B65DC9" w:rsidP="00B65DC9">
      <w:r>
        <w:t>106.6635</w:t>
      </w:r>
      <w:r>
        <w:tab/>
        <w:t>1.266e-2</w:t>
      </w:r>
    </w:p>
    <w:p w:rsidR="00B65DC9" w:rsidRDefault="00B65DC9" w:rsidP="00B65DC9">
      <w:r>
        <w:t>106.6814</w:t>
      </w:r>
      <w:r>
        <w:tab/>
        <w:t>2.532e-2</w:t>
      </w:r>
    </w:p>
    <w:p w:rsidR="00B65DC9" w:rsidRDefault="00B65DC9" w:rsidP="00B65DC9">
      <w:r>
        <w:t>106.6897</w:t>
      </w:r>
      <w:r>
        <w:tab/>
        <w:t>2.025e0</w:t>
      </w:r>
    </w:p>
    <w:p w:rsidR="00B65DC9" w:rsidRDefault="00B65DC9" w:rsidP="00B65DC9">
      <w:r>
        <w:t>106.6925</w:t>
      </w:r>
      <w:r>
        <w:tab/>
        <w:t>2.532e-2</w:t>
      </w:r>
    </w:p>
    <w:p w:rsidR="00B65DC9" w:rsidRDefault="00B65DC9" w:rsidP="00B65DC9">
      <w:r>
        <w:t>106.6938</w:t>
      </w:r>
      <w:r>
        <w:tab/>
        <w:t>1.051e0</w:t>
      </w:r>
    </w:p>
    <w:p w:rsidR="00B65DC9" w:rsidRDefault="00B65DC9" w:rsidP="00B65DC9">
      <w:r>
        <w:t>106.7034</w:t>
      </w:r>
      <w:r>
        <w:tab/>
        <w:t>2.532e-2</w:t>
      </w:r>
    </w:p>
    <w:p w:rsidR="00B65DC9" w:rsidRDefault="00B65DC9" w:rsidP="00B65DC9">
      <w:r>
        <w:t>106.7046</w:t>
      </w:r>
      <w:r>
        <w:tab/>
        <w:t>4.051e0</w:t>
      </w:r>
    </w:p>
    <w:p w:rsidR="00B65DC9" w:rsidRDefault="00B65DC9" w:rsidP="00B65DC9">
      <w:r>
        <w:t>106.7156</w:t>
      </w:r>
      <w:r>
        <w:tab/>
        <w:t>1.013e0</w:t>
      </w:r>
    </w:p>
    <w:p w:rsidR="00B65DC9" w:rsidRDefault="00B65DC9" w:rsidP="00B65DC9">
      <w:r>
        <w:t>106.7198</w:t>
      </w:r>
      <w:r>
        <w:tab/>
        <w:t>2.532e-2</w:t>
      </w:r>
    </w:p>
    <w:p w:rsidR="00B65DC9" w:rsidRDefault="00B65DC9" w:rsidP="00B65DC9">
      <w:r>
        <w:t>106.7419</w:t>
      </w:r>
      <w:r>
        <w:tab/>
        <w:t>2.025e0</w:t>
      </w:r>
    </w:p>
    <w:p w:rsidR="00B65DC9" w:rsidRDefault="00B65DC9" w:rsidP="00B65DC9">
      <w:r>
        <w:t>106.7624</w:t>
      </w:r>
      <w:r>
        <w:tab/>
        <w:t>1.013e0</w:t>
      </w:r>
    </w:p>
    <w:p w:rsidR="00B65DC9" w:rsidRDefault="00B65DC9" w:rsidP="00B65DC9">
      <w:r>
        <w:lastRenderedPageBreak/>
        <w:t>106.7706</w:t>
      </w:r>
      <w:r>
        <w:tab/>
        <w:t>2.532e-2</w:t>
      </w:r>
    </w:p>
    <w:p w:rsidR="00B65DC9" w:rsidRDefault="00B65DC9" w:rsidP="00B65DC9">
      <w:r>
        <w:t>106.7775</w:t>
      </w:r>
      <w:r>
        <w:tab/>
        <w:t>2.532e-2</w:t>
      </w:r>
    </w:p>
    <w:p w:rsidR="00B65DC9" w:rsidRDefault="00B65DC9" w:rsidP="00B65DC9">
      <w:r>
        <w:t>106.7809</w:t>
      </w:r>
      <w:r>
        <w:tab/>
        <w:t>2.038e0</w:t>
      </w:r>
    </w:p>
    <w:p w:rsidR="00B65DC9" w:rsidRDefault="00B65DC9" w:rsidP="00B65DC9">
      <w:r>
        <w:t>106.7858</w:t>
      </w:r>
      <w:r>
        <w:tab/>
        <w:t>2.025e0</w:t>
      </w:r>
    </w:p>
    <w:p w:rsidR="00B65DC9" w:rsidRDefault="00B65DC9" w:rsidP="00B65DC9">
      <w:r>
        <w:t>106.7882</w:t>
      </w:r>
      <w:r>
        <w:tab/>
        <w:t>3.038e0</w:t>
      </w:r>
    </w:p>
    <w:p w:rsidR="00B65DC9" w:rsidRDefault="00B65DC9" w:rsidP="00B65DC9">
      <w:r>
        <w:t>106.8119</w:t>
      </w:r>
      <w:r>
        <w:tab/>
        <w:t>2.025e0</w:t>
      </w:r>
    </w:p>
    <w:p w:rsidR="00B65DC9" w:rsidRDefault="00B65DC9" w:rsidP="00B65DC9">
      <w:r>
        <w:t>106.8271</w:t>
      </w:r>
      <w:r>
        <w:tab/>
        <w:t>2.025e0</w:t>
      </w:r>
    </w:p>
    <w:p w:rsidR="00B65DC9" w:rsidRDefault="00B65DC9" w:rsidP="00B65DC9">
      <w:r>
        <w:t>106.8337</w:t>
      </w:r>
      <w:r>
        <w:tab/>
        <w:t>3.797e-2</w:t>
      </w:r>
    </w:p>
    <w:p w:rsidR="00B65DC9" w:rsidRDefault="00B65DC9" w:rsidP="00B65DC9">
      <w:r>
        <w:t>106.8365</w:t>
      </w:r>
      <w:r>
        <w:tab/>
        <w:t>1.266e-2</w:t>
      </w:r>
    </w:p>
    <w:p w:rsidR="00B65DC9" w:rsidRDefault="00B65DC9" w:rsidP="00B65DC9">
      <w:r>
        <w:t>106.8449</w:t>
      </w:r>
      <w:r>
        <w:tab/>
        <w:t>1.266e-2</w:t>
      </w:r>
    </w:p>
    <w:p w:rsidR="00B65DC9" w:rsidRDefault="00B65DC9" w:rsidP="00B65DC9">
      <w:r>
        <w:t>106.8697</w:t>
      </w:r>
      <w:r>
        <w:tab/>
        <w:t>1.013e0</w:t>
      </w:r>
    </w:p>
    <w:p w:rsidR="00B65DC9" w:rsidRDefault="00B65DC9" w:rsidP="00B65DC9">
      <w:r>
        <w:t>106.8942</w:t>
      </w:r>
      <w:r>
        <w:tab/>
        <w:t>1.013e0</w:t>
      </w:r>
    </w:p>
    <w:p w:rsidR="00B65DC9" w:rsidRDefault="00B65DC9" w:rsidP="00B65DC9">
      <w:r>
        <w:t>106.9050</w:t>
      </w:r>
      <w:r>
        <w:tab/>
        <w:t>1.266e-2</w:t>
      </w:r>
    </w:p>
    <w:p w:rsidR="00B65DC9" w:rsidRDefault="00B65DC9" w:rsidP="00B65DC9">
      <w:r>
        <w:t>106.9107</w:t>
      </w:r>
      <w:r>
        <w:tab/>
        <w:t>1.266e-2</w:t>
      </w:r>
    </w:p>
    <w:p w:rsidR="00B65DC9" w:rsidRDefault="00B65DC9" w:rsidP="00B65DC9">
      <w:r>
        <w:t>106.9188</w:t>
      </w:r>
      <w:r>
        <w:tab/>
        <w:t>1.013e0</w:t>
      </w:r>
    </w:p>
    <w:p w:rsidR="00B65DC9" w:rsidRDefault="00B65DC9" w:rsidP="00B65DC9">
      <w:r>
        <w:t>106.9216</w:t>
      </w:r>
      <w:r>
        <w:tab/>
        <w:t>2.025e0</w:t>
      </w:r>
    </w:p>
    <w:p w:rsidR="00B65DC9" w:rsidRDefault="00B65DC9" w:rsidP="00B65DC9">
      <w:r>
        <w:t>106.9396</w:t>
      </w:r>
      <w:r>
        <w:tab/>
        <w:t>2.025e0</w:t>
      </w:r>
    </w:p>
    <w:p w:rsidR="00B65DC9" w:rsidRDefault="00B65DC9" w:rsidP="00B65DC9">
      <w:r>
        <w:t>106.9494</w:t>
      </w:r>
      <w:r>
        <w:tab/>
        <w:t>4.063e0</w:t>
      </w:r>
    </w:p>
    <w:p w:rsidR="00B65DC9" w:rsidRDefault="00B65DC9" w:rsidP="00B65DC9">
      <w:r>
        <w:t>106.9686</w:t>
      </w:r>
      <w:r>
        <w:tab/>
        <w:t>1.266e-2</w:t>
      </w:r>
    </w:p>
    <w:p w:rsidR="00B65DC9" w:rsidRDefault="00B65DC9" w:rsidP="00B65DC9">
      <w:r>
        <w:lastRenderedPageBreak/>
        <w:t>106.9725</w:t>
      </w:r>
      <w:r>
        <w:tab/>
        <w:t>2.025e0</w:t>
      </w:r>
    </w:p>
    <w:p w:rsidR="00B65DC9" w:rsidRDefault="00B65DC9" w:rsidP="00B65DC9">
      <w:r>
        <w:t>106.9753</w:t>
      </w:r>
      <w:r>
        <w:tab/>
        <w:t>2.025e0</w:t>
      </w:r>
    </w:p>
    <w:p w:rsidR="00B65DC9" w:rsidRDefault="00B65DC9" w:rsidP="00B65DC9">
      <w:r>
        <w:t>107.0206</w:t>
      </w:r>
      <w:r>
        <w:tab/>
        <w:t>2.025e0</w:t>
      </w:r>
    </w:p>
    <w:p w:rsidR="00B65DC9" w:rsidRDefault="00B65DC9" w:rsidP="00B65DC9">
      <w:r>
        <w:t>107.0370</w:t>
      </w:r>
      <w:r>
        <w:tab/>
        <w:t>1.013e0</w:t>
      </w:r>
    </w:p>
    <w:p w:rsidR="00B65DC9" w:rsidRDefault="00B65DC9" w:rsidP="00B65DC9">
      <w:r>
        <w:t>107.0399</w:t>
      </w:r>
      <w:r>
        <w:tab/>
        <w:t>3.038e0</w:t>
      </w:r>
    </w:p>
    <w:p w:rsidR="00B65DC9" w:rsidRDefault="00B65DC9" w:rsidP="00B65DC9">
      <w:r>
        <w:t>107.0626</w:t>
      </w:r>
      <w:r>
        <w:tab/>
        <w:t>1.298e1</w:t>
      </w:r>
    </w:p>
    <w:p w:rsidR="00B65DC9" w:rsidRDefault="00B65DC9" w:rsidP="00B65DC9">
      <w:r>
        <w:t>107.1156</w:t>
      </w:r>
      <w:r>
        <w:tab/>
        <w:t>1.051e0</w:t>
      </w:r>
    </w:p>
    <w:p w:rsidR="00B65DC9" w:rsidRDefault="00B65DC9" w:rsidP="00B65DC9">
      <w:r>
        <w:t>107.1199</w:t>
      </w:r>
      <w:r>
        <w:tab/>
        <w:t>1.266e-2</w:t>
      </w:r>
    </w:p>
    <w:p w:rsidR="00B65DC9" w:rsidRDefault="00B65DC9" w:rsidP="00B65DC9">
      <w:r>
        <w:t>107.1249</w:t>
      </w:r>
      <w:r>
        <w:tab/>
        <w:t>3.708e0</w:t>
      </w:r>
    </w:p>
    <w:p w:rsidR="00B65DC9" w:rsidRDefault="00B65DC9" w:rsidP="00B65DC9">
      <w:r>
        <w:t>107.1294</w:t>
      </w:r>
      <w:r>
        <w:tab/>
        <w:t>2.025e0</w:t>
      </w:r>
    </w:p>
    <w:p w:rsidR="00B65DC9" w:rsidRDefault="00B65DC9" w:rsidP="00B65DC9">
      <w:r>
        <w:t>107.1417</w:t>
      </w:r>
      <w:r>
        <w:tab/>
        <w:t>1.266e-2</w:t>
      </w:r>
    </w:p>
    <w:p w:rsidR="00B65DC9" w:rsidRDefault="00B65DC9" w:rsidP="00B65DC9">
      <w:r>
        <w:t>107.1525</w:t>
      </w:r>
      <w:r>
        <w:tab/>
        <w:t>2.038e0</w:t>
      </w:r>
    </w:p>
    <w:p w:rsidR="00B65DC9" w:rsidRDefault="00B65DC9" w:rsidP="00B65DC9">
      <w:r>
        <w:t>107.1554</w:t>
      </w:r>
      <w:r>
        <w:tab/>
        <w:t>1.013e0</w:t>
      </w:r>
    </w:p>
    <w:p w:rsidR="00B65DC9" w:rsidRDefault="00B65DC9" w:rsidP="00B65DC9">
      <w:r>
        <w:t>107.1654</w:t>
      </w:r>
      <w:r>
        <w:tab/>
        <w:t>1.038e0</w:t>
      </w:r>
    </w:p>
    <w:p w:rsidR="00B65DC9" w:rsidRDefault="00B65DC9" w:rsidP="00B65DC9">
      <w:r>
        <w:t>107.1724</w:t>
      </w:r>
      <w:r>
        <w:tab/>
        <w:t>5.063e0</w:t>
      </w:r>
    </w:p>
    <w:p w:rsidR="00B65DC9" w:rsidRDefault="00B65DC9" w:rsidP="00B65DC9">
      <w:r>
        <w:t>107.1885</w:t>
      </w:r>
      <w:r>
        <w:tab/>
        <w:t>1.266e-2</w:t>
      </w:r>
    </w:p>
    <w:p w:rsidR="00B65DC9" w:rsidRDefault="00B65DC9" w:rsidP="00B65DC9">
      <w:r>
        <w:t>107.1939</w:t>
      </w:r>
      <w:r>
        <w:tab/>
        <w:t>2.532e-2</w:t>
      </w:r>
    </w:p>
    <w:p w:rsidR="00B65DC9" w:rsidRDefault="00B65DC9" w:rsidP="00B65DC9">
      <w:r>
        <w:t>107.1965</w:t>
      </w:r>
      <w:r>
        <w:tab/>
        <w:t>1.013e0</w:t>
      </w:r>
    </w:p>
    <w:p w:rsidR="00B65DC9" w:rsidRDefault="00B65DC9" w:rsidP="00B65DC9">
      <w:r>
        <w:t>107.2242</w:t>
      </w:r>
      <w:r>
        <w:tab/>
        <w:t>2.038e0</w:t>
      </w:r>
    </w:p>
    <w:p w:rsidR="00B65DC9" w:rsidRDefault="00B65DC9" w:rsidP="00B65DC9">
      <w:r>
        <w:lastRenderedPageBreak/>
        <w:t>107.2269</w:t>
      </w:r>
      <w:r>
        <w:tab/>
        <w:t>1.266e-2</w:t>
      </w:r>
    </w:p>
    <w:p w:rsidR="00B65DC9" w:rsidRDefault="00B65DC9" w:rsidP="00B65DC9">
      <w:r>
        <w:t>107.2381</w:t>
      </w:r>
      <w:r>
        <w:tab/>
        <w:t>1.266e-2</w:t>
      </w:r>
    </w:p>
    <w:p w:rsidR="00B65DC9" w:rsidRDefault="00B65DC9" w:rsidP="00B65DC9">
      <w:r>
        <w:t>107.2478</w:t>
      </w:r>
      <w:r>
        <w:tab/>
        <w:t>2.025e0</w:t>
      </w:r>
    </w:p>
    <w:p w:rsidR="00B65DC9" w:rsidRDefault="00B65DC9" w:rsidP="00B65DC9">
      <w:r>
        <w:t>107.2795</w:t>
      </w:r>
      <w:r>
        <w:tab/>
        <w:t>1.266e-2</w:t>
      </w:r>
    </w:p>
    <w:p w:rsidR="00B65DC9" w:rsidRDefault="00B65DC9" w:rsidP="00B65DC9">
      <w:r>
        <w:t>107.3040</w:t>
      </w:r>
      <w:r>
        <w:tab/>
        <w:t>2.025e0</w:t>
      </w:r>
    </w:p>
    <w:p w:rsidR="00B65DC9" w:rsidRDefault="00B65DC9" w:rsidP="00B65DC9">
      <w:r>
        <w:t>107.3413</w:t>
      </w:r>
      <w:r>
        <w:tab/>
        <w:t>4.051e0</w:t>
      </w:r>
    </w:p>
    <w:p w:rsidR="00B65DC9" w:rsidRDefault="00B65DC9" w:rsidP="00B65DC9">
      <w:r>
        <w:t>107.3757</w:t>
      </w:r>
      <w:r>
        <w:tab/>
        <w:t>2.025e0</w:t>
      </w:r>
    </w:p>
    <w:p w:rsidR="00B65DC9" w:rsidRDefault="00B65DC9" w:rsidP="00B65DC9">
      <w:r>
        <w:t>107.3922</w:t>
      </w:r>
      <w:r>
        <w:tab/>
        <w:t>1.013e0</w:t>
      </w:r>
    </w:p>
    <w:p w:rsidR="00B65DC9" w:rsidRDefault="00B65DC9" w:rsidP="00B65DC9">
      <w:r>
        <w:t>107.4116</w:t>
      </w:r>
      <w:r>
        <w:tab/>
        <w:t>1.013e0</w:t>
      </w:r>
    </w:p>
    <w:p w:rsidR="00B65DC9" w:rsidRDefault="00B65DC9" w:rsidP="00B65DC9">
      <w:r>
        <w:t>107.4129</w:t>
      </w:r>
      <w:r>
        <w:tab/>
        <w:t>2.025e0</w:t>
      </w:r>
    </w:p>
    <w:p w:rsidR="00B65DC9" w:rsidRDefault="00B65DC9" w:rsidP="00B65DC9">
      <w:r>
        <w:t>107.4197</w:t>
      </w:r>
      <w:r>
        <w:tab/>
        <w:t>2.025e0</w:t>
      </w:r>
    </w:p>
    <w:p w:rsidR="00B65DC9" w:rsidRDefault="00B65DC9" w:rsidP="00B65DC9">
      <w:r>
        <w:t>107.4420</w:t>
      </w:r>
      <w:r>
        <w:tab/>
        <w:t>1.266e-2</w:t>
      </w:r>
    </w:p>
    <w:p w:rsidR="00B65DC9" w:rsidRDefault="00B65DC9" w:rsidP="00B65DC9">
      <w:r>
        <w:t>107.4444</w:t>
      </w:r>
      <w:r>
        <w:tab/>
        <w:t>1.266e-2</w:t>
      </w:r>
    </w:p>
    <w:p w:rsidR="00B65DC9" w:rsidRDefault="00B65DC9" w:rsidP="00B65DC9">
      <w:r>
        <w:t>107.4473</w:t>
      </w:r>
      <w:r>
        <w:tab/>
        <w:t>1.013e0</w:t>
      </w:r>
    </w:p>
    <w:p w:rsidR="00B65DC9" w:rsidRDefault="00B65DC9" w:rsidP="00B65DC9">
      <w:r>
        <w:t>107.4722</w:t>
      </w:r>
      <w:r>
        <w:tab/>
        <w:t>1.025e0</w:t>
      </w:r>
    </w:p>
    <w:p w:rsidR="00B65DC9" w:rsidRDefault="00B65DC9" w:rsidP="00B65DC9">
      <w:r>
        <w:t>107.4912</w:t>
      </w:r>
      <w:r>
        <w:tab/>
        <w:t>1.025e0</w:t>
      </w:r>
    </w:p>
    <w:p w:rsidR="00B65DC9" w:rsidRDefault="00B65DC9" w:rsidP="00B65DC9">
      <w:r>
        <w:t>107.5272</w:t>
      </w:r>
      <w:r>
        <w:tab/>
        <w:t>1.266e-2</w:t>
      </w:r>
    </w:p>
    <w:p w:rsidR="00B65DC9" w:rsidRDefault="00B65DC9" w:rsidP="00B65DC9">
      <w:r>
        <w:t>107.5341</w:t>
      </w:r>
      <w:r>
        <w:tab/>
        <w:t>2.025e0</w:t>
      </w:r>
    </w:p>
    <w:p w:rsidR="00B65DC9" w:rsidRDefault="00B65DC9" w:rsidP="00B65DC9">
      <w:r>
        <w:t>107.5411</w:t>
      </w:r>
      <w:r>
        <w:tab/>
        <w:t>1.266e-2</w:t>
      </w:r>
    </w:p>
    <w:p w:rsidR="00B65DC9" w:rsidRDefault="00B65DC9" w:rsidP="00B65DC9">
      <w:r>
        <w:lastRenderedPageBreak/>
        <w:t>107.5768</w:t>
      </w:r>
      <w:r>
        <w:tab/>
        <w:t>1.013e0</w:t>
      </w:r>
    </w:p>
    <w:p w:rsidR="00B65DC9" w:rsidRDefault="00B65DC9" w:rsidP="00B65DC9">
      <w:r>
        <w:t>107.5823</w:t>
      </w:r>
      <w:r>
        <w:tab/>
        <w:t>1.013e0</w:t>
      </w:r>
    </w:p>
    <w:p w:rsidR="00B65DC9" w:rsidRDefault="00B65DC9" w:rsidP="00B65DC9">
      <w:r>
        <w:t>107.5851</w:t>
      </w:r>
      <w:r>
        <w:tab/>
        <w:t>1.013e0</w:t>
      </w:r>
    </w:p>
    <w:p w:rsidR="00B65DC9" w:rsidRDefault="00B65DC9" w:rsidP="00B65DC9">
      <w:r>
        <w:t>107.5880</w:t>
      </w:r>
      <w:r>
        <w:tab/>
        <w:t>1.025e0</w:t>
      </w:r>
    </w:p>
    <w:p w:rsidR="00B65DC9" w:rsidRDefault="00B65DC9" w:rsidP="00B65DC9">
      <w:r>
        <w:t>107.6003</w:t>
      </w:r>
      <w:r>
        <w:tab/>
        <w:t>2.025e0</w:t>
      </w:r>
    </w:p>
    <w:p w:rsidR="00B65DC9" w:rsidRDefault="00B65DC9" w:rsidP="00B65DC9">
      <w:r>
        <w:t>107.6031</w:t>
      </w:r>
      <w:r>
        <w:tab/>
        <w:t>2.025e0</w:t>
      </w:r>
    </w:p>
    <w:p w:rsidR="00B65DC9" w:rsidRDefault="00B65DC9" w:rsidP="00B65DC9">
      <w:r>
        <w:t>107.6069</w:t>
      </w:r>
      <w:r>
        <w:tab/>
        <w:t>1.266e-2</w:t>
      </w:r>
    </w:p>
    <w:p w:rsidR="00B65DC9" w:rsidRDefault="00B65DC9" w:rsidP="00B65DC9">
      <w:r>
        <w:t>107.6320</w:t>
      </w:r>
      <w:r>
        <w:tab/>
        <w:t>2.025e0</w:t>
      </w:r>
    </w:p>
    <w:p w:rsidR="00B65DC9" w:rsidRDefault="00B65DC9" w:rsidP="00B65DC9">
      <w:r>
        <w:t>107.6373</w:t>
      </w:r>
      <w:r>
        <w:tab/>
        <w:t>1.013e0</w:t>
      </w:r>
    </w:p>
    <w:p w:rsidR="00B65DC9" w:rsidRDefault="00B65DC9" w:rsidP="00B65DC9">
      <w:r>
        <w:t>107.6430</w:t>
      </w:r>
      <w:r>
        <w:tab/>
        <w:t>1.013e0</w:t>
      </w:r>
    </w:p>
    <w:p w:rsidR="00B65DC9" w:rsidRDefault="00B65DC9" w:rsidP="00B65DC9">
      <w:r>
        <w:t>107.6638</w:t>
      </w:r>
      <w:r>
        <w:tab/>
        <w:t>1.025e0</w:t>
      </w:r>
    </w:p>
    <w:p w:rsidR="00B65DC9" w:rsidRDefault="00B65DC9" w:rsidP="00B65DC9">
      <w:r>
        <w:t>107.6705</w:t>
      </w:r>
      <w:r>
        <w:tab/>
        <w:t>1.266e-2</w:t>
      </w:r>
    </w:p>
    <w:p w:rsidR="00B65DC9" w:rsidRDefault="00B65DC9" w:rsidP="00B65DC9">
      <w:r>
        <w:t>107.6834</w:t>
      </w:r>
      <w:r>
        <w:tab/>
        <w:t>3.051e0</w:t>
      </w:r>
    </w:p>
    <w:p w:rsidR="00B65DC9" w:rsidRDefault="00B65DC9" w:rsidP="00B65DC9">
      <w:r>
        <w:t>107.6954</w:t>
      </w:r>
      <w:r>
        <w:tab/>
        <w:t>2.038e0</w:t>
      </w:r>
    </w:p>
    <w:p w:rsidR="00B65DC9" w:rsidRDefault="00B65DC9" w:rsidP="00B65DC9">
      <w:r>
        <w:t>107.7091</w:t>
      </w:r>
      <w:r>
        <w:tab/>
        <w:t>1.266e-2</w:t>
      </w:r>
    </w:p>
    <w:p w:rsidR="00B65DC9" w:rsidRDefault="00B65DC9" w:rsidP="00B65DC9">
      <w:r>
        <w:t>107.7203</w:t>
      </w:r>
      <w:r>
        <w:tab/>
        <w:t>1.013e0</w:t>
      </w:r>
    </w:p>
    <w:p w:rsidR="00B65DC9" w:rsidRDefault="00B65DC9" w:rsidP="00B65DC9">
      <w:r>
        <w:t>107.7340</w:t>
      </w:r>
      <w:r>
        <w:tab/>
        <w:t>1.266e-2</w:t>
      </w:r>
    </w:p>
    <w:p w:rsidR="00B65DC9" w:rsidRDefault="00B65DC9" w:rsidP="00B65DC9">
      <w:r>
        <w:t>107.7464</w:t>
      </w:r>
      <w:r>
        <w:tab/>
        <w:t>2.025e0</w:t>
      </w:r>
    </w:p>
    <w:p w:rsidR="00B65DC9" w:rsidRDefault="00B65DC9" w:rsidP="00B65DC9">
      <w:r>
        <w:t>107.7948</w:t>
      </w:r>
      <w:r>
        <w:tab/>
        <w:t>1.013e0</w:t>
      </w:r>
    </w:p>
    <w:p w:rsidR="00B65DC9" w:rsidRDefault="00B65DC9" w:rsidP="00B65DC9">
      <w:r>
        <w:lastRenderedPageBreak/>
        <w:t>107.7982</w:t>
      </w:r>
      <w:r>
        <w:tab/>
        <w:t>3.038e0</w:t>
      </w:r>
    </w:p>
    <w:p w:rsidR="00B65DC9" w:rsidRDefault="00B65DC9" w:rsidP="00B65DC9">
      <w:r>
        <w:t>107.8114</w:t>
      </w:r>
      <w:r>
        <w:tab/>
        <w:t>1.025e0</w:t>
      </w:r>
    </w:p>
    <w:p w:rsidR="00B65DC9" w:rsidRDefault="00B65DC9" w:rsidP="00B65DC9">
      <w:r>
        <w:t>107.8167</w:t>
      </w:r>
      <w:r>
        <w:tab/>
        <w:t>1.025e0</w:t>
      </w:r>
    </w:p>
    <w:p w:rsidR="00B65DC9" w:rsidRDefault="00B65DC9" w:rsidP="00B65DC9">
      <w:r>
        <w:t>107.8333</w:t>
      </w:r>
      <w:r>
        <w:tab/>
        <w:t>1.266e-2</w:t>
      </w:r>
    </w:p>
    <w:p w:rsidR="00B65DC9" w:rsidRDefault="00B65DC9" w:rsidP="00B65DC9">
      <w:r>
        <w:t>107.8527</w:t>
      </w:r>
      <w:r>
        <w:tab/>
        <w:t>1.013e0</w:t>
      </w:r>
    </w:p>
    <w:p w:rsidR="00B65DC9" w:rsidRDefault="00B65DC9" w:rsidP="00B65DC9">
      <w:r>
        <w:t>107.8694</w:t>
      </w:r>
      <w:r>
        <w:tab/>
        <w:t>1.266e-2</w:t>
      </w:r>
    </w:p>
    <w:p w:rsidR="00B65DC9" w:rsidRDefault="00B65DC9" w:rsidP="00B65DC9">
      <w:r>
        <w:t>107.8732</w:t>
      </w:r>
      <w:r>
        <w:tab/>
        <w:t>2.025e0</w:t>
      </w:r>
    </w:p>
    <w:p w:rsidR="00B65DC9" w:rsidRDefault="00B65DC9" w:rsidP="00B65DC9">
      <w:r>
        <w:t>107.8860</w:t>
      </w:r>
      <w:r>
        <w:tab/>
        <w:t>1.266e-2</w:t>
      </w:r>
    </w:p>
    <w:p w:rsidR="00B65DC9" w:rsidRDefault="00B65DC9" w:rsidP="00B65DC9">
      <w:r>
        <w:t>107.9032</w:t>
      </w:r>
      <w:r>
        <w:tab/>
        <w:t>3.038e0</w:t>
      </w:r>
    </w:p>
    <w:p w:rsidR="00B65DC9" w:rsidRDefault="00B65DC9" w:rsidP="00B65DC9">
      <w:r>
        <w:t>107.9187</w:t>
      </w:r>
      <w:r>
        <w:tab/>
        <w:t>1.266e-2</w:t>
      </w:r>
    </w:p>
    <w:p w:rsidR="00B65DC9" w:rsidRDefault="00B65DC9" w:rsidP="00B65DC9">
      <w:r>
        <w:t>107.9382</w:t>
      </w:r>
      <w:r>
        <w:tab/>
        <w:t>1.266e-2</w:t>
      </w:r>
    </w:p>
    <w:p w:rsidR="00B65DC9" w:rsidRDefault="00B65DC9" w:rsidP="00B65DC9">
      <w:r>
        <w:t>107.9439</w:t>
      </w:r>
      <w:r>
        <w:tab/>
        <w:t>2.532e-2</w:t>
      </w:r>
    </w:p>
    <w:p w:rsidR="00B65DC9" w:rsidRDefault="00B65DC9" w:rsidP="00B65DC9">
      <w:r>
        <w:t>107.9686</w:t>
      </w:r>
      <w:r>
        <w:tab/>
        <w:t>1.266e-2</w:t>
      </w:r>
    </w:p>
    <w:p w:rsidR="00B65DC9" w:rsidRDefault="00B65DC9" w:rsidP="00B65DC9">
      <w:r>
        <w:t>107.9881</w:t>
      </w:r>
      <w:r>
        <w:tab/>
        <w:t>1.025e0</w:t>
      </w:r>
    </w:p>
    <w:p w:rsidR="00B65DC9" w:rsidRDefault="00B65DC9" w:rsidP="00B65DC9">
      <w:r>
        <w:t>108.0046</w:t>
      </w:r>
      <w:r>
        <w:tab/>
        <w:t>1.013e0</w:t>
      </w:r>
    </w:p>
    <w:p w:rsidR="00B65DC9" w:rsidRDefault="00B65DC9" w:rsidP="00B65DC9">
      <w:r>
        <w:t>108.0210</w:t>
      </w:r>
      <w:r>
        <w:tab/>
        <w:t>1.266e-2</w:t>
      </w:r>
    </w:p>
    <w:p w:rsidR="00B65DC9" w:rsidRDefault="00B65DC9" w:rsidP="00B65DC9">
      <w:r>
        <w:t>108.0265</w:t>
      </w:r>
      <w:r>
        <w:tab/>
        <w:t>3.798e-2</w:t>
      </w:r>
    </w:p>
    <w:p w:rsidR="00B65DC9" w:rsidRDefault="00B65DC9" w:rsidP="00B65DC9">
      <w:r>
        <w:t>108.0322</w:t>
      </w:r>
      <w:r>
        <w:tab/>
        <w:t>1.266e-2</w:t>
      </w:r>
    </w:p>
    <w:p w:rsidR="00B65DC9" w:rsidRDefault="00B65DC9" w:rsidP="00B65DC9">
      <w:r>
        <w:t>108.0730</w:t>
      </w:r>
      <w:r>
        <w:tab/>
        <w:t>1.225e1</w:t>
      </w:r>
    </w:p>
    <w:p w:rsidR="00B65DC9" w:rsidRDefault="00B65DC9" w:rsidP="00B65DC9">
      <w:r>
        <w:lastRenderedPageBreak/>
        <w:t>108.0957</w:t>
      </w:r>
      <w:r>
        <w:tab/>
        <w:t>1.027e0</w:t>
      </w:r>
    </w:p>
    <w:p w:rsidR="00B65DC9" w:rsidRDefault="00B65DC9" w:rsidP="00B65DC9">
      <w:r>
        <w:t>108.1179</w:t>
      </w:r>
      <w:r>
        <w:tab/>
        <w:t>3.034e0</w:t>
      </w:r>
    </w:p>
    <w:p w:rsidR="00B65DC9" w:rsidRDefault="00B65DC9" w:rsidP="00B65DC9">
      <w:r>
        <w:t>108.1206</w:t>
      </w:r>
      <w:r>
        <w:tab/>
        <w:t>1.025e0</w:t>
      </w:r>
    </w:p>
    <w:p w:rsidR="00B65DC9" w:rsidRDefault="00B65DC9" w:rsidP="00B65DC9">
      <w:r>
        <w:t>108.1398</w:t>
      </w:r>
      <w:r>
        <w:tab/>
        <w:t>1.013e0</w:t>
      </w:r>
    </w:p>
    <w:p w:rsidR="00B65DC9" w:rsidRDefault="00B65DC9" w:rsidP="00B65DC9">
      <w:r>
        <w:t>108.1425</w:t>
      </w:r>
      <w:r>
        <w:tab/>
        <w:t>1.266e-2</w:t>
      </w:r>
    </w:p>
    <w:p w:rsidR="00B65DC9" w:rsidRDefault="00B65DC9" w:rsidP="00B65DC9">
      <w:r>
        <w:t>108.1439</w:t>
      </w:r>
      <w:r>
        <w:tab/>
        <w:t>2.025e0</w:t>
      </w:r>
    </w:p>
    <w:p w:rsidR="00B65DC9" w:rsidRDefault="00B65DC9" w:rsidP="00B65DC9">
      <w:r>
        <w:t>108.1454</w:t>
      </w:r>
      <w:r>
        <w:tab/>
        <w:t>1.013e0</w:t>
      </w:r>
    </w:p>
    <w:p w:rsidR="00B65DC9" w:rsidRDefault="00B65DC9" w:rsidP="00B65DC9">
      <w:r>
        <w:t>108.1649</w:t>
      </w:r>
      <w:r>
        <w:tab/>
        <w:t>1.025e0</w:t>
      </w:r>
    </w:p>
    <w:p w:rsidR="00B65DC9" w:rsidRDefault="00B65DC9" w:rsidP="00B65DC9">
      <w:r>
        <w:t>108.1815</w:t>
      </w:r>
      <w:r>
        <w:tab/>
        <w:t>1.013e0</w:t>
      </w:r>
    </w:p>
    <w:p w:rsidR="00B65DC9" w:rsidRDefault="00B65DC9" w:rsidP="00B65DC9">
      <w:r>
        <w:t>108.1842</w:t>
      </w:r>
      <w:r>
        <w:tab/>
        <w:t>1.266e-2</w:t>
      </w:r>
    </w:p>
    <w:p w:rsidR="00B65DC9" w:rsidRDefault="00B65DC9" w:rsidP="00B65DC9">
      <w:r>
        <w:t>108.1954</w:t>
      </w:r>
      <w:r>
        <w:tab/>
        <w:t>1.013e0</w:t>
      </w:r>
    </w:p>
    <w:p w:rsidR="00B65DC9" w:rsidRDefault="00B65DC9" w:rsidP="00B65DC9">
      <w:r>
        <w:t>108.2395</w:t>
      </w:r>
      <w:r>
        <w:tab/>
        <w:t>1.025e0</w:t>
      </w:r>
    </w:p>
    <w:p w:rsidR="00B65DC9" w:rsidRDefault="00B65DC9" w:rsidP="00B65DC9">
      <w:r>
        <w:t>108.2740</w:t>
      </w:r>
      <w:r>
        <w:tab/>
        <w:t>1.025e0</w:t>
      </w:r>
    </w:p>
    <w:p w:rsidR="00B65DC9" w:rsidRDefault="00B65DC9" w:rsidP="00B65DC9">
      <w:r>
        <w:t>108.2866</w:t>
      </w:r>
      <w:r>
        <w:tab/>
        <w:t>1.266e-2</w:t>
      </w:r>
    </w:p>
    <w:p w:rsidR="00B65DC9" w:rsidRDefault="00B65DC9" w:rsidP="00B65DC9">
      <w:r>
        <w:t>108.2890</w:t>
      </w:r>
      <w:r>
        <w:tab/>
        <w:t>1.266e-2</w:t>
      </w:r>
    </w:p>
    <w:p w:rsidR="00B65DC9" w:rsidRDefault="00B65DC9" w:rsidP="00B65DC9">
      <w:r>
        <w:t>108.2932</w:t>
      </w:r>
      <w:r>
        <w:tab/>
        <w:t>2.025e0</w:t>
      </w:r>
    </w:p>
    <w:p w:rsidR="00B65DC9" w:rsidRDefault="00B65DC9" w:rsidP="00B65DC9">
      <w:r>
        <w:t>108.3004</w:t>
      </w:r>
      <w:r>
        <w:tab/>
        <w:t>1.013e0</w:t>
      </w:r>
    </w:p>
    <w:p w:rsidR="00B65DC9" w:rsidRDefault="00B65DC9" w:rsidP="00B65DC9">
      <w:r>
        <w:t>108.3056</w:t>
      </w:r>
      <w:r>
        <w:tab/>
        <w:t>1.266e-2</w:t>
      </w:r>
    </w:p>
    <w:p w:rsidR="00B65DC9" w:rsidRDefault="00B65DC9" w:rsidP="00B65DC9">
      <w:r>
        <w:t>108.3085</w:t>
      </w:r>
      <w:r>
        <w:tab/>
        <w:t>1.266e-2</w:t>
      </w:r>
    </w:p>
    <w:p w:rsidR="00B65DC9" w:rsidRDefault="00B65DC9" w:rsidP="00B65DC9">
      <w:r>
        <w:lastRenderedPageBreak/>
        <w:t>108.3193</w:t>
      </w:r>
      <w:r>
        <w:tab/>
        <w:t>1.266e-2</w:t>
      </w:r>
    </w:p>
    <w:p w:rsidR="00B65DC9" w:rsidRDefault="00B65DC9" w:rsidP="00B65DC9">
      <w:r>
        <w:t>108.3210</w:t>
      </w:r>
      <w:r>
        <w:tab/>
        <w:t>2.532e-2</w:t>
      </w:r>
    </w:p>
    <w:p w:rsidR="00B65DC9" w:rsidRDefault="00B65DC9" w:rsidP="00B65DC9">
      <w:r>
        <w:t>108.3613</w:t>
      </w:r>
      <w:r>
        <w:tab/>
        <w:t>2.025e0</w:t>
      </w:r>
    </w:p>
    <w:p w:rsidR="00B65DC9" w:rsidRDefault="00B65DC9" w:rsidP="00B65DC9">
      <w:r>
        <w:t>108.3888</w:t>
      </w:r>
      <w:r>
        <w:tab/>
        <w:t>1.013e0</w:t>
      </w:r>
    </w:p>
    <w:p w:rsidR="00B65DC9" w:rsidRDefault="00B65DC9" w:rsidP="00B65DC9">
      <w:r>
        <w:t>108.4053</w:t>
      </w:r>
      <w:r>
        <w:tab/>
        <w:t>2.038e0</w:t>
      </w:r>
    </w:p>
    <w:p w:rsidR="00B65DC9" w:rsidRDefault="00B65DC9" w:rsidP="00B65DC9">
      <w:r>
        <w:t>108.4170</w:t>
      </w:r>
      <w:r>
        <w:tab/>
        <w:t>4.051e0</w:t>
      </w:r>
    </w:p>
    <w:p w:rsidR="00B65DC9" w:rsidRDefault="00B65DC9" w:rsidP="00B65DC9">
      <w:r>
        <w:t>108.4304</w:t>
      </w:r>
      <w:r>
        <w:tab/>
        <w:t>1.038e0</w:t>
      </w:r>
    </w:p>
    <w:p w:rsidR="00B65DC9" w:rsidRDefault="00B65DC9" w:rsidP="00B65DC9">
      <w:r>
        <w:t>108.4469</w:t>
      </w:r>
      <w:r>
        <w:tab/>
        <w:t>1.266e-2</w:t>
      </w:r>
    </w:p>
    <w:p w:rsidR="00B65DC9" w:rsidRDefault="00B65DC9" w:rsidP="00B65DC9">
      <w:r>
        <w:t>108.4759</w:t>
      </w:r>
      <w:r>
        <w:tab/>
        <w:t>2.025e0</w:t>
      </w:r>
    </w:p>
    <w:p w:rsidR="00B65DC9" w:rsidRDefault="00B65DC9" w:rsidP="00B65DC9">
      <w:r>
        <w:t>108.5050</w:t>
      </w:r>
      <w:r>
        <w:tab/>
        <w:t>1.266e-2</w:t>
      </w:r>
    </w:p>
    <w:p w:rsidR="00B65DC9" w:rsidRDefault="00B65DC9" w:rsidP="00B65DC9">
      <w:r>
        <w:t>108.5246</w:t>
      </w:r>
      <w:r>
        <w:tab/>
        <w:t>2.025e0</w:t>
      </w:r>
    </w:p>
    <w:p w:rsidR="00B65DC9" w:rsidRDefault="00B65DC9" w:rsidP="00B65DC9">
      <w:r>
        <w:t>108.5436</w:t>
      </w:r>
      <w:r>
        <w:tab/>
        <w:t>1.013e0</w:t>
      </w:r>
    </w:p>
    <w:p w:rsidR="00B65DC9" w:rsidRDefault="00B65DC9" w:rsidP="00B65DC9">
      <w:r>
        <w:t>108.5492</w:t>
      </w:r>
      <w:r>
        <w:tab/>
        <w:t>1.025e0</w:t>
      </w:r>
    </w:p>
    <w:p w:rsidR="00B65DC9" w:rsidRDefault="00B65DC9" w:rsidP="00B65DC9">
      <w:r>
        <w:t>108.5825</w:t>
      </w:r>
      <w:r>
        <w:tab/>
        <w:t>1.266e-2</w:t>
      </w:r>
    </w:p>
    <w:p w:rsidR="00B65DC9" w:rsidRDefault="00B65DC9" w:rsidP="00B65DC9">
      <w:r>
        <w:t>108.5881</w:t>
      </w:r>
      <w:r>
        <w:tab/>
        <w:t>1.013e0</w:t>
      </w:r>
    </w:p>
    <w:p w:rsidR="00B65DC9" w:rsidRDefault="00B65DC9" w:rsidP="00B65DC9">
      <w:r>
        <w:t>108.6075</w:t>
      </w:r>
      <w:r>
        <w:tab/>
        <w:t>1.266e-2</w:t>
      </w:r>
    </w:p>
    <w:p w:rsidR="00B65DC9" w:rsidRDefault="00B65DC9" w:rsidP="00B65DC9">
      <w:r>
        <w:t>108.6212</w:t>
      </w:r>
      <w:r>
        <w:tab/>
        <w:t>2.025e0</w:t>
      </w:r>
    </w:p>
    <w:p w:rsidR="00B65DC9" w:rsidRDefault="00B65DC9" w:rsidP="00B65DC9">
      <w:r>
        <w:t>108.6821</w:t>
      </w:r>
      <w:r>
        <w:tab/>
        <w:t>1.013e0</w:t>
      </w:r>
    </w:p>
    <w:p w:rsidR="00B65DC9" w:rsidRDefault="00B65DC9" w:rsidP="00B65DC9">
      <w:r>
        <w:t>108.7045</w:t>
      </w:r>
      <w:r>
        <w:tab/>
        <w:t>1.013e0</w:t>
      </w:r>
    </w:p>
    <w:p w:rsidR="00B65DC9" w:rsidRDefault="00B65DC9" w:rsidP="00B65DC9">
      <w:r>
        <w:lastRenderedPageBreak/>
        <w:t>108.7155</w:t>
      </w:r>
      <w:r>
        <w:tab/>
        <w:t>1.266e-2</w:t>
      </w:r>
    </w:p>
    <w:p w:rsidR="00B65DC9" w:rsidRDefault="00B65DC9" w:rsidP="00B65DC9">
      <w:r>
        <w:t>108.7931</w:t>
      </w:r>
      <w:r>
        <w:tab/>
        <w:t>1.266e-2</w:t>
      </w:r>
    </w:p>
    <w:p w:rsidR="00B65DC9" w:rsidRDefault="00B65DC9" w:rsidP="00B65DC9">
      <w:r>
        <w:t>108.8292</w:t>
      </w:r>
      <w:r>
        <w:tab/>
        <w:t>1.266e-2</w:t>
      </w:r>
    </w:p>
    <w:p w:rsidR="00B65DC9" w:rsidRDefault="00B65DC9" w:rsidP="00B65DC9">
      <w:r>
        <w:t>108.8456</w:t>
      </w:r>
      <w:r>
        <w:tab/>
        <w:t>1.013e0</w:t>
      </w:r>
    </w:p>
    <w:p w:rsidR="00B65DC9" w:rsidRDefault="00B65DC9" w:rsidP="00B65DC9">
      <w:r>
        <w:t>108.8541</w:t>
      </w:r>
      <w:r>
        <w:tab/>
        <w:t>1.025e0</w:t>
      </w:r>
    </w:p>
    <w:p w:rsidR="00B65DC9" w:rsidRDefault="00B65DC9" w:rsidP="00B65DC9">
      <w:r>
        <w:t>108.8709</w:t>
      </w:r>
      <w:r>
        <w:tab/>
        <w:t>1.013e0</w:t>
      </w:r>
    </w:p>
    <w:p w:rsidR="00B65DC9" w:rsidRDefault="00B65DC9" w:rsidP="00B65DC9">
      <w:r>
        <w:t>108.8927</w:t>
      </w:r>
      <w:r>
        <w:tab/>
        <w:t>1.025e0</w:t>
      </w:r>
    </w:p>
    <w:p w:rsidR="00B65DC9" w:rsidRDefault="00B65DC9" w:rsidP="00B65DC9">
      <w:r>
        <w:t>108.8958</w:t>
      </w:r>
      <w:r>
        <w:tab/>
        <w:t>1.013e0</w:t>
      </w:r>
    </w:p>
    <w:p w:rsidR="00B65DC9" w:rsidRDefault="00B65DC9" w:rsidP="00B65DC9">
      <w:r>
        <w:t>108.9486</w:t>
      </w:r>
      <w:r>
        <w:tab/>
        <w:t>1.025e0</w:t>
      </w:r>
    </w:p>
    <w:p w:rsidR="00B65DC9" w:rsidRDefault="00B65DC9" w:rsidP="00B65DC9">
      <w:r>
        <w:t>108.9539</w:t>
      </w:r>
      <w:r>
        <w:tab/>
        <w:t>1.025e0</w:t>
      </w:r>
    </w:p>
    <w:p w:rsidR="00B65DC9" w:rsidRDefault="00B65DC9" w:rsidP="00B65DC9">
      <w:r>
        <w:t>108.9791</w:t>
      </w:r>
      <w:r>
        <w:tab/>
        <w:t>1.013e0</w:t>
      </w:r>
    </w:p>
    <w:p w:rsidR="00B65DC9" w:rsidRDefault="00B65DC9" w:rsidP="00B65DC9">
      <w:r>
        <w:t>109.0012</w:t>
      </w:r>
      <w:r>
        <w:tab/>
        <w:t>1.266e-2</w:t>
      </w:r>
    </w:p>
    <w:p w:rsidR="00B65DC9" w:rsidRDefault="00B65DC9" w:rsidP="00B65DC9">
      <w:r>
        <w:t>109.0024</w:t>
      </w:r>
      <w:r>
        <w:tab/>
        <w:t>2.025e0</w:t>
      </w:r>
    </w:p>
    <w:p w:rsidR="00B65DC9" w:rsidRDefault="00B65DC9" w:rsidP="00B65DC9">
      <w:r>
        <w:t>109.0059</w:t>
      </w:r>
      <w:r>
        <w:tab/>
        <w:t>3.038e0</w:t>
      </w:r>
    </w:p>
    <w:p w:rsidR="00B65DC9" w:rsidRDefault="00B65DC9" w:rsidP="00B65DC9">
      <w:r>
        <w:t>109.0262</w:t>
      </w:r>
      <w:r>
        <w:tab/>
        <w:t>1.025e0</w:t>
      </w:r>
    </w:p>
    <w:p w:rsidR="00B65DC9" w:rsidRDefault="00B65DC9" w:rsidP="00B65DC9">
      <w:r>
        <w:t>109.0454</w:t>
      </w:r>
      <w:r>
        <w:tab/>
        <w:t>1.013e0</w:t>
      </w:r>
    </w:p>
    <w:p w:rsidR="00B65DC9" w:rsidRDefault="00B65DC9" w:rsidP="00B65DC9">
      <w:r>
        <w:t>109.0603</w:t>
      </w:r>
      <w:r>
        <w:tab/>
        <w:t>2.026e0</w:t>
      </w:r>
    </w:p>
    <w:p w:rsidR="00B65DC9" w:rsidRDefault="00B65DC9" w:rsidP="00B65DC9">
      <w:r>
        <w:t>109.0635</w:t>
      </w:r>
      <w:r>
        <w:tab/>
        <w:t>2.025e0</w:t>
      </w:r>
    </w:p>
    <w:p w:rsidR="00B65DC9" w:rsidRDefault="00B65DC9" w:rsidP="00B65DC9">
      <w:r>
        <w:t>109.0721</w:t>
      </w:r>
      <w:r>
        <w:tab/>
        <w:t>1.038e0</w:t>
      </w:r>
    </w:p>
    <w:p w:rsidR="00B65DC9" w:rsidRDefault="00B65DC9" w:rsidP="00B65DC9">
      <w:r>
        <w:lastRenderedPageBreak/>
        <w:t>109.0816</w:t>
      </w:r>
      <w:r>
        <w:tab/>
        <w:t>2.025e0</w:t>
      </w:r>
    </w:p>
    <w:p w:rsidR="00B65DC9" w:rsidRDefault="00B65DC9" w:rsidP="00B65DC9">
      <w:r>
        <w:t>109.0926</w:t>
      </w:r>
      <w:r>
        <w:tab/>
        <w:t>1.266e-2</w:t>
      </w:r>
    </w:p>
    <w:p w:rsidR="00B65DC9" w:rsidRDefault="00B65DC9" w:rsidP="00B65DC9">
      <w:r>
        <w:t>109.0979</w:t>
      </w:r>
      <w:r>
        <w:tab/>
        <w:t>6.052e0</w:t>
      </w:r>
    </w:p>
    <w:p w:rsidR="00B65DC9" w:rsidRDefault="00B65DC9" w:rsidP="00B65DC9">
      <w:r>
        <w:t>109.1151</w:t>
      </w:r>
      <w:r>
        <w:tab/>
        <w:t>1.025e0</w:t>
      </w:r>
    </w:p>
    <w:p w:rsidR="00B65DC9" w:rsidRDefault="00B65DC9" w:rsidP="00B65DC9">
      <w:r>
        <w:t>109.1384</w:t>
      </w:r>
      <w:r>
        <w:tab/>
        <w:t>2.025e0</w:t>
      </w:r>
    </w:p>
    <w:p w:rsidR="00B65DC9" w:rsidRDefault="00B65DC9" w:rsidP="00B65DC9">
      <w:r>
        <w:t>109.2148</w:t>
      </w:r>
      <w:r>
        <w:tab/>
        <w:t>1.013e0</w:t>
      </w:r>
    </w:p>
    <w:p w:rsidR="00B65DC9" w:rsidRDefault="00B65DC9" w:rsidP="00B65DC9">
      <w:r>
        <w:t>109.2205</w:t>
      </w:r>
      <w:r>
        <w:tab/>
        <w:t>1.013e0</w:t>
      </w:r>
    </w:p>
    <w:p w:rsidR="00B65DC9" w:rsidRDefault="00B65DC9" w:rsidP="00B65DC9">
      <w:r>
        <w:t>109.2287</w:t>
      </w:r>
      <w:r>
        <w:tab/>
        <w:t>1.266e-2</w:t>
      </w:r>
    </w:p>
    <w:p w:rsidR="00B65DC9" w:rsidRDefault="00B65DC9" w:rsidP="00B65DC9">
      <w:r>
        <w:t>109.2552</w:t>
      </w:r>
      <w:r>
        <w:tab/>
        <w:t>1.025e0</w:t>
      </w:r>
    </w:p>
    <w:p w:rsidR="00B65DC9" w:rsidRDefault="00B65DC9" w:rsidP="00B65DC9">
      <w:r>
        <w:t>109.3036</w:t>
      </w:r>
      <w:r>
        <w:tab/>
        <w:t>1.013e0</w:t>
      </w:r>
    </w:p>
    <w:p w:rsidR="00B65DC9" w:rsidRDefault="00B65DC9" w:rsidP="00B65DC9">
      <w:r>
        <w:t>109.3150</w:t>
      </w:r>
      <w:r>
        <w:tab/>
        <w:t>1.266e-2</w:t>
      </w:r>
    </w:p>
    <w:p w:rsidR="00B65DC9" w:rsidRDefault="00B65DC9" w:rsidP="00B65DC9">
      <w:r>
        <w:t>109.3204</w:t>
      </w:r>
      <w:r>
        <w:tab/>
        <w:t>2.532e-2</w:t>
      </w:r>
    </w:p>
    <w:p w:rsidR="00B65DC9" w:rsidRDefault="00B65DC9" w:rsidP="00B65DC9">
      <w:r>
        <w:t>109.3481</w:t>
      </w:r>
      <w:r>
        <w:tab/>
        <w:t>1.266e-2</w:t>
      </w:r>
    </w:p>
    <w:p w:rsidR="00B65DC9" w:rsidRDefault="00B65DC9" w:rsidP="00B65DC9">
      <w:r>
        <w:t>109.3761</w:t>
      </w:r>
      <w:r>
        <w:tab/>
        <w:t>1.266e-2</w:t>
      </w:r>
    </w:p>
    <w:p w:rsidR="00B65DC9" w:rsidRDefault="00B65DC9" w:rsidP="00B65DC9">
      <w:r>
        <w:t>109.4010</w:t>
      </w:r>
      <w:r>
        <w:tab/>
        <w:t>1.266e-2</w:t>
      </w:r>
    </w:p>
    <w:p w:rsidR="00B65DC9" w:rsidRDefault="00B65DC9" w:rsidP="00B65DC9">
      <w:r>
        <w:t>109.4150</w:t>
      </w:r>
      <w:r>
        <w:tab/>
        <w:t>2.038e0</w:t>
      </w:r>
    </w:p>
    <w:p w:rsidR="00B65DC9" w:rsidRDefault="00B65DC9" w:rsidP="00B65DC9">
      <w:r>
        <w:t>109.4345</w:t>
      </w:r>
      <w:r>
        <w:tab/>
        <w:t>2.025e0</w:t>
      </w:r>
    </w:p>
    <w:p w:rsidR="00B65DC9" w:rsidRDefault="00B65DC9" w:rsidP="00B65DC9">
      <w:r>
        <w:t>109.4553</w:t>
      </w:r>
      <w:r>
        <w:tab/>
        <w:t>2.025e0</w:t>
      </w:r>
    </w:p>
    <w:p w:rsidR="00B65DC9" w:rsidRDefault="00B65DC9" w:rsidP="00B65DC9">
      <w:r>
        <w:t>109.4651</w:t>
      </w:r>
      <w:r>
        <w:tab/>
        <w:t>1.013e0</w:t>
      </w:r>
    </w:p>
    <w:p w:rsidR="00B65DC9" w:rsidRDefault="00B65DC9" w:rsidP="00B65DC9">
      <w:r>
        <w:lastRenderedPageBreak/>
        <w:t>109.4820</w:t>
      </w:r>
      <w:r>
        <w:tab/>
        <w:t>2.025e0</w:t>
      </w:r>
    </w:p>
    <w:p w:rsidR="00B65DC9" w:rsidRDefault="00B65DC9" w:rsidP="00B65DC9">
      <w:r>
        <w:t>109.4985</w:t>
      </w:r>
      <w:r>
        <w:tab/>
        <w:t>1.013e0</w:t>
      </w:r>
    </w:p>
    <w:p w:rsidR="00B65DC9" w:rsidRDefault="00B65DC9" w:rsidP="00B65DC9">
      <w:r>
        <w:t>109.5040</w:t>
      </w:r>
      <w:r>
        <w:tab/>
        <w:t>1.013e0</w:t>
      </w:r>
    </w:p>
    <w:p w:rsidR="00B65DC9" w:rsidRDefault="00B65DC9" w:rsidP="00B65DC9">
      <w:r>
        <w:t>109.5207</w:t>
      </w:r>
      <w:r>
        <w:tab/>
        <w:t>1.266e-2</w:t>
      </w:r>
    </w:p>
    <w:p w:rsidR="00B65DC9" w:rsidRDefault="00B65DC9" w:rsidP="00B65DC9">
      <w:r>
        <w:t>109.5513</w:t>
      </w:r>
      <w:r>
        <w:tab/>
        <w:t>1.266e-2</w:t>
      </w:r>
    </w:p>
    <w:p w:rsidR="00B65DC9" w:rsidRDefault="00B65DC9" w:rsidP="00B65DC9">
      <w:r>
        <w:t>109.5679</w:t>
      </w:r>
      <w:r>
        <w:tab/>
        <w:t>1.013e0</w:t>
      </w:r>
    </w:p>
    <w:p w:rsidR="00B65DC9" w:rsidRDefault="00B65DC9" w:rsidP="00B65DC9">
      <w:r>
        <w:t>109.5903</w:t>
      </w:r>
      <w:r>
        <w:tab/>
        <w:t>1.013e0</w:t>
      </w:r>
    </w:p>
    <w:p w:rsidR="00B65DC9" w:rsidRDefault="00B65DC9" w:rsidP="00B65DC9">
      <w:r>
        <w:t>109.6167</w:t>
      </w:r>
      <w:r>
        <w:tab/>
        <w:t>2.025e0</w:t>
      </w:r>
    </w:p>
    <w:p w:rsidR="00B65DC9" w:rsidRDefault="00B65DC9" w:rsidP="00B65DC9">
      <w:r>
        <w:t>109.6209</w:t>
      </w:r>
      <w:r>
        <w:tab/>
        <w:t>1.266e-2</w:t>
      </w:r>
    </w:p>
    <w:p w:rsidR="00B65DC9" w:rsidRDefault="00B65DC9" w:rsidP="00B65DC9">
      <w:r>
        <w:t>109.6348</w:t>
      </w:r>
      <w:r>
        <w:tab/>
        <w:t>1.013e0</w:t>
      </w:r>
    </w:p>
    <w:p w:rsidR="00B65DC9" w:rsidRDefault="00B65DC9" w:rsidP="00B65DC9">
      <w:r>
        <w:t>109.7129</w:t>
      </w:r>
      <w:r>
        <w:tab/>
        <w:t>1.013e0</w:t>
      </w:r>
    </w:p>
    <w:p w:rsidR="00B65DC9" w:rsidRDefault="00B65DC9" w:rsidP="00B65DC9">
      <w:r>
        <w:t>109.7348</w:t>
      </w:r>
      <w:r>
        <w:tab/>
        <w:t>1.266e-2</w:t>
      </w:r>
    </w:p>
    <w:p w:rsidR="00B65DC9" w:rsidRDefault="00B65DC9" w:rsidP="00B65DC9">
      <w:r>
        <w:t>109.7406</w:t>
      </w:r>
      <w:r>
        <w:tab/>
        <w:t>1.013e0</w:t>
      </w:r>
    </w:p>
    <w:p w:rsidR="00B65DC9" w:rsidRDefault="00B65DC9" w:rsidP="00B65DC9">
      <w:r>
        <w:t>109.8214</w:t>
      </w:r>
      <w:r>
        <w:tab/>
        <w:t>1.013e0</w:t>
      </w:r>
    </w:p>
    <w:p w:rsidR="00B65DC9" w:rsidRDefault="00B65DC9" w:rsidP="00B65DC9">
      <w:r>
        <w:t>109.8353</w:t>
      </w:r>
      <w:r>
        <w:tab/>
        <w:t>1.266e-2</w:t>
      </w:r>
    </w:p>
    <w:p w:rsidR="00B65DC9" w:rsidRDefault="00B65DC9" w:rsidP="00B65DC9">
      <w:r>
        <w:t>109.8462</w:t>
      </w:r>
      <w:r>
        <w:tab/>
        <w:t>1.013e0</w:t>
      </w:r>
    </w:p>
    <w:p w:rsidR="00B65DC9" w:rsidRDefault="00B65DC9" w:rsidP="00B65DC9">
      <w:r>
        <w:t>109.8740</w:t>
      </w:r>
      <w:r>
        <w:tab/>
        <w:t>1.013e0</w:t>
      </w:r>
    </w:p>
    <w:p w:rsidR="00B65DC9" w:rsidRDefault="00B65DC9" w:rsidP="00B65DC9">
      <w:r>
        <w:t>109.8827</w:t>
      </w:r>
      <w:r>
        <w:tab/>
        <w:t>1.266e-2</w:t>
      </w:r>
    </w:p>
    <w:p w:rsidR="00B65DC9" w:rsidRDefault="00B65DC9" w:rsidP="00B65DC9">
      <w:r>
        <w:t>109.8879</w:t>
      </w:r>
      <w:r>
        <w:tab/>
        <w:t>1.013e0</w:t>
      </w:r>
    </w:p>
    <w:p w:rsidR="00B65DC9" w:rsidRDefault="00B65DC9" w:rsidP="00B65DC9">
      <w:r>
        <w:lastRenderedPageBreak/>
        <w:t>109.8992</w:t>
      </w:r>
      <w:r>
        <w:tab/>
        <w:t>1.013e0</w:t>
      </w:r>
    </w:p>
    <w:p w:rsidR="00B65DC9" w:rsidRDefault="00B65DC9" w:rsidP="00B65DC9">
      <w:r>
        <w:t>109.9158</w:t>
      </w:r>
      <w:r>
        <w:tab/>
        <w:t>1.013e0</w:t>
      </w:r>
    </w:p>
    <w:p w:rsidR="00B65DC9" w:rsidRDefault="00B65DC9" w:rsidP="00B65DC9">
      <w:r>
        <w:t>109.9185</w:t>
      </w:r>
      <w:r>
        <w:tab/>
        <w:t>1.013e0</w:t>
      </w:r>
    </w:p>
    <w:p w:rsidR="00B65DC9" w:rsidRDefault="00B65DC9" w:rsidP="00B65DC9">
      <w:r>
        <w:t>109.9465</w:t>
      </w:r>
      <w:r>
        <w:tab/>
        <w:t>2.532e-2</w:t>
      </w:r>
    </w:p>
    <w:p w:rsidR="00B65DC9" w:rsidRDefault="00B65DC9" w:rsidP="00B65DC9">
      <w:r>
        <w:t>109.9521</w:t>
      </w:r>
      <w:r>
        <w:tab/>
        <w:t>2.532e-2</w:t>
      </w:r>
    </w:p>
    <w:p w:rsidR="00B65DC9" w:rsidRDefault="00B65DC9" w:rsidP="00B65DC9">
      <w:r>
        <w:t>109.9798</w:t>
      </w:r>
      <w:r>
        <w:tab/>
        <w:t>1.013e0</w:t>
      </w:r>
    </w:p>
    <w:p w:rsidR="00B65DC9" w:rsidRDefault="00B65DC9" w:rsidP="00B65DC9">
      <w:r>
        <w:t>110.0023</w:t>
      </w:r>
      <w:r>
        <w:tab/>
        <w:t>1.266e-2</w:t>
      </w:r>
    </w:p>
    <w:p w:rsidR="00B65DC9" w:rsidRDefault="00B65DC9" w:rsidP="00B65DC9">
      <w:r>
        <w:t>110.0106</w:t>
      </w:r>
      <w:r>
        <w:tab/>
        <w:t>1.013e0</w:t>
      </w:r>
    </w:p>
    <w:p w:rsidR="00B65DC9" w:rsidRDefault="00B65DC9" w:rsidP="00B65DC9">
      <w:r>
        <w:t>110.0232</w:t>
      </w:r>
      <w:r>
        <w:tab/>
        <w:t>2.025e0</w:t>
      </w:r>
    </w:p>
    <w:p w:rsidR="00B65DC9" w:rsidRDefault="00B65DC9" w:rsidP="00B65DC9">
      <w:r>
        <w:t>110.0273</w:t>
      </w:r>
      <w:r>
        <w:tab/>
        <w:t>1.266e-2</w:t>
      </w:r>
    </w:p>
    <w:p w:rsidR="00B65DC9" w:rsidRDefault="00B65DC9" w:rsidP="00B65DC9">
      <w:r>
        <w:t>110.0455</w:t>
      </w:r>
      <w:r>
        <w:tab/>
        <w:t>2.025e0</w:t>
      </w:r>
    </w:p>
    <w:p w:rsidR="00B65DC9" w:rsidRDefault="00B65DC9" w:rsidP="00B65DC9">
      <w:r>
        <w:t>110.0651</w:t>
      </w:r>
      <w:r>
        <w:tab/>
        <w:t>2.025e0</w:t>
      </w:r>
    </w:p>
    <w:p w:rsidR="00B65DC9" w:rsidRDefault="00B65DC9" w:rsidP="00B65DC9">
      <w:r>
        <w:t>110.0775</w:t>
      </w:r>
      <w:r>
        <w:tab/>
        <w:t>3.038e0</w:t>
      </w:r>
    </w:p>
    <w:p w:rsidR="00B65DC9" w:rsidRDefault="00B65DC9" w:rsidP="00B65DC9">
      <w:r>
        <w:t>110.0796</w:t>
      </w:r>
      <w:r>
        <w:tab/>
        <w:t>3.798e-2</w:t>
      </w:r>
    </w:p>
    <w:p w:rsidR="00B65DC9" w:rsidRDefault="00B65DC9" w:rsidP="00B65DC9">
      <w:r>
        <w:t>110.1166</w:t>
      </w:r>
      <w:r>
        <w:tab/>
        <w:t>1.013e0</w:t>
      </w:r>
    </w:p>
    <w:p w:rsidR="00B65DC9" w:rsidRDefault="00B65DC9" w:rsidP="00B65DC9">
      <w:r>
        <w:t>110.1487</w:t>
      </w:r>
      <w:r>
        <w:tab/>
        <w:t>2.025e0</w:t>
      </w:r>
    </w:p>
    <w:p w:rsidR="00B65DC9" w:rsidRDefault="00B65DC9" w:rsidP="00B65DC9">
      <w:r>
        <w:t>110.2004</w:t>
      </w:r>
      <w:r>
        <w:tab/>
        <w:t>1.013e0</w:t>
      </w:r>
    </w:p>
    <w:p w:rsidR="00B65DC9" w:rsidRDefault="00B65DC9" w:rsidP="00B65DC9">
      <w:r>
        <w:t>110.2587</w:t>
      </w:r>
      <w:r>
        <w:tab/>
        <w:t>1.266e-2</w:t>
      </w:r>
    </w:p>
    <w:p w:rsidR="00B65DC9" w:rsidRDefault="00B65DC9" w:rsidP="00B65DC9">
      <w:r>
        <w:t>110.3063</w:t>
      </w:r>
      <w:r>
        <w:tab/>
        <w:t>1.266e-2</w:t>
      </w:r>
    </w:p>
    <w:p w:rsidR="00B65DC9" w:rsidRDefault="00B65DC9" w:rsidP="00B65DC9">
      <w:r>
        <w:lastRenderedPageBreak/>
        <w:t>110.3148</w:t>
      </w:r>
      <w:r>
        <w:tab/>
        <w:t>1.266e-2</w:t>
      </w:r>
    </w:p>
    <w:p w:rsidR="00B65DC9" w:rsidRDefault="00B65DC9" w:rsidP="00B65DC9">
      <w:r>
        <w:t>110.3288</w:t>
      </w:r>
      <w:r>
        <w:tab/>
        <w:t>1.013e0</w:t>
      </w:r>
    </w:p>
    <w:p w:rsidR="00B65DC9" w:rsidRDefault="00B65DC9" w:rsidP="00B65DC9">
      <w:r>
        <w:t>110.3624</w:t>
      </w:r>
      <w:r>
        <w:tab/>
        <w:t>1.266e-2</w:t>
      </w:r>
    </w:p>
    <w:p w:rsidR="00B65DC9" w:rsidRDefault="00B65DC9" w:rsidP="00B65DC9">
      <w:r>
        <w:t>110.3792</w:t>
      </w:r>
      <w:r>
        <w:tab/>
        <w:t>1.266e-2</w:t>
      </w:r>
    </w:p>
    <w:p w:rsidR="00B65DC9" w:rsidRDefault="00B65DC9" w:rsidP="00B65DC9">
      <w:r>
        <w:t>110.4683</w:t>
      </w:r>
      <w:r>
        <w:tab/>
        <w:t>1.266e-2</w:t>
      </w:r>
    </w:p>
    <w:p w:rsidR="00B65DC9" w:rsidRDefault="00B65DC9" w:rsidP="00B65DC9">
      <w:r>
        <w:t>110.4880</w:t>
      </w:r>
      <w:r>
        <w:tab/>
        <w:t>1.266e-2</w:t>
      </w:r>
    </w:p>
    <w:p w:rsidR="00B65DC9" w:rsidRDefault="00B65DC9" w:rsidP="00B65DC9">
      <w:r>
        <w:t>110.5160</w:t>
      </w:r>
      <w:r>
        <w:tab/>
        <w:t>2.025e0</w:t>
      </w:r>
    </w:p>
    <w:p w:rsidR="00B65DC9" w:rsidRDefault="00B65DC9" w:rsidP="00B65DC9">
      <w:r>
        <w:t>110.5269</w:t>
      </w:r>
      <w:r>
        <w:tab/>
        <w:t>1.013e0</w:t>
      </w:r>
    </w:p>
    <w:p w:rsidR="00B65DC9" w:rsidRDefault="00B65DC9" w:rsidP="00B65DC9">
      <w:r>
        <w:t>110.5409</w:t>
      </w:r>
      <w:r>
        <w:tab/>
        <w:t>1.266e-2</w:t>
      </w:r>
    </w:p>
    <w:p w:rsidR="00B65DC9" w:rsidRDefault="00B65DC9" w:rsidP="00B65DC9">
      <w:r>
        <w:t>110.5547</w:t>
      </w:r>
      <w:r>
        <w:tab/>
        <w:t>1.013e0</w:t>
      </w:r>
    </w:p>
    <w:p w:rsidR="00B65DC9" w:rsidRDefault="00B65DC9" w:rsidP="00B65DC9">
      <w:r>
        <w:t>110.6752</w:t>
      </w:r>
      <w:r>
        <w:tab/>
        <w:t>1.266e-2</w:t>
      </w:r>
    </w:p>
    <w:p w:rsidR="00B65DC9" w:rsidRDefault="00B65DC9" w:rsidP="00B65DC9">
      <w:r>
        <w:t>110.6806</w:t>
      </w:r>
      <w:r>
        <w:tab/>
        <w:t>1.013e0</w:t>
      </w:r>
    </w:p>
    <w:p w:rsidR="00B65DC9" w:rsidRDefault="00B65DC9" w:rsidP="00B65DC9">
      <w:r>
        <w:t>110.6922</w:t>
      </w:r>
      <w:r>
        <w:tab/>
        <w:t>1.266e-2</w:t>
      </w:r>
    </w:p>
    <w:p w:rsidR="00B65DC9" w:rsidRDefault="00B65DC9" w:rsidP="00B65DC9">
      <w:r>
        <w:t>110.7089</w:t>
      </w:r>
      <w:r>
        <w:tab/>
        <w:t>1.013e0</w:t>
      </w:r>
    </w:p>
    <w:p w:rsidR="00B65DC9" w:rsidRDefault="00B65DC9" w:rsidP="00B65DC9">
      <w:r>
        <w:t>110.7255</w:t>
      </w:r>
      <w:r>
        <w:tab/>
        <w:t>2.025e0</w:t>
      </w:r>
    </w:p>
    <w:p w:rsidR="00B65DC9" w:rsidRDefault="00B65DC9" w:rsidP="00B65DC9">
      <w:r>
        <w:t>110.7645</w:t>
      </w:r>
      <w:r>
        <w:tab/>
        <w:t>2.025e0</w:t>
      </w:r>
    </w:p>
    <w:p w:rsidR="00B65DC9" w:rsidRDefault="00B65DC9" w:rsidP="00B65DC9">
      <w:r>
        <w:t>110.7730</w:t>
      </w:r>
      <w:r>
        <w:tab/>
        <w:t>1.013e0</w:t>
      </w:r>
    </w:p>
    <w:p w:rsidR="00B65DC9" w:rsidRDefault="00B65DC9" w:rsidP="00B65DC9">
      <w:r>
        <w:t>110.7953</w:t>
      </w:r>
      <w:r>
        <w:tab/>
        <w:t>1.013e0</w:t>
      </w:r>
    </w:p>
    <w:p w:rsidR="00B65DC9" w:rsidRDefault="00B65DC9" w:rsidP="00B65DC9">
      <w:r>
        <w:t>110.8010</w:t>
      </w:r>
      <w:r>
        <w:tab/>
        <w:t>1.266e-2</w:t>
      </w:r>
    </w:p>
    <w:p w:rsidR="00B65DC9" w:rsidRDefault="00B65DC9" w:rsidP="00B65DC9">
      <w:r>
        <w:lastRenderedPageBreak/>
        <w:t>110.8934</w:t>
      </w:r>
      <w:r>
        <w:tab/>
        <w:t>1.013e0</w:t>
      </w:r>
    </w:p>
    <w:p w:rsidR="00B65DC9" w:rsidRDefault="00B65DC9" w:rsidP="00B65DC9">
      <w:r>
        <w:t>110.8962</w:t>
      </w:r>
      <w:r>
        <w:tab/>
        <w:t>1.013e0</w:t>
      </w:r>
    </w:p>
    <w:p w:rsidR="00B65DC9" w:rsidRDefault="00B65DC9" w:rsidP="00B65DC9">
      <w:r>
        <w:t>110.9156</w:t>
      </w:r>
      <w:r>
        <w:tab/>
        <w:t>1.013e0</w:t>
      </w:r>
    </w:p>
    <w:p w:rsidR="00B65DC9" w:rsidRDefault="00B65DC9" w:rsidP="00B65DC9">
      <w:r>
        <w:t>110.9520</w:t>
      </w:r>
      <w:r>
        <w:tab/>
        <w:t>1.013e0</w:t>
      </w:r>
    </w:p>
    <w:p w:rsidR="00B65DC9" w:rsidRDefault="00B65DC9" w:rsidP="00B65DC9">
      <w:r>
        <w:t>110.9608</w:t>
      </w:r>
      <w:r>
        <w:tab/>
        <w:t>1.013e0</w:t>
      </w:r>
    </w:p>
    <w:p w:rsidR="00B65DC9" w:rsidRDefault="00B65DC9" w:rsidP="00B65DC9">
      <w:r>
        <w:t>110.9632</w:t>
      </w:r>
      <w:r>
        <w:tab/>
        <w:t>1.013e0</w:t>
      </w:r>
    </w:p>
    <w:p w:rsidR="00B65DC9" w:rsidRDefault="00B65DC9" w:rsidP="00B65DC9">
      <w:r>
        <w:t>111.0083</w:t>
      </w:r>
      <w:r>
        <w:tab/>
        <w:t>1.266e-2</w:t>
      </w:r>
    </w:p>
    <w:p w:rsidR="00B65DC9" w:rsidRDefault="00B65DC9" w:rsidP="00B65DC9">
      <w:r>
        <w:t>111.0193</w:t>
      </w:r>
      <w:r>
        <w:tab/>
        <w:t>1.013e0</w:t>
      </w:r>
    </w:p>
    <w:p w:rsidR="00B65DC9" w:rsidRDefault="00B65DC9" w:rsidP="00B65DC9">
      <w:r>
        <w:t>111.0305</w:t>
      </w:r>
      <w:r>
        <w:tab/>
        <w:t>1.266e-2</w:t>
      </w:r>
    </w:p>
    <w:p w:rsidR="00B65DC9" w:rsidRDefault="00B65DC9" w:rsidP="00B65DC9">
      <w:r>
        <w:t>111.0375</w:t>
      </w:r>
      <w:r>
        <w:tab/>
        <w:t>2.025e0</w:t>
      </w:r>
    </w:p>
    <w:p w:rsidR="00B65DC9" w:rsidRDefault="00B65DC9" w:rsidP="00B65DC9">
      <w:r>
        <w:t>111.0417</w:t>
      </w:r>
      <w:r>
        <w:tab/>
        <w:t>1.013e0</w:t>
      </w:r>
    </w:p>
    <w:p w:rsidR="00B65DC9" w:rsidRDefault="00B65DC9" w:rsidP="00B65DC9">
      <w:r>
        <w:t>111.0488</w:t>
      </w:r>
      <w:r>
        <w:tab/>
        <w:t>2.025e0</w:t>
      </w:r>
    </w:p>
    <w:p w:rsidR="00B65DC9" w:rsidRDefault="00B65DC9" w:rsidP="00B65DC9">
      <w:r>
        <w:t>111.0823</w:t>
      </w:r>
      <w:r>
        <w:tab/>
        <w:t>2.025e0</w:t>
      </w:r>
    </w:p>
    <w:p w:rsidR="00B65DC9" w:rsidRDefault="00B65DC9" w:rsidP="00B65DC9">
      <w:r>
        <w:t>111.1018</w:t>
      </w:r>
      <w:r>
        <w:tab/>
        <w:t>2.233e0</w:t>
      </w:r>
    </w:p>
    <w:p w:rsidR="00B65DC9" w:rsidRDefault="00B65DC9" w:rsidP="00B65DC9">
      <w:r>
        <w:t>111.1061</w:t>
      </w:r>
      <w:r>
        <w:tab/>
        <w:t>1.013e0</w:t>
      </w:r>
    </w:p>
    <w:p w:rsidR="00B65DC9" w:rsidRDefault="00B65DC9" w:rsidP="00B65DC9">
      <w:r>
        <w:t>111.1215</w:t>
      </w:r>
      <w:r>
        <w:tab/>
        <w:t>2.025e0</w:t>
      </w:r>
    </w:p>
    <w:p w:rsidR="00B65DC9" w:rsidRDefault="00B65DC9" w:rsidP="00B65DC9">
      <w:r>
        <w:t>111.1511</w:t>
      </w:r>
      <w:r>
        <w:tab/>
        <w:t>1.266e-2</w:t>
      </w:r>
    </w:p>
    <w:p w:rsidR="00B65DC9" w:rsidRDefault="00B65DC9" w:rsidP="00B65DC9">
      <w:r>
        <w:t>111.1732</w:t>
      </w:r>
      <w:r>
        <w:tab/>
        <w:t>2.025e0</w:t>
      </w:r>
    </w:p>
    <w:p w:rsidR="00B65DC9" w:rsidRDefault="00B65DC9" w:rsidP="00B65DC9">
      <w:r>
        <w:t>111.1958</w:t>
      </w:r>
      <w:r>
        <w:tab/>
        <w:t>1.013e0</w:t>
      </w:r>
    </w:p>
    <w:p w:rsidR="00B65DC9" w:rsidRDefault="00B65DC9" w:rsidP="00B65DC9">
      <w:r>
        <w:lastRenderedPageBreak/>
        <w:t>111.1988</w:t>
      </w:r>
      <w:r>
        <w:tab/>
        <w:t>1.266e-2</w:t>
      </w:r>
    </w:p>
    <w:p w:rsidR="00B65DC9" w:rsidRDefault="00B65DC9" w:rsidP="00B65DC9">
      <w:r>
        <w:t>111.2098</w:t>
      </w:r>
      <w:r>
        <w:tab/>
        <w:t>1.013e0</w:t>
      </w:r>
    </w:p>
    <w:p w:rsidR="00B65DC9" w:rsidRDefault="00B65DC9" w:rsidP="00B65DC9">
      <w:r>
        <w:t>111.2546</w:t>
      </w:r>
      <w:r>
        <w:tab/>
        <w:t>1.013e0</w:t>
      </w:r>
    </w:p>
    <w:p w:rsidR="00B65DC9" w:rsidRDefault="00B65DC9" w:rsidP="00B65DC9">
      <w:r>
        <w:t>111.2824</w:t>
      </w:r>
      <w:r>
        <w:tab/>
        <w:t>1.013e0</w:t>
      </w:r>
    </w:p>
    <w:p w:rsidR="00B65DC9" w:rsidRDefault="00B65DC9" w:rsidP="00B65DC9">
      <w:r>
        <w:t>111.2966</w:t>
      </w:r>
      <w:r>
        <w:tab/>
        <w:t>1.013e0</w:t>
      </w:r>
    </w:p>
    <w:p w:rsidR="00B65DC9" w:rsidRDefault="00B65DC9" w:rsidP="00B65DC9">
      <w:r>
        <w:t>111.3022</w:t>
      </w:r>
      <w:r>
        <w:tab/>
        <w:t>1.266e-2</w:t>
      </w:r>
    </w:p>
    <w:p w:rsidR="00B65DC9" w:rsidRDefault="00B65DC9" w:rsidP="00B65DC9">
      <w:r>
        <w:t>111.3191</w:t>
      </w:r>
      <w:r>
        <w:tab/>
        <w:t>1.266e-2</w:t>
      </w:r>
    </w:p>
    <w:p w:rsidR="00B65DC9" w:rsidRDefault="00B65DC9" w:rsidP="00B65DC9">
      <w:r>
        <w:t>111.3443</w:t>
      </w:r>
      <w:r>
        <w:tab/>
        <w:t>1.013e0</w:t>
      </w:r>
    </w:p>
    <w:p w:rsidR="00B65DC9" w:rsidRDefault="00B65DC9" w:rsidP="00B65DC9">
      <w:r>
        <w:t>111.3836</w:t>
      </w:r>
      <w:r>
        <w:tab/>
        <w:t>1.266e-2</w:t>
      </w:r>
    </w:p>
    <w:p w:rsidR="00B65DC9" w:rsidRDefault="00B65DC9" w:rsidP="00B65DC9">
      <w:r>
        <w:t>111.4230</w:t>
      </w:r>
      <w:r>
        <w:tab/>
        <w:t>1.266e-2</w:t>
      </w:r>
    </w:p>
    <w:p w:rsidR="00B65DC9" w:rsidRDefault="00B65DC9" w:rsidP="00B65DC9">
      <w:r>
        <w:t>111.4254</w:t>
      </w:r>
      <w:r>
        <w:tab/>
        <w:t>1.266e-2</w:t>
      </w:r>
    </w:p>
    <w:p w:rsidR="00B65DC9" w:rsidRDefault="00B65DC9" w:rsidP="00B65DC9">
      <w:r>
        <w:t>111.4314</w:t>
      </w:r>
      <w:r>
        <w:tab/>
        <w:t>1.013e0</w:t>
      </w:r>
    </w:p>
    <w:p w:rsidR="00B65DC9" w:rsidRDefault="00B65DC9" w:rsidP="00B65DC9">
      <w:r>
        <w:t>111.4371</w:t>
      </w:r>
      <w:r>
        <w:tab/>
        <w:t>1.013e0</w:t>
      </w:r>
    </w:p>
    <w:p w:rsidR="00B65DC9" w:rsidRDefault="00B65DC9" w:rsidP="00B65DC9">
      <w:r>
        <w:t>111.4621</w:t>
      </w:r>
      <w:r>
        <w:tab/>
        <w:t>1.013e0</w:t>
      </w:r>
    </w:p>
    <w:p w:rsidR="00B65DC9" w:rsidRDefault="00B65DC9" w:rsidP="00B65DC9">
      <w:r>
        <w:t>111.4650</w:t>
      </w:r>
      <w:r>
        <w:tab/>
        <w:t>1.266e-2</w:t>
      </w:r>
    </w:p>
    <w:p w:rsidR="00B65DC9" w:rsidRDefault="00B65DC9" w:rsidP="00B65DC9">
      <w:r>
        <w:t>111.4874</w:t>
      </w:r>
      <w:r>
        <w:tab/>
        <w:t>1.013e0</w:t>
      </w:r>
    </w:p>
    <w:p w:rsidR="00B65DC9" w:rsidRDefault="00B65DC9" w:rsidP="00B65DC9">
      <w:r>
        <w:t>111.5604</w:t>
      </w:r>
      <w:r>
        <w:tab/>
        <w:t>1.013e0</w:t>
      </w:r>
    </w:p>
    <w:p w:rsidR="00B65DC9" w:rsidRDefault="00B65DC9" w:rsidP="00B65DC9">
      <w:r>
        <w:t>111.5664</w:t>
      </w:r>
      <w:r>
        <w:tab/>
        <w:t>1.013e0</w:t>
      </w:r>
    </w:p>
    <w:p w:rsidR="00B65DC9" w:rsidRDefault="00B65DC9" w:rsidP="00B65DC9">
      <w:r>
        <w:t>111.5830</w:t>
      </w:r>
      <w:r>
        <w:tab/>
        <w:t>1.266e-2</w:t>
      </w:r>
    </w:p>
    <w:p w:rsidR="00B65DC9" w:rsidRDefault="00B65DC9" w:rsidP="00B65DC9">
      <w:r>
        <w:lastRenderedPageBreak/>
        <w:t>111.6164</w:t>
      </w:r>
      <w:r>
        <w:tab/>
        <w:t>1.266e-2</w:t>
      </w:r>
    </w:p>
    <w:p w:rsidR="00B65DC9" w:rsidRDefault="00B65DC9" w:rsidP="00B65DC9">
      <w:r>
        <w:t>111.6279</w:t>
      </w:r>
      <w:r>
        <w:tab/>
        <w:t>1.266e-2</w:t>
      </w:r>
    </w:p>
    <w:p w:rsidR="00B65DC9" w:rsidRDefault="00B65DC9" w:rsidP="00B65DC9">
      <w:r>
        <w:t>111.6618</w:t>
      </w:r>
      <w:r>
        <w:tab/>
        <w:t>1.266e-2</w:t>
      </w:r>
    </w:p>
    <w:p w:rsidR="00B65DC9" w:rsidRDefault="00B65DC9" w:rsidP="00B65DC9">
      <w:r>
        <w:t>111.6809</w:t>
      </w:r>
      <w:r>
        <w:tab/>
        <w:t>1.266e-2</w:t>
      </w:r>
    </w:p>
    <w:p w:rsidR="00B65DC9" w:rsidRDefault="00B65DC9" w:rsidP="00B65DC9">
      <w:r>
        <w:t>111.7036</w:t>
      </w:r>
      <w:r>
        <w:tab/>
        <w:t>1.013e0</w:t>
      </w:r>
    </w:p>
    <w:p w:rsidR="00B65DC9" w:rsidRDefault="00B65DC9" w:rsidP="00B65DC9">
      <w:r>
        <w:t>111.7050</w:t>
      </w:r>
      <w:r>
        <w:tab/>
        <w:t>2.025e0</w:t>
      </w:r>
    </w:p>
    <w:p w:rsidR="00B65DC9" w:rsidRDefault="00B65DC9" w:rsidP="00B65DC9">
      <w:r>
        <w:t>111.7064</w:t>
      </w:r>
      <w:r>
        <w:tab/>
        <w:t>1.013e0</w:t>
      </w:r>
    </w:p>
    <w:p w:rsidR="00B65DC9" w:rsidRDefault="00B65DC9" w:rsidP="00B65DC9">
      <w:r>
        <w:t>111.7513</w:t>
      </w:r>
      <w:r>
        <w:tab/>
        <w:t>1.013e0</w:t>
      </w:r>
    </w:p>
    <w:p w:rsidR="00B65DC9" w:rsidRDefault="00B65DC9" w:rsidP="00B65DC9">
      <w:r>
        <w:t>111.7711</w:t>
      </w:r>
      <w:r>
        <w:tab/>
        <w:t>1.013e0</w:t>
      </w:r>
    </w:p>
    <w:p w:rsidR="00B65DC9" w:rsidRDefault="00B65DC9" w:rsidP="00B65DC9">
      <w:r>
        <w:t>111.8101</w:t>
      </w:r>
      <w:r>
        <w:tab/>
        <w:t>1.266e-2</w:t>
      </w:r>
    </w:p>
    <w:p w:rsidR="00B65DC9" w:rsidRDefault="00B65DC9" w:rsidP="00B65DC9">
      <w:r>
        <w:t>111.8328</w:t>
      </w:r>
      <w:r>
        <w:tab/>
        <w:t>1.013e0</w:t>
      </w:r>
    </w:p>
    <w:p w:rsidR="00B65DC9" w:rsidRDefault="00B65DC9" w:rsidP="00B65DC9">
      <w:r>
        <w:t>111.8357</w:t>
      </w:r>
      <w:r>
        <w:tab/>
        <w:t>1.013e0</w:t>
      </w:r>
    </w:p>
    <w:p w:rsidR="00B65DC9" w:rsidRDefault="00B65DC9" w:rsidP="00B65DC9">
      <w:r>
        <w:t>111.8526</w:t>
      </w:r>
      <w:r>
        <w:tab/>
        <w:t>1.013e0</w:t>
      </w:r>
    </w:p>
    <w:p w:rsidR="00B65DC9" w:rsidRDefault="00B65DC9" w:rsidP="00B65DC9">
      <w:r>
        <w:t>111.8637</w:t>
      </w:r>
      <w:r>
        <w:tab/>
        <w:t>1.266e-2</w:t>
      </w:r>
    </w:p>
    <w:p w:rsidR="00B65DC9" w:rsidRDefault="00B65DC9" w:rsidP="00B65DC9">
      <w:r>
        <w:t>111.8864</w:t>
      </w:r>
      <w:r>
        <w:tab/>
        <w:t>1.013e0</w:t>
      </w:r>
    </w:p>
    <w:p w:rsidR="00B65DC9" w:rsidRDefault="00B65DC9" w:rsidP="00B65DC9">
      <w:r>
        <w:t>111.9174</w:t>
      </w:r>
      <w:r>
        <w:tab/>
        <w:t>1.266e-2</w:t>
      </w:r>
    </w:p>
    <w:p w:rsidR="00B65DC9" w:rsidRDefault="00B65DC9" w:rsidP="00B65DC9">
      <w:r>
        <w:t>111.9395</w:t>
      </w:r>
      <w:r>
        <w:tab/>
        <w:t>2.532e-2</w:t>
      </w:r>
    </w:p>
    <w:p w:rsidR="00B65DC9" w:rsidRDefault="00B65DC9" w:rsidP="00B65DC9">
      <w:r>
        <w:t>111.9593</w:t>
      </w:r>
      <w:r>
        <w:tab/>
        <w:t>1.013e0</w:t>
      </w:r>
    </w:p>
    <w:p w:rsidR="00B65DC9" w:rsidRDefault="00B65DC9" w:rsidP="00B65DC9">
      <w:r>
        <w:t>112.0496</w:t>
      </w:r>
      <w:r>
        <w:tab/>
        <w:t>1.266e-2</w:t>
      </w:r>
    </w:p>
    <w:p w:rsidR="00B65DC9" w:rsidRDefault="00B65DC9" w:rsidP="00B65DC9">
      <w:r>
        <w:lastRenderedPageBreak/>
        <w:t>112.0619</w:t>
      </w:r>
      <w:r>
        <w:tab/>
        <w:t>4.051e0</w:t>
      </w:r>
    </w:p>
    <w:p w:rsidR="00B65DC9" w:rsidRDefault="00B65DC9" w:rsidP="00B65DC9">
      <w:r>
        <w:t>112.0665</w:t>
      </w:r>
      <w:r>
        <w:tab/>
        <w:t>1.025e0</w:t>
      </w:r>
    </w:p>
    <w:p w:rsidR="00B65DC9" w:rsidRDefault="00B65DC9" w:rsidP="00B65DC9">
      <w:r>
        <w:t>112.0917</w:t>
      </w:r>
      <w:r>
        <w:tab/>
        <w:t>1.086e-1</w:t>
      </w:r>
    </w:p>
    <w:p w:rsidR="00B65DC9" w:rsidRDefault="00B65DC9" w:rsidP="00B65DC9">
      <w:r>
        <w:t>112.0930</w:t>
      </w:r>
      <w:r>
        <w:tab/>
        <w:t>4.051e0</w:t>
      </w:r>
    </w:p>
    <w:p w:rsidR="00B65DC9" w:rsidRDefault="00B65DC9" w:rsidP="00B65DC9">
      <w:r>
        <w:t>112.1167</w:t>
      </w:r>
      <w:r>
        <w:tab/>
        <w:t>1.266e-2</w:t>
      </w:r>
    </w:p>
    <w:p w:rsidR="00B65DC9" w:rsidRDefault="00B65DC9" w:rsidP="00B65DC9">
      <w:r>
        <w:t>112.1182</w:t>
      </w:r>
      <w:r>
        <w:tab/>
        <w:t>2.025e0</w:t>
      </w:r>
    </w:p>
    <w:p w:rsidR="00B65DC9" w:rsidRDefault="00B65DC9" w:rsidP="00B65DC9">
      <w:r>
        <w:t>112.1408</w:t>
      </w:r>
      <w:r>
        <w:tab/>
        <w:t>2.025e0</w:t>
      </w:r>
    </w:p>
    <w:p w:rsidR="00B65DC9" w:rsidRDefault="00B65DC9" w:rsidP="00B65DC9">
      <w:r>
        <w:t>112.1534</w:t>
      </w:r>
      <w:r>
        <w:tab/>
        <w:t>1.013e0</w:t>
      </w:r>
    </w:p>
    <w:p w:rsidR="00B65DC9" w:rsidRDefault="00B65DC9" w:rsidP="00B65DC9">
      <w:r>
        <w:t>112.1674</w:t>
      </w:r>
      <w:r>
        <w:tab/>
        <w:t>1.013e0</w:t>
      </w:r>
    </w:p>
    <w:p w:rsidR="00B65DC9" w:rsidRDefault="00B65DC9" w:rsidP="00B65DC9">
      <w:r>
        <w:t>112.2181</w:t>
      </w:r>
      <w:r>
        <w:tab/>
        <w:t>1.013e0</w:t>
      </w:r>
    </w:p>
    <w:p w:rsidR="00B65DC9" w:rsidRDefault="00B65DC9" w:rsidP="00B65DC9">
      <w:r>
        <w:t>112.2269</w:t>
      </w:r>
      <w:r>
        <w:tab/>
        <w:t>2.025e0</w:t>
      </w:r>
    </w:p>
    <w:p w:rsidR="00B65DC9" w:rsidRDefault="00B65DC9" w:rsidP="00B65DC9">
      <w:r>
        <w:t>112.2632</w:t>
      </w:r>
      <w:r>
        <w:tab/>
        <w:t>2.025e0</w:t>
      </w:r>
    </w:p>
    <w:p w:rsidR="00B65DC9" w:rsidRDefault="00B65DC9" w:rsidP="00B65DC9">
      <w:r>
        <w:t>112.2773</w:t>
      </w:r>
      <w:r>
        <w:tab/>
        <w:t>2.038e0</w:t>
      </w:r>
    </w:p>
    <w:p w:rsidR="00B65DC9" w:rsidRDefault="00B65DC9" w:rsidP="00B65DC9">
      <w:r>
        <w:t>112.2859</w:t>
      </w:r>
      <w:r>
        <w:tab/>
        <w:t>1.013e0</w:t>
      </w:r>
    </w:p>
    <w:p w:rsidR="00B65DC9" w:rsidRDefault="00B65DC9" w:rsidP="00B65DC9">
      <w:r>
        <w:t>112.2942</w:t>
      </w:r>
      <w:r>
        <w:tab/>
        <w:t>2.025e0</w:t>
      </w:r>
    </w:p>
    <w:p w:rsidR="00B65DC9" w:rsidRDefault="00B65DC9" w:rsidP="00B65DC9">
      <w:r>
        <w:t>112.2970</w:t>
      </w:r>
      <w:r>
        <w:tab/>
        <w:t>1.266e-2</w:t>
      </w:r>
    </w:p>
    <w:p w:rsidR="00B65DC9" w:rsidRDefault="00B65DC9" w:rsidP="00B65DC9">
      <w:r>
        <w:t>112.3027</w:t>
      </w:r>
      <w:r>
        <w:tab/>
        <w:t>1.013e0</w:t>
      </w:r>
    </w:p>
    <w:p w:rsidR="00B65DC9" w:rsidRDefault="00B65DC9" w:rsidP="00B65DC9">
      <w:r>
        <w:t>112.3447</w:t>
      </w:r>
      <w:r>
        <w:tab/>
        <w:t>1.013e0</w:t>
      </w:r>
    </w:p>
    <w:p w:rsidR="00B65DC9" w:rsidRDefault="00B65DC9" w:rsidP="00B65DC9">
      <w:r>
        <w:t>112.4603</w:t>
      </w:r>
      <w:r>
        <w:tab/>
        <w:t>1.013e0</w:t>
      </w:r>
    </w:p>
    <w:p w:rsidR="00B65DC9" w:rsidRDefault="00B65DC9" w:rsidP="00B65DC9">
      <w:r>
        <w:lastRenderedPageBreak/>
        <w:t>112.4721</w:t>
      </w:r>
      <w:r>
        <w:tab/>
        <w:t>1.013e0</w:t>
      </w:r>
    </w:p>
    <w:p w:rsidR="00B65DC9" w:rsidRDefault="00B65DC9" w:rsidP="00B65DC9">
      <w:r>
        <w:t>112.5001</w:t>
      </w:r>
      <w:r>
        <w:tab/>
        <w:t>1.013e0</w:t>
      </w:r>
    </w:p>
    <w:p w:rsidR="00B65DC9" w:rsidRDefault="00B65DC9" w:rsidP="00B65DC9">
      <w:r>
        <w:t>112.5619</w:t>
      </w:r>
      <w:r>
        <w:tab/>
        <w:t>1.266e-2</w:t>
      </w:r>
    </w:p>
    <w:p w:rsidR="00B65DC9" w:rsidRDefault="00B65DC9" w:rsidP="00B65DC9">
      <w:r>
        <w:t>112.5790</w:t>
      </w:r>
      <w:r>
        <w:tab/>
        <w:t>1.013e0</w:t>
      </w:r>
    </w:p>
    <w:p w:rsidR="00B65DC9" w:rsidRDefault="00B65DC9" w:rsidP="00B65DC9">
      <w:r>
        <w:t>112.5846</w:t>
      </w:r>
      <w:r>
        <w:tab/>
        <w:t>1.266e-2</w:t>
      </w:r>
    </w:p>
    <w:p w:rsidR="00B65DC9" w:rsidRDefault="00B65DC9" w:rsidP="00B65DC9">
      <w:r>
        <w:t>112.6016</w:t>
      </w:r>
      <w:r>
        <w:tab/>
        <w:t>1.013e0</w:t>
      </w:r>
    </w:p>
    <w:p w:rsidR="00B65DC9" w:rsidRDefault="00B65DC9" w:rsidP="00B65DC9">
      <w:r>
        <w:t>112.6340</w:t>
      </w:r>
      <w:r>
        <w:tab/>
        <w:t>2.025e0</w:t>
      </w:r>
    </w:p>
    <w:p w:rsidR="00B65DC9" w:rsidRDefault="00B65DC9" w:rsidP="00B65DC9">
      <w:r>
        <w:t>112.6577</w:t>
      </w:r>
      <w:r>
        <w:tab/>
        <w:t>1.013e0</w:t>
      </w:r>
    </w:p>
    <w:p w:rsidR="00B65DC9" w:rsidRDefault="00B65DC9" w:rsidP="00B65DC9">
      <w:r>
        <w:t>112.6717</w:t>
      </w:r>
      <w:r>
        <w:tab/>
        <w:t>1.266e-2</w:t>
      </w:r>
    </w:p>
    <w:p w:rsidR="00B65DC9" w:rsidRDefault="00B65DC9" w:rsidP="00B65DC9">
      <w:r>
        <w:t>112.7313</w:t>
      </w:r>
      <w:r>
        <w:tab/>
        <w:t>1.013e0</w:t>
      </w:r>
    </w:p>
    <w:p w:rsidR="00B65DC9" w:rsidRDefault="00B65DC9" w:rsidP="00B65DC9">
      <w:r>
        <w:t>112.8131</w:t>
      </w:r>
      <w:r>
        <w:tab/>
        <w:t>1.266e-2</w:t>
      </w:r>
    </w:p>
    <w:p w:rsidR="00B65DC9" w:rsidRDefault="00B65DC9" w:rsidP="00B65DC9">
      <w:r>
        <w:t>112.8244</w:t>
      </w:r>
      <w:r>
        <w:tab/>
        <w:t>1.013e0</w:t>
      </w:r>
    </w:p>
    <w:p w:rsidR="00B65DC9" w:rsidRDefault="00B65DC9" w:rsidP="00B65DC9">
      <w:r>
        <w:t>112.8694</w:t>
      </w:r>
      <w:r>
        <w:tab/>
        <w:t>2.025e0</w:t>
      </w:r>
    </w:p>
    <w:p w:rsidR="00B65DC9" w:rsidRDefault="00B65DC9" w:rsidP="00B65DC9">
      <w:r>
        <w:t>112.9372</w:t>
      </w:r>
      <w:r>
        <w:tab/>
        <w:t>1.013e0</w:t>
      </w:r>
    </w:p>
    <w:p w:rsidR="00B65DC9" w:rsidRDefault="00B65DC9" w:rsidP="00B65DC9">
      <w:r>
        <w:t>112.9445</w:t>
      </w:r>
      <w:r>
        <w:tab/>
        <w:t>2.025e0</w:t>
      </w:r>
    </w:p>
    <w:p w:rsidR="00B65DC9" w:rsidRDefault="00B65DC9" w:rsidP="00B65DC9">
      <w:r>
        <w:t>112.9600</w:t>
      </w:r>
      <w:r>
        <w:tab/>
        <w:t>2.025e0</w:t>
      </w:r>
    </w:p>
    <w:p w:rsidR="00B65DC9" w:rsidRDefault="00B65DC9" w:rsidP="00B65DC9">
      <w:r>
        <w:t>112.9968</w:t>
      </w:r>
      <w:r>
        <w:tab/>
        <w:t>1.266e-2</w:t>
      </w:r>
    </w:p>
    <w:p w:rsidR="00B65DC9" w:rsidRDefault="00B65DC9" w:rsidP="00B65DC9">
      <w:r>
        <w:t>113.0331</w:t>
      </w:r>
      <w:r>
        <w:tab/>
        <w:t>1.266e-2</w:t>
      </w:r>
    </w:p>
    <w:p w:rsidR="00B65DC9" w:rsidRDefault="00B65DC9" w:rsidP="00B65DC9">
      <w:r>
        <w:t>113.0489</w:t>
      </w:r>
      <w:r>
        <w:tab/>
        <w:t>2.025e0</w:t>
      </w:r>
    </w:p>
    <w:p w:rsidR="00B65DC9" w:rsidRDefault="00B65DC9" w:rsidP="00B65DC9">
      <w:r>
        <w:lastRenderedPageBreak/>
        <w:t>113.0673</w:t>
      </w:r>
      <w:r>
        <w:tab/>
        <w:t>2.038e0</w:t>
      </w:r>
    </w:p>
    <w:p w:rsidR="00B65DC9" w:rsidRDefault="00B65DC9" w:rsidP="00B65DC9">
      <w:r>
        <w:t>113.0787</w:t>
      </w:r>
      <w:r>
        <w:tab/>
        <w:t>3.811e-1</w:t>
      </w:r>
    </w:p>
    <w:p w:rsidR="00B65DC9" w:rsidRDefault="00B65DC9" w:rsidP="00B65DC9">
      <w:r>
        <w:t>113.0842</w:t>
      </w:r>
      <w:r>
        <w:tab/>
        <w:t>2.038e0</w:t>
      </w:r>
    </w:p>
    <w:p w:rsidR="00B65DC9" w:rsidRDefault="00B65DC9" w:rsidP="00B65DC9">
      <w:r>
        <w:t>113.1068</w:t>
      </w:r>
      <w:r>
        <w:tab/>
        <w:t>1.051e0</w:t>
      </w:r>
    </w:p>
    <w:p w:rsidR="00B65DC9" w:rsidRDefault="00B65DC9" w:rsidP="00B65DC9">
      <w:r>
        <w:t>113.1379</w:t>
      </w:r>
      <w:r>
        <w:tab/>
        <w:t>1.013e0</w:t>
      </w:r>
    </w:p>
    <w:p w:rsidR="00B65DC9" w:rsidRDefault="00B65DC9" w:rsidP="00B65DC9">
      <w:r>
        <w:t>113.1946</w:t>
      </w:r>
      <w:r>
        <w:tab/>
        <w:t>1.266e-2</w:t>
      </w:r>
    </w:p>
    <w:p w:rsidR="00B65DC9" w:rsidRDefault="00B65DC9" w:rsidP="00B65DC9">
      <w:r>
        <w:t>113.2142</w:t>
      </w:r>
      <w:r>
        <w:tab/>
        <w:t>1.013e0</w:t>
      </w:r>
    </w:p>
    <w:p w:rsidR="00B65DC9" w:rsidRDefault="00B65DC9" w:rsidP="00B65DC9">
      <w:r>
        <w:t>113.3047</w:t>
      </w:r>
      <w:r>
        <w:tab/>
        <w:t>1.025e0</w:t>
      </w:r>
    </w:p>
    <w:p w:rsidR="00B65DC9" w:rsidRDefault="00B65DC9" w:rsidP="00B65DC9">
      <w:r>
        <w:t>113.3106</w:t>
      </w:r>
      <w:r>
        <w:tab/>
        <w:t>1.013e0</w:t>
      </w:r>
    </w:p>
    <w:p w:rsidR="00B65DC9" w:rsidRDefault="00B65DC9" w:rsidP="00B65DC9">
      <w:r>
        <w:t>113.3158</w:t>
      </w:r>
      <w:r>
        <w:tab/>
        <w:t>1.266e-2</w:t>
      </w:r>
    </w:p>
    <w:p w:rsidR="00B65DC9" w:rsidRDefault="00B65DC9" w:rsidP="00B65DC9">
      <w:r>
        <w:t>113.3219</w:t>
      </w:r>
      <w:r>
        <w:tab/>
        <w:t>1.266e-2</w:t>
      </w:r>
    </w:p>
    <w:p w:rsidR="00B65DC9" w:rsidRDefault="00B65DC9" w:rsidP="00B65DC9">
      <w:r>
        <w:t>113.3445</w:t>
      </w:r>
      <w:r>
        <w:tab/>
        <w:t>1.013e0</w:t>
      </w:r>
    </w:p>
    <w:p w:rsidR="00B65DC9" w:rsidRDefault="00B65DC9" w:rsidP="00B65DC9">
      <w:r>
        <w:t>113.3956</w:t>
      </w:r>
      <w:r>
        <w:tab/>
        <w:t>1.266e-2</w:t>
      </w:r>
    </w:p>
    <w:p w:rsidR="00B65DC9" w:rsidRDefault="00B65DC9" w:rsidP="00B65DC9">
      <w:r>
        <w:t>113.4178</w:t>
      </w:r>
      <w:r>
        <w:tab/>
        <w:t>1.013e0</w:t>
      </w:r>
    </w:p>
    <w:p w:rsidR="00B65DC9" w:rsidRDefault="00B65DC9" w:rsidP="00B65DC9">
      <w:r>
        <w:t>113.4348</w:t>
      </w:r>
      <w:r>
        <w:tab/>
        <w:t>1.013e0</w:t>
      </w:r>
    </w:p>
    <w:p w:rsidR="00B65DC9" w:rsidRDefault="00B65DC9" w:rsidP="00B65DC9">
      <w:r>
        <w:t>113.4520</w:t>
      </w:r>
      <w:r>
        <w:tab/>
        <w:t>1.013e0</w:t>
      </w:r>
    </w:p>
    <w:p w:rsidR="00B65DC9" w:rsidRDefault="00B65DC9" w:rsidP="00B65DC9">
      <w:r>
        <w:t>113.4658</w:t>
      </w:r>
      <w:r>
        <w:tab/>
        <w:t>1.013e0</w:t>
      </w:r>
    </w:p>
    <w:p w:rsidR="00B65DC9" w:rsidRDefault="00B65DC9" w:rsidP="00B65DC9">
      <w:r>
        <w:t>113.4776</w:t>
      </w:r>
      <w:r>
        <w:tab/>
        <w:t>1.266e-2</w:t>
      </w:r>
    </w:p>
    <w:p w:rsidR="00B65DC9" w:rsidRDefault="00B65DC9" w:rsidP="00B65DC9">
      <w:r>
        <w:t>113.4858</w:t>
      </w:r>
      <w:r>
        <w:tab/>
        <w:t>1.013e0</w:t>
      </w:r>
    </w:p>
    <w:p w:rsidR="00B65DC9" w:rsidRDefault="00B65DC9" w:rsidP="00B65DC9">
      <w:r>
        <w:lastRenderedPageBreak/>
        <w:t>113.4887</w:t>
      </w:r>
      <w:r>
        <w:tab/>
        <w:t>1.025e0</w:t>
      </w:r>
    </w:p>
    <w:p w:rsidR="00B65DC9" w:rsidRDefault="00B65DC9" w:rsidP="00B65DC9">
      <w:r>
        <w:t>113.4946</w:t>
      </w:r>
      <w:r>
        <w:tab/>
        <w:t>2.025e0</w:t>
      </w:r>
    </w:p>
    <w:p w:rsidR="00B65DC9" w:rsidRDefault="00B65DC9" w:rsidP="00B65DC9">
      <w:r>
        <w:t>113.5198</w:t>
      </w:r>
      <w:r>
        <w:tab/>
        <w:t>1.266e-2</w:t>
      </w:r>
    </w:p>
    <w:p w:rsidR="00B65DC9" w:rsidRDefault="00B65DC9" w:rsidP="00B65DC9">
      <w:r>
        <w:t>113.5426</w:t>
      </w:r>
      <w:r>
        <w:tab/>
        <w:t>1.266e-2</w:t>
      </w:r>
    </w:p>
    <w:p w:rsidR="00B65DC9" w:rsidRDefault="00B65DC9" w:rsidP="00B65DC9">
      <w:r>
        <w:t>113.5508</w:t>
      </w:r>
      <w:r>
        <w:tab/>
        <w:t>1.266e-2</w:t>
      </w:r>
    </w:p>
    <w:p w:rsidR="00B65DC9" w:rsidRDefault="00B65DC9" w:rsidP="00B65DC9">
      <w:r>
        <w:t>113.5679</w:t>
      </w:r>
      <w:r>
        <w:tab/>
        <w:t>1.013e0</w:t>
      </w:r>
    </w:p>
    <w:p w:rsidR="00B65DC9" w:rsidRDefault="00B65DC9" w:rsidP="00B65DC9">
      <w:r>
        <w:t>113.5722</w:t>
      </w:r>
      <w:r>
        <w:tab/>
        <w:t>2.025e0</w:t>
      </w:r>
    </w:p>
    <w:p w:rsidR="00B65DC9" w:rsidRDefault="00B65DC9" w:rsidP="00B65DC9">
      <w:r>
        <w:t>113.5907</w:t>
      </w:r>
      <w:r>
        <w:tab/>
        <w:t>3.038e0</w:t>
      </w:r>
    </w:p>
    <w:p w:rsidR="00B65DC9" w:rsidRDefault="00B65DC9" w:rsidP="00B65DC9">
      <w:r>
        <w:t>113.6417</w:t>
      </w:r>
      <w:r>
        <w:tab/>
        <w:t>1.266e-2</w:t>
      </w:r>
    </w:p>
    <w:p w:rsidR="00B65DC9" w:rsidRDefault="00B65DC9" w:rsidP="00B65DC9">
      <w:r>
        <w:t>113.6529</w:t>
      </w:r>
      <w:r>
        <w:tab/>
        <w:t>1.013e0</w:t>
      </w:r>
    </w:p>
    <w:p w:rsidR="00B65DC9" w:rsidRDefault="00B65DC9" w:rsidP="00B65DC9">
      <w:r>
        <w:t>113.6617</w:t>
      </w:r>
      <w:r>
        <w:tab/>
        <w:t>1.013e0</w:t>
      </w:r>
    </w:p>
    <w:p w:rsidR="00B65DC9" w:rsidRDefault="00B65DC9" w:rsidP="00B65DC9">
      <w:r>
        <w:t>113.6669</w:t>
      </w:r>
      <w:r>
        <w:tab/>
        <w:t>1.013e0</w:t>
      </w:r>
    </w:p>
    <w:p w:rsidR="00B65DC9" w:rsidRDefault="00B65DC9" w:rsidP="00B65DC9">
      <w:r>
        <w:t>113.6927</w:t>
      </w:r>
      <w:r>
        <w:tab/>
        <w:t>1.266e-2</w:t>
      </w:r>
    </w:p>
    <w:p w:rsidR="00B65DC9" w:rsidRDefault="00B65DC9" w:rsidP="00B65DC9">
      <w:r>
        <w:t>113.7097</w:t>
      </w:r>
      <w:r>
        <w:tab/>
        <w:t>1.013e0</w:t>
      </w:r>
    </w:p>
    <w:p w:rsidR="00B65DC9" w:rsidRDefault="00B65DC9" w:rsidP="00B65DC9">
      <w:r>
        <w:t>113.7209</w:t>
      </w:r>
      <w:r>
        <w:tab/>
        <w:t>1.013e0</w:t>
      </w:r>
    </w:p>
    <w:p w:rsidR="00B65DC9" w:rsidRDefault="00B65DC9" w:rsidP="00B65DC9">
      <w:r>
        <w:t>113.7322</w:t>
      </w:r>
      <w:r>
        <w:tab/>
        <w:t>1.266e-2</w:t>
      </w:r>
    </w:p>
    <w:p w:rsidR="00B65DC9" w:rsidRDefault="00B65DC9" w:rsidP="00B65DC9">
      <w:r>
        <w:t>113.7861</w:t>
      </w:r>
      <w:r>
        <w:tab/>
        <w:t>1.266e-2</w:t>
      </w:r>
    </w:p>
    <w:p w:rsidR="00B65DC9" w:rsidRDefault="00B65DC9" w:rsidP="00B65DC9">
      <w:r>
        <w:t>113.8147</w:t>
      </w:r>
      <w:r>
        <w:tab/>
        <w:t>1.266e-2</w:t>
      </w:r>
    </w:p>
    <w:p w:rsidR="00B65DC9" w:rsidRDefault="00B65DC9" w:rsidP="00B65DC9">
      <w:r>
        <w:t>113.8629</w:t>
      </w:r>
      <w:r>
        <w:tab/>
        <w:t>1.266e-2</w:t>
      </w:r>
    </w:p>
    <w:p w:rsidR="00B65DC9" w:rsidRDefault="00B65DC9" w:rsidP="00B65DC9">
      <w:r>
        <w:lastRenderedPageBreak/>
        <w:t>113.9140</w:t>
      </w:r>
      <w:r>
        <w:tab/>
        <w:t>2.025e0</w:t>
      </w:r>
    </w:p>
    <w:p w:rsidR="00B65DC9" w:rsidRDefault="00B65DC9" w:rsidP="00B65DC9">
      <w:r>
        <w:t>113.9222</w:t>
      </w:r>
      <w:r>
        <w:tab/>
        <w:t>1.013e0</w:t>
      </w:r>
    </w:p>
    <w:p w:rsidR="00B65DC9" w:rsidRDefault="00B65DC9" w:rsidP="00B65DC9">
      <w:r>
        <w:t>113.9280</w:t>
      </w:r>
      <w:r>
        <w:tab/>
        <w:t>1.266e-2</w:t>
      </w:r>
    </w:p>
    <w:p w:rsidR="00B65DC9" w:rsidRDefault="00B65DC9" w:rsidP="00B65DC9">
      <w:r>
        <w:t>113.9621</w:t>
      </w:r>
      <w:r>
        <w:tab/>
        <w:t>1.013e0</w:t>
      </w:r>
    </w:p>
    <w:p w:rsidR="00B65DC9" w:rsidRDefault="00B65DC9" w:rsidP="00B65DC9">
      <w:r>
        <w:t>113.9733</w:t>
      </w:r>
      <w:r>
        <w:tab/>
        <w:t>1.266e-2</w:t>
      </w:r>
    </w:p>
    <w:p w:rsidR="00B65DC9" w:rsidRDefault="00B65DC9" w:rsidP="00B65DC9">
      <w:r>
        <w:t>113.9876</w:t>
      </w:r>
      <w:r>
        <w:tab/>
        <w:t>1.013e0</w:t>
      </w:r>
    </w:p>
    <w:p w:rsidR="00B65DC9" w:rsidRDefault="00B65DC9" w:rsidP="00B65DC9">
      <w:r>
        <w:t>114.0174</w:t>
      </w:r>
      <w:r>
        <w:tab/>
        <w:t>2.025e0</w:t>
      </w:r>
    </w:p>
    <w:p w:rsidR="00B65DC9" w:rsidRDefault="00B65DC9" w:rsidP="00B65DC9">
      <w:r>
        <w:t>114.0187</w:t>
      </w:r>
      <w:r>
        <w:tab/>
        <w:t>1.266e-2</w:t>
      </w:r>
    </w:p>
    <w:p w:rsidR="00B65DC9" w:rsidRDefault="00B65DC9" w:rsidP="00B65DC9">
      <w:r>
        <w:t>114.0556</w:t>
      </w:r>
      <w:r>
        <w:tab/>
        <w:t>1.038e0</w:t>
      </w:r>
    </w:p>
    <w:p w:rsidR="00B65DC9" w:rsidRDefault="00B65DC9" w:rsidP="00B65DC9">
      <w:r>
        <w:t>114.0713</w:t>
      </w:r>
      <w:r>
        <w:tab/>
        <w:t>2.025e0</w:t>
      </w:r>
    </w:p>
    <w:p w:rsidR="00B65DC9" w:rsidRDefault="00B65DC9" w:rsidP="00B65DC9">
      <w:r>
        <w:t>114.0755</w:t>
      </w:r>
      <w:r>
        <w:tab/>
        <w:t>1.013e0</w:t>
      </w:r>
    </w:p>
    <w:p w:rsidR="00B65DC9" w:rsidRDefault="00B65DC9" w:rsidP="00B65DC9">
      <w:r>
        <w:t>114.0813</w:t>
      </w:r>
      <w:r>
        <w:tab/>
        <w:t>1.013e0</w:t>
      </w:r>
    </w:p>
    <w:p w:rsidR="00B65DC9" w:rsidRDefault="00B65DC9" w:rsidP="00B65DC9">
      <w:r>
        <w:t>114.0856</w:t>
      </w:r>
      <w:r>
        <w:tab/>
        <w:t>1.993e0</w:t>
      </w:r>
    </w:p>
    <w:p w:rsidR="00B65DC9" w:rsidRDefault="00B65DC9" w:rsidP="00B65DC9">
      <w:r>
        <w:t>114.1039</w:t>
      </w:r>
      <w:r>
        <w:tab/>
        <w:t>1.025e0</w:t>
      </w:r>
    </w:p>
    <w:p w:rsidR="00B65DC9" w:rsidRDefault="00B65DC9" w:rsidP="00B65DC9">
      <w:r>
        <w:t>114.1067</w:t>
      </w:r>
      <w:r>
        <w:tab/>
        <w:t>1.013e0</w:t>
      </w:r>
    </w:p>
    <w:p w:rsidR="00B65DC9" w:rsidRDefault="00B65DC9" w:rsidP="00B65DC9">
      <w:r>
        <w:t>114.2147</w:t>
      </w:r>
      <w:r>
        <w:tab/>
        <w:t>1.013e0</w:t>
      </w:r>
    </w:p>
    <w:p w:rsidR="00B65DC9" w:rsidRDefault="00B65DC9" w:rsidP="00B65DC9">
      <w:r>
        <w:t>114.2912</w:t>
      </w:r>
      <w:r>
        <w:tab/>
        <w:t>1.266e-2</w:t>
      </w:r>
    </w:p>
    <w:p w:rsidR="00B65DC9" w:rsidRDefault="00B65DC9" w:rsidP="00B65DC9">
      <w:r>
        <w:t>114.3282</w:t>
      </w:r>
      <w:r>
        <w:tab/>
        <w:t>1.266e-2</w:t>
      </w:r>
    </w:p>
    <w:p w:rsidR="00B65DC9" w:rsidRDefault="00B65DC9" w:rsidP="00B65DC9">
      <w:r>
        <w:t>114.3712</w:t>
      </w:r>
      <w:r>
        <w:tab/>
        <w:t>1.025e0</w:t>
      </w:r>
    </w:p>
    <w:p w:rsidR="00B65DC9" w:rsidRDefault="00B65DC9" w:rsidP="00B65DC9">
      <w:r>
        <w:lastRenderedPageBreak/>
        <w:t>114.3867</w:t>
      </w:r>
      <w:r>
        <w:tab/>
        <w:t>2.025e0</w:t>
      </w:r>
    </w:p>
    <w:p w:rsidR="00B65DC9" w:rsidRDefault="00B65DC9" w:rsidP="00B65DC9">
      <w:r>
        <w:t>114.4023</w:t>
      </w:r>
      <w:r>
        <w:tab/>
        <w:t>1.013e0</w:t>
      </w:r>
    </w:p>
    <w:p w:rsidR="00B65DC9" w:rsidRDefault="00B65DC9" w:rsidP="00B65DC9">
      <w:r>
        <w:t>114.4078</w:t>
      </w:r>
      <w:r>
        <w:tab/>
        <w:t>1.013e0</w:t>
      </w:r>
    </w:p>
    <w:p w:rsidR="00B65DC9" w:rsidRDefault="00B65DC9" w:rsidP="00B65DC9">
      <w:r>
        <w:t>114.4107</w:t>
      </w:r>
      <w:r>
        <w:tab/>
        <w:t>1.266e-2</w:t>
      </w:r>
    </w:p>
    <w:p w:rsidR="00B65DC9" w:rsidRDefault="00B65DC9" w:rsidP="00B65DC9">
      <w:r>
        <w:t>114.4335</w:t>
      </w:r>
      <w:r>
        <w:tab/>
        <w:t>1.013e0</w:t>
      </w:r>
    </w:p>
    <w:p w:rsidR="00B65DC9" w:rsidRDefault="00B65DC9" w:rsidP="00B65DC9">
      <w:r>
        <w:t>114.4394</w:t>
      </w:r>
      <w:r>
        <w:tab/>
        <w:t>1.013e0</w:t>
      </w:r>
    </w:p>
    <w:p w:rsidR="00B65DC9" w:rsidRDefault="00B65DC9" w:rsidP="00B65DC9">
      <w:r>
        <w:t>114.4536</w:t>
      </w:r>
      <w:r>
        <w:tab/>
        <w:t>1.013e0</w:t>
      </w:r>
    </w:p>
    <w:p w:rsidR="00B65DC9" w:rsidRDefault="00B65DC9" w:rsidP="00B65DC9">
      <w:r>
        <w:t>114.4676</w:t>
      </w:r>
      <w:r>
        <w:tab/>
        <w:t>1.013e0</w:t>
      </w:r>
    </w:p>
    <w:p w:rsidR="00B65DC9" w:rsidRDefault="00B65DC9" w:rsidP="00B65DC9">
      <w:r>
        <w:t>114.4788</w:t>
      </w:r>
      <w:r>
        <w:tab/>
        <w:t>1.025e0</w:t>
      </w:r>
    </w:p>
    <w:p w:rsidR="00B65DC9" w:rsidRDefault="00B65DC9" w:rsidP="00B65DC9">
      <w:r>
        <w:t>114.4959</w:t>
      </w:r>
      <w:r>
        <w:tab/>
        <w:t>1.266e-2</w:t>
      </w:r>
    </w:p>
    <w:p w:rsidR="00B65DC9" w:rsidRDefault="00B65DC9" w:rsidP="00B65DC9">
      <w:r>
        <w:t>114.5046</w:t>
      </w:r>
      <w:r>
        <w:tab/>
        <w:t>1.013e0</w:t>
      </w:r>
    </w:p>
    <w:p w:rsidR="00B65DC9" w:rsidRDefault="00B65DC9" w:rsidP="00B65DC9">
      <w:r>
        <w:t>114.5500</w:t>
      </w:r>
      <w:r>
        <w:tab/>
        <w:t>1.266e-2</w:t>
      </w:r>
    </w:p>
    <w:p w:rsidR="00B65DC9" w:rsidRDefault="00B65DC9" w:rsidP="00B65DC9">
      <w:r>
        <w:t>114.5930</w:t>
      </w:r>
      <w:r>
        <w:tab/>
        <w:t>1.013e0</w:t>
      </w:r>
    </w:p>
    <w:p w:rsidR="00B65DC9" w:rsidRDefault="00B65DC9" w:rsidP="00B65DC9">
      <w:r>
        <w:t>114.6383</w:t>
      </w:r>
      <w:r>
        <w:tab/>
        <w:t>1.013e0</w:t>
      </w:r>
    </w:p>
    <w:p w:rsidR="00B65DC9" w:rsidRDefault="00B65DC9" w:rsidP="00B65DC9">
      <w:r>
        <w:t>114.6413</w:t>
      </w:r>
      <w:r>
        <w:tab/>
        <w:t>1.013e0</w:t>
      </w:r>
    </w:p>
    <w:p w:rsidR="00B65DC9" w:rsidRDefault="00B65DC9" w:rsidP="00B65DC9">
      <w:r>
        <w:t>114.6613</w:t>
      </w:r>
      <w:r>
        <w:tab/>
        <w:t>1.266e-2</w:t>
      </w:r>
    </w:p>
    <w:p w:rsidR="00B65DC9" w:rsidRDefault="00B65DC9" w:rsidP="00B65DC9">
      <w:r>
        <w:t>114.6994</w:t>
      </w:r>
      <w:r>
        <w:tab/>
        <w:t>2.025e0</w:t>
      </w:r>
    </w:p>
    <w:p w:rsidR="00B65DC9" w:rsidRDefault="00B65DC9" w:rsidP="00B65DC9">
      <w:r>
        <w:t>114.7066</w:t>
      </w:r>
      <w:r>
        <w:tab/>
        <w:t>1.266e-2</w:t>
      </w:r>
    </w:p>
    <w:p w:rsidR="00B65DC9" w:rsidRDefault="00B65DC9" w:rsidP="00B65DC9">
      <w:r>
        <w:t>114.7266</w:t>
      </w:r>
      <w:r>
        <w:tab/>
        <w:t>1.266e-2</w:t>
      </w:r>
    </w:p>
    <w:p w:rsidR="00B65DC9" w:rsidRDefault="00B65DC9" w:rsidP="00B65DC9">
      <w:r>
        <w:lastRenderedPageBreak/>
        <w:t>114.7322</w:t>
      </w:r>
      <w:r>
        <w:tab/>
        <w:t>1.013e0</w:t>
      </w:r>
    </w:p>
    <w:p w:rsidR="00B65DC9" w:rsidRDefault="00B65DC9" w:rsidP="00B65DC9">
      <w:r>
        <w:t>114.7519</w:t>
      </w:r>
      <w:r>
        <w:tab/>
        <w:t>1.013e0</w:t>
      </w:r>
    </w:p>
    <w:p w:rsidR="00B65DC9" w:rsidRDefault="00B65DC9" w:rsidP="00B65DC9">
      <w:r>
        <w:t>114.7549</w:t>
      </w:r>
      <w:r>
        <w:tab/>
        <w:t>1.013e0</w:t>
      </w:r>
    </w:p>
    <w:p w:rsidR="00B65DC9" w:rsidRDefault="00B65DC9" w:rsidP="00B65DC9">
      <w:r>
        <w:t>114.8461</w:t>
      </w:r>
      <w:r>
        <w:tab/>
        <w:t>1.013e0</w:t>
      </w:r>
    </w:p>
    <w:p w:rsidR="00B65DC9" w:rsidRDefault="00B65DC9" w:rsidP="00B65DC9">
      <w:r>
        <w:t>114.8505</w:t>
      </w:r>
      <w:r>
        <w:tab/>
        <w:t>2.025e0</w:t>
      </w:r>
    </w:p>
    <w:p w:rsidR="00B65DC9" w:rsidRDefault="00B65DC9" w:rsidP="00B65DC9">
      <w:r>
        <w:t>114.8589</w:t>
      </w:r>
      <w:r>
        <w:tab/>
        <w:t>2.025e0</w:t>
      </w:r>
    </w:p>
    <w:p w:rsidR="00B65DC9" w:rsidRDefault="00B65DC9" w:rsidP="00B65DC9">
      <w:r>
        <w:t>114.9487</w:t>
      </w:r>
      <w:r>
        <w:tab/>
        <w:t>1.266e-2</w:t>
      </w:r>
    </w:p>
    <w:p w:rsidR="00B65DC9" w:rsidRDefault="00B65DC9" w:rsidP="00B65DC9">
      <w:r>
        <w:t>114.9545</w:t>
      </w:r>
      <w:r>
        <w:tab/>
        <w:t>1.013e0</w:t>
      </w:r>
    </w:p>
    <w:p w:rsidR="00B65DC9" w:rsidRDefault="00B65DC9" w:rsidP="00B65DC9">
      <w:r>
        <w:t>114.9689</w:t>
      </w:r>
      <w:r>
        <w:tab/>
        <w:t>1.013e0</w:t>
      </w:r>
    </w:p>
    <w:p w:rsidR="00B65DC9" w:rsidRDefault="00B65DC9" w:rsidP="00B65DC9">
      <w:r>
        <w:t>115.0285</w:t>
      </w:r>
      <w:r>
        <w:tab/>
        <w:t>1.013e0</w:t>
      </w:r>
    </w:p>
    <w:p w:rsidR="00B65DC9" w:rsidRDefault="00B65DC9" w:rsidP="00B65DC9">
      <w:r>
        <w:t>115.0472</w:t>
      </w:r>
      <w:r>
        <w:tab/>
        <w:t>3.038e0</w:t>
      </w:r>
    </w:p>
    <w:p w:rsidR="00B65DC9" w:rsidRDefault="00B65DC9" w:rsidP="00B65DC9">
      <w:r>
        <w:t>115.0498</w:t>
      </w:r>
      <w:r>
        <w:tab/>
        <w:t>2.025e0</w:t>
      </w:r>
    </w:p>
    <w:p w:rsidR="00B65DC9" w:rsidRDefault="00B65DC9" w:rsidP="00B65DC9">
      <w:r>
        <w:t>115.0556</w:t>
      </w:r>
      <w:r>
        <w:tab/>
        <w:t>2.532e-2</w:t>
      </w:r>
    </w:p>
    <w:p w:rsidR="00B65DC9" w:rsidRDefault="00B65DC9" w:rsidP="00B65DC9">
      <w:r>
        <w:t>115.0634</w:t>
      </w:r>
      <w:r>
        <w:tab/>
        <w:t>3.038e0</w:t>
      </w:r>
    </w:p>
    <w:p w:rsidR="00B65DC9" w:rsidRDefault="00B65DC9" w:rsidP="00B65DC9">
      <w:r>
        <w:t>115.1240</w:t>
      </w:r>
      <w:r>
        <w:tab/>
        <w:t>2.532e-2</w:t>
      </w:r>
    </w:p>
    <w:p w:rsidR="00B65DC9" w:rsidRDefault="00B65DC9" w:rsidP="00B65DC9">
      <w:r>
        <w:t>115.1253</w:t>
      </w:r>
      <w:r>
        <w:tab/>
        <w:t>7.595e-2</w:t>
      </w:r>
    </w:p>
    <w:p w:rsidR="00B65DC9" w:rsidRDefault="00B65DC9" w:rsidP="00B65DC9">
      <w:r>
        <w:t>115.1340</w:t>
      </w:r>
      <w:r>
        <w:tab/>
        <w:t>1.013e0</w:t>
      </w:r>
    </w:p>
    <w:p w:rsidR="00B65DC9" w:rsidRDefault="00B65DC9" w:rsidP="00B65DC9">
      <w:r>
        <w:t>115.1510</w:t>
      </w:r>
      <w:r>
        <w:tab/>
        <w:t>1.266e-2</w:t>
      </w:r>
    </w:p>
    <w:p w:rsidR="00B65DC9" w:rsidRDefault="00B65DC9" w:rsidP="00B65DC9">
      <w:r>
        <w:t>115.1583</w:t>
      </w:r>
      <w:r>
        <w:tab/>
        <w:t>2.025e0</w:t>
      </w:r>
    </w:p>
    <w:p w:rsidR="00B65DC9" w:rsidRDefault="00B65DC9" w:rsidP="00B65DC9">
      <w:r>
        <w:lastRenderedPageBreak/>
        <w:t>115.1822</w:t>
      </w:r>
      <w:r>
        <w:tab/>
        <w:t>1.013e0</w:t>
      </w:r>
    </w:p>
    <w:p w:rsidR="00B65DC9" w:rsidRDefault="00B65DC9" w:rsidP="00B65DC9">
      <w:r>
        <w:t>115.1881</w:t>
      </w:r>
      <w:r>
        <w:tab/>
        <w:t>1.266e-2</w:t>
      </w:r>
    </w:p>
    <w:p w:rsidR="00B65DC9" w:rsidRDefault="00B65DC9" w:rsidP="00B65DC9">
      <w:r>
        <w:t>115.1940</w:t>
      </w:r>
      <w:r>
        <w:tab/>
        <w:t>1.266e-2</w:t>
      </w:r>
    </w:p>
    <w:p w:rsidR="00B65DC9" w:rsidRDefault="00B65DC9" w:rsidP="00B65DC9">
      <w:r>
        <w:t>115.2282</w:t>
      </w:r>
      <w:r>
        <w:tab/>
        <w:t>1.013e0</w:t>
      </w:r>
    </w:p>
    <w:p w:rsidR="00B65DC9" w:rsidRDefault="00B65DC9" w:rsidP="00B65DC9">
      <w:r>
        <w:t>115.2423</w:t>
      </w:r>
      <w:r>
        <w:tab/>
        <w:t>1.013e0</w:t>
      </w:r>
    </w:p>
    <w:p w:rsidR="00B65DC9" w:rsidRDefault="00B65DC9" w:rsidP="00B65DC9">
      <w:r>
        <w:t>115.2624</w:t>
      </w:r>
      <w:r>
        <w:tab/>
        <w:t>2.025e0</w:t>
      </w:r>
    </w:p>
    <w:p w:rsidR="00B65DC9" w:rsidRDefault="00B65DC9" w:rsidP="00B65DC9">
      <w:r>
        <w:t>115.3339</w:t>
      </w:r>
      <w:r>
        <w:tab/>
        <w:t>1.013e0</w:t>
      </w:r>
    </w:p>
    <w:p w:rsidR="00B65DC9" w:rsidRDefault="00B65DC9" w:rsidP="00B65DC9">
      <w:r>
        <w:t>115.3364</w:t>
      </w:r>
      <w:r>
        <w:tab/>
        <w:t>1.266e-2</w:t>
      </w:r>
    </w:p>
    <w:p w:rsidR="00B65DC9" w:rsidRDefault="00B65DC9" w:rsidP="00B65DC9">
      <w:r>
        <w:t>115.3510</w:t>
      </w:r>
      <w:r>
        <w:tab/>
        <w:t>1.013e0</w:t>
      </w:r>
    </w:p>
    <w:p w:rsidR="00B65DC9" w:rsidRDefault="00B65DC9" w:rsidP="00B65DC9">
      <w:r>
        <w:t>115.3551</w:t>
      </w:r>
      <w:r>
        <w:tab/>
        <w:t>2.025e0</w:t>
      </w:r>
    </w:p>
    <w:p w:rsidR="00B65DC9" w:rsidRDefault="00B65DC9" w:rsidP="00B65DC9">
      <w:r>
        <w:t>115.3993</w:t>
      </w:r>
      <w:r>
        <w:tab/>
        <w:t>1.013e0</w:t>
      </w:r>
    </w:p>
    <w:p w:rsidR="00B65DC9" w:rsidRDefault="00B65DC9" w:rsidP="00B65DC9">
      <w:r>
        <w:t>115.4106</w:t>
      </w:r>
      <w:r>
        <w:tab/>
        <w:t>1.013e0</w:t>
      </w:r>
    </w:p>
    <w:p w:rsidR="00B65DC9" w:rsidRDefault="00B65DC9" w:rsidP="00B65DC9">
      <w:r>
        <w:t>115.4277</w:t>
      </w:r>
      <w:r>
        <w:tab/>
        <w:t>1.013e0</w:t>
      </w:r>
    </w:p>
    <w:p w:rsidR="00B65DC9" w:rsidRDefault="00B65DC9" w:rsidP="00B65DC9">
      <w:r>
        <w:t>115.4478</w:t>
      </w:r>
      <w:r>
        <w:tab/>
        <w:t>1.013e0</w:t>
      </w:r>
    </w:p>
    <w:p w:rsidR="00B65DC9" w:rsidRDefault="00B65DC9" w:rsidP="00B65DC9">
      <w:r>
        <w:t>115.4738</w:t>
      </w:r>
      <w:r>
        <w:tab/>
        <w:t>1.266e-2</w:t>
      </w:r>
    </w:p>
    <w:p w:rsidR="00B65DC9" w:rsidRDefault="00B65DC9" w:rsidP="00B65DC9">
      <w:r>
        <w:t>115.4993</w:t>
      </w:r>
      <w:r>
        <w:tab/>
        <w:t>1.025e0</w:t>
      </w:r>
    </w:p>
    <w:p w:rsidR="00B65DC9" w:rsidRDefault="00B65DC9" w:rsidP="00B65DC9">
      <w:r>
        <w:t>115.5006</w:t>
      </w:r>
      <w:r>
        <w:tab/>
        <w:t>2.070e0</w:t>
      </w:r>
    </w:p>
    <w:p w:rsidR="00B65DC9" w:rsidRDefault="00B65DC9" w:rsidP="00B65DC9">
      <w:r>
        <w:t>115.5192</w:t>
      </w:r>
      <w:r>
        <w:tab/>
        <w:t>1.013e0</w:t>
      </w:r>
    </w:p>
    <w:p w:rsidR="00B65DC9" w:rsidRDefault="00B65DC9" w:rsidP="00B65DC9">
      <w:r>
        <w:t>115.5408</w:t>
      </w:r>
      <w:r>
        <w:tab/>
        <w:t>2.025e0</w:t>
      </w:r>
    </w:p>
    <w:p w:rsidR="00B65DC9" w:rsidRDefault="00B65DC9" w:rsidP="00B65DC9">
      <w:r>
        <w:lastRenderedPageBreak/>
        <w:t>115.5450</w:t>
      </w:r>
      <w:r>
        <w:tab/>
        <w:t>1.266e-2</w:t>
      </w:r>
    </w:p>
    <w:p w:rsidR="00B65DC9" w:rsidRDefault="00B65DC9" w:rsidP="00B65DC9">
      <w:r>
        <w:t>115.6334</w:t>
      </w:r>
      <w:r>
        <w:tab/>
        <w:t>1.266e-2</w:t>
      </w:r>
    </w:p>
    <w:p w:rsidR="00B65DC9" w:rsidRDefault="00B65DC9" w:rsidP="00B65DC9">
      <w:r>
        <w:t>115.6423</w:t>
      </w:r>
      <w:r>
        <w:tab/>
        <w:t>1.013e0</w:t>
      </w:r>
    </w:p>
    <w:p w:rsidR="00B65DC9" w:rsidRDefault="00B65DC9" w:rsidP="00B65DC9">
      <w:r>
        <w:t>115.6481</w:t>
      </w:r>
      <w:r>
        <w:tab/>
        <w:t>1.266e-2</w:t>
      </w:r>
    </w:p>
    <w:p w:rsidR="00B65DC9" w:rsidRDefault="00B65DC9" w:rsidP="00B65DC9">
      <w:r>
        <w:t>115.6652</w:t>
      </w:r>
      <w:r>
        <w:tab/>
        <w:t>1.025e0</w:t>
      </w:r>
    </w:p>
    <w:p w:rsidR="00B65DC9" w:rsidRDefault="00B65DC9" w:rsidP="00B65DC9">
      <w:r>
        <w:t>115.6850</w:t>
      </w:r>
      <w:r>
        <w:tab/>
        <w:t>1.266e-2</w:t>
      </w:r>
    </w:p>
    <w:p w:rsidR="00B65DC9" w:rsidRDefault="00B65DC9" w:rsidP="00B65DC9">
      <w:r>
        <w:t>115.6965</w:t>
      </w:r>
      <w:r>
        <w:tab/>
        <w:t>1.013e0</w:t>
      </w:r>
    </w:p>
    <w:p w:rsidR="00B65DC9" w:rsidRDefault="00B65DC9" w:rsidP="00B65DC9">
      <w:r>
        <w:t>115.7420</w:t>
      </w:r>
      <w:r>
        <w:tab/>
        <w:t>1.013e0</w:t>
      </w:r>
    </w:p>
    <w:p w:rsidR="00B65DC9" w:rsidRDefault="00B65DC9" w:rsidP="00B65DC9">
      <w:r>
        <w:t>115.8023</w:t>
      </w:r>
      <w:r>
        <w:tab/>
        <w:t>2.025e0</w:t>
      </w:r>
    </w:p>
    <w:p w:rsidR="00B65DC9" w:rsidRDefault="00B65DC9" w:rsidP="00B65DC9">
      <w:r>
        <w:t>115.8251</w:t>
      </w:r>
      <w:r>
        <w:tab/>
        <w:t>1.013e0</w:t>
      </w:r>
    </w:p>
    <w:p w:rsidR="00B65DC9" w:rsidRDefault="00B65DC9" w:rsidP="00B65DC9">
      <w:r>
        <w:t>115.8337</w:t>
      </w:r>
      <w:r>
        <w:tab/>
        <w:t>1.013e0</w:t>
      </w:r>
    </w:p>
    <w:p w:rsidR="00B65DC9" w:rsidRDefault="00B65DC9" w:rsidP="00B65DC9">
      <w:r>
        <w:t>115.8595</w:t>
      </w:r>
      <w:r>
        <w:tab/>
        <w:t>1.013e0</w:t>
      </w:r>
    </w:p>
    <w:p w:rsidR="00B65DC9" w:rsidRDefault="00B65DC9" w:rsidP="00B65DC9">
      <w:r>
        <w:t>115.8680</w:t>
      </w:r>
      <w:r>
        <w:tab/>
        <w:t>1.266e-2</w:t>
      </w:r>
    </w:p>
    <w:p w:rsidR="00B65DC9" w:rsidRDefault="00B65DC9" w:rsidP="00B65DC9">
      <w:r>
        <w:t>115.8709</w:t>
      </w:r>
      <w:r>
        <w:tab/>
        <w:t>1.266e-2</w:t>
      </w:r>
    </w:p>
    <w:p w:rsidR="00B65DC9" w:rsidRDefault="00B65DC9" w:rsidP="00B65DC9">
      <w:r>
        <w:t>115.8822</w:t>
      </w:r>
      <w:r>
        <w:tab/>
        <w:t>1.266e-2</w:t>
      </w:r>
    </w:p>
    <w:p w:rsidR="00B65DC9" w:rsidRDefault="00B65DC9" w:rsidP="00B65DC9">
      <w:r>
        <w:t>115.8994</w:t>
      </w:r>
      <w:r>
        <w:tab/>
        <w:t>3.038e0</w:t>
      </w:r>
    </w:p>
    <w:p w:rsidR="00B65DC9" w:rsidRDefault="00B65DC9" w:rsidP="00B65DC9">
      <w:r>
        <w:t>115.9366</w:t>
      </w:r>
      <w:r>
        <w:tab/>
        <w:t>2.532e-2</w:t>
      </w:r>
    </w:p>
    <w:p w:rsidR="00B65DC9" w:rsidRDefault="00B65DC9" w:rsidP="00B65DC9">
      <w:r>
        <w:t>115.9827</w:t>
      </w:r>
      <w:r>
        <w:tab/>
        <w:t>1.013e0</w:t>
      </w:r>
    </w:p>
    <w:p w:rsidR="00B65DC9" w:rsidRDefault="00B65DC9" w:rsidP="00B65DC9">
      <w:r>
        <w:t>115.9881</w:t>
      </w:r>
      <w:r>
        <w:tab/>
        <w:t>1.013e0</w:t>
      </w:r>
    </w:p>
    <w:p w:rsidR="00B65DC9" w:rsidRDefault="00B65DC9" w:rsidP="00B65DC9">
      <w:r>
        <w:lastRenderedPageBreak/>
        <w:t>115.9910</w:t>
      </w:r>
      <w:r>
        <w:tab/>
        <w:t>1.013e0</w:t>
      </w:r>
    </w:p>
    <w:p w:rsidR="00B65DC9" w:rsidRDefault="00B65DC9" w:rsidP="00B65DC9">
      <w:r>
        <w:t>116.0082</w:t>
      </w:r>
      <w:r>
        <w:tab/>
        <w:t>1.013e0</w:t>
      </w:r>
    </w:p>
    <w:p w:rsidR="00B65DC9" w:rsidRDefault="00B65DC9" w:rsidP="00B65DC9">
      <w:r>
        <w:t>116.0111</w:t>
      </w:r>
      <w:r>
        <w:tab/>
        <w:t>1.266e-2</w:t>
      </w:r>
    </w:p>
    <w:p w:rsidR="00B65DC9" w:rsidRDefault="00B65DC9" w:rsidP="00B65DC9">
      <w:r>
        <w:t>116.0284</w:t>
      </w:r>
      <w:r>
        <w:tab/>
        <w:t>1.266e-2</w:t>
      </w:r>
    </w:p>
    <w:p w:rsidR="00B65DC9" w:rsidRDefault="00B65DC9" w:rsidP="00B65DC9">
      <w:r>
        <w:t>116.0395</w:t>
      </w:r>
      <w:r>
        <w:tab/>
        <w:t>1.266e-2</w:t>
      </w:r>
    </w:p>
    <w:p w:rsidR="00B65DC9" w:rsidRDefault="00B65DC9" w:rsidP="00B65DC9">
      <w:r>
        <w:t>116.0412</w:t>
      </w:r>
      <w:r>
        <w:tab/>
        <w:t>2.532e-2</w:t>
      </w:r>
    </w:p>
    <w:p w:rsidR="00B65DC9" w:rsidRDefault="00B65DC9" w:rsidP="00B65DC9">
      <w:r>
        <w:t>116.0514</w:t>
      </w:r>
      <w:r>
        <w:tab/>
        <w:t>1.266e-2</w:t>
      </w:r>
    </w:p>
    <w:p w:rsidR="00B65DC9" w:rsidRDefault="00B65DC9" w:rsidP="00B65DC9">
      <w:r>
        <w:t>116.0753</w:t>
      </w:r>
      <w:r>
        <w:tab/>
        <w:t>4.435e1</w:t>
      </w:r>
    </w:p>
    <w:p w:rsidR="00B65DC9" w:rsidRDefault="00B65DC9" w:rsidP="00B65DC9">
      <w:r>
        <w:t>116.0958</w:t>
      </w:r>
      <w:r>
        <w:tab/>
        <w:t>7.089e0</w:t>
      </w:r>
    </w:p>
    <w:p w:rsidR="00B65DC9" w:rsidRDefault="00B65DC9" w:rsidP="00B65DC9">
      <w:r>
        <w:t>116.1242</w:t>
      </w:r>
      <w:r>
        <w:tab/>
        <w:t>1.980e0</w:t>
      </w:r>
    </w:p>
    <w:p w:rsidR="00B65DC9" w:rsidRDefault="00B65DC9" w:rsidP="00B65DC9">
      <w:r>
        <w:t>116.1285</w:t>
      </w:r>
      <w:r>
        <w:tab/>
        <w:t>1.013e0</w:t>
      </w:r>
    </w:p>
    <w:p w:rsidR="00B65DC9" w:rsidRDefault="00B65DC9" w:rsidP="00B65DC9">
      <w:r>
        <w:t>116.1298</w:t>
      </w:r>
      <w:r>
        <w:tab/>
        <w:t>2.025e0</w:t>
      </w:r>
    </w:p>
    <w:p w:rsidR="00B65DC9" w:rsidRDefault="00B65DC9" w:rsidP="00B65DC9">
      <w:r>
        <w:t>116.1357</w:t>
      </w:r>
      <w:r>
        <w:tab/>
        <w:t>2.025e0</w:t>
      </w:r>
    </w:p>
    <w:p w:rsidR="00B65DC9" w:rsidRDefault="00B65DC9" w:rsidP="00B65DC9">
      <w:r>
        <w:t>116.1428</w:t>
      </w:r>
      <w:r>
        <w:tab/>
        <w:t>5.063e-2</w:t>
      </w:r>
    </w:p>
    <w:p w:rsidR="00B65DC9" w:rsidRDefault="00B65DC9" w:rsidP="00B65DC9">
      <w:r>
        <w:t>116.1626</w:t>
      </w:r>
      <w:r>
        <w:tab/>
        <w:t>1.025e0</w:t>
      </w:r>
    </w:p>
    <w:p w:rsidR="00B65DC9" w:rsidRDefault="00B65DC9" w:rsidP="00B65DC9">
      <w:r>
        <w:t>116.1759</w:t>
      </w:r>
      <w:r>
        <w:tab/>
        <w:t>1.051e0</w:t>
      </w:r>
    </w:p>
    <w:p w:rsidR="00B65DC9" w:rsidRDefault="00B65DC9" w:rsidP="00B65DC9">
      <w:r>
        <w:t>116.1798</w:t>
      </w:r>
      <w:r>
        <w:tab/>
        <w:t>2.025e0</w:t>
      </w:r>
    </w:p>
    <w:p w:rsidR="00B65DC9" w:rsidRDefault="00B65DC9" w:rsidP="00B65DC9">
      <w:r>
        <w:t>116.2000</w:t>
      </w:r>
      <w:r>
        <w:tab/>
        <w:t>2.038e0</w:t>
      </w:r>
    </w:p>
    <w:p w:rsidR="00B65DC9" w:rsidRDefault="00B65DC9" w:rsidP="00B65DC9">
      <w:r>
        <w:t>116.2232</w:t>
      </w:r>
      <w:r>
        <w:tab/>
        <w:t>1.013e0</w:t>
      </w:r>
    </w:p>
    <w:p w:rsidR="00B65DC9" w:rsidRDefault="00B65DC9" w:rsidP="00B65DC9">
      <w:r>
        <w:lastRenderedPageBreak/>
        <w:t>116.2660</w:t>
      </w:r>
      <w:r>
        <w:tab/>
        <w:t>1.266e-2</w:t>
      </w:r>
    </w:p>
    <w:p w:rsidR="00B65DC9" w:rsidRDefault="00B65DC9" w:rsidP="00B65DC9">
      <w:r>
        <w:t>116.2947</w:t>
      </w:r>
      <w:r>
        <w:tab/>
        <w:t>1.266e-2</w:t>
      </w:r>
    </w:p>
    <w:p w:rsidR="00B65DC9" w:rsidRDefault="00B65DC9" w:rsidP="00B65DC9">
      <w:r>
        <w:t>116.3104</w:t>
      </w:r>
      <w:r>
        <w:tab/>
        <w:t>2.025e0</w:t>
      </w:r>
    </w:p>
    <w:p w:rsidR="00B65DC9" w:rsidRDefault="00B65DC9" w:rsidP="00B65DC9">
      <w:r>
        <w:t>116.3204</w:t>
      </w:r>
      <w:r>
        <w:tab/>
        <w:t>2.025e0</w:t>
      </w:r>
    </w:p>
    <w:p w:rsidR="00B65DC9" w:rsidRDefault="00B65DC9" w:rsidP="00B65DC9">
      <w:r>
        <w:t>116.3261</w:t>
      </w:r>
      <w:r>
        <w:tab/>
        <w:t>1.013e0</w:t>
      </w:r>
    </w:p>
    <w:p w:rsidR="00B65DC9" w:rsidRDefault="00B65DC9" w:rsidP="00B65DC9">
      <w:r>
        <w:t>116.3664</w:t>
      </w:r>
      <w:r>
        <w:tab/>
        <w:t>1.013e0</w:t>
      </w:r>
    </w:p>
    <w:p w:rsidR="00B65DC9" w:rsidRDefault="00B65DC9" w:rsidP="00B65DC9">
      <w:r>
        <w:t>116.3894</w:t>
      </w:r>
      <w:r>
        <w:tab/>
        <w:t>1.013e0</w:t>
      </w:r>
    </w:p>
    <w:p w:rsidR="00B65DC9" w:rsidRDefault="00B65DC9" w:rsidP="00B65DC9">
      <w:r>
        <w:t>116.4898</w:t>
      </w:r>
      <w:r>
        <w:tab/>
        <w:t>1.266e-2</w:t>
      </w:r>
    </w:p>
    <w:p w:rsidR="00B65DC9" w:rsidRDefault="00B65DC9" w:rsidP="00B65DC9">
      <w:r>
        <w:t>116.5255</w:t>
      </w:r>
      <w:r>
        <w:tab/>
        <w:t>2.025e0</w:t>
      </w:r>
    </w:p>
    <w:p w:rsidR="00B65DC9" w:rsidRDefault="00B65DC9" w:rsidP="00B65DC9">
      <w:r>
        <w:t>116.5601</w:t>
      </w:r>
      <w:r>
        <w:tab/>
        <w:t>3.038e0</w:t>
      </w:r>
    </w:p>
    <w:p w:rsidR="00B65DC9" w:rsidRDefault="00B65DC9" w:rsidP="00B65DC9">
      <w:r>
        <w:t>116.5757</w:t>
      </w:r>
      <w:r>
        <w:tab/>
        <w:t>1.013e0</w:t>
      </w:r>
    </w:p>
    <w:p w:rsidR="00B65DC9" w:rsidRDefault="00B65DC9" w:rsidP="00B65DC9">
      <w:r>
        <w:t>116.5815</w:t>
      </w:r>
      <w:r>
        <w:tab/>
        <w:t>1.013e0</w:t>
      </w:r>
    </w:p>
    <w:p w:rsidR="00B65DC9" w:rsidRDefault="00B65DC9" w:rsidP="00B65DC9">
      <w:r>
        <w:t>116.6217</w:t>
      </w:r>
      <w:r>
        <w:tab/>
        <w:t>1.013e0</w:t>
      </w:r>
    </w:p>
    <w:p w:rsidR="00B65DC9" w:rsidRDefault="00B65DC9" w:rsidP="00B65DC9">
      <w:r>
        <w:t>116.6588</w:t>
      </w:r>
      <w:r>
        <w:tab/>
        <w:t>1.013e0</w:t>
      </w:r>
    </w:p>
    <w:p w:rsidR="00B65DC9" w:rsidRDefault="00B65DC9" w:rsidP="00B65DC9">
      <w:r>
        <w:t>116.6735</w:t>
      </w:r>
      <w:r>
        <w:tab/>
        <w:t>1.013e0</w:t>
      </w:r>
    </w:p>
    <w:p w:rsidR="00B65DC9" w:rsidRDefault="00B65DC9" w:rsidP="00B65DC9">
      <w:r>
        <w:t>116.6788</w:t>
      </w:r>
      <w:r>
        <w:tab/>
        <w:t>1.013e0</w:t>
      </w:r>
    </w:p>
    <w:p w:rsidR="00B65DC9" w:rsidRDefault="00B65DC9" w:rsidP="00B65DC9">
      <w:r>
        <w:t>116.6848</w:t>
      </w:r>
      <w:r>
        <w:tab/>
        <w:t>1.025e0</w:t>
      </w:r>
    </w:p>
    <w:p w:rsidR="00B65DC9" w:rsidRDefault="00B65DC9" w:rsidP="00B65DC9">
      <w:r>
        <w:t>116.7221</w:t>
      </w:r>
      <w:r>
        <w:tab/>
        <w:t>1.013e0</w:t>
      </w:r>
    </w:p>
    <w:p w:rsidR="00B65DC9" w:rsidRDefault="00B65DC9" w:rsidP="00B65DC9">
      <w:r>
        <w:t>116.7379</w:t>
      </w:r>
      <w:r>
        <w:tab/>
        <w:t>2.025e0</w:t>
      </w:r>
    </w:p>
    <w:p w:rsidR="00B65DC9" w:rsidRDefault="00B65DC9" w:rsidP="00B65DC9">
      <w:r>
        <w:lastRenderedPageBreak/>
        <w:t>116.7455</w:t>
      </w:r>
      <w:r>
        <w:tab/>
        <w:t>1.013e0</w:t>
      </w:r>
    </w:p>
    <w:p w:rsidR="00B65DC9" w:rsidRDefault="00B65DC9" w:rsidP="00B65DC9">
      <w:r>
        <w:t>116.7506</w:t>
      </w:r>
      <w:r>
        <w:tab/>
        <w:t>1.013e0</w:t>
      </w:r>
    </w:p>
    <w:p w:rsidR="00B65DC9" w:rsidRDefault="00B65DC9" w:rsidP="00B65DC9">
      <w:r>
        <w:t>116.7536</w:t>
      </w:r>
      <w:r>
        <w:tab/>
        <w:t>1.266e-2</w:t>
      </w:r>
    </w:p>
    <w:p w:rsidR="00B65DC9" w:rsidRDefault="00B65DC9" w:rsidP="00B65DC9">
      <w:r>
        <w:t>116.7710</w:t>
      </w:r>
      <w:r>
        <w:tab/>
        <w:t>1.013e0</w:t>
      </w:r>
    </w:p>
    <w:p w:rsidR="00B65DC9" w:rsidRDefault="00B65DC9" w:rsidP="00B65DC9">
      <w:r>
        <w:t>116.8283</w:t>
      </w:r>
      <w:r>
        <w:tab/>
        <w:t>1.266e-2</w:t>
      </w:r>
    </w:p>
    <w:p w:rsidR="00B65DC9" w:rsidRDefault="00B65DC9" w:rsidP="00B65DC9">
      <w:r>
        <w:t>116.8428</w:t>
      </w:r>
      <w:r>
        <w:tab/>
        <w:t>1.266e-2</w:t>
      </w:r>
    </w:p>
    <w:p w:rsidR="00B65DC9" w:rsidRDefault="00B65DC9" w:rsidP="00B65DC9">
      <w:r>
        <w:t>116.8543</w:t>
      </w:r>
      <w:r>
        <w:tab/>
        <w:t>1.013e0</w:t>
      </w:r>
    </w:p>
    <w:p w:rsidR="00B65DC9" w:rsidRDefault="00B65DC9" w:rsidP="00B65DC9">
      <w:r>
        <w:t>116.8570</w:t>
      </w:r>
      <w:r>
        <w:tab/>
        <w:t>1.025e0</w:t>
      </w:r>
    </w:p>
    <w:p w:rsidR="00B65DC9" w:rsidRDefault="00B65DC9" w:rsidP="00B65DC9">
      <w:r>
        <w:t>116.8846</w:t>
      </w:r>
      <w:r>
        <w:tab/>
        <w:t>2.025e0</w:t>
      </w:r>
    </w:p>
    <w:p w:rsidR="00B65DC9" w:rsidRDefault="00B65DC9" w:rsidP="00B65DC9">
      <w:r>
        <w:t>116.9174</w:t>
      </w:r>
      <w:r>
        <w:tab/>
        <w:t>1.266e-2</w:t>
      </w:r>
    </w:p>
    <w:p w:rsidR="00B65DC9" w:rsidRDefault="00B65DC9" w:rsidP="00B65DC9">
      <w:r>
        <w:t>116.9405</w:t>
      </w:r>
      <w:r>
        <w:tab/>
        <w:t>1.013e0</w:t>
      </w:r>
    </w:p>
    <w:p w:rsidR="00B65DC9" w:rsidRDefault="00B65DC9" w:rsidP="00B65DC9">
      <w:r>
        <w:t>116.9781</w:t>
      </w:r>
      <w:r>
        <w:tab/>
        <w:t>1.266e-2</w:t>
      </w:r>
    </w:p>
    <w:p w:rsidR="00B65DC9" w:rsidRDefault="00B65DC9" w:rsidP="00B65DC9">
      <w:r>
        <w:t>116.9807</w:t>
      </w:r>
      <w:r>
        <w:tab/>
        <w:t>1.266e-2</w:t>
      </w:r>
    </w:p>
    <w:p w:rsidR="00B65DC9" w:rsidRDefault="00B65DC9" w:rsidP="00B65DC9">
      <w:r>
        <w:t>116.9820</w:t>
      </w:r>
      <w:r>
        <w:tab/>
        <w:t>2.025e0</w:t>
      </w:r>
    </w:p>
    <w:p w:rsidR="00B65DC9" w:rsidRDefault="00B65DC9" w:rsidP="00B65DC9">
      <w:r>
        <w:t>116.9878</w:t>
      </w:r>
      <w:r>
        <w:tab/>
        <w:t>2.025e0</w:t>
      </w:r>
    </w:p>
    <w:p w:rsidR="00B65DC9" w:rsidRDefault="00B65DC9" w:rsidP="00B65DC9">
      <w:r>
        <w:t>116.9980</w:t>
      </w:r>
      <w:r>
        <w:tab/>
        <w:t>1.013e0</w:t>
      </w:r>
    </w:p>
    <w:p w:rsidR="00B65DC9" w:rsidRDefault="00B65DC9" w:rsidP="00B65DC9">
      <w:r>
        <w:t>117.0281</w:t>
      </w:r>
      <w:r>
        <w:tab/>
        <w:t>2.025e0</w:t>
      </w:r>
    </w:p>
    <w:p w:rsidR="00B65DC9" w:rsidRDefault="00B65DC9" w:rsidP="00B65DC9">
      <w:r>
        <w:t>117.1245</w:t>
      </w:r>
      <w:r>
        <w:tab/>
        <w:t>1.013e0</w:t>
      </w:r>
    </w:p>
    <w:p w:rsidR="00B65DC9" w:rsidRDefault="00B65DC9" w:rsidP="00B65DC9">
      <w:r>
        <w:t>117.1301</w:t>
      </w:r>
      <w:r>
        <w:tab/>
        <w:t>1.266e-2</w:t>
      </w:r>
    </w:p>
    <w:p w:rsidR="00B65DC9" w:rsidRDefault="00B65DC9" w:rsidP="00B65DC9">
      <w:r>
        <w:lastRenderedPageBreak/>
        <w:t>117.1791</w:t>
      </w:r>
      <w:r>
        <w:tab/>
        <w:t>1.266e-2</w:t>
      </w:r>
    </w:p>
    <w:p w:rsidR="00B65DC9" w:rsidRDefault="00B65DC9" w:rsidP="00B65DC9">
      <w:r>
        <w:t>117.2311</w:t>
      </w:r>
      <w:r>
        <w:tab/>
        <w:t>1.013e0</w:t>
      </w:r>
    </w:p>
    <w:p w:rsidR="00B65DC9" w:rsidRDefault="00B65DC9" w:rsidP="00B65DC9">
      <w:r>
        <w:t>117.2828</w:t>
      </w:r>
      <w:r>
        <w:tab/>
        <w:t>1.266e-2</w:t>
      </w:r>
    </w:p>
    <w:p w:rsidR="00B65DC9" w:rsidRDefault="00B65DC9" w:rsidP="00B65DC9">
      <w:r>
        <w:t>117.2971</w:t>
      </w:r>
      <w:r>
        <w:tab/>
        <w:t>1.013e0</w:t>
      </w:r>
    </w:p>
    <w:p w:rsidR="00B65DC9" w:rsidRDefault="00B65DC9" w:rsidP="00B65DC9">
      <w:r>
        <w:t>117.3032</w:t>
      </w:r>
      <w:r>
        <w:tab/>
        <w:t>1.013e0</w:t>
      </w:r>
    </w:p>
    <w:p w:rsidR="00B65DC9" w:rsidRDefault="00B65DC9" w:rsidP="00B65DC9">
      <w:r>
        <w:t>117.3113</w:t>
      </w:r>
      <w:r>
        <w:tab/>
        <w:t>1.266e-2</w:t>
      </w:r>
    </w:p>
    <w:p w:rsidR="00B65DC9" w:rsidRDefault="00B65DC9" w:rsidP="00B65DC9">
      <w:r>
        <w:t>117.3143</w:t>
      </w:r>
      <w:r>
        <w:tab/>
        <w:t>1.013e0</w:t>
      </w:r>
    </w:p>
    <w:p w:rsidR="00B65DC9" w:rsidRDefault="00B65DC9" w:rsidP="00B65DC9">
      <w:r>
        <w:t>117.3749</w:t>
      </w:r>
      <w:r>
        <w:tab/>
        <w:t>1.013e0</w:t>
      </w:r>
    </w:p>
    <w:p w:rsidR="00B65DC9" w:rsidRDefault="00B65DC9" w:rsidP="00B65DC9">
      <w:r>
        <w:t>117.3980</w:t>
      </w:r>
      <w:r>
        <w:tab/>
        <w:t>2.532e-2</w:t>
      </w:r>
    </w:p>
    <w:p w:rsidR="00B65DC9" w:rsidRDefault="00B65DC9" w:rsidP="00B65DC9">
      <w:r>
        <w:t>117.4096</w:t>
      </w:r>
      <w:r>
        <w:tab/>
        <w:t>1.013e0</w:t>
      </w:r>
    </w:p>
    <w:p w:rsidR="00B65DC9" w:rsidRDefault="00B65DC9" w:rsidP="00B65DC9">
      <w:r>
        <w:t>117.4178</w:t>
      </w:r>
      <w:r>
        <w:tab/>
        <w:t>1.025e0</w:t>
      </w:r>
    </w:p>
    <w:p w:rsidR="00B65DC9" w:rsidRDefault="00B65DC9" w:rsidP="00B65DC9">
      <w:r>
        <w:t>117.4298</w:t>
      </w:r>
      <w:r>
        <w:tab/>
        <w:t>1.013e0</w:t>
      </w:r>
    </w:p>
    <w:p w:rsidR="00B65DC9" w:rsidRDefault="00B65DC9" w:rsidP="00B65DC9">
      <w:r>
        <w:t>117.4439</w:t>
      </w:r>
      <w:r>
        <w:tab/>
        <w:t>1.013e0</w:t>
      </w:r>
    </w:p>
    <w:p w:rsidR="00B65DC9" w:rsidRDefault="00B65DC9" w:rsidP="00B65DC9">
      <w:r>
        <w:t>117.4844</w:t>
      </w:r>
      <w:r>
        <w:tab/>
        <w:t>1.013e0</w:t>
      </w:r>
    </w:p>
    <w:p w:rsidR="00B65DC9" w:rsidRDefault="00B65DC9" w:rsidP="00B65DC9">
      <w:r>
        <w:t>117.4942</w:t>
      </w:r>
      <w:r>
        <w:tab/>
        <w:t>2.025e0</w:t>
      </w:r>
    </w:p>
    <w:p w:rsidR="00B65DC9" w:rsidRDefault="00B65DC9" w:rsidP="00B65DC9">
      <w:r>
        <w:t>117.4957</w:t>
      </w:r>
      <w:r>
        <w:tab/>
        <w:t>1.266e-2</w:t>
      </w:r>
    </w:p>
    <w:p w:rsidR="00B65DC9" w:rsidRDefault="00B65DC9" w:rsidP="00B65DC9">
      <w:r>
        <w:t>117.5030</w:t>
      </w:r>
      <w:r>
        <w:tab/>
        <w:t>2.025e0</w:t>
      </w:r>
    </w:p>
    <w:p w:rsidR="00B65DC9" w:rsidRDefault="00B65DC9" w:rsidP="00B65DC9">
      <w:r>
        <w:t>117.5159</w:t>
      </w:r>
      <w:r>
        <w:tab/>
        <w:t>1.013e0</w:t>
      </w:r>
    </w:p>
    <w:p w:rsidR="00B65DC9" w:rsidRDefault="00B65DC9" w:rsidP="00B65DC9">
      <w:r>
        <w:t>117.5445</w:t>
      </w:r>
      <w:r>
        <w:tab/>
        <w:t>1.013e0</w:t>
      </w:r>
    </w:p>
    <w:p w:rsidR="00B65DC9" w:rsidRDefault="00B65DC9" w:rsidP="00B65DC9">
      <w:r>
        <w:lastRenderedPageBreak/>
        <w:t>117.5939</w:t>
      </w:r>
      <w:r>
        <w:tab/>
        <w:t>1.266e-2</w:t>
      </w:r>
    </w:p>
    <w:p w:rsidR="00B65DC9" w:rsidRDefault="00B65DC9" w:rsidP="00B65DC9">
      <w:r>
        <w:t>117.6314</w:t>
      </w:r>
      <w:r>
        <w:tab/>
        <w:t>1.266e-2</w:t>
      </w:r>
    </w:p>
    <w:p w:rsidR="00B65DC9" w:rsidRDefault="00B65DC9" w:rsidP="00B65DC9">
      <w:r>
        <w:t>117.6367</w:t>
      </w:r>
      <w:r>
        <w:tab/>
        <w:t>1.013e0</w:t>
      </w:r>
    </w:p>
    <w:p w:rsidR="00B65DC9" w:rsidRDefault="00B65DC9" w:rsidP="00B65DC9">
      <w:r>
        <w:t>117.6645</w:t>
      </w:r>
      <w:r>
        <w:tab/>
        <w:t>2.025e0</w:t>
      </w:r>
    </w:p>
    <w:p w:rsidR="00B65DC9" w:rsidRDefault="00B65DC9" w:rsidP="00B65DC9">
      <w:r>
        <w:t>117.7070</w:t>
      </w:r>
      <w:r>
        <w:tab/>
        <w:t>3.038e0</w:t>
      </w:r>
    </w:p>
    <w:p w:rsidR="00B65DC9" w:rsidRDefault="00B65DC9" w:rsidP="00B65DC9">
      <w:r>
        <w:t>117.7148</w:t>
      </w:r>
      <w:r>
        <w:tab/>
        <w:t>1.266e-2</w:t>
      </w:r>
    </w:p>
    <w:p w:rsidR="00B65DC9" w:rsidRDefault="00B65DC9" w:rsidP="00B65DC9">
      <w:r>
        <w:t>117.7237</w:t>
      </w:r>
      <w:r>
        <w:tab/>
        <w:t>1.266e-2</w:t>
      </w:r>
    </w:p>
    <w:p w:rsidR="00B65DC9" w:rsidRDefault="00B65DC9" w:rsidP="00B65DC9">
      <w:r>
        <w:t>117.7350</w:t>
      </w:r>
      <w:r>
        <w:tab/>
        <w:t>1.013e0</w:t>
      </w:r>
    </w:p>
    <w:p w:rsidR="00B65DC9" w:rsidRDefault="00B65DC9" w:rsidP="00B65DC9">
      <w:r>
        <w:t>117.7958</w:t>
      </w:r>
      <w:r>
        <w:tab/>
        <w:t>1.013e0</w:t>
      </w:r>
    </w:p>
    <w:p w:rsidR="00B65DC9" w:rsidRDefault="00B65DC9" w:rsidP="00B65DC9">
      <w:r>
        <w:t>117.8317</w:t>
      </w:r>
      <w:r>
        <w:tab/>
        <w:t>2.025e0</w:t>
      </w:r>
    </w:p>
    <w:p w:rsidR="00B65DC9" w:rsidRDefault="00B65DC9" w:rsidP="00B65DC9">
      <w:r>
        <w:t>117.8507</w:t>
      </w:r>
      <w:r>
        <w:tab/>
        <w:t>1.013e0</w:t>
      </w:r>
    </w:p>
    <w:p w:rsidR="00B65DC9" w:rsidRDefault="00B65DC9" w:rsidP="00B65DC9">
      <w:r>
        <w:t>117.8792</w:t>
      </w:r>
      <w:r>
        <w:tab/>
        <w:t>1.013e0</w:t>
      </w:r>
    </w:p>
    <w:p w:rsidR="00B65DC9" w:rsidRDefault="00B65DC9" w:rsidP="00B65DC9">
      <w:r>
        <w:t>117.8881</w:t>
      </w:r>
      <w:r>
        <w:tab/>
        <w:t>1.266e-2</w:t>
      </w:r>
    </w:p>
    <w:p w:rsidR="00B65DC9" w:rsidRDefault="00B65DC9" w:rsidP="00B65DC9">
      <w:r>
        <w:t>117.8934</w:t>
      </w:r>
      <w:r>
        <w:tab/>
        <w:t>1.013e0</w:t>
      </w:r>
    </w:p>
    <w:p w:rsidR="00B65DC9" w:rsidRDefault="00B65DC9" w:rsidP="00B65DC9">
      <w:r>
        <w:t>117.9310</w:t>
      </w:r>
      <w:r>
        <w:tab/>
        <w:t>1.013e0</w:t>
      </w:r>
    </w:p>
    <w:p w:rsidR="00B65DC9" w:rsidRDefault="00B65DC9" w:rsidP="00B65DC9">
      <w:r>
        <w:t>117.9603</w:t>
      </w:r>
      <w:r>
        <w:tab/>
        <w:t>2.025e0</w:t>
      </w:r>
    </w:p>
    <w:p w:rsidR="00B65DC9" w:rsidRDefault="00B65DC9" w:rsidP="00B65DC9">
      <w:r>
        <w:t>117.9616</w:t>
      </w:r>
      <w:r>
        <w:tab/>
        <w:t>2.025e0</w:t>
      </w:r>
    </w:p>
    <w:p w:rsidR="00B65DC9" w:rsidRDefault="00B65DC9" w:rsidP="00B65DC9">
      <w:r>
        <w:t>117.9805</w:t>
      </w:r>
      <w:r>
        <w:tab/>
        <w:t>1.013e0</w:t>
      </w:r>
    </w:p>
    <w:p w:rsidR="00B65DC9" w:rsidRDefault="00B65DC9" w:rsidP="00B65DC9">
      <w:r>
        <w:t>117.9888</w:t>
      </w:r>
      <w:r>
        <w:tab/>
        <w:t>1.013e0</w:t>
      </w:r>
    </w:p>
    <w:p w:rsidR="00B65DC9" w:rsidRDefault="00B65DC9" w:rsidP="00B65DC9">
      <w:r>
        <w:lastRenderedPageBreak/>
        <w:t>117.9947</w:t>
      </w:r>
      <w:r>
        <w:tab/>
        <w:t>1.266e-2</w:t>
      </w:r>
    </w:p>
    <w:p w:rsidR="00B65DC9" w:rsidRDefault="00B65DC9" w:rsidP="00B65DC9">
      <w:r>
        <w:t>118.0061</w:t>
      </w:r>
      <w:r>
        <w:tab/>
        <w:t>2.025e0</w:t>
      </w:r>
    </w:p>
    <w:p w:rsidR="00B65DC9" w:rsidRDefault="00B65DC9" w:rsidP="00B65DC9">
      <w:r>
        <w:t>118.0293</w:t>
      </w:r>
      <w:r>
        <w:tab/>
        <w:t>1.266e-2</w:t>
      </w:r>
    </w:p>
    <w:p w:rsidR="00B65DC9" w:rsidRDefault="00B65DC9" w:rsidP="00B65DC9">
      <w:r>
        <w:t>118.0323</w:t>
      </w:r>
      <w:r>
        <w:tab/>
        <w:t>1.013e0</w:t>
      </w:r>
    </w:p>
    <w:p w:rsidR="00B65DC9" w:rsidRDefault="00B65DC9" w:rsidP="00B65DC9">
      <w:r>
        <w:t>118.0438</w:t>
      </w:r>
      <w:r>
        <w:tab/>
        <w:t>1.025e0</w:t>
      </w:r>
    </w:p>
    <w:p w:rsidR="00B65DC9" w:rsidRDefault="00B65DC9" w:rsidP="00B65DC9">
      <w:r>
        <w:t>118.0478</w:t>
      </w:r>
      <w:r>
        <w:tab/>
        <w:t>6.076e0</w:t>
      </w:r>
    </w:p>
    <w:p w:rsidR="00B65DC9" w:rsidRDefault="00B65DC9" w:rsidP="00B65DC9">
      <w:r>
        <w:t>118.0553</w:t>
      </w:r>
      <w:r>
        <w:tab/>
        <w:t>5.063e-2</w:t>
      </w:r>
    </w:p>
    <w:p w:rsidR="00B65DC9" w:rsidRDefault="00B65DC9" w:rsidP="00B65DC9">
      <w:r>
        <w:t>118.0685</w:t>
      </w:r>
      <w:r>
        <w:tab/>
        <w:t>2.033e0</w:t>
      </w:r>
    </w:p>
    <w:p w:rsidR="00B65DC9" w:rsidRDefault="00B65DC9" w:rsidP="00B65DC9">
      <w:r>
        <w:t>118.1088</w:t>
      </w:r>
      <w:r>
        <w:tab/>
        <w:t>2.025e0</w:t>
      </w:r>
    </w:p>
    <w:p w:rsidR="00B65DC9" w:rsidRDefault="00B65DC9" w:rsidP="00B65DC9">
      <w:r>
        <w:t>118.1234</w:t>
      </w:r>
      <w:r>
        <w:tab/>
        <w:t>3.038e0</w:t>
      </w:r>
    </w:p>
    <w:p w:rsidR="00B65DC9" w:rsidRDefault="00B65DC9" w:rsidP="00B65DC9">
      <w:r>
        <w:t>118.1278</w:t>
      </w:r>
      <w:r>
        <w:tab/>
        <w:t>1.266e-2</w:t>
      </w:r>
    </w:p>
    <w:p w:rsidR="00B65DC9" w:rsidRDefault="00B65DC9" w:rsidP="00B65DC9">
      <w:r>
        <w:t>118.1390</w:t>
      </w:r>
      <w:r>
        <w:tab/>
        <w:t>1.013e0</w:t>
      </w:r>
    </w:p>
    <w:p w:rsidR="00B65DC9" w:rsidRDefault="00B65DC9" w:rsidP="00B65DC9">
      <w:r>
        <w:t>118.1738</w:t>
      </w:r>
      <w:r>
        <w:tab/>
        <w:t>1.266e-2</w:t>
      </w:r>
    </w:p>
    <w:p w:rsidR="00B65DC9" w:rsidRDefault="00B65DC9" w:rsidP="00B65DC9">
      <w:r>
        <w:t>118.1766</w:t>
      </w:r>
      <w:r>
        <w:tab/>
        <w:t>1.266e-2</w:t>
      </w:r>
    </w:p>
    <w:p w:rsidR="00B65DC9" w:rsidRDefault="00B65DC9" w:rsidP="00B65DC9">
      <w:r>
        <w:t>118.1911</w:t>
      </w:r>
      <w:r>
        <w:tab/>
        <w:t>1.013e0</w:t>
      </w:r>
    </w:p>
    <w:p w:rsidR="00B65DC9" w:rsidRDefault="00B65DC9" w:rsidP="00B65DC9">
      <w:r>
        <w:t>118.2040</w:t>
      </w:r>
      <w:r>
        <w:tab/>
        <w:t>2.025e0</w:t>
      </w:r>
    </w:p>
    <w:p w:rsidR="00B65DC9" w:rsidRDefault="00B65DC9" w:rsidP="00B65DC9">
      <w:r>
        <w:t>118.2255</w:t>
      </w:r>
      <w:r>
        <w:tab/>
        <w:t>1.013e0</w:t>
      </w:r>
    </w:p>
    <w:p w:rsidR="00B65DC9" w:rsidRDefault="00B65DC9" w:rsidP="00B65DC9">
      <w:r>
        <w:t>118.2345</w:t>
      </w:r>
      <w:r>
        <w:tab/>
        <w:t>1.266e-2</w:t>
      </w:r>
    </w:p>
    <w:p w:rsidR="00B65DC9" w:rsidRDefault="00B65DC9" w:rsidP="00B65DC9">
      <w:r>
        <w:t>118.2428</w:t>
      </w:r>
      <w:r>
        <w:tab/>
        <w:t>1.266e-2</w:t>
      </w:r>
    </w:p>
    <w:p w:rsidR="00B65DC9" w:rsidRDefault="00B65DC9" w:rsidP="00B65DC9">
      <w:r>
        <w:lastRenderedPageBreak/>
        <w:t>118.2661</w:t>
      </w:r>
      <w:r>
        <w:tab/>
        <w:t>2.025e0</w:t>
      </w:r>
    </w:p>
    <w:p w:rsidR="00B65DC9" w:rsidRDefault="00B65DC9" w:rsidP="00B65DC9">
      <w:r>
        <w:t>118.2925</w:t>
      </w:r>
      <w:r>
        <w:tab/>
        <w:t>2.532e-2</w:t>
      </w:r>
    </w:p>
    <w:p w:rsidR="00B65DC9" w:rsidRDefault="00B65DC9" w:rsidP="00B65DC9">
      <w:r>
        <w:t>118.2977</w:t>
      </w:r>
      <w:r>
        <w:tab/>
        <w:t>1.013e0</w:t>
      </w:r>
    </w:p>
    <w:p w:rsidR="00B65DC9" w:rsidRDefault="00B65DC9" w:rsidP="00B65DC9">
      <w:r>
        <w:t>118.3182</w:t>
      </w:r>
      <w:r>
        <w:tab/>
        <w:t>1.013e0</w:t>
      </w:r>
    </w:p>
    <w:p w:rsidR="00B65DC9" w:rsidRDefault="00B65DC9" w:rsidP="00B65DC9">
      <w:r>
        <w:t>118.3703</w:t>
      </w:r>
      <w:r>
        <w:tab/>
        <w:t>1.013e0</w:t>
      </w:r>
    </w:p>
    <w:p w:rsidR="00B65DC9" w:rsidRDefault="00B65DC9" w:rsidP="00B65DC9">
      <w:r>
        <w:t>118.3962</w:t>
      </w:r>
      <w:r>
        <w:tab/>
        <w:t>1.025e0</w:t>
      </w:r>
    </w:p>
    <w:p w:rsidR="00B65DC9" w:rsidRDefault="00B65DC9" w:rsidP="00B65DC9">
      <w:r>
        <w:t>118.4601</w:t>
      </w:r>
      <w:r>
        <w:tab/>
        <w:t>1.266e-2</w:t>
      </w:r>
    </w:p>
    <w:p w:rsidR="00B65DC9" w:rsidRDefault="00B65DC9" w:rsidP="00B65DC9">
      <w:r>
        <w:t>118.5181</w:t>
      </w:r>
      <w:r>
        <w:tab/>
        <w:t>1.266e-2</w:t>
      </w:r>
    </w:p>
    <w:p w:rsidR="00B65DC9" w:rsidRDefault="00B65DC9" w:rsidP="00B65DC9">
      <w:r>
        <w:t>118.5205</w:t>
      </w:r>
      <w:r>
        <w:tab/>
        <w:t>1.013e0</w:t>
      </w:r>
    </w:p>
    <w:p w:rsidR="00B65DC9" w:rsidRDefault="00B65DC9" w:rsidP="00B65DC9">
      <w:r>
        <w:t>118.5512</w:t>
      </w:r>
      <w:r>
        <w:tab/>
        <w:t>2.025e0</w:t>
      </w:r>
    </w:p>
    <w:p w:rsidR="00B65DC9" w:rsidRDefault="00B65DC9" w:rsidP="00B65DC9">
      <w:r>
        <w:t>118.5933</w:t>
      </w:r>
      <w:r>
        <w:tab/>
        <w:t>1.013e0</w:t>
      </w:r>
    </w:p>
    <w:p w:rsidR="00B65DC9" w:rsidRDefault="00B65DC9" w:rsidP="00B65DC9">
      <w:r>
        <w:t>118.6452</w:t>
      </w:r>
      <w:r>
        <w:tab/>
        <w:t>1.013e0</w:t>
      </w:r>
    </w:p>
    <w:p w:rsidR="00B65DC9" w:rsidRDefault="00B65DC9" w:rsidP="00B65DC9">
      <w:r>
        <w:t>118.6466</w:t>
      </w:r>
      <w:r>
        <w:tab/>
        <w:t>2.025e0</w:t>
      </w:r>
    </w:p>
    <w:p w:rsidR="00B65DC9" w:rsidRDefault="00B65DC9" w:rsidP="00B65DC9">
      <w:r>
        <w:t>118.6829</w:t>
      </w:r>
      <w:r>
        <w:tab/>
        <w:t>2.038e0</w:t>
      </w:r>
    </w:p>
    <w:p w:rsidR="00B65DC9" w:rsidRDefault="00B65DC9" w:rsidP="00B65DC9">
      <w:r>
        <w:t>118.7636</w:t>
      </w:r>
      <w:r>
        <w:tab/>
        <w:t>1.013e0</w:t>
      </w:r>
    </w:p>
    <w:p w:rsidR="00B65DC9" w:rsidRDefault="00B65DC9" w:rsidP="00B65DC9">
      <w:r>
        <w:t>118.7725</w:t>
      </w:r>
      <w:r>
        <w:tab/>
        <w:t>1.266e-2</w:t>
      </w:r>
    </w:p>
    <w:p w:rsidR="00B65DC9" w:rsidRDefault="00B65DC9" w:rsidP="00B65DC9">
      <w:r>
        <w:t>118.7899</w:t>
      </w:r>
      <w:r>
        <w:tab/>
        <w:t>2.025e0</w:t>
      </w:r>
    </w:p>
    <w:p w:rsidR="00B65DC9" w:rsidRDefault="00B65DC9" w:rsidP="00B65DC9">
      <w:r>
        <w:t>118.8132</w:t>
      </w:r>
      <w:r>
        <w:tab/>
        <w:t>1.013e0</w:t>
      </w:r>
    </w:p>
    <w:p w:rsidR="00B65DC9" w:rsidRDefault="00B65DC9" w:rsidP="00B65DC9">
      <w:r>
        <w:t>118.8594</w:t>
      </w:r>
      <w:r>
        <w:tab/>
        <w:t>1.266e-2</w:t>
      </w:r>
    </w:p>
    <w:p w:rsidR="00B65DC9" w:rsidRDefault="00B65DC9" w:rsidP="00B65DC9">
      <w:r>
        <w:lastRenderedPageBreak/>
        <w:t>118.9292</w:t>
      </w:r>
      <w:r>
        <w:tab/>
        <w:t>1.013e0</w:t>
      </w:r>
    </w:p>
    <w:p w:rsidR="00B65DC9" w:rsidRDefault="00B65DC9" w:rsidP="00B65DC9">
      <w:r>
        <w:t>118.9579</w:t>
      </w:r>
      <w:r>
        <w:tab/>
        <w:t>1.013e0</w:t>
      </w:r>
    </w:p>
    <w:p w:rsidR="00B65DC9" w:rsidRDefault="00B65DC9" w:rsidP="00B65DC9">
      <w:r>
        <w:t>118.9696</w:t>
      </w:r>
      <w:r>
        <w:tab/>
        <w:t>1.266e-2</w:t>
      </w:r>
    </w:p>
    <w:p w:rsidR="00B65DC9" w:rsidRDefault="00B65DC9" w:rsidP="00B65DC9">
      <w:r>
        <w:t>119.0273</w:t>
      </w:r>
      <w:r>
        <w:tab/>
        <w:t>1.266e-2</w:t>
      </w:r>
    </w:p>
    <w:p w:rsidR="00B65DC9" w:rsidRDefault="00B65DC9" w:rsidP="00B65DC9">
      <w:r>
        <w:t>119.0363</w:t>
      </w:r>
      <w:r>
        <w:tab/>
        <w:t>1.013e0</w:t>
      </w:r>
    </w:p>
    <w:p w:rsidR="00B65DC9" w:rsidRDefault="00B65DC9" w:rsidP="00B65DC9">
      <w:r>
        <w:t>119.0522</w:t>
      </w:r>
      <w:r>
        <w:tab/>
        <w:t>4.051e0</w:t>
      </w:r>
    </w:p>
    <w:p w:rsidR="00B65DC9" w:rsidRDefault="00B65DC9" w:rsidP="00B65DC9">
      <w:r>
        <w:t>119.0842</w:t>
      </w:r>
      <w:r>
        <w:tab/>
        <w:t>2.051e0</w:t>
      </w:r>
    </w:p>
    <w:p w:rsidR="00B65DC9" w:rsidRDefault="00B65DC9" w:rsidP="00B65DC9">
      <w:r>
        <w:t>119.0882</w:t>
      </w:r>
      <w:r>
        <w:tab/>
        <w:t>5.197e0</w:t>
      </w:r>
    </w:p>
    <w:p w:rsidR="00B65DC9" w:rsidRDefault="00B65DC9" w:rsidP="00B65DC9">
      <w:r>
        <w:t>119.1202</w:t>
      </w:r>
      <w:r>
        <w:tab/>
        <w:t>1.025e0</w:t>
      </w:r>
    </w:p>
    <w:p w:rsidR="00B65DC9" w:rsidRDefault="00B65DC9" w:rsidP="00B65DC9">
      <w:r>
        <w:t>119.1291</w:t>
      </w:r>
      <w:r>
        <w:tab/>
        <w:t>1.013e0</w:t>
      </w:r>
    </w:p>
    <w:p w:rsidR="00B65DC9" w:rsidRDefault="00B65DC9" w:rsidP="00B65DC9">
      <w:r>
        <w:t>119.1351</w:t>
      </w:r>
      <w:r>
        <w:tab/>
        <w:t>1.266e-2</w:t>
      </w:r>
    </w:p>
    <w:p w:rsidR="00B65DC9" w:rsidRDefault="00B65DC9" w:rsidP="00B65DC9">
      <w:r>
        <w:t>119.1638</w:t>
      </w:r>
      <w:r>
        <w:tab/>
        <w:t>1.266e-2</w:t>
      </w:r>
    </w:p>
    <w:p w:rsidR="00B65DC9" w:rsidRDefault="00B65DC9" w:rsidP="00B65DC9">
      <w:r>
        <w:t>119.2392</w:t>
      </w:r>
      <w:r>
        <w:tab/>
        <w:t>1.266e-2</w:t>
      </w:r>
    </w:p>
    <w:p w:rsidR="00B65DC9" w:rsidRDefault="00B65DC9" w:rsidP="00B65DC9">
      <w:r>
        <w:t>119.2596</w:t>
      </w:r>
      <w:r>
        <w:tab/>
        <w:t>1.266e-2</w:t>
      </w:r>
    </w:p>
    <w:p w:rsidR="00B65DC9" w:rsidRDefault="00B65DC9" w:rsidP="00B65DC9">
      <w:r>
        <w:t>119.2688</w:t>
      </w:r>
      <w:r>
        <w:tab/>
        <w:t>1.013e0</w:t>
      </w:r>
    </w:p>
    <w:p w:rsidR="00B65DC9" w:rsidRDefault="00B65DC9" w:rsidP="00B65DC9">
      <w:r>
        <w:t>119.2770</w:t>
      </w:r>
      <w:r>
        <w:tab/>
        <w:t>1.266e-2</w:t>
      </w:r>
    </w:p>
    <w:p w:rsidR="00B65DC9" w:rsidRDefault="00B65DC9" w:rsidP="00B65DC9">
      <w:r>
        <w:t>119.2988</w:t>
      </w:r>
      <w:r>
        <w:tab/>
        <w:t>2.025e0</w:t>
      </w:r>
    </w:p>
    <w:p w:rsidR="00B65DC9" w:rsidRDefault="00B65DC9" w:rsidP="00B65DC9">
      <w:r>
        <w:t>119.3117</w:t>
      </w:r>
      <w:r>
        <w:tab/>
        <w:t>1.013e0</w:t>
      </w:r>
    </w:p>
    <w:p w:rsidR="00B65DC9" w:rsidRDefault="00B65DC9" w:rsidP="00B65DC9">
      <w:r>
        <w:t>119.3321</w:t>
      </w:r>
      <w:r>
        <w:tab/>
        <w:t>1.266e-2</w:t>
      </w:r>
    </w:p>
    <w:p w:rsidR="00B65DC9" w:rsidRDefault="00B65DC9" w:rsidP="00B65DC9">
      <w:r>
        <w:lastRenderedPageBreak/>
        <w:t>119.3467</w:t>
      </w:r>
      <w:r>
        <w:tab/>
        <w:t>1.266e-2</w:t>
      </w:r>
    </w:p>
    <w:p w:rsidR="00B65DC9" w:rsidRDefault="00B65DC9" w:rsidP="00B65DC9">
      <w:r>
        <w:t>119.3668</w:t>
      </w:r>
      <w:r>
        <w:tab/>
        <w:t>1.266e-2</w:t>
      </w:r>
    </w:p>
    <w:p w:rsidR="00B65DC9" w:rsidRDefault="00B65DC9" w:rsidP="00B65DC9">
      <w:r>
        <w:t>119.3902</w:t>
      </w:r>
      <w:r>
        <w:tab/>
        <w:t>1.013e0</w:t>
      </w:r>
    </w:p>
    <w:p w:rsidR="00B65DC9" w:rsidRDefault="00B65DC9" w:rsidP="00B65DC9">
      <w:r>
        <w:t>119.4513</w:t>
      </w:r>
      <w:r>
        <w:tab/>
        <w:t>1.266e-2</w:t>
      </w:r>
    </w:p>
    <w:p w:rsidR="00B65DC9" w:rsidRDefault="00B65DC9" w:rsidP="00B65DC9">
      <w:r>
        <w:t>119.5004</w:t>
      </w:r>
      <w:r>
        <w:tab/>
        <w:t>2.025e0</w:t>
      </w:r>
    </w:p>
    <w:p w:rsidR="00B65DC9" w:rsidRDefault="00B65DC9" w:rsidP="00B65DC9">
      <w:r>
        <w:t>119.5034</w:t>
      </w:r>
      <w:r>
        <w:tab/>
        <w:t>1.266e-2</w:t>
      </w:r>
    </w:p>
    <w:p w:rsidR="00B65DC9" w:rsidRDefault="00B65DC9" w:rsidP="00B65DC9">
      <w:r>
        <w:t>119.5094</w:t>
      </w:r>
      <w:r>
        <w:tab/>
        <w:t>1.266e-2</w:t>
      </w:r>
    </w:p>
    <w:p w:rsidR="00B65DC9" w:rsidRDefault="00B65DC9" w:rsidP="00B65DC9">
      <w:r>
        <w:t>119.5297</w:t>
      </w:r>
      <w:r>
        <w:tab/>
        <w:t>1.025e0</w:t>
      </w:r>
    </w:p>
    <w:p w:rsidR="00B65DC9" w:rsidRDefault="00B65DC9" w:rsidP="00B65DC9">
      <w:r>
        <w:t>119.5646</w:t>
      </w:r>
      <w:r>
        <w:tab/>
        <w:t>1.266e-2</w:t>
      </w:r>
    </w:p>
    <w:p w:rsidR="00B65DC9" w:rsidRDefault="00B65DC9" w:rsidP="00B65DC9">
      <w:r>
        <w:t>119.5851</w:t>
      </w:r>
      <w:r>
        <w:tab/>
        <w:t>1.013e0</w:t>
      </w:r>
    </w:p>
    <w:p w:rsidR="00B65DC9" w:rsidRDefault="00B65DC9" w:rsidP="00B65DC9">
      <w:r>
        <w:t>119.5936</w:t>
      </w:r>
      <w:r>
        <w:tab/>
        <w:t>1.013e0</w:t>
      </w:r>
    </w:p>
    <w:p w:rsidR="00B65DC9" w:rsidRDefault="00B65DC9" w:rsidP="00B65DC9">
      <w:r>
        <w:t>119.6083</w:t>
      </w:r>
      <w:r>
        <w:tab/>
        <w:t>1.266e-2</w:t>
      </w:r>
    </w:p>
    <w:p w:rsidR="00B65DC9" w:rsidRDefault="00B65DC9" w:rsidP="00B65DC9">
      <w:r>
        <w:t>119.6315</w:t>
      </w:r>
      <w:r>
        <w:tab/>
        <w:t>1.013e0</w:t>
      </w:r>
    </w:p>
    <w:p w:rsidR="00B65DC9" w:rsidRDefault="00B65DC9" w:rsidP="00B65DC9">
      <w:r>
        <w:t>119.6461</w:t>
      </w:r>
      <w:r>
        <w:tab/>
        <w:t>1.013e0</w:t>
      </w:r>
    </w:p>
    <w:p w:rsidR="00B65DC9" w:rsidRDefault="00B65DC9" w:rsidP="00B65DC9">
      <w:r>
        <w:t>119.6545</w:t>
      </w:r>
      <w:r>
        <w:tab/>
        <w:t>1.025e0</w:t>
      </w:r>
    </w:p>
    <w:p w:rsidR="00B65DC9" w:rsidRDefault="00B65DC9" w:rsidP="00B65DC9">
      <w:r>
        <w:t>119.6924</w:t>
      </w:r>
      <w:r>
        <w:tab/>
        <w:t>1.013e0</w:t>
      </w:r>
    </w:p>
    <w:p w:rsidR="00B65DC9" w:rsidRDefault="00B65DC9" w:rsidP="00B65DC9">
      <w:r>
        <w:t>119.7331</w:t>
      </w:r>
      <w:r>
        <w:tab/>
        <w:t>1.013e0</w:t>
      </w:r>
    </w:p>
    <w:p w:rsidR="00B65DC9" w:rsidRDefault="00B65DC9" w:rsidP="00B65DC9">
      <w:r>
        <w:t>119.7361</w:t>
      </w:r>
      <w:r>
        <w:tab/>
        <w:t>1.266e-2</w:t>
      </w:r>
    </w:p>
    <w:p w:rsidR="00B65DC9" w:rsidRDefault="00B65DC9" w:rsidP="00B65DC9">
      <w:r>
        <w:t>119.7390</w:t>
      </w:r>
      <w:r>
        <w:tab/>
        <w:t>1.013e0</w:t>
      </w:r>
    </w:p>
    <w:p w:rsidR="00B65DC9" w:rsidRDefault="00B65DC9" w:rsidP="00B65DC9">
      <w:r>
        <w:lastRenderedPageBreak/>
        <w:t>119.7504</w:t>
      </w:r>
      <w:r>
        <w:tab/>
        <w:t>1.013e0</w:t>
      </w:r>
    </w:p>
    <w:p w:rsidR="00B65DC9" w:rsidRDefault="00B65DC9" w:rsidP="00B65DC9">
      <w:r>
        <w:t>119.7710</w:t>
      </w:r>
      <w:r>
        <w:tab/>
        <w:t>1.266e-2</w:t>
      </w:r>
    </w:p>
    <w:p w:rsidR="00B65DC9" w:rsidRDefault="00B65DC9" w:rsidP="00B65DC9">
      <w:r>
        <w:t>119.8002</w:t>
      </w:r>
      <w:r>
        <w:tab/>
        <w:t>1.013e0</w:t>
      </w:r>
    </w:p>
    <w:p w:rsidR="00B65DC9" w:rsidRDefault="00B65DC9" w:rsidP="00B65DC9">
      <w:r>
        <w:t>119.8335</w:t>
      </w:r>
      <w:r>
        <w:tab/>
        <w:t>2.025e0</w:t>
      </w:r>
    </w:p>
    <w:p w:rsidR="00B65DC9" w:rsidRDefault="00B65DC9" w:rsidP="00B65DC9">
      <w:r>
        <w:t>119.8842</w:t>
      </w:r>
      <w:r>
        <w:tab/>
        <w:t>1.013e0</w:t>
      </w:r>
    </w:p>
    <w:p w:rsidR="00B65DC9" w:rsidRDefault="00B65DC9" w:rsidP="00B65DC9">
      <w:r>
        <w:t>119.8963</w:t>
      </w:r>
      <w:r>
        <w:tab/>
        <w:t>1.013e0</w:t>
      </w:r>
    </w:p>
    <w:p w:rsidR="00B65DC9" w:rsidRDefault="00B65DC9" w:rsidP="00B65DC9">
      <w:r>
        <w:t>119.9047</w:t>
      </w:r>
      <w:r>
        <w:tab/>
        <w:t>1.266e-2</w:t>
      </w:r>
    </w:p>
    <w:p w:rsidR="00B65DC9" w:rsidRDefault="00B65DC9" w:rsidP="00B65DC9">
      <w:r>
        <w:t>119.9092</w:t>
      </w:r>
      <w:r>
        <w:tab/>
        <w:t>2.025e0</w:t>
      </w:r>
    </w:p>
    <w:p w:rsidR="00B65DC9" w:rsidRDefault="00B65DC9" w:rsidP="00B65DC9">
      <w:r>
        <w:t>119.9281</w:t>
      </w:r>
      <w:r>
        <w:tab/>
        <w:t>1.266e-2</w:t>
      </w:r>
    </w:p>
    <w:p w:rsidR="00B65DC9" w:rsidRDefault="00B65DC9" w:rsidP="00B65DC9">
      <w:r>
        <w:t>119.9370</w:t>
      </w:r>
      <w:r>
        <w:tab/>
        <w:t>1.266e-2</w:t>
      </w:r>
    </w:p>
    <w:p w:rsidR="00B65DC9" w:rsidRDefault="00B65DC9" w:rsidP="00B65DC9">
      <w:r>
        <w:t>119.9425</w:t>
      </w:r>
      <w:r>
        <w:tab/>
        <w:t>1.266e-2</w:t>
      </w:r>
    </w:p>
    <w:p w:rsidR="00B65DC9" w:rsidRDefault="00B65DC9" w:rsidP="00B65DC9">
      <w:r>
        <w:t>119.9485</w:t>
      </w:r>
      <w:r>
        <w:tab/>
        <w:t>1.266e-2</w:t>
      </w:r>
    </w:p>
    <w:p w:rsidR="00B65DC9" w:rsidRDefault="00B65DC9" w:rsidP="00B65DC9">
      <w:r>
        <w:t>119.9573</w:t>
      </w:r>
      <w:r>
        <w:tab/>
        <w:t>1.266e-2</w:t>
      </w:r>
    </w:p>
    <w:p w:rsidR="00B65DC9" w:rsidRDefault="00B65DC9" w:rsidP="00B65DC9">
      <w:r>
        <w:t>119.9659</w:t>
      </w:r>
      <w:r>
        <w:tab/>
        <w:t>1.266e-2</w:t>
      </w:r>
    </w:p>
    <w:p w:rsidR="00B65DC9" w:rsidRDefault="00B65DC9" w:rsidP="00B65DC9">
      <w:r>
        <w:t>120.0212</w:t>
      </w:r>
      <w:r>
        <w:tab/>
        <w:t>1.013e0</w:t>
      </w:r>
    </w:p>
    <w:p w:rsidR="00B65DC9" w:rsidRDefault="00B65DC9" w:rsidP="00B65DC9">
      <w:r>
        <w:t>120.0723</w:t>
      </w:r>
      <w:r>
        <w:tab/>
        <w:t>3.038e0</w:t>
      </w:r>
    </w:p>
    <w:p w:rsidR="00B65DC9" w:rsidRDefault="00B65DC9" w:rsidP="00B65DC9">
      <w:r>
        <w:t>120.0867</w:t>
      </w:r>
      <w:r>
        <w:tab/>
        <w:t>3.111e0</w:t>
      </w:r>
    </w:p>
    <w:p w:rsidR="00B65DC9" w:rsidRDefault="00B65DC9" w:rsidP="00B65DC9">
      <w:r>
        <w:t>120.0913</w:t>
      </w:r>
      <w:r>
        <w:tab/>
        <w:t>1.266e-2</w:t>
      </w:r>
    </w:p>
    <w:p w:rsidR="00B65DC9" w:rsidRDefault="00B65DC9" w:rsidP="00B65DC9">
      <w:r>
        <w:t>120.1013</w:t>
      </w:r>
      <w:r>
        <w:tab/>
        <w:t>2.025e0</w:t>
      </w:r>
    </w:p>
    <w:p w:rsidR="00B65DC9" w:rsidRDefault="00B65DC9" w:rsidP="00B65DC9">
      <w:r>
        <w:lastRenderedPageBreak/>
        <w:t>120.1058</w:t>
      </w:r>
      <w:r>
        <w:tab/>
        <w:t>1.266e-2</w:t>
      </w:r>
    </w:p>
    <w:p w:rsidR="00B65DC9" w:rsidRDefault="00B65DC9" w:rsidP="00B65DC9">
      <w:r>
        <w:t>120.1318</w:t>
      </w:r>
      <w:r>
        <w:tab/>
        <w:t>1.013e0</w:t>
      </w:r>
    </w:p>
    <w:p w:rsidR="00B65DC9" w:rsidRDefault="00B65DC9" w:rsidP="00B65DC9">
      <w:r>
        <w:t>120.1496</w:t>
      </w:r>
      <w:r>
        <w:tab/>
        <w:t>2.025e0</w:t>
      </w:r>
    </w:p>
    <w:p w:rsidR="00B65DC9" w:rsidRDefault="00B65DC9" w:rsidP="00B65DC9">
      <w:r>
        <w:t>120.1726</w:t>
      </w:r>
      <w:r>
        <w:tab/>
        <w:t>1.266e-2</w:t>
      </w:r>
    </w:p>
    <w:p w:rsidR="00B65DC9" w:rsidRDefault="00B65DC9" w:rsidP="00B65DC9">
      <w:r>
        <w:t>120.1831</w:t>
      </w:r>
      <w:r>
        <w:tab/>
        <w:t>2.025e0</w:t>
      </w:r>
    </w:p>
    <w:p w:rsidR="00B65DC9" w:rsidRDefault="00B65DC9" w:rsidP="00B65DC9">
      <w:r>
        <w:t>120.1901</w:t>
      </w:r>
      <w:r>
        <w:tab/>
        <w:t>1.013e0</w:t>
      </w:r>
    </w:p>
    <w:p w:rsidR="00B65DC9" w:rsidRDefault="00B65DC9" w:rsidP="00B65DC9">
      <w:r>
        <w:t>120.1946</w:t>
      </w:r>
      <w:r>
        <w:tab/>
        <w:t>2.025e0</w:t>
      </w:r>
    </w:p>
    <w:p w:rsidR="00B65DC9" w:rsidRDefault="00B65DC9" w:rsidP="00B65DC9">
      <w:r>
        <w:t>120.1960</w:t>
      </w:r>
      <w:r>
        <w:tab/>
        <w:t>2.025e0</w:t>
      </w:r>
    </w:p>
    <w:p w:rsidR="00B65DC9" w:rsidRDefault="00B65DC9" w:rsidP="00B65DC9">
      <w:r>
        <w:t>120.2890</w:t>
      </w:r>
      <w:r>
        <w:tab/>
        <w:t>1.013e0</w:t>
      </w:r>
    </w:p>
    <w:p w:rsidR="00B65DC9" w:rsidRDefault="00B65DC9" w:rsidP="00B65DC9">
      <w:r>
        <w:t>120.3155</w:t>
      </w:r>
      <w:r>
        <w:tab/>
        <w:t>1.013e0</w:t>
      </w:r>
    </w:p>
    <w:p w:rsidR="00B65DC9" w:rsidRDefault="00B65DC9" w:rsidP="00B65DC9">
      <w:r>
        <w:t>120.3243</w:t>
      </w:r>
      <w:r>
        <w:tab/>
        <w:t>1.013e0</w:t>
      </w:r>
    </w:p>
    <w:p w:rsidR="00B65DC9" w:rsidRDefault="00B65DC9" w:rsidP="00B65DC9">
      <w:r>
        <w:t>120.3447</w:t>
      </w:r>
      <w:r>
        <w:tab/>
        <w:t>1.025e0</w:t>
      </w:r>
    </w:p>
    <w:p w:rsidR="00B65DC9" w:rsidRDefault="00B65DC9" w:rsidP="00B65DC9">
      <w:r>
        <w:t>120.3800</w:t>
      </w:r>
      <w:r>
        <w:tab/>
        <w:t>1.266e-2</w:t>
      </w:r>
    </w:p>
    <w:p w:rsidR="00B65DC9" w:rsidRDefault="00B65DC9" w:rsidP="00B65DC9">
      <w:r>
        <w:t>120.3812</w:t>
      </w:r>
      <w:r>
        <w:tab/>
        <w:t>2.025e0</w:t>
      </w:r>
    </w:p>
    <w:p w:rsidR="00B65DC9" w:rsidRDefault="00B65DC9" w:rsidP="00B65DC9">
      <w:r>
        <w:t>120.3853</w:t>
      </w:r>
      <w:r>
        <w:tab/>
        <w:t>2.038e0</w:t>
      </w:r>
    </w:p>
    <w:p w:rsidR="00B65DC9" w:rsidRDefault="00B65DC9" w:rsidP="00B65DC9">
      <w:r>
        <w:t>120.4029</w:t>
      </w:r>
      <w:r>
        <w:tab/>
        <w:t>2.025e0</w:t>
      </w:r>
    </w:p>
    <w:p w:rsidR="00B65DC9" w:rsidRDefault="00B65DC9" w:rsidP="00B65DC9">
      <w:r>
        <w:t>120.4207</w:t>
      </w:r>
      <w:r>
        <w:tab/>
        <w:t>1.266e-2</w:t>
      </w:r>
    </w:p>
    <w:p w:rsidR="00B65DC9" w:rsidRDefault="00B65DC9" w:rsidP="00B65DC9">
      <w:r>
        <w:t>120.4382</w:t>
      </w:r>
      <w:r>
        <w:tab/>
        <w:t>1.013e0</w:t>
      </w:r>
    </w:p>
    <w:p w:rsidR="00B65DC9" w:rsidRDefault="00B65DC9" w:rsidP="00B65DC9">
      <w:r>
        <w:t>120.4496</w:t>
      </w:r>
      <w:r>
        <w:tab/>
        <w:t>1.013e0</w:t>
      </w:r>
    </w:p>
    <w:p w:rsidR="00B65DC9" w:rsidRDefault="00B65DC9" w:rsidP="00B65DC9">
      <w:r>
        <w:lastRenderedPageBreak/>
        <w:t>120.4640</w:t>
      </w:r>
      <w:r>
        <w:tab/>
        <w:t>2.532e-2</w:t>
      </w:r>
    </w:p>
    <w:p w:rsidR="00B65DC9" w:rsidRDefault="00B65DC9" w:rsidP="00B65DC9">
      <w:r>
        <w:t>120.4702</w:t>
      </w:r>
      <w:r>
        <w:tab/>
        <w:t>1.013e0</w:t>
      </w:r>
    </w:p>
    <w:p w:rsidR="00B65DC9" w:rsidRDefault="00B65DC9" w:rsidP="00B65DC9">
      <w:r>
        <w:t>120.4845</w:t>
      </w:r>
      <w:r>
        <w:tab/>
        <w:t>1.013e0</w:t>
      </w:r>
    </w:p>
    <w:p w:rsidR="00B65DC9" w:rsidRDefault="00B65DC9" w:rsidP="00B65DC9">
      <w:r>
        <w:t>120.4993</w:t>
      </w:r>
      <w:r>
        <w:tab/>
        <w:t>1.013e0</w:t>
      </w:r>
    </w:p>
    <w:p w:rsidR="00B65DC9" w:rsidRDefault="00B65DC9" w:rsidP="00B65DC9">
      <w:r>
        <w:t>120.5019</w:t>
      </w:r>
      <w:r>
        <w:tab/>
        <w:t>1.013e0</w:t>
      </w:r>
    </w:p>
    <w:p w:rsidR="00B65DC9" w:rsidRDefault="00B65DC9" w:rsidP="00B65DC9">
      <w:r>
        <w:t>120.5364</w:t>
      </w:r>
      <w:r>
        <w:tab/>
        <w:t>4.051e0</w:t>
      </w:r>
    </w:p>
    <w:p w:rsidR="00B65DC9" w:rsidRDefault="00B65DC9" w:rsidP="00B65DC9">
      <w:r>
        <w:t>120.5780</w:t>
      </w:r>
      <w:r>
        <w:tab/>
        <w:t>2.025e0</w:t>
      </w:r>
    </w:p>
    <w:p w:rsidR="00B65DC9" w:rsidRDefault="00B65DC9" w:rsidP="00B65DC9">
      <w:r>
        <w:t>120.5899</w:t>
      </w:r>
      <w:r>
        <w:tab/>
        <w:t>1.013e0</w:t>
      </w:r>
    </w:p>
    <w:p w:rsidR="00B65DC9" w:rsidRDefault="00B65DC9" w:rsidP="00B65DC9">
      <w:r>
        <w:t>120.5983</w:t>
      </w:r>
      <w:r>
        <w:tab/>
        <w:t>1.013e0</w:t>
      </w:r>
    </w:p>
    <w:p w:rsidR="00B65DC9" w:rsidRDefault="00B65DC9" w:rsidP="00B65DC9">
      <w:r>
        <w:t>120.6174</w:t>
      </w:r>
      <w:r>
        <w:tab/>
        <w:t>2.025e0</w:t>
      </w:r>
    </w:p>
    <w:p w:rsidR="00B65DC9" w:rsidRDefault="00B65DC9" w:rsidP="00B65DC9">
      <w:r>
        <w:t>120.6186</w:t>
      </w:r>
      <w:r>
        <w:tab/>
        <w:t>1.266e-2</w:t>
      </w:r>
    </w:p>
    <w:p w:rsidR="00B65DC9" w:rsidRDefault="00B65DC9" w:rsidP="00B65DC9">
      <w:r>
        <w:t>120.6511</w:t>
      </w:r>
      <w:r>
        <w:tab/>
        <w:t>1.266e-2</w:t>
      </w:r>
    </w:p>
    <w:p w:rsidR="00B65DC9" w:rsidRDefault="00B65DC9" w:rsidP="00B65DC9">
      <w:r>
        <w:t>120.6569</w:t>
      </w:r>
      <w:r>
        <w:tab/>
        <w:t>1.025e0</w:t>
      </w:r>
    </w:p>
    <w:p w:rsidR="00B65DC9" w:rsidRDefault="00B65DC9" w:rsidP="00B65DC9">
      <w:r>
        <w:t>120.6716</w:t>
      </w:r>
      <w:r>
        <w:tab/>
        <w:t>1.025e0</w:t>
      </w:r>
    </w:p>
    <w:p w:rsidR="00B65DC9" w:rsidRDefault="00B65DC9" w:rsidP="00B65DC9">
      <w:r>
        <w:t>120.6745</w:t>
      </w:r>
      <w:r>
        <w:tab/>
        <w:t>3.038e0</w:t>
      </w:r>
    </w:p>
    <w:p w:rsidR="00B65DC9" w:rsidRDefault="00B65DC9" w:rsidP="00B65DC9">
      <w:r>
        <w:t>120.6860</w:t>
      </w:r>
      <w:r>
        <w:tab/>
        <w:t>1.266e-2</w:t>
      </w:r>
    </w:p>
    <w:p w:rsidR="00B65DC9" w:rsidRDefault="00B65DC9" w:rsidP="00B65DC9">
      <w:r>
        <w:t>120.7095</w:t>
      </w:r>
      <w:r>
        <w:tab/>
        <w:t>1.013e0</w:t>
      </w:r>
    </w:p>
    <w:p w:rsidR="00B65DC9" w:rsidRDefault="00B65DC9" w:rsidP="00B65DC9">
      <w:r>
        <w:t>120.7179</w:t>
      </w:r>
      <w:r>
        <w:tab/>
        <w:t>1.266e-2</w:t>
      </w:r>
    </w:p>
    <w:p w:rsidR="00B65DC9" w:rsidRDefault="00B65DC9" w:rsidP="00B65DC9">
      <w:r>
        <w:t>120.7444</w:t>
      </w:r>
      <w:r>
        <w:tab/>
        <w:t>1.266e-2</w:t>
      </w:r>
    </w:p>
    <w:p w:rsidR="00B65DC9" w:rsidRDefault="00B65DC9" w:rsidP="00B65DC9">
      <w:r>
        <w:lastRenderedPageBreak/>
        <w:t>120.7824</w:t>
      </w:r>
      <w:r>
        <w:tab/>
        <w:t>1.266e-2</w:t>
      </w:r>
    </w:p>
    <w:p w:rsidR="00B65DC9" w:rsidRDefault="00B65DC9" w:rsidP="00B65DC9">
      <w:r>
        <w:t>120.7884</w:t>
      </w:r>
      <w:r>
        <w:tab/>
        <w:t>1.013e0</w:t>
      </w:r>
    </w:p>
    <w:p w:rsidR="00B65DC9" w:rsidRDefault="00B65DC9" w:rsidP="00B65DC9">
      <w:r>
        <w:t>120.7968</w:t>
      </w:r>
      <w:r>
        <w:tab/>
        <w:t>2.025e0</w:t>
      </w:r>
    </w:p>
    <w:p w:rsidR="00B65DC9" w:rsidRDefault="00B65DC9" w:rsidP="00B65DC9">
      <w:r>
        <w:t>120.8347</w:t>
      </w:r>
      <w:r>
        <w:tab/>
        <w:t>1.013e0</w:t>
      </w:r>
    </w:p>
    <w:p w:rsidR="00B65DC9" w:rsidRDefault="00B65DC9" w:rsidP="00B65DC9">
      <w:r>
        <w:t>120.8378</w:t>
      </w:r>
      <w:r>
        <w:tab/>
        <w:t>1.266e-2</w:t>
      </w:r>
    </w:p>
    <w:p w:rsidR="00B65DC9" w:rsidRDefault="00B65DC9" w:rsidP="00B65DC9">
      <w:r>
        <w:t>120.8524</w:t>
      </w:r>
      <w:r>
        <w:tab/>
        <w:t>1.013e0</w:t>
      </w:r>
    </w:p>
    <w:p w:rsidR="00B65DC9" w:rsidRDefault="00B65DC9" w:rsidP="00B65DC9">
      <w:r>
        <w:t>120.8599</w:t>
      </w:r>
      <w:r>
        <w:tab/>
        <w:t>2.025e0</w:t>
      </w:r>
    </w:p>
    <w:p w:rsidR="00B65DC9" w:rsidRDefault="00B65DC9" w:rsidP="00B65DC9">
      <w:r>
        <w:t>120.8847</w:t>
      </w:r>
      <w:r>
        <w:tab/>
        <w:t>1.266e-2</w:t>
      </w:r>
    </w:p>
    <w:p w:rsidR="00B65DC9" w:rsidRDefault="00B65DC9" w:rsidP="00B65DC9">
      <w:r>
        <w:t>120.9007</w:t>
      </w:r>
      <w:r>
        <w:tab/>
        <w:t>2.025e0</w:t>
      </w:r>
    </w:p>
    <w:p w:rsidR="00B65DC9" w:rsidRDefault="00B65DC9" w:rsidP="00B65DC9">
      <w:r>
        <w:t>120.9167</w:t>
      </w:r>
      <w:r>
        <w:tab/>
        <w:t>2.532e-2</w:t>
      </w:r>
    </w:p>
    <w:p w:rsidR="00B65DC9" w:rsidRDefault="00B65DC9" w:rsidP="00B65DC9">
      <w:r>
        <w:t>120.9243</w:t>
      </w:r>
      <w:r>
        <w:tab/>
        <w:t>2.025e0</w:t>
      </w:r>
    </w:p>
    <w:p w:rsidR="00B65DC9" w:rsidRDefault="00B65DC9" w:rsidP="00B65DC9">
      <w:r>
        <w:t>120.9751</w:t>
      </w:r>
      <w:r>
        <w:tab/>
        <w:t>1.266e-2</w:t>
      </w:r>
    </w:p>
    <w:p w:rsidR="00B65DC9" w:rsidRDefault="00B65DC9" w:rsidP="00B65DC9">
      <w:r>
        <w:t>120.9956</w:t>
      </w:r>
      <w:r>
        <w:tab/>
        <w:t>1.266e-2</w:t>
      </w:r>
    </w:p>
    <w:p w:rsidR="00B65DC9" w:rsidRDefault="00B65DC9" w:rsidP="00B65DC9">
      <w:r>
        <w:t>121.0016</w:t>
      </w:r>
      <w:r>
        <w:tab/>
        <w:t>1.013e0</w:t>
      </w:r>
    </w:p>
    <w:p w:rsidR="00B65DC9" w:rsidRDefault="00B65DC9" w:rsidP="00B65DC9">
      <w:r>
        <w:t>121.0046</w:t>
      </w:r>
      <w:r>
        <w:tab/>
        <w:t>1.013e0</w:t>
      </w:r>
    </w:p>
    <w:p w:rsidR="00B65DC9" w:rsidRDefault="00B65DC9" w:rsidP="00B65DC9">
      <w:r>
        <w:t>121.0119</w:t>
      </w:r>
      <w:r>
        <w:tab/>
        <w:t>4.051e0</w:t>
      </w:r>
    </w:p>
    <w:p w:rsidR="00B65DC9" w:rsidRDefault="00B65DC9" w:rsidP="00B65DC9">
      <w:r>
        <w:t>121.0243</w:t>
      </w:r>
      <w:r>
        <w:tab/>
        <w:t>3.798e-2</w:t>
      </w:r>
    </w:p>
    <w:p w:rsidR="00B65DC9" w:rsidRDefault="00B65DC9" w:rsidP="00B65DC9">
      <w:r>
        <w:t>121.0307</w:t>
      </w:r>
      <w:r>
        <w:tab/>
        <w:t>1.013e0</w:t>
      </w:r>
    </w:p>
    <w:p w:rsidR="00B65DC9" w:rsidRDefault="00B65DC9" w:rsidP="00B65DC9">
      <w:r>
        <w:t>121.0484</w:t>
      </w:r>
      <w:r>
        <w:tab/>
        <w:t>1.076e0</w:t>
      </w:r>
    </w:p>
    <w:p w:rsidR="00B65DC9" w:rsidRDefault="00B65DC9" w:rsidP="00B65DC9">
      <w:r>
        <w:lastRenderedPageBreak/>
        <w:t>121.0687</w:t>
      </w:r>
      <w:r>
        <w:tab/>
        <w:t>1.266e-2</w:t>
      </w:r>
    </w:p>
    <w:p w:rsidR="00B65DC9" w:rsidRDefault="00B65DC9" w:rsidP="00B65DC9">
      <w:r>
        <w:t>121.0821</w:t>
      </w:r>
      <w:r>
        <w:tab/>
        <w:t>1.635e0</w:t>
      </w:r>
    </w:p>
    <w:p w:rsidR="00B65DC9" w:rsidRDefault="00B65DC9" w:rsidP="00B65DC9">
      <w:r>
        <w:t>121.0920</w:t>
      </w:r>
      <w:r>
        <w:tab/>
        <w:t>1.266e-2</w:t>
      </w:r>
    </w:p>
    <w:p w:rsidR="00B65DC9" w:rsidRDefault="00B65DC9" w:rsidP="00B65DC9">
      <w:r>
        <w:t>121.0971</w:t>
      </w:r>
      <w:r>
        <w:tab/>
        <w:t>1.051e0</w:t>
      </w:r>
    </w:p>
    <w:p w:rsidR="00B65DC9" w:rsidRDefault="00B65DC9" w:rsidP="00B65DC9">
      <w:r>
        <w:t>121.1127</w:t>
      </w:r>
      <w:r>
        <w:tab/>
        <w:t>1.013e0</w:t>
      </w:r>
    </w:p>
    <w:p w:rsidR="00B65DC9" w:rsidRDefault="00B65DC9" w:rsidP="00B65DC9">
      <w:r>
        <w:t>121.1273</w:t>
      </w:r>
      <w:r>
        <w:tab/>
        <w:t>1.013e0</w:t>
      </w:r>
    </w:p>
    <w:p w:rsidR="00B65DC9" w:rsidRDefault="00B65DC9" w:rsidP="00B65DC9">
      <w:r>
        <w:t>121.1345</w:t>
      </w:r>
      <w:r>
        <w:tab/>
        <w:t>2.025e0</w:t>
      </w:r>
    </w:p>
    <w:p w:rsidR="00B65DC9" w:rsidRDefault="00B65DC9" w:rsidP="00B65DC9">
      <w:r>
        <w:t>121.1710</w:t>
      </w:r>
      <w:r>
        <w:tab/>
        <w:t>1.266e-2</w:t>
      </w:r>
    </w:p>
    <w:p w:rsidR="00B65DC9" w:rsidRDefault="00B65DC9" w:rsidP="00B65DC9">
      <w:r>
        <w:t>121.1831</w:t>
      </w:r>
      <w:r>
        <w:tab/>
        <w:t>1.266e-2</w:t>
      </w:r>
    </w:p>
    <w:p w:rsidR="00B65DC9" w:rsidRDefault="00B65DC9" w:rsidP="00B65DC9">
      <w:r>
        <w:t>121.2005</w:t>
      </w:r>
      <w:r>
        <w:tab/>
        <w:t>1.266e-2</w:t>
      </w:r>
    </w:p>
    <w:p w:rsidR="00B65DC9" w:rsidRDefault="00B65DC9" w:rsidP="00B65DC9">
      <w:r>
        <w:t>121.2038</w:t>
      </w:r>
      <w:r>
        <w:tab/>
        <w:t>1.266e-2</w:t>
      </w:r>
    </w:p>
    <w:p w:rsidR="00B65DC9" w:rsidRDefault="00B65DC9" w:rsidP="00B65DC9">
      <w:r>
        <w:t>121.2152</w:t>
      </w:r>
      <w:r>
        <w:tab/>
        <w:t>1.266e-2</w:t>
      </w:r>
    </w:p>
    <w:p w:rsidR="00B65DC9" w:rsidRDefault="00B65DC9" w:rsidP="00B65DC9">
      <w:r>
        <w:t>121.2325</w:t>
      </w:r>
      <w:r>
        <w:tab/>
        <w:t>1.266e-2</w:t>
      </w:r>
    </w:p>
    <w:p w:rsidR="00B65DC9" w:rsidRDefault="00B65DC9" w:rsidP="00B65DC9">
      <w:r>
        <w:t>121.2649</w:t>
      </w:r>
      <w:r>
        <w:tab/>
        <w:t>2.532e-2</w:t>
      </w:r>
    </w:p>
    <w:p w:rsidR="00B65DC9" w:rsidRDefault="00B65DC9" w:rsidP="00B65DC9">
      <w:r>
        <w:t>121.2853</w:t>
      </w:r>
      <w:r>
        <w:tab/>
        <w:t>1.266e-2</w:t>
      </w:r>
    </w:p>
    <w:p w:rsidR="00B65DC9" w:rsidRDefault="00B65DC9" w:rsidP="00B65DC9">
      <w:r>
        <w:t>121.2910</w:t>
      </w:r>
      <w:r>
        <w:tab/>
        <w:t>1.266e-2</w:t>
      </w:r>
    </w:p>
    <w:p w:rsidR="00B65DC9" w:rsidRDefault="00B65DC9" w:rsidP="00B65DC9">
      <w:r>
        <w:t>121.3146</w:t>
      </w:r>
      <w:r>
        <w:tab/>
        <w:t>1.266e-2</w:t>
      </w:r>
    </w:p>
    <w:p w:rsidR="00B65DC9" w:rsidRDefault="00B65DC9" w:rsidP="00B65DC9">
      <w:r>
        <w:t>121.3321</w:t>
      </w:r>
      <w:r>
        <w:tab/>
        <w:t>1.266e-2</w:t>
      </w:r>
    </w:p>
    <w:p w:rsidR="00B65DC9" w:rsidRDefault="00B65DC9" w:rsidP="00B65DC9">
      <w:r>
        <w:t>121.3351</w:t>
      </w:r>
      <w:r>
        <w:tab/>
        <w:t>1.266e-2</w:t>
      </w:r>
    </w:p>
    <w:p w:rsidR="00B65DC9" w:rsidRDefault="00B65DC9" w:rsidP="00B65DC9">
      <w:r>
        <w:lastRenderedPageBreak/>
        <w:t>121.3862</w:t>
      </w:r>
      <w:r>
        <w:tab/>
        <w:t>2.025e0</w:t>
      </w:r>
    </w:p>
    <w:p w:rsidR="00B65DC9" w:rsidRDefault="00B65DC9" w:rsidP="00B65DC9">
      <w:r>
        <w:t>121.4027</w:t>
      </w:r>
      <w:r>
        <w:tab/>
        <w:t>1.013e0</w:t>
      </w:r>
    </w:p>
    <w:p w:rsidR="00B65DC9" w:rsidRDefault="00B65DC9" w:rsidP="00B65DC9">
      <w:r>
        <w:t>121.4066</w:t>
      </w:r>
      <w:r>
        <w:tab/>
        <w:t>2.025e0</w:t>
      </w:r>
    </w:p>
    <w:p w:rsidR="00B65DC9" w:rsidRDefault="00B65DC9" w:rsidP="00B65DC9">
      <w:r>
        <w:t>121.4316</w:t>
      </w:r>
      <w:r>
        <w:tab/>
        <w:t>1.266e-2</w:t>
      </w:r>
    </w:p>
    <w:p w:rsidR="00B65DC9" w:rsidRDefault="00B65DC9" w:rsidP="00B65DC9">
      <w:r>
        <w:t>121.4378</w:t>
      </w:r>
      <w:r>
        <w:tab/>
        <w:t>1.266e-2</w:t>
      </w:r>
    </w:p>
    <w:p w:rsidR="00B65DC9" w:rsidRDefault="00B65DC9" w:rsidP="00B65DC9">
      <w:r>
        <w:t>121.4581</w:t>
      </w:r>
      <w:r>
        <w:tab/>
        <w:t>1.013e0</w:t>
      </w:r>
    </w:p>
    <w:p w:rsidR="00B65DC9" w:rsidRDefault="00B65DC9" w:rsidP="00B65DC9">
      <w:r>
        <w:t>121.4902</w:t>
      </w:r>
      <w:r>
        <w:tab/>
        <w:t>1.013e0</w:t>
      </w:r>
    </w:p>
    <w:p w:rsidR="00B65DC9" w:rsidRDefault="00B65DC9" w:rsidP="00B65DC9">
      <w:r>
        <w:t>121.4992</w:t>
      </w:r>
      <w:r>
        <w:tab/>
        <w:t>1.266e-2</w:t>
      </w:r>
    </w:p>
    <w:p w:rsidR="00B65DC9" w:rsidRDefault="00B65DC9" w:rsidP="00B65DC9">
      <w:r>
        <w:t>121.5268</w:t>
      </w:r>
      <w:r>
        <w:tab/>
        <w:t>2.025e0</w:t>
      </w:r>
    </w:p>
    <w:p w:rsidR="00B65DC9" w:rsidRDefault="00B65DC9" w:rsidP="00B65DC9">
      <w:r>
        <w:t>121.5344</w:t>
      </w:r>
      <w:r>
        <w:tab/>
        <w:t>1.266e-2</w:t>
      </w:r>
    </w:p>
    <w:p w:rsidR="00B65DC9" w:rsidRDefault="00B65DC9" w:rsidP="00B65DC9">
      <w:r>
        <w:t>121.5518</w:t>
      </w:r>
      <w:r>
        <w:tab/>
        <w:t>1.266e-2</w:t>
      </w:r>
    </w:p>
    <w:p w:rsidR="00B65DC9" w:rsidRDefault="00B65DC9" w:rsidP="00B65DC9">
      <w:r>
        <w:t>121.5752</w:t>
      </w:r>
      <w:r>
        <w:tab/>
        <w:t>1.013e0</w:t>
      </w:r>
    </w:p>
    <w:p w:rsidR="00B65DC9" w:rsidRDefault="00B65DC9" w:rsidP="00B65DC9">
      <w:r>
        <w:t>121.6163</w:t>
      </w:r>
      <w:r>
        <w:tab/>
        <w:t>1.266e-2</w:t>
      </w:r>
    </w:p>
    <w:p w:rsidR="00B65DC9" w:rsidRDefault="00B65DC9" w:rsidP="00B65DC9">
      <w:r>
        <w:t>121.6249</w:t>
      </w:r>
      <w:r>
        <w:tab/>
        <w:t>1.266e-2</w:t>
      </w:r>
    </w:p>
    <w:p w:rsidR="00B65DC9" w:rsidRDefault="00B65DC9" w:rsidP="00B65DC9">
      <w:r>
        <w:t>121.6269</w:t>
      </w:r>
      <w:r>
        <w:tab/>
        <w:t>1.038e0</w:t>
      </w:r>
    </w:p>
    <w:p w:rsidR="00B65DC9" w:rsidRDefault="00B65DC9" w:rsidP="00B65DC9">
      <w:r>
        <w:t>121.6454</w:t>
      </w:r>
      <w:r>
        <w:tab/>
        <w:t>1.013e0</w:t>
      </w:r>
    </w:p>
    <w:p w:rsidR="00B65DC9" w:rsidRDefault="00B65DC9" w:rsidP="00B65DC9">
      <w:r>
        <w:t>121.6545</w:t>
      </w:r>
      <w:r>
        <w:tab/>
        <w:t>1.013e0</w:t>
      </w:r>
    </w:p>
    <w:p w:rsidR="00B65DC9" w:rsidRDefault="00B65DC9" w:rsidP="00B65DC9">
      <w:r>
        <w:t>121.6604</w:t>
      </w:r>
      <w:r>
        <w:tab/>
        <w:t>1.013e0</w:t>
      </w:r>
    </w:p>
    <w:p w:rsidR="00B65DC9" w:rsidRDefault="00B65DC9" w:rsidP="00B65DC9">
      <w:r>
        <w:t>121.7160</w:t>
      </w:r>
      <w:r>
        <w:tab/>
        <w:t>1.013e0</w:t>
      </w:r>
    </w:p>
    <w:p w:rsidR="00B65DC9" w:rsidRDefault="00B65DC9" w:rsidP="00B65DC9">
      <w:r>
        <w:lastRenderedPageBreak/>
        <w:t>121.7335</w:t>
      </w:r>
      <w:r>
        <w:tab/>
        <w:t>1.013e0</w:t>
      </w:r>
    </w:p>
    <w:p w:rsidR="00B65DC9" w:rsidRDefault="00B65DC9" w:rsidP="00B65DC9">
      <w:r>
        <w:t>121.7655</w:t>
      </w:r>
      <w:r>
        <w:tab/>
        <w:t>1.013e0</w:t>
      </w:r>
    </w:p>
    <w:p w:rsidR="00B65DC9" w:rsidRDefault="00B65DC9" w:rsidP="00B65DC9">
      <w:r>
        <w:t>121.8304</w:t>
      </w:r>
      <w:r>
        <w:tab/>
        <w:t>1.013e0</w:t>
      </w:r>
    </w:p>
    <w:p w:rsidR="00B65DC9" w:rsidRDefault="00B65DC9" w:rsidP="00B65DC9">
      <w:r>
        <w:t>121.8449</w:t>
      </w:r>
      <w:r>
        <w:tab/>
        <w:t>1.025e0</w:t>
      </w:r>
    </w:p>
    <w:p w:rsidR="00B65DC9" w:rsidRDefault="00B65DC9" w:rsidP="00B65DC9">
      <w:r>
        <w:t>121.8654</w:t>
      </w:r>
      <w:r>
        <w:tab/>
        <w:t>1.013e0</w:t>
      </w:r>
    </w:p>
    <w:p w:rsidR="00B65DC9" w:rsidRDefault="00B65DC9" w:rsidP="00B65DC9">
      <w:r>
        <w:t>121.8833</w:t>
      </w:r>
      <w:r>
        <w:tab/>
        <w:t>1.266e-2</w:t>
      </w:r>
    </w:p>
    <w:p w:rsidR="00B65DC9" w:rsidRDefault="00B65DC9" w:rsidP="00B65DC9">
      <w:r>
        <w:t>121.8949</w:t>
      </w:r>
      <w:r>
        <w:tab/>
        <w:t>2.025e0</w:t>
      </w:r>
    </w:p>
    <w:p w:rsidR="00B65DC9" w:rsidRDefault="00B65DC9" w:rsidP="00B65DC9">
      <w:r>
        <w:t>121.9094</w:t>
      </w:r>
      <w:r>
        <w:tab/>
        <w:t>1.266e-2</w:t>
      </w:r>
    </w:p>
    <w:p w:rsidR="00B65DC9" w:rsidRDefault="00B65DC9" w:rsidP="00B65DC9">
      <w:r>
        <w:t>121.9268</w:t>
      </w:r>
      <w:r>
        <w:tab/>
        <w:t>2.532e-2</w:t>
      </w:r>
    </w:p>
    <w:p w:rsidR="00B65DC9" w:rsidRDefault="00B65DC9" w:rsidP="00B65DC9">
      <w:r>
        <w:t>121.9490</w:t>
      </w:r>
      <w:r>
        <w:tab/>
        <w:t>2.025e0</w:t>
      </w:r>
    </w:p>
    <w:p w:rsidR="00B65DC9" w:rsidRDefault="00B65DC9" w:rsidP="00B65DC9">
      <w:r>
        <w:t>121.9565</w:t>
      </w:r>
      <w:r>
        <w:tab/>
        <w:t>2.038e0</w:t>
      </w:r>
    </w:p>
    <w:p w:rsidR="00B65DC9" w:rsidRDefault="00B65DC9" w:rsidP="00B65DC9">
      <w:r>
        <w:t>121.9680</w:t>
      </w:r>
      <w:r>
        <w:tab/>
        <w:t>2.025e0</w:t>
      </w:r>
    </w:p>
    <w:p w:rsidR="00B65DC9" w:rsidRDefault="00B65DC9" w:rsidP="00B65DC9">
      <w:r>
        <w:t>121.9850</w:t>
      </w:r>
      <w:r>
        <w:tab/>
        <w:t>3.038e0</w:t>
      </w:r>
    </w:p>
    <w:p w:rsidR="00B65DC9" w:rsidRDefault="00B65DC9" w:rsidP="00B65DC9">
      <w:r>
        <w:t>122.0227</w:t>
      </w:r>
      <w:r>
        <w:tab/>
        <w:t>2.532e-2</w:t>
      </w:r>
    </w:p>
    <w:p w:rsidR="00B65DC9" w:rsidRDefault="00B65DC9" w:rsidP="00B65DC9">
      <w:r>
        <w:t>122.0268</w:t>
      </w:r>
      <w:r>
        <w:tab/>
        <w:t>2.532e-2</w:t>
      </w:r>
    </w:p>
    <w:p w:rsidR="00B65DC9" w:rsidRDefault="00B65DC9" w:rsidP="00B65DC9">
      <w:r>
        <w:t>122.0403</w:t>
      </w:r>
      <w:r>
        <w:tab/>
        <w:t>2.025e0</w:t>
      </w:r>
    </w:p>
    <w:p w:rsidR="00B65DC9" w:rsidRDefault="00B65DC9" w:rsidP="00B65DC9">
      <w:r>
        <w:t>122.0652</w:t>
      </w:r>
      <w:r>
        <w:tab/>
        <w:t>2.008e0</w:t>
      </w:r>
    </w:p>
    <w:p w:rsidR="00B65DC9" w:rsidRDefault="00B65DC9" w:rsidP="00B65DC9">
      <w:r>
        <w:t>122.0670</w:t>
      </w:r>
      <w:r>
        <w:tab/>
        <w:t>1.038e0</w:t>
      </w:r>
    </w:p>
    <w:p w:rsidR="00B65DC9" w:rsidRDefault="00B65DC9" w:rsidP="00B65DC9">
      <w:r>
        <w:t>122.0747</w:t>
      </w:r>
      <w:r>
        <w:tab/>
        <w:t>7.414e0</w:t>
      </w:r>
    </w:p>
    <w:p w:rsidR="00B65DC9" w:rsidRDefault="00B65DC9" w:rsidP="00B65DC9">
      <w:r>
        <w:lastRenderedPageBreak/>
        <w:t>122.1311</w:t>
      </w:r>
      <w:r>
        <w:tab/>
        <w:t>2.025e0</w:t>
      </w:r>
    </w:p>
    <w:p w:rsidR="00B65DC9" w:rsidRDefault="00B65DC9" w:rsidP="00B65DC9">
      <w:r>
        <w:t>122.1386</w:t>
      </w:r>
      <w:r>
        <w:tab/>
        <w:t>1.266e-2</w:t>
      </w:r>
    </w:p>
    <w:p w:rsidR="00B65DC9" w:rsidRDefault="00B65DC9" w:rsidP="00B65DC9">
      <w:r>
        <w:t>122.1570</w:t>
      </w:r>
      <w:r>
        <w:tab/>
        <w:t>2.051e0</w:t>
      </w:r>
    </w:p>
    <w:p w:rsidR="00B65DC9" w:rsidRDefault="00B65DC9" w:rsidP="00B65DC9">
      <w:r>
        <w:t>122.1679</w:t>
      </w:r>
      <w:r>
        <w:tab/>
        <w:t>1.266e-2</w:t>
      </w:r>
    </w:p>
    <w:p w:rsidR="00B65DC9" w:rsidRDefault="00B65DC9" w:rsidP="00B65DC9">
      <w:r>
        <w:t>122.1737</w:t>
      </w:r>
      <w:r>
        <w:tab/>
        <w:t>1.266e-2</w:t>
      </w:r>
    </w:p>
    <w:p w:rsidR="00B65DC9" w:rsidRDefault="00B65DC9" w:rsidP="00B65DC9">
      <w:r>
        <w:t>122.1798</w:t>
      </w:r>
      <w:r>
        <w:tab/>
        <w:t>3.063e0</w:t>
      </w:r>
    </w:p>
    <w:p w:rsidR="00B65DC9" w:rsidRDefault="00B65DC9" w:rsidP="00B65DC9">
      <w:r>
        <w:t>122.1995</w:t>
      </w:r>
      <w:r>
        <w:tab/>
        <w:t>3.038e0</w:t>
      </w:r>
    </w:p>
    <w:p w:rsidR="00B65DC9" w:rsidRDefault="00B65DC9" w:rsidP="00B65DC9">
      <w:r>
        <w:t>122.2049</w:t>
      </w:r>
      <w:r>
        <w:tab/>
        <w:t>2.886e0</w:t>
      </w:r>
    </w:p>
    <w:p w:rsidR="00B65DC9" w:rsidRDefault="00B65DC9" w:rsidP="00B65DC9">
      <w:r>
        <w:t>122.2118</w:t>
      </w:r>
      <w:r>
        <w:tab/>
        <w:t>1.266e-2</w:t>
      </w:r>
    </w:p>
    <w:p w:rsidR="00B65DC9" w:rsidRDefault="00B65DC9" w:rsidP="00B65DC9">
      <w:r>
        <w:t>122.2178</w:t>
      </w:r>
      <w:r>
        <w:tab/>
        <w:t>3.189e0</w:t>
      </w:r>
    </w:p>
    <w:p w:rsidR="00B65DC9" w:rsidRDefault="00B65DC9" w:rsidP="00B65DC9">
      <w:r>
        <w:t>122.2384</w:t>
      </w:r>
      <w:r>
        <w:tab/>
        <w:t>1.013e0</w:t>
      </w:r>
    </w:p>
    <w:p w:rsidR="00B65DC9" w:rsidRDefault="00B65DC9" w:rsidP="00B65DC9">
      <w:r>
        <w:t>122.2516</w:t>
      </w:r>
      <w:r>
        <w:tab/>
        <w:t>4.051e0</w:t>
      </w:r>
    </w:p>
    <w:p w:rsidR="00B65DC9" w:rsidRDefault="00B65DC9" w:rsidP="00B65DC9">
      <w:r>
        <w:t>122.2560</w:t>
      </w:r>
      <w:r>
        <w:tab/>
        <w:t>1.266e-2</w:t>
      </w:r>
    </w:p>
    <w:p w:rsidR="00B65DC9" w:rsidRDefault="00B65DC9" w:rsidP="00B65DC9">
      <w:r>
        <w:t>122.2796</w:t>
      </w:r>
      <w:r>
        <w:tab/>
        <w:t>2.025e0</w:t>
      </w:r>
    </w:p>
    <w:p w:rsidR="00B65DC9" w:rsidRDefault="00B65DC9" w:rsidP="00B65DC9">
      <w:r>
        <w:t>122.2828</w:t>
      </w:r>
      <w:r>
        <w:tab/>
        <w:t>1.266e-2</w:t>
      </w:r>
    </w:p>
    <w:p w:rsidR="00B65DC9" w:rsidRDefault="00B65DC9" w:rsidP="00B65DC9">
      <w:r>
        <w:t>122.2911</w:t>
      </w:r>
      <w:r>
        <w:tab/>
        <w:t>1.013e0</w:t>
      </w:r>
    </w:p>
    <w:p w:rsidR="00B65DC9" w:rsidRDefault="00B65DC9" w:rsidP="00B65DC9">
      <w:r>
        <w:t>122.2926</w:t>
      </w:r>
      <w:r>
        <w:tab/>
        <w:t>2.025e0</w:t>
      </w:r>
    </w:p>
    <w:p w:rsidR="00B65DC9" w:rsidRDefault="00B65DC9" w:rsidP="00B65DC9">
      <w:r>
        <w:t>122.2975</w:t>
      </w:r>
      <w:r>
        <w:tab/>
        <w:t>6.076e0</w:t>
      </w:r>
    </w:p>
    <w:p w:rsidR="00B65DC9" w:rsidRDefault="00B65DC9" w:rsidP="00B65DC9">
      <w:r>
        <w:t>122.3295</w:t>
      </w:r>
      <w:r>
        <w:tab/>
        <w:t>2.532e-2</w:t>
      </w:r>
    </w:p>
    <w:p w:rsidR="00B65DC9" w:rsidRDefault="00B65DC9" w:rsidP="00B65DC9">
      <w:r>
        <w:lastRenderedPageBreak/>
        <w:t>122.3337</w:t>
      </w:r>
      <w:r>
        <w:tab/>
        <w:t>2.025e0</w:t>
      </w:r>
    </w:p>
    <w:p w:rsidR="00B65DC9" w:rsidRDefault="00B65DC9" w:rsidP="00B65DC9">
      <w:r>
        <w:t>122.3679</w:t>
      </w:r>
      <w:r>
        <w:tab/>
        <w:t>1.025e0</w:t>
      </w:r>
    </w:p>
    <w:p w:rsidR="00B65DC9" w:rsidRDefault="00B65DC9" w:rsidP="00B65DC9">
      <w:r>
        <w:t>122.3750</w:t>
      </w:r>
      <w:r>
        <w:tab/>
        <w:t>2.025e0</w:t>
      </w:r>
    </w:p>
    <w:p w:rsidR="00B65DC9" w:rsidRDefault="00B65DC9" w:rsidP="00B65DC9">
      <w:r>
        <w:t>122.3857</w:t>
      </w:r>
      <w:r>
        <w:tab/>
        <w:t>1.266e-2</w:t>
      </w:r>
    </w:p>
    <w:p w:rsidR="00B65DC9" w:rsidRDefault="00B65DC9" w:rsidP="00B65DC9">
      <w:r>
        <w:t>122.3932</w:t>
      </w:r>
      <w:r>
        <w:tab/>
        <w:t>3.038e0</w:t>
      </w:r>
    </w:p>
    <w:p w:rsidR="00B65DC9" w:rsidRDefault="00B65DC9" w:rsidP="00B65DC9">
      <w:r>
        <w:t>122.4558</w:t>
      </w:r>
      <w:r>
        <w:tab/>
        <w:t>2.532e-2</w:t>
      </w:r>
    </w:p>
    <w:p w:rsidR="00B65DC9" w:rsidRDefault="00B65DC9" w:rsidP="00B65DC9">
      <w:r>
        <w:t>122.4634</w:t>
      </w:r>
      <w:r>
        <w:tab/>
        <w:t>2.025e0</w:t>
      </w:r>
    </w:p>
    <w:p w:rsidR="00B65DC9" w:rsidRDefault="00B65DC9" w:rsidP="00B65DC9">
      <w:r>
        <w:t>122.4870</w:t>
      </w:r>
      <w:r>
        <w:tab/>
        <w:t>2.025e0</w:t>
      </w:r>
    </w:p>
    <w:p w:rsidR="00B65DC9" w:rsidRDefault="00B65DC9" w:rsidP="00B65DC9">
      <w:r>
        <w:t>122.5093</w:t>
      </w:r>
      <w:r>
        <w:tab/>
        <w:t>2.532e-2</w:t>
      </w:r>
    </w:p>
    <w:p w:rsidR="00B65DC9" w:rsidRDefault="00B65DC9" w:rsidP="00B65DC9">
      <w:r>
        <w:t>122.5251</w:t>
      </w:r>
      <w:r>
        <w:tab/>
        <w:t>2.532e-2</w:t>
      </w:r>
    </w:p>
    <w:p w:rsidR="00B65DC9" w:rsidRDefault="00B65DC9" w:rsidP="00B65DC9">
      <w:r>
        <w:t>122.5353</w:t>
      </w:r>
      <w:r>
        <w:tab/>
        <w:t>1.013e0</w:t>
      </w:r>
    </w:p>
    <w:p w:rsidR="00B65DC9" w:rsidRDefault="00B65DC9" w:rsidP="00B65DC9">
      <w:r>
        <w:t>122.5388</w:t>
      </w:r>
      <w:r>
        <w:tab/>
        <w:t>2.323e0</w:t>
      </w:r>
    </w:p>
    <w:p w:rsidR="00B65DC9" w:rsidRDefault="00B65DC9" w:rsidP="00B65DC9">
      <w:r>
        <w:t>122.5590</w:t>
      </w:r>
      <w:r>
        <w:tab/>
        <w:t>1.266e-2</w:t>
      </w:r>
    </w:p>
    <w:p w:rsidR="00B65DC9" w:rsidRDefault="00B65DC9" w:rsidP="00B65DC9">
      <w:r>
        <w:t>122.5618</w:t>
      </w:r>
      <w:r>
        <w:tab/>
        <w:t>3.798e-2</w:t>
      </w:r>
    </w:p>
    <w:p w:rsidR="00B65DC9" w:rsidRDefault="00B65DC9" w:rsidP="00B65DC9">
      <w:r>
        <w:t>122.5745</w:t>
      </w:r>
      <w:r>
        <w:tab/>
        <w:t>2.749e0</w:t>
      </w:r>
    </w:p>
    <w:p w:rsidR="00B65DC9" w:rsidRDefault="00B65DC9" w:rsidP="00B65DC9">
      <w:r>
        <w:t>122.5809</w:t>
      </w:r>
      <w:r>
        <w:tab/>
        <w:t>2.532e-2</w:t>
      </w:r>
    </w:p>
    <w:p w:rsidR="00B65DC9" w:rsidRDefault="00B65DC9" w:rsidP="00B65DC9">
      <w:r>
        <w:t>122.5824</w:t>
      </w:r>
      <w:r>
        <w:tab/>
        <w:t>2.025e0</w:t>
      </w:r>
    </w:p>
    <w:p w:rsidR="00B65DC9" w:rsidRDefault="00B65DC9" w:rsidP="00B65DC9">
      <w:r>
        <w:t>122.5927</w:t>
      </w:r>
      <w:r>
        <w:tab/>
        <w:t>2.025e0</w:t>
      </w:r>
    </w:p>
    <w:p w:rsidR="00B65DC9" w:rsidRDefault="00B65DC9" w:rsidP="00B65DC9">
      <w:r>
        <w:t>122.6000</w:t>
      </w:r>
      <w:r>
        <w:tab/>
        <w:t>2.025e0</w:t>
      </w:r>
    </w:p>
    <w:p w:rsidR="00B65DC9" w:rsidRDefault="00B65DC9" w:rsidP="00B65DC9">
      <w:r>
        <w:lastRenderedPageBreak/>
        <w:t>122.6075</w:t>
      </w:r>
      <w:r>
        <w:tab/>
        <w:t>2.025e0</w:t>
      </w:r>
    </w:p>
    <w:p w:rsidR="00B65DC9" w:rsidRDefault="00B65DC9" w:rsidP="00B65DC9">
      <w:r>
        <w:t>122.6121</w:t>
      </w:r>
      <w:r>
        <w:tab/>
        <w:t>1.266e-2</w:t>
      </w:r>
    </w:p>
    <w:p w:rsidR="00B65DC9" w:rsidRDefault="00B65DC9" w:rsidP="00B65DC9">
      <w:r>
        <w:t>122.6221</w:t>
      </w:r>
      <w:r>
        <w:tab/>
        <w:t>2.025e0</w:t>
      </w:r>
    </w:p>
    <w:p w:rsidR="00B65DC9" w:rsidRDefault="00B65DC9" w:rsidP="00B65DC9">
      <w:r>
        <w:t>122.6238</w:t>
      </w:r>
      <w:r>
        <w:tab/>
        <w:t>1.266e-2</w:t>
      </w:r>
    </w:p>
    <w:p w:rsidR="00B65DC9" w:rsidRDefault="00B65DC9" w:rsidP="00B65DC9">
      <w:r>
        <w:t>122.6282</w:t>
      </w:r>
      <w:r>
        <w:tab/>
        <w:t>2.025e0</w:t>
      </w:r>
    </w:p>
    <w:p w:rsidR="00B65DC9" w:rsidRDefault="00B65DC9" w:rsidP="00B65DC9">
      <w:r>
        <w:t>122.6414</w:t>
      </w:r>
      <w:r>
        <w:tab/>
        <w:t>1.013e0</w:t>
      </w:r>
    </w:p>
    <w:p w:rsidR="00B65DC9" w:rsidRDefault="00B65DC9" w:rsidP="00B65DC9">
      <w:r>
        <w:t>122.6442</w:t>
      </w:r>
      <w:r>
        <w:tab/>
        <w:t>1.266e-2</w:t>
      </w:r>
    </w:p>
    <w:p w:rsidR="00B65DC9" w:rsidRDefault="00B65DC9" w:rsidP="00B65DC9">
      <w:r>
        <w:t>122.6545</w:t>
      </w:r>
      <w:r>
        <w:tab/>
        <w:t>2.025e0</w:t>
      </w:r>
    </w:p>
    <w:p w:rsidR="00B65DC9" w:rsidRDefault="00B65DC9" w:rsidP="00B65DC9">
      <w:r>
        <w:t>122.6588</w:t>
      </w:r>
      <w:r>
        <w:tab/>
        <w:t>1.013e0</w:t>
      </w:r>
    </w:p>
    <w:p w:rsidR="00B65DC9" w:rsidRDefault="00B65DC9" w:rsidP="00B65DC9">
      <w:r>
        <w:t>122.6670</w:t>
      </w:r>
      <w:r>
        <w:tab/>
        <w:t>3.038e0</w:t>
      </w:r>
    </w:p>
    <w:p w:rsidR="00B65DC9" w:rsidRDefault="00B65DC9" w:rsidP="00B65DC9">
      <w:r>
        <w:t>122.6824</w:t>
      </w:r>
      <w:r>
        <w:tab/>
        <w:t>3.038e0</w:t>
      </w:r>
    </w:p>
    <w:p w:rsidR="00B65DC9" w:rsidRDefault="00B65DC9" w:rsidP="00B65DC9">
      <w:r>
        <w:t>122.7267</w:t>
      </w:r>
      <w:r>
        <w:tab/>
        <w:t>1.013e0</w:t>
      </w:r>
    </w:p>
    <w:p w:rsidR="00B65DC9" w:rsidRDefault="00B65DC9" w:rsidP="00B65DC9">
      <w:r>
        <w:t>122.7382</w:t>
      </w:r>
      <w:r>
        <w:tab/>
        <w:t>1.266e-2</w:t>
      </w:r>
    </w:p>
    <w:p w:rsidR="00B65DC9" w:rsidRDefault="00B65DC9" w:rsidP="00B65DC9">
      <w:r>
        <w:t>122.7421</w:t>
      </w:r>
      <w:r>
        <w:tab/>
        <w:t>3.038e0</w:t>
      </w:r>
    </w:p>
    <w:p w:rsidR="00B65DC9" w:rsidRDefault="00B65DC9" w:rsidP="00B65DC9">
      <w:r>
        <w:t>122.7741</w:t>
      </w:r>
      <w:r>
        <w:tab/>
        <w:t>2.532e-2</w:t>
      </w:r>
    </w:p>
    <w:p w:rsidR="00B65DC9" w:rsidRDefault="00B65DC9" w:rsidP="00B65DC9">
      <w:r>
        <w:t>122.7915</w:t>
      </w:r>
      <w:r>
        <w:tab/>
        <w:t>1.013e0</w:t>
      </w:r>
    </w:p>
    <w:p w:rsidR="00B65DC9" w:rsidRDefault="00B65DC9" w:rsidP="00B65DC9">
      <w:r>
        <w:t>122.8003</w:t>
      </w:r>
      <w:r>
        <w:tab/>
        <w:t>2.532e-2</w:t>
      </w:r>
    </w:p>
    <w:p w:rsidR="00B65DC9" w:rsidRDefault="00B65DC9" w:rsidP="00B65DC9">
      <w:r>
        <w:t>122.8166</w:t>
      </w:r>
      <w:r>
        <w:tab/>
        <w:t>2.532e-2</w:t>
      </w:r>
    </w:p>
    <w:p w:rsidR="00B65DC9" w:rsidRDefault="00B65DC9" w:rsidP="00B65DC9">
      <w:r>
        <w:t>122.8343</w:t>
      </w:r>
      <w:r>
        <w:tab/>
        <w:t>2.025e0</w:t>
      </w:r>
    </w:p>
    <w:p w:rsidR="00B65DC9" w:rsidRDefault="00B65DC9" w:rsidP="00B65DC9">
      <w:r>
        <w:lastRenderedPageBreak/>
        <w:t>122.8373</w:t>
      </w:r>
      <w:r>
        <w:tab/>
        <w:t>2.025e0</w:t>
      </w:r>
    </w:p>
    <w:p w:rsidR="00B65DC9" w:rsidRDefault="00B65DC9" w:rsidP="00B65DC9">
      <w:r>
        <w:t>122.8563</w:t>
      </w:r>
      <w:r>
        <w:tab/>
        <w:t>3.038e0</w:t>
      </w:r>
    </w:p>
    <w:p w:rsidR="00B65DC9" w:rsidRDefault="00B65DC9" w:rsidP="00B65DC9">
      <w:r>
        <w:t>122.8918</w:t>
      </w:r>
      <w:r>
        <w:tab/>
        <w:t>1.266e-2</w:t>
      </w:r>
    </w:p>
    <w:p w:rsidR="00B65DC9" w:rsidRDefault="00B65DC9" w:rsidP="00B65DC9">
      <w:r>
        <w:t>122.9230</w:t>
      </w:r>
      <w:r>
        <w:tab/>
        <w:t>3.798e-2</w:t>
      </w:r>
    </w:p>
    <w:p w:rsidR="00B65DC9" w:rsidRDefault="00B65DC9" w:rsidP="00B65DC9">
      <w:r>
        <w:t>122.9596</w:t>
      </w:r>
      <w:r>
        <w:tab/>
        <w:t>1.266e-2</w:t>
      </w:r>
    </w:p>
    <w:p w:rsidR="00B65DC9" w:rsidRDefault="00B65DC9" w:rsidP="00B65DC9">
      <w:r>
        <w:t>122.9625</w:t>
      </w:r>
      <w:r>
        <w:tab/>
        <w:t>1.013e0</w:t>
      </w:r>
    </w:p>
    <w:p w:rsidR="00B65DC9" w:rsidRDefault="00B65DC9" w:rsidP="00B65DC9">
      <w:r>
        <w:t>122.9829</w:t>
      </w:r>
      <w:r>
        <w:tab/>
        <w:t>2.025e0</w:t>
      </w:r>
    </w:p>
    <w:p w:rsidR="00B65DC9" w:rsidRDefault="00B65DC9" w:rsidP="00B65DC9">
      <w:r>
        <w:t>122.9857</w:t>
      </w:r>
      <w:r>
        <w:tab/>
        <w:t>2.532e-2</w:t>
      </w:r>
    </w:p>
    <w:p w:rsidR="00B65DC9" w:rsidRDefault="00B65DC9" w:rsidP="00B65DC9">
      <w:r>
        <w:t>122.9978</w:t>
      </w:r>
      <w:r>
        <w:tab/>
        <w:t>1.266e-2</w:t>
      </w:r>
    </w:p>
    <w:p w:rsidR="00B65DC9" w:rsidRDefault="00B65DC9" w:rsidP="00B65DC9">
      <w:r>
        <w:t>123.0172</w:t>
      </w:r>
      <w:r>
        <w:tab/>
        <w:t>3.038e0</w:t>
      </w:r>
    </w:p>
    <w:p w:rsidR="00B65DC9" w:rsidRDefault="00B65DC9" w:rsidP="00B65DC9">
      <w:r>
        <w:t>123.0186</w:t>
      </w:r>
      <w:r>
        <w:tab/>
        <w:t>1.038e0</w:t>
      </w:r>
    </w:p>
    <w:p w:rsidR="00B65DC9" w:rsidRDefault="00B65DC9" w:rsidP="00B65DC9">
      <w:r>
        <w:t>123.0377</w:t>
      </w:r>
      <w:r>
        <w:tab/>
        <w:t>1.038e0</w:t>
      </w:r>
    </w:p>
    <w:p w:rsidR="00B65DC9" w:rsidRDefault="00B65DC9" w:rsidP="00B65DC9">
      <w:r>
        <w:t>123.0391</w:t>
      </w:r>
      <w:r>
        <w:tab/>
        <w:t>2.025e0</w:t>
      </w:r>
    </w:p>
    <w:p w:rsidR="00B65DC9" w:rsidRDefault="00B65DC9" w:rsidP="00B65DC9">
      <w:r>
        <w:t>123.0521</w:t>
      </w:r>
      <w:r>
        <w:tab/>
        <w:t>5.296e0</w:t>
      </w:r>
    </w:p>
    <w:p w:rsidR="00B65DC9" w:rsidRDefault="00B65DC9" w:rsidP="00B65DC9">
      <w:r>
        <w:t>123.0597</w:t>
      </w:r>
      <w:r>
        <w:tab/>
        <w:t>1.266e-2</w:t>
      </w:r>
    </w:p>
    <w:p w:rsidR="00B65DC9" w:rsidRDefault="00B65DC9" w:rsidP="00B65DC9">
      <w:r>
        <w:t>123.0674</w:t>
      </w:r>
      <w:r>
        <w:tab/>
        <w:t>1.015e0</w:t>
      </w:r>
    </w:p>
    <w:p w:rsidR="00B65DC9" w:rsidRDefault="00B65DC9" w:rsidP="00B65DC9">
      <w:r>
        <w:t>123.1301</w:t>
      </w:r>
      <w:r>
        <w:tab/>
        <w:t>1.013e0</w:t>
      </w:r>
    </w:p>
    <w:p w:rsidR="00B65DC9" w:rsidRDefault="00B65DC9" w:rsidP="00B65DC9">
      <w:r>
        <w:t>123.1332</w:t>
      </w:r>
      <w:r>
        <w:tab/>
        <w:t>2.532e-2</w:t>
      </w:r>
    </w:p>
    <w:p w:rsidR="00B65DC9" w:rsidRDefault="00B65DC9" w:rsidP="00B65DC9">
      <w:r>
        <w:t>123.1423</w:t>
      </w:r>
      <w:r>
        <w:tab/>
        <w:t>1.266e-2</w:t>
      </w:r>
    </w:p>
    <w:p w:rsidR="00B65DC9" w:rsidRDefault="00B65DC9" w:rsidP="00B65DC9">
      <w:r>
        <w:lastRenderedPageBreak/>
        <w:t>123.1553</w:t>
      </w:r>
      <w:r>
        <w:tab/>
        <w:t>2.532e-2</w:t>
      </w:r>
    </w:p>
    <w:p w:rsidR="00B65DC9" w:rsidRDefault="00B65DC9" w:rsidP="00B65DC9">
      <w:r>
        <w:t>123.1630</w:t>
      </w:r>
      <w:r>
        <w:tab/>
        <w:t>1.025e0</w:t>
      </w:r>
    </w:p>
    <w:p w:rsidR="00B65DC9" w:rsidRDefault="00B65DC9" w:rsidP="00B65DC9">
      <w:r>
        <w:t>123.1714</w:t>
      </w:r>
      <w:r>
        <w:tab/>
        <w:t>1.266e-2</w:t>
      </w:r>
    </w:p>
    <w:p w:rsidR="00B65DC9" w:rsidRDefault="00B65DC9" w:rsidP="00B65DC9">
      <w:r>
        <w:t>123.2102</w:t>
      </w:r>
      <w:r>
        <w:tab/>
        <w:t>1.266e-2</w:t>
      </w:r>
    </w:p>
    <w:p w:rsidR="00B65DC9" w:rsidRDefault="00B65DC9" w:rsidP="00B65DC9">
      <w:r>
        <w:t>123.2188</w:t>
      </w:r>
      <w:r>
        <w:tab/>
        <w:t>1.266e-2</w:t>
      </w:r>
    </w:p>
    <w:p w:rsidR="00B65DC9" w:rsidRDefault="00B65DC9" w:rsidP="00B65DC9">
      <w:r>
        <w:t>123.3192</w:t>
      </w:r>
      <w:r>
        <w:tab/>
        <w:t>1.266e-2</w:t>
      </w:r>
    </w:p>
    <w:p w:rsidR="00B65DC9" w:rsidRDefault="00B65DC9" w:rsidP="00B65DC9">
      <w:r>
        <w:t>123.3206</w:t>
      </w:r>
      <w:r>
        <w:tab/>
        <w:t>2.025e0</w:t>
      </w:r>
    </w:p>
    <w:p w:rsidR="00B65DC9" w:rsidRDefault="00B65DC9" w:rsidP="00B65DC9">
      <w:r>
        <w:t>123.3221</w:t>
      </w:r>
      <w:r>
        <w:tab/>
        <w:t>1.025e0</w:t>
      </w:r>
    </w:p>
    <w:p w:rsidR="00B65DC9" w:rsidRDefault="00B65DC9" w:rsidP="00B65DC9">
      <w:r>
        <w:t>123.3353</w:t>
      </w:r>
      <w:r>
        <w:tab/>
        <w:t>2.025e0</w:t>
      </w:r>
    </w:p>
    <w:p w:rsidR="00B65DC9" w:rsidRDefault="00B65DC9" w:rsidP="00B65DC9">
      <w:r>
        <w:t>123.3397</w:t>
      </w:r>
      <w:r>
        <w:tab/>
        <w:t>1.013e0</w:t>
      </w:r>
    </w:p>
    <w:p w:rsidR="00B65DC9" w:rsidRDefault="00B65DC9" w:rsidP="00B65DC9">
      <w:r>
        <w:t>123.3519</w:t>
      </w:r>
      <w:r>
        <w:tab/>
        <w:t>1.025e0</w:t>
      </w:r>
    </w:p>
    <w:p w:rsidR="00B65DC9" w:rsidRDefault="00B65DC9" w:rsidP="00B65DC9">
      <w:r>
        <w:t>123.3780</w:t>
      </w:r>
      <w:r>
        <w:tab/>
        <w:t>1.266e-2</w:t>
      </w:r>
    </w:p>
    <w:p w:rsidR="00B65DC9" w:rsidRDefault="00B65DC9" w:rsidP="00B65DC9">
      <w:r>
        <w:t>123.4254</w:t>
      </w:r>
      <w:r>
        <w:tab/>
        <w:t>1.266e-2</w:t>
      </w:r>
    </w:p>
    <w:p w:rsidR="00B65DC9" w:rsidRDefault="00B65DC9" w:rsidP="00B65DC9">
      <w:r>
        <w:t>123.4345</w:t>
      </w:r>
      <w:r>
        <w:tab/>
        <w:t>2.025e0</w:t>
      </w:r>
    </w:p>
    <w:p w:rsidR="00B65DC9" w:rsidRDefault="00B65DC9" w:rsidP="00B65DC9">
      <w:r>
        <w:t>123.4579</w:t>
      </w:r>
      <w:r>
        <w:tab/>
        <w:t>3.038e0</w:t>
      </w:r>
    </w:p>
    <w:p w:rsidR="00B65DC9" w:rsidRDefault="00B65DC9" w:rsidP="00B65DC9">
      <w:r>
        <w:t>123.4636</w:t>
      </w:r>
      <w:r>
        <w:tab/>
        <w:t>1.013e0</w:t>
      </w:r>
    </w:p>
    <w:p w:rsidR="00B65DC9" w:rsidRDefault="00B65DC9" w:rsidP="00B65DC9">
      <w:r>
        <w:t>123.4679</w:t>
      </w:r>
      <w:r>
        <w:tab/>
        <w:t>3.038e0</w:t>
      </w:r>
    </w:p>
    <w:p w:rsidR="00B65DC9" w:rsidRDefault="00B65DC9" w:rsidP="00B65DC9">
      <w:r>
        <w:t>123.5141</w:t>
      </w:r>
      <w:r>
        <w:tab/>
        <w:t>2.025e0</w:t>
      </w:r>
    </w:p>
    <w:p w:rsidR="00B65DC9" w:rsidRDefault="00B65DC9" w:rsidP="00B65DC9">
      <w:r>
        <w:t>123.5658</w:t>
      </w:r>
      <w:r>
        <w:tab/>
        <w:t>2.025e0</w:t>
      </w:r>
    </w:p>
    <w:p w:rsidR="00B65DC9" w:rsidRDefault="00B65DC9" w:rsidP="00B65DC9">
      <w:r>
        <w:lastRenderedPageBreak/>
        <w:t>123.6000</w:t>
      </w:r>
      <w:r>
        <w:tab/>
        <w:t>1.013e0</w:t>
      </w:r>
    </w:p>
    <w:p w:rsidR="00B65DC9" w:rsidRDefault="00B65DC9" w:rsidP="00B65DC9">
      <w:r>
        <w:t>123.6013</w:t>
      </w:r>
      <w:r>
        <w:tab/>
        <w:t>2.025e0</w:t>
      </w:r>
    </w:p>
    <w:p w:rsidR="00B65DC9" w:rsidRDefault="00B65DC9" w:rsidP="00B65DC9">
      <w:r>
        <w:t>123.6083</w:t>
      </w:r>
      <w:r>
        <w:tab/>
        <w:t>1.013e0</w:t>
      </w:r>
    </w:p>
    <w:p w:rsidR="00B65DC9" w:rsidRDefault="00B65DC9" w:rsidP="00B65DC9">
      <w:r>
        <w:t>123.6236</w:t>
      </w:r>
      <w:r>
        <w:tab/>
        <w:t>1.013e0</w:t>
      </w:r>
    </w:p>
    <w:p w:rsidR="00B65DC9" w:rsidRDefault="00B65DC9" w:rsidP="00B65DC9">
      <w:r>
        <w:t>123.6351</w:t>
      </w:r>
      <w:r>
        <w:tab/>
        <w:t>1.266e-2</w:t>
      </w:r>
    </w:p>
    <w:p w:rsidR="00B65DC9" w:rsidRDefault="00B65DC9" w:rsidP="00B65DC9">
      <w:r>
        <w:t>123.6543</w:t>
      </w:r>
      <w:r>
        <w:tab/>
        <w:t>2.025e0</w:t>
      </w:r>
    </w:p>
    <w:p w:rsidR="00B65DC9" w:rsidRDefault="00B65DC9" w:rsidP="00B65DC9">
      <w:r>
        <w:t>123.6734</w:t>
      </w:r>
      <w:r>
        <w:tab/>
        <w:t>1.025e0</w:t>
      </w:r>
    </w:p>
    <w:p w:rsidR="00B65DC9" w:rsidRDefault="00B65DC9" w:rsidP="00B65DC9">
      <w:r>
        <w:t>123.6827</w:t>
      </w:r>
      <w:r>
        <w:tab/>
        <w:t>1.266e-2</w:t>
      </w:r>
    </w:p>
    <w:p w:rsidR="00B65DC9" w:rsidRDefault="00B65DC9" w:rsidP="00B65DC9">
      <w:r>
        <w:t>123.7446</w:t>
      </w:r>
      <w:r>
        <w:tab/>
        <w:t>1.013e0</w:t>
      </w:r>
    </w:p>
    <w:p w:rsidR="00B65DC9" w:rsidRDefault="00B65DC9" w:rsidP="00B65DC9">
      <w:r>
        <w:t>123.7653</w:t>
      </w:r>
      <w:r>
        <w:tab/>
        <w:t>1.013e0</w:t>
      </w:r>
    </w:p>
    <w:p w:rsidR="00B65DC9" w:rsidRDefault="00B65DC9" w:rsidP="00B65DC9">
      <w:r>
        <w:t>123.7685</w:t>
      </w:r>
      <w:r>
        <w:tab/>
        <w:t>1.266e-2</w:t>
      </w:r>
    </w:p>
    <w:p w:rsidR="00B65DC9" w:rsidRDefault="00B65DC9" w:rsidP="00B65DC9">
      <w:r>
        <w:t>123.7799</w:t>
      </w:r>
      <w:r>
        <w:tab/>
        <w:t>1.013e0</w:t>
      </w:r>
    </w:p>
    <w:p w:rsidR="00B65DC9" w:rsidRDefault="00B65DC9" w:rsidP="00B65DC9">
      <w:r>
        <w:t>123.7892</w:t>
      </w:r>
      <w:r>
        <w:tab/>
        <w:t>1.266e-2</w:t>
      </w:r>
    </w:p>
    <w:p w:rsidR="00B65DC9" w:rsidRDefault="00B65DC9" w:rsidP="00B65DC9">
      <w:r>
        <w:t>123.7948</w:t>
      </w:r>
      <w:r>
        <w:tab/>
        <w:t>2.025e0</w:t>
      </w:r>
    </w:p>
    <w:p w:rsidR="00B65DC9" w:rsidRDefault="00B65DC9" w:rsidP="00B65DC9">
      <w:r>
        <w:t>123.8335</w:t>
      </w:r>
      <w:r>
        <w:tab/>
        <w:t>1.013e0</w:t>
      </w:r>
    </w:p>
    <w:p w:rsidR="00B65DC9" w:rsidRDefault="00B65DC9" w:rsidP="00B65DC9">
      <w:r>
        <w:t>123.8481</w:t>
      </w:r>
      <w:r>
        <w:tab/>
        <w:t>1.266e-2</w:t>
      </w:r>
    </w:p>
    <w:p w:rsidR="00B65DC9" w:rsidRDefault="00B65DC9" w:rsidP="00B65DC9">
      <w:r>
        <w:t>123.8570</w:t>
      </w:r>
      <w:r>
        <w:tab/>
        <w:t>1.266e-2</w:t>
      </w:r>
    </w:p>
    <w:p w:rsidR="00B65DC9" w:rsidRDefault="00B65DC9" w:rsidP="00B65DC9">
      <w:r>
        <w:t>123.8688</w:t>
      </w:r>
      <w:r>
        <w:tab/>
        <w:t>1.013e0</w:t>
      </w:r>
    </w:p>
    <w:p w:rsidR="00B65DC9" w:rsidRDefault="00B65DC9" w:rsidP="00B65DC9">
      <w:r>
        <w:t>123.9102</w:t>
      </w:r>
      <w:r>
        <w:tab/>
        <w:t>1.266e-2</w:t>
      </w:r>
    </w:p>
    <w:p w:rsidR="00B65DC9" w:rsidRDefault="00B65DC9" w:rsidP="00B65DC9">
      <w:r>
        <w:lastRenderedPageBreak/>
        <w:t>123.9279</w:t>
      </w:r>
      <w:r>
        <w:tab/>
        <w:t>1.038e0</w:t>
      </w:r>
    </w:p>
    <w:p w:rsidR="00B65DC9" w:rsidRDefault="00B65DC9" w:rsidP="00B65DC9">
      <w:r>
        <w:t>123.9454</w:t>
      </w:r>
      <w:r>
        <w:tab/>
        <w:t>1.266e-2</w:t>
      </w:r>
    </w:p>
    <w:p w:rsidR="00B65DC9" w:rsidRDefault="00B65DC9" w:rsidP="00B65DC9">
      <w:r>
        <w:t>123.9753</w:t>
      </w:r>
      <w:r>
        <w:tab/>
        <w:t>1.013e0</w:t>
      </w:r>
    </w:p>
    <w:p w:rsidR="00B65DC9" w:rsidRDefault="00B65DC9" w:rsidP="00B65DC9">
      <w:r>
        <w:t>124.0075</w:t>
      </w:r>
      <w:r>
        <w:tab/>
        <w:t>1.013e0</w:t>
      </w:r>
    </w:p>
    <w:p w:rsidR="00B65DC9" w:rsidRDefault="00B65DC9" w:rsidP="00B65DC9">
      <w:r>
        <w:t>124.0215</w:t>
      </w:r>
      <w:r>
        <w:tab/>
        <w:t>2.025e0</w:t>
      </w:r>
    </w:p>
    <w:p w:rsidR="00B65DC9" w:rsidRDefault="00B65DC9" w:rsidP="00B65DC9">
      <w:r>
        <w:t>124.0329</w:t>
      </w:r>
      <w:r>
        <w:tab/>
        <w:t>2.532e-2</w:t>
      </w:r>
    </w:p>
    <w:p w:rsidR="00B65DC9" w:rsidRDefault="00B65DC9" w:rsidP="00B65DC9">
      <w:r>
        <w:t>124.0441</w:t>
      </w:r>
      <w:r>
        <w:tab/>
        <w:t>4.474e0</w:t>
      </w:r>
    </w:p>
    <w:p w:rsidR="00B65DC9" w:rsidRDefault="00B65DC9" w:rsidP="00B65DC9">
      <w:r>
        <w:t>124.0523</w:t>
      </w:r>
      <w:r>
        <w:tab/>
        <w:t>1.051e0</w:t>
      </w:r>
    </w:p>
    <w:p w:rsidR="00B65DC9" w:rsidRDefault="00B65DC9" w:rsidP="00B65DC9">
      <w:r>
        <w:t>124.0629</w:t>
      </w:r>
      <w:r>
        <w:tab/>
        <w:t>3.038e0</w:t>
      </w:r>
    </w:p>
    <w:p w:rsidR="00B65DC9" w:rsidRDefault="00B65DC9" w:rsidP="00B65DC9">
      <w:r>
        <w:t>124.1504</w:t>
      </w:r>
      <w:r>
        <w:tab/>
        <w:t>1.013e0</w:t>
      </w:r>
    </w:p>
    <w:p w:rsidR="00B65DC9" w:rsidRDefault="00B65DC9" w:rsidP="00B65DC9">
      <w:r>
        <w:t>124.1617</w:t>
      </w:r>
      <w:r>
        <w:tab/>
        <w:t>1.013e0</w:t>
      </w:r>
    </w:p>
    <w:p w:rsidR="00B65DC9" w:rsidRDefault="00B65DC9" w:rsidP="00B65DC9">
      <w:r>
        <w:t>124.1663</w:t>
      </w:r>
      <w:r>
        <w:tab/>
        <w:t>2.025e0</w:t>
      </w:r>
    </w:p>
    <w:p w:rsidR="00B65DC9" w:rsidRDefault="00B65DC9" w:rsidP="00B65DC9">
      <w:r>
        <w:t>124.1824</w:t>
      </w:r>
      <w:r>
        <w:tab/>
        <w:t>1.266e-2</w:t>
      </w:r>
    </w:p>
    <w:p w:rsidR="00B65DC9" w:rsidRDefault="00B65DC9" w:rsidP="00B65DC9">
      <w:r>
        <w:t>124.1855</w:t>
      </w:r>
      <w:r>
        <w:tab/>
        <w:t>1.266e-2</w:t>
      </w:r>
    </w:p>
    <w:p w:rsidR="00B65DC9" w:rsidRDefault="00B65DC9" w:rsidP="00B65DC9">
      <w:r>
        <w:t>124.2360</w:t>
      </w:r>
      <w:r>
        <w:tab/>
        <w:t>1.013e0</w:t>
      </w:r>
    </w:p>
    <w:p w:rsidR="00B65DC9" w:rsidRDefault="00B65DC9" w:rsidP="00B65DC9">
      <w:r>
        <w:t>124.2622</w:t>
      </w:r>
      <w:r>
        <w:tab/>
        <w:t>1.266e-2</w:t>
      </w:r>
    </w:p>
    <w:p w:rsidR="00B65DC9" w:rsidRDefault="00B65DC9" w:rsidP="00B65DC9">
      <w:r>
        <w:t>124.2802</w:t>
      </w:r>
      <w:r>
        <w:tab/>
        <w:t>1.013e0</w:t>
      </w:r>
    </w:p>
    <w:p w:rsidR="00B65DC9" w:rsidRDefault="00B65DC9" w:rsidP="00B65DC9">
      <w:r>
        <w:t>124.3010</w:t>
      </w:r>
      <w:r>
        <w:tab/>
        <w:t>1.025e0</w:t>
      </w:r>
    </w:p>
    <w:p w:rsidR="00B65DC9" w:rsidRDefault="00B65DC9" w:rsidP="00B65DC9">
      <w:r>
        <w:t>124.3098</w:t>
      </w:r>
      <w:r>
        <w:tab/>
        <w:t>1.013e0</w:t>
      </w:r>
    </w:p>
    <w:p w:rsidR="00B65DC9" w:rsidRDefault="00B65DC9" w:rsidP="00B65DC9">
      <w:r>
        <w:lastRenderedPageBreak/>
        <w:t>124.3183</w:t>
      </w:r>
      <w:r>
        <w:tab/>
        <w:t>3.798e-2</w:t>
      </w:r>
    </w:p>
    <w:p w:rsidR="00B65DC9" w:rsidRDefault="00B65DC9" w:rsidP="00B65DC9">
      <w:r>
        <w:t>124.3366</w:t>
      </w:r>
      <w:r>
        <w:tab/>
        <w:t>1.013e0</w:t>
      </w:r>
    </w:p>
    <w:p w:rsidR="00B65DC9" w:rsidRDefault="00B65DC9" w:rsidP="00B65DC9">
      <w:r>
        <w:t>124.3496</w:t>
      </w:r>
      <w:r>
        <w:tab/>
        <w:t>2.025e0</w:t>
      </w:r>
    </w:p>
    <w:p w:rsidR="00B65DC9" w:rsidRDefault="00B65DC9" w:rsidP="00B65DC9">
      <w:r>
        <w:t>124.3811</w:t>
      </w:r>
      <w:r>
        <w:tab/>
        <w:t>2.038e0</w:t>
      </w:r>
    </w:p>
    <w:p w:rsidR="00B65DC9" w:rsidRDefault="00B65DC9" w:rsidP="00B65DC9">
      <w:r>
        <w:t>124.3896</w:t>
      </w:r>
      <w:r>
        <w:tab/>
        <w:t>1.013e0</w:t>
      </w:r>
    </w:p>
    <w:p w:rsidR="00B65DC9" w:rsidRDefault="00B65DC9" w:rsidP="00B65DC9">
      <w:r>
        <w:t>124.4090</w:t>
      </w:r>
      <w:r>
        <w:tab/>
        <w:t>2.025e0</w:t>
      </w:r>
    </w:p>
    <w:p w:rsidR="00B65DC9" w:rsidRDefault="00B65DC9" w:rsidP="00B65DC9">
      <w:r>
        <w:t>124.4211</w:t>
      </w:r>
      <w:r>
        <w:tab/>
        <w:t>2.025e0</w:t>
      </w:r>
    </w:p>
    <w:p w:rsidR="00B65DC9" w:rsidRDefault="00B65DC9" w:rsidP="00B65DC9">
      <w:r>
        <w:t>124.4329</w:t>
      </w:r>
      <w:r>
        <w:tab/>
        <w:t>2.025e0</w:t>
      </w:r>
    </w:p>
    <w:p w:rsidR="00B65DC9" w:rsidRDefault="00B65DC9" w:rsidP="00B65DC9">
      <w:r>
        <w:t>124.4464</w:t>
      </w:r>
      <w:r>
        <w:tab/>
        <w:t>1.266e-2</w:t>
      </w:r>
    </w:p>
    <w:p w:rsidR="00B65DC9" w:rsidRDefault="00B65DC9" w:rsidP="00B65DC9">
      <w:r>
        <w:t>124.4641</w:t>
      </w:r>
      <w:r>
        <w:tab/>
        <w:t>2.025e0</w:t>
      </w:r>
    </w:p>
    <w:p w:rsidR="00B65DC9" w:rsidRDefault="00B65DC9" w:rsidP="00B65DC9">
      <w:r>
        <w:t>124.4788</w:t>
      </w:r>
      <w:r>
        <w:tab/>
        <w:t>1.266e-2</w:t>
      </w:r>
    </w:p>
    <w:p w:rsidR="00B65DC9" w:rsidRDefault="00B65DC9" w:rsidP="00B65DC9">
      <w:r>
        <w:t>124.4865</w:t>
      </w:r>
      <w:r>
        <w:tab/>
        <w:t>2.025e0</w:t>
      </w:r>
    </w:p>
    <w:p w:rsidR="00B65DC9" w:rsidRDefault="00B65DC9" w:rsidP="00B65DC9">
      <w:r>
        <w:t>124.4936</w:t>
      </w:r>
      <w:r>
        <w:tab/>
        <w:t>4.051e0</w:t>
      </w:r>
    </w:p>
    <w:p w:rsidR="00B65DC9" w:rsidRDefault="00B65DC9" w:rsidP="00B65DC9">
      <w:r>
        <w:t>124.4995</w:t>
      </w:r>
      <w:r>
        <w:tab/>
        <w:t>1.013e0</w:t>
      </w:r>
    </w:p>
    <w:p w:rsidR="00B65DC9" w:rsidRDefault="00B65DC9" w:rsidP="00B65DC9">
      <w:r>
        <w:t>124.5117</w:t>
      </w:r>
      <w:r>
        <w:tab/>
        <w:t>1.266e-2</w:t>
      </w:r>
    </w:p>
    <w:p w:rsidR="00B65DC9" w:rsidRDefault="00B65DC9" w:rsidP="00B65DC9">
      <w:r>
        <w:t>124.5294</w:t>
      </w:r>
      <w:r>
        <w:tab/>
        <w:t>1.266e-2</w:t>
      </w:r>
    </w:p>
    <w:p w:rsidR="00B65DC9" w:rsidRDefault="00B65DC9" w:rsidP="00B65DC9">
      <w:r>
        <w:t>124.5501</w:t>
      </w:r>
      <w:r>
        <w:tab/>
        <w:t>1.266e-2</w:t>
      </w:r>
    </w:p>
    <w:p w:rsidR="00B65DC9" w:rsidRDefault="00B65DC9" w:rsidP="00B65DC9">
      <w:r>
        <w:t>124.5648</w:t>
      </w:r>
      <w:r>
        <w:tab/>
        <w:t>1.013e0</w:t>
      </w:r>
    </w:p>
    <w:p w:rsidR="00B65DC9" w:rsidRDefault="00B65DC9" w:rsidP="00B65DC9">
      <w:r>
        <w:t>124.5678</w:t>
      </w:r>
      <w:r>
        <w:tab/>
        <w:t>1.266e-2</w:t>
      </w:r>
    </w:p>
    <w:p w:rsidR="00B65DC9" w:rsidRDefault="00B65DC9" w:rsidP="00B65DC9">
      <w:r>
        <w:lastRenderedPageBreak/>
        <w:t>124.5826</w:t>
      </w:r>
      <w:r>
        <w:tab/>
        <w:t>1.013e0</w:t>
      </w:r>
    </w:p>
    <w:p w:rsidR="00B65DC9" w:rsidRDefault="00B65DC9" w:rsidP="00B65DC9">
      <w:r>
        <w:t>124.5855</w:t>
      </w:r>
      <w:r>
        <w:tab/>
        <w:t>1.013e0</w:t>
      </w:r>
    </w:p>
    <w:p w:rsidR="00B65DC9" w:rsidRDefault="00B65DC9" w:rsidP="00B65DC9">
      <w:r>
        <w:t>124.6809</w:t>
      </w:r>
      <w:r>
        <w:tab/>
        <w:t>1.266e-2</w:t>
      </w:r>
    </w:p>
    <w:p w:rsidR="00B65DC9" w:rsidRDefault="00B65DC9" w:rsidP="00B65DC9">
      <w:r>
        <w:t>124.6837</w:t>
      </w:r>
      <w:r>
        <w:tab/>
        <w:t>1.013e0</w:t>
      </w:r>
    </w:p>
    <w:p w:rsidR="00B65DC9" w:rsidRDefault="00B65DC9" w:rsidP="00B65DC9">
      <w:r>
        <w:t>124.7072</w:t>
      </w:r>
      <w:r>
        <w:tab/>
        <w:t>1.266e-2</w:t>
      </w:r>
    </w:p>
    <w:p w:rsidR="00B65DC9" w:rsidRDefault="00B65DC9" w:rsidP="00B65DC9">
      <w:r>
        <w:t>124.7307</w:t>
      </w:r>
      <w:r>
        <w:tab/>
        <w:t>1.266e-2</w:t>
      </w:r>
    </w:p>
    <w:p w:rsidR="00B65DC9" w:rsidRDefault="00B65DC9" w:rsidP="00B65DC9">
      <w:r>
        <w:t>124.7399</w:t>
      </w:r>
      <w:r>
        <w:tab/>
        <w:t>1.266e-2</w:t>
      </w:r>
    </w:p>
    <w:p w:rsidR="00B65DC9" w:rsidRDefault="00B65DC9" w:rsidP="00B65DC9">
      <w:r>
        <w:t>124.7517</w:t>
      </w:r>
      <w:r>
        <w:tab/>
        <w:t>1.266e-2</w:t>
      </w:r>
    </w:p>
    <w:p w:rsidR="00B65DC9" w:rsidRDefault="00B65DC9" w:rsidP="00B65DC9">
      <w:r>
        <w:t>124.7637</w:t>
      </w:r>
      <w:r>
        <w:tab/>
        <w:t>1.013e0</w:t>
      </w:r>
    </w:p>
    <w:p w:rsidR="00B65DC9" w:rsidRDefault="00B65DC9" w:rsidP="00B65DC9">
      <w:r>
        <w:t>124.7767</w:t>
      </w:r>
      <w:r>
        <w:tab/>
        <w:t>2.025e0</w:t>
      </w:r>
    </w:p>
    <w:p w:rsidR="00B65DC9" w:rsidRDefault="00B65DC9" w:rsidP="00B65DC9">
      <w:r>
        <w:t>124.7814</w:t>
      </w:r>
      <w:r>
        <w:tab/>
        <w:t>1.266e-2</w:t>
      </w:r>
    </w:p>
    <w:p w:rsidR="00B65DC9" w:rsidRDefault="00B65DC9" w:rsidP="00B65DC9">
      <w:r>
        <w:t>124.7932</w:t>
      </w:r>
      <w:r>
        <w:tab/>
        <w:t>1.266e-2</w:t>
      </w:r>
    </w:p>
    <w:p w:rsidR="00B65DC9" w:rsidRDefault="00B65DC9" w:rsidP="00B65DC9">
      <w:r>
        <w:t>124.8052</w:t>
      </w:r>
      <w:r>
        <w:tab/>
        <w:t>1.013e0</w:t>
      </w:r>
    </w:p>
    <w:p w:rsidR="00B65DC9" w:rsidRDefault="00B65DC9" w:rsidP="00B65DC9">
      <w:r>
        <w:t>124.8377</w:t>
      </w:r>
      <w:r>
        <w:tab/>
        <w:t>1.266e-2</w:t>
      </w:r>
    </w:p>
    <w:p w:rsidR="00B65DC9" w:rsidRDefault="00B65DC9" w:rsidP="00B65DC9">
      <w:r>
        <w:t>124.8914</w:t>
      </w:r>
      <w:r>
        <w:tab/>
        <w:t>1.266e-2</w:t>
      </w:r>
    </w:p>
    <w:p w:rsidR="00B65DC9" w:rsidRDefault="00B65DC9" w:rsidP="00B65DC9">
      <w:r>
        <w:t>124.9061</w:t>
      </w:r>
      <w:r>
        <w:tab/>
        <w:t>1.013e0</w:t>
      </w:r>
    </w:p>
    <w:p w:rsidR="00B65DC9" w:rsidRDefault="00B65DC9" w:rsidP="00B65DC9">
      <w:r>
        <w:t>124.9077</w:t>
      </w:r>
      <w:r>
        <w:tab/>
        <w:t>2.025e0</w:t>
      </w:r>
    </w:p>
    <w:p w:rsidR="00B65DC9" w:rsidRDefault="00B65DC9" w:rsidP="00B65DC9">
      <w:r>
        <w:t>124.9237</w:t>
      </w:r>
      <w:r>
        <w:tab/>
        <w:t>1.013e0</w:t>
      </w:r>
    </w:p>
    <w:p w:rsidR="00B65DC9" w:rsidRDefault="00B65DC9" w:rsidP="00B65DC9">
      <w:r>
        <w:t>124.9391</w:t>
      </w:r>
      <w:r>
        <w:tab/>
        <w:t>1.013e0</w:t>
      </w:r>
    </w:p>
    <w:p w:rsidR="00B65DC9" w:rsidRDefault="00B65DC9" w:rsidP="00B65DC9">
      <w:r>
        <w:lastRenderedPageBreak/>
        <w:t>124.9953</w:t>
      </w:r>
      <w:r>
        <w:tab/>
        <w:t>1.013e0</w:t>
      </w:r>
    </w:p>
    <w:p w:rsidR="00B65DC9" w:rsidRDefault="00B65DC9" w:rsidP="00B65DC9">
      <w:r>
        <w:t>125.0013</w:t>
      </w:r>
      <w:r>
        <w:tab/>
        <w:t>1.013e0</w:t>
      </w:r>
    </w:p>
    <w:p w:rsidR="00B65DC9" w:rsidRDefault="00B65DC9" w:rsidP="00B65DC9">
      <w:r>
        <w:t>125.0191</w:t>
      </w:r>
      <w:r>
        <w:tab/>
        <w:t>1.013e0</w:t>
      </w:r>
    </w:p>
    <w:p w:rsidR="00B65DC9" w:rsidRDefault="00B65DC9" w:rsidP="00B65DC9">
      <w:r>
        <w:t>125.0282</w:t>
      </w:r>
      <w:r>
        <w:tab/>
        <w:t>1.266e-2</w:t>
      </w:r>
    </w:p>
    <w:p w:rsidR="00B65DC9" w:rsidRDefault="00B65DC9" w:rsidP="00B65DC9">
      <w:r>
        <w:t>125.0308</w:t>
      </w:r>
      <w:r>
        <w:tab/>
        <w:t>1.266e-2</w:t>
      </w:r>
    </w:p>
    <w:p w:rsidR="00B65DC9" w:rsidRDefault="00B65DC9" w:rsidP="00B65DC9">
      <w:r>
        <w:t>125.0399</w:t>
      </w:r>
      <w:r>
        <w:tab/>
        <w:t>1.266e-2</w:t>
      </w:r>
    </w:p>
    <w:p w:rsidR="00B65DC9" w:rsidRDefault="00B65DC9" w:rsidP="00B65DC9">
      <w:r>
        <w:t>125.0431</w:t>
      </w:r>
      <w:r>
        <w:tab/>
        <w:t>1.013e0</w:t>
      </w:r>
    </w:p>
    <w:p w:rsidR="00B65DC9" w:rsidRDefault="00B65DC9" w:rsidP="00B65DC9">
      <w:r>
        <w:t>125.0517</w:t>
      </w:r>
      <w:r>
        <w:tab/>
        <w:t>1.013e0</w:t>
      </w:r>
    </w:p>
    <w:p w:rsidR="00B65DC9" w:rsidRDefault="00B65DC9" w:rsidP="00B65DC9">
      <w:r>
        <w:t>125.0578</w:t>
      </w:r>
      <w:r>
        <w:tab/>
        <w:t>1.013e0</w:t>
      </w:r>
    </w:p>
    <w:p w:rsidR="00B65DC9" w:rsidRDefault="00B65DC9" w:rsidP="00B65DC9">
      <w:r>
        <w:t>125.0876</w:t>
      </w:r>
      <w:r>
        <w:tab/>
        <w:t>7.269e0</w:t>
      </w:r>
    </w:p>
    <w:p w:rsidR="00B65DC9" w:rsidRDefault="00B65DC9" w:rsidP="00B65DC9">
      <w:r>
        <w:t>125.0926</w:t>
      </w:r>
      <w:r>
        <w:tab/>
        <w:t>1.998e0</w:t>
      </w:r>
    </w:p>
    <w:p w:rsidR="00B65DC9" w:rsidRDefault="00B65DC9" w:rsidP="00B65DC9">
      <w:r>
        <w:t>125.1087</w:t>
      </w:r>
      <w:r>
        <w:tab/>
        <w:t>1.106e-1</w:t>
      </w:r>
    </w:p>
    <w:p w:rsidR="00B65DC9" w:rsidRDefault="00B65DC9" w:rsidP="00B65DC9">
      <w:r>
        <w:t>125.1119</w:t>
      </w:r>
      <w:r>
        <w:tab/>
        <w:t>3.516e-1</w:t>
      </w:r>
    </w:p>
    <w:p w:rsidR="00B65DC9" w:rsidRDefault="00B65DC9" w:rsidP="00B65DC9">
      <w:r>
        <w:t>125.1261</w:t>
      </w:r>
      <w:r>
        <w:tab/>
        <w:t>1.266e-2</w:t>
      </w:r>
    </w:p>
    <w:p w:rsidR="00B65DC9" w:rsidRDefault="00B65DC9" w:rsidP="00B65DC9">
      <w:r>
        <w:t>125.1562</w:t>
      </w:r>
      <w:r>
        <w:tab/>
        <w:t>1.013e0</w:t>
      </w:r>
    </w:p>
    <w:p w:rsidR="00B65DC9" w:rsidRDefault="00B65DC9" w:rsidP="00B65DC9">
      <w:r>
        <w:t>125.1676</w:t>
      </w:r>
      <w:r>
        <w:tab/>
        <w:t>1.013e0</w:t>
      </w:r>
    </w:p>
    <w:p w:rsidR="00B65DC9" w:rsidRDefault="00B65DC9" w:rsidP="00B65DC9">
      <w:r>
        <w:t>125.2007</w:t>
      </w:r>
      <w:r>
        <w:tab/>
        <w:t>1.266e-2</w:t>
      </w:r>
    </w:p>
    <w:p w:rsidR="00B65DC9" w:rsidRDefault="00B65DC9" w:rsidP="00B65DC9">
      <w:r>
        <w:t>125.2033</w:t>
      </w:r>
      <w:r>
        <w:tab/>
        <w:t>1.266e-2</w:t>
      </w:r>
    </w:p>
    <w:p w:rsidR="00B65DC9" w:rsidRDefault="00B65DC9" w:rsidP="00B65DC9">
      <w:r>
        <w:t>125.2077</w:t>
      </w:r>
      <w:r>
        <w:tab/>
        <w:t>2.025e0</w:t>
      </w:r>
    </w:p>
    <w:p w:rsidR="00B65DC9" w:rsidRDefault="00B65DC9" w:rsidP="00B65DC9">
      <w:r>
        <w:lastRenderedPageBreak/>
        <w:t>125.2363</w:t>
      </w:r>
      <w:r>
        <w:tab/>
        <w:t>1.013e0</w:t>
      </w:r>
    </w:p>
    <w:p w:rsidR="00B65DC9" w:rsidRDefault="00B65DC9" w:rsidP="00B65DC9">
      <w:r>
        <w:t>125.2452</w:t>
      </w:r>
      <w:r>
        <w:tab/>
        <w:t>1.266e-2</w:t>
      </w:r>
    </w:p>
    <w:p w:rsidR="00B65DC9" w:rsidRDefault="00B65DC9" w:rsidP="00B65DC9">
      <w:r>
        <w:t>125.2717</w:t>
      </w:r>
      <w:r>
        <w:tab/>
        <w:t>1.025e0</w:t>
      </w:r>
    </w:p>
    <w:p w:rsidR="00B65DC9" w:rsidRDefault="00B65DC9" w:rsidP="00B65DC9">
      <w:r>
        <w:t>125.2777</w:t>
      </w:r>
      <w:r>
        <w:tab/>
        <w:t>1.013e0</w:t>
      </w:r>
    </w:p>
    <w:p w:rsidR="00B65DC9" w:rsidRDefault="00B65DC9" w:rsidP="00B65DC9">
      <w:r>
        <w:t>125.2923</w:t>
      </w:r>
      <w:r>
        <w:tab/>
        <w:t>1.266e-2</w:t>
      </w:r>
    </w:p>
    <w:p w:rsidR="00B65DC9" w:rsidRDefault="00B65DC9" w:rsidP="00B65DC9">
      <w:r>
        <w:t>125.2955</w:t>
      </w:r>
      <w:r>
        <w:tab/>
        <w:t>1.013e0</w:t>
      </w:r>
    </w:p>
    <w:p w:rsidR="00B65DC9" w:rsidRDefault="00B65DC9" w:rsidP="00B65DC9">
      <w:r>
        <w:t>125.3193</w:t>
      </w:r>
      <w:r>
        <w:tab/>
        <w:t>1.013e0</w:t>
      </w:r>
    </w:p>
    <w:p w:rsidR="00B65DC9" w:rsidRDefault="00B65DC9" w:rsidP="00B65DC9">
      <w:r>
        <w:t>125.3403</w:t>
      </w:r>
      <w:r>
        <w:tab/>
        <w:t>1.266e-2</w:t>
      </w:r>
    </w:p>
    <w:p w:rsidR="00B65DC9" w:rsidRDefault="00B65DC9" w:rsidP="00B65DC9">
      <w:r>
        <w:t>125.3579</w:t>
      </w:r>
      <w:r>
        <w:tab/>
        <w:t>1.266e-2</w:t>
      </w:r>
    </w:p>
    <w:p w:rsidR="00B65DC9" w:rsidRDefault="00B65DC9" w:rsidP="00B65DC9">
      <w:r>
        <w:t>125.3701</w:t>
      </w:r>
      <w:r>
        <w:tab/>
        <w:t>1.013e0</w:t>
      </w:r>
    </w:p>
    <w:p w:rsidR="00B65DC9" w:rsidRDefault="00B65DC9" w:rsidP="00B65DC9">
      <w:r>
        <w:t>125.3909</w:t>
      </w:r>
      <w:r>
        <w:tab/>
        <w:t>1.013e0</w:t>
      </w:r>
    </w:p>
    <w:p w:rsidR="00B65DC9" w:rsidRDefault="00B65DC9" w:rsidP="00B65DC9">
      <w:r>
        <w:t>125.3940</w:t>
      </w:r>
      <w:r>
        <w:tab/>
        <w:t>2.025e0</w:t>
      </w:r>
    </w:p>
    <w:p w:rsidR="00B65DC9" w:rsidRDefault="00B65DC9" w:rsidP="00B65DC9">
      <w:r>
        <w:t>125.4056</w:t>
      </w:r>
      <w:r>
        <w:tab/>
        <w:t>1.013e0</w:t>
      </w:r>
    </w:p>
    <w:p w:rsidR="00B65DC9" w:rsidRDefault="00B65DC9" w:rsidP="00B65DC9">
      <w:r>
        <w:t>125.4264</w:t>
      </w:r>
      <w:r>
        <w:tab/>
        <w:t>1.013e0</w:t>
      </w:r>
    </w:p>
    <w:p w:rsidR="00B65DC9" w:rsidRDefault="00B65DC9" w:rsidP="00B65DC9">
      <w:r>
        <w:t>125.5516</w:t>
      </w:r>
      <w:r>
        <w:tab/>
        <w:t>1.025e0</w:t>
      </w:r>
    </w:p>
    <w:p w:rsidR="00B65DC9" w:rsidRDefault="00B65DC9" w:rsidP="00B65DC9">
      <w:r>
        <w:t>125.5752</w:t>
      </w:r>
      <w:r>
        <w:tab/>
        <w:t>2.025e0</w:t>
      </w:r>
    </w:p>
    <w:p w:rsidR="00B65DC9" w:rsidRDefault="00B65DC9" w:rsidP="00B65DC9">
      <w:r>
        <w:t>125.5990</w:t>
      </w:r>
      <w:r>
        <w:tab/>
        <w:t>1.013e0</w:t>
      </w:r>
    </w:p>
    <w:p w:rsidR="00B65DC9" w:rsidRDefault="00B65DC9" w:rsidP="00B65DC9">
      <w:r>
        <w:t>125.6826</w:t>
      </w:r>
      <w:r>
        <w:tab/>
        <w:t>1.025e0</w:t>
      </w:r>
    </w:p>
    <w:p w:rsidR="00B65DC9" w:rsidRDefault="00B65DC9" w:rsidP="00B65DC9">
      <w:r>
        <w:t>125.7007</w:t>
      </w:r>
      <w:r>
        <w:tab/>
        <w:t>1.266e-2</w:t>
      </w:r>
    </w:p>
    <w:p w:rsidR="00B65DC9" w:rsidRDefault="00B65DC9" w:rsidP="00B65DC9">
      <w:r>
        <w:lastRenderedPageBreak/>
        <w:t>125.7455</w:t>
      </w:r>
      <w:r>
        <w:tab/>
        <w:t>1.013e0</w:t>
      </w:r>
    </w:p>
    <w:p w:rsidR="00B65DC9" w:rsidRDefault="00B65DC9" w:rsidP="00B65DC9">
      <w:r>
        <w:t>125.7633</w:t>
      </w:r>
      <w:r>
        <w:tab/>
        <w:t>1.013e0</w:t>
      </w:r>
    </w:p>
    <w:p w:rsidR="00B65DC9" w:rsidRDefault="00B65DC9" w:rsidP="00B65DC9">
      <w:r>
        <w:t>125.7748</w:t>
      </w:r>
      <w:r>
        <w:tab/>
        <w:t>1.266e-2</w:t>
      </w:r>
    </w:p>
    <w:p w:rsidR="00B65DC9" w:rsidRDefault="00B65DC9" w:rsidP="00B65DC9">
      <w:r>
        <w:t>125.7902</w:t>
      </w:r>
      <w:r>
        <w:tab/>
        <w:t>1.013e0</w:t>
      </w:r>
    </w:p>
    <w:p w:rsidR="00B65DC9" w:rsidRDefault="00B65DC9" w:rsidP="00B65DC9">
      <w:r>
        <w:t>125.8257</w:t>
      </w:r>
      <w:r>
        <w:tab/>
        <w:t>1.013e0</w:t>
      </w:r>
    </w:p>
    <w:p w:rsidR="00B65DC9" w:rsidRDefault="00B65DC9" w:rsidP="00B65DC9">
      <w:r>
        <w:t>125.8704</w:t>
      </w:r>
      <w:r>
        <w:tab/>
        <w:t>1.013e0</w:t>
      </w:r>
    </w:p>
    <w:p w:rsidR="00B65DC9" w:rsidRDefault="00B65DC9" w:rsidP="00B65DC9">
      <w:r>
        <w:t>125.8864</w:t>
      </w:r>
      <w:r>
        <w:tab/>
        <w:t>3.038e0</w:t>
      </w:r>
    </w:p>
    <w:p w:rsidR="00B65DC9" w:rsidRDefault="00B65DC9" w:rsidP="00B65DC9">
      <w:r>
        <w:t>125.8882</w:t>
      </w:r>
      <w:r>
        <w:tab/>
        <w:t>1.013e0</w:t>
      </w:r>
    </w:p>
    <w:p w:rsidR="00B65DC9" w:rsidRDefault="00B65DC9" w:rsidP="00B65DC9">
      <w:r>
        <w:t>125.9018</w:t>
      </w:r>
      <w:r>
        <w:tab/>
        <w:t>2.025e0</w:t>
      </w:r>
    </w:p>
    <w:p w:rsidR="00B65DC9" w:rsidRDefault="00B65DC9" w:rsidP="00B65DC9">
      <w:r>
        <w:t>125.9215</w:t>
      </w:r>
      <w:r>
        <w:tab/>
        <w:t>1.013e0</w:t>
      </w:r>
    </w:p>
    <w:p w:rsidR="00B65DC9" w:rsidRDefault="00B65DC9" w:rsidP="00B65DC9">
      <w:r>
        <w:t>125.9391</w:t>
      </w:r>
      <w:r>
        <w:tab/>
        <w:t>1.266e-2</w:t>
      </w:r>
    </w:p>
    <w:p w:rsidR="00B65DC9" w:rsidRDefault="00B65DC9" w:rsidP="00B65DC9">
      <w:r>
        <w:t>125.9746</w:t>
      </w:r>
      <w:r>
        <w:tab/>
        <w:t>1.025e0</w:t>
      </w:r>
    </w:p>
    <w:p w:rsidR="00B65DC9" w:rsidRDefault="00B65DC9" w:rsidP="00B65DC9">
      <w:r>
        <w:t>125.9838</w:t>
      </w:r>
      <w:r>
        <w:tab/>
        <w:t>2.025e0</w:t>
      </w:r>
    </w:p>
    <w:p w:rsidR="00B65DC9" w:rsidRDefault="00B65DC9" w:rsidP="00B65DC9">
      <w:r>
        <w:t>125.9986</w:t>
      </w:r>
      <w:r>
        <w:tab/>
        <w:t>2.025e0</w:t>
      </w:r>
    </w:p>
    <w:p w:rsidR="00B65DC9" w:rsidRDefault="00B65DC9" w:rsidP="00B65DC9">
      <w:r>
        <w:t>126.0047</w:t>
      </w:r>
      <w:r>
        <w:tab/>
        <w:t>1.266e-2</w:t>
      </w:r>
    </w:p>
    <w:p w:rsidR="00B65DC9" w:rsidRDefault="00B65DC9" w:rsidP="00B65DC9">
      <w:r>
        <w:t>126.0194</w:t>
      </w:r>
      <w:r>
        <w:tab/>
        <w:t>1.013e0</w:t>
      </w:r>
    </w:p>
    <w:p w:rsidR="00B65DC9" w:rsidRDefault="00B65DC9" w:rsidP="00B65DC9">
      <w:r>
        <w:t>126.0657</w:t>
      </w:r>
      <w:r>
        <w:tab/>
        <w:t>1.518e0</w:t>
      </w:r>
    </w:p>
    <w:p w:rsidR="00B65DC9" w:rsidRDefault="00B65DC9" w:rsidP="00B65DC9">
      <w:r>
        <w:t>126.0686</w:t>
      </w:r>
      <w:r>
        <w:tab/>
        <w:t>2.898e0</w:t>
      </w:r>
    </w:p>
    <w:p w:rsidR="00B65DC9" w:rsidRDefault="00B65DC9" w:rsidP="00B65DC9">
      <w:r>
        <w:t>126.0843</w:t>
      </w:r>
      <w:r>
        <w:tab/>
        <w:t>9.886e-1</w:t>
      </w:r>
    </w:p>
    <w:p w:rsidR="00B65DC9" w:rsidRDefault="00B65DC9" w:rsidP="00B65DC9">
      <w:r>
        <w:lastRenderedPageBreak/>
        <w:t>126.1153</w:t>
      </w:r>
      <w:r>
        <w:tab/>
        <w:t>2.583e0</w:t>
      </w:r>
    </w:p>
    <w:p w:rsidR="00B65DC9" w:rsidRDefault="00B65DC9" w:rsidP="00B65DC9">
      <w:r>
        <w:t>126.1199</w:t>
      </w:r>
      <w:r>
        <w:tab/>
        <w:t>1.860e0</w:t>
      </w:r>
    </w:p>
    <w:p w:rsidR="00B65DC9" w:rsidRDefault="00B65DC9" w:rsidP="00B65DC9">
      <w:r>
        <w:t>126.1463</w:t>
      </w:r>
      <w:r>
        <w:tab/>
        <w:t>2.025e0</w:t>
      </w:r>
    </w:p>
    <w:p w:rsidR="00B65DC9" w:rsidRDefault="00B65DC9" w:rsidP="00B65DC9">
      <w:r>
        <w:t>126.1986</w:t>
      </w:r>
      <w:r>
        <w:tab/>
        <w:t>2.038e0</w:t>
      </w:r>
    </w:p>
    <w:p w:rsidR="00B65DC9" w:rsidRDefault="00B65DC9" w:rsidP="00B65DC9">
      <w:r>
        <w:t>126.2255</w:t>
      </w:r>
      <w:r>
        <w:tab/>
        <w:t>1.013e0</w:t>
      </w:r>
    </w:p>
    <w:p w:rsidR="00B65DC9" w:rsidRDefault="00B65DC9" w:rsidP="00B65DC9">
      <w:r>
        <w:t>126.2851</w:t>
      </w:r>
      <w:r>
        <w:tab/>
        <w:t>1.013e0</w:t>
      </w:r>
    </w:p>
    <w:p w:rsidR="00B65DC9" w:rsidRDefault="00B65DC9" w:rsidP="00B65DC9">
      <w:r>
        <w:t>126.3214</w:t>
      </w:r>
      <w:r>
        <w:tab/>
        <w:t>1.013e0</w:t>
      </w:r>
    </w:p>
    <w:p w:rsidR="00B65DC9" w:rsidRDefault="00B65DC9" w:rsidP="00B65DC9">
      <w:r>
        <w:t>126.3360</w:t>
      </w:r>
      <w:r>
        <w:tab/>
        <w:t>1.013e0</w:t>
      </w:r>
    </w:p>
    <w:p w:rsidR="00B65DC9" w:rsidRDefault="00B65DC9" w:rsidP="00B65DC9">
      <w:r>
        <w:t>126.3688</w:t>
      </w:r>
      <w:r>
        <w:tab/>
        <w:t>1.013e0</w:t>
      </w:r>
    </w:p>
    <w:p w:rsidR="00B65DC9" w:rsidRDefault="00B65DC9" w:rsidP="00B65DC9">
      <w:r>
        <w:t>126.3955</w:t>
      </w:r>
      <w:r>
        <w:tab/>
        <w:t>1.266e-2</w:t>
      </w:r>
    </w:p>
    <w:p w:rsidR="00B65DC9" w:rsidRDefault="00B65DC9" w:rsidP="00B65DC9">
      <w:r>
        <w:t>126.4017</w:t>
      </w:r>
      <w:r>
        <w:tab/>
        <w:t>1.013e0</w:t>
      </w:r>
    </w:p>
    <w:p w:rsidR="00B65DC9" w:rsidRDefault="00B65DC9" w:rsidP="00B65DC9">
      <w:r>
        <w:t>126.4110</w:t>
      </w:r>
      <w:r>
        <w:tab/>
        <w:t>1.266e-2</w:t>
      </w:r>
    </w:p>
    <w:p w:rsidR="00B65DC9" w:rsidRDefault="00B65DC9" w:rsidP="00B65DC9">
      <w:r>
        <w:t>126.4347</w:t>
      </w:r>
      <w:r>
        <w:tab/>
        <w:t>1.013e0</w:t>
      </w:r>
    </w:p>
    <w:p w:rsidR="00B65DC9" w:rsidRDefault="00B65DC9" w:rsidP="00B65DC9">
      <w:r>
        <w:t>126.4374</w:t>
      </w:r>
      <w:r>
        <w:tab/>
        <w:t>2.025e0</w:t>
      </w:r>
    </w:p>
    <w:p w:rsidR="00B65DC9" w:rsidRDefault="00B65DC9" w:rsidP="00B65DC9">
      <w:r>
        <w:t>126.5243</w:t>
      </w:r>
      <w:r>
        <w:tab/>
        <w:t>2.025e0</w:t>
      </w:r>
    </w:p>
    <w:p w:rsidR="00B65DC9" w:rsidRDefault="00B65DC9" w:rsidP="00B65DC9">
      <w:r>
        <w:t>126.6499</w:t>
      </w:r>
      <w:r>
        <w:tab/>
        <w:t>1.266e-2</w:t>
      </w:r>
    </w:p>
    <w:p w:rsidR="00B65DC9" w:rsidRDefault="00B65DC9" w:rsidP="00B65DC9">
      <w:r>
        <w:t>126.6561</w:t>
      </w:r>
      <w:r>
        <w:tab/>
        <w:t>1.013e0</w:t>
      </w:r>
    </w:p>
    <w:p w:rsidR="00B65DC9" w:rsidRDefault="00B65DC9" w:rsidP="00B65DC9">
      <w:r>
        <w:t>126.6771</w:t>
      </w:r>
      <w:r>
        <w:tab/>
        <w:t>1.013e0</w:t>
      </w:r>
    </w:p>
    <w:p w:rsidR="00B65DC9" w:rsidRDefault="00B65DC9" w:rsidP="00B65DC9">
      <w:r>
        <w:t>126.6842</w:t>
      </w:r>
      <w:r>
        <w:tab/>
        <w:t>2.025e0</w:t>
      </w:r>
    </w:p>
    <w:p w:rsidR="00B65DC9" w:rsidRDefault="00B65DC9" w:rsidP="00B65DC9">
      <w:r>
        <w:lastRenderedPageBreak/>
        <w:t>126.6978</w:t>
      </w:r>
      <w:r>
        <w:tab/>
        <w:t>1.013e0</w:t>
      </w:r>
    </w:p>
    <w:p w:rsidR="00B65DC9" w:rsidRDefault="00B65DC9" w:rsidP="00B65DC9">
      <w:r>
        <w:t>126.7095</w:t>
      </w:r>
      <w:r>
        <w:tab/>
        <w:t>1.266e-2</w:t>
      </w:r>
    </w:p>
    <w:p w:rsidR="00B65DC9" w:rsidRDefault="00B65DC9" w:rsidP="00B65DC9">
      <w:r>
        <w:t>126.7218</w:t>
      </w:r>
      <w:r>
        <w:tab/>
        <w:t>1.013e0</w:t>
      </w:r>
    </w:p>
    <w:p w:rsidR="00B65DC9" w:rsidRDefault="00B65DC9" w:rsidP="00B65DC9">
      <w:r>
        <w:t>126.7799</w:t>
      </w:r>
      <w:r>
        <w:tab/>
        <w:t>2.025e0</w:t>
      </w:r>
    </w:p>
    <w:p w:rsidR="00B65DC9" w:rsidRDefault="00B65DC9" w:rsidP="00B65DC9">
      <w:r>
        <w:t>126.8325</w:t>
      </w:r>
      <w:r>
        <w:tab/>
        <w:t>2.025e0</w:t>
      </w:r>
    </w:p>
    <w:p w:rsidR="00B65DC9" w:rsidRDefault="00B65DC9" w:rsidP="00B65DC9">
      <w:r>
        <w:t>126.8413</w:t>
      </w:r>
      <w:r>
        <w:tab/>
        <w:t>1.266e-2</w:t>
      </w:r>
    </w:p>
    <w:p w:rsidR="00B65DC9" w:rsidRDefault="00B65DC9" w:rsidP="00B65DC9">
      <w:r>
        <w:t>126.8890</w:t>
      </w:r>
      <w:r>
        <w:tab/>
        <w:t>1.266e-2</w:t>
      </w:r>
    </w:p>
    <w:p w:rsidR="00B65DC9" w:rsidRDefault="00B65DC9" w:rsidP="00B65DC9">
      <w:r>
        <w:t>126.9100</w:t>
      </w:r>
      <w:r>
        <w:tab/>
        <w:t>1.013e0</w:t>
      </w:r>
    </w:p>
    <w:p w:rsidR="00B65DC9" w:rsidRDefault="00B65DC9" w:rsidP="00B65DC9">
      <w:r>
        <w:t>126.9339</w:t>
      </w:r>
      <w:r>
        <w:tab/>
        <w:t>1.013e0</w:t>
      </w:r>
    </w:p>
    <w:p w:rsidR="00B65DC9" w:rsidRDefault="00B65DC9" w:rsidP="00B65DC9">
      <w:r>
        <w:t>126.9703</w:t>
      </w:r>
      <w:r>
        <w:tab/>
        <w:t>1.013e0</w:t>
      </w:r>
    </w:p>
    <w:p w:rsidR="00B65DC9" w:rsidRDefault="00B65DC9" w:rsidP="00B65DC9">
      <w:r>
        <w:t>126.9775</w:t>
      </w:r>
      <w:r>
        <w:tab/>
        <w:t>2.025e0</w:t>
      </w:r>
    </w:p>
    <w:p w:rsidR="00B65DC9" w:rsidRDefault="00B65DC9" w:rsidP="00B65DC9">
      <w:r>
        <w:t>126.9997</w:t>
      </w:r>
      <w:r>
        <w:tab/>
        <w:t>1.266e-2</w:t>
      </w:r>
    </w:p>
    <w:p w:rsidR="00B65DC9" w:rsidRDefault="00B65DC9" w:rsidP="00B65DC9">
      <w:r>
        <w:t>127.0060</w:t>
      </w:r>
      <w:r>
        <w:tab/>
        <w:t>1.013e0</w:t>
      </w:r>
    </w:p>
    <w:p w:rsidR="00B65DC9" w:rsidRDefault="00B65DC9" w:rsidP="00B65DC9">
      <w:r>
        <w:t>127.0090</w:t>
      </w:r>
      <w:r>
        <w:tab/>
        <w:t>1.266e-2</w:t>
      </w:r>
    </w:p>
    <w:p w:rsidR="00B65DC9" w:rsidRDefault="00B65DC9" w:rsidP="00B65DC9">
      <w:r>
        <w:t>127.0182</w:t>
      </w:r>
      <w:r>
        <w:tab/>
        <w:t>1.013e0</w:t>
      </w:r>
    </w:p>
    <w:p w:rsidR="00B65DC9" w:rsidRDefault="00B65DC9" w:rsidP="00B65DC9">
      <w:r>
        <w:t>127.0301</w:t>
      </w:r>
      <w:r>
        <w:tab/>
        <w:t>1.266e-2</w:t>
      </w:r>
    </w:p>
    <w:p w:rsidR="00B65DC9" w:rsidRDefault="00B65DC9" w:rsidP="00B65DC9">
      <w:r>
        <w:t>127.0632</w:t>
      </w:r>
      <w:r>
        <w:tab/>
        <w:t>7.973e-1</w:t>
      </w:r>
    </w:p>
    <w:p w:rsidR="00B65DC9" w:rsidRDefault="00B65DC9" w:rsidP="00B65DC9">
      <w:r>
        <w:t>127.0659</w:t>
      </w:r>
      <w:r>
        <w:tab/>
        <w:t>1.266e-2</w:t>
      </w:r>
    </w:p>
    <w:p w:rsidR="00B65DC9" w:rsidRDefault="00B65DC9" w:rsidP="00B65DC9">
      <w:r>
        <w:t>127.0750</w:t>
      </w:r>
      <w:r>
        <w:tab/>
        <w:t>1.569e0</w:t>
      </w:r>
    </w:p>
    <w:p w:rsidR="00B65DC9" w:rsidRDefault="00B65DC9" w:rsidP="00B65DC9">
      <w:r>
        <w:lastRenderedPageBreak/>
        <w:t>127.0841</w:t>
      </w:r>
      <w:r>
        <w:tab/>
        <w:t>3.038e0</w:t>
      </w:r>
    </w:p>
    <w:p w:rsidR="00B65DC9" w:rsidRDefault="00B65DC9" w:rsidP="00B65DC9">
      <w:r>
        <w:t>127.0986</w:t>
      </w:r>
      <w:r>
        <w:tab/>
        <w:t>1.214e0</w:t>
      </w:r>
    </w:p>
    <w:p w:rsidR="00B65DC9" w:rsidRDefault="00B65DC9" w:rsidP="00B65DC9">
      <w:r>
        <w:t>127.1019</w:t>
      </w:r>
      <w:r>
        <w:tab/>
        <w:t>1.013e0</w:t>
      </w:r>
    </w:p>
    <w:p w:rsidR="00B65DC9" w:rsidRDefault="00B65DC9" w:rsidP="00B65DC9">
      <w:r>
        <w:t>127.1531</w:t>
      </w:r>
      <w:r>
        <w:tab/>
        <w:t>1.013e0</w:t>
      </w:r>
    </w:p>
    <w:p w:rsidR="00B65DC9" w:rsidRDefault="00B65DC9" w:rsidP="00B65DC9">
      <w:r>
        <w:t>127.1888</w:t>
      </w:r>
      <w:r>
        <w:tab/>
        <w:t>1.266e-2</w:t>
      </w:r>
    </w:p>
    <w:p w:rsidR="00B65DC9" w:rsidRDefault="00B65DC9" w:rsidP="00B65DC9">
      <w:r>
        <w:t>127.2274</w:t>
      </w:r>
      <w:r>
        <w:tab/>
        <w:t>1.266e-2</w:t>
      </w:r>
    </w:p>
    <w:p w:rsidR="00B65DC9" w:rsidRDefault="00B65DC9" w:rsidP="00B65DC9">
      <w:r>
        <w:t>127.2486</w:t>
      </w:r>
      <w:r>
        <w:tab/>
        <w:t>1.013e0</w:t>
      </w:r>
    </w:p>
    <w:p w:rsidR="00B65DC9" w:rsidRDefault="00B65DC9" w:rsidP="00B65DC9">
      <w:r>
        <w:t>127.3148</w:t>
      </w:r>
      <w:r>
        <w:tab/>
        <w:t>1.266e-2</w:t>
      </w:r>
    </w:p>
    <w:p w:rsidR="00B65DC9" w:rsidRDefault="00B65DC9" w:rsidP="00B65DC9">
      <w:r>
        <w:t>127.3328</w:t>
      </w:r>
      <w:r>
        <w:tab/>
        <w:t>1.266e-2</w:t>
      </w:r>
    </w:p>
    <w:p w:rsidR="00B65DC9" w:rsidRDefault="00B65DC9" w:rsidP="00B65DC9">
      <w:r>
        <w:t>127.3445</w:t>
      </w:r>
      <w:r>
        <w:tab/>
        <w:t>1.266e-2</w:t>
      </w:r>
    </w:p>
    <w:p w:rsidR="00B65DC9" w:rsidRDefault="00B65DC9" w:rsidP="00B65DC9">
      <w:r>
        <w:t>127.4104</w:t>
      </w:r>
      <w:r>
        <w:tab/>
        <w:t>1.266e-2</w:t>
      </w:r>
    </w:p>
    <w:p w:rsidR="00B65DC9" w:rsidRDefault="00B65DC9" w:rsidP="00B65DC9">
      <w:r>
        <w:t>127.4228</w:t>
      </w:r>
      <w:r>
        <w:tab/>
        <w:t>1.266e-2</w:t>
      </w:r>
    </w:p>
    <w:p w:rsidR="00B65DC9" w:rsidRDefault="00B65DC9" w:rsidP="00B65DC9">
      <w:r>
        <w:t>127.4288</w:t>
      </w:r>
      <w:r>
        <w:tab/>
        <w:t>1.013e0</w:t>
      </w:r>
    </w:p>
    <w:p w:rsidR="00B65DC9" w:rsidRDefault="00B65DC9" w:rsidP="00B65DC9">
      <w:r>
        <w:t>127.4468</w:t>
      </w:r>
      <w:r>
        <w:tab/>
        <w:t>1.266e-2</w:t>
      </w:r>
    </w:p>
    <w:p w:rsidR="00B65DC9" w:rsidRDefault="00B65DC9" w:rsidP="00B65DC9">
      <w:r>
        <w:t>127.4647</w:t>
      </w:r>
      <w:r>
        <w:tab/>
        <w:t>1.266e-2</w:t>
      </w:r>
    </w:p>
    <w:p w:rsidR="00B65DC9" w:rsidRDefault="00B65DC9" w:rsidP="00B65DC9">
      <w:r>
        <w:t>127.4679</w:t>
      </w:r>
      <w:r>
        <w:tab/>
        <w:t>1.013e0</w:t>
      </w:r>
    </w:p>
    <w:p w:rsidR="00B65DC9" w:rsidRDefault="00B65DC9" w:rsidP="00B65DC9">
      <w:r>
        <w:t>127.4887</w:t>
      </w:r>
      <w:r>
        <w:tab/>
        <w:t>1.266e-2</w:t>
      </w:r>
    </w:p>
    <w:p w:rsidR="00B65DC9" w:rsidRDefault="00B65DC9" w:rsidP="00B65DC9">
      <w:r>
        <w:t>127.4978</w:t>
      </w:r>
      <w:r>
        <w:tab/>
        <w:t>1.266e-2</w:t>
      </w:r>
    </w:p>
    <w:p w:rsidR="00B65DC9" w:rsidRDefault="00B65DC9" w:rsidP="00B65DC9">
      <w:r>
        <w:t>127.5097</w:t>
      </w:r>
      <w:r>
        <w:tab/>
        <w:t>1.013e0</w:t>
      </w:r>
    </w:p>
    <w:p w:rsidR="00B65DC9" w:rsidRDefault="00B65DC9" w:rsidP="00B65DC9">
      <w:r>
        <w:lastRenderedPageBreak/>
        <w:t>127.5818</w:t>
      </w:r>
      <w:r>
        <w:tab/>
        <w:t>1.013e0</w:t>
      </w:r>
    </w:p>
    <w:p w:rsidR="00B65DC9" w:rsidRDefault="00B65DC9" w:rsidP="00B65DC9">
      <w:r>
        <w:t>127.6146</w:t>
      </w:r>
      <w:r>
        <w:tab/>
        <w:t>1.025e0</w:t>
      </w:r>
    </w:p>
    <w:p w:rsidR="00B65DC9" w:rsidRDefault="00B65DC9" w:rsidP="00B65DC9">
      <w:r>
        <w:t>127.6330</w:t>
      </w:r>
      <w:r>
        <w:tab/>
        <w:t>1.266e-2</w:t>
      </w:r>
    </w:p>
    <w:p w:rsidR="00B65DC9" w:rsidRDefault="00B65DC9" w:rsidP="00B65DC9">
      <w:r>
        <w:t>127.6540</w:t>
      </w:r>
      <w:r>
        <w:tab/>
        <w:t>1.013e0</w:t>
      </w:r>
    </w:p>
    <w:p w:rsidR="00B65DC9" w:rsidRDefault="00B65DC9" w:rsidP="00B65DC9">
      <w:r>
        <w:t>127.6751</w:t>
      </w:r>
      <w:r>
        <w:tab/>
        <w:t>1.013e0</w:t>
      </w:r>
    </w:p>
    <w:p w:rsidR="00B65DC9" w:rsidRDefault="00B65DC9" w:rsidP="00B65DC9">
      <w:r>
        <w:t>127.6990</w:t>
      </w:r>
      <w:r>
        <w:tab/>
        <w:t>1.013e0</w:t>
      </w:r>
    </w:p>
    <w:p w:rsidR="00B65DC9" w:rsidRDefault="00B65DC9" w:rsidP="00B65DC9">
      <w:r>
        <w:t>127.7501</w:t>
      </w:r>
      <w:r>
        <w:tab/>
        <w:t>1.266e-2</w:t>
      </w:r>
    </w:p>
    <w:p w:rsidR="00B65DC9" w:rsidRDefault="00B65DC9" w:rsidP="00B65DC9">
      <w:r>
        <w:t>127.7529</w:t>
      </w:r>
      <w:r>
        <w:tab/>
        <w:t>1.266e-2</w:t>
      </w:r>
    </w:p>
    <w:p w:rsidR="00B65DC9" w:rsidRDefault="00B65DC9" w:rsidP="00B65DC9">
      <w:r>
        <w:t>127.7588</w:t>
      </w:r>
      <w:r>
        <w:tab/>
        <w:t>1.266e-2</w:t>
      </w:r>
    </w:p>
    <w:p w:rsidR="00B65DC9" w:rsidRDefault="00B65DC9" w:rsidP="00B65DC9">
      <w:r>
        <w:t>127.7860</w:t>
      </w:r>
      <w:r>
        <w:tab/>
        <w:t>2.025e0</w:t>
      </w:r>
    </w:p>
    <w:p w:rsidR="00B65DC9" w:rsidRDefault="00B65DC9" w:rsidP="00B65DC9">
      <w:r>
        <w:t>127.8132</w:t>
      </w:r>
      <w:r>
        <w:tab/>
        <w:t>1.013e0</w:t>
      </w:r>
    </w:p>
    <w:p w:rsidR="00B65DC9" w:rsidRDefault="00B65DC9" w:rsidP="00B65DC9">
      <w:r>
        <w:t>127.8192</w:t>
      </w:r>
      <w:r>
        <w:tab/>
        <w:t>1.013e0</w:t>
      </w:r>
    </w:p>
    <w:p w:rsidR="00B65DC9" w:rsidRDefault="00B65DC9" w:rsidP="00B65DC9">
      <w:r>
        <w:t>127.8459</w:t>
      </w:r>
      <w:r>
        <w:tab/>
        <w:t>1.013e0</w:t>
      </w:r>
    </w:p>
    <w:p w:rsidR="00B65DC9" w:rsidRDefault="00B65DC9" w:rsidP="00B65DC9">
      <w:r>
        <w:t>127.8670</w:t>
      </w:r>
      <w:r>
        <w:tab/>
        <w:t>1.013e0</w:t>
      </w:r>
    </w:p>
    <w:p w:rsidR="00B65DC9" w:rsidRDefault="00B65DC9" w:rsidP="00B65DC9">
      <w:r>
        <w:t>127.8883</w:t>
      </w:r>
      <w:r>
        <w:tab/>
        <w:t>1.013e0</w:t>
      </w:r>
    </w:p>
    <w:p w:rsidR="00B65DC9" w:rsidRDefault="00B65DC9" w:rsidP="00B65DC9">
      <w:r>
        <w:t>127.8910</w:t>
      </w:r>
      <w:r>
        <w:tab/>
        <w:t>1.266e-2</w:t>
      </w:r>
    </w:p>
    <w:p w:rsidR="00B65DC9" w:rsidRDefault="00B65DC9" w:rsidP="00B65DC9">
      <w:r>
        <w:t>127.9272</w:t>
      </w:r>
      <w:r>
        <w:tab/>
        <w:t>1.013e0</w:t>
      </w:r>
    </w:p>
    <w:p w:rsidR="00B65DC9" w:rsidRDefault="00B65DC9" w:rsidP="00B65DC9">
      <w:r>
        <w:t>127.9303</w:t>
      </w:r>
      <w:r>
        <w:tab/>
        <w:t>1.013e0</w:t>
      </w:r>
    </w:p>
    <w:p w:rsidR="00B65DC9" w:rsidRDefault="00B65DC9" w:rsidP="00B65DC9">
      <w:r>
        <w:t>127.9421</w:t>
      </w:r>
      <w:r>
        <w:tab/>
        <w:t>1.013e0</w:t>
      </w:r>
    </w:p>
    <w:p w:rsidR="00B65DC9" w:rsidRDefault="00B65DC9" w:rsidP="00B65DC9">
      <w:r>
        <w:lastRenderedPageBreak/>
        <w:t>127.9677</w:t>
      </w:r>
      <w:r>
        <w:tab/>
        <w:t>2.025e0</w:t>
      </w:r>
    </w:p>
    <w:p w:rsidR="00B65DC9" w:rsidRDefault="00B65DC9" w:rsidP="00B65DC9">
      <w:r>
        <w:t>127.9694</w:t>
      </w:r>
      <w:r>
        <w:tab/>
        <w:t>1.013e0</w:t>
      </w:r>
    </w:p>
    <w:p w:rsidR="00B65DC9" w:rsidRDefault="00B65DC9" w:rsidP="00B65DC9">
      <w:r>
        <w:t>127.9785</w:t>
      </w:r>
      <w:r>
        <w:tab/>
        <w:t>1.013e0</w:t>
      </w:r>
    </w:p>
    <w:p w:rsidR="00B65DC9" w:rsidRDefault="00B65DC9" w:rsidP="00B65DC9">
      <w:r>
        <w:t>128.0204</w:t>
      </w:r>
      <w:r>
        <w:tab/>
        <w:t>1.266e-2</w:t>
      </w:r>
    </w:p>
    <w:p w:rsidR="00B65DC9" w:rsidRDefault="00B65DC9" w:rsidP="00B65DC9">
      <w:r>
        <w:t>128.0520</w:t>
      </w:r>
      <w:r>
        <w:tab/>
        <w:t>2.025e0</w:t>
      </w:r>
    </w:p>
    <w:p w:rsidR="00B65DC9" w:rsidRDefault="00B65DC9" w:rsidP="00B65DC9">
      <w:r>
        <w:t>128.0818</w:t>
      </w:r>
      <w:r>
        <w:tab/>
        <w:t>2.830e0</w:t>
      </w:r>
    </w:p>
    <w:p w:rsidR="00B65DC9" w:rsidRDefault="00B65DC9" w:rsidP="00B65DC9">
      <w:r>
        <w:t>128.0881</w:t>
      </w:r>
      <w:r>
        <w:tab/>
        <w:t>1.390e0</w:t>
      </w:r>
    </w:p>
    <w:p w:rsidR="00B65DC9" w:rsidRDefault="00B65DC9" w:rsidP="00B65DC9">
      <w:r>
        <w:t>128.1542</w:t>
      </w:r>
      <w:r>
        <w:tab/>
        <w:t>2.025e0</w:t>
      </w:r>
    </w:p>
    <w:p w:rsidR="00B65DC9" w:rsidRDefault="00B65DC9" w:rsidP="00B65DC9">
      <w:r>
        <w:t>128.1559</w:t>
      </w:r>
      <w:r>
        <w:tab/>
        <w:t>1.013e0</w:t>
      </w:r>
    </w:p>
    <w:p w:rsidR="00B65DC9" w:rsidRDefault="00B65DC9" w:rsidP="00B65DC9">
      <w:r>
        <w:t>128.1767</w:t>
      </w:r>
      <w:r>
        <w:tab/>
        <w:t>1.266e-2</w:t>
      </w:r>
    </w:p>
    <w:p w:rsidR="00B65DC9" w:rsidRDefault="00B65DC9" w:rsidP="00B65DC9">
      <w:r>
        <w:t>128.2187</w:t>
      </w:r>
      <w:r>
        <w:tab/>
        <w:t>1.013e0</w:t>
      </w:r>
    </w:p>
    <w:p w:rsidR="00B65DC9" w:rsidRDefault="00B65DC9" w:rsidP="00B65DC9">
      <w:r>
        <w:t>128.2218</w:t>
      </w:r>
      <w:r>
        <w:tab/>
        <w:t>1.266e-2</w:t>
      </w:r>
    </w:p>
    <w:p w:rsidR="00B65DC9" w:rsidRDefault="00B65DC9" w:rsidP="00B65DC9">
      <w:r>
        <w:t>128.2762</w:t>
      </w:r>
      <w:r>
        <w:tab/>
        <w:t>1.013e0</w:t>
      </w:r>
    </w:p>
    <w:p w:rsidR="00B65DC9" w:rsidRDefault="00B65DC9" w:rsidP="00B65DC9">
      <w:r>
        <w:t>128.3121</w:t>
      </w:r>
      <w:r>
        <w:tab/>
        <w:t>1.266e-2</w:t>
      </w:r>
    </w:p>
    <w:p w:rsidR="00B65DC9" w:rsidRDefault="00B65DC9" w:rsidP="00B65DC9">
      <w:r>
        <w:t>128.3213</w:t>
      </w:r>
      <w:r>
        <w:tab/>
        <w:t>1.266e-2</w:t>
      </w:r>
    </w:p>
    <w:p w:rsidR="00B65DC9" w:rsidRDefault="00B65DC9" w:rsidP="00B65DC9">
      <w:r>
        <w:t>128.3726</w:t>
      </w:r>
      <w:r>
        <w:tab/>
        <w:t>1.013e0</w:t>
      </w:r>
    </w:p>
    <w:p w:rsidR="00B65DC9" w:rsidRDefault="00B65DC9" w:rsidP="00B65DC9">
      <w:r>
        <w:t>128.4053</w:t>
      </w:r>
      <w:r>
        <w:tab/>
        <w:t>1.013e0</w:t>
      </w:r>
    </w:p>
    <w:p w:rsidR="00B65DC9" w:rsidRDefault="00B65DC9" w:rsidP="00B65DC9">
      <w:r>
        <w:t>128.4660</w:t>
      </w:r>
      <w:r>
        <w:tab/>
        <w:t>1.013e0</w:t>
      </w:r>
    </w:p>
    <w:p w:rsidR="00B65DC9" w:rsidRDefault="00B65DC9" w:rsidP="00B65DC9">
      <w:r>
        <w:t>128.5290</w:t>
      </w:r>
      <w:r>
        <w:tab/>
        <w:t>3.038e0</w:t>
      </w:r>
    </w:p>
    <w:p w:rsidR="00B65DC9" w:rsidRDefault="00B65DC9" w:rsidP="00B65DC9">
      <w:r>
        <w:lastRenderedPageBreak/>
        <w:t>128.5983</w:t>
      </w:r>
      <w:r>
        <w:tab/>
        <w:t>1.266e-2</w:t>
      </w:r>
    </w:p>
    <w:p w:rsidR="00B65DC9" w:rsidRDefault="00B65DC9" w:rsidP="00B65DC9">
      <w:r>
        <w:t>128.6107</w:t>
      </w:r>
      <w:r>
        <w:tab/>
        <w:t>1.013e0</w:t>
      </w:r>
    </w:p>
    <w:p w:rsidR="00B65DC9" w:rsidRDefault="00B65DC9" w:rsidP="00B65DC9">
      <w:r>
        <w:t>128.6255</w:t>
      </w:r>
      <w:r>
        <w:tab/>
        <w:t>1.013e0</w:t>
      </w:r>
    </w:p>
    <w:p w:rsidR="00B65DC9" w:rsidRDefault="00B65DC9" w:rsidP="00B65DC9">
      <w:r>
        <w:t>128.6588</w:t>
      </w:r>
      <w:r>
        <w:tab/>
        <w:t>1.266e-2</w:t>
      </w:r>
    </w:p>
    <w:p w:rsidR="00B65DC9" w:rsidRDefault="00B65DC9" w:rsidP="00B65DC9">
      <w:r>
        <w:t>128.6886</w:t>
      </w:r>
      <w:r>
        <w:tab/>
        <w:t>1.013e0</w:t>
      </w:r>
    </w:p>
    <w:p w:rsidR="00B65DC9" w:rsidRDefault="00B65DC9" w:rsidP="00B65DC9">
      <w:r>
        <w:t>128.6949</w:t>
      </w:r>
      <w:r>
        <w:tab/>
        <w:t>2.025e0</w:t>
      </w:r>
    </w:p>
    <w:p w:rsidR="00B65DC9" w:rsidRDefault="00B65DC9" w:rsidP="00B65DC9">
      <w:r>
        <w:t>128.7369</w:t>
      </w:r>
      <w:r>
        <w:tab/>
        <w:t>1.013e0</w:t>
      </w:r>
    </w:p>
    <w:p w:rsidR="00B65DC9" w:rsidRDefault="00B65DC9" w:rsidP="00B65DC9">
      <w:r>
        <w:t>128.7791</w:t>
      </w:r>
      <w:r>
        <w:tab/>
        <w:t>1.266e-2</w:t>
      </w:r>
    </w:p>
    <w:p w:rsidR="00B65DC9" w:rsidRDefault="00B65DC9" w:rsidP="00B65DC9">
      <w:r>
        <w:t>128.7852</w:t>
      </w:r>
      <w:r>
        <w:tab/>
        <w:t>1.266e-2</w:t>
      </w:r>
    </w:p>
    <w:p w:rsidR="00B65DC9" w:rsidRDefault="00B65DC9" w:rsidP="00B65DC9">
      <w:r>
        <w:t>128.8062</w:t>
      </w:r>
      <w:r>
        <w:tab/>
        <w:t>1.013e0</w:t>
      </w:r>
    </w:p>
    <w:p w:rsidR="00B65DC9" w:rsidRDefault="00B65DC9" w:rsidP="00B65DC9">
      <w:r>
        <w:t>128.8186</w:t>
      </w:r>
      <w:r>
        <w:tab/>
        <w:t>1.013e0</w:t>
      </w:r>
    </w:p>
    <w:p w:rsidR="00B65DC9" w:rsidRDefault="00B65DC9" w:rsidP="00B65DC9">
      <w:r>
        <w:t>128.8515</w:t>
      </w:r>
      <w:r>
        <w:tab/>
        <w:t>1.266e-2</w:t>
      </w:r>
    </w:p>
    <w:p w:rsidR="00B65DC9" w:rsidRDefault="00B65DC9" w:rsidP="00B65DC9">
      <w:r>
        <w:t>128.8849</w:t>
      </w:r>
      <w:r>
        <w:tab/>
        <w:t>1.013e0</w:t>
      </w:r>
    </w:p>
    <w:p w:rsidR="00B65DC9" w:rsidRDefault="00B65DC9" w:rsidP="00B65DC9">
      <w:r>
        <w:t>128.8942</w:t>
      </w:r>
      <w:r>
        <w:tab/>
        <w:t>1.013e0</w:t>
      </w:r>
    </w:p>
    <w:p w:rsidR="00B65DC9" w:rsidRDefault="00B65DC9" w:rsidP="00B65DC9">
      <w:r>
        <w:t>128.9153</w:t>
      </w:r>
      <w:r>
        <w:tab/>
        <w:t>1.266e-2</w:t>
      </w:r>
    </w:p>
    <w:p w:rsidR="00B65DC9" w:rsidRDefault="00B65DC9" w:rsidP="00B65DC9">
      <w:r>
        <w:t>128.9452</w:t>
      </w:r>
      <w:r>
        <w:tab/>
        <w:t>1.013e0</w:t>
      </w:r>
    </w:p>
    <w:p w:rsidR="00B65DC9" w:rsidRDefault="00B65DC9" w:rsidP="00B65DC9">
      <w:r>
        <w:t>128.9573</w:t>
      </w:r>
      <w:r>
        <w:tab/>
        <w:t>1.013e0</w:t>
      </w:r>
    </w:p>
    <w:p w:rsidR="00B65DC9" w:rsidRDefault="00B65DC9" w:rsidP="00B65DC9">
      <w:r>
        <w:t>128.9678</w:t>
      </w:r>
      <w:r>
        <w:tab/>
        <w:t>2.025e0</w:t>
      </w:r>
    </w:p>
    <w:p w:rsidR="00B65DC9" w:rsidRDefault="00B65DC9" w:rsidP="00B65DC9">
      <w:r>
        <w:t>129.0540</w:t>
      </w:r>
      <w:r>
        <w:tab/>
        <w:t>1.266e-2</w:t>
      </w:r>
    </w:p>
    <w:p w:rsidR="00B65DC9" w:rsidRDefault="00B65DC9" w:rsidP="00B65DC9">
      <w:r>
        <w:lastRenderedPageBreak/>
        <w:t>129.0586</w:t>
      </w:r>
      <w:r>
        <w:tab/>
        <w:t>2.025e0</w:t>
      </w:r>
    </w:p>
    <w:p w:rsidR="00B65DC9" w:rsidRDefault="00B65DC9" w:rsidP="00B65DC9">
      <w:r>
        <w:t>129.0616</w:t>
      </w:r>
      <w:r>
        <w:tab/>
        <w:t>2.025e0</w:t>
      </w:r>
    </w:p>
    <w:p w:rsidR="00B65DC9" w:rsidRDefault="00B65DC9" w:rsidP="00B65DC9">
      <w:r>
        <w:t>129.0768</w:t>
      </w:r>
      <w:r>
        <w:tab/>
        <w:t>3.038e0</w:t>
      </w:r>
    </w:p>
    <w:p w:rsidR="00B65DC9" w:rsidRDefault="00B65DC9" w:rsidP="00B65DC9">
      <w:r>
        <w:t>129.1040</w:t>
      </w:r>
      <w:r>
        <w:tab/>
        <w:t>1.542e1</w:t>
      </w:r>
    </w:p>
    <w:p w:rsidR="00B65DC9" w:rsidRDefault="00B65DC9" w:rsidP="00B65DC9">
      <w:r>
        <w:t>129.1075</w:t>
      </w:r>
      <w:r>
        <w:tab/>
        <w:t>3.508e0</w:t>
      </w:r>
    </w:p>
    <w:p w:rsidR="00B65DC9" w:rsidRDefault="00B65DC9" w:rsidP="00B65DC9">
      <w:r>
        <w:t>129.1367</w:t>
      </w:r>
      <w:r>
        <w:tab/>
        <w:t>2.025e0</w:t>
      </w:r>
    </w:p>
    <w:p w:rsidR="00B65DC9" w:rsidRDefault="00B65DC9" w:rsidP="00B65DC9">
      <w:r>
        <w:t>129.1655</w:t>
      </w:r>
      <w:r>
        <w:tab/>
        <w:t>1.013e0</w:t>
      </w:r>
    </w:p>
    <w:p w:rsidR="00B65DC9" w:rsidRDefault="00B65DC9" w:rsidP="00B65DC9">
      <w:r>
        <w:t>129.1750</w:t>
      </w:r>
      <w:r>
        <w:tab/>
        <w:t>1.013e0</w:t>
      </w:r>
    </w:p>
    <w:p w:rsidR="00B65DC9" w:rsidRDefault="00B65DC9" w:rsidP="00B65DC9">
      <w:r>
        <w:t>129.1959</w:t>
      </w:r>
      <w:r>
        <w:tab/>
        <w:t>1.013e0</w:t>
      </w:r>
    </w:p>
    <w:p w:rsidR="00B65DC9" w:rsidRDefault="00B65DC9" w:rsidP="00B65DC9">
      <w:r>
        <w:t>129.2381</w:t>
      </w:r>
      <w:r>
        <w:tab/>
        <w:t>1.013e0</w:t>
      </w:r>
    </w:p>
    <w:p w:rsidR="00B65DC9" w:rsidRDefault="00B65DC9" w:rsidP="00B65DC9">
      <w:r>
        <w:t>129.2505</w:t>
      </w:r>
      <w:r>
        <w:tab/>
        <w:t>1.266e-2</w:t>
      </w:r>
    </w:p>
    <w:p w:rsidR="00B65DC9" w:rsidRDefault="00B65DC9" w:rsidP="00B65DC9">
      <w:r>
        <w:t>129.2653</w:t>
      </w:r>
      <w:r>
        <w:tab/>
        <w:t>1.266e-2</w:t>
      </w:r>
    </w:p>
    <w:p w:rsidR="00B65DC9" w:rsidRDefault="00B65DC9" w:rsidP="00B65DC9">
      <w:r>
        <w:t>129.2775</w:t>
      </w:r>
      <w:r>
        <w:tab/>
        <w:t>1.013e0</w:t>
      </w:r>
    </w:p>
    <w:p w:rsidR="00B65DC9" w:rsidRDefault="00B65DC9" w:rsidP="00B65DC9">
      <w:r>
        <w:t>129.3043</w:t>
      </w:r>
      <w:r>
        <w:tab/>
        <w:t>1.013e0</w:t>
      </w:r>
    </w:p>
    <w:p w:rsidR="00B65DC9" w:rsidRDefault="00B65DC9" w:rsidP="00B65DC9">
      <w:r>
        <w:t>129.3201</w:t>
      </w:r>
      <w:r>
        <w:tab/>
        <w:t>1.013e0</w:t>
      </w:r>
    </w:p>
    <w:p w:rsidR="00B65DC9" w:rsidRDefault="00B65DC9" w:rsidP="00B65DC9">
      <w:r>
        <w:t>129.3379</w:t>
      </w:r>
      <w:r>
        <w:tab/>
        <w:t>1.266e-2</w:t>
      </w:r>
    </w:p>
    <w:p w:rsidR="00B65DC9" w:rsidRDefault="00B65DC9" w:rsidP="00B65DC9">
      <w:r>
        <w:t>129.3471</w:t>
      </w:r>
      <w:r>
        <w:tab/>
        <w:t>1.013e0</w:t>
      </w:r>
    </w:p>
    <w:p w:rsidR="00B65DC9" w:rsidRDefault="00B65DC9" w:rsidP="00B65DC9">
      <w:r>
        <w:t>129.3683</w:t>
      </w:r>
      <w:r>
        <w:tab/>
        <w:t>1.013e0</w:t>
      </w:r>
    </w:p>
    <w:p w:rsidR="00B65DC9" w:rsidRDefault="00B65DC9" w:rsidP="00B65DC9">
      <w:r>
        <w:t>129.5103</w:t>
      </w:r>
      <w:r>
        <w:tab/>
        <w:t>1.013e0</w:t>
      </w:r>
    </w:p>
    <w:p w:rsidR="00B65DC9" w:rsidRDefault="00B65DC9" w:rsidP="00B65DC9">
      <w:r>
        <w:lastRenderedPageBreak/>
        <w:t>129.5354</w:t>
      </w:r>
      <w:r>
        <w:tab/>
        <w:t>1.038e0</w:t>
      </w:r>
    </w:p>
    <w:p w:rsidR="00B65DC9" w:rsidRDefault="00B65DC9" w:rsidP="00B65DC9">
      <w:r>
        <w:t>129.5370</w:t>
      </w:r>
      <w:r>
        <w:tab/>
        <w:t>6.329e-2</w:t>
      </w:r>
    </w:p>
    <w:p w:rsidR="00B65DC9" w:rsidRDefault="00B65DC9" w:rsidP="00B65DC9">
      <w:r>
        <w:t>129.5405</w:t>
      </w:r>
      <w:r>
        <w:tab/>
        <w:t>1.266e-2</w:t>
      </w:r>
    </w:p>
    <w:p w:rsidR="00B65DC9" w:rsidRDefault="00B65DC9" w:rsidP="00B65DC9">
      <w:r>
        <w:t>129.5619</w:t>
      </w:r>
      <w:r>
        <w:tab/>
        <w:t>1.266e-2</w:t>
      </w:r>
    </w:p>
    <w:p w:rsidR="00B65DC9" w:rsidRDefault="00B65DC9" w:rsidP="00B65DC9">
      <w:r>
        <w:t>129.6283</w:t>
      </w:r>
      <w:r>
        <w:tab/>
        <w:t>2.025e0</w:t>
      </w:r>
    </w:p>
    <w:p w:rsidR="00B65DC9" w:rsidRDefault="00B65DC9" w:rsidP="00B65DC9">
      <w:r>
        <w:t>129.6347</w:t>
      </w:r>
      <w:r>
        <w:tab/>
        <w:t>1.013e0</w:t>
      </w:r>
    </w:p>
    <w:p w:rsidR="00B65DC9" w:rsidRDefault="00B65DC9" w:rsidP="00B65DC9">
      <w:r>
        <w:t>129.6494</w:t>
      </w:r>
      <w:r>
        <w:tab/>
        <w:t>1.266e-2</w:t>
      </w:r>
    </w:p>
    <w:p w:rsidR="00B65DC9" w:rsidRDefault="00B65DC9" w:rsidP="00B65DC9">
      <w:r>
        <w:t>129.6830</w:t>
      </w:r>
      <w:r>
        <w:tab/>
        <w:t>1.013e0</w:t>
      </w:r>
    </w:p>
    <w:p w:rsidR="00B65DC9" w:rsidRDefault="00B65DC9" w:rsidP="00B65DC9">
      <w:r>
        <w:t>129.7191</w:t>
      </w:r>
      <w:r>
        <w:tab/>
        <w:t>1.013e0</w:t>
      </w:r>
    </w:p>
    <w:p w:rsidR="00B65DC9" w:rsidRDefault="00B65DC9" w:rsidP="00B65DC9">
      <w:r>
        <w:t>129.7462</w:t>
      </w:r>
      <w:r>
        <w:tab/>
        <w:t>1.013e0</w:t>
      </w:r>
    </w:p>
    <w:p w:rsidR="00B65DC9" w:rsidRDefault="00B65DC9" w:rsidP="00B65DC9">
      <w:r>
        <w:t>129.7825</w:t>
      </w:r>
      <w:r>
        <w:tab/>
        <w:t>1.013e0</w:t>
      </w:r>
    </w:p>
    <w:p w:rsidR="00B65DC9" w:rsidRDefault="00B65DC9" w:rsidP="00B65DC9">
      <w:r>
        <w:t>129.8095</w:t>
      </w:r>
      <w:r>
        <w:tab/>
        <w:t>1.013e0</w:t>
      </w:r>
    </w:p>
    <w:p w:rsidR="00B65DC9" w:rsidRDefault="00B65DC9" w:rsidP="00B65DC9">
      <w:r>
        <w:t>129.8251</w:t>
      </w:r>
      <w:r>
        <w:tab/>
        <w:t>1.266e-2</w:t>
      </w:r>
    </w:p>
    <w:p w:rsidR="00B65DC9" w:rsidRDefault="00B65DC9" w:rsidP="00B65DC9">
      <w:r>
        <w:t>129.8337</w:t>
      </w:r>
      <w:r>
        <w:tab/>
        <w:t>1.013e0</w:t>
      </w:r>
    </w:p>
    <w:p w:rsidR="00B65DC9" w:rsidRDefault="00B65DC9" w:rsidP="00B65DC9">
      <w:r>
        <w:t>129.8963</w:t>
      </w:r>
      <w:r>
        <w:tab/>
        <w:t>2.025e0</w:t>
      </w:r>
    </w:p>
    <w:p w:rsidR="00B65DC9" w:rsidRDefault="00B65DC9" w:rsidP="00B65DC9">
      <w:r>
        <w:t>129.9160</w:t>
      </w:r>
      <w:r>
        <w:tab/>
        <w:t>1.013e0</w:t>
      </w:r>
    </w:p>
    <w:p w:rsidR="00B65DC9" w:rsidRDefault="00B65DC9" w:rsidP="00B65DC9">
      <w:r>
        <w:t>129.9252</w:t>
      </w:r>
      <w:r>
        <w:tab/>
        <w:t>1.013e0</w:t>
      </w:r>
    </w:p>
    <w:p w:rsidR="00B65DC9" w:rsidRDefault="00B65DC9" w:rsidP="00B65DC9">
      <w:r>
        <w:t>129.9338</w:t>
      </w:r>
      <w:r>
        <w:tab/>
        <w:t>1.266e-2</w:t>
      </w:r>
    </w:p>
    <w:p w:rsidR="00B65DC9" w:rsidRDefault="00B65DC9" w:rsidP="00B65DC9">
      <w:r>
        <w:t>129.9521</w:t>
      </w:r>
      <w:r>
        <w:tab/>
        <w:t>1.013e0</w:t>
      </w:r>
    </w:p>
    <w:p w:rsidR="00B65DC9" w:rsidRDefault="00B65DC9" w:rsidP="00B65DC9">
      <w:r>
        <w:lastRenderedPageBreak/>
        <w:t>129.9582</w:t>
      </w:r>
      <w:r>
        <w:tab/>
        <w:t>1.013e0</w:t>
      </w:r>
    </w:p>
    <w:p w:rsidR="00B65DC9" w:rsidRDefault="00B65DC9" w:rsidP="00B65DC9">
      <w:r>
        <w:t>129.9764</w:t>
      </w:r>
      <w:r>
        <w:tab/>
        <w:t>1.266e-2</w:t>
      </w:r>
    </w:p>
    <w:p w:rsidR="00B65DC9" w:rsidRDefault="00B65DC9" w:rsidP="00B65DC9">
      <w:r>
        <w:t>129.9947</w:t>
      </w:r>
      <w:r>
        <w:tab/>
        <w:t>1.013e0</w:t>
      </w:r>
    </w:p>
    <w:p w:rsidR="00B65DC9" w:rsidRDefault="00B65DC9" w:rsidP="00B65DC9">
      <w:r>
        <w:t>130.0158</w:t>
      </w:r>
      <w:r>
        <w:tab/>
        <w:t>1.013e0</w:t>
      </w:r>
    </w:p>
    <w:p w:rsidR="00B65DC9" w:rsidRDefault="00B65DC9" w:rsidP="00B65DC9">
      <w:r>
        <w:t>130.0171</w:t>
      </w:r>
      <w:r>
        <w:tab/>
        <w:t>5.063e0</w:t>
      </w:r>
    </w:p>
    <w:p w:rsidR="00B65DC9" w:rsidRDefault="00B65DC9" w:rsidP="00B65DC9">
      <w:r>
        <w:t>130.0249</w:t>
      </w:r>
      <w:r>
        <w:tab/>
        <w:t>1.013e0</w:t>
      </w:r>
    </w:p>
    <w:p w:rsidR="00B65DC9" w:rsidRDefault="00B65DC9" w:rsidP="00B65DC9">
      <w:r>
        <w:t>130.0292</w:t>
      </w:r>
      <w:r>
        <w:tab/>
        <w:t>5.450e-1</w:t>
      </w:r>
    </w:p>
    <w:p w:rsidR="00B65DC9" w:rsidRDefault="00B65DC9" w:rsidP="00B65DC9">
      <w:r>
        <w:t>130.0385</w:t>
      </w:r>
      <w:r>
        <w:tab/>
        <w:t>2.532e-2</w:t>
      </w:r>
    </w:p>
    <w:p w:rsidR="00B65DC9" w:rsidRDefault="00B65DC9" w:rsidP="00B65DC9">
      <w:r>
        <w:t>130.0449</w:t>
      </w:r>
      <w:r>
        <w:tab/>
        <w:t>2.518e0</w:t>
      </w:r>
    </w:p>
    <w:p w:rsidR="00B65DC9" w:rsidRDefault="00B65DC9" w:rsidP="00B65DC9">
      <w:r>
        <w:t>130.0566</w:t>
      </w:r>
      <w:r>
        <w:tab/>
        <w:t>2.025e0</w:t>
      </w:r>
    </w:p>
    <w:p w:rsidR="00B65DC9" w:rsidRDefault="00B65DC9" w:rsidP="00B65DC9">
      <w:r>
        <w:t>130.0675</w:t>
      </w:r>
      <w:r>
        <w:tab/>
        <w:t>1.892e0</w:t>
      </w:r>
    </w:p>
    <w:p w:rsidR="00B65DC9" w:rsidRDefault="00B65DC9" w:rsidP="00B65DC9">
      <w:r>
        <w:t>130.1299</w:t>
      </w:r>
      <w:r>
        <w:tab/>
        <w:t>9.043e-1</w:t>
      </w:r>
    </w:p>
    <w:p w:rsidR="00B65DC9" w:rsidRDefault="00B65DC9" w:rsidP="00B65DC9">
      <w:r>
        <w:t>130.1640</w:t>
      </w:r>
      <w:r>
        <w:tab/>
        <w:t>6.965e0</w:t>
      </w:r>
    </w:p>
    <w:p w:rsidR="00B65DC9" w:rsidRDefault="00B65DC9" w:rsidP="00B65DC9">
      <w:r>
        <w:t>130.1651</w:t>
      </w:r>
      <w:r>
        <w:tab/>
        <w:t>4.940e0</w:t>
      </w:r>
    </w:p>
    <w:p w:rsidR="00B65DC9" w:rsidRDefault="00B65DC9" w:rsidP="00B65DC9">
      <w:r>
        <w:t>130.1825</w:t>
      </w:r>
      <w:r>
        <w:tab/>
        <w:t>1.013e0</w:t>
      </w:r>
    </w:p>
    <w:p w:rsidR="00B65DC9" w:rsidRDefault="00B65DC9" w:rsidP="00B65DC9">
      <w:r>
        <w:t>130.1887</w:t>
      </w:r>
      <w:r>
        <w:tab/>
        <w:t>1.266e-2</w:t>
      </w:r>
    </w:p>
    <w:p w:rsidR="00B65DC9" w:rsidRDefault="00B65DC9" w:rsidP="00B65DC9">
      <w:r>
        <w:t>130.2036</w:t>
      </w:r>
      <w:r>
        <w:tab/>
        <w:t>1.013e0</w:t>
      </w:r>
    </w:p>
    <w:p w:rsidR="00B65DC9" w:rsidRDefault="00B65DC9" w:rsidP="00B65DC9">
      <w:r>
        <w:t>130.2129</w:t>
      </w:r>
      <w:r>
        <w:tab/>
        <w:t>1.013e0</w:t>
      </w:r>
    </w:p>
    <w:p w:rsidR="00B65DC9" w:rsidRDefault="00B65DC9" w:rsidP="00B65DC9">
      <w:r>
        <w:t>130.2312</w:t>
      </w:r>
      <w:r>
        <w:tab/>
        <w:t>1.013e0</w:t>
      </w:r>
    </w:p>
    <w:p w:rsidR="00B65DC9" w:rsidRDefault="00B65DC9" w:rsidP="00B65DC9">
      <w:r>
        <w:lastRenderedPageBreak/>
        <w:t>130.2461</w:t>
      </w:r>
      <w:r>
        <w:tab/>
        <w:t>3.038e0</w:t>
      </w:r>
    </w:p>
    <w:p w:rsidR="00B65DC9" w:rsidRDefault="00B65DC9" w:rsidP="00B65DC9">
      <w:r>
        <w:t>130.2732</w:t>
      </w:r>
      <w:r>
        <w:tab/>
        <w:t>1.266e-2</w:t>
      </w:r>
    </w:p>
    <w:p w:rsidR="00B65DC9" w:rsidRDefault="00B65DC9" w:rsidP="00B65DC9">
      <w:r>
        <w:t>130.2747</w:t>
      </w:r>
      <w:r>
        <w:tab/>
        <w:t>2.025e0</w:t>
      </w:r>
    </w:p>
    <w:p w:rsidR="00B65DC9" w:rsidRDefault="00B65DC9" w:rsidP="00B65DC9">
      <w:r>
        <w:t>130.2795</w:t>
      </w:r>
      <w:r>
        <w:tab/>
        <w:t>1.266e-2</w:t>
      </w:r>
    </w:p>
    <w:p w:rsidR="00B65DC9" w:rsidRDefault="00B65DC9" w:rsidP="00B65DC9">
      <w:r>
        <w:t>130.2919</w:t>
      </w:r>
      <w:r>
        <w:tab/>
        <w:t>1.266e-2</w:t>
      </w:r>
    </w:p>
    <w:p w:rsidR="00B65DC9" w:rsidRDefault="00B65DC9" w:rsidP="00B65DC9">
      <w:r>
        <w:t>130.3217</w:t>
      </w:r>
      <w:r>
        <w:tab/>
        <w:t>1.013e0</w:t>
      </w:r>
    </w:p>
    <w:p w:rsidR="00B65DC9" w:rsidRDefault="00B65DC9" w:rsidP="00B65DC9">
      <w:r>
        <w:t>130.3342</w:t>
      </w:r>
      <w:r>
        <w:tab/>
        <w:t>1.025e0</w:t>
      </w:r>
    </w:p>
    <w:p w:rsidR="00B65DC9" w:rsidRDefault="00B65DC9" w:rsidP="00B65DC9">
      <w:r>
        <w:t>130.3374</w:t>
      </w:r>
      <w:r>
        <w:tab/>
        <w:t>1.266e-2</w:t>
      </w:r>
    </w:p>
    <w:p w:rsidR="00B65DC9" w:rsidRDefault="00B65DC9" w:rsidP="00B65DC9">
      <w:r>
        <w:t>130.3523</w:t>
      </w:r>
      <w:r>
        <w:tab/>
        <w:t>1.013e0</w:t>
      </w:r>
    </w:p>
    <w:p w:rsidR="00B65DC9" w:rsidRDefault="00B65DC9" w:rsidP="00B65DC9">
      <w:r>
        <w:t>130.3676</w:t>
      </w:r>
      <w:r>
        <w:tab/>
        <w:t>1.013e0</w:t>
      </w:r>
    </w:p>
    <w:p w:rsidR="00B65DC9" w:rsidRDefault="00B65DC9" w:rsidP="00B65DC9">
      <w:r>
        <w:t>130.4019</w:t>
      </w:r>
      <w:r>
        <w:tab/>
        <w:t>3.038e0</w:t>
      </w:r>
    </w:p>
    <w:p w:rsidR="00B65DC9" w:rsidRDefault="00B65DC9" w:rsidP="00B65DC9">
      <w:r>
        <w:t>130.4175</w:t>
      </w:r>
      <w:r>
        <w:tab/>
        <w:t>2.025e0</w:t>
      </w:r>
    </w:p>
    <w:p w:rsidR="00B65DC9" w:rsidRDefault="00B65DC9" w:rsidP="00B65DC9">
      <w:r>
        <w:t>130.4282</w:t>
      </w:r>
      <w:r>
        <w:tab/>
        <w:t>1.266e-2</w:t>
      </w:r>
    </w:p>
    <w:p w:rsidR="00B65DC9" w:rsidRDefault="00B65DC9" w:rsidP="00B65DC9">
      <w:r>
        <w:t>130.4558</w:t>
      </w:r>
      <w:r>
        <w:tab/>
        <w:t>1.266e-2</w:t>
      </w:r>
    </w:p>
    <w:p w:rsidR="00B65DC9" w:rsidRDefault="00B65DC9" w:rsidP="00B65DC9">
      <w:r>
        <w:t>130.4675</w:t>
      </w:r>
      <w:r>
        <w:tab/>
        <w:t>2.025e0</w:t>
      </w:r>
    </w:p>
    <w:p w:rsidR="00B65DC9" w:rsidRDefault="00B65DC9" w:rsidP="00B65DC9">
      <w:r>
        <w:t>130.4705</w:t>
      </w:r>
      <w:r>
        <w:tab/>
        <w:t>1.266e-2</w:t>
      </w:r>
    </w:p>
    <w:p w:rsidR="00B65DC9" w:rsidRDefault="00B65DC9" w:rsidP="00B65DC9">
      <w:r>
        <w:t>130.4752</w:t>
      </w:r>
      <w:r>
        <w:tab/>
        <w:t>2.025e0</w:t>
      </w:r>
    </w:p>
    <w:p w:rsidR="00B65DC9" w:rsidRDefault="00B65DC9" w:rsidP="00B65DC9">
      <w:r>
        <w:t>130.4948</w:t>
      </w:r>
      <w:r>
        <w:tab/>
        <w:t>1.013e0</w:t>
      </w:r>
    </w:p>
    <w:p w:rsidR="00B65DC9" w:rsidRDefault="00B65DC9" w:rsidP="00B65DC9">
      <w:r>
        <w:t>130.5042</w:t>
      </w:r>
      <w:r>
        <w:tab/>
        <w:t>3.038e0</w:t>
      </w:r>
    </w:p>
    <w:p w:rsidR="00B65DC9" w:rsidRDefault="00B65DC9" w:rsidP="00B65DC9">
      <w:r>
        <w:lastRenderedPageBreak/>
        <w:t>130.5333</w:t>
      </w:r>
      <w:r>
        <w:tab/>
        <w:t>5.386e1</w:t>
      </w:r>
    </w:p>
    <w:p w:rsidR="00B65DC9" w:rsidRDefault="00B65DC9" w:rsidP="00B65DC9">
      <w:r>
        <w:t>130.5588</w:t>
      </w:r>
      <w:r>
        <w:tab/>
        <w:t>1.563e0</w:t>
      </w:r>
    </w:p>
    <w:p w:rsidR="00B65DC9" w:rsidRDefault="00B65DC9" w:rsidP="00B65DC9">
      <w:r>
        <w:t>130.5724</w:t>
      </w:r>
      <w:r>
        <w:tab/>
        <w:t>2.532e-2</w:t>
      </w:r>
    </w:p>
    <w:p w:rsidR="00B65DC9" w:rsidRDefault="00B65DC9" w:rsidP="00B65DC9">
      <w:r>
        <w:t>130.5865</w:t>
      </w:r>
      <w:r>
        <w:tab/>
        <w:t>1.013e0</w:t>
      </w:r>
    </w:p>
    <w:p w:rsidR="00B65DC9" w:rsidRDefault="00B65DC9" w:rsidP="00B65DC9">
      <w:r>
        <w:t>130.6013</w:t>
      </w:r>
      <w:r>
        <w:tab/>
        <w:t>1.266e-2</w:t>
      </w:r>
    </w:p>
    <w:p w:rsidR="00B65DC9" w:rsidRDefault="00B65DC9" w:rsidP="00B65DC9">
      <w:r>
        <w:t>130.6105</w:t>
      </w:r>
      <w:r>
        <w:tab/>
        <w:t>3.798e-2</w:t>
      </w:r>
    </w:p>
    <w:p w:rsidR="00B65DC9" w:rsidRDefault="00B65DC9" w:rsidP="00B65DC9">
      <w:r>
        <w:t>130.6150</w:t>
      </w:r>
      <w:r>
        <w:tab/>
        <w:t>2.025e0</w:t>
      </w:r>
    </w:p>
    <w:p w:rsidR="00B65DC9" w:rsidRDefault="00B65DC9" w:rsidP="00B65DC9">
      <w:r>
        <w:t>130.6193</w:t>
      </w:r>
      <w:r>
        <w:tab/>
        <w:t>1.013e0</w:t>
      </w:r>
    </w:p>
    <w:p w:rsidR="00B65DC9" w:rsidRDefault="00B65DC9" w:rsidP="00B65DC9">
      <w:r>
        <w:t>130.6256</w:t>
      </w:r>
      <w:r>
        <w:tab/>
        <w:t>1.266e-2</w:t>
      </w:r>
    </w:p>
    <w:p w:rsidR="00B65DC9" w:rsidRDefault="00B65DC9" w:rsidP="00B65DC9">
      <w:r>
        <w:t>130.6352</w:t>
      </w:r>
      <w:r>
        <w:tab/>
        <w:t>2.025e0</w:t>
      </w:r>
    </w:p>
    <w:p w:rsidR="00B65DC9" w:rsidRDefault="00B65DC9" w:rsidP="00B65DC9">
      <w:r>
        <w:t>130.6379</w:t>
      </w:r>
      <w:r>
        <w:tab/>
        <w:t>1.266e-2</w:t>
      </w:r>
    </w:p>
    <w:p w:rsidR="00B65DC9" w:rsidRDefault="00B65DC9" w:rsidP="00B65DC9">
      <w:r>
        <w:t>130.6608</w:t>
      </w:r>
      <w:r>
        <w:tab/>
        <w:t>2.025e0</w:t>
      </w:r>
    </w:p>
    <w:p w:rsidR="00B65DC9" w:rsidRDefault="00B65DC9" w:rsidP="00B65DC9">
      <w:r>
        <w:t>130.6679</w:t>
      </w:r>
      <w:r>
        <w:tab/>
        <w:t>1.266e-2</w:t>
      </w:r>
    </w:p>
    <w:p w:rsidR="00B65DC9" w:rsidRDefault="00B65DC9" w:rsidP="00B65DC9">
      <w:r>
        <w:t>130.6695</w:t>
      </w:r>
      <w:r>
        <w:tab/>
        <w:t>2.025e0</w:t>
      </w:r>
    </w:p>
    <w:p w:rsidR="00B65DC9" w:rsidRDefault="00B65DC9" w:rsidP="00B65DC9">
      <w:r>
        <w:t>130.6773</w:t>
      </w:r>
      <w:r>
        <w:tab/>
        <w:t>1.013e0</w:t>
      </w:r>
    </w:p>
    <w:p w:rsidR="00B65DC9" w:rsidRDefault="00B65DC9" w:rsidP="00B65DC9">
      <w:r>
        <w:t>130.6923</w:t>
      </w:r>
      <w:r>
        <w:tab/>
        <w:t>1.025e0</w:t>
      </w:r>
    </w:p>
    <w:p w:rsidR="00B65DC9" w:rsidRDefault="00B65DC9" w:rsidP="00B65DC9">
      <w:r>
        <w:t>130.6985</w:t>
      </w:r>
      <w:r>
        <w:tab/>
        <w:t>2.025e0</w:t>
      </w:r>
    </w:p>
    <w:p w:rsidR="00B65DC9" w:rsidRDefault="00B65DC9" w:rsidP="00B65DC9">
      <w:r>
        <w:t>130.7166</w:t>
      </w:r>
      <w:r>
        <w:tab/>
        <w:t>1.266e-2</w:t>
      </w:r>
    </w:p>
    <w:p w:rsidR="00B65DC9" w:rsidRDefault="00B65DC9" w:rsidP="00B65DC9">
      <w:r>
        <w:t>130.7290</w:t>
      </w:r>
      <w:r>
        <w:tab/>
        <w:t>1.266e-2</w:t>
      </w:r>
    </w:p>
    <w:p w:rsidR="00B65DC9" w:rsidRDefault="00B65DC9" w:rsidP="00B65DC9">
      <w:r>
        <w:lastRenderedPageBreak/>
        <w:t>130.7407</w:t>
      </w:r>
      <w:r>
        <w:tab/>
        <w:t>1.266e-2</w:t>
      </w:r>
    </w:p>
    <w:p w:rsidR="00B65DC9" w:rsidRDefault="00B65DC9" w:rsidP="00B65DC9">
      <w:r>
        <w:t>130.7471</w:t>
      </w:r>
      <w:r>
        <w:tab/>
        <w:t>1.013e0</w:t>
      </w:r>
    </w:p>
    <w:p w:rsidR="00B65DC9" w:rsidRDefault="00B65DC9" w:rsidP="00B65DC9">
      <w:r>
        <w:t>130.7533</w:t>
      </w:r>
      <w:r>
        <w:tab/>
        <w:t>1.013e0</w:t>
      </w:r>
    </w:p>
    <w:p w:rsidR="00B65DC9" w:rsidRDefault="00B65DC9" w:rsidP="00B65DC9">
      <w:r>
        <w:t>130.7867</w:t>
      </w:r>
      <w:r>
        <w:tab/>
        <w:t>1.013e0</w:t>
      </w:r>
    </w:p>
    <w:p w:rsidR="00B65DC9" w:rsidRDefault="00B65DC9" w:rsidP="00B65DC9">
      <w:r>
        <w:t>130.8019</w:t>
      </w:r>
      <w:r>
        <w:tab/>
        <w:t>1.025e0</w:t>
      </w:r>
    </w:p>
    <w:p w:rsidR="00B65DC9" w:rsidRDefault="00B65DC9" w:rsidP="00B65DC9">
      <w:r>
        <w:t>130.8052</w:t>
      </w:r>
      <w:r>
        <w:tab/>
        <w:t>1.013e0</w:t>
      </w:r>
    </w:p>
    <w:p w:rsidR="00B65DC9" w:rsidRDefault="00B65DC9" w:rsidP="00B65DC9">
      <w:r>
        <w:t>130.8138</w:t>
      </w:r>
      <w:r>
        <w:tab/>
        <w:t>1.266e-2</w:t>
      </w:r>
    </w:p>
    <w:p w:rsidR="00B65DC9" w:rsidRDefault="00B65DC9" w:rsidP="00B65DC9">
      <w:r>
        <w:t>130.8294</w:t>
      </w:r>
      <w:r>
        <w:tab/>
        <w:t>2.025e0</w:t>
      </w:r>
    </w:p>
    <w:p w:rsidR="00B65DC9" w:rsidRDefault="00B65DC9" w:rsidP="00B65DC9">
      <w:r>
        <w:t>130.8320</w:t>
      </w:r>
      <w:r>
        <w:tab/>
        <w:t>2.038e0</w:t>
      </w:r>
    </w:p>
    <w:p w:rsidR="00B65DC9" w:rsidRDefault="00B65DC9" w:rsidP="00B65DC9">
      <w:r>
        <w:t>130.8340</w:t>
      </w:r>
      <w:r>
        <w:tab/>
        <w:t>2.025e0</w:t>
      </w:r>
    </w:p>
    <w:p w:rsidR="00B65DC9" w:rsidRDefault="00B65DC9" w:rsidP="00B65DC9">
      <w:r>
        <w:t>130.8427</w:t>
      </w:r>
      <w:r>
        <w:tab/>
        <w:t>2.025e0</w:t>
      </w:r>
    </w:p>
    <w:p w:rsidR="00B65DC9" w:rsidRDefault="00B65DC9" w:rsidP="00B65DC9">
      <w:r>
        <w:t>130.8748</w:t>
      </w:r>
      <w:r>
        <w:tab/>
        <w:t>1.013e0</w:t>
      </w:r>
    </w:p>
    <w:p w:rsidR="00B65DC9" w:rsidRDefault="00B65DC9" w:rsidP="00B65DC9">
      <w:r>
        <w:t>130.8813</w:t>
      </w:r>
      <w:r>
        <w:tab/>
        <w:t>1.025e0</w:t>
      </w:r>
    </w:p>
    <w:p w:rsidR="00B65DC9" w:rsidRDefault="00B65DC9" w:rsidP="00B65DC9">
      <w:r>
        <w:t>130.9022</w:t>
      </w:r>
      <w:r>
        <w:tab/>
        <w:t>1.013e0</w:t>
      </w:r>
    </w:p>
    <w:p w:rsidR="00B65DC9" w:rsidRDefault="00B65DC9" w:rsidP="00B65DC9">
      <w:r>
        <w:t>130.9140</w:t>
      </w:r>
      <w:r>
        <w:tab/>
        <w:t>1.013e0</w:t>
      </w:r>
    </w:p>
    <w:p w:rsidR="00B65DC9" w:rsidRDefault="00B65DC9" w:rsidP="00B65DC9">
      <w:r>
        <w:t>130.9203</w:t>
      </w:r>
      <w:r>
        <w:tab/>
        <w:t>1.266e-2</w:t>
      </w:r>
    </w:p>
    <w:p w:rsidR="00B65DC9" w:rsidRDefault="00B65DC9" w:rsidP="00B65DC9">
      <w:r>
        <w:t>130.9329</w:t>
      </w:r>
      <w:r>
        <w:tab/>
        <w:t>1.266e-2</w:t>
      </w:r>
    </w:p>
    <w:p w:rsidR="00B65DC9" w:rsidRDefault="00B65DC9" w:rsidP="00B65DC9">
      <w:r>
        <w:t>130.9510</w:t>
      </w:r>
      <w:r>
        <w:tab/>
        <w:t>1.013e0</w:t>
      </w:r>
    </w:p>
    <w:p w:rsidR="00B65DC9" w:rsidRDefault="00B65DC9" w:rsidP="00B65DC9">
      <w:r>
        <w:t>130.9601</w:t>
      </w:r>
      <w:r>
        <w:tab/>
        <w:t>1.013e0</w:t>
      </w:r>
    </w:p>
    <w:p w:rsidR="00B65DC9" w:rsidRDefault="00B65DC9" w:rsidP="00B65DC9">
      <w:r>
        <w:lastRenderedPageBreak/>
        <w:t>130.9845</w:t>
      </w:r>
      <w:r>
        <w:tab/>
        <w:t>1.266e-2</w:t>
      </w:r>
    </w:p>
    <w:p w:rsidR="00B65DC9" w:rsidRDefault="00B65DC9" w:rsidP="00B65DC9">
      <w:r>
        <w:t>130.9872</w:t>
      </w:r>
      <w:r>
        <w:tab/>
        <w:t>2.025e0</w:t>
      </w:r>
    </w:p>
    <w:p w:rsidR="00B65DC9" w:rsidRDefault="00B65DC9" w:rsidP="00B65DC9">
      <w:r>
        <w:t>131.0116</w:t>
      </w:r>
      <w:r>
        <w:tab/>
        <w:t>1.013e0</w:t>
      </w:r>
    </w:p>
    <w:p w:rsidR="00B65DC9" w:rsidRDefault="00B65DC9" w:rsidP="00B65DC9">
      <w:r>
        <w:t>131.0303</w:t>
      </w:r>
      <w:r>
        <w:tab/>
        <w:t>7.775e0</w:t>
      </w:r>
    </w:p>
    <w:p w:rsidR="00B65DC9" w:rsidRDefault="00B65DC9" w:rsidP="00B65DC9">
      <w:r>
        <w:t>131.0321</w:t>
      </w:r>
      <w:r>
        <w:tab/>
        <w:t>6.703e0</w:t>
      </w:r>
    </w:p>
    <w:p w:rsidR="00B65DC9" w:rsidRDefault="00B65DC9" w:rsidP="00B65DC9">
      <w:r>
        <w:t>131.0356</w:t>
      </w:r>
      <w:r>
        <w:tab/>
        <w:t>1.346e1</w:t>
      </w:r>
    </w:p>
    <w:p w:rsidR="00B65DC9" w:rsidRDefault="00B65DC9" w:rsidP="00B65DC9">
      <w:r>
        <w:t>131.0497</w:t>
      </w:r>
      <w:r>
        <w:tab/>
        <w:t>6.329e-2</w:t>
      </w:r>
    </w:p>
    <w:p w:rsidR="00B65DC9" w:rsidRDefault="00B65DC9" w:rsidP="00B65DC9">
      <w:r>
        <w:t>131.0544</w:t>
      </w:r>
      <w:r>
        <w:tab/>
        <w:t>1.013e0</w:t>
      </w:r>
    </w:p>
    <w:p w:rsidR="00B65DC9" w:rsidRDefault="00B65DC9" w:rsidP="00B65DC9">
      <w:r>
        <w:t>131.0578</w:t>
      </w:r>
      <w:r>
        <w:tab/>
        <w:t>1.013e0</w:t>
      </w:r>
    </w:p>
    <w:p w:rsidR="00B65DC9" w:rsidRDefault="00B65DC9" w:rsidP="00B65DC9">
      <w:r>
        <w:t>131.0685</w:t>
      </w:r>
      <w:r>
        <w:tab/>
        <w:t>3.038e0</w:t>
      </w:r>
    </w:p>
    <w:p w:rsidR="00B65DC9" w:rsidRDefault="00B65DC9" w:rsidP="00B65DC9">
      <w:r>
        <w:t>131.0971</w:t>
      </w:r>
      <w:r>
        <w:tab/>
        <w:t>6.745e-1</w:t>
      </w:r>
    </w:p>
    <w:p w:rsidR="00B65DC9" w:rsidRDefault="00B65DC9" w:rsidP="00B65DC9">
      <w:r>
        <w:t>131.1165</w:t>
      </w:r>
      <w:r>
        <w:tab/>
        <w:t>5.442e0</w:t>
      </w:r>
    </w:p>
    <w:p w:rsidR="00B65DC9" w:rsidRDefault="00B65DC9" w:rsidP="00B65DC9">
      <w:r>
        <w:t>131.1305</w:t>
      </w:r>
      <w:r>
        <w:tab/>
        <w:t>1.013e0</w:t>
      </w:r>
    </w:p>
    <w:p w:rsidR="00B65DC9" w:rsidRDefault="00B65DC9" w:rsidP="00B65DC9">
      <w:r>
        <w:t>131.1340</w:t>
      </w:r>
      <w:r>
        <w:tab/>
        <w:t>7.576e-1</w:t>
      </w:r>
    </w:p>
    <w:p w:rsidR="00B65DC9" w:rsidRDefault="00B65DC9" w:rsidP="00B65DC9">
      <w:r>
        <w:t>131.1503</w:t>
      </w:r>
      <w:r>
        <w:tab/>
        <w:t>2.025e0</w:t>
      </w:r>
    </w:p>
    <w:p w:rsidR="00B65DC9" w:rsidRDefault="00B65DC9" w:rsidP="00B65DC9">
      <w:r>
        <w:t>131.1666</w:t>
      </w:r>
      <w:r>
        <w:tab/>
        <w:t>1.266e-2</w:t>
      </w:r>
    </w:p>
    <w:p w:rsidR="00B65DC9" w:rsidRDefault="00B65DC9" w:rsidP="00B65DC9">
      <w:r>
        <w:t>131.1760</w:t>
      </w:r>
      <w:r>
        <w:tab/>
        <w:t>1.013e0</w:t>
      </w:r>
    </w:p>
    <w:p w:rsidR="00B65DC9" w:rsidRDefault="00B65DC9" w:rsidP="00B65DC9">
      <w:r>
        <w:t>131.1910</w:t>
      </w:r>
      <w:r>
        <w:tab/>
        <w:t>1.266e-2</w:t>
      </w:r>
    </w:p>
    <w:p w:rsidR="00B65DC9" w:rsidRDefault="00B65DC9" w:rsidP="00B65DC9">
      <w:r>
        <w:t>131.2004</w:t>
      </w:r>
      <w:r>
        <w:tab/>
        <w:t>2.038e0</w:t>
      </w:r>
    </w:p>
    <w:p w:rsidR="00B65DC9" w:rsidRDefault="00B65DC9" w:rsidP="00B65DC9">
      <w:r>
        <w:lastRenderedPageBreak/>
        <w:t>131.2310</w:t>
      </w:r>
      <w:r>
        <w:tab/>
        <w:t>1.266e-2</w:t>
      </w:r>
    </w:p>
    <w:p w:rsidR="00B65DC9" w:rsidRDefault="00B65DC9" w:rsidP="00B65DC9">
      <w:r>
        <w:t>131.2370</w:t>
      </w:r>
      <w:r>
        <w:tab/>
        <w:t>1.266e-2</w:t>
      </w:r>
    </w:p>
    <w:p w:rsidR="00B65DC9" w:rsidRDefault="00B65DC9" w:rsidP="00B65DC9">
      <w:r>
        <w:t>131.2428</w:t>
      </w:r>
      <w:r>
        <w:tab/>
        <w:t>1.266e-2</w:t>
      </w:r>
    </w:p>
    <w:p w:rsidR="00B65DC9" w:rsidRDefault="00B65DC9" w:rsidP="00B65DC9">
      <w:r>
        <w:t>131.2671</w:t>
      </w:r>
      <w:r>
        <w:tab/>
        <w:t>1.266e-2</w:t>
      </w:r>
    </w:p>
    <w:p w:rsidR="00B65DC9" w:rsidRDefault="00B65DC9" w:rsidP="00B65DC9">
      <w:r>
        <w:t>131.2735</w:t>
      </w:r>
      <w:r>
        <w:tab/>
        <w:t>1.025e0</w:t>
      </w:r>
    </w:p>
    <w:p w:rsidR="00B65DC9" w:rsidRDefault="00B65DC9" w:rsidP="00B65DC9">
      <w:r>
        <w:t>131.2765</w:t>
      </w:r>
      <w:r>
        <w:tab/>
        <w:t>1.013e0</w:t>
      </w:r>
    </w:p>
    <w:p w:rsidR="00B65DC9" w:rsidRDefault="00B65DC9" w:rsidP="00B65DC9">
      <w:r>
        <w:t>131.2857</w:t>
      </w:r>
      <w:r>
        <w:tab/>
        <w:t>1.013e0</w:t>
      </w:r>
    </w:p>
    <w:p w:rsidR="00B65DC9" w:rsidRDefault="00B65DC9" w:rsidP="00B65DC9">
      <w:r>
        <w:t>131.2914</w:t>
      </w:r>
      <w:r>
        <w:tab/>
        <w:t>1.266e-2</w:t>
      </w:r>
    </w:p>
    <w:p w:rsidR="00B65DC9" w:rsidRDefault="00B65DC9" w:rsidP="00B65DC9">
      <w:r>
        <w:t>131.3346</w:t>
      </w:r>
      <w:r>
        <w:tab/>
        <w:t>1.266e-2</w:t>
      </w:r>
    </w:p>
    <w:p w:rsidR="00B65DC9" w:rsidRDefault="00B65DC9" w:rsidP="00B65DC9">
      <w:r>
        <w:t>131.3373</w:t>
      </w:r>
      <w:r>
        <w:tab/>
        <w:t>1.013e0</w:t>
      </w:r>
    </w:p>
    <w:p w:rsidR="00B65DC9" w:rsidRDefault="00B65DC9" w:rsidP="00B65DC9">
      <w:r>
        <w:t>131.3401</w:t>
      </w:r>
      <w:r>
        <w:tab/>
        <w:t>1.266e-2</w:t>
      </w:r>
    </w:p>
    <w:p w:rsidR="00B65DC9" w:rsidRDefault="00B65DC9" w:rsidP="00B65DC9">
      <w:r>
        <w:t>131.3618</w:t>
      </w:r>
      <w:r>
        <w:tab/>
        <w:t>2.025e0</w:t>
      </w:r>
    </w:p>
    <w:p w:rsidR="00B65DC9" w:rsidRDefault="00B65DC9" w:rsidP="00B65DC9">
      <w:r>
        <w:t>131.3983</w:t>
      </w:r>
      <w:r>
        <w:tab/>
        <w:t>1.266e-2</w:t>
      </w:r>
    </w:p>
    <w:p w:rsidR="00B65DC9" w:rsidRDefault="00B65DC9" w:rsidP="00B65DC9">
      <w:r>
        <w:t>131.4029</w:t>
      </w:r>
      <w:r>
        <w:tab/>
        <w:t>2.025e0</w:t>
      </w:r>
    </w:p>
    <w:p w:rsidR="00B65DC9" w:rsidRDefault="00B65DC9" w:rsidP="00B65DC9">
      <w:r>
        <w:t>131.4288</w:t>
      </w:r>
      <w:r>
        <w:tab/>
        <w:t>1.013e0</w:t>
      </w:r>
    </w:p>
    <w:p w:rsidR="00B65DC9" w:rsidRDefault="00B65DC9" w:rsidP="00B65DC9">
      <w:r>
        <w:t>131.4502</w:t>
      </w:r>
      <w:r>
        <w:tab/>
        <w:t>1.013e0</w:t>
      </w:r>
    </w:p>
    <w:p w:rsidR="00B65DC9" w:rsidRDefault="00B65DC9" w:rsidP="00B65DC9">
      <w:r>
        <w:t>131.4595</w:t>
      </w:r>
      <w:r>
        <w:tab/>
        <w:t>1.013e0</w:t>
      </w:r>
    </w:p>
    <w:p w:rsidR="00B65DC9" w:rsidRDefault="00B65DC9" w:rsidP="00B65DC9">
      <w:r>
        <w:t>131.4926</w:t>
      </w:r>
      <w:r>
        <w:tab/>
        <w:t>1.025e0</w:t>
      </w:r>
    </w:p>
    <w:p w:rsidR="00B65DC9" w:rsidRDefault="00B65DC9" w:rsidP="00B65DC9">
      <w:r>
        <w:t>131.5140</w:t>
      </w:r>
      <w:r>
        <w:tab/>
        <w:t>1.013e0</w:t>
      </w:r>
    </w:p>
    <w:p w:rsidR="00B65DC9" w:rsidRDefault="00B65DC9" w:rsidP="00B65DC9">
      <w:r>
        <w:lastRenderedPageBreak/>
        <w:t>131.5182</w:t>
      </w:r>
      <w:r>
        <w:tab/>
        <w:t>3.038e0</w:t>
      </w:r>
    </w:p>
    <w:p w:rsidR="00B65DC9" w:rsidRDefault="00B65DC9" w:rsidP="00B65DC9">
      <w:r>
        <w:t>131.5331</w:t>
      </w:r>
      <w:r>
        <w:tab/>
        <w:t>6.076e0</w:t>
      </w:r>
    </w:p>
    <w:p w:rsidR="00B65DC9" w:rsidRDefault="00B65DC9" w:rsidP="00B65DC9">
      <w:r>
        <w:t>131.5428</w:t>
      </w:r>
      <w:r>
        <w:tab/>
        <w:t>2.025e0</w:t>
      </w:r>
    </w:p>
    <w:p w:rsidR="00B65DC9" w:rsidRDefault="00B65DC9" w:rsidP="00B65DC9">
      <w:r>
        <w:t>131.5537</w:t>
      </w:r>
      <w:r>
        <w:tab/>
        <w:t>1.025e0</w:t>
      </w:r>
    </w:p>
    <w:p w:rsidR="00B65DC9" w:rsidRDefault="00B65DC9" w:rsidP="00B65DC9">
      <w:r>
        <w:t>131.5630</w:t>
      </w:r>
      <w:r>
        <w:tab/>
        <w:t>1.266e-2</w:t>
      </w:r>
    </w:p>
    <w:p w:rsidR="00B65DC9" w:rsidRDefault="00B65DC9" w:rsidP="00B65DC9">
      <w:r>
        <w:t>131.5750</w:t>
      </w:r>
      <w:r>
        <w:tab/>
        <w:t>1.266e-2</w:t>
      </w:r>
    </w:p>
    <w:p w:rsidR="00B65DC9" w:rsidRDefault="00B65DC9" w:rsidP="00B65DC9">
      <w:r>
        <w:t>131.5844</w:t>
      </w:r>
      <w:r>
        <w:tab/>
        <w:t>1.013e0</w:t>
      </w:r>
    </w:p>
    <w:p w:rsidR="00B65DC9" w:rsidRDefault="00B65DC9" w:rsidP="00B65DC9">
      <w:r>
        <w:t>131.5962</w:t>
      </w:r>
      <w:r>
        <w:tab/>
        <w:t>1.013e0</w:t>
      </w:r>
    </w:p>
    <w:p w:rsidR="00B65DC9" w:rsidRDefault="00B65DC9" w:rsidP="00B65DC9">
      <w:r>
        <w:t>131.5994</w:t>
      </w:r>
      <w:r>
        <w:tab/>
        <w:t>1.013e0</w:t>
      </w:r>
    </w:p>
    <w:p w:rsidR="00B65DC9" w:rsidRDefault="00B65DC9" w:rsidP="00B65DC9">
      <w:r>
        <w:t>131.6120</w:t>
      </w:r>
      <w:r>
        <w:tab/>
        <w:t>1.025e0</w:t>
      </w:r>
    </w:p>
    <w:p w:rsidR="00B65DC9" w:rsidRDefault="00B65DC9" w:rsidP="00B65DC9">
      <w:r>
        <w:t>131.6147</w:t>
      </w:r>
      <w:r>
        <w:tab/>
        <w:t>1.266e-2</w:t>
      </w:r>
    </w:p>
    <w:p w:rsidR="00B65DC9" w:rsidRDefault="00B65DC9" w:rsidP="00B65DC9">
      <w:r>
        <w:t>131.6269</w:t>
      </w:r>
      <w:r>
        <w:tab/>
        <w:t>1.013e0</w:t>
      </w:r>
    </w:p>
    <w:p w:rsidR="00B65DC9" w:rsidRDefault="00B65DC9" w:rsidP="00B65DC9">
      <w:r>
        <w:t>131.6481</w:t>
      </w:r>
      <w:r>
        <w:tab/>
        <w:t>2.532e-2</w:t>
      </w:r>
    </w:p>
    <w:p w:rsidR="00B65DC9" w:rsidRDefault="00B65DC9" w:rsidP="00B65DC9">
      <w:r>
        <w:t>131.6544</w:t>
      </w:r>
      <w:r>
        <w:tab/>
        <w:t>2.025e0</w:t>
      </w:r>
    </w:p>
    <w:p w:rsidR="00B65DC9" w:rsidRDefault="00B65DC9" w:rsidP="00B65DC9">
      <w:r>
        <w:t>131.6692</w:t>
      </w:r>
      <w:r>
        <w:tab/>
        <w:t>2.025e0</w:t>
      </w:r>
    </w:p>
    <w:p w:rsidR="00B65DC9" w:rsidRDefault="00B65DC9" w:rsidP="00B65DC9">
      <w:r>
        <w:t>131.6756</w:t>
      </w:r>
      <w:r>
        <w:tab/>
        <w:t>1.013e0</w:t>
      </w:r>
    </w:p>
    <w:p w:rsidR="00B65DC9" w:rsidRDefault="00B65DC9" w:rsidP="00B65DC9">
      <w:r>
        <w:t>131.6882</w:t>
      </w:r>
      <w:r>
        <w:tab/>
        <w:t>1.013e0</w:t>
      </w:r>
    </w:p>
    <w:p w:rsidR="00B65DC9" w:rsidRDefault="00B65DC9" w:rsidP="00B65DC9">
      <w:r>
        <w:t>131.6909</w:t>
      </w:r>
      <w:r>
        <w:tab/>
        <w:t>1.013e0</w:t>
      </w:r>
    </w:p>
    <w:p w:rsidR="00B65DC9" w:rsidRDefault="00B65DC9" w:rsidP="00B65DC9">
      <w:r>
        <w:t>131.6952</w:t>
      </w:r>
      <w:r>
        <w:tab/>
        <w:t>2.025e0</w:t>
      </w:r>
    </w:p>
    <w:p w:rsidR="00B65DC9" w:rsidRDefault="00B65DC9" w:rsidP="00B65DC9">
      <w:r>
        <w:lastRenderedPageBreak/>
        <w:t>131.7062</w:t>
      </w:r>
      <w:r>
        <w:tab/>
        <w:t>1.013e0</w:t>
      </w:r>
    </w:p>
    <w:p w:rsidR="00B65DC9" w:rsidRDefault="00B65DC9" w:rsidP="00B65DC9">
      <w:r>
        <w:t>131.7154</w:t>
      </w:r>
      <w:r>
        <w:tab/>
        <w:t>1.013e0</w:t>
      </w:r>
    </w:p>
    <w:p w:rsidR="00B65DC9" w:rsidRDefault="00B65DC9" w:rsidP="00B65DC9">
      <w:r>
        <w:t>131.7369</w:t>
      </w:r>
      <w:r>
        <w:tab/>
        <w:t>1.266e-2</w:t>
      </w:r>
    </w:p>
    <w:p w:rsidR="00B65DC9" w:rsidRDefault="00B65DC9" w:rsidP="00B65DC9">
      <w:r>
        <w:t>131.7489</w:t>
      </w:r>
      <w:r>
        <w:tab/>
        <w:t>1.013e0</w:t>
      </w:r>
    </w:p>
    <w:p w:rsidR="00B65DC9" w:rsidRDefault="00B65DC9" w:rsidP="00B65DC9">
      <w:r>
        <w:t>131.7763</w:t>
      </w:r>
      <w:r>
        <w:tab/>
        <w:t>1.013e0</w:t>
      </w:r>
    </w:p>
    <w:p w:rsidR="00B65DC9" w:rsidRDefault="00B65DC9" w:rsidP="00B65DC9">
      <w:r>
        <w:t>131.8162</w:t>
      </w:r>
      <w:r>
        <w:tab/>
        <w:t>1.013e0</w:t>
      </w:r>
    </w:p>
    <w:p w:rsidR="00B65DC9" w:rsidRDefault="00B65DC9" w:rsidP="00B65DC9">
      <w:r>
        <w:t>131.8375</w:t>
      </w:r>
      <w:r>
        <w:tab/>
        <w:t>1.013e0</w:t>
      </w:r>
    </w:p>
    <w:p w:rsidR="00B65DC9" w:rsidRDefault="00B65DC9" w:rsidP="00B65DC9">
      <w:r>
        <w:t>131.8925</w:t>
      </w:r>
      <w:r>
        <w:tab/>
        <w:t>1.266e-2</w:t>
      </w:r>
    </w:p>
    <w:p w:rsidR="00B65DC9" w:rsidRDefault="00B65DC9" w:rsidP="00B65DC9">
      <w:r>
        <w:t>131.9075</w:t>
      </w:r>
      <w:r>
        <w:tab/>
        <w:t>1.013e0</w:t>
      </w:r>
    </w:p>
    <w:p w:rsidR="00B65DC9" w:rsidRDefault="00B65DC9" w:rsidP="00B65DC9">
      <w:r>
        <w:t>131.9107</w:t>
      </w:r>
      <w:r>
        <w:tab/>
        <w:t>1.013e0</w:t>
      </w:r>
    </w:p>
    <w:p w:rsidR="00B65DC9" w:rsidRDefault="00B65DC9" w:rsidP="00B65DC9">
      <w:r>
        <w:t>131.9688</w:t>
      </w:r>
      <w:r>
        <w:tab/>
        <w:t>1.013e0</w:t>
      </w:r>
    </w:p>
    <w:p w:rsidR="00B65DC9" w:rsidRDefault="00B65DC9" w:rsidP="00B65DC9">
      <w:r>
        <w:t>131.9901</w:t>
      </w:r>
      <w:r>
        <w:tab/>
        <w:t>1.266e-2</w:t>
      </w:r>
    </w:p>
    <w:p w:rsidR="00B65DC9" w:rsidRDefault="00B65DC9" w:rsidP="00B65DC9">
      <w:r>
        <w:t>132.0114</w:t>
      </w:r>
      <w:r>
        <w:tab/>
        <w:t>1.266e-2</w:t>
      </w:r>
    </w:p>
    <w:p w:rsidR="00B65DC9" w:rsidRDefault="00B65DC9" w:rsidP="00B65DC9">
      <w:r>
        <w:t>132.0177</w:t>
      </w:r>
      <w:r>
        <w:tab/>
        <w:t>1.013e0</w:t>
      </w:r>
    </w:p>
    <w:p w:rsidR="00B65DC9" w:rsidRDefault="00B65DC9" w:rsidP="00B65DC9">
      <w:r>
        <w:t>132.0327</w:t>
      </w:r>
      <w:r>
        <w:tab/>
        <w:t>1.013e0</w:t>
      </w:r>
    </w:p>
    <w:p w:rsidR="00B65DC9" w:rsidRDefault="00B65DC9" w:rsidP="00B65DC9">
      <w:r>
        <w:t>132.0540</w:t>
      </w:r>
      <w:r>
        <w:tab/>
        <w:t>4.063e0</w:t>
      </w:r>
    </w:p>
    <w:p w:rsidR="00B65DC9" w:rsidRDefault="00B65DC9" w:rsidP="00B65DC9">
      <w:r>
        <w:t>132.0777</w:t>
      </w:r>
      <w:r>
        <w:tab/>
        <w:t>1.288e1</w:t>
      </w:r>
    </w:p>
    <w:p w:rsidR="00B65DC9" w:rsidRDefault="00B65DC9" w:rsidP="00B65DC9">
      <w:r>
        <w:t>132.0832</w:t>
      </w:r>
      <w:r>
        <w:tab/>
        <w:t>2.317e1</w:t>
      </w:r>
    </w:p>
    <w:p w:rsidR="00B65DC9" w:rsidRDefault="00B65DC9" w:rsidP="00B65DC9">
      <w:r>
        <w:t>132.0988</w:t>
      </w:r>
      <w:r>
        <w:tab/>
        <w:t>7.626e0</w:t>
      </w:r>
    </w:p>
    <w:p w:rsidR="00B65DC9" w:rsidRDefault="00B65DC9" w:rsidP="00B65DC9">
      <w:r>
        <w:lastRenderedPageBreak/>
        <w:t>132.1057</w:t>
      </w:r>
      <w:r>
        <w:tab/>
        <w:t>1.094e1</w:t>
      </w:r>
    </w:p>
    <w:p w:rsidR="00B65DC9" w:rsidRDefault="00B65DC9" w:rsidP="00B65DC9">
      <w:r>
        <w:t>132.1322</w:t>
      </w:r>
      <w:r>
        <w:tab/>
        <w:t>2.653e0</w:t>
      </w:r>
    </w:p>
    <w:p w:rsidR="00B65DC9" w:rsidRDefault="00B65DC9" w:rsidP="00B65DC9">
      <w:r>
        <w:t>132.1625</w:t>
      </w:r>
      <w:r>
        <w:tab/>
        <w:t>2.025e0</w:t>
      </w:r>
    </w:p>
    <w:p w:rsidR="00B65DC9" w:rsidRDefault="00B65DC9" w:rsidP="00B65DC9">
      <w:r>
        <w:t>132.1737</w:t>
      </w:r>
      <w:r>
        <w:tab/>
        <w:t>1.013e0</w:t>
      </w:r>
    </w:p>
    <w:p w:rsidR="00B65DC9" w:rsidRDefault="00B65DC9" w:rsidP="00B65DC9">
      <w:r>
        <w:t>132.1822</w:t>
      </w:r>
      <w:r>
        <w:tab/>
        <w:t>1.013e0</w:t>
      </w:r>
    </w:p>
    <w:p w:rsidR="00B65DC9" w:rsidRDefault="00B65DC9" w:rsidP="00B65DC9">
      <w:r>
        <w:t>132.1916</w:t>
      </w:r>
      <w:r>
        <w:tab/>
        <w:t>1.013e0</w:t>
      </w:r>
    </w:p>
    <w:p w:rsidR="00B65DC9" w:rsidRDefault="00B65DC9" w:rsidP="00B65DC9">
      <w:r>
        <w:t>132.2036</w:t>
      </w:r>
      <w:r>
        <w:tab/>
        <w:t>1.266e-2</w:t>
      </w:r>
    </w:p>
    <w:p w:rsidR="00B65DC9" w:rsidRDefault="00B65DC9" w:rsidP="00B65DC9">
      <w:r>
        <w:t>132.2209</w:t>
      </w:r>
      <w:r>
        <w:tab/>
        <w:t>2.025e0</w:t>
      </w:r>
    </w:p>
    <w:p w:rsidR="00B65DC9" w:rsidRDefault="00B65DC9" w:rsidP="00B65DC9">
      <w:r>
        <w:t>132.2281</w:t>
      </w:r>
      <w:r>
        <w:tab/>
        <w:t>2.025e0</w:t>
      </w:r>
    </w:p>
    <w:p w:rsidR="00B65DC9" w:rsidRDefault="00B65DC9" w:rsidP="00B65DC9">
      <w:r>
        <w:t>132.2618</w:t>
      </w:r>
      <w:r>
        <w:tab/>
        <w:t>1.013e0</w:t>
      </w:r>
    </w:p>
    <w:p w:rsidR="00B65DC9" w:rsidRDefault="00B65DC9" w:rsidP="00B65DC9">
      <w:r>
        <w:t>132.2680</w:t>
      </w:r>
      <w:r>
        <w:tab/>
        <w:t>1.013e0</w:t>
      </w:r>
    </w:p>
    <w:p w:rsidR="00B65DC9" w:rsidRDefault="00B65DC9" w:rsidP="00B65DC9">
      <w:r>
        <w:t>132.3169</w:t>
      </w:r>
      <w:r>
        <w:tab/>
        <w:t>1.013e0</w:t>
      </w:r>
    </w:p>
    <w:p w:rsidR="00B65DC9" w:rsidRDefault="00B65DC9" w:rsidP="00B65DC9">
      <w:r>
        <w:t>132.3217</w:t>
      </w:r>
      <w:r>
        <w:tab/>
        <w:t>2.025e0</w:t>
      </w:r>
    </w:p>
    <w:p w:rsidR="00B65DC9" w:rsidRDefault="00B65DC9" w:rsidP="00B65DC9">
      <w:r>
        <w:t>132.3415</w:t>
      </w:r>
      <w:r>
        <w:tab/>
        <w:t>1.013e0</w:t>
      </w:r>
    </w:p>
    <w:p w:rsidR="00B65DC9" w:rsidRDefault="00B65DC9" w:rsidP="00B65DC9">
      <w:r>
        <w:t>132.3539</w:t>
      </w:r>
      <w:r>
        <w:tab/>
        <w:t>1.013e0</w:t>
      </w:r>
    </w:p>
    <w:p w:rsidR="00B65DC9" w:rsidRDefault="00B65DC9" w:rsidP="00B65DC9">
      <w:r>
        <w:t>132.3689</w:t>
      </w:r>
      <w:r>
        <w:tab/>
        <w:t>1.266e-2</w:t>
      </w:r>
    </w:p>
    <w:p w:rsidR="00B65DC9" w:rsidRDefault="00B65DC9" w:rsidP="00B65DC9">
      <w:r>
        <w:t>132.3902</w:t>
      </w:r>
      <w:r>
        <w:tab/>
        <w:t>1.013e0</w:t>
      </w:r>
    </w:p>
    <w:p w:rsidR="00B65DC9" w:rsidRDefault="00B65DC9" w:rsidP="00B65DC9">
      <w:r>
        <w:t>132.4072</w:t>
      </w:r>
      <w:r>
        <w:tab/>
        <w:t>2.025e0</w:t>
      </w:r>
    </w:p>
    <w:p w:rsidR="00B65DC9" w:rsidRDefault="00B65DC9" w:rsidP="00B65DC9">
      <w:r>
        <w:t>132.4114</w:t>
      </w:r>
      <w:r>
        <w:tab/>
        <w:t>1.013e0</w:t>
      </w:r>
    </w:p>
    <w:p w:rsidR="00B65DC9" w:rsidRDefault="00B65DC9" w:rsidP="00B65DC9">
      <w:r>
        <w:lastRenderedPageBreak/>
        <w:t>132.4177</w:t>
      </w:r>
      <w:r>
        <w:tab/>
        <w:t>1.013e0</w:t>
      </w:r>
    </w:p>
    <w:p w:rsidR="00B65DC9" w:rsidRDefault="00B65DC9" w:rsidP="00B65DC9">
      <w:r>
        <w:t>132.4422</w:t>
      </w:r>
      <w:r>
        <w:tab/>
        <w:t>1.266e-2</w:t>
      </w:r>
    </w:p>
    <w:p w:rsidR="00B65DC9" w:rsidRDefault="00B65DC9" w:rsidP="00B65DC9">
      <w:r>
        <w:t>132.4607</w:t>
      </w:r>
      <w:r>
        <w:tab/>
        <w:t>1.013e0</w:t>
      </w:r>
    </w:p>
    <w:p w:rsidR="00B65DC9" w:rsidRDefault="00B65DC9" w:rsidP="00B65DC9">
      <w:r>
        <w:t>132.4666</w:t>
      </w:r>
      <w:r>
        <w:tab/>
        <w:t>1.266e-2</w:t>
      </w:r>
    </w:p>
    <w:p w:rsidR="00B65DC9" w:rsidRDefault="00B65DC9" w:rsidP="00B65DC9">
      <w:r>
        <w:t>132.4880</w:t>
      </w:r>
      <w:r>
        <w:tab/>
        <w:t>1.013e0</w:t>
      </w:r>
    </w:p>
    <w:p w:rsidR="00B65DC9" w:rsidRDefault="00B65DC9" w:rsidP="00B65DC9">
      <w:r>
        <w:t>132.4910</w:t>
      </w:r>
      <w:r>
        <w:tab/>
        <w:t>1.013e0</w:t>
      </w:r>
    </w:p>
    <w:p w:rsidR="00B65DC9" w:rsidRDefault="00B65DC9" w:rsidP="00B65DC9">
      <w:r>
        <w:t>132.4973</w:t>
      </w:r>
      <w:r>
        <w:tab/>
        <w:t>1.025e0</w:t>
      </w:r>
    </w:p>
    <w:p w:rsidR="00B65DC9" w:rsidRDefault="00B65DC9" w:rsidP="00B65DC9">
      <w:r>
        <w:t>132.5398</w:t>
      </w:r>
      <w:r>
        <w:tab/>
        <w:t>2.025e0</w:t>
      </w:r>
    </w:p>
    <w:p w:rsidR="00B65DC9" w:rsidRDefault="00B65DC9" w:rsidP="00B65DC9">
      <w:r>
        <w:t>132.5524</w:t>
      </w:r>
      <w:r>
        <w:tab/>
        <w:t>1.013e0</w:t>
      </w:r>
    </w:p>
    <w:p w:rsidR="00B65DC9" w:rsidRDefault="00B65DC9" w:rsidP="00B65DC9">
      <w:r>
        <w:t>132.5769</w:t>
      </w:r>
      <w:r>
        <w:tab/>
        <w:t>2.038e0</w:t>
      </w:r>
    </w:p>
    <w:p w:rsidR="00B65DC9" w:rsidRDefault="00B65DC9" w:rsidP="00B65DC9">
      <w:r>
        <w:t>132.5832</w:t>
      </w:r>
      <w:r>
        <w:tab/>
        <w:t>1.025e0</w:t>
      </w:r>
    </w:p>
    <w:p w:rsidR="00B65DC9" w:rsidRDefault="00B65DC9" w:rsidP="00B65DC9">
      <w:r>
        <w:t>132.6108</w:t>
      </w:r>
      <w:r>
        <w:tab/>
        <w:t>1.013e0</w:t>
      </w:r>
    </w:p>
    <w:p w:rsidR="00B65DC9" w:rsidRDefault="00B65DC9" w:rsidP="00B65DC9">
      <w:r>
        <w:t>132.6352</w:t>
      </w:r>
      <w:r>
        <w:tab/>
        <w:t>1.013e0</w:t>
      </w:r>
    </w:p>
    <w:p w:rsidR="00B65DC9" w:rsidRDefault="00B65DC9" w:rsidP="00B65DC9">
      <w:r>
        <w:t>132.6502</w:t>
      </w:r>
      <w:r>
        <w:tab/>
        <w:t>1.013e0</w:t>
      </w:r>
    </w:p>
    <w:p w:rsidR="00B65DC9" w:rsidRDefault="00B65DC9" w:rsidP="00B65DC9">
      <w:r>
        <w:t>132.6778</w:t>
      </w:r>
      <w:r>
        <w:tab/>
        <w:t>1.266e-2</w:t>
      </w:r>
    </w:p>
    <w:p w:rsidR="00B65DC9" w:rsidRDefault="00B65DC9" w:rsidP="00B65DC9">
      <w:r>
        <w:t>132.6991</w:t>
      </w:r>
      <w:r>
        <w:tab/>
        <w:t>1.266e-2</w:t>
      </w:r>
    </w:p>
    <w:p w:rsidR="00B65DC9" w:rsidRDefault="00B65DC9" w:rsidP="00B65DC9">
      <w:r>
        <w:t>132.7117</w:t>
      </w:r>
      <w:r>
        <w:tab/>
        <w:t>1.013e0</w:t>
      </w:r>
    </w:p>
    <w:p w:rsidR="00B65DC9" w:rsidRDefault="00B65DC9" w:rsidP="00B65DC9">
      <w:r>
        <w:t>132.7180</w:t>
      </w:r>
      <w:r>
        <w:tab/>
        <w:t>1.013e0</w:t>
      </w:r>
    </w:p>
    <w:p w:rsidR="00B65DC9" w:rsidRDefault="00B65DC9" w:rsidP="00B65DC9">
      <w:r>
        <w:t>132.7512</w:t>
      </w:r>
      <w:r>
        <w:tab/>
        <w:t>1.013e0</w:t>
      </w:r>
    </w:p>
    <w:p w:rsidR="00B65DC9" w:rsidRDefault="00B65DC9" w:rsidP="00B65DC9">
      <w:r>
        <w:lastRenderedPageBreak/>
        <w:t>132.7637</w:t>
      </w:r>
      <w:r>
        <w:tab/>
        <w:t>1.266e-2</w:t>
      </w:r>
    </w:p>
    <w:p w:rsidR="00B65DC9" w:rsidRDefault="00B65DC9" w:rsidP="00B65DC9">
      <w:r>
        <w:t>132.8220</w:t>
      </w:r>
      <w:r>
        <w:tab/>
        <w:t>1.013e0</w:t>
      </w:r>
    </w:p>
    <w:p w:rsidR="00B65DC9" w:rsidRDefault="00B65DC9" w:rsidP="00B65DC9">
      <w:r>
        <w:t>132.8710</w:t>
      </w:r>
      <w:r>
        <w:tab/>
        <w:t>2.532e-2</w:t>
      </w:r>
    </w:p>
    <w:p w:rsidR="00B65DC9" w:rsidRDefault="00B65DC9" w:rsidP="00B65DC9">
      <w:r>
        <w:t>132.9382</w:t>
      </w:r>
      <w:r>
        <w:tab/>
        <w:t>1.266e-2</w:t>
      </w:r>
    </w:p>
    <w:p w:rsidR="00B65DC9" w:rsidRDefault="00B65DC9" w:rsidP="00B65DC9">
      <w:r>
        <w:t>132.9563</w:t>
      </w:r>
      <w:r>
        <w:tab/>
        <w:t>1.266e-2</w:t>
      </w:r>
    </w:p>
    <w:p w:rsidR="00B65DC9" w:rsidRDefault="00B65DC9" w:rsidP="00B65DC9">
      <w:r>
        <w:t>132.9626</w:t>
      </w:r>
      <w:r>
        <w:tab/>
        <w:t>1.266e-2</w:t>
      </w:r>
    </w:p>
    <w:p w:rsidR="00B65DC9" w:rsidRDefault="00B65DC9" w:rsidP="00B65DC9">
      <w:r>
        <w:t>133.0210</w:t>
      </w:r>
      <w:r>
        <w:tab/>
        <w:t>1.266e-2</w:t>
      </w:r>
    </w:p>
    <w:p w:rsidR="00B65DC9" w:rsidRDefault="00B65DC9" w:rsidP="00B65DC9">
      <w:r>
        <w:t>133.0332</w:t>
      </w:r>
      <w:r>
        <w:tab/>
        <w:t>1.266e-2</w:t>
      </w:r>
    </w:p>
    <w:p w:rsidR="00B65DC9" w:rsidRDefault="00B65DC9" w:rsidP="00B65DC9">
      <w:r>
        <w:t>133.0392</w:t>
      </w:r>
      <w:r>
        <w:tab/>
        <w:t>1.266e-2</w:t>
      </w:r>
    </w:p>
    <w:p w:rsidR="00B65DC9" w:rsidRDefault="00B65DC9" w:rsidP="00B65DC9">
      <w:r>
        <w:t>133.0551</w:t>
      </w:r>
      <w:r>
        <w:tab/>
        <w:t>1.266e-2</w:t>
      </w:r>
    </w:p>
    <w:p w:rsidR="00B65DC9" w:rsidRDefault="00B65DC9" w:rsidP="00B65DC9">
      <w:r>
        <w:t>133.0824</w:t>
      </w:r>
      <w:r>
        <w:tab/>
        <w:t>3.038e0</w:t>
      </w:r>
    </w:p>
    <w:p w:rsidR="00B65DC9" w:rsidRDefault="00B65DC9" w:rsidP="00B65DC9">
      <w:r>
        <w:t>133.0855</w:t>
      </w:r>
      <w:r>
        <w:tab/>
        <w:t>4.914e0</w:t>
      </w:r>
    </w:p>
    <w:p w:rsidR="00B65DC9" w:rsidRDefault="00B65DC9" w:rsidP="00B65DC9">
      <w:r>
        <w:t>133.0867</w:t>
      </w:r>
      <w:r>
        <w:tab/>
        <w:t>4.254e0</w:t>
      </w:r>
    </w:p>
    <w:p w:rsidR="00B65DC9" w:rsidRDefault="00B65DC9" w:rsidP="00B65DC9">
      <w:r>
        <w:t>133.0940</w:t>
      </w:r>
      <w:r>
        <w:tab/>
        <w:t>9.278e0</w:t>
      </w:r>
    </w:p>
    <w:p w:rsidR="00B65DC9" w:rsidRDefault="00B65DC9" w:rsidP="00B65DC9">
      <w:r>
        <w:t>133.1070</w:t>
      </w:r>
      <w:r>
        <w:tab/>
        <w:t>4.131e0</w:t>
      </w:r>
    </w:p>
    <w:p w:rsidR="00B65DC9" w:rsidRDefault="00B65DC9" w:rsidP="00B65DC9">
      <w:r>
        <w:t>133.1256</w:t>
      </w:r>
      <w:r>
        <w:tab/>
        <w:t>1.758e0</w:t>
      </w:r>
    </w:p>
    <w:p w:rsidR="00B65DC9" w:rsidRDefault="00B65DC9" w:rsidP="00B65DC9">
      <w:r>
        <w:t>133.1315</w:t>
      </w:r>
      <w:r>
        <w:tab/>
        <w:t>1.013e0</w:t>
      </w:r>
    </w:p>
    <w:p w:rsidR="00B65DC9" w:rsidRDefault="00B65DC9" w:rsidP="00B65DC9">
      <w:r>
        <w:t>133.1710</w:t>
      </w:r>
      <w:r>
        <w:tab/>
        <w:t>1.266e-2</w:t>
      </w:r>
    </w:p>
    <w:p w:rsidR="00B65DC9" w:rsidRDefault="00B65DC9" w:rsidP="00B65DC9">
      <w:r>
        <w:t>133.1989</w:t>
      </w:r>
      <w:r>
        <w:tab/>
        <w:t>1.013e0</w:t>
      </w:r>
    </w:p>
    <w:p w:rsidR="00B65DC9" w:rsidRDefault="00B65DC9" w:rsidP="00B65DC9">
      <w:r>
        <w:lastRenderedPageBreak/>
        <w:t>133.2172</w:t>
      </w:r>
      <w:r>
        <w:tab/>
        <w:t>1.013e0</w:t>
      </w:r>
    </w:p>
    <w:p w:rsidR="00B65DC9" w:rsidRDefault="00B65DC9" w:rsidP="00B65DC9">
      <w:r>
        <w:t>133.2201</w:t>
      </w:r>
      <w:r>
        <w:tab/>
        <w:t>1.266e-2</w:t>
      </w:r>
    </w:p>
    <w:p w:rsidR="00B65DC9" w:rsidRDefault="00B65DC9" w:rsidP="00B65DC9">
      <w:r>
        <w:t>133.2540</w:t>
      </w:r>
      <w:r>
        <w:tab/>
        <w:t>1.025e0</w:t>
      </w:r>
    </w:p>
    <w:p w:rsidR="00B65DC9" w:rsidRDefault="00B65DC9" w:rsidP="00B65DC9">
      <w:r>
        <w:t>133.2634</w:t>
      </w:r>
      <w:r>
        <w:tab/>
        <w:t>1.266e-2</w:t>
      </w:r>
    </w:p>
    <w:p w:rsidR="00B65DC9" w:rsidRDefault="00B65DC9" w:rsidP="00B65DC9">
      <w:r>
        <w:t>133.2694</w:t>
      </w:r>
      <w:r>
        <w:tab/>
        <w:t>1.266e-2</w:t>
      </w:r>
    </w:p>
    <w:p w:rsidR="00B65DC9" w:rsidRDefault="00B65DC9" w:rsidP="00B65DC9">
      <w:r>
        <w:t>133.3157</w:t>
      </w:r>
      <w:r>
        <w:tab/>
        <w:t>1.266e-2</w:t>
      </w:r>
    </w:p>
    <w:p w:rsidR="00B65DC9" w:rsidRDefault="00B65DC9" w:rsidP="00B65DC9">
      <w:r>
        <w:t>133.3478</w:t>
      </w:r>
      <w:r>
        <w:tab/>
        <w:t>1.038e0</w:t>
      </w:r>
    </w:p>
    <w:p w:rsidR="00B65DC9" w:rsidRDefault="00B65DC9" w:rsidP="00B65DC9">
      <w:r>
        <w:t>133.3551</w:t>
      </w:r>
      <w:r>
        <w:tab/>
        <w:t>1.013e0</w:t>
      </w:r>
    </w:p>
    <w:p w:rsidR="00B65DC9" w:rsidRDefault="00B65DC9" w:rsidP="00B65DC9">
      <w:r>
        <w:t>133.3583</w:t>
      </w:r>
      <w:r>
        <w:tab/>
        <w:t>1.013e0</w:t>
      </w:r>
    </w:p>
    <w:p w:rsidR="00B65DC9" w:rsidRDefault="00B65DC9" w:rsidP="00B65DC9">
      <w:r>
        <w:t>133.3614</w:t>
      </w:r>
      <w:r>
        <w:tab/>
        <w:t>1.013e0</w:t>
      </w:r>
    </w:p>
    <w:p w:rsidR="00B65DC9" w:rsidRDefault="00B65DC9" w:rsidP="00B65DC9">
      <w:r>
        <w:t>133.3795</w:t>
      </w:r>
      <w:r>
        <w:tab/>
        <w:t>1.266e-2</w:t>
      </w:r>
    </w:p>
    <w:p w:rsidR="00B65DC9" w:rsidRDefault="00B65DC9" w:rsidP="00B65DC9">
      <w:r>
        <w:t>133.3986</w:t>
      </w:r>
      <w:r>
        <w:tab/>
        <w:t>1.013e0</w:t>
      </w:r>
    </w:p>
    <w:p w:rsidR="00B65DC9" w:rsidRDefault="00B65DC9" w:rsidP="00B65DC9">
      <w:r>
        <w:t>133.4476</w:t>
      </w:r>
      <w:r>
        <w:tab/>
        <w:t>3.051e0</w:t>
      </w:r>
    </w:p>
    <w:p w:rsidR="00B65DC9" w:rsidRDefault="00B65DC9" w:rsidP="00B65DC9">
      <w:r>
        <w:t>133.4610</w:t>
      </w:r>
      <w:r>
        <w:tab/>
        <w:t>2.025e0</w:t>
      </w:r>
    </w:p>
    <w:p w:rsidR="00B65DC9" w:rsidRDefault="00B65DC9" w:rsidP="00B65DC9">
      <w:r>
        <w:t>133.4841</w:t>
      </w:r>
      <w:r>
        <w:tab/>
        <w:t>1.013e0</w:t>
      </w:r>
    </w:p>
    <w:p w:rsidR="00B65DC9" w:rsidRDefault="00B65DC9" w:rsidP="00B65DC9">
      <w:r>
        <w:t>133.5072</w:t>
      </w:r>
      <w:r>
        <w:tab/>
        <w:t>2.025e0</w:t>
      </w:r>
    </w:p>
    <w:p w:rsidR="00B65DC9" w:rsidRDefault="00B65DC9" w:rsidP="00B65DC9">
      <w:r>
        <w:t>133.5147</w:t>
      </w:r>
      <w:r>
        <w:tab/>
        <w:t>1.266e-2</w:t>
      </w:r>
    </w:p>
    <w:p w:rsidR="00B65DC9" w:rsidRDefault="00B65DC9" w:rsidP="00B65DC9">
      <w:r>
        <w:t>133.5242</w:t>
      </w:r>
      <w:r>
        <w:tab/>
        <w:t>1.266e-2</w:t>
      </w:r>
    </w:p>
    <w:p w:rsidR="00B65DC9" w:rsidRDefault="00B65DC9" w:rsidP="00B65DC9">
      <w:r>
        <w:t>133.5337</w:t>
      </w:r>
      <w:r>
        <w:tab/>
        <w:t>1.013e0</w:t>
      </w:r>
    </w:p>
    <w:p w:rsidR="00B65DC9" w:rsidRDefault="00B65DC9" w:rsidP="00B65DC9">
      <w:r>
        <w:lastRenderedPageBreak/>
        <w:t>133.5487</w:t>
      </w:r>
      <w:r>
        <w:tab/>
        <w:t>1.013e0</w:t>
      </w:r>
    </w:p>
    <w:p w:rsidR="00B65DC9" w:rsidRDefault="00B65DC9" w:rsidP="00B65DC9">
      <w:r>
        <w:t>133.6009</w:t>
      </w:r>
      <w:r>
        <w:tab/>
        <w:t>1.013e0</w:t>
      </w:r>
    </w:p>
    <w:p w:rsidR="00B65DC9" w:rsidRDefault="00B65DC9" w:rsidP="00B65DC9">
      <w:r>
        <w:t>133.6089</w:t>
      </w:r>
      <w:r>
        <w:tab/>
        <w:t>2.025e0</w:t>
      </w:r>
    </w:p>
    <w:p w:rsidR="00B65DC9" w:rsidRDefault="00B65DC9" w:rsidP="00B65DC9">
      <w:r>
        <w:t>133.6134</w:t>
      </w:r>
      <w:r>
        <w:tab/>
        <w:t>2.532e-2</w:t>
      </w:r>
    </w:p>
    <w:p w:rsidR="00B65DC9" w:rsidRDefault="00B65DC9" w:rsidP="00B65DC9">
      <w:r>
        <w:t>133.6468</w:t>
      </w:r>
      <w:r>
        <w:tab/>
        <w:t>1.013e0</w:t>
      </w:r>
    </w:p>
    <w:p w:rsidR="00B65DC9" w:rsidRDefault="00B65DC9" w:rsidP="00B65DC9">
      <w:r>
        <w:t>133.6685</w:t>
      </w:r>
      <w:r>
        <w:tab/>
        <w:t>1.013e0</w:t>
      </w:r>
    </w:p>
    <w:p w:rsidR="00B65DC9" w:rsidRDefault="00B65DC9" w:rsidP="00B65DC9">
      <w:r>
        <w:t>133.6776</w:t>
      </w:r>
      <w:r>
        <w:tab/>
        <w:t>1.013e0</w:t>
      </w:r>
    </w:p>
    <w:p w:rsidR="00B65DC9" w:rsidRDefault="00B65DC9" w:rsidP="00B65DC9">
      <w:r>
        <w:t>133.6855</w:t>
      </w:r>
      <w:r>
        <w:tab/>
        <w:t>2.532e-2</w:t>
      </w:r>
    </w:p>
    <w:p w:rsidR="00B65DC9" w:rsidRDefault="00B65DC9" w:rsidP="00B65DC9">
      <w:r>
        <w:t>133.6903</w:t>
      </w:r>
      <w:r>
        <w:tab/>
        <w:t>1.013e0</w:t>
      </w:r>
    </w:p>
    <w:p w:rsidR="00B65DC9" w:rsidRDefault="00B65DC9" w:rsidP="00B65DC9">
      <w:r>
        <w:t>133.6933</w:t>
      </w:r>
      <w:r>
        <w:tab/>
        <w:t>1.013e0</w:t>
      </w:r>
    </w:p>
    <w:p w:rsidR="00B65DC9" w:rsidRDefault="00B65DC9" w:rsidP="00B65DC9">
      <w:r>
        <w:t>133.7053</w:t>
      </w:r>
      <w:r>
        <w:tab/>
        <w:t>1.013e0</w:t>
      </w:r>
    </w:p>
    <w:p w:rsidR="00B65DC9" w:rsidRDefault="00B65DC9" w:rsidP="00B65DC9">
      <w:r>
        <w:t>133.7361</w:t>
      </w:r>
      <w:r>
        <w:tab/>
        <w:t>1.013e0</w:t>
      </w:r>
    </w:p>
    <w:p w:rsidR="00B65DC9" w:rsidRDefault="00B65DC9" w:rsidP="00B65DC9">
      <w:r>
        <w:t>133.7458</w:t>
      </w:r>
      <w:r>
        <w:tab/>
        <w:t>1.013e0</w:t>
      </w:r>
    </w:p>
    <w:p w:rsidR="00B65DC9" w:rsidRDefault="00B65DC9" w:rsidP="00B65DC9">
      <w:r>
        <w:t>133.7760</w:t>
      </w:r>
      <w:r>
        <w:tab/>
        <w:t>1.266e-2</w:t>
      </w:r>
    </w:p>
    <w:p w:rsidR="00B65DC9" w:rsidRDefault="00B65DC9" w:rsidP="00B65DC9">
      <w:r>
        <w:t>133.7947</w:t>
      </w:r>
      <w:r>
        <w:tab/>
        <w:t>1.013e0</w:t>
      </w:r>
    </w:p>
    <w:p w:rsidR="00B65DC9" w:rsidRDefault="00B65DC9" w:rsidP="00B65DC9">
      <w:r>
        <w:t>133.7979</w:t>
      </w:r>
      <w:r>
        <w:tab/>
        <w:t>1.013e0</w:t>
      </w:r>
    </w:p>
    <w:p w:rsidR="00B65DC9" w:rsidRDefault="00B65DC9" w:rsidP="00B65DC9">
      <w:r>
        <w:t>133.8009</w:t>
      </w:r>
      <w:r>
        <w:tab/>
        <w:t>1.013e0</w:t>
      </w:r>
    </w:p>
    <w:p w:rsidR="00B65DC9" w:rsidRDefault="00B65DC9" w:rsidP="00B65DC9">
      <w:r>
        <w:t>133.8161</w:t>
      </w:r>
      <w:r>
        <w:tab/>
        <w:t>1.013e0</w:t>
      </w:r>
    </w:p>
    <w:p w:rsidR="00B65DC9" w:rsidRDefault="00B65DC9" w:rsidP="00B65DC9">
      <w:r>
        <w:t>133.8224</w:t>
      </w:r>
      <w:r>
        <w:tab/>
        <w:t>1.266e-2</w:t>
      </w:r>
    </w:p>
    <w:p w:rsidR="00B65DC9" w:rsidRDefault="00B65DC9" w:rsidP="00B65DC9">
      <w:r>
        <w:lastRenderedPageBreak/>
        <w:t>133.8343</w:t>
      </w:r>
      <w:r>
        <w:tab/>
        <w:t>3.038e0</w:t>
      </w:r>
    </w:p>
    <w:p w:rsidR="00B65DC9" w:rsidRDefault="00B65DC9" w:rsidP="00B65DC9">
      <w:r>
        <w:t>133.8501</w:t>
      </w:r>
      <w:r>
        <w:tab/>
        <w:t>1.266e-2</w:t>
      </w:r>
    </w:p>
    <w:p w:rsidR="00B65DC9" w:rsidRDefault="00B65DC9" w:rsidP="00B65DC9">
      <w:r>
        <w:t>133.8685</w:t>
      </w:r>
      <w:r>
        <w:tab/>
        <w:t>1.038e0</w:t>
      </w:r>
    </w:p>
    <w:p w:rsidR="00B65DC9" w:rsidRDefault="00B65DC9" w:rsidP="00B65DC9">
      <w:r>
        <w:t>133.8808</w:t>
      </w:r>
      <w:r>
        <w:tab/>
        <w:t>1.266e-2</w:t>
      </w:r>
    </w:p>
    <w:p w:rsidR="00B65DC9" w:rsidRDefault="00B65DC9" w:rsidP="00B65DC9">
      <w:r>
        <w:t>133.9070</w:t>
      </w:r>
      <w:r>
        <w:tab/>
        <w:t>2.532e-2</w:t>
      </w:r>
    </w:p>
    <w:p w:rsidR="00B65DC9" w:rsidRDefault="00B65DC9" w:rsidP="00B65DC9">
      <w:r>
        <w:t>133.9284</w:t>
      </w:r>
      <w:r>
        <w:tab/>
        <w:t>2.025e0</w:t>
      </w:r>
    </w:p>
    <w:p w:rsidR="00B65DC9" w:rsidRDefault="00B65DC9" w:rsidP="00B65DC9">
      <w:r>
        <w:t>133.9304</w:t>
      </w:r>
      <w:r>
        <w:tab/>
        <w:t>5.063e-2</w:t>
      </w:r>
    </w:p>
    <w:p w:rsidR="00B65DC9" w:rsidRDefault="00B65DC9" w:rsidP="00B65DC9">
      <w:r>
        <w:t>133.9333</w:t>
      </w:r>
      <w:r>
        <w:tab/>
        <w:t>1.038e0</w:t>
      </w:r>
    </w:p>
    <w:p w:rsidR="00B65DC9" w:rsidRDefault="00B65DC9" w:rsidP="00B65DC9">
      <w:r>
        <w:t>133.9523</w:t>
      </w:r>
      <w:r>
        <w:tab/>
        <w:t>3.798e-2</w:t>
      </w:r>
    </w:p>
    <w:p w:rsidR="00B65DC9" w:rsidRDefault="00B65DC9" w:rsidP="00B65DC9">
      <w:r>
        <w:t>133.9664</w:t>
      </w:r>
      <w:r>
        <w:tab/>
        <w:t>1.013e0</w:t>
      </w:r>
    </w:p>
    <w:p w:rsidR="00B65DC9" w:rsidRDefault="00B65DC9" w:rsidP="00B65DC9">
      <w:r>
        <w:t>133.9855</w:t>
      </w:r>
      <w:r>
        <w:tab/>
        <w:t>1.025e0</w:t>
      </w:r>
    </w:p>
    <w:p w:rsidR="00B65DC9" w:rsidRDefault="00B65DC9" w:rsidP="00B65DC9">
      <w:r>
        <w:t>133.9924</w:t>
      </w:r>
      <w:r>
        <w:tab/>
        <w:t>2.051e0</w:t>
      </w:r>
    </w:p>
    <w:p w:rsidR="00B65DC9" w:rsidRDefault="00B65DC9" w:rsidP="00B65DC9">
      <w:r>
        <w:t>134.0117</w:t>
      </w:r>
      <w:r>
        <w:tab/>
        <w:t>2.025e0</w:t>
      </w:r>
    </w:p>
    <w:p w:rsidR="00B65DC9" w:rsidRDefault="00B65DC9" w:rsidP="00B65DC9">
      <w:r>
        <w:t>134.0132</w:t>
      </w:r>
      <w:r>
        <w:tab/>
        <w:t>1.013e0</w:t>
      </w:r>
    </w:p>
    <w:p w:rsidR="00B65DC9" w:rsidRDefault="00B65DC9" w:rsidP="00B65DC9">
      <w:r>
        <w:t>134.0176</w:t>
      </w:r>
      <w:r>
        <w:tab/>
        <w:t>2.532e-2</w:t>
      </w:r>
    </w:p>
    <w:p w:rsidR="00B65DC9" w:rsidRDefault="00B65DC9" w:rsidP="00B65DC9">
      <w:r>
        <w:t>134.0266</w:t>
      </w:r>
      <w:r>
        <w:tab/>
        <w:t>2.025e0</w:t>
      </w:r>
    </w:p>
    <w:p w:rsidR="00B65DC9" w:rsidRDefault="00B65DC9" w:rsidP="00B65DC9">
      <w:r>
        <w:t>134.1229</w:t>
      </w:r>
      <w:r>
        <w:tab/>
        <w:t>2.893e0</w:t>
      </w:r>
    </w:p>
    <w:p w:rsidR="00B65DC9" w:rsidRDefault="00B65DC9" w:rsidP="00B65DC9">
      <w:r>
        <w:t>134.1456</w:t>
      </w:r>
      <w:r>
        <w:tab/>
        <w:t>1.266e-2</w:t>
      </w:r>
    </w:p>
    <w:p w:rsidR="00B65DC9" w:rsidRDefault="00B65DC9" w:rsidP="00B65DC9">
      <w:r>
        <w:t>134.1559</w:t>
      </w:r>
      <w:r>
        <w:tab/>
        <w:t>2.573e0</w:t>
      </w:r>
    </w:p>
    <w:p w:rsidR="00B65DC9" w:rsidRDefault="00B65DC9" w:rsidP="00B65DC9">
      <w:r>
        <w:lastRenderedPageBreak/>
        <w:t>134.1599</w:t>
      </w:r>
      <w:r>
        <w:tab/>
        <w:t>2.051e0</w:t>
      </w:r>
    </w:p>
    <w:p w:rsidR="00B65DC9" w:rsidRDefault="00B65DC9" w:rsidP="00B65DC9">
      <w:r>
        <w:t>134.1638</w:t>
      </w:r>
      <w:r>
        <w:tab/>
        <w:t>2.532e-2</w:t>
      </w:r>
    </w:p>
    <w:p w:rsidR="00B65DC9" w:rsidRDefault="00B65DC9" w:rsidP="00B65DC9">
      <w:r>
        <w:t>134.1749</w:t>
      </w:r>
      <w:r>
        <w:tab/>
        <w:t>3.038e0</w:t>
      </w:r>
    </w:p>
    <w:p w:rsidR="00B65DC9" w:rsidRDefault="00B65DC9" w:rsidP="00B65DC9">
      <w:r>
        <w:t>134.1820</w:t>
      </w:r>
      <w:r>
        <w:tab/>
        <w:t>1.013e0</w:t>
      </w:r>
    </w:p>
    <w:p w:rsidR="00B65DC9" w:rsidRDefault="00B65DC9" w:rsidP="00B65DC9">
      <w:r>
        <w:t>134.1854</w:t>
      </w:r>
      <w:r>
        <w:tab/>
        <w:t>5.063e0</w:t>
      </w:r>
    </w:p>
    <w:p w:rsidR="00B65DC9" w:rsidRDefault="00B65DC9" w:rsidP="00B65DC9">
      <w:r>
        <w:t>134.2097</w:t>
      </w:r>
      <w:r>
        <w:tab/>
        <w:t>1.013e0</w:t>
      </w:r>
    </w:p>
    <w:p w:rsidR="00B65DC9" w:rsidRDefault="00B65DC9" w:rsidP="00B65DC9">
      <w:r>
        <w:t>134.2184</w:t>
      </w:r>
      <w:r>
        <w:tab/>
        <w:t>1.038e0</w:t>
      </w:r>
    </w:p>
    <w:p w:rsidR="00B65DC9" w:rsidRDefault="00B65DC9" w:rsidP="00B65DC9">
      <w:r>
        <w:t>134.2219</w:t>
      </w:r>
      <w:r>
        <w:tab/>
        <w:t>3.051e0</w:t>
      </w:r>
    </w:p>
    <w:p w:rsidR="00B65DC9" w:rsidRDefault="00B65DC9" w:rsidP="00B65DC9">
      <w:r>
        <w:t>134.2387</w:t>
      </w:r>
      <w:r>
        <w:tab/>
        <w:t>5.063e0</w:t>
      </w:r>
    </w:p>
    <w:p w:rsidR="00B65DC9" w:rsidRDefault="00B65DC9" w:rsidP="00B65DC9">
      <w:r>
        <w:t>134.2580</w:t>
      </w:r>
      <w:r>
        <w:tab/>
        <w:t>3.798e-2</w:t>
      </w:r>
    </w:p>
    <w:p w:rsidR="00B65DC9" w:rsidRDefault="00B65DC9" w:rsidP="00B65DC9">
      <w:r>
        <w:t>134.2716</w:t>
      </w:r>
      <w:r>
        <w:tab/>
        <w:t>2.532e-2</w:t>
      </w:r>
    </w:p>
    <w:p w:rsidR="00B65DC9" w:rsidRDefault="00B65DC9" w:rsidP="00B65DC9">
      <w:r>
        <w:t>134.2761</w:t>
      </w:r>
      <w:r>
        <w:tab/>
        <w:t>2.532e-2</w:t>
      </w:r>
    </w:p>
    <w:p w:rsidR="00B65DC9" w:rsidRDefault="00B65DC9" w:rsidP="00B65DC9">
      <w:r>
        <w:t>134.2960</w:t>
      </w:r>
      <w:r>
        <w:tab/>
        <w:t>2.025e0</w:t>
      </w:r>
    </w:p>
    <w:p w:rsidR="00B65DC9" w:rsidRDefault="00B65DC9" w:rsidP="00B65DC9">
      <w:r>
        <w:t>134.2991</w:t>
      </w:r>
      <w:r>
        <w:tab/>
        <w:t>1.013e0</w:t>
      </w:r>
    </w:p>
    <w:p w:rsidR="00B65DC9" w:rsidRDefault="00B65DC9" w:rsidP="00B65DC9">
      <w:r>
        <w:t>134.3300</w:t>
      </w:r>
      <w:r>
        <w:tab/>
        <w:t>2.025e0</w:t>
      </w:r>
    </w:p>
    <w:p w:rsidR="00B65DC9" w:rsidRDefault="00B65DC9" w:rsidP="00B65DC9">
      <w:r>
        <w:t>134.3431</w:t>
      </w:r>
      <w:r>
        <w:tab/>
        <w:t>3.798e-2</w:t>
      </w:r>
    </w:p>
    <w:p w:rsidR="00B65DC9" w:rsidRDefault="00B65DC9" w:rsidP="00B65DC9">
      <w:r>
        <w:t>134.3450</w:t>
      </w:r>
      <w:r>
        <w:tab/>
        <w:t>1.266e-2</w:t>
      </w:r>
    </w:p>
    <w:p w:rsidR="00B65DC9" w:rsidRDefault="00B65DC9" w:rsidP="00B65DC9">
      <w:r>
        <w:t>134.3546</w:t>
      </w:r>
      <w:r>
        <w:tab/>
        <w:t>2.532e-2</w:t>
      </w:r>
    </w:p>
    <w:p w:rsidR="00B65DC9" w:rsidRDefault="00B65DC9" w:rsidP="00B65DC9">
      <w:r>
        <w:t>134.3730</w:t>
      </w:r>
      <w:r>
        <w:tab/>
        <w:t>1.013e0</w:t>
      </w:r>
    </w:p>
    <w:p w:rsidR="00B65DC9" w:rsidRDefault="00B65DC9" w:rsidP="00B65DC9">
      <w:r>
        <w:lastRenderedPageBreak/>
        <w:t>134.3831</w:t>
      </w:r>
      <w:r>
        <w:tab/>
        <w:t>3.063e0</w:t>
      </w:r>
    </w:p>
    <w:p w:rsidR="00B65DC9" w:rsidRDefault="00B65DC9" w:rsidP="00B65DC9">
      <w:r>
        <w:t>134.3919</w:t>
      </w:r>
      <w:r>
        <w:tab/>
        <w:t>1.266e-2</w:t>
      </w:r>
    </w:p>
    <w:p w:rsidR="00B65DC9" w:rsidRDefault="00B65DC9" w:rsidP="00B65DC9">
      <w:r>
        <w:t>134.3951</w:t>
      </w:r>
      <w:r>
        <w:tab/>
        <w:t>6.329e-2</w:t>
      </w:r>
    </w:p>
    <w:p w:rsidR="00B65DC9" w:rsidRDefault="00B65DC9" w:rsidP="00B65DC9">
      <w:r>
        <w:t>134.4101</w:t>
      </w:r>
      <w:r>
        <w:tab/>
        <w:t>1.266e-2</w:t>
      </w:r>
    </w:p>
    <w:p w:rsidR="00B65DC9" w:rsidRDefault="00B65DC9" w:rsidP="00B65DC9">
      <w:r>
        <w:t>134.4216</w:t>
      </w:r>
      <w:r>
        <w:tab/>
        <w:t>1.038e0</w:t>
      </w:r>
    </w:p>
    <w:p w:rsidR="00B65DC9" w:rsidRDefault="00B65DC9" w:rsidP="00B65DC9">
      <w:r>
        <w:t>134.4237</w:t>
      </w:r>
      <w:r>
        <w:tab/>
        <w:t>3.038e0</w:t>
      </w:r>
    </w:p>
    <w:p w:rsidR="00B65DC9" w:rsidRDefault="00B65DC9" w:rsidP="00B65DC9">
      <w:r>
        <w:t>134.4626</w:t>
      </w:r>
      <w:r>
        <w:tab/>
        <w:t>1.025e0</w:t>
      </w:r>
    </w:p>
    <w:p w:rsidR="00B65DC9" w:rsidRDefault="00B65DC9" w:rsidP="00B65DC9">
      <w:r>
        <w:t>134.4656</w:t>
      </w:r>
      <w:r>
        <w:tab/>
        <w:t>3.797e-2</w:t>
      </w:r>
    </w:p>
    <w:p w:rsidR="00B65DC9" w:rsidRDefault="00B65DC9" w:rsidP="00B65DC9">
      <w:r>
        <w:t>134.4687</w:t>
      </w:r>
      <w:r>
        <w:tab/>
        <w:t>1.266e-2</w:t>
      </w:r>
    </w:p>
    <w:p w:rsidR="00B65DC9" w:rsidRDefault="00B65DC9" w:rsidP="00B65DC9">
      <w:r>
        <w:t>134.4806</w:t>
      </w:r>
      <w:r>
        <w:tab/>
        <w:t>1.266e-2</w:t>
      </w:r>
    </w:p>
    <w:p w:rsidR="00B65DC9" w:rsidRDefault="00B65DC9" w:rsidP="00B65DC9">
      <w:r>
        <w:t>134.4919</w:t>
      </w:r>
      <w:r>
        <w:tab/>
        <w:t>2.025e0</w:t>
      </w:r>
    </w:p>
    <w:p w:rsidR="00B65DC9" w:rsidRDefault="00B65DC9" w:rsidP="00B65DC9">
      <w:r>
        <w:t>134.4978</w:t>
      </w:r>
      <w:r>
        <w:tab/>
        <w:t>3.038e0</w:t>
      </w:r>
    </w:p>
    <w:p w:rsidR="00B65DC9" w:rsidRDefault="00B65DC9" w:rsidP="00B65DC9">
      <w:r>
        <w:t>134.5148</w:t>
      </w:r>
      <w:r>
        <w:tab/>
        <w:t>1.013e0</w:t>
      </w:r>
    </w:p>
    <w:p w:rsidR="00B65DC9" w:rsidRDefault="00B65DC9" w:rsidP="00B65DC9">
      <w:r>
        <w:t>134.5275</w:t>
      </w:r>
      <w:r>
        <w:tab/>
        <w:t>2.025e0</w:t>
      </w:r>
    </w:p>
    <w:p w:rsidR="00B65DC9" w:rsidRDefault="00B65DC9" w:rsidP="00B65DC9">
      <w:r>
        <w:t>134.5396</w:t>
      </w:r>
      <w:r>
        <w:tab/>
        <w:t>3.038e0</w:t>
      </w:r>
    </w:p>
    <w:p w:rsidR="00B65DC9" w:rsidRDefault="00B65DC9" w:rsidP="00B65DC9">
      <w:r>
        <w:t>134.5409</w:t>
      </w:r>
      <w:r>
        <w:tab/>
        <w:t>2.025e0</w:t>
      </w:r>
    </w:p>
    <w:p w:rsidR="00B65DC9" w:rsidRDefault="00B65DC9" w:rsidP="00B65DC9">
      <w:r>
        <w:t>134.5595</w:t>
      </w:r>
      <w:r>
        <w:tab/>
        <w:t>1.038e0</w:t>
      </w:r>
    </w:p>
    <w:p w:rsidR="00B65DC9" w:rsidRDefault="00B65DC9" w:rsidP="00B65DC9">
      <w:r>
        <w:t>134.5703</w:t>
      </w:r>
      <w:r>
        <w:tab/>
        <w:t>1.013e0</w:t>
      </w:r>
    </w:p>
    <w:p w:rsidR="00B65DC9" w:rsidRDefault="00B65DC9" w:rsidP="00B65DC9">
      <w:r>
        <w:t>134.5872</w:t>
      </w:r>
      <w:r>
        <w:tab/>
        <w:t>2.532e-2</w:t>
      </w:r>
    </w:p>
    <w:p w:rsidR="00B65DC9" w:rsidRDefault="00B65DC9" w:rsidP="00B65DC9">
      <w:r>
        <w:lastRenderedPageBreak/>
        <w:t>134.5981</w:t>
      </w:r>
      <w:r>
        <w:tab/>
        <w:t>1.013e0</w:t>
      </w:r>
    </w:p>
    <w:p w:rsidR="00B65DC9" w:rsidRDefault="00B65DC9" w:rsidP="00B65DC9">
      <w:r>
        <w:t>134.6060</w:t>
      </w:r>
      <w:r>
        <w:tab/>
        <w:t>2.025e0</w:t>
      </w:r>
    </w:p>
    <w:p w:rsidR="00B65DC9" w:rsidRDefault="00B65DC9" w:rsidP="00B65DC9">
      <w:r>
        <w:t>134.6136</w:t>
      </w:r>
      <w:r>
        <w:tab/>
        <w:t>3.797e-2</w:t>
      </w:r>
    </w:p>
    <w:p w:rsidR="00B65DC9" w:rsidRDefault="00B65DC9" w:rsidP="00B65DC9">
      <w:r>
        <w:t>134.6353</w:t>
      </w:r>
      <w:r>
        <w:tab/>
        <w:t>1.025e0</w:t>
      </w:r>
    </w:p>
    <w:p w:rsidR="00B65DC9" w:rsidRDefault="00B65DC9" w:rsidP="00B65DC9">
      <w:r>
        <w:t>134.6504</w:t>
      </w:r>
      <w:r>
        <w:tab/>
        <w:t>2.532e-2</w:t>
      </w:r>
    </w:p>
    <w:p w:rsidR="00B65DC9" w:rsidRDefault="00B65DC9" w:rsidP="00B65DC9">
      <w:r>
        <w:t>134.6536</w:t>
      </w:r>
      <w:r>
        <w:tab/>
        <w:t>1.025e0</w:t>
      </w:r>
    </w:p>
    <w:p w:rsidR="00B65DC9" w:rsidRDefault="00B65DC9" w:rsidP="00B65DC9">
      <w:r>
        <w:t>134.6675</w:t>
      </w:r>
      <w:r>
        <w:tab/>
        <w:t>2.025e0</w:t>
      </w:r>
    </w:p>
    <w:p w:rsidR="00B65DC9" w:rsidRDefault="00B65DC9" w:rsidP="00B65DC9">
      <w:r>
        <w:t>134.6718</w:t>
      </w:r>
      <w:r>
        <w:tab/>
        <w:t>1.013e0</w:t>
      </w:r>
    </w:p>
    <w:p w:rsidR="00B65DC9" w:rsidRDefault="00B65DC9" w:rsidP="00B65DC9">
      <w:r>
        <w:t>134.7091</w:t>
      </w:r>
      <w:r>
        <w:tab/>
        <w:t>1.013e0</w:t>
      </w:r>
    </w:p>
    <w:p w:rsidR="00B65DC9" w:rsidRDefault="00B65DC9" w:rsidP="00B65DC9">
      <w:r>
        <w:t>134.7154</w:t>
      </w:r>
      <w:r>
        <w:tab/>
        <w:t>2.532e-2</w:t>
      </w:r>
    </w:p>
    <w:p w:rsidR="00B65DC9" w:rsidRDefault="00B65DC9" w:rsidP="00B65DC9">
      <w:r>
        <w:t>134.7465</w:t>
      </w:r>
      <w:r>
        <w:tab/>
        <w:t>1.025e0</w:t>
      </w:r>
    </w:p>
    <w:p w:rsidR="00B65DC9" w:rsidRDefault="00B65DC9" w:rsidP="00B65DC9">
      <w:r>
        <w:t>134.7552</w:t>
      </w:r>
      <w:r>
        <w:tab/>
        <w:t>3.038e0</w:t>
      </w:r>
    </w:p>
    <w:p w:rsidR="00B65DC9" w:rsidRDefault="00B65DC9" w:rsidP="00B65DC9">
      <w:r>
        <w:t>134.7567</w:t>
      </w:r>
      <w:r>
        <w:tab/>
        <w:t>2.025e0</w:t>
      </w:r>
    </w:p>
    <w:p w:rsidR="00B65DC9" w:rsidRDefault="00B65DC9" w:rsidP="00B65DC9">
      <w:r>
        <w:t>134.7861</w:t>
      </w:r>
      <w:r>
        <w:tab/>
        <w:t>1.266e-2</w:t>
      </w:r>
    </w:p>
    <w:p w:rsidR="00B65DC9" w:rsidRDefault="00B65DC9" w:rsidP="00B65DC9">
      <w:r>
        <w:t>134.8076</w:t>
      </w:r>
      <w:r>
        <w:tab/>
        <w:t>1.013e0</w:t>
      </w:r>
    </w:p>
    <w:p w:rsidR="00B65DC9" w:rsidRDefault="00B65DC9" w:rsidP="00B65DC9">
      <w:r>
        <w:t>134.8154</w:t>
      </w:r>
      <w:r>
        <w:tab/>
        <w:t>2.025e0</w:t>
      </w:r>
    </w:p>
    <w:p w:rsidR="00B65DC9" w:rsidRDefault="00B65DC9" w:rsidP="00B65DC9">
      <w:r>
        <w:t>134.8202</w:t>
      </w:r>
      <w:r>
        <w:tab/>
        <w:t>1.013e0</w:t>
      </w:r>
    </w:p>
    <w:p w:rsidR="00B65DC9" w:rsidRDefault="00B65DC9" w:rsidP="00B65DC9">
      <w:r>
        <w:t>134.8603</w:t>
      </w:r>
      <w:r>
        <w:tab/>
        <w:t>1.266e-2</w:t>
      </w:r>
    </w:p>
    <w:p w:rsidR="00B65DC9" w:rsidRDefault="00B65DC9" w:rsidP="00B65DC9">
      <w:r>
        <w:t>134.8726</w:t>
      </w:r>
      <w:r>
        <w:tab/>
        <w:t>1.266e-2</w:t>
      </w:r>
    </w:p>
    <w:p w:rsidR="00B65DC9" w:rsidRDefault="00B65DC9" w:rsidP="00B65DC9">
      <w:r>
        <w:lastRenderedPageBreak/>
        <w:t>134.8908</w:t>
      </w:r>
      <w:r>
        <w:tab/>
        <w:t>2.025e0</w:t>
      </w:r>
    </w:p>
    <w:p w:rsidR="00B65DC9" w:rsidRDefault="00B65DC9" w:rsidP="00B65DC9">
      <w:r>
        <w:t>134.9170</w:t>
      </w:r>
      <w:r>
        <w:tab/>
        <w:t>3.038e0</w:t>
      </w:r>
    </w:p>
    <w:p w:rsidR="00B65DC9" w:rsidRDefault="00B65DC9" w:rsidP="00B65DC9">
      <w:r>
        <w:t>134.9250</w:t>
      </w:r>
      <w:r>
        <w:tab/>
        <w:t>2.025e0</w:t>
      </w:r>
    </w:p>
    <w:p w:rsidR="00B65DC9" w:rsidRDefault="00B65DC9" w:rsidP="00B65DC9">
      <w:r>
        <w:t>134.9436</w:t>
      </w:r>
      <w:r>
        <w:tab/>
        <w:t>1.025e0</w:t>
      </w:r>
    </w:p>
    <w:p w:rsidR="00B65DC9" w:rsidRDefault="00B65DC9" w:rsidP="00B65DC9">
      <w:r>
        <w:t>134.9498</w:t>
      </w:r>
      <w:r>
        <w:tab/>
        <w:t>2.532e-2</w:t>
      </w:r>
    </w:p>
    <w:p w:rsidR="00B65DC9" w:rsidRDefault="00B65DC9" w:rsidP="00B65DC9">
      <w:r>
        <w:t>134.9607</w:t>
      </w:r>
      <w:r>
        <w:tab/>
        <w:t>2.025e0</w:t>
      </w:r>
    </w:p>
    <w:p w:rsidR="00B65DC9" w:rsidRDefault="00B65DC9" w:rsidP="00B65DC9">
      <w:r>
        <w:t>134.9808</w:t>
      </w:r>
      <w:r>
        <w:tab/>
        <w:t>1.013e0</w:t>
      </w:r>
    </w:p>
    <w:p w:rsidR="00B65DC9" w:rsidRDefault="00B65DC9" w:rsidP="00B65DC9">
      <w:r>
        <w:t>135.0243</w:t>
      </w:r>
      <w:r>
        <w:tab/>
        <w:t>1.013e0</w:t>
      </w:r>
    </w:p>
    <w:p w:rsidR="00B65DC9" w:rsidRDefault="00B65DC9" w:rsidP="00B65DC9">
      <w:r>
        <w:t>135.0298</w:t>
      </w:r>
      <w:r>
        <w:tab/>
        <w:t>1.266e-2</w:t>
      </w:r>
    </w:p>
    <w:p w:rsidR="00B65DC9" w:rsidRDefault="00B65DC9" w:rsidP="00B65DC9">
      <w:r>
        <w:t>135.0519</w:t>
      </w:r>
      <w:r>
        <w:tab/>
        <w:t>1.013e0</w:t>
      </w:r>
    </w:p>
    <w:p w:rsidR="00B65DC9" w:rsidRDefault="00B65DC9" w:rsidP="00B65DC9">
      <w:r>
        <w:t>135.0910</w:t>
      </w:r>
      <w:r>
        <w:tab/>
        <w:t>1.519e1</w:t>
      </w:r>
    </w:p>
    <w:p w:rsidR="00B65DC9" w:rsidRDefault="00B65DC9" w:rsidP="00B65DC9">
      <w:r>
        <w:t>135.1309</w:t>
      </w:r>
      <w:r>
        <w:tab/>
        <w:t>3.894e0</w:t>
      </w:r>
    </w:p>
    <w:p w:rsidR="00B65DC9" w:rsidRDefault="00B65DC9" w:rsidP="00B65DC9">
      <w:r>
        <w:t>135.1603</w:t>
      </w:r>
      <w:r>
        <w:tab/>
        <w:t>6.076e0</w:t>
      </w:r>
    </w:p>
    <w:p w:rsidR="00B65DC9" w:rsidRDefault="00B65DC9" w:rsidP="00B65DC9">
      <w:r>
        <w:t>135.1721</w:t>
      </w:r>
      <w:r>
        <w:tab/>
        <w:t>1.266e-2</w:t>
      </w:r>
    </w:p>
    <w:p w:rsidR="00B65DC9" w:rsidRDefault="00B65DC9" w:rsidP="00B65DC9">
      <w:r>
        <w:t>135.1910</w:t>
      </w:r>
      <w:r>
        <w:tab/>
        <w:t>5.063e-2</w:t>
      </w:r>
    </w:p>
    <w:p w:rsidR="00B65DC9" w:rsidRDefault="00B65DC9" w:rsidP="00B65DC9">
      <w:r>
        <w:t>135.2436</w:t>
      </w:r>
      <w:r>
        <w:tab/>
        <w:t>1.025e0</w:t>
      </w:r>
    </w:p>
    <w:p w:rsidR="00B65DC9" w:rsidRDefault="00B65DC9" w:rsidP="00B65DC9">
      <w:r>
        <w:t>135.2557</w:t>
      </w:r>
      <w:r>
        <w:tab/>
        <w:t>1.266e-2</w:t>
      </w:r>
    </w:p>
    <w:p w:rsidR="00B65DC9" w:rsidRDefault="00B65DC9" w:rsidP="00B65DC9">
      <w:r>
        <w:t>135.2650</w:t>
      </w:r>
      <w:r>
        <w:tab/>
        <w:t>1.025e0</w:t>
      </w:r>
    </w:p>
    <w:p w:rsidR="00B65DC9" w:rsidRDefault="00B65DC9" w:rsidP="00B65DC9">
      <w:r>
        <w:t>135.2716</w:t>
      </w:r>
      <w:r>
        <w:tab/>
        <w:t>2.025e0</w:t>
      </w:r>
    </w:p>
    <w:p w:rsidR="00B65DC9" w:rsidRDefault="00B65DC9" w:rsidP="00B65DC9">
      <w:r>
        <w:lastRenderedPageBreak/>
        <w:t>135.2757</w:t>
      </w:r>
      <w:r>
        <w:tab/>
        <w:t>2.025e0</w:t>
      </w:r>
    </w:p>
    <w:p w:rsidR="00B65DC9" w:rsidRDefault="00B65DC9" w:rsidP="00B65DC9">
      <w:r>
        <w:t>135.2800</w:t>
      </w:r>
      <w:r>
        <w:tab/>
        <w:t>2.025e0</w:t>
      </w:r>
    </w:p>
    <w:p w:rsidR="00B65DC9" w:rsidRDefault="00B65DC9" w:rsidP="00B65DC9">
      <w:r>
        <w:t>135.3062</w:t>
      </w:r>
      <w:r>
        <w:tab/>
        <w:t>3.038e0</w:t>
      </w:r>
    </w:p>
    <w:p w:rsidR="00B65DC9" w:rsidRDefault="00B65DC9" w:rsidP="00B65DC9">
      <w:r>
        <w:t>135.3143</w:t>
      </w:r>
      <w:r>
        <w:tab/>
        <w:t>1.025e0</w:t>
      </w:r>
    </w:p>
    <w:p w:rsidR="00B65DC9" w:rsidRDefault="00B65DC9" w:rsidP="00B65DC9">
      <w:r>
        <w:t>135.3328</w:t>
      </w:r>
      <w:r>
        <w:tab/>
        <w:t>2.025e0</w:t>
      </w:r>
    </w:p>
    <w:p w:rsidR="00B65DC9" w:rsidRDefault="00B65DC9" w:rsidP="00B65DC9">
      <w:r>
        <w:t>135.3453</w:t>
      </w:r>
      <w:r>
        <w:tab/>
        <w:t>1.013e0</w:t>
      </w:r>
    </w:p>
    <w:p w:rsidR="00B65DC9" w:rsidRDefault="00B65DC9" w:rsidP="00B65DC9">
      <w:r>
        <w:t>135.3486</w:t>
      </w:r>
      <w:r>
        <w:tab/>
        <w:t>1.266e-2</w:t>
      </w:r>
    </w:p>
    <w:p w:rsidR="00B65DC9" w:rsidRDefault="00B65DC9" w:rsidP="00B65DC9">
      <w:r>
        <w:t>135.3636</w:t>
      </w:r>
      <w:r>
        <w:tab/>
        <w:t>2.025e0</w:t>
      </w:r>
    </w:p>
    <w:p w:rsidR="00B65DC9" w:rsidRDefault="00B65DC9" w:rsidP="00B65DC9">
      <w:r>
        <w:t>135.3700</w:t>
      </w:r>
      <w:r>
        <w:tab/>
        <w:t>1.266e-2</w:t>
      </w:r>
    </w:p>
    <w:p w:rsidR="00B65DC9" w:rsidRDefault="00B65DC9" w:rsidP="00B65DC9">
      <w:r>
        <w:t>135.3978</w:t>
      </w:r>
      <w:r>
        <w:tab/>
        <w:t>1.266e-2</w:t>
      </w:r>
    </w:p>
    <w:p w:rsidR="00B65DC9" w:rsidRDefault="00B65DC9" w:rsidP="00B65DC9">
      <w:r>
        <w:t>135.4192</w:t>
      </w:r>
      <w:r>
        <w:tab/>
        <w:t>1.013e0</w:t>
      </w:r>
    </w:p>
    <w:p w:rsidR="00B65DC9" w:rsidRDefault="00B65DC9" w:rsidP="00B65DC9">
      <w:r>
        <w:t>135.4240</w:t>
      </w:r>
      <w:r>
        <w:tab/>
        <w:t>2.532e-2</w:t>
      </w:r>
    </w:p>
    <w:p w:rsidR="00B65DC9" w:rsidRDefault="00B65DC9" w:rsidP="00B65DC9">
      <w:r>
        <w:t>135.4384</w:t>
      </w:r>
      <w:r>
        <w:tab/>
        <w:t>1.051e0</w:t>
      </w:r>
    </w:p>
    <w:p w:rsidR="00B65DC9" w:rsidRDefault="00B65DC9" w:rsidP="00B65DC9">
      <w:r>
        <w:t>135.4566</w:t>
      </w:r>
      <w:r>
        <w:tab/>
        <w:t>1.025e0</w:t>
      </w:r>
    </w:p>
    <w:p w:rsidR="00B65DC9" w:rsidRDefault="00B65DC9" w:rsidP="00B65DC9">
      <w:r>
        <w:t>135.4662</w:t>
      </w:r>
      <w:r>
        <w:tab/>
        <w:t>1.013e0</w:t>
      </w:r>
    </w:p>
    <w:p w:rsidR="00B65DC9" w:rsidRDefault="00B65DC9" w:rsidP="00B65DC9">
      <w:r>
        <w:t>135.4719</w:t>
      </w:r>
      <w:r>
        <w:tab/>
        <w:t>1.025e0</w:t>
      </w:r>
    </w:p>
    <w:p w:rsidR="00B65DC9" w:rsidRDefault="00B65DC9" w:rsidP="00B65DC9">
      <w:r>
        <w:t>135.4894</w:t>
      </w:r>
      <w:r>
        <w:tab/>
        <w:t>2.025e0</w:t>
      </w:r>
    </w:p>
    <w:p w:rsidR="00B65DC9" w:rsidRDefault="00B65DC9" w:rsidP="00B65DC9">
      <w:r>
        <w:t>135.4955</w:t>
      </w:r>
      <w:r>
        <w:tab/>
        <w:t>2.025e0</w:t>
      </w:r>
    </w:p>
    <w:p w:rsidR="00B65DC9" w:rsidRDefault="00B65DC9" w:rsidP="00B65DC9">
      <w:r>
        <w:t>135.5139</w:t>
      </w:r>
      <w:r>
        <w:tab/>
        <w:t>2.025e0</w:t>
      </w:r>
    </w:p>
    <w:p w:rsidR="00B65DC9" w:rsidRDefault="00B65DC9" w:rsidP="00B65DC9">
      <w:r>
        <w:lastRenderedPageBreak/>
        <w:t>135.5498</w:t>
      </w:r>
      <w:r>
        <w:tab/>
        <w:t>1.025e0</w:t>
      </w:r>
    </w:p>
    <w:p w:rsidR="00B65DC9" w:rsidRDefault="00B65DC9" w:rsidP="00B65DC9">
      <w:r>
        <w:t>135.5616</w:t>
      </w:r>
      <w:r>
        <w:tab/>
        <w:t>1.013e0</w:t>
      </w:r>
    </w:p>
    <w:p w:rsidR="00B65DC9" w:rsidRDefault="00B65DC9" w:rsidP="00B65DC9">
      <w:r>
        <w:t>135.5644</w:t>
      </w:r>
      <w:r>
        <w:tab/>
        <w:t>3.063e0</w:t>
      </w:r>
    </w:p>
    <w:p w:rsidR="00B65DC9" w:rsidRDefault="00B65DC9" w:rsidP="00B65DC9">
      <w:r>
        <w:t>135.5798</w:t>
      </w:r>
      <w:r>
        <w:tab/>
        <w:t>1.787e0</w:t>
      </w:r>
    </w:p>
    <w:p w:rsidR="00B65DC9" w:rsidRDefault="00B65DC9" w:rsidP="00B65DC9">
      <w:r>
        <w:t>135.5862</w:t>
      </w:r>
      <w:r>
        <w:tab/>
        <w:t>1.266e-2</w:t>
      </w:r>
    </w:p>
    <w:p w:rsidR="00B65DC9" w:rsidRDefault="00B65DC9" w:rsidP="00B65DC9">
      <w:r>
        <w:t>135.5992</w:t>
      </w:r>
      <w:r>
        <w:tab/>
        <w:t>1.266e-2</w:t>
      </w:r>
    </w:p>
    <w:p w:rsidR="00B65DC9" w:rsidRDefault="00B65DC9" w:rsidP="00B65DC9">
      <w:r>
        <w:t>135.6022</w:t>
      </w:r>
      <w:r>
        <w:tab/>
        <w:t>1.013e0</w:t>
      </w:r>
    </w:p>
    <w:p w:rsidR="00B65DC9" w:rsidRDefault="00B65DC9" w:rsidP="00B65DC9">
      <w:r>
        <w:t>135.6333</w:t>
      </w:r>
      <w:r>
        <w:tab/>
        <w:t>2.532e-2</w:t>
      </w:r>
    </w:p>
    <w:p w:rsidR="00B65DC9" w:rsidRDefault="00B65DC9" w:rsidP="00B65DC9">
      <w:r>
        <w:t>135.6434</w:t>
      </w:r>
      <w:r>
        <w:tab/>
        <w:t>2.025e0</w:t>
      </w:r>
    </w:p>
    <w:p w:rsidR="00B65DC9" w:rsidRDefault="00B65DC9" w:rsidP="00B65DC9">
      <w:r>
        <w:t>135.6484</w:t>
      </w:r>
      <w:r>
        <w:tab/>
        <w:t>2.025e0</w:t>
      </w:r>
    </w:p>
    <w:p w:rsidR="00B65DC9" w:rsidRDefault="00B65DC9" w:rsidP="00B65DC9">
      <w:r>
        <w:t>135.6730</w:t>
      </w:r>
      <w:r>
        <w:tab/>
        <w:t>2.025e0</w:t>
      </w:r>
    </w:p>
    <w:p w:rsidR="00B65DC9" w:rsidRDefault="00B65DC9" w:rsidP="00B65DC9">
      <w:r>
        <w:t>135.7010</w:t>
      </w:r>
      <w:r>
        <w:tab/>
        <w:t>1.013e0</w:t>
      </w:r>
    </w:p>
    <w:p w:rsidR="00B65DC9" w:rsidRDefault="00B65DC9" w:rsidP="00B65DC9">
      <w:r>
        <w:t>135.7908</w:t>
      </w:r>
      <w:r>
        <w:tab/>
        <w:t>2.532e-2</w:t>
      </w:r>
    </w:p>
    <w:p w:rsidR="00B65DC9" w:rsidRDefault="00B65DC9" w:rsidP="00B65DC9">
      <w:r>
        <w:t>135.8036</w:t>
      </w:r>
      <w:r>
        <w:tab/>
        <w:t>1.025e0</w:t>
      </w:r>
    </w:p>
    <w:p w:rsidR="00B65DC9" w:rsidRDefault="00B65DC9" w:rsidP="00B65DC9">
      <w:r>
        <w:t>135.8074</w:t>
      </w:r>
      <w:r>
        <w:tab/>
        <w:t>3.038e0</w:t>
      </w:r>
    </w:p>
    <w:p w:rsidR="00B65DC9" w:rsidRDefault="00B65DC9" w:rsidP="00B65DC9">
      <w:r>
        <w:t>135.8155</w:t>
      </w:r>
      <w:r>
        <w:tab/>
        <w:t>1.025e0</w:t>
      </w:r>
    </w:p>
    <w:p w:rsidR="00B65DC9" w:rsidRDefault="00B65DC9" w:rsidP="00B65DC9">
      <w:r>
        <w:t>135.8298</w:t>
      </w:r>
      <w:r>
        <w:tab/>
        <w:t>2.025e0</w:t>
      </w:r>
    </w:p>
    <w:p w:rsidR="00B65DC9" w:rsidRDefault="00B65DC9" w:rsidP="00B65DC9">
      <w:r>
        <w:t>135.8315</w:t>
      </w:r>
      <w:r>
        <w:tab/>
        <w:t>1.266e-2</w:t>
      </w:r>
    </w:p>
    <w:p w:rsidR="00B65DC9" w:rsidRDefault="00B65DC9" w:rsidP="00B65DC9">
      <w:r>
        <w:t>135.8331</w:t>
      </w:r>
      <w:r>
        <w:tab/>
        <w:t>2.025e0</w:t>
      </w:r>
    </w:p>
    <w:p w:rsidR="00B65DC9" w:rsidRDefault="00B65DC9" w:rsidP="00B65DC9">
      <w:r>
        <w:lastRenderedPageBreak/>
        <w:t>135.8531</w:t>
      </w:r>
      <w:r>
        <w:tab/>
        <w:t>1.013e0</w:t>
      </w:r>
    </w:p>
    <w:p w:rsidR="00B65DC9" w:rsidRDefault="00B65DC9" w:rsidP="00B65DC9">
      <w:r>
        <w:t>135.8887</w:t>
      </w:r>
      <w:r>
        <w:tab/>
        <w:t>2.025e0</w:t>
      </w:r>
    </w:p>
    <w:p w:rsidR="00B65DC9" w:rsidRDefault="00B65DC9" w:rsidP="00B65DC9">
      <w:r>
        <w:t>135.9024</w:t>
      </w:r>
      <w:r>
        <w:tab/>
        <w:t>2.025e0</w:t>
      </w:r>
    </w:p>
    <w:p w:rsidR="00B65DC9" w:rsidRDefault="00B65DC9" w:rsidP="00B65DC9">
      <w:r>
        <w:t>135.9055</w:t>
      </w:r>
      <w:r>
        <w:tab/>
        <w:t>1.266e-2</w:t>
      </w:r>
    </w:p>
    <w:p w:rsidR="00B65DC9" w:rsidRDefault="00B65DC9" w:rsidP="00B65DC9">
      <w:r>
        <w:t>135.9460</w:t>
      </w:r>
      <w:r>
        <w:tab/>
        <w:t>1.266e-2</w:t>
      </w:r>
    </w:p>
    <w:p w:rsidR="00B65DC9" w:rsidRDefault="00B65DC9" w:rsidP="00B65DC9">
      <w:r>
        <w:t>135.9646</w:t>
      </w:r>
      <w:r>
        <w:tab/>
        <w:t>1.266e-2</w:t>
      </w:r>
    </w:p>
    <w:p w:rsidR="00B65DC9" w:rsidRDefault="00B65DC9" w:rsidP="00B65DC9">
      <w:r>
        <w:t>135.9810</w:t>
      </w:r>
      <w:r>
        <w:tab/>
        <w:t>2.025e0</w:t>
      </w:r>
    </w:p>
    <w:p w:rsidR="00B65DC9" w:rsidRDefault="00B65DC9" w:rsidP="00B65DC9">
      <w:r>
        <w:t>135.9860</w:t>
      </w:r>
      <w:r>
        <w:tab/>
        <w:t>1.013e0</w:t>
      </w:r>
    </w:p>
    <w:p w:rsidR="00B65DC9" w:rsidRDefault="00B65DC9" w:rsidP="00B65DC9">
      <w:r>
        <w:t>135.9891</w:t>
      </w:r>
      <w:r>
        <w:tab/>
        <w:t>1.013e0</w:t>
      </w:r>
    </w:p>
    <w:p w:rsidR="00B65DC9" w:rsidRDefault="00B65DC9" w:rsidP="00B65DC9">
      <w:r>
        <w:t>136.0047</w:t>
      </w:r>
      <w:r>
        <w:tab/>
        <w:t>1.013e0</w:t>
      </w:r>
    </w:p>
    <w:p w:rsidR="00B65DC9" w:rsidRDefault="00B65DC9" w:rsidP="00B65DC9">
      <w:r>
        <w:t>136.0075</w:t>
      </w:r>
      <w:r>
        <w:tab/>
        <w:t>1.266e-2</w:t>
      </w:r>
    </w:p>
    <w:p w:rsidR="00B65DC9" w:rsidRDefault="00B65DC9" w:rsidP="00B65DC9">
      <w:r>
        <w:t>136.0107</w:t>
      </w:r>
      <w:r>
        <w:tab/>
        <w:t>2.532e-2</w:t>
      </w:r>
    </w:p>
    <w:p w:rsidR="00B65DC9" w:rsidRDefault="00B65DC9" w:rsidP="00B65DC9">
      <w:r>
        <w:t>136.0170</w:t>
      </w:r>
      <w:r>
        <w:tab/>
        <w:t>1.266e-2</w:t>
      </w:r>
    </w:p>
    <w:p w:rsidR="00B65DC9" w:rsidRDefault="00B65DC9" w:rsidP="00B65DC9">
      <w:r>
        <w:t>136.0298</w:t>
      </w:r>
      <w:r>
        <w:tab/>
        <w:t>1.013e0</w:t>
      </w:r>
    </w:p>
    <w:p w:rsidR="00B65DC9" w:rsidRDefault="00B65DC9" w:rsidP="00B65DC9">
      <w:r>
        <w:t>136.0341</w:t>
      </w:r>
      <w:r>
        <w:tab/>
        <w:t>2.025e0</w:t>
      </w:r>
    </w:p>
    <w:p w:rsidR="00B65DC9" w:rsidRDefault="00B65DC9" w:rsidP="00B65DC9">
      <w:r>
        <w:t>136.0354</w:t>
      </w:r>
      <w:r>
        <w:tab/>
        <w:t>1.013e0</w:t>
      </w:r>
    </w:p>
    <w:p w:rsidR="00B65DC9" w:rsidRDefault="00B65DC9" w:rsidP="00B65DC9">
      <w:r>
        <w:t>136.0384</w:t>
      </w:r>
      <w:r>
        <w:tab/>
        <w:t>2.025e0</w:t>
      </w:r>
    </w:p>
    <w:p w:rsidR="00B65DC9" w:rsidRDefault="00B65DC9" w:rsidP="00B65DC9">
      <w:r>
        <w:t>136.0678</w:t>
      </w:r>
      <w:r>
        <w:tab/>
        <w:t>5.063e0</w:t>
      </w:r>
    </w:p>
    <w:p w:rsidR="00B65DC9" w:rsidRDefault="00B65DC9" w:rsidP="00B65DC9">
      <w:r>
        <w:t>136.0751</w:t>
      </w:r>
      <w:r>
        <w:tab/>
        <w:t>4.101e0</w:t>
      </w:r>
    </w:p>
    <w:p w:rsidR="00B65DC9" w:rsidRDefault="00B65DC9" w:rsidP="00B65DC9">
      <w:r>
        <w:lastRenderedPageBreak/>
        <w:t>136.0780</w:t>
      </w:r>
      <w:r>
        <w:tab/>
        <w:t>1.215e1</w:t>
      </w:r>
    </w:p>
    <w:p w:rsidR="00B65DC9" w:rsidRDefault="00B65DC9" w:rsidP="00B65DC9">
      <w:r>
        <w:t>136.1532</w:t>
      </w:r>
      <w:r>
        <w:tab/>
        <w:t>1.266e-2</w:t>
      </w:r>
    </w:p>
    <w:p w:rsidR="00B65DC9" w:rsidRDefault="00B65DC9" w:rsidP="00B65DC9">
      <w:r>
        <w:t>136.1724</w:t>
      </w:r>
      <w:r>
        <w:tab/>
        <w:t>2.025e0</w:t>
      </w:r>
    </w:p>
    <w:p w:rsidR="00B65DC9" w:rsidRDefault="00B65DC9" w:rsidP="00B65DC9">
      <w:r>
        <w:t>136.1875</w:t>
      </w:r>
      <w:r>
        <w:tab/>
        <w:t>1.013e0</w:t>
      </w:r>
    </w:p>
    <w:p w:rsidR="00B65DC9" w:rsidRDefault="00B65DC9" w:rsidP="00B65DC9">
      <w:r>
        <w:t>136.2075</w:t>
      </w:r>
      <w:r>
        <w:tab/>
        <w:t>2.532e-2</w:t>
      </w:r>
    </w:p>
    <w:p w:rsidR="00B65DC9" w:rsidRDefault="00B65DC9" w:rsidP="00B65DC9">
      <w:r>
        <w:t>136.2124</w:t>
      </w:r>
      <w:r>
        <w:tab/>
        <w:t>1.013e0</w:t>
      </w:r>
    </w:p>
    <w:p w:rsidR="00B65DC9" w:rsidRDefault="00B65DC9" w:rsidP="00B65DC9">
      <w:r>
        <w:t>136.2326</w:t>
      </w:r>
      <w:r>
        <w:tab/>
        <w:t>2.025e0</w:t>
      </w:r>
    </w:p>
    <w:p w:rsidR="00B65DC9" w:rsidRDefault="00B65DC9" w:rsidP="00B65DC9">
      <w:r>
        <w:t>136.2341</w:t>
      </w:r>
      <w:r>
        <w:tab/>
        <w:t>1.266e-2</w:t>
      </w:r>
    </w:p>
    <w:p w:rsidR="00B65DC9" w:rsidRDefault="00B65DC9" w:rsidP="00B65DC9">
      <w:r>
        <w:t>136.2681</w:t>
      </w:r>
      <w:r>
        <w:tab/>
        <w:t>1.266e-2</w:t>
      </w:r>
    </w:p>
    <w:p w:rsidR="00B65DC9" w:rsidRDefault="00B65DC9" w:rsidP="00B65DC9">
      <w:r>
        <w:t>136.2744</w:t>
      </w:r>
      <w:r>
        <w:tab/>
        <w:t>2.532e-2</w:t>
      </w:r>
    </w:p>
    <w:p w:rsidR="00B65DC9" w:rsidRDefault="00B65DC9" w:rsidP="00B65DC9">
      <w:r>
        <w:t>136.3207</w:t>
      </w:r>
      <w:r>
        <w:tab/>
        <w:t>1.025e0</w:t>
      </w:r>
    </w:p>
    <w:p w:rsidR="00B65DC9" w:rsidRDefault="00B65DC9" w:rsidP="00B65DC9">
      <w:r>
        <w:t>136.3238</w:t>
      </w:r>
      <w:r>
        <w:tab/>
        <w:t>1.266e-2</w:t>
      </w:r>
    </w:p>
    <w:p w:rsidR="00B65DC9" w:rsidRDefault="00B65DC9" w:rsidP="00B65DC9">
      <w:r>
        <w:t>136.3550</w:t>
      </w:r>
      <w:r>
        <w:tab/>
        <w:t>1.013e0</w:t>
      </w:r>
    </w:p>
    <w:p w:rsidR="00B65DC9" w:rsidRDefault="00B65DC9" w:rsidP="00B65DC9">
      <w:r>
        <w:t>136.3709</w:t>
      </w:r>
      <w:r>
        <w:tab/>
        <w:t>1.013e0</w:t>
      </w:r>
    </w:p>
    <w:p w:rsidR="00B65DC9" w:rsidRDefault="00B65DC9" w:rsidP="00B65DC9">
      <w:r>
        <w:t>136.4235</w:t>
      </w:r>
      <w:r>
        <w:tab/>
        <w:t>1.013e0</w:t>
      </w:r>
    </w:p>
    <w:p w:rsidR="00B65DC9" w:rsidRDefault="00B65DC9" w:rsidP="00B65DC9">
      <w:r>
        <w:t>136.4514</w:t>
      </w:r>
      <w:r>
        <w:tab/>
        <w:t>2.038e0</w:t>
      </w:r>
    </w:p>
    <w:p w:rsidR="00B65DC9" w:rsidRDefault="00B65DC9" w:rsidP="00B65DC9">
      <w:r>
        <w:t>136.4826</w:t>
      </w:r>
      <w:r>
        <w:tab/>
        <w:t>1.013e0</w:t>
      </w:r>
    </w:p>
    <w:p w:rsidR="00B65DC9" w:rsidRDefault="00B65DC9" w:rsidP="00B65DC9">
      <w:r>
        <w:t>136.5384</w:t>
      </w:r>
      <w:r>
        <w:tab/>
        <w:t>3.797e-2</w:t>
      </w:r>
    </w:p>
    <w:p w:rsidR="00B65DC9" w:rsidRDefault="00B65DC9" w:rsidP="00B65DC9">
      <w:r>
        <w:t>136.5504</w:t>
      </w:r>
      <w:r>
        <w:tab/>
        <w:t>1.266e-2</w:t>
      </w:r>
    </w:p>
    <w:p w:rsidR="00B65DC9" w:rsidRDefault="00B65DC9" w:rsidP="00B65DC9">
      <w:r>
        <w:lastRenderedPageBreak/>
        <w:t>136.5666</w:t>
      </w:r>
      <w:r>
        <w:tab/>
        <w:t>3.038e0</w:t>
      </w:r>
    </w:p>
    <w:p w:rsidR="00B65DC9" w:rsidRDefault="00B65DC9" w:rsidP="00B65DC9">
      <w:r>
        <w:t>136.5815</w:t>
      </w:r>
      <w:r>
        <w:tab/>
        <w:t>1.266e-2</w:t>
      </w:r>
    </w:p>
    <w:p w:rsidR="00B65DC9" w:rsidRDefault="00B65DC9" w:rsidP="00B65DC9">
      <w:r>
        <w:t>136.5911</w:t>
      </w:r>
      <w:r>
        <w:tab/>
        <w:t>1.013e0</w:t>
      </w:r>
    </w:p>
    <w:p w:rsidR="00B65DC9" w:rsidRDefault="00B65DC9" w:rsidP="00B65DC9">
      <w:r>
        <w:t>136.5975</w:t>
      </w:r>
      <w:r>
        <w:tab/>
        <w:t>1.013e0</w:t>
      </w:r>
    </w:p>
    <w:p w:rsidR="00B65DC9" w:rsidRDefault="00B65DC9" w:rsidP="00B65DC9">
      <w:r>
        <w:t>136.6093</w:t>
      </w:r>
      <w:r>
        <w:tab/>
        <w:t>2.025e0</w:t>
      </w:r>
    </w:p>
    <w:p w:rsidR="00B65DC9" w:rsidRDefault="00B65DC9" w:rsidP="00B65DC9">
      <w:r>
        <w:t>136.6685</w:t>
      </w:r>
      <w:r>
        <w:tab/>
        <w:t>1.266e-2</w:t>
      </w:r>
    </w:p>
    <w:p w:rsidR="00B65DC9" w:rsidRDefault="00B65DC9" w:rsidP="00B65DC9">
      <w:r>
        <w:t>136.6845</w:t>
      </w:r>
      <w:r>
        <w:tab/>
        <w:t>1.013e0</w:t>
      </w:r>
    </w:p>
    <w:p w:rsidR="00B65DC9" w:rsidRDefault="00B65DC9" w:rsidP="00B65DC9">
      <w:r>
        <w:t>136.7094</w:t>
      </w:r>
      <w:r>
        <w:tab/>
        <w:t>1.266e-2</w:t>
      </w:r>
    </w:p>
    <w:p w:rsidR="00B65DC9" w:rsidRDefault="00B65DC9" w:rsidP="00B65DC9">
      <w:r>
        <w:t>136.7187</w:t>
      </w:r>
      <w:r>
        <w:tab/>
        <w:t>1.013e0</w:t>
      </w:r>
    </w:p>
    <w:p w:rsidR="00B65DC9" w:rsidRDefault="00B65DC9" w:rsidP="00B65DC9">
      <w:r>
        <w:t>136.7405</w:t>
      </w:r>
      <w:r>
        <w:tab/>
        <w:t>1.266e-2</w:t>
      </w:r>
    </w:p>
    <w:p w:rsidR="00B65DC9" w:rsidRDefault="00B65DC9" w:rsidP="00B65DC9">
      <w:r>
        <w:t>136.7555</w:t>
      </w:r>
      <w:r>
        <w:tab/>
        <w:t>1.266e-2</w:t>
      </w:r>
    </w:p>
    <w:p w:rsidR="00B65DC9" w:rsidRDefault="00B65DC9" w:rsidP="00B65DC9">
      <w:r>
        <w:t>136.7748</w:t>
      </w:r>
      <w:r>
        <w:tab/>
        <w:t>1.266e-2</w:t>
      </w:r>
    </w:p>
    <w:p w:rsidR="00B65DC9" w:rsidRDefault="00B65DC9" w:rsidP="00B65DC9">
      <w:r>
        <w:t>136.8085</w:t>
      </w:r>
      <w:r>
        <w:tab/>
        <w:t>2.025e0</w:t>
      </w:r>
    </w:p>
    <w:p w:rsidR="00B65DC9" w:rsidRDefault="00B65DC9" w:rsidP="00B65DC9">
      <w:r>
        <w:t>136.8179</w:t>
      </w:r>
      <w:r>
        <w:tab/>
        <w:t>1.266e-2</w:t>
      </w:r>
    </w:p>
    <w:p w:rsidR="00B65DC9" w:rsidRDefault="00B65DC9" w:rsidP="00B65DC9">
      <w:r>
        <w:t>136.8242</w:t>
      </w:r>
      <w:r>
        <w:tab/>
        <w:t>1.013e0</w:t>
      </w:r>
    </w:p>
    <w:p w:rsidR="00B65DC9" w:rsidRDefault="00B65DC9" w:rsidP="00B65DC9">
      <w:r>
        <w:t>136.8394</w:t>
      </w:r>
      <w:r>
        <w:tab/>
        <w:t>1.266e-2</w:t>
      </w:r>
    </w:p>
    <w:p w:rsidR="00B65DC9" w:rsidRDefault="00B65DC9" w:rsidP="00B65DC9">
      <w:r>
        <w:t>136.8553</w:t>
      </w:r>
      <w:r>
        <w:tab/>
        <w:t>1.266e-2</w:t>
      </w:r>
    </w:p>
    <w:p w:rsidR="00B65DC9" w:rsidRDefault="00B65DC9" w:rsidP="00B65DC9">
      <w:r>
        <w:t>136.8674</w:t>
      </w:r>
      <w:r>
        <w:tab/>
        <w:t>1.266e-2</w:t>
      </w:r>
    </w:p>
    <w:p w:rsidR="00B65DC9" w:rsidRDefault="00B65DC9" w:rsidP="00B65DC9">
      <w:r>
        <w:t>136.8955</w:t>
      </w:r>
      <w:r>
        <w:tab/>
        <w:t>1.013e0</w:t>
      </w:r>
    </w:p>
    <w:p w:rsidR="00B65DC9" w:rsidRDefault="00B65DC9" w:rsidP="00B65DC9">
      <w:r>
        <w:lastRenderedPageBreak/>
        <w:t>136.9114</w:t>
      </w:r>
      <w:r>
        <w:tab/>
        <w:t>1.266e-2</w:t>
      </w:r>
    </w:p>
    <w:p w:rsidR="00B65DC9" w:rsidRDefault="00B65DC9" w:rsidP="00B65DC9">
      <w:r>
        <w:t>136.9491</w:t>
      </w:r>
      <w:r>
        <w:tab/>
        <w:t>1.266e-2</w:t>
      </w:r>
    </w:p>
    <w:p w:rsidR="00B65DC9" w:rsidRDefault="00B65DC9" w:rsidP="00B65DC9">
      <w:r>
        <w:t>136.9768</w:t>
      </w:r>
      <w:r>
        <w:tab/>
        <w:t>1.025e0</w:t>
      </w:r>
    </w:p>
    <w:p w:rsidR="00B65DC9" w:rsidRDefault="00B65DC9" w:rsidP="00B65DC9">
      <w:r>
        <w:t>136.9952</w:t>
      </w:r>
      <w:r>
        <w:tab/>
        <w:t>1.013e0</w:t>
      </w:r>
    </w:p>
    <w:p w:rsidR="00B65DC9" w:rsidRDefault="00B65DC9" w:rsidP="00B65DC9">
      <w:r>
        <w:t>137.0022</w:t>
      </w:r>
      <w:r>
        <w:tab/>
        <w:t>4.051e0</w:t>
      </w:r>
    </w:p>
    <w:p w:rsidR="00B65DC9" w:rsidRDefault="00B65DC9" w:rsidP="00B65DC9">
      <w:r>
        <w:t>137.0281</w:t>
      </w:r>
      <w:r>
        <w:tab/>
        <w:t>2.532e-2</w:t>
      </w:r>
    </w:p>
    <w:p w:rsidR="00B65DC9" w:rsidRDefault="00B65DC9" w:rsidP="00B65DC9">
      <w:r>
        <w:t>137.0304</w:t>
      </w:r>
      <w:r>
        <w:tab/>
        <w:t>3.051e0</w:t>
      </w:r>
    </w:p>
    <w:p w:rsidR="00B65DC9" w:rsidRDefault="00B65DC9" w:rsidP="00B65DC9">
      <w:r>
        <w:t>137.0376</w:t>
      </w:r>
      <w:r>
        <w:tab/>
        <w:t>5.089e0</w:t>
      </w:r>
    </w:p>
    <w:p w:rsidR="00B65DC9" w:rsidRDefault="00B65DC9" w:rsidP="00B65DC9">
      <w:r>
        <w:t>137.0422</w:t>
      </w:r>
      <w:r>
        <w:tab/>
        <w:t>5.063e0</w:t>
      </w:r>
    </w:p>
    <w:p w:rsidR="00B65DC9" w:rsidRDefault="00B65DC9" w:rsidP="00B65DC9">
      <w:r>
        <w:t>137.0479</w:t>
      </w:r>
      <w:r>
        <w:tab/>
        <w:t>1.266e-2</w:t>
      </w:r>
    </w:p>
    <w:p w:rsidR="00B65DC9" w:rsidRDefault="00B65DC9" w:rsidP="00B65DC9">
      <w:r>
        <w:t>137.0654</w:t>
      </w:r>
      <w:r>
        <w:tab/>
        <w:t>2.025e0</w:t>
      </w:r>
    </w:p>
    <w:p w:rsidR="00B65DC9" w:rsidRDefault="00B65DC9" w:rsidP="00B65DC9">
      <w:r>
        <w:t>137.0699</w:t>
      </w:r>
      <w:r>
        <w:tab/>
        <w:t>1.013e0</w:t>
      </w:r>
    </w:p>
    <w:p w:rsidR="00B65DC9" w:rsidRDefault="00B65DC9" w:rsidP="00B65DC9">
      <w:r>
        <w:t>137.0774</w:t>
      </w:r>
      <w:r>
        <w:tab/>
        <w:t>1.025e0</w:t>
      </w:r>
    </w:p>
    <w:p w:rsidR="00B65DC9" w:rsidRDefault="00B65DC9" w:rsidP="00B65DC9">
      <w:r>
        <w:t>137.0888</w:t>
      </w:r>
      <w:r>
        <w:tab/>
        <w:t>1.013e0</w:t>
      </w:r>
    </w:p>
    <w:p w:rsidR="00B65DC9" w:rsidRDefault="00B65DC9" w:rsidP="00B65DC9">
      <w:r>
        <w:t>137.0905</w:t>
      </w:r>
      <w:r>
        <w:tab/>
        <w:t>3.038e0</w:t>
      </w:r>
    </w:p>
    <w:p w:rsidR="00B65DC9" w:rsidRDefault="00B65DC9" w:rsidP="00B65DC9">
      <w:r>
        <w:t>137.1007</w:t>
      </w:r>
      <w:r>
        <w:tab/>
        <w:t>1.013e0</w:t>
      </w:r>
    </w:p>
    <w:p w:rsidR="00B65DC9" w:rsidRDefault="00B65DC9" w:rsidP="00B65DC9">
      <w:r>
        <w:t>137.1055</w:t>
      </w:r>
      <w:r>
        <w:tab/>
        <w:t>2.025e0</w:t>
      </w:r>
    </w:p>
    <w:p w:rsidR="00B65DC9" w:rsidRDefault="00B65DC9" w:rsidP="00B65DC9">
      <w:r>
        <w:t>137.1081</w:t>
      </w:r>
      <w:r>
        <w:tab/>
        <w:t>2.976e-1</w:t>
      </w:r>
    </w:p>
    <w:p w:rsidR="00B65DC9" w:rsidRDefault="00B65DC9" w:rsidP="00B65DC9">
      <w:r>
        <w:t>137.1231</w:t>
      </w:r>
      <w:r>
        <w:tab/>
        <w:t>1.025e0</w:t>
      </w:r>
    </w:p>
    <w:p w:rsidR="00B65DC9" w:rsidRDefault="00B65DC9" w:rsidP="00B65DC9">
      <w:r>
        <w:lastRenderedPageBreak/>
        <w:t>137.1268</w:t>
      </w:r>
      <w:r>
        <w:tab/>
        <w:t>8.264e-1</w:t>
      </w:r>
    </w:p>
    <w:p w:rsidR="00B65DC9" w:rsidRDefault="00B65DC9" w:rsidP="00B65DC9">
      <w:r>
        <w:t>137.1414</w:t>
      </w:r>
      <w:r>
        <w:tab/>
        <w:t>1.266e-2</w:t>
      </w:r>
    </w:p>
    <w:p w:rsidR="00B65DC9" w:rsidRDefault="00B65DC9" w:rsidP="00B65DC9">
      <w:r>
        <w:t>137.2286</w:t>
      </w:r>
      <w:r>
        <w:tab/>
        <w:t>1.266e-2</w:t>
      </w:r>
    </w:p>
    <w:p w:rsidR="00B65DC9" w:rsidRDefault="00B65DC9" w:rsidP="00B65DC9">
      <w:r>
        <w:t>137.2349</w:t>
      </w:r>
      <w:r>
        <w:tab/>
        <w:t>1.266e-2</w:t>
      </w:r>
    </w:p>
    <w:p w:rsidR="00B65DC9" w:rsidRDefault="00B65DC9" w:rsidP="00B65DC9">
      <w:r>
        <w:t>137.2443</w:t>
      </w:r>
      <w:r>
        <w:tab/>
        <w:t>2.532e-2</w:t>
      </w:r>
    </w:p>
    <w:p w:rsidR="00B65DC9" w:rsidRDefault="00B65DC9" w:rsidP="00B65DC9">
      <w:r>
        <w:t>137.2751</w:t>
      </w:r>
      <w:r>
        <w:tab/>
        <w:t>1.266e-2</w:t>
      </w:r>
    </w:p>
    <w:p w:rsidR="00B65DC9" w:rsidRDefault="00B65DC9" w:rsidP="00B65DC9">
      <w:r>
        <w:t>137.2909</w:t>
      </w:r>
      <w:r>
        <w:tab/>
        <w:t>1.013e0</w:t>
      </w:r>
    </w:p>
    <w:p w:rsidR="00B65DC9" w:rsidRDefault="00B65DC9" w:rsidP="00B65DC9">
      <w:r>
        <w:t>137.3253</w:t>
      </w:r>
      <w:r>
        <w:tab/>
        <w:t>1.266e-2</w:t>
      </w:r>
    </w:p>
    <w:p w:rsidR="00B65DC9" w:rsidRDefault="00B65DC9" w:rsidP="00B65DC9">
      <w:r>
        <w:t>137.3533</w:t>
      </w:r>
      <w:r>
        <w:tab/>
        <w:t>1.266e-2</w:t>
      </w:r>
    </w:p>
    <w:p w:rsidR="00B65DC9" w:rsidRDefault="00B65DC9" w:rsidP="00B65DC9">
      <w:r>
        <w:t>137.3717</w:t>
      </w:r>
      <w:r>
        <w:tab/>
        <w:t>1.266e-2</w:t>
      </w:r>
    </w:p>
    <w:p w:rsidR="00B65DC9" w:rsidRDefault="00B65DC9" w:rsidP="00B65DC9">
      <w:r>
        <w:t>137.3907</w:t>
      </w:r>
      <w:r>
        <w:tab/>
        <w:t>1.013e0</w:t>
      </w:r>
    </w:p>
    <w:p w:rsidR="00B65DC9" w:rsidRDefault="00B65DC9" w:rsidP="00B65DC9">
      <w:r>
        <w:t>137.3934</w:t>
      </w:r>
      <w:r>
        <w:tab/>
        <w:t>2.025e0</w:t>
      </w:r>
    </w:p>
    <w:p w:rsidR="00B65DC9" w:rsidRDefault="00B65DC9" w:rsidP="00B65DC9">
      <w:r>
        <w:t>137.4093</w:t>
      </w:r>
      <w:r>
        <w:tab/>
        <w:t>1.013e0</w:t>
      </w:r>
    </w:p>
    <w:p w:rsidR="00B65DC9" w:rsidRDefault="00B65DC9" w:rsidP="00B65DC9">
      <w:r>
        <w:t>137.4125</w:t>
      </w:r>
      <w:r>
        <w:tab/>
        <w:t>1.013e0</w:t>
      </w:r>
    </w:p>
    <w:p w:rsidR="00B65DC9" w:rsidRDefault="00B65DC9" w:rsidP="00B65DC9">
      <w:r>
        <w:t>137.4158</w:t>
      </w:r>
      <w:r>
        <w:tab/>
        <w:t>1.013e0</w:t>
      </w:r>
    </w:p>
    <w:p w:rsidR="00B65DC9" w:rsidRDefault="00B65DC9" w:rsidP="00B65DC9">
      <w:r>
        <w:t>137.4717</w:t>
      </w:r>
      <w:r>
        <w:tab/>
        <w:t>1.266e-2</w:t>
      </w:r>
    </w:p>
    <w:p w:rsidR="00B65DC9" w:rsidRDefault="00B65DC9" w:rsidP="00B65DC9">
      <w:r>
        <w:t>137.4781</w:t>
      </w:r>
      <w:r>
        <w:tab/>
        <w:t>1.266e-2</w:t>
      </w:r>
    </w:p>
    <w:p w:rsidR="00B65DC9" w:rsidRDefault="00B65DC9" w:rsidP="00B65DC9">
      <w:r>
        <w:t>137.5013</w:t>
      </w:r>
      <w:r>
        <w:tab/>
        <w:t>2.025e0</w:t>
      </w:r>
    </w:p>
    <w:p w:rsidR="00B65DC9" w:rsidRDefault="00B65DC9" w:rsidP="00B65DC9">
      <w:r>
        <w:t>137.5119</w:t>
      </w:r>
      <w:r>
        <w:tab/>
        <w:t>2.532e-2</w:t>
      </w:r>
    </w:p>
    <w:p w:rsidR="00B65DC9" w:rsidRDefault="00B65DC9" w:rsidP="00B65DC9">
      <w:r>
        <w:lastRenderedPageBreak/>
        <w:t>137.5297</w:t>
      </w:r>
      <w:r>
        <w:tab/>
        <w:t>3.038e0</w:t>
      </w:r>
    </w:p>
    <w:p w:rsidR="00B65DC9" w:rsidRDefault="00B65DC9" w:rsidP="00B65DC9">
      <w:r>
        <w:t>137.5526</w:t>
      </w:r>
      <w:r>
        <w:tab/>
        <w:t>1.266e-2</w:t>
      </w:r>
    </w:p>
    <w:p w:rsidR="00B65DC9" w:rsidRDefault="00B65DC9" w:rsidP="00B65DC9">
      <w:r>
        <w:t>137.5774</w:t>
      </w:r>
      <w:r>
        <w:tab/>
        <w:t>1.013e0</w:t>
      </w:r>
    </w:p>
    <w:p w:rsidR="00B65DC9" w:rsidRDefault="00B65DC9" w:rsidP="00B65DC9">
      <w:r>
        <w:t>137.5790</w:t>
      </w:r>
      <w:r>
        <w:tab/>
        <w:t>2.025e0</w:t>
      </w:r>
    </w:p>
    <w:p w:rsidR="00B65DC9" w:rsidRDefault="00B65DC9" w:rsidP="00B65DC9">
      <w:r>
        <w:t>137.6151</w:t>
      </w:r>
      <w:r>
        <w:tab/>
        <w:t>1.013e0</w:t>
      </w:r>
    </w:p>
    <w:p w:rsidR="00B65DC9" w:rsidRDefault="00B65DC9" w:rsidP="00B65DC9">
      <w:r>
        <w:t>137.6462</w:t>
      </w:r>
      <w:r>
        <w:tab/>
        <w:t>2.025e0</w:t>
      </w:r>
    </w:p>
    <w:p w:rsidR="00B65DC9" w:rsidRDefault="00B65DC9" w:rsidP="00B65DC9">
      <w:r>
        <w:t>137.6774</w:t>
      </w:r>
      <w:r>
        <w:tab/>
        <w:t>1.266e-2</w:t>
      </w:r>
    </w:p>
    <w:p w:rsidR="00B65DC9" w:rsidRDefault="00B65DC9" w:rsidP="00B65DC9">
      <w:r>
        <w:t>137.7121</w:t>
      </w:r>
      <w:r>
        <w:tab/>
        <w:t>1.266e-2</w:t>
      </w:r>
    </w:p>
    <w:p w:rsidR="00B65DC9" w:rsidRDefault="00B65DC9" w:rsidP="00B65DC9">
      <w:r>
        <w:t>137.7239</w:t>
      </w:r>
      <w:r>
        <w:tab/>
        <w:t>1.266e-2</w:t>
      </w:r>
    </w:p>
    <w:p w:rsidR="00B65DC9" w:rsidRDefault="00B65DC9" w:rsidP="00B65DC9">
      <w:r>
        <w:t>137.7273</w:t>
      </w:r>
      <w:r>
        <w:tab/>
        <w:t>1.013e0</w:t>
      </w:r>
    </w:p>
    <w:p w:rsidR="00B65DC9" w:rsidRDefault="00B65DC9" w:rsidP="00B65DC9">
      <w:r>
        <w:t>137.7741</w:t>
      </w:r>
      <w:r>
        <w:tab/>
        <w:t>1.266e-2</w:t>
      </w:r>
    </w:p>
    <w:p w:rsidR="00B65DC9" w:rsidRDefault="00B65DC9" w:rsidP="00B65DC9">
      <w:r>
        <w:t>137.7831</w:t>
      </w:r>
      <w:r>
        <w:tab/>
        <w:t>2.025e0</w:t>
      </w:r>
    </w:p>
    <w:p w:rsidR="00B65DC9" w:rsidRDefault="00B65DC9" w:rsidP="00B65DC9">
      <w:r>
        <w:t>137.8192</w:t>
      </w:r>
      <w:r>
        <w:tab/>
        <w:t>2.025e0</w:t>
      </w:r>
    </w:p>
    <w:p w:rsidR="00B65DC9" w:rsidRDefault="00B65DC9" w:rsidP="00B65DC9">
      <w:r>
        <w:t>137.8272</w:t>
      </w:r>
      <w:r>
        <w:tab/>
        <w:t>1.013e0</w:t>
      </w:r>
    </w:p>
    <w:p w:rsidR="00B65DC9" w:rsidRDefault="00B65DC9" w:rsidP="00B65DC9">
      <w:r>
        <w:t>137.8848</w:t>
      </w:r>
      <w:r>
        <w:tab/>
        <w:t>2.025e0</w:t>
      </w:r>
    </w:p>
    <w:p w:rsidR="00B65DC9" w:rsidRDefault="00B65DC9" w:rsidP="00B65DC9">
      <w:r>
        <w:t>137.8865</w:t>
      </w:r>
      <w:r>
        <w:tab/>
        <w:t>1.266e-2</w:t>
      </w:r>
    </w:p>
    <w:p w:rsidR="00B65DC9" w:rsidRDefault="00B65DC9" w:rsidP="00B65DC9">
      <w:r>
        <w:t>137.9520</w:t>
      </w:r>
      <w:r>
        <w:tab/>
        <w:t>1.266e-2</w:t>
      </w:r>
    </w:p>
    <w:p w:rsidR="00B65DC9" w:rsidRDefault="00B65DC9" w:rsidP="00B65DC9">
      <w:r>
        <w:t>137.9875</w:t>
      </w:r>
      <w:r>
        <w:tab/>
        <w:t>2.025e0</w:t>
      </w:r>
    </w:p>
    <w:p w:rsidR="00B65DC9" w:rsidRDefault="00B65DC9" w:rsidP="00B65DC9">
      <w:r>
        <w:t>137.9890</w:t>
      </w:r>
      <w:r>
        <w:tab/>
        <w:t>1.013e0</w:t>
      </w:r>
    </w:p>
    <w:p w:rsidR="00B65DC9" w:rsidRDefault="00B65DC9" w:rsidP="00B65DC9">
      <w:r>
        <w:lastRenderedPageBreak/>
        <w:t>138.0267</w:t>
      </w:r>
      <w:r>
        <w:tab/>
        <w:t>1.266e-2</w:t>
      </w:r>
    </w:p>
    <w:p w:rsidR="00B65DC9" w:rsidRDefault="00B65DC9" w:rsidP="00B65DC9">
      <w:r>
        <w:t>138.0397</w:t>
      </w:r>
      <w:r>
        <w:tab/>
        <w:t>2.532e-2</w:t>
      </w:r>
    </w:p>
    <w:p w:rsidR="00B65DC9" w:rsidRDefault="00B65DC9" w:rsidP="00B65DC9">
      <w:r>
        <w:t>138.0427</w:t>
      </w:r>
      <w:r>
        <w:tab/>
        <w:t>1.266e-2</w:t>
      </w:r>
    </w:p>
    <w:p w:rsidR="00B65DC9" w:rsidRDefault="00B65DC9" w:rsidP="00B65DC9">
      <w:r>
        <w:t>138.0623</w:t>
      </w:r>
      <w:r>
        <w:tab/>
        <w:t>3.798e-2</w:t>
      </w:r>
    </w:p>
    <w:p w:rsidR="00B65DC9" w:rsidRDefault="00B65DC9" w:rsidP="00B65DC9">
      <w:r>
        <w:t>138.0673</w:t>
      </w:r>
      <w:r>
        <w:tab/>
        <w:t>4.810e0</w:t>
      </w:r>
    </w:p>
    <w:p w:rsidR="00B65DC9" w:rsidRDefault="00B65DC9" w:rsidP="00B65DC9">
      <w:r>
        <w:t>138.0862</w:t>
      </w:r>
      <w:r>
        <w:tab/>
        <w:t>1.013e0</w:t>
      </w:r>
    </w:p>
    <w:p w:rsidR="00B65DC9" w:rsidRDefault="00B65DC9" w:rsidP="00B65DC9">
      <w:r>
        <w:t>138.0892</w:t>
      </w:r>
      <w:r>
        <w:tab/>
        <w:t>1.013e0</w:t>
      </w:r>
    </w:p>
    <w:p w:rsidR="00B65DC9" w:rsidRDefault="00B65DC9" w:rsidP="00B65DC9">
      <w:r>
        <w:t>138.0925</w:t>
      </w:r>
      <w:r>
        <w:tab/>
        <w:t>3.366e-1</w:t>
      </w:r>
    </w:p>
    <w:p w:rsidR="00B65DC9" w:rsidRDefault="00B65DC9" w:rsidP="00B65DC9">
      <w:r>
        <w:t>138.1076</w:t>
      </w:r>
      <w:r>
        <w:tab/>
        <w:t>1.013e0</w:t>
      </w:r>
    </w:p>
    <w:p w:rsidR="00B65DC9" w:rsidRDefault="00B65DC9" w:rsidP="00B65DC9">
      <w:r>
        <w:t>138.1670</w:t>
      </w:r>
      <w:r>
        <w:tab/>
        <w:t>1.013e0</w:t>
      </w:r>
    </w:p>
    <w:p w:rsidR="00B65DC9" w:rsidRDefault="00B65DC9" w:rsidP="00B65DC9">
      <w:r>
        <w:t>138.1766</w:t>
      </w:r>
      <w:r>
        <w:tab/>
        <w:t>1.266e-2</w:t>
      </w:r>
    </w:p>
    <w:p w:rsidR="00B65DC9" w:rsidRDefault="00B65DC9" w:rsidP="00B65DC9">
      <w:r>
        <w:t>138.2127</w:t>
      </w:r>
      <w:r>
        <w:tab/>
        <w:t>2.025e0</w:t>
      </w:r>
    </w:p>
    <w:p w:rsidR="00B65DC9" w:rsidRDefault="00B65DC9" w:rsidP="00B65DC9">
      <w:r>
        <w:t>138.2361</w:t>
      </w:r>
      <w:r>
        <w:tab/>
        <w:t>2.532e-2</w:t>
      </w:r>
    </w:p>
    <w:p w:rsidR="00B65DC9" w:rsidRDefault="00B65DC9" w:rsidP="00B65DC9">
      <w:r>
        <w:t>138.2704</w:t>
      </w:r>
      <w:r>
        <w:tab/>
        <w:t>1.013e0</w:t>
      </w:r>
    </w:p>
    <w:p w:rsidR="00B65DC9" w:rsidRDefault="00B65DC9" w:rsidP="00B65DC9">
      <w:r>
        <w:t>138.2858</w:t>
      </w:r>
      <w:r>
        <w:tab/>
        <w:t>1.013e0</w:t>
      </w:r>
    </w:p>
    <w:p w:rsidR="00B65DC9" w:rsidRDefault="00B65DC9" w:rsidP="00B65DC9">
      <w:r>
        <w:t>138.3202</w:t>
      </w:r>
      <w:r>
        <w:tab/>
        <w:t>1.266e-2</w:t>
      </w:r>
    </w:p>
    <w:p w:rsidR="00B65DC9" w:rsidRDefault="00B65DC9" w:rsidP="00B65DC9">
      <w:r>
        <w:t>138.3597</w:t>
      </w:r>
      <w:r>
        <w:tab/>
        <w:t>2.025e0</w:t>
      </w:r>
    </w:p>
    <w:p w:rsidR="00B65DC9" w:rsidRDefault="00B65DC9" w:rsidP="00B65DC9">
      <w:r>
        <w:t>138.4108</w:t>
      </w:r>
      <w:r>
        <w:tab/>
        <w:t>1.013e0</w:t>
      </w:r>
    </w:p>
    <w:p w:rsidR="00B65DC9" w:rsidRDefault="00B65DC9" w:rsidP="00B65DC9">
      <w:r>
        <w:t>138.4175</w:t>
      </w:r>
      <w:r>
        <w:tab/>
        <w:t>1.266e-2</w:t>
      </w:r>
    </w:p>
    <w:p w:rsidR="00B65DC9" w:rsidRDefault="00B65DC9" w:rsidP="00B65DC9">
      <w:r>
        <w:lastRenderedPageBreak/>
        <w:t>138.4551</w:t>
      </w:r>
      <w:r>
        <w:tab/>
        <w:t>1.013e0</w:t>
      </w:r>
    </w:p>
    <w:p w:rsidR="00B65DC9" w:rsidRDefault="00B65DC9" w:rsidP="00B65DC9">
      <w:r>
        <w:t>138.4582</w:t>
      </w:r>
      <w:r>
        <w:tab/>
        <w:t>1.266e-2</w:t>
      </w:r>
    </w:p>
    <w:p w:rsidR="00B65DC9" w:rsidRDefault="00B65DC9" w:rsidP="00B65DC9">
      <w:r>
        <w:t>138.4955</w:t>
      </w:r>
      <w:r>
        <w:tab/>
        <w:t>1.013e0</w:t>
      </w:r>
    </w:p>
    <w:p w:rsidR="00B65DC9" w:rsidRDefault="00B65DC9" w:rsidP="00B65DC9">
      <w:r>
        <w:t>138.5016</w:t>
      </w:r>
      <w:r>
        <w:tab/>
        <w:t>3.038e0</w:t>
      </w:r>
    </w:p>
    <w:p w:rsidR="00B65DC9" w:rsidRDefault="00B65DC9" w:rsidP="00B65DC9">
      <w:r>
        <w:t>138.5176</w:t>
      </w:r>
      <w:r>
        <w:tab/>
        <w:t>1.025e0</w:t>
      </w:r>
    </w:p>
    <w:p w:rsidR="00B65DC9" w:rsidRDefault="00B65DC9" w:rsidP="00B65DC9">
      <w:r>
        <w:t>138.5361</w:t>
      </w:r>
      <w:r>
        <w:tab/>
        <w:t>1.266e-2</w:t>
      </w:r>
    </w:p>
    <w:p w:rsidR="00B65DC9" w:rsidRDefault="00B65DC9" w:rsidP="00B65DC9">
      <w:r>
        <w:t>138.5393</w:t>
      </w:r>
      <w:r>
        <w:tab/>
        <w:t>2.025e0</w:t>
      </w:r>
    </w:p>
    <w:p w:rsidR="00B65DC9" w:rsidRDefault="00B65DC9" w:rsidP="00B65DC9">
      <w:r>
        <w:t>138.5524</w:t>
      </w:r>
      <w:r>
        <w:tab/>
        <w:t>1.013e0</w:t>
      </w:r>
    </w:p>
    <w:p w:rsidR="00B65DC9" w:rsidRDefault="00B65DC9" w:rsidP="00B65DC9">
      <w:r>
        <w:t>138.5708</w:t>
      </w:r>
      <w:r>
        <w:tab/>
        <w:t>1.013e0</w:t>
      </w:r>
    </w:p>
    <w:p w:rsidR="00B65DC9" w:rsidRDefault="00B65DC9" w:rsidP="00B65DC9">
      <w:r>
        <w:t>138.6085</w:t>
      </w:r>
      <w:r>
        <w:tab/>
        <w:t>1.013e0</w:t>
      </w:r>
    </w:p>
    <w:p w:rsidR="00B65DC9" w:rsidRDefault="00B65DC9" w:rsidP="00B65DC9">
      <w:r>
        <w:t>138.6398</w:t>
      </w:r>
      <w:r>
        <w:tab/>
        <w:t>1.013e0</w:t>
      </w:r>
    </w:p>
    <w:p w:rsidR="00B65DC9" w:rsidRDefault="00B65DC9" w:rsidP="00B65DC9">
      <w:r>
        <w:t>138.6581</w:t>
      </w:r>
      <w:r>
        <w:tab/>
        <w:t>1.013e0</w:t>
      </w:r>
    </w:p>
    <w:p w:rsidR="00B65DC9" w:rsidRDefault="00B65DC9" w:rsidP="00B65DC9">
      <w:r>
        <w:t>138.6677</w:t>
      </w:r>
      <w:r>
        <w:tab/>
        <w:t>1.013e0</w:t>
      </w:r>
    </w:p>
    <w:p w:rsidR="00B65DC9" w:rsidRDefault="00B65DC9" w:rsidP="00B65DC9">
      <w:r>
        <w:t>138.6720</w:t>
      </w:r>
      <w:r>
        <w:tab/>
        <w:t>3.038e0</w:t>
      </w:r>
    </w:p>
    <w:p w:rsidR="00B65DC9" w:rsidRDefault="00B65DC9" w:rsidP="00B65DC9">
      <w:r>
        <w:t>138.7083</w:t>
      </w:r>
      <w:r>
        <w:tab/>
        <w:t>1.013e0</w:t>
      </w:r>
    </w:p>
    <w:p w:rsidR="00B65DC9" w:rsidRDefault="00B65DC9" w:rsidP="00B65DC9">
      <w:r>
        <w:t>138.7239</w:t>
      </w:r>
      <w:r>
        <w:tab/>
        <w:t>1.266e-2</w:t>
      </w:r>
    </w:p>
    <w:p w:rsidR="00B65DC9" w:rsidRDefault="00B65DC9" w:rsidP="00B65DC9">
      <w:r>
        <w:t>138.7271</w:t>
      </w:r>
      <w:r>
        <w:tab/>
        <w:t>1.013e0</w:t>
      </w:r>
    </w:p>
    <w:p w:rsidR="00B65DC9" w:rsidRDefault="00B65DC9" w:rsidP="00B65DC9">
      <w:r>
        <w:t>138.7681</w:t>
      </w:r>
      <w:r>
        <w:tab/>
        <w:t>1.266e-2</w:t>
      </w:r>
    </w:p>
    <w:p w:rsidR="00B65DC9" w:rsidRDefault="00B65DC9" w:rsidP="00B65DC9">
      <w:r>
        <w:t>138.8022</w:t>
      </w:r>
      <w:r>
        <w:tab/>
        <w:t>1.013e0</w:t>
      </w:r>
    </w:p>
    <w:p w:rsidR="00B65DC9" w:rsidRDefault="00B65DC9" w:rsidP="00B65DC9">
      <w:r>
        <w:lastRenderedPageBreak/>
        <w:t>138.8332</w:t>
      </w:r>
      <w:r>
        <w:tab/>
        <w:t>1.266e-2</w:t>
      </w:r>
    </w:p>
    <w:p w:rsidR="00B65DC9" w:rsidRDefault="00B65DC9" w:rsidP="00B65DC9">
      <w:r>
        <w:t>138.8387</w:t>
      </w:r>
      <w:r>
        <w:tab/>
        <w:t>3.038e0</w:t>
      </w:r>
    </w:p>
    <w:p w:rsidR="00B65DC9" w:rsidRDefault="00B65DC9" w:rsidP="00B65DC9">
      <w:r>
        <w:t>138.8429</w:t>
      </w:r>
      <w:r>
        <w:tab/>
        <w:t>1.013e0</w:t>
      </w:r>
    </w:p>
    <w:p w:rsidR="00B65DC9" w:rsidRDefault="00B65DC9" w:rsidP="00B65DC9">
      <w:r>
        <w:t>138.8488</w:t>
      </w:r>
      <w:r>
        <w:tab/>
        <w:t>3.051e0</w:t>
      </w:r>
    </w:p>
    <w:p w:rsidR="00B65DC9" w:rsidRDefault="00B65DC9" w:rsidP="00B65DC9">
      <w:r>
        <w:t>138.8712</w:t>
      </w:r>
      <w:r>
        <w:tab/>
        <w:t>1.013e0</w:t>
      </w:r>
    </w:p>
    <w:p w:rsidR="00B65DC9" w:rsidRDefault="00B65DC9" w:rsidP="00B65DC9">
      <w:r>
        <w:t>138.8838</w:t>
      </w:r>
      <w:r>
        <w:tab/>
        <w:t>1.013e0</w:t>
      </w:r>
    </w:p>
    <w:p w:rsidR="00B65DC9" w:rsidRDefault="00B65DC9" w:rsidP="00B65DC9">
      <w:r>
        <w:t>138.8873</w:t>
      </w:r>
      <w:r>
        <w:tab/>
        <w:t>1.013e0</w:t>
      </w:r>
    </w:p>
    <w:p w:rsidR="00B65DC9" w:rsidRDefault="00B65DC9" w:rsidP="00B65DC9">
      <w:r>
        <w:t>138.9055</w:t>
      </w:r>
      <w:r>
        <w:tab/>
        <w:t>1.266e-2</w:t>
      </w:r>
    </w:p>
    <w:p w:rsidR="00B65DC9" w:rsidRDefault="00B65DC9" w:rsidP="00B65DC9">
      <w:r>
        <w:t>138.9352</w:t>
      </w:r>
      <w:r>
        <w:tab/>
        <w:t>2.025e0</w:t>
      </w:r>
    </w:p>
    <w:p w:rsidR="00B65DC9" w:rsidRDefault="00B65DC9" w:rsidP="00B65DC9">
      <w:r>
        <w:t>138.9400</w:t>
      </w:r>
      <w:r>
        <w:tab/>
        <w:t>1.013e0</w:t>
      </w:r>
    </w:p>
    <w:p w:rsidR="00B65DC9" w:rsidRDefault="00B65DC9" w:rsidP="00B65DC9">
      <w:r>
        <w:t>138.9650</w:t>
      </w:r>
      <w:r>
        <w:tab/>
        <w:t>1.013e0</w:t>
      </w:r>
    </w:p>
    <w:p w:rsidR="00B65DC9" w:rsidRDefault="00B65DC9" w:rsidP="00B65DC9">
      <w:r>
        <w:t>139.0060</w:t>
      </w:r>
      <w:r>
        <w:tab/>
        <w:t>1.013e0</w:t>
      </w:r>
    </w:p>
    <w:p w:rsidR="00B65DC9" w:rsidRDefault="00B65DC9" w:rsidP="00B65DC9">
      <w:r>
        <w:t>139.0180</w:t>
      </w:r>
      <w:r>
        <w:tab/>
        <w:t>1.013e0</w:t>
      </w:r>
    </w:p>
    <w:p w:rsidR="00B65DC9" w:rsidRDefault="00B65DC9" w:rsidP="00B65DC9">
      <w:r>
        <w:t>139.0325</w:t>
      </w:r>
      <w:r>
        <w:tab/>
        <w:t>2.025e0</w:t>
      </w:r>
    </w:p>
    <w:p w:rsidR="00B65DC9" w:rsidRDefault="00B65DC9" w:rsidP="00B65DC9">
      <w:r>
        <w:t>139.0539</w:t>
      </w:r>
      <w:r>
        <w:tab/>
        <w:t>8.101e0</w:t>
      </w:r>
    </w:p>
    <w:p w:rsidR="00B65DC9" w:rsidRDefault="00B65DC9" w:rsidP="00B65DC9">
      <w:r>
        <w:t>139.0549</w:t>
      </w:r>
      <w:r>
        <w:tab/>
        <w:t>1.038e0</w:t>
      </w:r>
    </w:p>
    <w:p w:rsidR="00B65DC9" w:rsidRDefault="00B65DC9" w:rsidP="00B65DC9">
      <w:r>
        <w:t>139.0720</w:t>
      </w:r>
      <w:r>
        <w:tab/>
        <w:t>1.745e0</w:t>
      </w:r>
    </w:p>
    <w:p w:rsidR="00B65DC9" w:rsidRDefault="00B65DC9" w:rsidP="00B65DC9">
      <w:r>
        <w:t>139.0748</w:t>
      </w:r>
      <w:r>
        <w:tab/>
        <w:t>1.013e0</w:t>
      </w:r>
    </w:p>
    <w:p w:rsidR="00B65DC9" w:rsidRDefault="00B65DC9" w:rsidP="00B65DC9">
      <w:r>
        <w:t>139.0823</w:t>
      </w:r>
      <w:r>
        <w:tab/>
        <w:t>1.797e0</w:t>
      </w:r>
    </w:p>
    <w:p w:rsidR="00B65DC9" w:rsidRDefault="00B65DC9" w:rsidP="00B65DC9">
      <w:r>
        <w:lastRenderedPageBreak/>
        <w:t>139.1097</w:t>
      </w:r>
      <w:r>
        <w:tab/>
        <w:t>5.672e0</w:t>
      </w:r>
    </w:p>
    <w:p w:rsidR="00B65DC9" w:rsidRDefault="00B65DC9" w:rsidP="00B65DC9">
      <w:r>
        <w:t>139.1131</w:t>
      </w:r>
      <w:r>
        <w:tab/>
        <w:t>3.279e0</w:t>
      </w:r>
    </w:p>
    <w:p w:rsidR="00B65DC9" w:rsidRDefault="00B65DC9" w:rsidP="00B65DC9">
      <w:r>
        <w:t>139.1219</w:t>
      </w:r>
      <w:r>
        <w:tab/>
        <w:t>3.384e0</w:t>
      </w:r>
    </w:p>
    <w:p w:rsidR="00B65DC9" w:rsidRDefault="00B65DC9" w:rsidP="00B65DC9">
      <w:r>
        <w:t>139.1405</w:t>
      </w:r>
      <w:r>
        <w:tab/>
        <w:t>1.013e0</w:t>
      </w:r>
    </w:p>
    <w:p w:rsidR="00B65DC9" w:rsidRDefault="00B65DC9" w:rsidP="00B65DC9">
      <w:r>
        <w:t>139.1813</w:t>
      </w:r>
      <w:r>
        <w:tab/>
        <w:t>1.013e0</w:t>
      </w:r>
    </w:p>
    <w:p w:rsidR="00B65DC9" w:rsidRDefault="00B65DC9" w:rsidP="00B65DC9">
      <w:r>
        <w:t>139.2062</w:t>
      </w:r>
      <w:r>
        <w:tab/>
        <w:t>1.013e0</w:t>
      </w:r>
    </w:p>
    <w:p w:rsidR="00B65DC9" w:rsidRDefault="00B65DC9" w:rsidP="00B65DC9">
      <w:r>
        <w:t>139.2144</w:t>
      </w:r>
      <w:r>
        <w:tab/>
        <w:t>2.025e0</w:t>
      </w:r>
    </w:p>
    <w:p w:rsidR="00B65DC9" w:rsidRDefault="00B65DC9" w:rsidP="00B65DC9">
      <w:r>
        <w:t>139.2376</w:t>
      </w:r>
      <w:r>
        <w:tab/>
        <w:t>1.266e-2</w:t>
      </w:r>
    </w:p>
    <w:p w:rsidR="00B65DC9" w:rsidRDefault="00B65DC9" w:rsidP="00B65DC9">
      <w:r>
        <w:t>139.2408</w:t>
      </w:r>
      <w:r>
        <w:tab/>
        <w:t>1.013e0</w:t>
      </w:r>
    </w:p>
    <w:p w:rsidR="00B65DC9" w:rsidRDefault="00B65DC9" w:rsidP="00B65DC9">
      <w:r>
        <w:t>139.2537</w:t>
      </w:r>
      <w:r>
        <w:tab/>
        <w:t>1.266e-2</w:t>
      </w:r>
    </w:p>
    <w:p w:rsidR="00B65DC9" w:rsidRDefault="00B65DC9" w:rsidP="00B65DC9">
      <w:r>
        <w:t>139.2722</w:t>
      </w:r>
      <w:r>
        <w:tab/>
        <w:t>1.013e0</w:t>
      </w:r>
    </w:p>
    <w:p w:rsidR="00B65DC9" w:rsidRDefault="00B65DC9" w:rsidP="00B65DC9">
      <w:r>
        <w:t>139.2818</w:t>
      </w:r>
      <w:r>
        <w:tab/>
        <w:t>1.025e0</w:t>
      </w:r>
    </w:p>
    <w:p w:rsidR="00B65DC9" w:rsidRDefault="00B65DC9" w:rsidP="00B65DC9">
      <w:r>
        <w:t>139.2883</w:t>
      </w:r>
      <w:r>
        <w:tab/>
        <w:t>1.013e0</w:t>
      </w:r>
    </w:p>
    <w:p w:rsidR="00B65DC9" w:rsidRDefault="00B65DC9" w:rsidP="00B65DC9">
      <w:r>
        <w:t>139.2912</w:t>
      </w:r>
      <w:r>
        <w:tab/>
        <w:t>1.013e0</w:t>
      </w:r>
    </w:p>
    <w:p w:rsidR="00B65DC9" w:rsidRDefault="00B65DC9" w:rsidP="00B65DC9">
      <w:r>
        <w:t>139.3085</w:t>
      </w:r>
      <w:r>
        <w:tab/>
        <w:t>1.797e-1</w:t>
      </w:r>
    </w:p>
    <w:p w:rsidR="00B65DC9" w:rsidRDefault="00B65DC9" w:rsidP="00B65DC9">
      <w:r>
        <w:t>139.3319</w:t>
      </w:r>
      <w:r>
        <w:tab/>
        <w:t>1.013e0</w:t>
      </w:r>
    </w:p>
    <w:p w:rsidR="00B65DC9" w:rsidRDefault="00B65DC9" w:rsidP="00B65DC9">
      <w:r>
        <w:t>139.3397</w:t>
      </w:r>
      <w:r>
        <w:tab/>
        <w:t>2.025e0</w:t>
      </w:r>
    </w:p>
    <w:p w:rsidR="00B65DC9" w:rsidRDefault="00B65DC9" w:rsidP="00B65DC9">
      <w:r>
        <w:t>139.3759</w:t>
      </w:r>
      <w:r>
        <w:tab/>
        <w:t>1.266e-2</w:t>
      </w:r>
    </w:p>
    <w:p w:rsidR="00B65DC9" w:rsidRDefault="00B65DC9" w:rsidP="00B65DC9">
      <w:r>
        <w:t>139.3945</w:t>
      </w:r>
      <w:r>
        <w:tab/>
        <w:t>1.013e0</w:t>
      </w:r>
    </w:p>
    <w:p w:rsidR="00B65DC9" w:rsidRDefault="00B65DC9" w:rsidP="00B65DC9">
      <w:r>
        <w:lastRenderedPageBreak/>
        <w:t>139.4009</w:t>
      </w:r>
      <w:r>
        <w:tab/>
        <w:t>1.266e-2</w:t>
      </w:r>
    </w:p>
    <w:p w:rsidR="00B65DC9" w:rsidRDefault="00B65DC9" w:rsidP="00B65DC9">
      <w:r>
        <w:t>139.4073</w:t>
      </w:r>
      <w:r>
        <w:tab/>
        <w:t>1.013e0</w:t>
      </w:r>
    </w:p>
    <w:p w:rsidR="00B65DC9" w:rsidRDefault="00B65DC9" w:rsidP="00B65DC9">
      <w:r>
        <w:t>139.4226</w:t>
      </w:r>
      <w:r>
        <w:tab/>
        <w:t>1.266e-2</w:t>
      </w:r>
    </w:p>
    <w:p w:rsidR="00B65DC9" w:rsidRDefault="00B65DC9" w:rsidP="00B65DC9">
      <w:r>
        <w:t>139.4357</w:t>
      </w:r>
      <w:r>
        <w:tab/>
        <w:t>1.013e0</w:t>
      </w:r>
    </w:p>
    <w:p w:rsidR="00B65DC9" w:rsidRDefault="00B65DC9" w:rsidP="00B65DC9">
      <w:r>
        <w:t>139.4821</w:t>
      </w:r>
      <w:r>
        <w:tab/>
        <w:t>1.013e0</w:t>
      </w:r>
    </w:p>
    <w:p w:rsidR="00B65DC9" w:rsidRDefault="00B65DC9" w:rsidP="00B65DC9">
      <w:r>
        <w:t>139.5015</w:t>
      </w:r>
      <w:r>
        <w:tab/>
        <w:t>1.013e0</w:t>
      </w:r>
    </w:p>
    <w:p w:rsidR="00B65DC9" w:rsidRDefault="00B65DC9" w:rsidP="00B65DC9">
      <w:r>
        <w:t>139.5050</w:t>
      </w:r>
      <w:r>
        <w:tab/>
        <w:t>1.013e0</w:t>
      </w:r>
    </w:p>
    <w:p w:rsidR="00B65DC9" w:rsidRDefault="00B65DC9" w:rsidP="00B65DC9">
      <w:r>
        <w:t>139.5350</w:t>
      </w:r>
      <w:r>
        <w:tab/>
        <w:t>3.798e-2</w:t>
      </w:r>
    </w:p>
    <w:p w:rsidR="00B65DC9" w:rsidRDefault="00B65DC9" w:rsidP="00B65DC9">
      <w:r>
        <w:t>139.5373</w:t>
      </w:r>
      <w:r>
        <w:tab/>
        <w:t>4.051e0</w:t>
      </w:r>
    </w:p>
    <w:p w:rsidR="00B65DC9" w:rsidRDefault="00B65DC9" w:rsidP="00B65DC9">
      <w:r>
        <w:t>139.5406</w:t>
      </w:r>
      <w:r>
        <w:tab/>
        <w:t>3.038e0</w:t>
      </w:r>
    </w:p>
    <w:p w:rsidR="00B65DC9" w:rsidRDefault="00B65DC9" w:rsidP="00B65DC9">
      <w:r>
        <w:t>139.5441</w:t>
      </w:r>
      <w:r>
        <w:tab/>
        <w:t>2.038e0</w:t>
      </w:r>
    </w:p>
    <w:p w:rsidR="00B65DC9" w:rsidRDefault="00B65DC9" w:rsidP="00B65DC9">
      <w:r>
        <w:t>139.5611</w:t>
      </w:r>
      <w:r>
        <w:tab/>
        <w:t>1.013e0</w:t>
      </w:r>
    </w:p>
    <w:p w:rsidR="00B65DC9" w:rsidRDefault="00B65DC9" w:rsidP="00B65DC9">
      <w:r>
        <w:t>139.5643</w:t>
      </w:r>
      <w:r>
        <w:tab/>
        <w:t>1.013e0</w:t>
      </w:r>
    </w:p>
    <w:p w:rsidR="00B65DC9" w:rsidRDefault="00B65DC9" w:rsidP="00B65DC9">
      <w:r>
        <w:t>139.5735</w:t>
      </w:r>
      <w:r>
        <w:tab/>
        <w:t>1.013e0</w:t>
      </w:r>
    </w:p>
    <w:p w:rsidR="00B65DC9" w:rsidRDefault="00B65DC9" w:rsidP="00B65DC9">
      <w:r>
        <w:t>139.5958</w:t>
      </w:r>
      <w:r>
        <w:tab/>
        <w:t>2.038e0</w:t>
      </w:r>
    </w:p>
    <w:p w:rsidR="00B65DC9" w:rsidRDefault="00B65DC9" w:rsidP="00B65DC9">
      <w:r>
        <w:t>139.6019</w:t>
      </w:r>
      <w:r>
        <w:tab/>
        <w:t>1.013e0</w:t>
      </w:r>
    </w:p>
    <w:p w:rsidR="00B65DC9" w:rsidRDefault="00B65DC9" w:rsidP="00B65DC9">
      <w:r>
        <w:t>139.6271</w:t>
      </w:r>
      <w:r>
        <w:tab/>
        <w:t>1.013e0</w:t>
      </w:r>
    </w:p>
    <w:p w:rsidR="00B65DC9" w:rsidRDefault="00B65DC9" w:rsidP="00B65DC9">
      <w:r>
        <w:t>139.6360</w:t>
      </w:r>
      <w:r>
        <w:tab/>
        <w:t>2.532e-2</w:t>
      </w:r>
    </w:p>
    <w:p w:rsidR="00B65DC9" w:rsidRDefault="00B65DC9" w:rsidP="00B65DC9">
      <w:r>
        <w:t>139.6440</w:t>
      </w:r>
      <w:r>
        <w:tab/>
        <w:t>2.025e0</w:t>
      </w:r>
    </w:p>
    <w:p w:rsidR="00B65DC9" w:rsidRDefault="00B65DC9" w:rsidP="00B65DC9">
      <w:r>
        <w:lastRenderedPageBreak/>
        <w:t>139.6837</w:t>
      </w:r>
      <w:r>
        <w:tab/>
        <w:t>1.013e0</w:t>
      </w:r>
    </w:p>
    <w:p w:rsidR="00B65DC9" w:rsidRDefault="00B65DC9" w:rsidP="00B65DC9">
      <w:r>
        <w:t>139.7619</w:t>
      </w:r>
      <w:r>
        <w:tab/>
        <w:t>1.013e0</w:t>
      </w:r>
    </w:p>
    <w:p w:rsidR="00B65DC9" w:rsidRDefault="00B65DC9" w:rsidP="00B65DC9">
      <w:r>
        <w:t>139.7842</w:t>
      </w:r>
      <w:r>
        <w:tab/>
        <w:t>1.266e-2</w:t>
      </w:r>
    </w:p>
    <w:p w:rsidR="00B65DC9" w:rsidRDefault="00B65DC9" w:rsidP="00B65DC9">
      <w:r>
        <w:t>139.8028</w:t>
      </w:r>
      <w:r>
        <w:tab/>
        <w:t>3.038e0</w:t>
      </w:r>
    </w:p>
    <w:p w:rsidR="00B65DC9" w:rsidRDefault="00B65DC9" w:rsidP="00B65DC9">
      <w:r>
        <w:t>139.8246</w:t>
      </w:r>
      <w:r>
        <w:tab/>
        <w:t>3.051e0</w:t>
      </w:r>
    </w:p>
    <w:p w:rsidR="00B65DC9" w:rsidRDefault="00B65DC9" w:rsidP="00B65DC9">
      <w:r>
        <w:t>139.8533</w:t>
      </w:r>
      <w:r>
        <w:tab/>
        <w:t>1.013e0</w:t>
      </w:r>
    </w:p>
    <w:p w:rsidR="00B65DC9" w:rsidRDefault="00B65DC9" w:rsidP="00B65DC9">
      <w:r>
        <w:t>139.8624</w:t>
      </w:r>
      <w:r>
        <w:tab/>
        <w:t>1.266e-2</w:t>
      </w:r>
    </w:p>
    <w:p w:rsidR="00B65DC9" w:rsidRDefault="00B65DC9" w:rsidP="00B65DC9">
      <w:r>
        <w:t>139.8752</w:t>
      </w:r>
      <w:r>
        <w:tab/>
        <w:t>1.266e-2</w:t>
      </w:r>
    </w:p>
    <w:p w:rsidR="00B65DC9" w:rsidRDefault="00B65DC9" w:rsidP="00B65DC9">
      <w:r>
        <w:t>139.9189</w:t>
      </w:r>
      <w:r>
        <w:tab/>
        <w:t>1.013e0</w:t>
      </w:r>
    </w:p>
    <w:p w:rsidR="00B65DC9" w:rsidRDefault="00B65DC9" w:rsidP="00B65DC9">
      <w:r>
        <w:t>139.9254</w:t>
      </w:r>
      <w:r>
        <w:tab/>
        <w:t>1.025e0</w:t>
      </w:r>
    </w:p>
    <w:p w:rsidR="00B65DC9" w:rsidRDefault="00B65DC9" w:rsidP="00B65DC9">
      <w:r>
        <w:t>139.9633</w:t>
      </w:r>
      <w:r>
        <w:tab/>
        <w:t>1.013e0</w:t>
      </w:r>
    </w:p>
    <w:p w:rsidR="00B65DC9" w:rsidRDefault="00B65DC9" w:rsidP="00B65DC9">
      <w:r>
        <w:t>139.9647</w:t>
      </w:r>
      <w:r>
        <w:tab/>
        <w:t>2.025e0</w:t>
      </w:r>
    </w:p>
    <w:p w:rsidR="00B65DC9" w:rsidRDefault="00B65DC9" w:rsidP="00B65DC9">
      <w:r>
        <w:t>139.9728</w:t>
      </w:r>
      <w:r>
        <w:tab/>
        <w:t>1.266e-2</w:t>
      </w:r>
    </w:p>
    <w:p w:rsidR="00B65DC9" w:rsidRDefault="00B65DC9" w:rsidP="00B65DC9">
      <w:r>
        <w:t>139.9818</w:t>
      </w:r>
      <w:r>
        <w:tab/>
        <w:t>1.266e-2</w:t>
      </w:r>
    </w:p>
    <w:p w:rsidR="00B65DC9" w:rsidRDefault="00B65DC9" w:rsidP="00B65DC9">
      <w:r>
        <w:t>139.9850</w:t>
      </w:r>
      <w:r>
        <w:tab/>
        <w:t>1.266e-2</w:t>
      </w:r>
    </w:p>
    <w:p w:rsidR="00B65DC9" w:rsidRDefault="00B65DC9" w:rsidP="00B65DC9">
      <w:r>
        <w:t>140.0012</w:t>
      </w:r>
      <w:r>
        <w:tab/>
        <w:t>1.013e0</w:t>
      </w:r>
    </w:p>
    <w:p w:rsidR="00B65DC9" w:rsidRDefault="00B65DC9" w:rsidP="00B65DC9">
      <w:r>
        <w:t>140.0042</w:t>
      </w:r>
      <w:r>
        <w:tab/>
        <w:t>1.013e0</w:t>
      </w:r>
    </w:p>
    <w:p w:rsidR="00B65DC9" w:rsidRDefault="00B65DC9" w:rsidP="00B65DC9">
      <w:r>
        <w:t>140.0306</w:t>
      </w:r>
      <w:r>
        <w:tab/>
        <w:t>1.038e0</w:t>
      </w:r>
    </w:p>
    <w:p w:rsidR="00B65DC9" w:rsidRDefault="00B65DC9" w:rsidP="00B65DC9">
      <w:r>
        <w:t>140.0447</w:t>
      </w:r>
      <w:r>
        <w:tab/>
        <w:t>2.025e0</w:t>
      </w:r>
    </w:p>
    <w:p w:rsidR="00B65DC9" w:rsidRDefault="00B65DC9" w:rsidP="00B65DC9">
      <w:r>
        <w:lastRenderedPageBreak/>
        <w:t>140.0477</w:t>
      </w:r>
      <w:r>
        <w:tab/>
        <w:t>3.038e0</w:t>
      </w:r>
    </w:p>
    <w:p w:rsidR="00B65DC9" w:rsidRDefault="00B65DC9" w:rsidP="00B65DC9">
      <w:r>
        <w:t>140.0575</w:t>
      </w:r>
      <w:r>
        <w:tab/>
        <w:t>1.266e-2</w:t>
      </w:r>
    </w:p>
    <w:p w:rsidR="00B65DC9" w:rsidRDefault="00B65DC9" w:rsidP="00B65DC9">
      <w:r>
        <w:t>140.0764</w:t>
      </w:r>
      <w:r>
        <w:tab/>
        <w:t>5.063e0</w:t>
      </w:r>
    </w:p>
    <w:p w:rsidR="00B65DC9" w:rsidRDefault="00B65DC9" w:rsidP="00B65DC9">
      <w:r>
        <w:t>140.0843</w:t>
      </w:r>
      <w:r>
        <w:tab/>
        <w:t>8.394e0</w:t>
      </w:r>
    </w:p>
    <w:p w:rsidR="00B65DC9" w:rsidRDefault="00B65DC9" w:rsidP="00B65DC9">
      <w:r>
        <w:t>140.0905</w:t>
      </w:r>
      <w:r>
        <w:tab/>
        <w:t>2.025e0</w:t>
      </w:r>
    </w:p>
    <w:p w:rsidR="00B65DC9" w:rsidRDefault="00B65DC9" w:rsidP="00B65DC9">
      <w:r>
        <w:t>140.1391</w:t>
      </w:r>
      <w:r>
        <w:tab/>
        <w:t>1.013e0</w:t>
      </w:r>
    </w:p>
    <w:p w:rsidR="00B65DC9" w:rsidRDefault="00B65DC9" w:rsidP="00B65DC9">
      <w:r>
        <w:t>140.1435</w:t>
      </w:r>
      <w:r>
        <w:tab/>
        <w:t>2.025e0</w:t>
      </w:r>
    </w:p>
    <w:p w:rsidR="00B65DC9" w:rsidRDefault="00B65DC9" w:rsidP="00B65DC9">
      <w:r>
        <w:t>140.1770</w:t>
      </w:r>
      <w:r>
        <w:tab/>
        <w:t>1.266e-2</w:t>
      </w:r>
    </w:p>
    <w:p w:rsidR="00B65DC9" w:rsidRDefault="00B65DC9" w:rsidP="00B65DC9">
      <w:r>
        <w:t>140.1962</w:t>
      </w:r>
      <w:r>
        <w:tab/>
        <w:t>1.266e-2</w:t>
      </w:r>
    </w:p>
    <w:p w:rsidR="00B65DC9" w:rsidRDefault="00B65DC9" w:rsidP="00B65DC9">
      <w:r>
        <w:t>140.2278</w:t>
      </w:r>
      <w:r>
        <w:tab/>
        <w:t>2.025e0</w:t>
      </w:r>
    </w:p>
    <w:p w:rsidR="00B65DC9" w:rsidRDefault="00B65DC9" w:rsidP="00B65DC9">
      <w:r>
        <w:t>140.2938</w:t>
      </w:r>
      <w:r>
        <w:tab/>
        <w:t>1.266e-2</w:t>
      </w:r>
    </w:p>
    <w:p w:rsidR="00B65DC9" w:rsidRDefault="00B65DC9" w:rsidP="00B65DC9">
      <w:r>
        <w:t>140.3221</w:t>
      </w:r>
      <w:r>
        <w:tab/>
        <w:t>2.025e0</w:t>
      </w:r>
    </w:p>
    <w:p w:rsidR="00B65DC9" w:rsidRDefault="00B65DC9" w:rsidP="00B65DC9">
      <w:r>
        <w:t>140.3376</w:t>
      </w:r>
      <w:r>
        <w:tab/>
        <w:t>1.013e0</w:t>
      </w:r>
    </w:p>
    <w:p w:rsidR="00B65DC9" w:rsidRDefault="00B65DC9" w:rsidP="00B65DC9">
      <w:r>
        <w:t>140.3438</w:t>
      </w:r>
      <w:r>
        <w:tab/>
        <w:t>1.266e-2</w:t>
      </w:r>
    </w:p>
    <w:p w:rsidR="00B65DC9" w:rsidRDefault="00B65DC9" w:rsidP="00B65DC9">
      <w:r>
        <w:t>140.4165</w:t>
      </w:r>
      <w:r>
        <w:tab/>
        <w:t>1.013e0</w:t>
      </w:r>
    </w:p>
    <w:p w:rsidR="00B65DC9" w:rsidRDefault="00B65DC9" w:rsidP="00B65DC9">
      <w:r>
        <w:t>140.4480</w:t>
      </w:r>
      <w:r>
        <w:tab/>
        <w:t>1.266e-2</w:t>
      </w:r>
    </w:p>
    <w:p w:rsidR="00B65DC9" w:rsidRDefault="00B65DC9" w:rsidP="00B65DC9">
      <w:r>
        <w:t>140.4998</w:t>
      </w:r>
      <w:r>
        <w:tab/>
        <w:t>2.025e0</w:t>
      </w:r>
    </w:p>
    <w:p w:rsidR="00B65DC9" w:rsidRDefault="00B65DC9" w:rsidP="00B65DC9">
      <w:r>
        <w:t>140.5360</w:t>
      </w:r>
      <w:r>
        <w:tab/>
        <w:t>1.013e0</w:t>
      </w:r>
    </w:p>
    <w:p w:rsidR="00B65DC9" w:rsidRDefault="00B65DC9" w:rsidP="00B65DC9">
      <w:r>
        <w:t>140.5547</w:t>
      </w:r>
      <w:r>
        <w:tab/>
        <w:t>1.025e0</w:t>
      </w:r>
    </w:p>
    <w:p w:rsidR="00B65DC9" w:rsidRDefault="00B65DC9" w:rsidP="00B65DC9">
      <w:r>
        <w:lastRenderedPageBreak/>
        <w:t>140.5806</w:t>
      </w:r>
      <w:r>
        <w:tab/>
        <w:t>2.025e0</w:t>
      </w:r>
    </w:p>
    <w:p w:rsidR="00B65DC9" w:rsidRDefault="00B65DC9" w:rsidP="00B65DC9">
      <w:r>
        <w:t>140.6337</w:t>
      </w:r>
      <w:r>
        <w:tab/>
        <w:t>1.013e0</w:t>
      </w:r>
    </w:p>
    <w:p w:rsidR="00B65DC9" w:rsidRDefault="00B65DC9" w:rsidP="00B65DC9">
      <w:r>
        <w:t>140.6403</w:t>
      </w:r>
      <w:r>
        <w:tab/>
        <w:t>1.266e-2</w:t>
      </w:r>
    </w:p>
    <w:p w:rsidR="00B65DC9" w:rsidRDefault="00B65DC9" w:rsidP="00B65DC9">
      <w:r>
        <w:t>140.7847</w:t>
      </w:r>
      <w:r>
        <w:tab/>
        <w:t>1.013e0</w:t>
      </w:r>
    </w:p>
    <w:p w:rsidR="00B65DC9" w:rsidRDefault="00B65DC9" w:rsidP="00B65DC9">
      <w:r>
        <w:t>140.7944</w:t>
      </w:r>
      <w:r>
        <w:tab/>
        <w:t>1.013e0</w:t>
      </w:r>
    </w:p>
    <w:p w:rsidR="00B65DC9" w:rsidRDefault="00B65DC9" w:rsidP="00B65DC9">
      <w:r>
        <w:t>140.8132</w:t>
      </w:r>
      <w:r>
        <w:tab/>
        <w:t>1.025e0</w:t>
      </w:r>
    </w:p>
    <w:p w:rsidR="00B65DC9" w:rsidRDefault="00B65DC9" w:rsidP="00B65DC9">
      <w:r>
        <w:t>140.8324</w:t>
      </w:r>
      <w:r>
        <w:tab/>
        <w:t>1.013e0</w:t>
      </w:r>
    </w:p>
    <w:p w:rsidR="00B65DC9" w:rsidRDefault="00B65DC9" w:rsidP="00B65DC9">
      <w:r>
        <w:t>140.8358</w:t>
      </w:r>
      <w:r>
        <w:tab/>
        <w:t>2.025e0</w:t>
      </w:r>
    </w:p>
    <w:p w:rsidR="00B65DC9" w:rsidRDefault="00B65DC9" w:rsidP="00B65DC9">
      <w:r>
        <w:t>140.8826</w:t>
      </w:r>
      <w:r>
        <w:tab/>
        <w:t>2.025e0</w:t>
      </w:r>
    </w:p>
    <w:p w:rsidR="00B65DC9" w:rsidRDefault="00B65DC9" w:rsidP="00B65DC9">
      <w:r>
        <w:t>140.8858</w:t>
      </w:r>
      <w:r>
        <w:tab/>
        <w:t>1.013e0</w:t>
      </w:r>
    </w:p>
    <w:p w:rsidR="00B65DC9" w:rsidRDefault="00B65DC9" w:rsidP="00B65DC9">
      <w:r>
        <w:t>140.8922</w:t>
      </w:r>
      <w:r>
        <w:tab/>
        <w:t>1.025e0</w:t>
      </w:r>
    </w:p>
    <w:p w:rsidR="00B65DC9" w:rsidRDefault="00B65DC9" w:rsidP="00B65DC9">
      <w:r>
        <w:t>140.9079</w:t>
      </w:r>
      <w:r>
        <w:tab/>
        <w:t>1.013e0</w:t>
      </w:r>
    </w:p>
    <w:p w:rsidR="00B65DC9" w:rsidRDefault="00B65DC9" w:rsidP="00B65DC9">
      <w:r>
        <w:t>140.9740</w:t>
      </w:r>
      <w:r>
        <w:tab/>
        <w:t>1.266e-2</w:t>
      </w:r>
    </w:p>
    <w:p w:rsidR="00B65DC9" w:rsidRDefault="00B65DC9" w:rsidP="00B65DC9">
      <w:r>
        <w:t>141.0028</w:t>
      </w:r>
      <w:r>
        <w:tab/>
        <w:t>1.266e-2</w:t>
      </w:r>
    </w:p>
    <w:p w:rsidR="00B65DC9" w:rsidRDefault="00B65DC9" w:rsidP="00B65DC9">
      <w:r>
        <w:t>141.0402</w:t>
      </w:r>
      <w:r>
        <w:tab/>
        <w:t>2.025e0</w:t>
      </w:r>
    </w:p>
    <w:p w:rsidR="00B65DC9" w:rsidRDefault="00B65DC9" w:rsidP="00B65DC9">
      <w:r>
        <w:t>141.0566</w:t>
      </w:r>
      <w:r>
        <w:tab/>
        <w:t>2.025e0</w:t>
      </w:r>
    </w:p>
    <w:p w:rsidR="00B65DC9" w:rsidRDefault="00B65DC9" w:rsidP="00B65DC9">
      <w:r>
        <w:t>141.0672</w:t>
      </w:r>
      <w:r>
        <w:tab/>
        <w:t>3.038e0</w:t>
      </w:r>
    </w:p>
    <w:p w:rsidR="00B65DC9" w:rsidRDefault="00B65DC9" w:rsidP="00B65DC9">
      <w:r>
        <w:t>141.0733</w:t>
      </w:r>
      <w:r>
        <w:tab/>
        <w:t>9.364e-1</w:t>
      </w:r>
    </w:p>
    <w:p w:rsidR="00B65DC9" w:rsidRDefault="00B65DC9" w:rsidP="00B65DC9">
      <w:r>
        <w:t>141.0831</w:t>
      </w:r>
      <w:r>
        <w:tab/>
        <w:t>3.162e0</w:t>
      </w:r>
    </w:p>
    <w:p w:rsidR="00B65DC9" w:rsidRDefault="00B65DC9" w:rsidP="00B65DC9">
      <w:r>
        <w:lastRenderedPageBreak/>
        <w:t>141.0948</w:t>
      </w:r>
      <w:r>
        <w:tab/>
        <w:t>5.365e0</w:t>
      </w:r>
    </w:p>
    <w:p w:rsidR="00B65DC9" w:rsidRDefault="00B65DC9" w:rsidP="00B65DC9">
      <w:r>
        <w:t>141.1065</w:t>
      </w:r>
      <w:r>
        <w:tab/>
        <w:t>1.025e0</w:t>
      </w:r>
    </w:p>
    <w:p w:rsidR="00B65DC9" w:rsidRDefault="00B65DC9" w:rsidP="00B65DC9">
      <w:r>
        <w:t>141.1076</w:t>
      </w:r>
      <w:r>
        <w:tab/>
        <w:t>2.910e0</w:t>
      </w:r>
    </w:p>
    <w:p w:rsidR="00B65DC9" w:rsidRDefault="00B65DC9" w:rsidP="00B65DC9">
      <w:r>
        <w:t>141.1480</w:t>
      </w:r>
      <w:r>
        <w:tab/>
        <w:t>1.266e-2</w:t>
      </w:r>
    </w:p>
    <w:p w:rsidR="00B65DC9" w:rsidRDefault="00B65DC9" w:rsidP="00B65DC9">
      <w:r>
        <w:t>141.1575</w:t>
      </w:r>
      <w:r>
        <w:tab/>
        <w:t>1.266e-2</w:t>
      </w:r>
    </w:p>
    <w:p w:rsidR="00B65DC9" w:rsidRDefault="00B65DC9" w:rsidP="00B65DC9">
      <w:r>
        <w:t>141.1794</w:t>
      </w:r>
      <w:r>
        <w:tab/>
        <w:t>1.266e-2</w:t>
      </w:r>
    </w:p>
    <w:p w:rsidR="00B65DC9" w:rsidRDefault="00B65DC9" w:rsidP="00B65DC9">
      <w:r>
        <w:t>141.2077</w:t>
      </w:r>
      <w:r>
        <w:tab/>
        <w:t>1.013e0</w:t>
      </w:r>
    </w:p>
    <w:p w:rsidR="00B65DC9" w:rsidRDefault="00B65DC9" w:rsidP="00B65DC9">
      <w:r>
        <w:t>141.2143</w:t>
      </w:r>
      <w:r>
        <w:tab/>
        <w:t>1.266e-2</w:t>
      </w:r>
    </w:p>
    <w:p w:rsidR="00B65DC9" w:rsidRDefault="00B65DC9" w:rsidP="00B65DC9">
      <w:r>
        <w:t>141.2359</w:t>
      </w:r>
      <w:r>
        <w:tab/>
        <w:t>1.025e0</w:t>
      </w:r>
    </w:p>
    <w:p w:rsidR="00B65DC9" w:rsidRDefault="00B65DC9" w:rsidP="00B65DC9">
      <w:r>
        <w:t>141.2425</w:t>
      </w:r>
      <w:r>
        <w:tab/>
        <w:t>1.266e-2</w:t>
      </w:r>
    </w:p>
    <w:p w:rsidR="00B65DC9" w:rsidRDefault="00B65DC9" w:rsidP="00B65DC9">
      <w:r>
        <w:t>141.2459</w:t>
      </w:r>
      <w:r>
        <w:tab/>
        <w:t>1.013e0</w:t>
      </w:r>
    </w:p>
    <w:p w:rsidR="00B65DC9" w:rsidRDefault="00B65DC9" w:rsidP="00B65DC9">
      <w:r>
        <w:t>141.2993</w:t>
      </w:r>
      <w:r>
        <w:tab/>
        <w:t>1.013e0</w:t>
      </w:r>
    </w:p>
    <w:p w:rsidR="00B65DC9" w:rsidRDefault="00B65DC9" w:rsidP="00B65DC9">
      <w:r>
        <w:t>141.3171</w:t>
      </w:r>
      <w:r>
        <w:tab/>
        <w:t>2.025e0</w:t>
      </w:r>
    </w:p>
    <w:p w:rsidR="00B65DC9" w:rsidRDefault="00B65DC9" w:rsidP="00B65DC9">
      <w:r>
        <w:t>141.3468</w:t>
      </w:r>
      <w:r>
        <w:tab/>
        <w:t>1.266e-2</w:t>
      </w:r>
    </w:p>
    <w:p w:rsidR="00B65DC9" w:rsidRDefault="00B65DC9" w:rsidP="00B65DC9">
      <w:r>
        <w:t>141.3600</w:t>
      </w:r>
      <w:r>
        <w:tab/>
        <w:t>1.013e0</w:t>
      </w:r>
    </w:p>
    <w:p w:rsidR="00B65DC9" w:rsidRDefault="00B65DC9" w:rsidP="00B65DC9">
      <w:r>
        <w:t>141.3627</w:t>
      </w:r>
      <w:r>
        <w:tab/>
        <w:t>1.013e0</w:t>
      </w:r>
    </w:p>
    <w:p w:rsidR="00B65DC9" w:rsidRDefault="00B65DC9" w:rsidP="00B65DC9">
      <w:r>
        <w:t>141.3719</w:t>
      </w:r>
      <w:r>
        <w:tab/>
        <w:t>1.266e-2</w:t>
      </w:r>
    </w:p>
    <w:p w:rsidR="00B65DC9" w:rsidRDefault="00B65DC9" w:rsidP="00B65DC9">
      <w:r>
        <w:t>141.3881</w:t>
      </w:r>
      <w:r>
        <w:tab/>
        <w:t>1.013e0</w:t>
      </w:r>
    </w:p>
    <w:p w:rsidR="00B65DC9" w:rsidRDefault="00B65DC9" w:rsidP="00B65DC9">
      <w:r>
        <w:t>141.4383</w:t>
      </w:r>
      <w:r>
        <w:tab/>
        <w:t>1.013e0</w:t>
      </w:r>
    </w:p>
    <w:p w:rsidR="00B65DC9" w:rsidRDefault="00B65DC9" w:rsidP="00B65DC9">
      <w:r>
        <w:lastRenderedPageBreak/>
        <w:t>141.4482</w:t>
      </w:r>
      <w:r>
        <w:tab/>
        <w:t>2.025e0</w:t>
      </w:r>
    </w:p>
    <w:p w:rsidR="00B65DC9" w:rsidRDefault="00B65DC9" w:rsidP="00B65DC9">
      <w:r>
        <w:t>141.4622</w:t>
      </w:r>
      <w:r>
        <w:tab/>
        <w:t>2.025e0</w:t>
      </w:r>
    </w:p>
    <w:p w:rsidR="00B65DC9" w:rsidRDefault="00B65DC9" w:rsidP="00B65DC9">
      <w:r>
        <w:t>141.5162</w:t>
      </w:r>
      <w:r>
        <w:tab/>
        <w:t>2.025e0</w:t>
      </w:r>
    </w:p>
    <w:p w:rsidR="00B65DC9" w:rsidRDefault="00B65DC9" w:rsidP="00B65DC9">
      <w:r>
        <w:t>141.5242</w:t>
      </w:r>
      <w:r>
        <w:tab/>
        <w:t>1.013e0</w:t>
      </w:r>
    </w:p>
    <w:p w:rsidR="00B65DC9" w:rsidRDefault="00B65DC9" w:rsidP="00B65DC9">
      <w:r>
        <w:t>141.5428</w:t>
      </w:r>
      <w:r>
        <w:tab/>
        <w:t>1.266e-2</w:t>
      </w:r>
    </w:p>
    <w:p w:rsidR="00B65DC9" w:rsidRDefault="00B65DC9" w:rsidP="00B65DC9">
      <w:r>
        <w:t>141.5462</w:t>
      </w:r>
      <w:r>
        <w:tab/>
        <w:t>1.266e-2</w:t>
      </w:r>
    </w:p>
    <w:p w:rsidR="00B65DC9" w:rsidRDefault="00B65DC9" w:rsidP="00B65DC9">
      <w:r>
        <w:t>141.5558</w:t>
      </w:r>
      <w:r>
        <w:tab/>
        <w:t>1.013e0</w:t>
      </w:r>
    </w:p>
    <w:p w:rsidR="00B65DC9" w:rsidRDefault="00B65DC9" w:rsidP="00B65DC9">
      <w:r>
        <w:t>141.6157</w:t>
      </w:r>
      <w:r>
        <w:tab/>
        <w:t>1.013e0</w:t>
      </w:r>
    </w:p>
    <w:p w:rsidR="00B65DC9" w:rsidRDefault="00B65DC9" w:rsidP="00B65DC9">
      <w:r>
        <w:t>141.6189</w:t>
      </w:r>
      <w:r>
        <w:tab/>
        <w:t>2.025e0</w:t>
      </w:r>
    </w:p>
    <w:p w:rsidR="00B65DC9" w:rsidRDefault="00B65DC9" w:rsidP="00B65DC9">
      <w:r>
        <w:t>141.6540</w:t>
      </w:r>
      <w:r>
        <w:tab/>
        <w:t>1.013e0</w:t>
      </w:r>
    </w:p>
    <w:p w:rsidR="00B65DC9" w:rsidRDefault="00B65DC9" w:rsidP="00B65DC9">
      <w:r>
        <w:t>141.6618</w:t>
      </w:r>
      <w:r>
        <w:tab/>
        <w:t>4.051e0</w:t>
      </w:r>
    </w:p>
    <w:p w:rsidR="00B65DC9" w:rsidRDefault="00B65DC9" w:rsidP="00B65DC9">
      <w:r>
        <w:t>141.6724</w:t>
      </w:r>
      <w:r>
        <w:tab/>
        <w:t>1.266e-2</w:t>
      </w:r>
    </w:p>
    <w:p w:rsidR="00B65DC9" w:rsidRDefault="00B65DC9" w:rsidP="00B65DC9">
      <w:r>
        <w:t>141.7137</w:t>
      </w:r>
      <w:r>
        <w:tab/>
        <w:t>1.025e0</w:t>
      </w:r>
    </w:p>
    <w:p w:rsidR="00B65DC9" w:rsidRDefault="00B65DC9" w:rsidP="00B65DC9">
      <w:r>
        <w:t>141.7236</w:t>
      </w:r>
      <w:r>
        <w:tab/>
        <w:t>1.266e-2</w:t>
      </w:r>
    </w:p>
    <w:p w:rsidR="00B65DC9" w:rsidRDefault="00B65DC9" w:rsidP="00B65DC9">
      <w:r>
        <w:t>141.7248</w:t>
      </w:r>
      <w:r>
        <w:tab/>
        <w:t>2.025e0</w:t>
      </w:r>
    </w:p>
    <w:p w:rsidR="00B65DC9" w:rsidRDefault="00B65DC9" w:rsidP="00B65DC9">
      <w:r>
        <w:t>141.7455</w:t>
      </w:r>
      <w:r>
        <w:tab/>
        <w:t>1.013e0</w:t>
      </w:r>
    </w:p>
    <w:p w:rsidR="00B65DC9" w:rsidRDefault="00B65DC9" w:rsidP="00B65DC9">
      <w:r>
        <w:t>141.8216</w:t>
      </w:r>
      <w:r>
        <w:tab/>
        <w:t>1.013e0</w:t>
      </w:r>
    </w:p>
    <w:p w:rsidR="00B65DC9" w:rsidRDefault="00B65DC9" w:rsidP="00B65DC9">
      <w:r>
        <w:t>141.8369</w:t>
      </w:r>
      <w:r>
        <w:tab/>
        <w:t>1.013e0</w:t>
      </w:r>
    </w:p>
    <w:p w:rsidR="00B65DC9" w:rsidRDefault="00B65DC9" w:rsidP="00B65DC9">
      <w:r>
        <w:t>141.8685</w:t>
      </w:r>
      <w:r>
        <w:tab/>
        <w:t>1.266e-2</w:t>
      </w:r>
    </w:p>
    <w:p w:rsidR="00B65DC9" w:rsidRDefault="00B65DC9" w:rsidP="00B65DC9">
      <w:r>
        <w:lastRenderedPageBreak/>
        <w:t>141.9198</w:t>
      </w:r>
      <w:r>
        <w:tab/>
        <w:t>1.013e0</w:t>
      </w:r>
    </w:p>
    <w:p w:rsidR="00B65DC9" w:rsidRDefault="00B65DC9" w:rsidP="00B65DC9">
      <w:r>
        <w:t>141.9271</w:t>
      </w:r>
      <w:r>
        <w:tab/>
        <w:t>2.025e0</w:t>
      </w:r>
    </w:p>
    <w:p w:rsidR="00B65DC9" w:rsidRDefault="00B65DC9" w:rsidP="00B65DC9">
      <w:r>
        <w:t>141.9350</w:t>
      </w:r>
      <w:r>
        <w:tab/>
        <w:t>1.013e0</w:t>
      </w:r>
    </w:p>
    <w:p w:rsidR="00B65DC9" w:rsidRDefault="00B65DC9" w:rsidP="00B65DC9">
      <w:r>
        <w:t>141.9533</w:t>
      </w:r>
      <w:r>
        <w:tab/>
        <w:t>3.038e0</w:t>
      </w:r>
    </w:p>
    <w:p w:rsidR="00B65DC9" w:rsidRDefault="00B65DC9" w:rsidP="00B65DC9">
      <w:r>
        <w:t>141.9830</w:t>
      </w:r>
      <w:r>
        <w:tab/>
        <w:t>1.266e-2</w:t>
      </w:r>
    </w:p>
    <w:p w:rsidR="00B65DC9" w:rsidRDefault="00B65DC9" w:rsidP="00B65DC9">
      <w:r>
        <w:t>141.9893</w:t>
      </w:r>
      <w:r>
        <w:tab/>
        <w:t>1.266e-2</w:t>
      </w:r>
    </w:p>
    <w:p w:rsidR="00B65DC9" w:rsidRDefault="00B65DC9" w:rsidP="00B65DC9">
      <w:r>
        <w:t>142.0112</w:t>
      </w:r>
      <w:r>
        <w:tab/>
        <w:t>1.266e-2</w:t>
      </w:r>
    </w:p>
    <w:p w:rsidR="00B65DC9" w:rsidRDefault="00B65DC9" w:rsidP="00B65DC9">
      <w:r>
        <w:t>142.0177</w:t>
      </w:r>
      <w:r>
        <w:tab/>
        <w:t>1.013e0</w:t>
      </w:r>
    </w:p>
    <w:p w:rsidR="00B65DC9" w:rsidRDefault="00B65DC9" w:rsidP="00B65DC9">
      <w:r>
        <w:t>142.0298</w:t>
      </w:r>
      <w:r>
        <w:tab/>
        <w:t>1.266e-2</w:t>
      </w:r>
    </w:p>
    <w:p w:rsidR="00B65DC9" w:rsidRDefault="00B65DC9" w:rsidP="00B65DC9">
      <w:r>
        <w:t>142.0348</w:t>
      </w:r>
      <w:r>
        <w:tab/>
        <w:t>2.025e0</w:t>
      </w:r>
    </w:p>
    <w:p w:rsidR="00B65DC9" w:rsidRDefault="00B65DC9" w:rsidP="00B65DC9">
      <w:r>
        <w:t>142.0715</w:t>
      </w:r>
      <w:r>
        <w:tab/>
        <w:t>1.266e-2</w:t>
      </w:r>
    </w:p>
    <w:p w:rsidR="00B65DC9" w:rsidRDefault="00B65DC9" w:rsidP="00B65DC9">
      <w:r>
        <w:t>142.1556</w:t>
      </w:r>
      <w:r>
        <w:tab/>
        <w:t>2.025e0</w:t>
      </w:r>
    </w:p>
    <w:p w:rsidR="00B65DC9" w:rsidRDefault="00B65DC9" w:rsidP="00B65DC9">
      <w:r>
        <w:t>142.1662</w:t>
      </w:r>
      <w:r>
        <w:tab/>
        <w:t>1.025e0</w:t>
      </w:r>
    </w:p>
    <w:p w:rsidR="00B65DC9" w:rsidRDefault="00B65DC9" w:rsidP="00B65DC9">
      <w:r>
        <w:t>142.2359</w:t>
      </w:r>
      <w:r>
        <w:tab/>
        <w:t>2.025e0</w:t>
      </w:r>
    </w:p>
    <w:p w:rsidR="00B65DC9" w:rsidRDefault="00B65DC9" w:rsidP="00B65DC9">
      <w:r>
        <w:t>142.2489</w:t>
      </w:r>
      <w:r>
        <w:tab/>
        <w:t>1.013e0</w:t>
      </w:r>
    </w:p>
    <w:p w:rsidR="00B65DC9" w:rsidRDefault="00B65DC9" w:rsidP="00B65DC9">
      <w:r>
        <w:t>142.2840</w:t>
      </w:r>
      <w:r>
        <w:tab/>
        <w:t>1.013e0</w:t>
      </w:r>
    </w:p>
    <w:p w:rsidR="00B65DC9" w:rsidRDefault="00B65DC9" w:rsidP="00B65DC9">
      <w:r>
        <w:t>142.2871</w:t>
      </w:r>
      <w:r>
        <w:tab/>
        <w:t>1.013e0</w:t>
      </w:r>
    </w:p>
    <w:p w:rsidR="00B65DC9" w:rsidRDefault="00B65DC9" w:rsidP="00B65DC9">
      <w:r>
        <w:t>142.2933</w:t>
      </w:r>
      <w:r>
        <w:tab/>
        <w:t>1.266e-2</w:t>
      </w:r>
    </w:p>
    <w:p w:rsidR="00B65DC9" w:rsidRDefault="00B65DC9" w:rsidP="00B65DC9">
      <w:r>
        <w:t>142.3342</w:t>
      </w:r>
      <w:r>
        <w:tab/>
        <w:t>2.025e0</w:t>
      </w:r>
    </w:p>
    <w:p w:rsidR="00B65DC9" w:rsidRDefault="00B65DC9" w:rsidP="00B65DC9">
      <w:r>
        <w:lastRenderedPageBreak/>
        <w:t>142.3374</w:t>
      </w:r>
      <w:r>
        <w:tab/>
        <w:t>1.013e0</w:t>
      </w:r>
    </w:p>
    <w:p w:rsidR="00B65DC9" w:rsidRDefault="00B65DC9" w:rsidP="00B65DC9">
      <w:r>
        <w:t>142.3537</w:t>
      </w:r>
      <w:r>
        <w:tab/>
        <w:t>1.013e0</w:t>
      </w:r>
    </w:p>
    <w:p w:rsidR="00B65DC9" w:rsidRDefault="00B65DC9" w:rsidP="00B65DC9">
      <w:r>
        <w:t>142.3886</w:t>
      </w:r>
      <w:r>
        <w:tab/>
        <w:t>1.013e0</w:t>
      </w:r>
    </w:p>
    <w:p w:rsidR="00B65DC9" w:rsidRDefault="00B65DC9" w:rsidP="00B65DC9">
      <w:r>
        <w:t>142.4169</w:t>
      </w:r>
      <w:r>
        <w:tab/>
        <w:t>1.013e0</w:t>
      </w:r>
    </w:p>
    <w:p w:rsidR="00B65DC9" w:rsidRDefault="00B65DC9" w:rsidP="00B65DC9">
      <w:r>
        <w:t>142.4266</w:t>
      </w:r>
      <w:r>
        <w:tab/>
        <w:t>1.013e0</w:t>
      </w:r>
    </w:p>
    <w:p w:rsidR="00B65DC9" w:rsidRDefault="00B65DC9" w:rsidP="00B65DC9">
      <w:r>
        <w:t>142.4614</w:t>
      </w:r>
      <w:r>
        <w:tab/>
        <w:t>1.013e0</w:t>
      </w:r>
    </w:p>
    <w:p w:rsidR="00B65DC9" w:rsidRDefault="00B65DC9" w:rsidP="00B65DC9">
      <w:r>
        <w:t>142.4674</w:t>
      </w:r>
      <w:r>
        <w:tab/>
        <w:t>1.013e0</w:t>
      </w:r>
    </w:p>
    <w:p w:rsidR="00B65DC9" w:rsidRDefault="00B65DC9" w:rsidP="00B65DC9">
      <w:r>
        <w:t>142.4705</w:t>
      </w:r>
      <w:r>
        <w:tab/>
        <w:t>1.266e-2</w:t>
      </w:r>
    </w:p>
    <w:p w:rsidR="00B65DC9" w:rsidRDefault="00B65DC9" w:rsidP="00B65DC9">
      <w:r>
        <w:t>142.4991</w:t>
      </w:r>
      <w:r>
        <w:tab/>
        <w:t>1.013e0</w:t>
      </w:r>
    </w:p>
    <w:p w:rsidR="00B65DC9" w:rsidRDefault="00B65DC9" w:rsidP="00B65DC9">
      <w:r>
        <w:t>142.5071</w:t>
      </w:r>
      <w:r>
        <w:tab/>
        <w:t>2.025e0</w:t>
      </w:r>
    </w:p>
    <w:p w:rsidR="00B65DC9" w:rsidRDefault="00B65DC9" w:rsidP="00B65DC9">
      <w:r>
        <w:t>142.5120</w:t>
      </w:r>
      <w:r>
        <w:tab/>
        <w:t>1.013e0</w:t>
      </w:r>
    </w:p>
    <w:p w:rsidR="00B65DC9" w:rsidRDefault="00B65DC9" w:rsidP="00B65DC9">
      <w:r>
        <w:t>142.5471</w:t>
      </w:r>
      <w:r>
        <w:tab/>
        <w:t>1.266e-2</w:t>
      </w:r>
    </w:p>
    <w:p w:rsidR="00B65DC9" w:rsidRDefault="00B65DC9" w:rsidP="00B65DC9">
      <w:r>
        <w:t>142.5632</w:t>
      </w:r>
      <w:r>
        <w:tab/>
        <w:t>1.266e-2</w:t>
      </w:r>
    </w:p>
    <w:p w:rsidR="00B65DC9" w:rsidRDefault="00B65DC9" w:rsidP="00B65DC9">
      <w:r>
        <w:t>142.5688</w:t>
      </w:r>
      <w:r>
        <w:tab/>
        <w:t>1.266e-2</w:t>
      </w:r>
    </w:p>
    <w:p w:rsidR="00B65DC9" w:rsidRDefault="00B65DC9" w:rsidP="00B65DC9">
      <w:r>
        <w:t>142.5883</w:t>
      </w:r>
      <w:r>
        <w:tab/>
        <w:t>1.013e0</w:t>
      </w:r>
    </w:p>
    <w:p w:rsidR="00B65DC9" w:rsidRDefault="00B65DC9" w:rsidP="00B65DC9">
      <w:r>
        <w:t>142.6009</w:t>
      </w:r>
      <w:r>
        <w:tab/>
        <w:t>1.266e-2</w:t>
      </w:r>
    </w:p>
    <w:p w:rsidR="00B65DC9" w:rsidRDefault="00B65DC9" w:rsidP="00B65DC9">
      <w:r>
        <w:t>142.6070</w:t>
      </w:r>
      <w:r>
        <w:tab/>
        <w:t>2.532e-2</w:t>
      </w:r>
    </w:p>
    <w:p w:rsidR="00B65DC9" w:rsidRDefault="00B65DC9" w:rsidP="00B65DC9">
      <w:r>
        <w:t>142.6168</w:t>
      </w:r>
      <w:r>
        <w:tab/>
        <w:t>1.266e-2</w:t>
      </w:r>
    </w:p>
    <w:p w:rsidR="00B65DC9" w:rsidRDefault="00B65DC9" w:rsidP="00B65DC9">
      <w:r>
        <w:t>142.6421</w:t>
      </w:r>
      <w:r>
        <w:tab/>
        <w:t>1.266e-2</w:t>
      </w:r>
    </w:p>
    <w:p w:rsidR="00B65DC9" w:rsidRDefault="00B65DC9" w:rsidP="00B65DC9">
      <w:r>
        <w:lastRenderedPageBreak/>
        <w:t>142.6582</w:t>
      </w:r>
      <w:r>
        <w:tab/>
        <w:t>1.013e0</w:t>
      </w:r>
    </w:p>
    <w:p w:rsidR="00B65DC9" w:rsidRDefault="00B65DC9" w:rsidP="00B65DC9">
      <w:r>
        <w:t>142.6868</w:t>
      </w:r>
      <w:r>
        <w:tab/>
        <w:t>1.013e0</w:t>
      </w:r>
    </w:p>
    <w:p w:rsidR="00B65DC9" w:rsidRDefault="00B65DC9" w:rsidP="00B65DC9">
      <w:r>
        <w:t>142.7086</w:t>
      </w:r>
      <w:r>
        <w:tab/>
        <w:t>2.025e0</w:t>
      </w:r>
    </w:p>
    <w:p w:rsidR="00B65DC9" w:rsidRDefault="00B65DC9" w:rsidP="00B65DC9">
      <w:r>
        <w:t>142.7119</w:t>
      </w:r>
      <w:r>
        <w:tab/>
        <w:t>1.266e-2</w:t>
      </w:r>
    </w:p>
    <w:p w:rsidR="00B65DC9" w:rsidRDefault="00B65DC9" w:rsidP="00B65DC9">
      <w:r>
        <w:t>142.7183</w:t>
      </w:r>
      <w:r>
        <w:tab/>
        <w:t>1.013e0</w:t>
      </w:r>
    </w:p>
    <w:p w:rsidR="00B65DC9" w:rsidRDefault="00B65DC9" w:rsidP="00B65DC9">
      <w:r>
        <w:t>142.7402</w:t>
      </w:r>
      <w:r>
        <w:tab/>
        <w:t>2.025e0</w:t>
      </w:r>
    </w:p>
    <w:p w:rsidR="00B65DC9" w:rsidRDefault="00B65DC9" w:rsidP="00B65DC9">
      <w:r>
        <w:t>142.7631</w:t>
      </w:r>
      <w:r>
        <w:tab/>
        <w:t>1.266e-2</w:t>
      </w:r>
    </w:p>
    <w:p w:rsidR="00B65DC9" w:rsidRDefault="00B65DC9" w:rsidP="00B65DC9">
      <w:r>
        <w:t>142.7736</w:t>
      </w:r>
      <w:r>
        <w:tab/>
        <w:t>2.025e0</w:t>
      </w:r>
    </w:p>
    <w:p w:rsidR="00B65DC9" w:rsidRDefault="00B65DC9" w:rsidP="00B65DC9">
      <w:r>
        <w:t>142.7851</w:t>
      </w:r>
      <w:r>
        <w:tab/>
        <w:t>1.025e0</w:t>
      </w:r>
    </w:p>
    <w:p w:rsidR="00B65DC9" w:rsidRDefault="00B65DC9" w:rsidP="00B65DC9">
      <w:r>
        <w:t>142.8232</w:t>
      </w:r>
      <w:r>
        <w:tab/>
        <w:t>1.266e-2</w:t>
      </w:r>
    </w:p>
    <w:p w:rsidR="00B65DC9" w:rsidRDefault="00B65DC9" w:rsidP="00B65DC9">
      <w:r>
        <w:t>142.8433</w:t>
      </w:r>
      <w:r>
        <w:tab/>
        <w:t>2.025e0</w:t>
      </w:r>
    </w:p>
    <w:p w:rsidR="00B65DC9" w:rsidRDefault="00B65DC9" w:rsidP="00B65DC9">
      <w:r>
        <w:t>142.8549</w:t>
      </w:r>
      <w:r>
        <w:tab/>
        <w:t>1.266e-2</w:t>
      </w:r>
    </w:p>
    <w:p w:rsidR="00B65DC9" w:rsidRDefault="00B65DC9" w:rsidP="00B65DC9">
      <w:r>
        <w:t>142.8867</w:t>
      </w:r>
      <w:r>
        <w:tab/>
        <w:t>2.532e-2</w:t>
      </w:r>
    </w:p>
    <w:p w:rsidR="00B65DC9" w:rsidRDefault="00B65DC9" w:rsidP="00B65DC9">
      <w:r>
        <w:t>142.8898</w:t>
      </w:r>
      <w:r>
        <w:tab/>
        <w:t>1.266e-2</w:t>
      </w:r>
    </w:p>
    <w:p w:rsidR="00B65DC9" w:rsidRDefault="00B65DC9" w:rsidP="00B65DC9">
      <w:r>
        <w:t>142.9117</w:t>
      </w:r>
      <w:r>
        <w:tab/>
        <w:t>3.797e-2</w:t>
      </w:r>
    </w:p>
    <w:p w:rsidR="00B65DC9" w:rsidRDefault="00B65DC9" w:rsidP="00B65DC9">
      <w:r>
        <w:t>142.9348</w:t>
      </w:r>
      <w:r>
        <w:tab/>
        <w:t>1.013e0</w:t>
      </w:r>
    </w:p>
    <w:p w:rsidR="00B65DC9" w:rsidRDefault="00B65DC9" w:rsidP="00B65DC9">
      <w:r>
        <w:t>142.9377</w:t>
      </w:r>
      <w:r>
        <w:tab/>
        <w:t>1.013e0</w:t>
      </w:r>
    </w:p>
    <w:p w:rsidR="00B65DC9" w:rsidRDefault="00B65DC9" w:rsidP="00B65DC9">
      <w:r>
        <w:t>142.9421</w:t>
      </w:r>
      <w:r>
        <w:tab/>
        <w:t>2.025e0</w:t>
      </w:r>
    </w:p>
    <w:p w:rsidR="00B65DC9" w:rsidRDefault="00B65DC9" w:rsidP="00B65DC9">
      <w:r>
        <w:t>142.9581</w:t>
      </w:r>
      <w:r>
        <w:tab/>
        <w:t>2.025e0</w:t>
      </w:r>
    </w:p>
    <w:p w:rsidR="00B65DC9" w:rsidRDefault="00B65DC9" w:rsidP="00B65DC9">
      <w:r>
        <w:lastRenderedPageBreak/>
        <w:t>142.9614</w:t>
      </w:r>
      <w:r>
        <w:tab/>
        <w:t>2.025e0</w:t>
      </w:r>
    </w:p>
    <w:p w:rsidR="00B65DC9" w:rsidRDefault="00B65DC9" w:rsidP="00B65DC9">
      <w:r>
        <w:t>142.9663</w:t>
      </w:r>
      <w:r>
        <w:tab/>
        <w:t>1.013e0</w:t>
      </w:r>
    </w:p>
    <w:p w:rsidR="00B65DC9" w:rsidRDefault="00B65DC9" w:rsidP="00B65DC9">
      <w:r>
        <w:t>142.9698</w:t>
      </w:r>
      <w:r>
        <w:tab/>
        <w:t>1.013e0</w:t>
      </w:r>
    </w:p>
    <w:p w:rsidR="00B65DC9" w:rsidRDefault="00B65DC9" w:rsidP="00B65DC9">
      <w:r>
        <w:t>143.0047</w:t>
      </w:r>
      <w:r>
        <w:tab/>
        <w:t>2.025e0</w:t>
      </w:r>
    </w:p>
    <w:p w:rsidR="00B65DC9" w:rsidRDefault="00B65DC9" w:rsidP="00B65DC9">
      <w:r>
        <w:t>143.0076</w:t>
      </w:r>
      <w:r>
        <w:tab/>
        <w:t>1.025e0</w:t>
      </w:r>
    </w:p>
    <w:p w:rsidR="00B65DC9" w:rsidRDefault="00B65DC9" w:rsidP="00B65DC9">
      <w:r>
        <w:t>143.0169</w:t>
      </w:r>
      <w:r>
        <w:tab/>
        <w:t>1.013e0</w:t>
      </w:r>
    </w:p>
    <w:p w:rsidR="00B65DC9" w:rsidRDefault="00B65DC9" w:rsidP="00B65DC9">
      <w:r>
        <w:t>143.0248</w:t>
      </w:r>
      <w:r>
        <w:tab/>
        <w:t>2.025e0</w:t>
      </w:r>
    </w:p>
    <w:p w:rsidR="00B65DC9" w:rsidRDefault="00B65DC9" w:rsidP="00B65DC9">
      <w:r>
        <w:t>143.0356</w:t>
      </w:r>
      <w:r>
        <w:tab/>
        <w:t>3.038e0</w:t>
      </w:r>
    </w:p>
    <w:p w:rsidR="00B65DC9" w:rsidRDefault="00B65DC9" w:rsidP="00B65DC9">
      <w:r>
        <w:t>143.1046</w:t>
      </w:r>
      <w:r>
        <w:tab/>
        <w:t>2.532e-2</w:t>
      </w:r>
    </w:p>
    <w:p w:rsidR="00B65DC9" w:rsidRDefault="00B65DC9" w:rsidP="00B65DC9">
      <w:r>
        <w:t>143.1131</w:t>
      </w:r>
      <w:r>
        <w:tab/>
        <w:t>2.810e0</w:t>
      </w:r>
    </w:p>
    <w:p w:rsidR="00B65DC9" w:rsidRDefault="00B65DC9" w:rsidP="00B65DC9">
      <w:r>
        <w:t>143.1304</w:t>
      </w:r>
      <w:r>
        <w:tab/>
        <w:t>2.442e-1</w:t>
      </w:r>
    </w:p>
    <w:p w:rsidR="00B65DC9" w:rsidRDefault="00B65DC9" w:rsidP="00B65DC9">
      <w:r>
        <w:t>143.1391</w:t>
      </w:r>
      <w:r>
        <w:tab/>
        <w:t>1.038e0</w:t>
      </w:r>
    </w:p>
    <w:p w:rsidR="00B65DC9" w:rsidRDefault="00B65DC9" w:rsidP="00B65DC9">
      <w:r>
        <w:t>143.1564</w:t>
      </w:r>
      <w:r>
        <w:tab/>
        <w:t>3.063e0</w:t>
      </w:r>
    </w:p>
    <w:p w:rsidR="00B65DC9" w:rsidRDefault="00B65DC9" w:rsidP="00B65DC9">
      <w:r>
        <w:t>143.1852</w:t>
      </w:r>
      <w:r>
        <w:tab/>
        <w:t>3.038e0</w:t>
      </w:r>
    </w:p>
    <w:p w:rsidR="00B65DC9" w:rsidRDefault="00B65DC9" w:rsidP="00B65DC9">
      <w:r>
        <w:t>143.1898</w:t>
      </w:r>
      <w:r>
        <w:tab/>
        <w:t>3.798e-2</w:t>
      </w:r>
    </w:p>
    <w:p w:rsidR="00B65DC9" w:rsidRDefault="00B65DC9" w:rsidP="00B65DC9">
      <w:r>
        <w:t>143.1916</w:t>
      </w:r>
      <w:r>
        <w:tab/>
        <w:t>2.025e0</w:t>
      </w:r>
    </w:p>
    <w:p w:rsidR="00B65DC9" w:rsidRDefault="00B65DC9" w:rsidP="00B65DC9">
      <w:r>
        <w:t>143.2063</w:t>
      </w:r>
      <w:r>
        <w:tab/>
        <w:t>4.051e0</w:t>
      </w:r>
    </w:p>
    <w:p w:rsidR="00B65DC9" w:rsidRDefault="00B65DC9" w:rsidP="00B65DC9">
      <w:r>
        <w:t>143.2172</w:t>
      </w:r>
      <w:r>
        <w:tab/>
        <w:t>2.038e0</w:t>
      </w:r>
    </w:p>
    <w:p w:rsidR="00B65DC9" w:rsidRDefault="00B65DC9" w:rsidP="00B65DC9">
      <w:r>
        <w:t>143.2235</w:t>
      </w:r>
      <w:r>
        <w:tab/>
        <w:t>1.266e-2</w:t>
      </w:r>
    </w:p>
    <w:p w:rsidR="00B65DC9" w:rsidRDefault="00B65DC9" w:rsidP="00B65DC9">
      <w:r>
        <w:lastRenderedPageBreak/>
        <w:t>143.2336</w:t>
      </w:r>
      <w:r>
        <w:tab/>
        <w:t>2.051e0</w:t>
      </w:r>
    </w:p>
    <w:p w:rsidR="00B65DC9" w:rsidRDefault="00B65DC9" w:rsidP="00B65DC9">
      <w:r>
        <w:t>143.2364</w:t>
      </w:r>
      <w:r>
        <w:tab/>
        <w:t>1.025e0</w:t>
      </w:r>
    </w:p>
    <w:p w:rsidR="00B65DC9" w:rsidRDefault="00B65DC9" w:rsidP="00B65DC9">
      <w:r>
        <w:t>143.2492</w:t>
      </w:r>
      <w:r>
        <w:tab/>
        <w:t>1.013e0</w:t>
      </w:r>
    </w:p>
    <w:p w:rsidR="00B65DC9" w:rsidRDefault="00B65DC9" w:rsidP="00B65DC9">
      <w:r>
        <w:t>143.2507</w:t>
      </w:r>
      <w:r>
        <w:tab/>
        <w:t>2.025e0</w:t>
      </w:r>
    </w:p>
    <w:p w:rsidR="00B65DC9" w:rsidRDefault="00B65DC9" w:rsidP="00B65DC9">
      <w:r>
        <w:t>143.2625</w:t>
      </w:r>
      <w:r>
        <w:tab/>
        <w:t>3.063e0</w:t>
      </w:r>
    </w:p>
    <w:p w:rsidR="00B65DC9" w:rsidRDefault="00B65DC9" w:rsidP="00B65DC9">
      <w:r>
        <w:t>143.2747</w:t>
      </w:r>
      <w:r>
        <w:tab/>
        <w:t>1.025e0</w:t>
      </w:r>
    </w:p>
    <w:p w:rsidR="00B65DC9" w:rsidRDefault="00B65DC9" w:rsidP="00B65DC9">
      <w:r>
        <w:t>143.2843</w:t>
      </w:r>
      <w:r>
        <w:tab/>
        <w:t>1.266e-2</w:t>
      </w:r>
    </w:p>
    <w:p w:rsidR="00B65DC9" w:rsidRDefault="00B65DC9" w:rsidP="00B65DC9">
      <w:r>
        <w:t>143.3031</w:t>
      </w:r>
      <w:r>
        <w:tab/>
        <w:t>2.025e0</w:t>
      </w:r>
    </w:p>
    <w:p w:rsidR="00B65DC9" w:rsidRDefault="00B65DC9" w:rsidP="00B65DC9">
      <w:r>
        <w:t>143.3131</w:t>
      </w:r>
      <w:r>
        <w:tab/>
        <w:t>1.013e0</w:t>
      </w:r>
    </w:p>
    <w:p w:rsidR="00B65DC9" w:rsidRDefault="00B65DC9" w:rsidP="00B65DC9">
      <w:r>
        <w:t>143.3414</w:t>
      </w:r>
      <w:r>
        <w:tab/>
        <w:t>1.266e-2</w:t>
      </w:r>
    </w:p>
    <w:p w:rsidR="00B65DC9" w:rsidRDefault="00B65DC9" w:rsidP="00B65DC9">
      <w:r>
        <w:t>143.3463</w:t>
      </w:r>
      <w:r>
        <w:tab/>
        <w:t>2.025e0</w:t>
      </w:r>
    </w:p>
    <w:p w:rsidR="00B65DC9" w:rsidRDefault="00B65DC9" w:rsidP="00B65DC9">
      <w:r>
        <w:t>143.3481</w:t>
      </w:r>
      <w:r>
        <w:tab/>
        <w:t>2.051e0</w:t>
      </w:r>
    </w:p>
    <w:p w:rsidR="00B65DC9" w:rsidRDefault="00B65DC9" w:rsidP="00B65DC9">
      <w:r>
        <w:t>143.3541</w:t>
      </w:r>
      <w:r>
        <w:tab/>
        <w:t>2.025e0</w:t>
      </w:r>
    </w:p>
    <w:p w:rsidR="00B65DC9" w:rsidRDefault="00B65DC9" w:rsidP="00B65DC9">
      <w:r>
        <w:t>143.3813</w:t>
      </w:r>
      <w:r>
        <w:tab/>
        <w:t>2.532e-2</w:t>
      </w:r>
    </w:p>
    <w:p w:rsidR="00B65DC9" w:rsidRDefault="00B65DC9" w:rsidP="00B65DC9">
      <w:r>
        <w:t>143.3830</w:t>
      </w:r>
      <w:r>
        <w:tab/>
        <w:t>1.013e0</w:t>
      </w:r>
    </w:p>
    <w:p w:rsidR="00B65DC9" w:rsidRDefault="00B65DC9" w:rsidP="00B65DC9">
      <w:r>
        <w:t>143.3863</w:t>
      </w:r>
      <w:r>
        <w:tab/>
        <w:t>2.532e-2</w:t>
      </w:r>
    </w:p>
    <w:p w:rsidR="00B65DC9" w:rsidRDefault="00B65DC9" w:rsidP="00B65DC9">
      <w:r>
        <w:t>143.3922</w:t>
      </w:r>
      <w:r>
        <w:tab/>
        <w:t>1.013e0</w:t>
      </w:r>
    </w:p>
    <w:p w:rsidR="00B65DC9" w:rsidRDefault="00B65DC9" w:rsidP="00B65DC9">
      <w:r>
        <w:t>143.4180</w:t>
      </w:r>
      <w:r>
        <w:tab/>
        <w:t>1.013e0</w:t>
      </w:r>
    </w:p>
    <w:p w:rsidR="00B65DC9" w:rsidRDefault="00B65DC9" w:rsidP="00B65DC9">
      <w:r>
        <w:t>143.4399</w:t>
      </w:r>
      <w:r>
        <w:tab/>
        <w:t>1.025e0</w:t>
      </w:r>
    </w:p>
    <w:p w:rsidR="00B65DC9" w:rsidRDefault="00B65DC9" w:rsidP="00B65DC9">
      <w:r>
        <w:lastRenderedPageBreak/>
        <w:t>143.4506</w:t>
      </w:r>
      <w:r>
        <w:tab/>
        <w:t>5.063e-2</w:t>
      </w:r>
    </w:p>
    <w:p w:rsidR="00B65DC9" w:rsidRDefault="00B65DC9" w:rsidP="00B65DC9">
      <w:r>
        <w:t>143.4714</w:t>
      </w:r>
      <w:r>
        <w:tab/>
        <w:t>1.038e0</w:t>
      </w:r>
    </w:p>
    <w:p w:rsidR="00B65DC9" w:rsidRDefault="00B65DC9" w:rsidP="00B65DC9">
      <w:r>
        <w:t>143.4815</w:t>
      </w:r>
      <w:r>
        <w:tab/>
        <w:t>2.025e0</w:t>
      </w:r>
    </w:p>
    <w:p w:rsidR="00B65DC9" w:rsidRDefault="00B65DC9" w:rsidP="00B65DC9">
      <w:r>
        <w:t>143.5003</w:t>
      </w:r>
      <w:r>
        <w:tab/>
        <w:t>1.266e-2</w:t>
      </w:r>
    </w:p>
    <w:p w:rsidR="00B65DC9" w:rsidRDefault="00B65DC9" w:rsidP="00B65DC9">
      <w:r>
        <w:t>143.5428</w:t>
      </w:r>
      <w:r>
        <w:tab/>
        <w:t>2.051e0</w:t>
      </w:r>
    </w:p>
    <w:p w:rsidR="00B65DC9" w:rsidRDefault="00B65DC9" w:rsidP="00B65DC9">
      <w:r>
        <w:t>143.5867</w:t>
      </w:r>
      <w:r>
        <w:tab/>
        <w:t>2.025e0</w:t>
      </w:r>
    </w:p>
    <w:p w:rsidR="00B65DC9" w:rsidRDefault="00B65DC9" w:rsidP="00B65DC9">
      <w:r>
        <w:t>143.6205</w:t>
      </w:r>
      <w:r>
        <w:tab/>
        <w:t>2.051e0</w:t>
      </w:r>
    </w:p>
    <w:p w:rsidR="00B65DC9" w:rsidRDefault="00B65DC9" w:rsidP="00B65DC9">
      <w:r>
        <w:t>143.6281</w:t>
      </w:r>
      <w:r>
        <w:tab/>
        <w:t>1.266e-2</w:t>
      </w:r>
    </w:p>
    <w:p w:rsidR="00B65DC9" w:rsidRDefault="00B65DC9" w:rsidP="00B65DC9">
      <w:r>
        <w:t>143.6372</w:t>
      </w:r>
      <w:r>
        <w:tab/>
        <w:t>2.038e0</w:t>
      </w:r>
    </w:p>
    <w:p w:rsidR="00B65DC9" w:rsidRDefault="00B65DC9" w:rsidP="00B65DC9">
      <w:r>
        <w:t>143.6501</w:t>
      </w:r>
      <w:r>
        <w:tab/>
        <w:t>1.013e0</w:t>
      </w:r>
    </w:p>
    <w:p w:rsidR="00B65DC9" w:rsidRDefault="00B65DC9" w:rsidP="00B65DC9">
      <w:r>
        <w:t>143.6533</w:t>
      </w:r>
      <w:r>
        <w:tab/>
        <w:t>1.013e0</w:t>
      </w:r>
    </w:p>
    <w:p w:rsidR="00B65DC9" w:rsidRDefault="00B65DC9" w:rsidP="00B65DC9">
      <w:r>
        <w:t>143.6678</w:t>
      </w:r>
      <w:r>
        <w:tab/>
        <w:t>2.025e0</w:t>
      </w:r>
    </w:p>
    <w:p w:rsidR="00B65DC9" w:rsidRDefault="00B65DC9" w:rsidP="00B65DC9">
      <w:r>
        <w:t>143.6851</w:t>
      </w:r>
      <w:r>
        <w:tab/>
        <w:t>1.266e-2</w:t>
      </w:r>
    </w:p>
    <w:p w:rsidR="00B65DC9" w:rsidRDefault="00B65DC9" w:rsidP="00B65DC9">
      <w:r>
        <w:t>143.7267</w:t>
      </w:r>
      <w:r>
        <w:tab/>
        <w:t>1.013e0</w:t>
      </w:r>
    </w:p>
    <w:p w:rsidR="00B65DC9" w:rsidRDefault="00B65DC9" w:rsidP="00B65DC9">
      <w:r>
        <w:t>143.7436</w:t>
      </w:r>
      <w:r>
        <w:tab/>
        <w:t>2.025e0</w:t>
      </w:r>
    </w:p>
    <w:p w:rsidR="00B65DC9" w:rsidRDefault="00B65DC9" w:rsidP="00B65DC9">
      <w:r>
        <w:t>143.7520</w:t>
      </w:r>
      <w:r>
        <w:tab/>
        <w:t>1.013e0</w:t>
      </w:r>
    </w:p>
    <w:p w:rsidR="00B65DC9" w:rsidRDefault="00B65DC9" w:rsidP="00B65DC9">
      <w:r>
        <w:t>143.7758</w:t>
      </w:r>
      <w:r>
        <w:tab/>
        <w:t>2.532e-2</w:t>
      </w:r>
    </w:p>
    <w:p w:rsidR="00B65DC9" w:rsidRDefault="00B65DC9" w:rsidP="00B65DC9">
      <w:r>
        <w:t>143.7787</w:t>
      </w:r>
      <w:r>
        <w:tab/>
        <w:t>4.051e0</w:t>
      </w:r>
    </w:p>
    <w:p w:rsidR="00B65DC9" w:rsidRDefault="00B65DC9" w:rsidP="00B65DC9">
      <w:r>
        <w:t>143.8157</w:t>
      </w:r>
      <w:r>
        <w:tab/>
        <w:t>1.013e0</w:t>
      </w:r>
    </w:p>
    <w:p w:rsidR="00B65DC9" w:rsidRDefault="00B65DC9" w:rsidP="00B65DC9">
      <w:r>
        <w:lastRenderedPageBreak/>
        <w:t>143.8351</w:t>
      </w:r>
      <w:r>
        <w:tab/>
        <w:t>1.013e0</w:t>
      </w:r>
    </w:p>
    <w:p w:rsidR="00B65DC9" w:rsidRDefault="00B65DC9" w:rsidP="00B65DC9">
      <w:r>
        <w:t>143.8505</w:t>
      </w:r>
      <w:r>
        <w:tab/>
        <w:t>2.025e0</w:t>
      </w:r>
    </w:p>
    <w:p w:rsidR="00B65DC9" w:rsidRDefault="00B65DC9" w:rsidP="00B65DC9">
      <w:r>
        <w:t>143.8589</w:t>
      </w:r>
      <w:r>
        <w:tab/>
        <w:t>2.025e0</w:t>
      </w:r>
    </w:p>
    <w:p w:rsidR="00B65DC9" w:rsidRDefault="00B65DC9" w:rsidP="00B65DC9">
      <w:r>
        <w:t>143.8702</w:t>
      </w:r>
      <w:r>
        <w:tab/>
        <w:t>2.038e0</w:t>
      </w:r>
    </w:p>
    <w:p w:rsidR="00B65DC9" w:rsidRDefault="00B65DC9" w:rsidP="00B65DC9">
      <w:r>
        <w:t>143.9019</w:t>
      </w:r>
      <w:r>
        <w:tab/>
        <w:t>1.013e0</w:t>
      </w:r>
    </w:p>
    <w:p w:rsidR="00B65DC9" w:rsidRDefault="00B65DC9" w:rsidP="00B65DC9">
      <w:r>
        <w:t>143.9085</w:t>
      </w:r>
      <w:r>
        <w:tab/>
        <w:t>1.013e0</w:t>
      </w:r>
    </w:p>
    <w:p w:rsidR="00B65DC9" w:rsidRDefault="00B65DC9" w:rsidP="00B65DC9">
      <w:r>
        <w:t>143.9469</w:t>
      </w:r>
      <w:r>
        <w:tab/>
        <w:t>1.266e-2</w:t>
      </w:r>
    </w:p>
    <w:p w:rsidR="00B65DC9" w:rsidRDefault="00B65DC9" w:rsidP="00B65DC9">
      <w:r>
        <w:t>143.9688</w:t>
      </w:r>
      <w:r>
        <w:tab/>
        <w:t>1.266e-2</w:t>
      </w:r>
    </w:p>
    <w:p w:rsidR="00B65DC9" w:rsidRDefault="00B65DC9" w:rsidP="00B65DC9">
      <w:r>
        <w:t>143.9721</w:t>
      </w:r>
      <w:r>
        <w:tab/>
        <w:t>1.266e-2</w:t>
      </w:r>
    </w:p>
    <w:p w:rsidR="00B65DC9" w:rsidRDefault="00B65DC9" w:rsidP="00B65DC9">
      <w:r>
        <w:t>143.9772</w:t>
      </w:r>
      <w:r>
        <w:tab/>
        <w:t>2.025e0</w:t>
      </w:r>
    </w:p>
    <w:p w:rsidR="00B65DC9" w:rsidRDefault="00B65DC9" w:rsidP="00B65DC9">
      <w:r>
        <w:t>143.9863</w:t>
      </w:r>
      <w:r>
        <w:tab/>
        <w:t>1.038e0</w:t>
      </w:r>
    </w:p>
    <w:p w:rsidR="00B65DC9" w:rsidRDefault="00B65DC9" w:rsidP="00B65DC9">
      <w:r>
        <w:t>143.9941</w:t>
      </w:r>
      <w:r>
        <w:tab/>
        <w:t>1.013e0</w:t>
      </w:r>
    </w:p>
    <w:p w:rsidR="00B65DC9" w:rsidRDefault="00B65DC9" w:rsidP="00B65DC9">
      <w:r>
        <w:t>144.0007</w:t>
      </w:r>
      <w:r>
        <w:tab/>
        <w:t>1.266e-2</w:t>
      </w:r>
    </w:p>
    <w:p w:rsidR="00B65DC9" w:rsidRDefault="00B65DC9" w:rsidP="00B65DC9">
      <w:r>
        <w:t>144.0073</w:t>
      </w:r>
      <w:r>
        <w:tab/>
        <w:t>1.013e0</w:t>
      </w:r>
    </w:p>
    <w:p w:rsidR="00B65DC9" w:rsidRDefault="00B65DC9" w:rsidP="00B65DC9">
      <w:r>
        <w:t>144.0187</w:t>
      </w:r>
      <w:r>
        <w:tab/>
        <w:t>2.025e0</w:t>
      </w:r>
    </w:p>
    <w:p w:rsidR="00B65DC9" w:rsidRDefault="00B65DC9" w:rsidP="00B65DC9">
      <w:r>
        <w:t>144.0229</w:t>
      </w:r>
      <w:r>
        <w:tab/>
        <w:t>1.025e0</w:t>
      </w:r>
    </w:p>
    <w:p w:rsidR="00B65DC9" w:rsidRDefault="00B65DC9" w:rsidP="00B65DC9">
      <w:r>
        <w:t>144.0325</w:t>
      </w:r>
      <w:r>
        <w:tab/>
        <w:t>1.266e-2</w:t>
      </w:r>
    </w:p>
    <w:p w:rsidR="00B65DC9" w:rsidRDefault="00B65DC9" w:rsidP="00B65DC9">
      <w:r>
        <w:t>144.0780</w:t>
      </w:r>
      <w:r>
        <w:tab/>
        <w:t>1.765e1</w:t>
      </w:r>
    </w:p>
    <w:p w:rsidR="00B65DC9" w:rsidRDefault="00B65DC9" w:rsidP="00B65DC9">
      <w:r>
        <w:t>144.0840</w:t>
      </w:r>
      <w:r>
        <w:tab/>
        <w:t>4.622e0</w:t>
      </w:r>
    </w:p>
    <w:p w:rsidR="00B65DC9" w:rsidRDefault="00B65DC9" w:rsidP="00B65DC9">
      <w:r>
        <w:lastRenderedPageBreak/>
        <w:t>144.1223</w:t>
      </w:r>
      <w:r>
        <w:tab/>
        <w:t>1.013e0</w:t>
      </w:r>
    </w:p>
    <w:p w:rsidR="00B65DC9" w:rsidRDefault="00B65DC9" w:rsidP="00B65DC9">
      <w:r>
        <w:t>144.1314</w:t>
      </w:r>
      <w:r>
        <w:tab/>
        <w:t>1.013e0</w:t>
      </w:r>
    </w:p>
    <w:p w:rsidR="00B65DC9" w:rsidRDefault="00B65DC9" w:rsidP="00B65DC9">
      <w:r>
        <w:t>144.1394</w:t>
      </w:r>
      <w:r>
        <w:tab/>
        <w:t>2.025e0</w:t>
      </w:r>
    </w:p>
    <w:p w:rsidR="00B65DC9" w:rsidRDefault="00B65DC9" w:rsidP="00B65DC9">
      <w:r>
        <w:t>144.1607</w:t>
      </w:r>
      <w:r>
        <w:tab/>
        <w:t>1.266e-2</w:t>
      </w:r>
    </w:p>
    <w:p w:rsidR="00B65DC9" w:rsidRDefault="00B65DC9" w:rsidP="00B65DC9">
      <w:r>
        <w:t>144.1664</w:t>
      </w:r>
      <w:r>
        <w:tab/>
        <w:t>1.013e0</w:t>
      </w:r>
    </w:p>
    <w:p w:rsidR="00B65DC9" w:rsidRDefault="00B65DC9" w:rsidP="00B65DC9">
      <w:r>
        <w:t>144.1793</w:t>
      </w:r>
      <w:r>
        <w:tab/>
        <w:t>2.038e0</w:t>
      </w:r>
    </w:p>
    <w:p w:rsidR="00B65DC9" w:rsidRDefault="00B65DC9" w:rsidP="00B65DC9">
      <w:r>
        <w:t>144.2398</w:t>
      </w:r>
      <w:r>
        <w:tab/>
        <w:t>1.013e0</w:t>
      </w:r>
    </w:p>
    <w:p w:rsidR="00B65DC9" w:rsidRDefault="00B65DC9" w:rsidP="00B65DC9">
      <w:r>
        <w:t>144.2430</w:t>
      </w:r>
      <w:r>
        <w:tab/>
        <w:t>1.013e0</w:t>
      </w:r>
    </w:p>
    <w:p w:rsidR="00B65DC9" w:rsidRDefault="00B65DC9" w:rsidP="00B65DC9">
      <w:r>
        <w:t>144.2530</w:t>
      </w:r>
      <w:r>
        <w:tab/>
        <w:t>1.266e-2</w:t>
      </w:r>
    </w:p>
    <w:p w:rsidR="00B65DC9" w:rsidRDefault="00B65DC9" w:rsidP="00B65DC9">
      <w:r>
        <w:t>144.2642</w:t>
      </w:r>
      <w:r>
        <w:tab/>
        <w:t>2.025e0</w:t>
      </w:r>
    </w:p>
    <w:p w:rsidR="00B65DC9" w:rsidRDefault="00B65DC9" w:rsidP="00B65DC9">
      <w:r>
        <w:t>144.3230</w:t>
      </w:r>
      <w:r>
        <w:tab/>
        <w:t>1.266e-2</w:t>
      </w:r>
    </w:p>
    <w:p w:rsidR="00B65DC9" w:rsidRDefault="00B65DC9" w:rsidP="00B65DC9">
      <w:r>
        <w:t>144.3648</w:t>
      </w:r>
      <w:r>
        <w:tab/>
        <w:t>1.013e0</w:t>
      </w:r>
    </w:p>
    <w:p w:rsidR="00B65DC9" w:rsidRDefault="00B65DC9" w:rsidP="00B65DC9">
      <w:r>
        <w:t>144.4111</w:t>
      </w:r>
      <w:r>
        <w:tab/>
        <w:t>2.025e0</w:t>
      </w:r>
    </w:p>
    <w:p w:rsidR="00B65DC9" w:rsidRDefault="00B65DC9" w:rsidP="00B65DC9">
      <w:r>
        <w:t>144.4316</w:t>
      </w:r>
      <w:r>
        <w:tab/>
        <w:t>1.013e0</w:t>
      </w:r>
    </w:p>
    <w:p w:rsidR="00B65DC9" w:rsidRDefault="00B65DC9" w:rsidP="00B65DC9">
      <w:r>
        <w:t>144.4553</w:t>
      </w:r>
      <w:r>
        <w:tab/>
        <w:t>2.025e0</w:t>
      </w:r>
    </w:p>
    <w:p w:rsidR="00B65DC9" w:rsidRDefault="00B65DC9" w:rsidP="00B65DC9">
      <w:r>
        <w:t>144.4618</w:t>
      </w:r>
      <w:r>
        <w:tab/>
        <w:t>2.025e0</w:t>
      </w:r>
    </w:p>
    <w:p w:rsidR="00B65DC9" w:rsidRDefault="00B65DC9" w:rsidP="00B65DC9">
      <w:r>
        <w:t>144.5116</w:t>
      </w:r>
      <w:r>
        <w:tab/>
        <w:t>2.532e-2</w:t>
      </w:r>
    </w:p>
    <w:p w:rsidR="00B65DC9" w:rsidRDefault="00B65DC9" w:rsidP="00B65DC9">
      <w:r>
        <w:t>144.5370</w:t>
      </w:r>
      <w:r>
        <w:tab/>
        <w:t>1.266e-2</w:t>
      </w:r>
    </w:p>
    <w:p w:rsidR="00B65DC9" w:rsidRDefault="00B65DC9" w:rsidP="00B65DC9">
      <w:r>
        <w:t>144.5563</w:t>
      </w:r>
      <w:r>
        <w:tab/>
        <w:t>2.532e-2</w:t>
      </w:r>
    </w:p>
    <w:p w:rsidR="00B65DC9" w:rsidRDefault="00B65DC9" w:rsidP="00B65DC9">
      <w:r>
        <w:lastRenderedPageBreak/>
        <w:t>144.5754</w:t>
      </w:r>
      <w:r>
        <w:tab/>
        <w:t>1.013e0</w:t>
      </w:r>
    </w:p>
    <w:p w:rsidR="00B65DC9" w:rsidRDefault="00B65DC9" w:rsidP="00B65DC9">
      <w:r>
        <w:t>144.6042</w:t>
      </w:r>
      <w:r>
        <w:tab/>
        <w:t>1.266e-2</w:t>
      </w:r>
    </w:p>
    <w:p w:rsidR="00B65DC9" w:rsidRDefault="00B65DC9" w:rsidP="00B65DC9">
      <w:r>
        <w:t>144.6073</w:t>
      </w:r>
      <w:r>
        <w:tab/>
        <w:t>1.013e0</w:t>
      </w:r>
    </w:p>
    <w:p w:rsidR="00B65DC9" w:rsidRDefault="00B65DC9" w:rsidP="00B65DC9">
      <w:r>
        <w:t>144.6267</w:t>
      </w:r>
      <w:r>
        <w:tab/>
        <w:t>1.266e-2</w:t>
      </w:r>
    </w:p>
    <w:p w:rsidR="00B65DC9" w:rsidRDefault="00B65DC9" w:rsidP="00B65DC9">
      <w:r>
        <w:t>144.6392</w:t>
      </w:r>
      <w:r>
        <w:tab/>
        <w:t>2.532e-2</w:t>
      </w:r>
    </w:p>
    <w:p w:rsidR="00B65DC9" w:rsidRDefault="00B65DC9" w:rsidP="00B65DC9">
      <w:r>
        <w:t>144.6891</w:t>
      </w:r>
      <w:r>
        <w:tab/>
        <w:t>2.532e-2</w:t>
      </w:r>
    </w:p>
    <w:p w:rsidR="00B65DC9" w:rsidRDefault="00B65DC9" w:rsidP="00B65DC9">
      <w:r>
        <w:t>144.7031</w:t>
      </w:r>
      <w:r>
        <w:tab/>
        <w:t>1.266e-2</w:t>
      </w:r>
    </w:p>
    <w:p w:rsidR="00B65DC9" w:rsidRDefault="00B65DC9" w:rsidP="00B65DC9">
      <w:r>
        <w:t>144.7143</w:t>
      </w:r>
      <w:r>
        <w:tab/>
        <w:t>2.025e0</w:t>
      </w:r>
    </w:p>
    <w:p w:rsidR="00B65DC9" w:rsidRDefault="00B65DC9" w:rsidP="00B65DC9">
      <w:r>
        <w:t>144.7224</w:t>
      </w:r>
      <w:r>
        <w:tab/>
        <w:t>1.013e0</w:t>
      </w:r>
    </w:p>
    <w:p w:rsidR="00B65DC9" w:rsidRDefault="00B65DC9" w:rsidP="00B65DC9">
      <w:r>
        <w:t>144.7829</w:t>
      </w:r>
      <w:r>
        <w:tab/>
        <w:t>1.025e0</w:t>
      </w:r>
    </w:p>
    <w:p w:rsidR="00B65DC9" w:rsidRDefault="00B65DC9" w:rsidP="00B65DC9">
      <w:r>
        <w:t>144.7960</w:t>
      </w:r>
      <w:r>
        <w:tab/>
        <w:t>1.013e0</w:t>
      </w:r>
    </w:p>
    <w:p w:rsidR="00B65DC9" w:rsidRDefault="00B65DC9" w:rsidP="00B65DC9">
      <w:r>
        <w:t>144.8377</w:t>
      </w:r>
      <w:r>
        <w:tab/>
        <w:t>1.013e0</w:t>
      </w:r>
    </w:p>
    <w:p w:rsidR="00B65DC9" w:rsidRDefault="00B65DC9" w:rsidP="00B65DC9">
      <w:r>
        <w:t>144.8698</w:t>
      </w:r>
      <w:r>
        <w:tab/>
        <w:t>1.266e-2</w:t>
      </w:r>
    </w:p>
    <w:p w:rsidR="00B65DC9" w:rsidRDefault="00B65DC9" w:rsidP="00B65DC9">
      <w:r>
        <w:t>144.8952</w:t>
      </w:r>
      <w:r>
        <w:tab/>
        <w:t>1.013e0</w:t>
      </w:r>
    </w:p>
    <w:p w:rsidR="00B65DC9" w:rsidRDefault="00B65DC9" w:rsidP="00B65DC9">
      <w:r>
        <w:t>144.9336</w:t>
      </w:r>
      <w:r>
        <w:tab/>
        <w:t>1.266e-2</w:t>
      </w:r>
    </w:p>
    <w:p w:rsidR="00B65DC9" w:rsidRDefault="00B65DC9" w:rsidP="00B65DC9">
      <w:r>
        <w:t>144.9432</w:t>
      </w:r>
      <w:r>
        <w:tab/>
        <w:t>1.266e-2</w:t>
      </w:r>
    </w:p>
    <w:p w:rsidR="00B65DC9" w:rsidRDefault="00B65DC9" w:rsidP="00B65DC9">
      <w:r>
        <w:t>144.9653</w:t>
      </w:r>
      <w:r>
        <w:tab/>
        <w:t>1.266e-2</w:t>
      </w:r>
    </w:p>
    <w:p w:rsidR="00B65DC9" w:rsidRDefault="00B65DC9" w:rsidP="00B65DC9">
      <w:r>
        <w:t>144.9814</w:t>
      </w:r>
      <w:r>
        <w:tab/>
        <w:t>4.051e0</w:t>
      </w:r>
    </w:p>
    <w:p w:rsidR="00B65DC9" w:rsidRDefault="00B65DC9" w:rsidP="00B65DC9">
      <w:r>
        <w:t>145.0356</w:t>
      </w:r>
      <w:r>
        <w:tab/>
        <w:t>1.025e0</w:t>
      </w:r>
    </w:p>
    <w:p w:rsidR="00B65DC9" w:rsidRDefault="00B65DC9" w:rsidP="00B65DC9">
      <w:r>
        <w:lastRenderedPageBreak/>
        <w:t>145.0598</w:t>
      </w:r>
      <w:r>
        <w:tab/>
        <w:t>1.967e0</w:t>
      </w:r>
    </w:p>
    <w:p w:rsidR="00B65DC9" w:rsidRDefault="00B65DC9" w:rsidP="00B65DC9">
      <w:r>
        <w:t>145.1240</w:t>
      </w:r>
      <w:r>
        <w:tab/>
        <w:t>2.025e0</w:t>
      </w:r>
    </w:p>
    <w:p w:rsidR="00B65DC9" w:rsidRDefault="00B65DC9" w:rsidP="00B65DC9">
      <w:r>
        <w:t>145.1273</w:t>
      </w:r>
      <w:r>
        <w:tab/>
        <w:t>2.532e-2</w:t>
      </w:r>
    </w:p>
    <w:p w:rsidR="00B65DC9" w:rsidRDefault="00B65DC9" w:rsidP="00B65DC9">
      <w:r>
        <w:t>145.1545</w:t>
      </w:r>
      <w:r>
        <w:tab/>
        <w:t>1.266e-2</w:t>
      </w:r>
    </w:p>
    <w:p w:rsidR="00B65DC9" w:rsidRDefault="00B65DC9" w:rsidP="00B65DC9">
      <w:r>
        <w:t>145.1576</w:t>
      </w:r>
      <w:r>
        <w:tab/>
        <w:t>1.025e0</w:t>
      </w:r>
    </w:p>
    <w:p w:rsidR="00B65DC9" w:rsidRDefault="00B65DC9" w:rsidP="00B65DC9">
      <w:r>
        <w:t>145.1641</w:t>
      </w:r>
      <w:r>
        <w:tab/>
        <w:t>1.013e0</w:t>
      </w:r>
    </w:p>
    <w:p w:rsidR="00B65DC9" w:rsidRDefault="00B65DC9" w:rsidP="00B65DC9">
      <w:r>
        <w:t>145.1928</w:t>
      </w:r>
      <w:r>
        <w:tab/>
        <w:t>3.038e0</w:t>
      </w:r>
    </w:p>
    <w:p w:rsidR="00B65DC9" w:rsidRDefault="00B65DC9" w:rsidP="00B65DC9">
      <w:r>
        <w:t>145.2044</w:t>
      </w:r>
      <w:r>
        <w:tab/>
        <w:t>2.025e0</w:t>
      </w:r>
    </w:p>
    <w:p w:rsidR="00B65DC9" w:rsidRDefault="00B65DC9" w:rsidP="00B65DC9">
      <w:r>
        <w:t>145.2664</w:t>
      </w:r>
      <w:r>
        <w:tab/>
        <w:t>1.266e-2</w:t>
      </w:r>
    </w:p>
    <w:p w:rsidR="00B65DC9" w:rsidRDefault="00B65DC9" w:rsidP="00B65DC9">
      <w:r>
        <w:t>145.2796</w:t>
      </w:r>
      <w:r>
        <w:tab/>
        <w:t>1.266e-2</w:t>
      </w:r>
    </w:p>
    <w:p w:rsidR="00B65DC9" w:rsidRDefault="00B65DC9" w:rsidP="00B65DC9">
      <w:r>
        <w:t>145.3269</w:t>
      </w:r>
      <w:r>
        <w:tab/>
        <w:t>1.013e0</w:t>
      </w:r>
    </w:p>
    <w:p w:rsidR="00B65DC9" w:rsidRDefault="00B65DC9" w:rsidP="00B65DC9">
      <w:r>
        <w:t>145.3885</w:t>
      </w:r>
      <w:r>
        <w:tab/>
        <w:t>1.266e-2</w:t>
      </w:r>
    </w:p>
    <w:p w:rsidR="00B65DC9" w:rsidRDefault="00B65DC9" w:rsidP="00B65DC9">
      <w:r>
        <w:t>145.3947</w:t>
      </w:r>
      <w:r>
        <w:tab/>
        <w:t>1.013e0</w:t>
      </w:r>
    </w:p>
    <w:p w:rsidR="00B65DC9" w:rsidRDefault="00B65DC9" w:rsidP="00B65DC9">
      <w:r>
        <w:t>145.4039</w:t>
      </w:r>
      <w:r>
        <w:tab/>
        <w:t>1.013e0</w:t>
      </w:r>
    </w:p>
    <w:p w:rsidR="00B65DC9" w:rsidRDefault="00B65DC9" w:rsidP="00B65DC9">
      <w:r>
        <w:t>145.4171</w:t>
      </w:r>
      <w:r>
        <w:tab/>
        <w:t>1.013e0</w:t>
      </w:r>
    </w:p>
    <w:p w:rsidR="00B65DC9" w:rsidRDefault="00B65DC9" w:rsidP="00B65DC9">
      <w:r>
        <w:t>145.4205</w:t>
      </w:r>
      <w:r>
        <w:tab/>
        <w:t>1.013e0</w:t>
      </w:r>
    </w:p>
    <w:p w:rsidR="00B65DC9" w:rsidRDefault="00B65DC9" w:rsidP="00B65DC9">
      <w:r>
        <w:t>145.4657</w:t>
      </w:r>
      <w:r>
        <w:tab/>
        <w:t>1.013e0</w:t>
      </w:r>
    </w:p>
    <w:p w:rsidR="00B65DC9" w:rsidRDefault="00B65DC9" w:rsidP="00B65DC9">
      <w:r>
        <w:t>145.4843</w:t>
      </w:r>
      <w:r>
        <w:tab/>
        <w:t>1.266e-2</w:t>
      </w:r>
    </w:p>
    <w:p w:rsidR="00B65DC9" w:rsidRDefault="00B65DC9" w:rsidP="00B65DC9">
      <w:r>
        <w:t>145.5197</w:t>
      </w:r>
      <w:r>
        <w:tab/>
        <w:t>1.013e0</w:t>
      </w:r>
    </w:p>
    <w:p w:rsidR="00B65DC9" w:rsidRDefault="00B65DC9" w:rsidP="00B65DC9">
      <w:r>
        <w:lastRenderedPageBreak/>
        <w:t>145.5835</w:t>
      </w:r>
      <w:r>
        <w:tab/>
        <w:t>1.013e0</w:t>
      </w:r>
    </w:p>
    <w:p w:rsidR="00B65DC9" w:rsidRDefault="00B65DC9" w:rsidP="00B65DC9">
      <w:r>
        <w:t>145.6130</w:t>
      </w:r>
      <w:r>
        <w:tab/>
        <w:t>1.013e0</w:t>
      </w:r>
    </w:p>
    <w:p w:rsidR="00B65DC9" w:rsidRDefault="00B65DC9" w:rsidP="00B65DC9">
      <w:r>
        <w:t>145.6350</w:t>
      </w:r>
      <w:r>
        <w:tab/>
        <w:t>1.013e0</w:t>
      </w:r>
    </w:p>
    <w:p w:rsidR="00B65DC9" w:rsidRDefault="00B65DC9" w:rsidP="00B65DC9">
      <w:r>
        <w:t>145.6638</w:t>
      </w:r>
      <w:r>
        <w:tab/>
        <w:t>1.266e-2</w:t>
      </w:r>
    </w:p>
    <w:p w:rsidR="00B65DC9" w:rsidRDefault="00B65DC9" w:rsidP="00B65DC9">
      <w:r>
        <w:t>145.7282</w:t>
      </w:r>
      <w:r>
        <w:tab/>
        <w:t>1.013e0</w:t>
      </w:r>
    </w:p>
    <w:p w:rsidR="00B65DC9" w:rsidRDefault="00B65DC9" w:rsidP="00B65DC9">
      <w:r>
        <w:t>145.7409</w:t>
      </w:r>
      <w:r>
        <w:tab/>
        <w:t>1.013e0</w:t>
      </w:r>
    </w:p>
    <w:p w:rsidR="00B65DC9" w:rsidRDefault="00B65DC9" w:rsidP="00B65DC9">
      <w:r>
        <w:t>145.7990</w:t>
      </w:r>
      <w:r>
        <w:tab/>
        <w:t>1.266e-2</w:t>
      </w:r>
    </w:p>
    <w:p w:rsidR="00B65DC9" w:rsidRDefault="00B65DC9" w:rsidP="00B65DC9">
      <w:r>
        <w:t>145.8309</w:t>
      </w:r>
      <w:r>
        <w:tab/>
        <w:t>1.013e0</w:t>
      </w:r>
    </w:p>
    <w:p w:rsidR="00B65DC9" w:rsidRDefault="00B65DC9" w:rsidP="00B65DC9">
      <w:r>
        <w:t>145.8499</w:t>
      </w:r>
      <w:r>
        <w:tab/>
        <w:t>1.266e-2</w:t>
      </w:r>
    </w:p>
    <w:p w:rsidR="00B65DC9" w:rsidRDefault="00B65DC9" w:rsidP="00B65DC9">
      <w:r>
        <w:t>145.8547</w:t>
      </w:r>
      <w:r>
        <w:tab/>
        <w:t>2.025e0</w:t>
      </w:r>
    </w:p>
    <w:p w:rsidR="00B65DC9" w:rsidRDefault="00B65DC9" w:rsidP="00B65DC9">
      <w:r>
        <w:t>145.8580</w:t>
      </w:r>
      <w:r>
        <w:tab/>
        <w:t>2.025e0</w:t>
      </w:r>
    </w:p>
    <w:p w:rsidR="00B65DC9" w:rsidRDefault="00B65DC9" w:rsidP="00B65DC9">
      <w:r>
        <w:t>145.9202</w:t>
      </w:r>
      <w:r>
        <w:tab/>
        <w:t>2.025e0</w:t>
      </w:r>
    </w:p>
    <w:p w:rsidR="00B65DC9" w:rsidRDefault="00B65DC9" w:rsidP="00B65DC9">
      <w:r>
        <w:t>145.9687</w:t>
      </w:r>
      <w:r>
        <w:tab/>
        <w:t>1.013e0</w:t>
      </w:r>
    </w:p>
    <w:p w:rsidR="00B65DC9" w:rsidRDefault="00B65DC9" w:rsidP="00B65DC9">
      <w:r>
        <w:t>146.0677</w:t>
      </w:r>
      <w:r>
        <w:tab/>
        <w:t>1.582e1</w:t>
      </w:r>
    </w:p>
    <w:p w:rsidR="00B65DC9" w:rsidRDefault="00B65DC9" w:rsidP="00B65DC9">
      <w:r>
        <w:t>146.1144</w:t>
      </w:r>
      <w:r>
        <w:tab/>
        <w:t>1.038e0</w:t>
      </w:r>
    </w:p>
    <w:p w:rsidR="00B65DC9" w:rsidRDefault="00B65DC9" w:rsidP="00B65DC9">
      <w:r>
        <w:t>146.1380</w:t>
      </w:r>
      <w:r>
        <w:tab/>
        <w:t>2.025e0</w:t>
      </w:r>
    </w:p>
    <w:p w:rsidR="00B65DC9" w:rsidRDefault="00B65DC9" w:rsidP="00B65DC9">
      <w:r>
        <w:t>146.1615</w:t>
      </w:r>
      <w:r>
        <w:tab/>
        <w:t>2.532e-2</w:t>
      </w:r>
    </w:p>
    <w:p w:rsidR="00B65DC9" w:rsidRDefault="00B65DC9" w:rsidP="00B65DC9">
      <w:r>
        <w:t>146.1648</w:t>
      </w:r>
      <w:r>
        <w:tab/>
        <w:t>1.266e-2</w:t>
      </w:r>
    </w:p>
    <w:p w:rsidR="00B65DC9" w:rsidRDefault="00B65DC9" w:rsidP="00B65DC9">
      <w:r>
        <w:t>146.1869</w:t>
      </w:r>
      <w:r>
        <w:tab/>
        <w:t>1.266e-2</w:t>
      </w:r>
    </w:p>
    <w:p w:rsidR="00B65DC9" w:rsidRDefault="00B65DC9" w:rsidP="00B65DC9">
      <w:r>
        <w:lastRenderedPageBreak/>
        <w:t>146.1902</w:t>
      </w:r>
      <w:r>
        <w:tab/>
        <w:t>2.025e0</w:t>
      </w:r>
    </w:p>
    <w:p w:rsidR="00B65DC9" w:rsidRDefault="00B65DC9" w:rsidP="00B65DC9">
      <w:r>
        <w:t>146.2034</w:t>
      </w:r>
      <w:r>
        <w:tab/>
        <w:t>1.266e-2</w:t>
      </w:r>
    </w:p>
    <w:p w:rsidR="00B65DC9" w:rsidRDefault="00B65DC9" w:rsidP="00B65DC9">
      <w:r>
        <w:t>146.2419</w:t>
      </w:r>
      <w:r>
        <w:tab/>
        <w:t>1.266e-2</w:t>
      </w:r>
    </w:p>
    <w:p w:rsidR="00B65DC9" w:rsidRDefault="00B65DC9" w:rsidP="00B65DC9">
      <w:r>
        <w:t>146.2674</w:t>
      </w:r>
      <w:r>
        <w:tab/>
        <w:t>1.013e0</w:t>
      </w:r>
    </w:p>
    <w:p w:rsidR="00B65DC9" w:rsidRDefault="00B65DC9" w:rsidP="00B65DC9">
      <w:r>
        <w:t>146.2827</w:t>
      </w:r>
      <w:r>
        <w:tab/>
        <w:t>2.038e0</w:t>
      </w:r>
    </w:p>
    <w:p w:rsidR="00B65DC9" w:rsidRDefault="00B65DC9" w:rsidP="00B65DC9">
      <w:r>
        <w:t>146.2934</w:t>
      </w:r>
      <w:r>
        <w:tab/>
        <w:t>1.013e0</w:t>
      </w:r>
    </w:p>
    <w:p w:rsidR="00B65DC9" w:rsidRDefault="00B65DC9" w:rsidP="00B65DC9">
      <w:r>
        <w:t>146.2993</w:t>
      </w:r>
      <w:r>
        <w:tab/>
        <w:t>1.013e0</w:t>
      </w:r>
    </w:p>
    <w:p w:rsidR="00B65DC9" w:rsidRDefault="00B65DC9" w:rsidP="00B65DC9">
      <w:r>
        <w:t>146.3044</w:t>
      </w:r>
      <w:r>
        <w:tab/>
        <w:t>2.025e0</w:t>
      </w:r>
    </w:p>
    <w:p w:rsidR="00B65DC9" w:rsidRDefault="00B65DC9" w:rsidP="00B65DC9">
      <w:r>
        <w:t>146.3577</w:t>
      </w:r>
      <w:r>
        <w:tab/>
        <w:t>1.013e0</w:t>
      </w:r>
    </w:p>
    <w:p w:rsidR="00B65DC9" w:rsidRDefault="00B65DC9" w:rsidP="00B65DC9">
      <w:r>
        <w:t>146.4030</w:t>
      </w:r>
      <w:r>
        <w:tab/>
        <w:t>1.266e-2</w:t>
      </w:r>
    </w:p>
    <w:p w:rsidR="00B65DC9" w:rsidRDefault="00B65DC9" w:rsidP="00B65DC9">
      <w:r>
        <w:t>146.4283</w:t>
      </w:r>
      <w:r>
        <w:tab/>
        <w:t>1.266e-2</w:t>
      </w:r>
    </w:p>
    <w:p w:rsidR="00B65DC9" w:rsidRDefault="00B65DC9" w:rsidP="00B65DC9">
      <w:r>
        <w:t>146.4351</w:t>
      </w:r>
      <w:r>
        <w:tab/>
        <w:t>1.013e0</w:t>
      </w:r>
    </w:p>
    <w:p w:rsidR="00B65DC9" w:rsidRDefault="00B65DC9" w:rsidP="00B65DC9">
      <w:r>
        <w:t>146.4445</w:t>
      </w:r>
      <w:r>
        <w:tab/>
        <w:t>1.013e0</w:t>
      </w:r>
    </w:p>
    <w:p w:rsidR="00B65DC9" w:rsidRDefault="00B65DC9" w:rsidP="00B65DC9">
      <w:r>
        <w:t>146.4475</w:t>
      </w:r>
      <w:r>
        <w:tab/>
        <w:t>1.013e0</w:t>
      </w:r>
    </w:p>
    <w:p w:rsidR="00B65DC9" w:rsidRDefault="00B65DC9" w:rsidP="00B65DC9">
      <w:r>
        <w:t>146.4637</w:t>
      </w:r>
      <w:r>
        <w:tab/>
        <w:t>1.266e-2</w:t>
      </w:r>
    </w:p>
    <w:p w:rsidR="00B65DC9" w:rsidRDefault="00B65DC9" w:rsidP="00B65DC9">
      <w:r>
        <w:t>146.4669</w:t>
      </w:r>
      <w:r>
        <w:tab/>
        <w:t>1.266e-2</w:t>
      </w:r>
    </w:p>
    <w:p w:rsidR="00B65DC9" w:rsidRDefault="00B65DC9" w:rsidP="00B65DC9">
      <w:r>
        <w:t>146.4831</w:t>
      </w:r>
      <w:r>
        <w:tab/>
        <w:t>1.013e0</w:t>
      </w:r>
    </w:p>
    <w:p w:rsidR="00B65DC9" w:rsidRDefault="00B65DC9" w:rsidP="00B65DC9">
      <w:r>
        <w:t>146.5023</w:t>
      </w:r>
      <w:r>
        <w:tab/>
        <w:t>1.013e0</w:t>
      </w:r>
    </w:p>
    <w:p w:rsidR="00B65DC9" w:rsidRDefault="00B65DC9" w:rsidP="00B65DC9">
      <w:r>
        <w:t>146.5359</w:t>
      </w:r>
      <w:r>
        <w:tab/>
        <w:t>2.025e0</w:t>
      </w:r>
    </w:p>
    <w:p w:rsidR="00B65DC9" w:rsidRDefault="00B65DC9" w:rsidP="00B65DC9">
      <w:r>
        <w:lastRenderedPageBreak/>
        <w:t>146.5392</w:t>
      </w:r>
      <w:r>
        <w:tab/>
        <w:t>2.532e-2</w:t>
      </w:r>
    </w:p>
    <w:p w:rsidR="00B65DC9" w:rsidRDefault="00B65DC9" w:rsidP="00B65DC9">
      <w:r>
        <w:t>146.5603</w:t>
      </w:r>
      <w:r>
        <w:tab/>
        <w:t>1.266e-2</w:t>
      </w:r>
    </w:p>
    <w:p w:rsidR="00B65DC9" w:rsidRDefault="00B65DC9" w:rsidP="00B65DC9">
      <w:r>
        <w:t>146.5665</w:t>
      </w:r>
      <w:r>
        <w:tab/>
        <w:t>1.266e-2</w:t>
      </w:r>
    </w:p>
    <w:p w:rsidR="00B65DC9" w:rsidRDefault="00B65DC9" w:rsidP="00B65DC9">
      <w:r>
        <w:t>146.5795</w:t>
      </w:r>
      <w:r>
        <w:tab/>
        <w:t>1.013e0</w:t>
      </w:r>
    </w:p>
    <w:p w:rsidR="00B65DC9" w:rsidRDefault="00B65DC9" w:rsidP="00B65DC9">
      <w:r>
        <w:t>146.5959</w:t>
      </w:r>
      <w:r>
        <w:tab/>
        <w:t>1.013e0</w:t>
      </w:r>
    </w:p>
    <w:p w:rsidR="00B65DC9" w:rsidRDefault="00B65DC9" w:rsidP="00B65DC9">
      <w:r>
        <w:t>146.6345</w:t>
      </w:r>
      <w:r>
        <w:tab/>
        <w:t>1.013e0</w:t>
      </w:r>
    </w:p>
    <w:p w:rsidR="00B65DC9" w:rsidRDefault="00B65DC9" w:rsidP="00B65DC9">
      <w:r>
        <w:t>146.6761</w:t>
      </w:r>
      <w:r>
        <w:tab/>
        <w:t>2.532e-2</w:t>
      </w:r>
    </w:p>
    <w:p w:rsidR="00B65DC9" w:rsidRDefault="00B65DC9" w:rsidP="00B65DC9">
      <w:r>
        <w:t>146.7117</w:t>
      </w:r>
      <w:r>
        <w:tab/>
        <w:t>1.013e0</w:t>
      </w:r>
    </w:p>
    <w:p w:rsidR="00B65DC9" w:rsidRDefault="00B65DC9" w:rsidP="00B65DC9">
      <w:r>
        <w:t>146.7710</w:t>
      </w:r>
      <w:r>
        <w:tab/>
        <w:t>2.025e0</w:t>
      </w:r>
    </w:p>
    <w:p w:rsidR="00B65DC9" w:rsidRDefault="00B65DC9" w:rsidP="00B65DC9">
      <w:r>
        <w:t>146.7794</w:t>
      </w:r>
      <w:r>
        <w:tab/>
        <w:t>1.013e0</w:t>
      </w:r>
    </w:p>
    <w:p w:rsidR="00B65DC9" w:rsidRDefault="00B65DC9" w:rsidP="00B65DC9">
      <w:r>
        <w:t>146.7825</w:t>
      </w:r>
      <w:r>
        <w:tab/>
        <w:t>1.266e-2</w:t>
      </w:r>
    </w:p>
    <w:p w:rsidR="00B65DC9" w:rsidRDefault="00B65DC9" w:rsidP="00B65DC9">
      <w:r>
        <w:t>146.8016</w:t>
      </w:r>
      <w:r>
        <w:tab/>
        <w:t>1.013e0</w:t>
      </w:r>
    </w:p>
    <w:p w:rsidR="00B65DC9" w:rsidRDefault="00B65DC9" w:rsidP="00B65DC9">
      <w:r>
        <w:t>146.8305</w:t>
      </w:r>
      <w:r>
        <w:tab/>
        <w:t>1.013e0</w:t>
      </w:r>
    </w:p>
    <w:p w:rsidR="00B65DC9" w:rsidRDefault="00B65DC9" w:rsidP="00B65DC9">
      <w:r>
        <w:t>146.9527</w:t>
      </w:r>
      <w:r>
        <w:tab/>
        <w:t>1.013e0</w:t>
      </w:r>
    </w:p>
    <w:p w:rsidR="00B65DC9" w:rsidRDefault="00B65DC9" w:rsidP="00B65DC9">
      <w:r>
        <w:t>147.0078</w:t>
      </w:r>
      <w:r>
        <w:tab/>
        <w:t>1.266e-2</w:t>
      </w:r>
    </w:p>
    <w:p w:rsidR="00B65DC9" w:rsidRDefault="00B65DC9" w:rsidP="00B65DC9">
      <w:r>
        <w:t>147.0095</w:t>
      </w:r>
      <w:r>
        <w:tab/>
        <w:t>2.025e0</w:t>
      </w:r>
    </w:p>
    <w:p w:rsidR="00B65DC9" w:rsidRDefault="00B65DC9" w:rsidP="00B65DC9">
      <w:r>
        <w:t>147.0367</w:t>
      </w:r>
      <w:r>
        <w:tab/>
        <w:t>1.013e0</w:t>
      </w:r>
    </w:p>
    <w:p w:rsidR="00B65DC9" w:rsidRDefault="00B65DC9" w:rsidP="00B65DC9">
      <w:r>
        <w:t>147.0531</w:t>
      </w:r>
      <w:r>
        <w:tab/>
        <w:t>1.013e0</w:t>
      </w:r>
    </w:p>
    <w:p w:rsidR="00B65DC9" w:rsidRDefault="00B65DC9" w:rsidP="00B65DC9">
      <w:r>
        <w:t>147.0801</w:t>
      </w:r>
      <w:r>
        <w:tab/>
        <w:t>1.076e0</w:t>
      </w:r>
    </w:p>
    <w:p w:rsidR="00B65DC9" w:rsidRDefault="00B65DC9" w:rsidP="00B65DC9">
      <w:r>
        <w:lastRenderedPageBreak/>
        <w:t>147.1113</w:t>
      </w:r>
      <w:r>
        <w:tab/>
        <w:t>2.711e-1</w:t>
      </w:r>
    </w:p>
    <w:p w:rsidR="00B65DC9" w:rsidRDefault="00B65DC9" w:rsidP="00B65DC9">
      <w:r>
        <w:t>147.1399</w:t>
      </w:r>
      <w:r>
        <w:tab/>
        <w:t>1.911e0</w:t>
      </w:r>
    </w:p>
    <w:p w:rsidR="00B65DC9" w:rsidRDefault="00B65DC9" w:rsidP="00B65DC9">
      <w:r>
        <w:t>147.1527</w:t>
      </w:r>
      <w:r>
        <w:tab/>
        <w:t>1.266e-2</w:t>
      </w:r>
    </w:p>
    <w:p w:rsidR="00B65DC9" w:rsidRDefault="00B65DC9" w:rsidP="00B65DC9">
      <w:r>
        <w:t>147.1658</w:t>
      </w:r>
      <w:r>
        <w:tab/>
        <w:t>1.266e-2</w:t>
      </w:r>
    </w:p>
    <w:p w:rsidR="00B65DC9" w:rsidRDefault="00B65DC9" w:rsidP="00B65DC9">
      <w:r>
        <w:t>147.1756</w:t>
      </w:r>
      <w:r>
        <w:tab/>
        <w:t>1.266e-2</w:t>
      </w:r>
    </w:p>
    <w:p w:rsidR="00B65DC9" w:rsidRDefault="00B65DC9" w:rsidP="00B65DC9">
      <w:r>
        <w:t>147.2012</w:t>
      </w:r>
      <w:r>
        <w:tab/>
        <w:t>1.266e-2</w:t>
      </w:r>
    </w:p>
    <w:p w:rsidR="00B65DC9" w:rsidRDefault="00B65DC9" w:rsidP="00B65DC9">
      <w:r>
        <w:t>147.2173</w:t>
      </w:r>
      <w:r>
        <w:tab/>
        <w:t>1.266e-2</w:t>
      </w:r>
    </w:p>
    <w:p w:rsidR="00B65DC9" w:rsidRDefault="00B65DC9" w:rsidP="00B65DC9">
      <w:r>
        <w:t>147.2203</w:t>
      </w:r>
      <w:r>
        <w:tab/>
        <w:t>1.013e0</w:t>
      </w:r>
    </w:p>
    <w:p w:rsidR="00B65DC9" w:rsidRDefault="00B65DC9" w:rsidP="00B65DC9">
      <w:r>
        <w:t>147.2432</w:t>
      </w:r>
      <w:r>
        <w:tab/>
        <w:t>1.266e-2</w:t>
      </w:r>
    </w:p>
    <w:p w:rsidR="00B65DC9" w:rsidRDefault="00B65DC9" w:rsidP="00B65DC9">
      <w:r>
        <w:t>147.2529</w:t>
      </w:r>
      <w:r>
        <w:tab/>
        <w:t>2.051e0</w:t>
      </w:r>
    </w:p>
    <w:p w:rsidR="00B65DC9" w:rsidRDefault="00B65DC9" w:rsidP="00B65DC9">
      <w:r>
        <w:t>147.2886</w:t>
      </w:r>
      <w:r>
        <w:tab/>
        <w:t>1.013e0</w:t>
      </w:r>
    </w:p>
    <w:p w:rsidR="00B65DC9" w:rsidRDefault="00B65DC9" w:rsidP="00B65DC9">
      <w:r>
        <w:t>147.3008</w:t>
      </w:r>
      <w:r>
        <w:tab/>
        <w:t>1.013e0</w:t>
      </w:r>
    </w:p>
    <w:p w:rsidR="00B65DC9" w:rsidRDefault="00B65DC9" w:rsidP="00B65DC9">
      <w:r>
        <w:t>147.3140</w:t>
      </w:r>
      <w:r>
        <w:tab/>
        <w:t>1.013e0</w:t>
      </w:r>
    </w:p>
    <w:p w:rsidR="00B65DC9" w:rsidRDefault="00B65DC9" w:rsidP="00B65DC9">
      <w:r>
        <w:t>147.3561</w:t>
      </w:r>
      <w:r>
        <w:tab/>
        <w:t>2.025e0</w:t>
      </w:r>
    </w:p>
    <w:p w:rsidR="00B65DC9" w:rsidRDefault="00B65DC9" w:rsidP="00B65DC9">
      <w:r>
        <w:t>147.3660</w:t>
      </w:r>
      <w:r>
        <w:tab/>
        <w:t>1.266e-2</w:t>
      </w:r>
    </w:p>
    <w:p w:rsidR="00B65DC9" w:rsidRDefault="00B65DC9" w:rsidP="00B65DC9">
      <w:r>
        <w:t>147.3693</w:t>
      </w:r>
      <w:r>
        <w:tab/>
        <w:t>1.266e-2</w:t>
      </w:r>
    </w:p>
    <w:p w:rsidR="00B65DC9" w:rsidRDefault="00B65DC9" w:rsidP="00B65DC9">
      <w:r>
        <w:t>147.3817</w:t>
      </w:r>
      <w:r>
        <w:tab/>
        <w:t>1.013e0</w:t>
      </w:r>
    </w:p>
    <w:p w:rsidR="00B65DC9" w:rsidRDefault="00B65DC9" w:rsidP="00B65DC9">
      <w:r>
        <w:t>147.3882</w:t>
      </w:r>
      <w:r>
        <w:tab/>
        <w:t>1.025e0</w:t>
      </w:r>
    </w:p>
    <w:p w:rsidR="00B65DC9" w:rsidRDefault="00B65DC9" w:rsidP="00B65DC9">
      <w:r>
        <w:t>147.4013</w:t>
      </w:r>
      <w:r>
        <w:tab/>
        <w:t>1.266e-2</w:t>
      </w:r>
    </w:p>
    <w:p w:rsidR="00B65DC9" w:rsidRDefault="00B65DC9" w:rsidP="00B65DC9">
      <w:r>
        <w:lastRenderedPageBreak/>
        <w:t>147.4111</w:t>
      </w:r>
      <w:r>
        <w:tab/>
        <w:t>1.266e-2</w:t>
      </w:r>
    </w:p>
    <w:p w:rsidR="00B65DC9" w:rsidRDefault="00B65DC9" w:rsidP="00B65DC9">
      <w:r>
        <w:t>147.4367</w:t>
      </w:r>
      <w:r>
        <w:tab/>
        <w:t>1.266e-2</w:t>
      </w:r>
    </w:p>
    <w:p w:rsidR="00B65DC9" w:rsidRDefault="00B65DC9" w:rsidP="00B65DC9">
      <w:r>
        <w:t>147.4498</w:t>
      </w:r>
      <w:r>
        <w:tab/>
        <w:t>1.266e-2</w:t>
      </w:r>
    </w:p>
    <w:p w:rsidR="00B65DC9" w:rsidRDefault="00B65DC9" w:rsidP="00B65DC9">
      <w:r>
        <w:t>147.4571</w:t>
      </w:r>
      <w:r>
        <w:tab/>
        <w:t>2.025e0</w:t>
      </w:r>
    </w:p>
    <w:p w:rsidR="00B65DC9" w:rsidRDefault="00B65DC9" w:rsidP="00B65DC9">
      <w:r>
        <w:t>147.4622</w:t>
      </w:r>
      <w:r>
        <w:tab/>
        <w:t>1.266e-2</w:t>
      </w:r>
    </w:p>
    <w:p w:rsidR="00B65DC9" w:rsidRDefault="00B65DC9" w:rsidP="00B65DC9">
      <w:r>
        <w:t>147.4886</w:t>
      </w:r>
      <w:r>
        <w:tab/>
        <w:t>1.013e0</w:t>
      </w:r>
    </w:p>
    <w:p w:rsidR="00B65DC9" w:rsidRDefault="00B65DC9" w:rsidP="00B65DC9">
      <w:r>
        <w:t>147.4946</w:t>
      </w:r>
      <w:r>
        <w:tab/>
        <w:t>1.013e0</w:t>
      </w:r>
    </w:p>
    <w:p w:rsidR="00B65DC9" w:rsidRDefault="00B65DC9" w:rsidP="00B65DC9">
      <w:r>
        <w:t>147.5076</w:t>
      </w:r>
      <w:r>
        <w:tab/>
        <w:t>1.266e-2</w:t>
      </w:r>
    </w:p>
    <w:p w:rsidR="00B65DC9" w:rsidRDefault="00B65DC9" w:rsidP="00B65DC9">
      <w:r>
        <w:t>147.5241</w:t>
      </w:r>
      <w:r>
        <w:tab/>
        <w:t>1.266e-2</w:t>
      </w:r>
    </w:p>
    <w:p w:rsidR="00B65DC9" w:rsidRDefault="00B65DC9" w:rsidP="00B65DC9">
      <w:r>
        <w:t>147.5260</w:t>
      </w:r>
      <w:r>
        <w:tab/>
        <w:t>2.532e-2</w:t>
      </w:r>
    </w:p>
    <w:p w:rsidR="00B65DC9" w:rsidRDefault="00B65DC9" w:rsidP="00B65DC9">
      <w:r>
        <w:t>147.5595</w:t>
      </w:r>
      <w:r>
        <w:tab/>
        <w:t>1.013e0</w:t>
      </w:r>
    </w:p>
    <w:p w:rsidR="00B65DC9" w:rsidRDefault="00B65DC9" w:rsidP="00B65DC9">
      <w:r>
        <w:t>147.5628</w:t>
      </w:r>
      <w:r>
        <w:tab/>
        <w:t>1.025e0</w:t>
      </w:r>
    </w:p>
    <w:p w:rsidR="00B65DC9" w:rsidRDefault="00B65DC9" w:rsidP="00B65DC9">
      <w:r>
        <w:t>147.5722</w:t>
      </w:r>
      <w:r>
        <w:tab/>
        <w:t>1.013e0</w:t>
      </w:r>
    </w:p>
    <w:p w:rsidR="00B65DC9" w:rsidRDefault="00B65DC9" w:rsidP="00B65DC9">
      <w:r>
        <w:t>147.6080</w:t>
      </w:r>
      <w:r>
        <w:tab/>
        <w:t>1.013e0</w:t>
      </w:r>
    </w:p>
    <w:p w:rsidR="00B65DC9" w:rsidRDefault="00B65DC9" w:rsidP="00B65DC9">
      <w:r>
        <w:t>147.6204</w:t>
      </w:r>
      <w:r>
        <w:tab/>
        <w:t>1.266e-2</w:t>
      </w:r>
    </w:p>
    <w:p w:rsidR="00B65DC9" w:rsidRDefault="00B65DC9" w:rsidP="00B65DC9">
      <w:r>
        <w:t>147.6240</w:t>
      </w:r>
      <w:r>
        <w:tab/>
        <w:t>1.013e0</w:t>
      </w:r>
    </w:p>
    <w:p w:rsidR="00B65DC9" w:rsidRDefault="00B65DC9" w:rsidP="00B65DC9">
      <w:r>
        <w:t>147.6515</w:t>
      </w:r>
      <w:r>
        <w:tab/>
        <w:t>3.798e-2</w:t>
      </w:r>
    </w:p>
    <w:p w:rsidR="00B65DC9" w:rsidRDefault="00B65DC9" w:rsidP="00B65DC9">
      <w:r>
        <w:t>147.6726</w:t>
      </w:r>
      <w:r>
        <w:tab/>
        <w:t>1.266e-2</w:t>
      </w:r>
    </w:p>
    <w:p w:rsidR="00B65DC9" w:rsidRDefault="00B65DC9" w:rsidP="00B65DC9">
      <w:r>
        <w:t>147.6856</w:t>
      </w:r>
      <w:r>
        <w:tab/>
        <w:t>1.013e0</w:t>
      </w:r>
    </w:p>
    <w:p w:rsidR="00B65DC9" w:rsidRDefault="00B65DC9" w:rsidP="00B65DC9">
      <w:r>
        <w:lastRenderedPageBreak/>
        <w:t>147.7161</w:t>
      </w:r>
      <w:r>
        <w:tab/>
        <w:t>2.025e0</w:t>
      </w:r>
    </w:p>
    <w:p w:rsidR="00B65DC9" w:rsidRDefault="00B65DC9" w:rsidP="00B65DC9">
      <w:r>
        <w:t>147.7334</w:t>
      </w:r>
      <w:r>
        <w:tab/>
        <w:t>1.266e-2</w:t>
      </w:r>
    </w:p>
    <w:p w:rsidR="00B65DC9" w:rsidRDefault="00B65DC9" w:rsidP="00B65DC9">
      <w:r>
        <w:t>147.7753</w:t>
      </w:r>
      <w:r>
        <w:tab/>
        <w:t>1.266e-2</w:t>
      </w:r>
    </w:p>
    <w:p w:rsidR="00B65DC9" w:rsidRDefault="00B65DC9" w:rsidP="00B65DC9">
      <w:r>
        <w:t>147.7789</w:t>
      </w:r>
      <w:r>
        <w:tab/>
        <w:t>1.013e0</w:t>
      </w:r>
    </w:p>
    <w:p w:rsidR="00B65DC9" w:rsidRDefault="00B65DC9" w:rsidP="00B65DC9">
      <w:r>
        <w:t>147.8019</w:t>
      </w:r>
      <w:r>
        <w:tab/>
        <w:t>1.013e0</w:t>
      </w:r>
    </w:p>
    <w:p w:rsidR="00B65DC9" w:rsidRDefault="00B65DC9" w:rsidP="00B65DC9">
      <w:r>
        <w:t>147.8661</w:t>
      </w:r>
      <w:r>
        <w:tab/>
        <w:t>1.266e-2</w:t>
      </w:r>
    </w:p>
    <w:p w:rsidR="00B65DC9" w:rsidRDefault="00B65DC9" w:rsidP="00B65DC9">
      <w:r>
        <w:t>147.8762</w:t>
      </w:r>
      <w:r>
        <w:tab/>
        <w:t>1.266e-2</w:t>
      </w:r>
    </w:p>
    <w:p w:rsidR="00B65DC9" w:rsidRDefault="00B65DC9" w:rsidP="00B65DC9">
      <w:r>
        <w:t>147.8812</w:t>
      </w:r>
      <w:r>
        <w:tab/>
        <w:t>2.025e0</w:t>
      </w:r>
    </w:p>
    <w:p w:rsidR="00B65DC9" w:rsidRDefault="00B65DC9" w:rsidP="00B65DC9">
      <w:r>
        <w:t>147.8827</w:t>
      </w:r>
      <w:r>
        <w:tab/>
        <w:t>1.013e0</w:t>
      </w:r>
    </w:p>
    <w:p w:rsidR="00B65DC9" w:rsidRDefault="00B65DC9" w:rsidP="00B65DC9">
      <w:r>
        <w:t>147.9018</w:t>
      </w:r>
      <w:r>
        <w:tab/>
        <w:t>1.013e0</w:t>
      </w:r>
    </w:p>
    <w:p w:rsidR="00B65DC9" w:rsidRDefault="00B65DC9" w:rsidP="00B65DC9">
      <w:r>
        <w:t>147.9148</w:t>
      </w:r>
      <w:r>
        <w:tab/>
        <w:t>1.013e0</w:t>
      </w:r>
    </w:p>
    <w:p w:rsidR="00B65DC9" w:rsidRDefault="00B65DC9" w:rsidP="00B65DC9">
      <w:r>
        <w:t>147.9216</w:t>
      </w:r>
      <w:r>
        <w:tab/>
        <w:t>1.013e0</w:t>
      </w:r>
    </w:p>
    <w:p w:rsidR="00B65DC9" w:rsidRDefault="00B65DC9" w:rsidP="00B65DC9">
      <w:r>
        <w:t>147.9726</w:t>
      </w:r>
      <w:r>
        <w:tab/>
        <w:t>2.025e0</w:t>
      </w:r>
    </w:p>
    <w:p w:rsidR="00B65DC9" w:rsidRDefault="00B65DC9" w:rsidP="00B65DC9">
      <w:r>
        <w:t>148.0411</w:t>
      </w:r>
      <w:r>
        <w:tab/>
        <w:t>1.266e-2</w:t>
      </w:r>
    </w:p>
    <w:p w:rsidR="00B65DC9" w:rsidRDefault="00B65DC9" w:rsidP="00B65DC9">
      <w:r>
        <w:t>148.0426</w:t>
      </w:r>
      <w:r>
        <w:tab/>
        <w:t>2.025e0</w:t>
      </w:r>
    </w:p>
    <w:p w:rsidR="00B65DC9" w:rsidRDefault="00B65DC9" w:rsidP="00B65DC9">
      <w:r>
        <w:t>148.0600</w:t>
      </w:r>
      <w:r>
        <w:tab/>
        <w:t>1.266e-2</w:t>
      </w:r>
    </w:p>
    <w:p w:rsidR="00B65DC9" w:rsidRDefault="00B65DC9" w:rsidP="00B65DC9">
      <w:r>
        <w:t>148.0676</w:t>
      </w:r>
      <w:r>
        <w:tab/>
        <w:t>3.798e-2</w:t>
      </w:r>
    </w:p>
    <w:p w:rsidR="00B65DC9" w:rsidRDefault="00B65DC9" w:rsidP="00B65DC9">
      <w:r>
        <w:t>148.0699</w:t>
      </w:r>
      <w:r>
        <w:tab/>
        <w:t>1.266e-2</w:t>
      </w:r>
    </w:p>
    <w:p w:rsidR="00B65DC9" w:rsidRDefault="00B65DC9" w:rsidP="00B65DC9">
      <w:r>
        <w:t>148.0781</w:t>
      </w:r>
      <w:r>
        <w:tab/>
        <w:t>2.025e0</w:t>
      </w:r>
    </w:p>
    <w:p w:rsidR="00B65DC9" w:rsidRDefault="00B65DC9" w:rsidP="00B65DC9">
      <w:r>
        <w:lastRenderedPageBreak/>
        <w:t>148.0986</w:t>
      </w:r>
      <w:r>
        <w:tab/>
        <w:t>8.077e0</w:t>
      </w:r>
    </w:p>
    <w:p w:rsidR="00B65DC9" w:rsidRDefault="00B65DC9" w:rsidP="00B65DC9">
      <w:r>
        <w:t>148.1105</w:t>
      </w:r>
      <w:r>
        <w:tab/>
        <w:t>3.038e0</w:t>
      </w:r>
    </w:p>
    <w:p w:rsidR="00B65DC9" w:rsidRDefault="00B65DC9" w:rsidP="00B65DC9">
      <w:r>
        <w:t>148.1208</w:t>
      </w:r>
      <w:r>
        <w:tab/>
        <w:t>1.038e0</w:t>
      </w:r>
    </w:p>
    <w:p w:rsidR="00B65DC9" w:rsidRDefault="00B65DC9" w:rsidP="00B65DC9">
      <w:r>
        <w:t>148.1235</w:t>
      </w:r>
      <w:r>
        <w:tab/>
        <w:t>2.025e0</w:t>
      </w:r>
    </w:p>
    <w:p w:rsidR="00B65DC9" w:rsidRDefault="00B65DC9" w:rsidP="00B65DC9">
      <w:r>
        <w:t>148.1281</w:t>
      </w:r>
      <w:r>
        <w:tab/>
        <w:t>1.013e0</w:t>
      </w:r>
    </w:p>
    <w:p w:rsidR="00B65DC9" w:rsidRDefault="00B65DC9" w:rsidP="00B65DC9">
      <w:r>
        <w:t>148.1573</w:t>
      </w:r>
      <w:r>
        <w:tab/>
        <w:t>1.013e0</w:t>
      </w:r>
    </w:p>
    <w:p w:rsidR="00B65DC9" w:rsidRDefault="00B65DC9" w:rsidP="00B65DC9">
      <w:r>
        <w:t>148.1796</w:t>
      </w:r>
      <w:r>
        <w:tab/>
        <w:t>1.013e0</w:t>
      </w:r>
    </w:p>
    <w:p w:rsidR="00B65DC9" w:rsidRDefault="00B65DC9" w:rsidP="00B65DC9">
      <w:r>
        <w:t>148.1830</w:t>
      </w:r>
      <w:r>
        <w:tab/>
        <w:t>1.266e-2</w:t>
      </w:r>
    </w:p>
    <w:p w:rsidR="00B65DC9" w:rsidRDefault="00B65DC9" w:rsidP="00B65DC9">
      <w:r>
        <w:t>148.1995</w:t>
      </w:r>
      <w:r>
        <w:tab/>
        <w:t>1.266e-2</w:t>
      </w:r>
    </w:p>
    <w:p w:rsidR="00B65DC9" w:rsidRDefault="00B65DC9" w:rsidP="00B65DC9">
      <w:r>
        <w:t>148.2335</w:t>
      </w:r>
      <w:r>
        <w:tab/>
        <w:t>2.025e0</w:t>
      </w:r>
    </w:p>
    <w:p w:rsidR="00B65DC9" w:rsidRDefault="00B65DC9" w:rsidP="00B65DC9">
      <w:r>
        <w:t>148.2704</w:t>
      </w:r>
      <w:r>
        <w:tab/>
        <w:t>1.013e0</w:t>
      </w:r>
    </w:p>
    <w:p w:rsidR="00B65DC9" w:rsidRDefault="00B65DC9" w:rsidP="00B65DC9">
      <w:r>
        <w:t>148.2737</w:t>
      </w:r>
      <w:r>
        <w:tab/>
        <w:t>2.025e0</w:t>
      </w:r>
    </w:p>
    <w:p w:rsidR="00B65DC9" w:rsidRDefault="00B65DC9" w:rsidP="00B65DC9">
      <w:r>
        <w:t>148.3258</w:t>
      </w:r>
      <w:r>
        <w:tab/>
        <w:t>1.013e0</w:t>
      </w:r>
    </w:p>
    <w:p w:rsidR="00B65DC9" w:rsidRDefault="00B65DC9" w:rsidP="00B65DC9">
      <w:r>
        <w:t>148.3448</w:t>
      </w:r>
      <w:r>
        <w:tab/>
        <w:t>2.025e0</w:t>
      </w:r>
    </w:p>
    <w:p w:rsidR="00B65DC9" w:rsidRDefault="00B65DC9" w:rsidP="00B65DC9">
      <w:r>
        <w:t>148.3740</w:t>
      </w:r>
      <w:r>
        <w:tab/>
        <w:t>1.013e0</w:t>
      </w:r>
    </w:p>
    <w:p w:rsidR="00B65DC9" w:rsidRDefault="00B65DC9" w:rsidP="00B65DC9">
      <w:r>
        <w:t>148.3869</w:t>
      </w:r>
      <w:r>
        <w:tab/>
        <w:t>1.266e-2</w:t>
      </w:r>
    </w:p>
    <w:p w:rsidR="00B65DC9" w:rsidRDefault="00B65DC9" w:rsidP="00B65DC9">
      <w:r>
        <w:t>148.3985</w:t>
      </w:r>
      <w:r>
        <w:tab/>
        <w:t>2.025e0</w:t>
      </w:r>
    </w:p>
    <w:p w:rsidR="00B65DC9" w:rsidRDefault="00B65DC9" w:rsidP="00B65DC9">
      <w:r>
        <w:t>148.4489</w:t>
      </w:r>
      <w:r>
        <w:tab/>
        <w:t>1.266e-2</w:t>
      </w:r>
    </w:p>
    <w:p w:rsidR="00B65DC9" w:rsidRDefault="00B65DC9" w:rsidP="00B65DC9">
      <w:r>
        <w:t>148.4680</w:t>
      </w:r>
      <w:r>
        <w:tab/>
        <w:t>1.266e-2</w:t>
      </w:r>
    </w:p>
    <w:p w:rsidR="00B65DC9" w:rsidRDefault="00B65DC9" w:rsidP="00B65DC9">
      <w:r>
        <w:lastRenderedPageBreak/>
        <w:t>148.4744</w:t>
      </w:r>
      <w:r>
        <w:tab/>
        <w:t>1.013e0</w:t>
      </w:r>
    </w:p>
    <w:p w:rsidR="00B65DC9" w:rsidRDefault="00B65DC9" w:rsidP="00B65DC9">
      <w:r>
        <w:t>148.4967</w:t>
      </w:r>
      <w:r>
        <w:tab/>
        <w:t>1.013e0</w:t>
      </w:r>
    </w:p>
    <w:p w:rsidR="00B65DC9" w:rsidRDefault="00B65DC9" w:rsidP="00B65DC9">
      <w:r>
        <w:t>148.5165</w:t>
      </w:r>
      <w:r>
        <w:tab/>
        <w:t>1.013e0</w:t>
      </w:r>
    </w:p>
    <w:p w:rsidR="00B65DC9" w:rsidRDefault="00B65DC9" w:rsidP="00B65DC9">
      <w:r>
        <w:t>148.5327</w:t>
      </w:r>
      <w:r>
        <w:tab/>
        <w:t>1.013e0</w:t>
      </w:r>
    </w:p>
    <w:p w:rsidR="00B65DC9" w:rsidRDefault="00B65DC9" w:rsidP="00B65DC9">
      <w:r>
        <w:t>148.5717</w:t>
      </w:r>
      <w:r>
        <w:tab/>
        <w:t>1.266e-2</w:t>
      </w:r>
    </w:p>
    <w:p w:rsidR="00B65DC9" w:rsidRDefault="00B65DC9" w:rsidP="00B65DC9">
      <w:r>
        <w:t>148.5959</w:t>
      </w:r>
      <w:r>
        <w:tab/>
        <w:t>2.025e0</w:t>
      </w:r>
    </w:p>
    <w:p w:rsidR="00B65DC9" w:rsidRDefault="00B65DC9" w:rsidP="00B65DC9">
      <w:r>
        <w:t>148.5977</w:t>
      </w:r>
      <w:r>
        <w:tab/>
        <w:t>1.013e0</w:t>
      </w:r>
    </w:p>
    <w:p w:rsidR="00B65DC9" w:rsidRDefault="00B65DC9" w:rsidP="00B65DC9">
      <w:r>
        <w:t>148.6688</w:t>
      </w:r>
      <w:r>
        <w:tab/>
        <w:t>1.266e-2</w:t>
      </w:r>
    </w:p>
    <w:p w:rsidR="00B65DC9" w:rsidRDefault="00B65DC9" w:rsidP="00B65DC9">
      <w:r>
        <w:t>148.7175</w:t>
      </w:r>
      <w:r>
        <w:tab/>
        <w:t>1.266e-2</w:t>
      </w:r>
    </w:p>
    <w:p w:rsidR="00B65DC9" w:rsidRDefault="00B65DC9" w:rsidP="00B65DC9">
      <w:r>
        <w:t>148.7223</w:t>
      </w:r>
      <w:r>
        <w:tab/>
        <w:t>2.025e0</w:t>
      </w:r>
    </w:p>
    <w:p w:rsidR="00B65DC9" w:rsidRDefault="00B65DC9" w:rsidP="00B65DC9">
      <w:r>
        <w:t>148.7240</w:t>
      </w:r>
      <w:r>
        <w:tab/>
        <w:t>1.013e0</w:t>
      </w:r>
    </w:p>
    <w:p w:rsidR="00B65DC9" w:rsidRDefault="00B65DC9" w:rsidP="00B65DC9">
      <w:r>
        <w:t>148.7309</w:t>
      </w:r>
      <w:r>
        <w:tab/>
        <w:t>1.013e0</w:t>
      </w:r>
    </w:p>
    <w:p w:rsidR="00B65DC9" w:rsidRDefault="00B65DC9" w:rsidP="00B65DC9">
      <w:r>
        <w:t>148.7529</w:t>
      </w:r>
      <w:r>
        <w:tab/>
        <w:t>1.013e0</w:t>
      </w:r>
    </w:p>
    <w:p w:rsidR="00B65DC9" w:rsidRDefault="00B65DC9" w:rsidP="00B65DC9">
      <w:r>
        <w:t>148.7729</w:t>
      </w:r>
      <w:r>
        <w:tab/>
        <w:t>1.266e-2</w:t>
      </w:r>
    </w:p>
    <w:p w:rsidR="00B65DC9" w:rsidRDefault="00B65DC9" w:rsidP="00B65DC9">
      <w:r>
        <w:t>148.8050</w:t>
      </w:r>
      <w:r>
        <w:tab/>
        <w:t>2.532e-2</w:t>
      </w:r>
    </w:p>
    <w:p w:rsidR="00B65DC9" w:rsidRDefault="00B65DC9" w:rsidP="00B65DC9">
      <w:r>
        <w:t>148.8118</w:t>
      </w:r>
      <w:r>
        <w:tab/>
        <w:t>2.025e0</w:t>
      </w:r>
    </w:p>
    <w:p w:rsidR="00B65DC9" w:rsidRDefault="00B65DC9" w:rsidP="00B65DC9">
      <w:r>
        <w:t>148.8472</w:t>
      </w:r>
      <w:r>
        <w:tab/>
        <w:t>1.266e-2</w:t>
      </w:r>
    </w:p>
    <w:p w:rsidR="00B65DC9" w:rsidRDefault="00B65DC9" w:rsidP="00B65DC9">
      <w:r>
        <w:t>148.8570</w:t>
      </w:r>
      <w:r>
        <w:tab/>
        <w:t>2.025e0</w:t>
      </w:r>
    </w:p>
    <w:p w:rsidR="00B65DC9" w:rsidRDefault="00B65DC9" w:rsidP="00B65DC9">
      <w:r>
        <w:t>148.8844</w:t>
      </w:r>
      <w:r>
        <w:tab/>
        <w:t>2.025e0</w:t>
      </w:r>
    </w:p>
    <w:p w:rsidR="00B65DC9" w:rsidRDefault="00B65DC9" w:rsidP="00B65DC9">
      <w:r>
        <w:lastRenderedPageBreak/>
        <w:t>148.8961</w:t>
      </w:r>
      <w:r>
        <w:tab/>
        <w:t>1.266e-2</w:t>
      </w:r>
    </w:p>
    <w:p w:rsidR="00B65DC9" w:rsidRDefault="00B65DC9" w:rsidP="00B65DC9">
      <w:r>
        <w:t>148.9216</w:t>
      </w:r>
      <w:r>
        <w:tab/>
        <w:t>2.025e0</w:t>
      </w:r>
    </w:p>
    <w:p w:rsidR="00B65DC9" w:rsidRDefault="00B65DC9" w:rsidP="00B65DC9">
      <w:r>
        <w:t>148.9572</w:t>
      </w:r>
      <w:r>
        <w:tab/>
        <w:t>2.025e0</w:t>
      </w:r>
    </w:p>
    <w:p w:rsidR="00B65DC9" w:rsidRDefault="00B65DC9" w:rsidP="00B65DC9">
      <w:r>
        <w:t>148.9737</w:t>
      </w:r>
      <w:r>
        <w:tab/>
        <w:t>1.013e0</w:t>
      </w:r>
    </w:p>
    <w:p w:rsidR="00B65DC9" w:rsidRDefault="00B65DC9" w:rsidP="00B65DC9">
      <w:r>
        <w:t>149.0028</w:t>
      </w:r>
      <w:r>
        <w:tab/>
        <w:t>1.025e0</w:t>
      </w:r>
    </w:p>
    <w:p w:rsidR="00B65DC9" w:rsidRDefault="00B65DC9" w:rsidP="00B65DC9">
      <w:r>
        <w:t>149.0244</w:t>
      </w:r>
      <w:r>
        <w:tab/>
        <w:t>6.329e-2</w:t>
      </w:r>
    </w:p>
    <w:p w:rsidR="00B65DC9" w:rsidRDefault="00B65DC9" w:rsidP="00B65DC9">
      <w:r>
        <w:t>149.0339</w:t>
      </w:r>
      <w:r>
        <w:tab/>
        <w:t>2.038e0</w:t>
      </w:r>
    </w:p>
    <w:p w:rsidR="00B65DC9" w:rsidRDefault="00B65DC9" w:rsidP="00B65DC9">
      <w:r>
        <w:t>149.0737</w:t>
      </w:r>
      <w:r>
        <w:tab/>
        <w:t>9.897e-1</w:t>
      </w:r>
    </w:p>
    <w:p w:rsidR="00B65DC9" w:rsidRDefault="00B65DC9" w:rsidP="00B65DC9">
      <w:r>
        <w:t>149.0800</w:t>
      </w:r>
      <w:r>
        <w:tab/>
        <w:t>5.341e-1</w:t>
      </w:r>
    </w:p>
    <w:p w:rsidR="00B65DC9" w:rsidRDefault="00B65DC9" w:rsidP="00B65DC9">
      <w:r>
        <w:t>149.0895</w:t>
      </w:r>
      <w:r>
        <w:tab/>
        <w:t>3.465e-1</w:t>
      </w:r>
    </w:p>
    <w:p w:rsidR="00B65DC9" w:rsidRDefault="00B65DC9" w:rsidP="00B65DC9">
      <w:r>
        <w:t>149.1004</w:t>
      </w:r>
      <w:r>
        <w:tab/>
        <w:t>2.025e0</w:t>
      </w:r>
    </w:p>
    <w:p w:rsidR="00B65DC9" w:rsidRDefault="00B65DC9" w:rsidP="00B65DC9">
      <w:r>
        <w:t>149.1278</w:t>
      </w:r>
      <w:r>
        <w:tab/>
        <w:t>2.025e0</w:t>
      </w:r>
    </w:p>
    <w:p w:rsidR="00B65DC9" w:rsidRDefault="00B65DC9" w:rsidP="00B65DC9">
      <w:r>
        <w:t>149.1682</w:t>
      </w:r>
      <w:r>
        <w:tab/>
        <w:t>1.013e0</w:t>
      </w:r>
    </w:p>
    <w:p w:rsidR="00B65DC9" w:rsidRDefault="00B65DC9" w:rsidP="00B65DC9">
      <w:r>
        <w:t>149.1848</w:t>
      </w:r>
      <w:r>
        <w:tab/>
        <w:t>1.013e0</w:t>
      </w:r>
    </w:p>
    <w:p w:rsidR="00B65DC9" w:rsidRDefault="00B65DC9" w:rsidP="00B65DC9">
      <w:r>
        <w:t>149.1970</w:t>
      </w:r>
      <w:r>
        <w:tab/>
        <w:t>1.013e0</w:t>
      </w:r>
    </w:p>
    <w:p w:rsidR="00B65DC9" w:rsidRDefault="00B65DC9" w:rsidP="00B65DC9">
      <w:r>
        <w:t>149.2170</w:t>
      </w:r>
      <w:r>
        <w:tab/>
        <w:t>1.013e0</w:t>
      </w:r>
    </w:p>
    <w:p w:rsidR="00B65DC9" w:rsidRDefault="00B65DC9" w:rsidP="00B65DC9">
      <w:r>
        <w:t>149.2203</w:t>
      </w:r>
      <w:r>
        <w:tab/>
        <w:t>1.266e-2</w:t>
      </w:r>
    </w:p>
    <w:p w:rsidR="00B65DC9" w:rsidRDefault="00B65DC9" w:rsidP="00B65DC9">
      <w:r>
        <w:t>149.2270</w:t>
      </w:r>
      <w:r>
        <w:tab/>
        <w:t>1.013e0</w:t>
      </w:r>
    </w:p>
    <w:p w:rsidR="00B65DC9" w:rsidRDefault="00B65DC9" w:rsidP="00B65DC9">
      <w:r>
        <w:t>149.2460</w:t>
      </w:r>
      <w:r>
        <w:tab/>
        <w:t>1.013e0</w:t>
      </w:r>
    </w:p>
    <w:p w:rsidR="00B65DC9" w:rsidRDefault="00B65DC9" w:rsidP="00B65DC9">
      <w:r>
        <w:lastRenderedPageBreak/>
        <w:t>149.2848</w:t>
      </w:r>
      <w:r>
        <w:tab/>
        <w:t>1.266e-2</w:t>
      </w:r>
    </w:p>
    <w:p w:rsidR="00B65DC9" w:rsidRDefault="00B65DC9" w:rsidP="00B65DC9">
      <w:r>
        <w:t>149.3175</w:t>
      </w:r>
      <w:r>
        <w:tab/>
        <w:t>1.266e-2</w:t>
      </w:r>
    </w:p>
    <w:p w:rsidR="00B65DC9" w:rsidRDefault="00B65DC9" w:rsidP="00B65DC9">
      <w:r>
        <w:t>149.3304</w:t>
      </w:r>
      <w:r>
        <w:tab/>
        <w:t>1.013e0</w:t>
      </w:r>
    </w:p>
    <w:p w:rsidR="00B65DC9" w:rsidRDefault="00B65DC9" w:rsidP="00B65DC9">
      <w:r>
        <w:t>149.4049</w:t>
      </w:r>
      <w:r>
        <w:tab/>
        <w:t>1.013e0</w:t>
      </w:r>
    </w:p>
    <w:p w:rsidR="00B65DC9" w:rsidRDefault="00B65DC9" w:rsidP="00B65DC9">
      <w:r>
        <w:t>149.4380</w:t>
      </w:r>
      <w:r>
        <w:tab/>
        <w:t>1.013e0</w:t>
      </w:r>
    </w:p>
    <w:p w:rsidR="00B65DC9" w:rsidRDefault="00B65DC9" w:rsidP="00B65DC9">
      <w:r>
        <w:t>149.4803</w:t>
      </w:r>
      <w:r>
        <w:tab/>
        <w:t>1.266e-2</w:t>
      </w:r>
    </w:p>
    <w:p w:rsidR="00B65DC9" w:rsidRDefault="00B65DC9" w:rsidP="00B65DC9">
      <w:r>
        <w:t>149.4927</w:t>
      </w:r>
      <w:r>
        <w:tab/>
        <w:t>1.013e0</w:t>
      </w:r>
    </w:p>
    <w:p w:rsidR="00B65DC9" w:rsidRDefault="00B65DC9" w:rsidP="00B65DC9">
      <w:r>
        <w:t>149.5060</w:t>
      </w:r>
      <w:r>
        <w:tab/>
        <w:t>1.266e-2</w:t>
      </w:r>
    </w:p>
    <w:p w:rsidR="00B65DC9" w:rsidRDefault="00B65DC9" w:rsidP="00B65DC9">
      <w:r>
        <w:t>149.5240</w:t>
      </w:r>
      <w:r>
        <w:tab/>
        <w:t>2.025e0</w:t>
      </w:r>
    </w:p>
    <w:p w:rsidR="00B65DC9" w:rsidRDefault="00B65DC9" w:rsidP="00B65DC9">
      <w:r>
        <w:t>149.5316</w:t>
      </w:r>
      <w:r>
        <w:tab/>
        <w:t>1.266e-2</w:t>
      </w:r>
    </w:p>
    <w:p w:rsidR="00B65DC9" w:rsidRDefault="00B65DC9" w:rsidP="00B65DC9">
      <w:r>
        <w:t>149.5905</w:t>
      </w:r>
      <w:r>
        <w:tab/>
        <w:t>1.266e-2</w:t>
      </w:r>
    </w:p>
    <w:p w:rsidR="00B65DC9" w:rsidRDefault="00B65DC9" w:rsidP="00B65DC9">
      <w:r>
        <w:t>149.5971</w:t>
      </w:r>
      <w:r>
        <w:tab/>
        <w:t>1.013e0</w:t>
      </w:r>
    </w:p>
    <w:p w:rsidR="00B65DC9" w:rsidRDefault="00B65DC9" w:rsidP="00B65DC9">
      <w:r>
        <w:t>149.6100</w:t>
      </w:r>
      <w:r>
        <w:tab/>
        <w:t>1.266e-2</w:t>
      </w:r>
    </w:p>
    <w:p w:rsidR="00B65DC9" w:rsidRDefault="00B65DC9" w:rsidP="00B65DC9">
      <w:r>
        <w:t>149.6361</w:t>
      </w:r>
      <w:r>
        <w:tab/>
        <w:t>1.266e-2</w:t>
      </w:r>
    </w:p>
    <w:p w:rsidR="00B65DC9" w:rsidRDefault="00B65DC9" w:rsidP="00B65DC9">
      <w:r>
        <w:t>149.6492</w:t>
      </w:r>
      <w:r>
        <w:tab/>
        <w:t>1.266e-2</w:t>
      </w:r>
    </w:p>
    <w:p w:rsidR="00B65DC9" w:rsidRDefault="00B65DC9" w:rsidP="00B65DC9">
      <w:r>
        <w:t>149.6585</w:t>
      </w:r>
      <w:r>
        <w:tab/>
        <w:t>1.013e0</w:t>
      </w:r>
    </w:p>
    <w:p w:rsidR="00B65DC9" w:rsidRDefault="00B65DC9" w:rsidP="00B65DC9">
      <w:r>
        <w:t>149.6599</w:t>
      </w:r>
      <w:r>
        <w:tab/>
        <w:t>2.025e0</w:t>
      </w:r>
    </w:p>
    <w:p w:rsidR="00B65DC9" w:rsidRDefault="00B65DC9" w:rsidP="00B65DC9">
      <w:r>
        <w:t>149.6975</w:t>
      </w:r>
      <w:r>
        <w:tab/>
        <w:t>1.013e0</w:t>
      </w:r>
    </w:p>
    <w:p w:rsidR="00B65DC9" w:rsidRDefault="00B65DC9" w:rsidP="00B65DC9">
      <w:r>
        <w:t>149.7464</w:t>
      </w:r>
      <w:r>
        <w:tab/>
        <w:t>1.025e0</w:t>
      </w:r>
    </w:p>
    <w:p w:rsidR="00B65DC9" w:rsidRDefault="00B65DC9" w:rsidP="00B65DC9">
      <w:r>
        <w:lastRenderedPageBreak/>
        <w:t>149.7496</w:t>
      </w:r>
      <w:r>
        <w:tab/>
        <w:t>1.013e0</w:t>
      </w:r>
    </w:p>
    <w:p w:rsidR="00B65DC9" w:rsidRDefault="00B65DC9" w:rsidP="00B65DC9">
      <w:r>
        <w:t>149.7954</w:t>
      </w:r>
      <w:r>
        <w:tab/>
        <w:t>1.266e-2</w:t>
      </w:r>
    </w:p>
    <w:p w:rsidR="00B65DC9" w:rsidRDefault="00B65DC9" w:rsidP="00B65DC9">
      <w:r>
        <w:t>149.8183</w:t>
      </w:r>
      <w:r>
        <w:tab/>
        <w:t>2.025e0</w:t>
      </w:r>
    </w:p>
    <w:p w:rsidR="00B65DC9" w:rsidRDefault="00B65DC9" w:rsidP="00B65DC9">
      <w:r>
        <w:t>149.8441</w:t>
      </w:r>
      <w:r>
        <w:tab/>
        <w:t>1.266e-2</w:t>
      </w:r>
    </w:p>
    <w:p w:rsidR="00B65DC9" w:rsidRDefault="00B65DC9" w:rsidP="00B65DC9">
      <w:r>
        <w:t>149.8508</w:t>
      </w:r>
      <w:r>
        <w:tab/>
        <w:t>1.013e0</w:t>
      </w:r>
    </w:p>
    <w:p w:rsidR="00B65DC9" w:rsidRDefault="00B65DC9" w:rsidP="00B65DC9">
      <w:r>
        <w:t>149.8527</w:t>
      </w:r>
      <w:r>
        <w:tab/>
        <w:t>2.025e0</w:t>
      </w:r>
    </w:p>
    <w:p w:rsidR="00B65DC9" w:rsidRDefault="00B65DC9" w:rsidP="00B65DC9">
      <w:r>
        <w:t>149.8864</w:t>
      </w:r>
      <w:r>
        <w:tab/>
        <w:t>2.025e0</w:t>
      </w:r>
    </w:p>
    <w:p w:rsidR="00B65DC9" w:rsidRDefault="00B65DC9" w:rsidP="00B65DC9">
      <w:r>
        <w:t>149.9060</w:t>
      </w:r>
      <w:r>
        <w:tab/>
        <w:t>1.266e-2</w:t>
      </w:r>
    </w:p>
    <w:p w:rsidR="00B65DC9" w:rsidRDefault="00B65DC9" w:rsidP="00B65DC9">
      <w:r>
        <w:t>149.9421</w:t>
      </w:r>
      <w:r>
        <w:tab/>
        <w:t>1.013e0</w:t>
      </w:r>
    </w:p>
    <w:p w:rsidR="00B65DC9" w:rsidRDefault="00B65DC9" w:rsidP="00B65DC9">
      <w:r>
        <w:t>149.9544</w:t>
      </w:r>
      <w:r>
        <w:tab/>
        <w:t>2.025e0</w:t>
      </w:r>
    </w:p>
    <w:p w:rsidR="00B65DC9" w:rsidRDefault="00B65DC9" w:rsidP="00B65DC9">
      <w:r>
        <w:t>149.9579</w:t>
      </w:r>
      <w:r>
        <w:tab/>
        <w:t>1.013e0</w:t>
      </w:r>
    </w:p>
    <w:p w:rsidR="00B65DC9" w:rsidRDefault="00B65DC9" w:rsidP="00B65DC9">
      <w:r>
        <w:t>150.0100</w:t>
      </w:r>
      <w:r>
        <w:tab/>
        <w:t>1.038e0</w:t>
      </w:r>
    </w:p>
    <w:p w:rsidR="00B65DC9" w:rsidRDefault="00B65DC9" w:rsidP="00B65DC9">
      <w:r>
        <w:t>150.0201</w:t>
      </w:r>
      <w:r>
        <w:tab/>
        <w:t>2.025e0</w:t>
      </w:r>
    </w:p>
    <w:p w:rsidR="00B65DC9" w:rsidRDefault="00B65DC9" w:rsidP="00B65DC9">
      <w:r>
        <w:t>150.0505</w:t>
      </w:r>
      <w:r>
        <w:tab/>
        <w:t>3.342e1</w:t>
      </w:r>
    </w:p>
    <w:p w:rsidR="00B65DC9" w:rsidRDefault="00B65DC9" w:rsidP="00B65DC9">
      <w:r>
        <w:t>150.1420</w:t>
      </w:r>
      <w:r>
        <w:tab/>
        <w:t>2.025e0</w:t>
      </w:r>
    </w:p>
    <w:p w:rsidR="00B65DC9" w:rsidRDefault="00B65DC9" w:rsidP="00B65DC9">
      <w:r>
        <w:t>150.1778</w:t>
      </w:r>
      <w:r>
        <w:tab/>
        <w:t>2.025e0</w:t>
      </w:r>
    </w:p>
    <w:p w:rsidR="00B65DC9" w:rsidRDefault="00B65DC9" w:rsidP="00B65DC9">
      <w:r>
        <w:t>150.1826</w:t>
      </w:r>
      <w:r>
        <w:tab/>
        <w:t>2.532e-2</w:t>
      </w:r>
    </w:p>
    <w:p w:rsidR="00B65DC9" w:rsidRDefault="00B65DC9" w:rsidP="00B65DC9">
      <w:r>
        <w:t>150.1961</w:t>
      </w:r>
      <w:r>
        <w:tab/>
        <w:t>1.025e0</w:t>
      </w:r>
    </w:p>
    <w:p w:rsidR="00B65DC9" w:rsidRDefault="00B65DC9" w:rsidP="00B65DC9">
      <w:r>
        <w:t>150.2025</w:t>
      </w:r>
      <w:r>
        <w:tab/>
        <w:t>1.266e-2</w:t>
      </w:r>
    </w:p>
    <w:p w:rsidR="00B65DC9" w:rsidRDefault="00B65DC9" w:rsidP="00B65DC9">
      <w:r>
        <w:lastRenderedPageBreak/>
        <w:t>150.2055</w:t>
      </w:r>
      <w:r>
        <w:tab/>
        <w:t>3.798e-2</w:t>
      </w:r>
    </w:p>
    <w:p w:rsidR="00B65DC9" w:rsidRDefault="00B65DC9" w:rsidP="00B65DC9">
      <w:r>
        <w:t>150.2606</w:t>
      </w:r>
      <w:r>
        <w:tab/>
        <w:t>2.025e0</w:t>
      </w:r>
    </w:p>
    <w:p w:rsidR="00B65DC9" w:rsidRDefault="00B65DC9" w:rsidP="00B65DC9">
      <w:r>
        <w:t>150.2640</w:t>
      </w:r>
      <w:r>
        <w:tab/>
        <w:t>1.266e-2</w:t>
      </w:r>
    </w:p>
    <w:p w:rsidR="00B65DC9" w:rsidRDefault="00B65DC9" w:rsidP="00B65DC9">
      <w:r>
        <w:t>150.2806</w:t>
      </w:r>
      <w:r>
        <w:tab/>
        <w:t>1.013e0</w:t>
      </w:r>
    </w:p>
    <w:p w:rsidR="00B65DC9" w:rsidRDefault="00B65DC9" w:rsidP="00B65DC9">
      <w:r>
        <w:t>150.2904</w:t>
      </w:r>
      <w:r>
        <w:tab/>
        <w:t>2.532e-2</w:t>
      </w:r>
    </w:p>
    <w:p w:rsidR="00B65DC9" w:rsidRDefault="00B65DC9" w:rsidP="00B65DC9">
      <w:r>
        <w:t>150.2933</w:t>
      </w:r>
      <w:r>
        <w:tab/>
        <w:t>1.266e-2</w:t>
      </w:r>
    </w:p>
    <w:p w:rsidR="00B65DC9" w:rsidRDefault="00B65DC9" w:rsidP="00B65DC9">
      <w:r>
        <w:t>150.3063</w:t>
      </w:r>
      <w:r>
        <w:tab/>
        <w:t>1.266e-2</w:t>
      </w:r>
    </w:p>
    <w:p w:rsidR="00B65DC9" w:rsidRDefault="00B65DC9" w:rsidP="00B65DC9">
      <w:r>
        <w:t>150.3130</w:t>
      </w:r>
      <w:r>
        <w:tab/>
        <w:t>2.532e-2</w:t>
      </w:r>
    </w:p>
    <w:p w:rsidR="00B65DC9" w:rsidRDefault="00B65DC9" w:rsidP="00B65DC9">
      <w:r>
        <w:t>150.3232</w:t>
      </w:r>
      <w:r>
        <w:tab/>
        <w:t>1.025e0</w:t>
      </w:r>
    </w:p>
    <w:p w:rsidR="00B65DC9" w:rsidRDefault="00B65DC9" w:rsidP="00B65DC9">
      <w:r>
        <w:t>150.3388</w:t>
      </w:r>
      <w:r>
        <w:tab/>
        <w:t>1.013e0</w:t>
      </w:r>
    </w:p>
    <w:p w:rsidR="00B65DC9" w:rsidRDefault="00B65DC9" w:rsidP="00B65DC9">
      <w:r>
        <w:t>150.3419</w:t>
      </w:r>
      <w:r>
        <w:tab/>
        <w:t>1.266e-2</w:t>
      </w:r>
    </w:p>
    <w:p w:rsidR="00B65DC9" w:rsidRDefault="00B65DC9" w:rsidP="00B65DC9">
      <w:r>
        <w:t>150.3522</w:t>
      </w:r>
      <w:r>
        <w:tab/>
        <w:t>1.266e-2</w:t>
      </w:r>
    </w:p>
    <w:p w:rsidR="00B65DC9" w:rsidRDefault="00B65DC9" w:rsidP="00B65DC9">
      <w:r>
        <w:t>150.3553</w:t>
      </w:r>
      <w:r>
        <w:tab/>
        <w:t>1.266e-2</w:t>
      </w:r>
    </w:p>
    <w:p w:rsidR="00B65DC9" w:rsidRDefault="00B65DC9" w:rsidP="00B65DC9">
      <w:r>
        <w:t>150.3812</w:t>
      </w:r>
      <w:r>
        <w:tab/>
        <w:t>1.013e0</w:t>
      </w:r>
    </w:p>
    <w:p w:rsidR="00B65DC9" w:rsidRDefault="00B65DC9" w:rsidP="00B65DC9">
      <w:r>
        <w:t>150.3842</w:t>
      </w:r>
      <w:r>
        <w:tab/>
        <w:t>2.532e-2</w:t>
      </w:r>
    </w:p>
    <w:p w:rsidR="00B65DC9" w:rsidRDefault="00B65DC9" w:rsidP="00B65DC9">
      <w:r>
        <w:t>150.3943</w:t>
      </w:r>
      <w:r>
        <w:tab/>
        <w:t>1.266e-2</w:t>
      </w:r>
    </w:p>
    <w:p w:rsidR="00B65DC9" w:rsidRDefault="00B65DC9" w:rsidP="00B65DC9">
      <w:r>
        <w:t>150.4367</w:t>
      </w:r>
      <w:r>
        <w:tab/>
        <w:t>1.013e0</w:t>
      </w:r>
    </w:p>
    <w:p w:rsidR="00B65DC9" w:rsidRDefault="00B65DC9" w:rsidP="00B65DC9">
      <w:r>
        <w:t>150.4500</w:t>
      </w:r>
      <w:r>
        <w:tab/>
        <w:t>1.266e-2</w:t>
      </w:r>
    </w:p>
    <w:p w:rsidR="00B65DC9" w:rsidRDefault="00B65DC9" w:rsidP="00B65DC9">
      <w:r>
        <w:t>150.4704</w:t>
      </w:r>
      <w:r>
        <w:tab/>
        <w:t>2.025e0</w:t>
      </w:r>
    </w:p>
    <w:p w:rsidR="00B65DC9" w:rsidRDefault="00B65DC9" w:rsidP="00B65DC9">
      <w:r>
        <w:lastRenderedPageBreak/>
        <w:t>150.4857</w:t>
      </w:r>
      <w:r>
        <w:tab/>
        <w:t>1.266e-2</w:t>
      </w:r>
    </w:p>
    <w:p w:rsidR="00B65DC9" w:rsidRDefault="00B65DC9" w:rsidP="00B65DC9">
      <w:r>
        <w:t>150.5116</w:t>
      </w:r>
      <w:r>
        <w:tab/>
        <w:t>1.013e0</w:t>
      </w:r>
    </w:p>
    <w:p w:rsidR="00B65DC9" w:rsidRDefault="00B65DC9" w:rsidP="00B65DC9">
      <w:r>
        <w:t>150.5133</w:t>
      </w:r>
      <w:r>
        <w:tab/>
        <w:t>3.038e0</w:t>
      </w:r>
    </w:p>
    <w:p w:rsidR="00B65DC9" w:rsidRDefault="00B65DC9" w:rsidP="00B65DC9">
      <w:r>
        <w:t>150.5281</w:t>
      </w:r>
      <w:r>
        <w:tab/>
        <w:t>1.266e-2</w:t>
      </w:r>
    </w:p>
    <w:p w:rsidR="00B65DC9" w:rsidRDefault="00B65DC9" w:rsidP="00B65DC9">
      <w:r>
        <w:t>150.5303</w:t>
      </w:r>
      <w:r>
        <w:tab/>
        <w:t>3.640e-1</w:t>
      </w:r>
    </w:p>
    <w:p w:rsidR="00B65DC9" w:rsidRDefault="00B65DC9" w:rsidP="00B65DC9">
      <w:r>
        <w:t>150.5497</w:t>
      </w:r>
      <w:r>
        <w:tab/>
        <w:t>7.177e0</w:t>
      </w:r>
    </w:p>
    <w:p w:rsidR="00B65DC9" w:rsidRDefault="00B65DC9" w:rsidP="00B65DC9">
      <w:r>
        <w:t>150.5995</w:t>
      </w:r>
      <w:r>
        <w:tab/>
        <w:t>1.266e-2</w:t>
      </w:r>
    </w:p>
    <w:p w:rsidR="00B65DC9" w:rsidRDefault="00B65DC9" w:rsidP="00B65DC9">
      <w:r>
        <w:t>150.6028</w:t>
      </w:r>
      <w:r>
        <w:tab/>
        <w:t>1.266e-2</w:t>
      </w:r>
    </w:p>
    <w:p w:rsidR="00B65DC9" w:rsidRDefault="00B65DC9" w:rsidP="00B65DC9">
      <w:r>
        <w:t>150.6161</w:t>
      </w:r>
      <w:r>
        <w:tab/>
        <w:t>1.013e0</w:t>
      </w:r>
    </w:p>
    <w:p w:rsidR="00B65DC9" w:rsidRDefault="00B65DC9" w:rsidP="00B65DC9">
      <w:r>
        <w:t>150.6390</w:t>
      </w:r>
      <w:r>
        <w:tab/>
        <w:t>1.013e0</w:t>
      </w:r>
    </w:p>
    <w:p w:rsidR="00B65DC9" w:rsidRDefault="00B65DC9" w:rsidP="00B65DC9">
      <w:r>
        <w:t>150.6752</w:t>
      </w:r>
      <w:r>
        <w:tab/>
        <w:t>1.013e0</w:t>
      </w:r>
    </w:p>
    <w:p w:rsidR="00B65DC9" w:rsidRDefault="00B65DC9" w:rsidP="00B65DC9">
      <w:r>
        <w:t>150.7009</w:t>
      </w:r>
      <w:r>
        <w:tab/>
        <w:t>1.013e0</w:t>
      </w:r>
    </w:p>
    <w:p w:rsidR="00B65DC9" w:rsidRDefault="00B65DC9" w:rsidP="00B65DC9">
      <w:r>
        <w:t>150.7433</w:t>
      </w:r>
      <w:r>
        <w:tab/>
        <w:t>1.013e0</w:t>
      </w:r>
    </w:p>
    <w:p w:rsidR="00B65DC9" w:rsidRDefault="00B65DC9" w:rsidP="00B65DC9">
      <w:r>
        <w:t>150.7634</w:t>
      </w:r>
      <w:r>
        <w:tab/>
        <w:t>1.025e0</w:t>
      </w:r>
    </w:p>
    <w:p w:rsidR="00B65DC9" w:rsidRDefault="00B65DC9" w:rsidP="00B65DC9">
      <w:r>
        <w:t>150.7695</w:t>
      </w:r>
      <w:r>
        <w:tab/>
        <w:t>2.038e0</w:t>
      </w:r>
    </w:p>
    <w:p w:rsidR="00B65DC9" w:rsidRDefault="00B65DC9" w:rsidP="00B65DC9">
      <w:r>
        <w:t>150.7925</w:t>
      </w:r>
      <w:r>
        <w:tab/>
        <w:t>1.025e0</w:t>
      </w:r>
    </w:p>
    <w:p w:rsidR="00B65DC9" w:rsidRDefault="00B65DC9" w:rsidP="00B65DC9">
      <w:r>
        <w:t>150.7957</w:t>
      </w:r>
      <w:r>
        <w:tab/>
        <w:t>1.266e-2</w:t>
      </w:r>
    </w:p>
    <w:p w:rsidR="00B65DC9" w:rsidRDefault="00B65DC9" w:rsidP="00B65DC9">
      <w:r>
        <w:t>150.8023</w:t>
      </w:r>
      <w:r>
        <w:tab/>
        <w:t>1.013e0</w:t>
      </w:r>
    </w:p>
    <w:p w:rsidR="00B65DC9" w:rsidRDefault="00B65DC9" w:rsidP="00B65DC9">
      <w:r>
        <w:t>150.8347</w:t>
      </w:r>
      <w:r>
        <w:tab/>
        <w:t>1.013e0</w:t>
      </w:r>
    </w:p>
    <w:p w:rsidR="00B65DC9" w:rsidRDefault="00B65DC9" w:rsidP="00B65DC9">
      <w:r>
        <w:lastRenderedPageBreak/>
        <w:t>150.8530</w:t>
      </w:r>
      <w:r>
        <w:tab/>
        <w:t>2.025e0</w:t>
      </w:r>
    </w:p>
    <w:p w:rsidR="00B65DC9" w:rsidRDefault="00B65DC9" w:rsidP="00B65DC9">
      <w:r>
        <w:t>150.8790</w:t>
      </w:r>
      <w:r>
        <w:tab/>
        <w:t>2.025e0</w:t>
      </w:r>
    </w:p>
    <w:p w:rsidR="00B65DC9" w:rsidRDefault="00B65DC9" w:rsidP="00B65DC9">
      <w:r>
        <w:t>150.8980</w:t>
      </w:r>
      <w:r>
        <w:tab/>
        <w:t>3.038e0</w:t>
      </w:r>
    </w:p>
    <w:p w:rsidR="00B65DC9" w:rsidRDefault="00B65DC9" w:rsidP="00B65DC9">
      <w:r>
        <w:t>150.9004</w:t>
      </w:r>
      <w:r>
        <w:tab/>
        <w:t>1.266e-2</w:t>
      </w:r>
    </w:p>
    <w:p w:rsidR="00B65DC9" w:rsidRDefault="00B65DC9" w:rsidP="00B65DC9">
      <w:r>
        <w:t>150.9196</w:t>
      </w:r>
      <w:r>
        <w:tab/>
        <w:t>1.013e0</w:t>
      </w:r>
    </w:p>
    <w:p w:rsidR="00B65DC9" w:rsidRDefault="00B65DC9" w:rsidP="00B65DC9">
      <w:r>
        <w:t>150.9297</w:t>
      </w:r>
      <w:r>
        <w:tab/>
        <w:t>1.013e0</w:t>
      </w:r>
    </w:p>
    <w:p w:rsidR="00B65DC9" w:rsidRDefault="00B65DC9" w:rsidP="00B65DC9">
      <w:r>
        <w:t>150.9362</w:t>
      </w:r>
      <w:r>
        <w:tab/>
        <w:t>1.266e-2</w:t>
      </w:r>
    </w:p>
    <w:p w:rsidR="00B65DC9" w:rsidRDefault="00B65DC9" w:rsidP="00B65DC9">
      <w:r>
        <w:t>150.9397</w:t>
      </w:r>
      <w:r>
        <w:tab/>
        <w:t>1.013e0</w:t>
      </w:r>
    </w:p>
    <w:p w:rsidR="00B65DC9" w:rsidRDefault="00B65DC9" w:rsidP="00B65DC9">
      <w:r>
        <w:t>150.9458</w:t>
      </w:r>
      <w:r>
        <w:tab/>
        <w:t>2.532e-2</w:t>
      </w:r>
    </w:p>
    <w:p w:rsidR="00B65DC9" w:rsidRDefault="00B65DC9" w:rsidP="00B65DC9">
      <w:r>
        <w:t>150.9519</w:t>
      </w:r>
      <w:r>
        <w:tab/>
        <w:t>1.013e0</w:t>
      </w:r>
    </w:p>
    <w:p w:rsidR="00B65DC9" w:rsidRDefault="00B65DC9" w:rsidP="00B65DC9">
      <w:r>
        <w:t>150.9536</w:t>
      </w:r>
      <w:r>
        <w:tab/>
        <w:t>2.025e0</w:t>
      </w:r>
    </w:p>
    <w:p w:rsidR="00B65DC9" w:rsidRDefault="00B65DC9" w:rsidP="00B65DC9">
      <w:r>
        <w:t>150.9719</w:t>
      </w:r>
      <w:r>
        <w:tab/>
        <w:t>1.013e0</w:t>
      </w:r>
    </w:p>
    <w:p w:rsidR="00B65DC9" w:rsidRDefault="00B65DC9" w:rsidP="00B65DC9">
      <w:r>
        <w:t>150.9821</w:t>
      </w:r>
      <w:r>
        <w:tab/>
        <w:t>3.038e0</w:t>
      </w:r>
    </w:p>
    <w:p w:rsidR="00B65DC9" w:rsidRDefault="00B65DC9" w:rsidP="00B65DC9">
      <w:r>
        <w:t>151.0005</w:t>
      </w:r>
      <w:r>
        <w:tab/>
        <w:t>5.063e0</w:t>
      </w:r>
    </w:p>
    <w:p w:rsidR="00B65DC9" w:rsidRDefault="00B65DC9" w:rsidP="00B65DC9">
      <w:r>
        <w:t>151.0844</w:t>
      </w:r>
      <w:r>
        <w:tab/>
        <w:t>9.039e0</w:t>
      </w:r>
    </w:p>
    <w:p w:rsidR="00B65DC9" w:rsidRDefault="00B65DC9" w:rsidP="00B65DC9">
      <w:r>
        <w:t>151.0923</w:t>
      </w:r>
      <w:r>
        <w:tab/>
        <w:t>4.076e0</w:t>
      </w:r>
    </w:p>
    <w:p w:rsidR="00B65DC9" w:rsidRDefault="00B65DC9" w:rsidP="00B65DC9">
      <w:r>
        <w:t>151.1126</w:t>
      </w:r>
      <w:r>
        <w:tab/>
        <w:t>1.013e0</w:t>
      </w:r>
    </w:p>
    <w:p w:rsidR="00B65DC9" w:rsidRDefault="00B65DC9" w:rsidP="00B65DC9">
      <w:r>
        <w:t>151.1232</w:t>
      </w:r>
      <w:r>
        <w:tab/>
        <w:t>5.063e0</w:t>
      </w:r>
    </w:p>
    <w:p w:rsidR="00B65DC9" w:rsidRDefault="00B65DC9" w:rsidP="00B65DC9">
      <w:r>
        <w:t>151.1402</w:t>
      </w:r>
      <w:r>
        <w:tab/>
        <w:t>3.798e-2</w:t>
      </w:r>
    </w:p>
    <w:p w:rsidR="00B65DC9" w:rsidRDefault="00B65DC9" w:rsidP="00B65DC9">
      <w:r>
        <w:lastRenderedPageBreak/>
        <w:t>151.1447</w:t>
      </w:r>
      <w:r>
        <w:tab/>
        <w:t>3.051e0</w:t>
      </w:r>
    </w:p>
    <w:p w:rsidR="00B65DC9" w:rsidRDefault="00B65DC9" w:rsidP="00B65DC9">
      <w:r>
        <w:t>151.1584</w:t>
      </w:r>
      <w:r>
        <w:tab/>
        <w:t>1.025e0</w:t>
      </w:r>
    </w:p>
    <w:p w:rsidR="00B65DC9" w:rsidRDefault="00B65DC9" w:rsidP="00B65DC9">
      <w:r>
        <w:t>151.1600</w:t>
      </w:r>
      <w:r>
        <w:tab/>
        <w:t>2.025e0</w:t>
      </w:r>
    </w:p>
    <w:p w:rsidR="00B65DC9" w:rsidRDefault="00B65DC9" w:rsidP="00B65DC9">
      <w:r>
        <w:t>151.1723</w:t>
      </w:r>
      <w:r>
        <w:tab/>
        <w:t>2.025e0</w:t>
      </w:r>
    </w:p>
    <w:p w:rsidR="00B65DC9" w:rsidRDefault="00B65DC9" w:rsidP="00B65DC9">
      <w:r>
        <w:t>151.1758</w:t>
      </w:r>
      <w:r>
        <w:tab/>
        <w:t>2.025e0</w:t>
      </w:r>
    </w:p>
    <w:p w:rsidR="00B65DC9" w:rsidRDefault="00B65DC9" w:rsidP="00B65DC9">
      <w:r>
        <w:t>151.1875</w:t>
      </w:r>
      <w:r>
        <w:tab/>
        <w:t>1.025e0</w:t>
      </w:r>
    </w:p>
    <w:p w:rsidR="00B65DC9" w:rsidRDefault="00B65DC9" w:rsidP="00B65DC9">
      <w:r>
        <w:t>151.1943</w:t>
      </w:r>
      <w:r>
        <w:tab/>
        <w:t>1.025e0</w:t>
      </w:r>
    </w:p>
    <w:p w:rsidR="00B65DC9" w:rsidRDefault="00B65DC9" w:rsidP="00B65DC9">
      <w:r>
        <w:t>151.2091</w:t>
      </w:r>
      <w:r>
        <w:tab/>
        <w:t>3.038e0</w:t>
      </w:r>
    </w:p>
    <w:p w:rsidR="00B65DC9" w:rsidRDefault="00B65DC9" w:rsidP="00B65DC9">
      <w:r>
        <w:t>151.2174</w:t>
      </w:r>
      <w:r>
        <w:tab/>
        <w:t>2.038e0</w:t>
      </w:r>
    </w:p>
    <w:p w:rsidR="00B65DC9" w:rsidRDefault="00B65DC9" w:rsidP="00B65DC9">
      <w:r>
        <w:t>151.2198</w:t>
      </w:r>
      <w:r>
        <w:tab/>
        <w:t>2.025e0</w:t>
      </w:r>
    </w:p>
    <w:p w:rsidR="00B65DC9" w:rsidRDefault="00B65DC9" w:rsidP="00B65DC9">
      <w:r>
        <w:t>151.2399</w:t>
      </w:r>
      <w:r>
        <w:tab/>
        <w:t>1.266e-2</w:t>
      </w:r>
    </w:p>
    <w:p w:rsidR="00B65DC9" w:rsidRDefault="00B65DC9" w:rsidP="00B65DC9">
      <w:r>
        <w:t>151.2485</w:t>
      </w:r>
      <w:r>
        <w:tab/>
        <w:t>2.025e0</w:t>
      </w:r>
    </w:p>
    <w:p w:rsidR="00B65DC9" w:rsidRDefault="00B65DC9" w:rsidP="00B65DC9">
      <w:r>
        <w:t>151.2578</w:t>
      </w:r>
      <w:r>
        <w:tab/>
        <w:t>2.025e0</w:t>
      </w:r>
    </w:p>
    <w:p w:rsidR="00B65DC9" w:rsidRDefault="00B65DC9" w:rsidP="00B65DC9">
      <w:r>
        <w:t>151.2591</w:t>
      </w:r>
      <w:r>
        <w:tab/>
        <w:t>1.266e-2</w:t>
      </w:r>
    </w:p>
    <w:p w:rsidR="00B65DC9" w:rsidRDefault="00B65DC9" w:rsidP="00B65DC9">
      <w:r>
        <w:t>151.2624</w:t>
      </w:r>
      <w:r>
        <w:tab/>
        <w:t>3.051e0</w:t>
      </w:r>
    </w:p>
    <w:p w:rsidR="00B65DC9" w:rsidRDefault="00B65DC9" w:rsidP="00B65DC9">
      <w:r>
        <w:t>151.2724</w:t>
      </w:r>
      <w:r>
        <w:tab/>
        <w:t>1.013e0</w:t>
      </w:r>
    </w:p>
    <w:p w:rsidR="00B65DC9" w:rsidRDefault="00B65DC9" w:rsidP="00B65DC9">
      <w:r>
        <w:t>151.2807</w:t>
      </w:r>
      <w:r>
        <w:tab/>
        <w:t>2.025e0</w:t>
      </w:r>
    </w:p>
    <w:p w:rsidR="00B65DC9" w:rsidRDefault="00B65DC9" w:rsidP="00B65DC9">
      <w:r>
        <w:t>151.2874</w:t>
      </w:r>
      <w:r>
        <w:tab/>
        <w:t>2.025e0</w:t>
      </w:r>
    </w:p>
    <w:p w:rsidR="00B65DC9" w:rsidRDefault="00B65DC9" w:rsidP="00B65DC9">
      <w:r>
        <w:t>151.3006</w:t>
      </w:r>
      <w:r>
        <w:tab/>
        <w:t>3.038e0</w:t>
      </w:r>
    </w:p>
    <w:p w:rsidR="00B65DC9" w:rsidRDefault="00B65DC9" w:rsidP="00B65DC9">
      <w:r>
        <w:lastRenderedPageBreak/>
        <w:t>151.3081</w:t>
      </w:r>
      <w:r>
        <w:tab/>
        <w:t>1.266e-2</w:t>
      </w:r>
    </w:p>
    <w:p w:rsidR="00B65DC9" w:rsidRDefault="00B65DC9" w:rsidP="00B65DC9">
      <w:r>
        <w:t>151.3181</w:t>
      </w:r>
      <w:r>
        <w:tab/>
        <w:t>2.025e0</w:t>
      </w:r>
    </w:p>
    <w:p w:rsidR="00B65DC9" w:rsidRDefault="00B65DC9" w:rsidP="00B65DC9">
      <w:r>
        <w:t>151.3350</w:t>
      </w:r>
      <w:r>
        <w:tab/>
        <w:t>1.266e-2</w:t>
      </w:r>
    </w:p>
    <w:p w:rsidR="00B65DC9" w:rsidRDefault="00B65DC9" w:rsidP="00B65DC9">
      <w:r>
        <w:t>151.3431</w:t>
      </w:r>
      <w:r>
        <w:tab/>
        <w:t>3.038e0</w:t>
      </w:r>
    </w:p>
    <w:p w:rsidR="00B65DC9" w:rsidRDefault="00B65DC9" w:rsidP="00B65DC9">
      <w:r>
        <w:t>151.3475</w:t>
      </w:r>
      <w:r>
        <w:tab/>
        <w:t>1.013e0</w:t>
      </w:r>
    </w:p>
    <w:p w:rsidR="00B65DC9" w:rsidRDefault="00B65DC9" w:rsidP="00B65DC9">
      <w:r>
        <w:t>151.3608</w:t>
      </w:r>
      <w:r>
        <w:tab/>
        <w:t>2.532e-2</w:t>
      </w:r>
    </w:p>
    <w:p w:rsidR="00B65DC9" w:rsidRDefault="00B65DC9" w:rsidP="00B65DC9">
      <w:r>
        <w:t>151.3806</w:t>
      </w:r>
      <w:r>
        <w:tab/>
        <w:t>3.798e-2</w:t>
      </w:r>
    </w:p>
    <w:p w:rsidR="00B65DC9" w:rsidRDefault="00B65DC9" w:rsidP="00B65DC9">
      <w:r>
        <w:t>151.3963</w:t>
      </w:r>
      <w:r>
        <w:tab/>
        <w:t>1.013e0</w:t>
      </w:r>
    </w:p>
    <w:p w:rsidR="00B65DC9" w:rsidRDefault="00B65DC9" w:rsidP="00B65DC9">
      <w:r>
        <w:t>151.3999</w:t>
      </w:r>
      <w:r>
        <w:tab/>
        <w:t>1.013e0</w:t>
      </w:r>
    </w:p>
    <w:p w:rsidR="00B65DC9" w:rsidRDefault="00B65DC9" w:rsidP="00B65DC9">
      <w:r>
        <w:t>151.4081</w:t>
      </w:r>
      <w:r>
        <w:tab/>
        <w:t>2.025e0</w:t>
      </w:r>
    </w:p>
    <w:p w:rsidR="00B65DC9" w:rsidRDefault="00B65DC9" w:rsidP="00B65DC9">
      <w:r>
        <w:t>151.4265</w:t>
      </w:r>
      <w:r>
        <w:tab/>
        <w:t>1.266e-2</w:t>
      </w:r>
    </w:p>
    <w:p w:rsidR="00B65DC9" w:rsidRDefault="00B65DC9" w:rsidP="00B65DC9">
      <w:r>
        <w:t>151.4368</w:t>
      </w:r>
      <w:r>
        <w:tab/>
        <w:t>3.038e0</w:t>
      </w:r>
    </w:p>
    <w:p w:rsidR="00B65DC9" w:rsidRDefault="00B65DC9" w:rsidP="00B65DC9">
      <w:r>
        <w:t>151.4389</w:t>
      </w:r>
      <w:r>
        <w:tab/>
        <w:t>1.266e-2</w:t>
      </w:r>
    </w:p>
    <w:p w:rsidR="00B65DC9" w:rsidRDefault="00B65DC9" w:rsidP="00B65DC9">
      <w:r>
        <w:t>151.4741</w:t>
      </w:r>
      <w:r>
        <w:tab/>
        <w:t>2.025e0</w:t>
      </w:r>
    </w:p>
    <w:p w:rsidR="00B65DC9" w:rsidRDefault="00B65DC9" w:rsidP="00B65DC9">
      <w:r>
        <w:t>151.4975</w:t>
      </w:r>
      <w:r>
        <w:tab/>
        <w:t>3.051e0</w:t>
      </w:r>
    </w:p>
    <w:p w:rsidR="00B65DC9" w:rsidRDefault="00B65DC9" w:rsidP="00B65DC9">
      <w:r>
        <w:t>151.5147</w:t>
      </w:r>
      <w:r>
        <w:tab/>
        <w:t>1.266e-2</w:t>
      </w:r>
    </w:p>
    <w:p w:rsidR="00B65DC9" w:rsidRDefault="00B65DC9" w:rsidP="00B65DC9">
      <w:r>
        <w:t>151.5157</w:t>
      </w:r>
      <w:r>
        <w:tab/>
        <w:t>3.038e0</w:t>
      </w:r>
    </w:p>
    <w:p w:rsidR="00B65DC9" w:rsidRDefault="00B65DC9" w:rsidP="00B65DC9">
      <w:r>
        <w:t>151.5474</w:t>
      </w:r>
      <w:r>
        <w:tab/>
        <w:t>4.619e1</w:t>
      </w:r>
    </w:p>
    <w:p w:rsidR="00B65DC9" w:rsidRDefault="00B65DC9" w:rsidP="00B65DC9">
      <w:r>
        <w:t>151.5506</w:t>
      </w:r>
      <w:r>
        <w:tab/>
        <w:t>4.797e1</w:t>
      </w:r>
    </w:p>
    <w:p w:rsidR="00B65DC9" w:rsidRDefault="00B65DC9" w:rsidP="00B65DC9">
      <w:r>
        <w:lastRenderedPageBreak/>
        <w:t>151.5863</w:t>
      </w:r>
      <w:r>
        <w:tab/>
        <w:t>1.013e0</w:t>
      </w:r>
    </w:p>
    <w:p w:rsidR="00B65DC9" w:rsidRDefault="00B65DC9" w:rsidP="00B65DC9">
      <w:r>
        <w:t>151.6030</w:t>
      </w:r>
      <w:r>
        <w:tab/>
        <w:t>1.013e0</w:t>
      </w:r>
    </w:p>
    <w:p w:rsidR="00B65DC9" w:rsidRDefault="00B65DC9" w:rsidP="00B65DC9">
      <w:r>
        <w:t>151.6080</w:t>
      </w:r>
      <w:r>
        <w:tab/>
        <w:t>2.025e0</w:t>
      </w:r>
    </w:p>
    <w:p w:rsidR="00B65DC9" w:rsidRDefault="00B65DC9" w:rsidP="00B65DC9">
      <w:r>
        <w:t>151.6099</w:t>
      </w:r>
      <w:r>
        <w:tab/>
        <w:t>1.013e0</w:t>
      </w:r>
    </w:p>
    <w:p w:rsidR="00B65DC9" w:rsidRDefault="00B65DC9" w:rsidP="00B65DC9">
      <w:r>
        <w:t>151.6158</w:t>
      </w:r>
      <w:r>
        <w:tab/>
        <w:t>1.266e-2</w:t>
      </w:r>
    </w:p>
    <w:p w:rsidR="00B65DC9" w:rsidRDefault="00B65DC9" w:rsidP="00B65DC9">
      <w:r>
        <w:t>151.6220</w:t>
      </w:r>
      <w:r>
        <w:tab/>
        <w:t>1.025e0</w:t>
      </w:r>
    </w:p>
    <w:p w:rsidR="00B65DC9" w:rsidRDefault="00B65DC9" w:rsidP="00B65DC9">
      <w:r>
        <w:t>151.6255</w:t>
      </w:r>
      <w:r>
        <w:tab/>
        <w:t>1.025e0</w:t>
      </w:r>
    </w:p>
    <w:p w:rsidR="00B65DC9" w:rsidRDefault="00B65DC9" w:rsidP="00B65DC9">
      <w:r>
        <w:t>151.6439</w:t>
      </w:r>
      <w:r>
        <w:tab/>
        <w:t>2.025e0</w:t>
      </w:r>
    </w:p>
    <w:p w:rsidR="00B65DC9" w:rsidRDefault="00B65DC9" w:rsidP="00B65DC9">
      <w:r>
        <w:t>151.6558</w:t>
      </w:r>
      <w:r>
        <w:tab/>
        <w:t>3.725e0</w:t>
      </w:r>
    </w:p>
    <w:p w:rsidR="00B65DC9" w:rsidRDefault="00B65DC9" w:rsidP="00B65DC9">
      <w:r>
        <w:t>151.6613</w:t>
      </w:r>
      <w:r>
        <w:tab/>
        <w:t>2.532e-2</w:t>
      </w:r>
    </w:p>
    <w:p w:rsidR="00B65DC9" w:rsidRDefault="00B65DC9" w:rsidP="00B65DC9">
      <w:r>
        <w:t>151.6644</w:t>
      </w:r>
      <w:r>
        <w:tab/>
        <w:t>1.025e0</w:t>
      </w:r>
    </w:p>
    <w:p w:rsidR="00B65DC9" w:rsidRDefault="00B65DC9" w:rsidP="00B65DC9">
      <w:r>
        <w:t>151.6796</w:t>
      </w:r>
      <w:r>
        <w:tab/>
        <w:t>4.051e0</w:t>
      </w:r>
    </w:p>
    <w:p w:rsidR="00B65DC9" w:rsidRDefault="00B65DC9" w:rsidP="00B65DC9">
      <w:r>
        <w:t>151.7025</w:t>
      </w:r>
      <w:r>
        <w:tab/>
        <w:t>1.038e0</w:t>
      </w:r>
    </w:p>
    <w:p w:rsidR="00B65DC9" w:rsidRDefault="00B65DC9" w:rsidP="00B65DC9">
      <w:r>
        <w:t>151.7173</w:t>
      </w:r>
      <w:r>
        <w:tab/>
        <w:t>1.266e-2</w:t>
      </w:r>
    </w:p>
    <w:p w:rsidR="00B65DC9" w:rsidRDefault="00B65DC9" w:rsidP="00B65DC9">
      <w:r>
        <w:t>151.7255</w:t>
      </w:r>
      <w:r>
        <w:tab/>
        <w:t>2.025e0</w:t>
      </w:r>
    </w:p>
    <w:p w:rsidR="00B65DC9" w:rsidRDefault="00B65DC9" w:rsidP="00B65DC9">
      <w:r>
        <w:t>151.7272</w:t>
      </w:r>
      <w:r>
        <w:tab/>
        <w:t>1.013e0</w:t>
      </w:r>
    </w:p>
    <w:p w:rsidR="00B65DC9" w:rsidRDefault="00B65DC9" w:rsidP="00B65DC9">
      <w:r>
        <w:t>151.7374</w:t>
      </w:r>
      <w:r>
        <w:tab/>
        <w:t>2.038e0</w:t>
      </w:r>
    </w:p>
    <w:p w:rsidR="00B65DC9" w:rsidRDefault="00B65DC9" w:rsidP="00B65DC9">
      <w:r>
        <w:t>151.7547</w:t>
      </w:r>
      <w:r>
        <w:tab/>
        <w:t>2.025e0</w:t>
      </w:r>
    </w:p>
    <w:p w:rsidR="00B65DC9" w:rsidRDefault="00B65DC9" w:rsidP="00B65DC9">
      <w:r>
        <w:t>151.7680</w:t>
      </w:r>
      <w:r>
        <w:tab/>
        <w:t>2.025e0</w:t>
      </w:r>
    </w:p>
    <w:p w:rsidR="00B65DC9" w:rsidRDefault="00B65DC9" w:rsidP="00B65DC9">
      <w:r>
        <w:lastRenderedPageBreak/>
        <w:t>151.7780</w:t>
      </w:r>
      <w:r>
        <w:tab/>
        <w:t>2.532e-2</w:t>
      </w:r>
    </w:p>
    <w:p w:rsidR="00B65DC9" w:rsidRDefault="00B65DC9" w:rsidP="00B65DC9">
      <w:r>
        <w:t>151.7832</w:t>
      </w:r>
      <w:r>
        <w:tab/>
        <w:t>1.266e-2</w:t>
      </w:r>
    </w:p>
    <w:p w:rsidR="00B65DC9" w:rsidRDefault="00B65DC9" w:rsidP="00B65DC9">
      <w:r>
        <w:t>151.7976</w:t>
      </w:r>
      <w:r>
        <w:tab/>
        <w:t>2.025e0</w:t>
      </w:r>
    </w:p>
    <w:p w:rsidR="00B65DC9" w:rsidRDefault="00B65DC9" w:rsidP="00B65DC9">
      <w:r>
        <w:t>151.8124</w:t>
      </w:r>
      <w:r>
        <w:tab/>
        <w:t>1.013e0</w:t>
      </w:r>
    </w:p>
    <w:p w:rsidR="00B65DC9" w:rsidRDefault="00B65DC9" w:rsidP="00B65DC9">
      <w:r>
        <w:t>151.8358</w:t>
      </w:r>
      <w:r>
        <w:tab/>
        <w:t>1.013e0</w:t>
      </w:r>
    </w:p>
    <w:p w:rsidR="00B65DC9" w:rsidRDefault="00B65DC9" w:rsidP="00B65DC9">
      <w:r>
        <w:t>151.8480</w:t>
      </w:r>
      <w:r>
        <w:tab/>
        <w:t>3.038e0</w:t>
      </w:r>
    </w:p>
    <w:p w:rsidR="00B65DC9" w:rsidRDefault="00B65DC9" w:rsidP="00B65DC9">
      <w:r>
        <w:t>151.8714</w:t>
      </w:r>
      <w:r>
        <w:tab/>
        <w:t>1.025e0</w:t>
      </w:r>
    </w:p>
    <w:p w:rsidR="00B65DC9" w:rsidRDefault="00B65DC9" w:rsidP="00B65DC9">
      <w:r>
        <w:t>151.8988</w:t>
      </w:r>
      <w:r>
        <w:tab/>
        <w:t>2.025e0</w:t>
      </w:r>
    </w:p>
    <w:p w:rsidR="00B65DC9" w:rsidRDefault="00B65DC9" w:rsidP="00B65DC9">
      <w:r>
        <w:t>151.9039</w:t>
      </w:r>
      <w:r>
        <w:tab/>
        <w:t>1.266e-2</w:t>
      </w:r>
    </w:p>
    <w:p w:rsidR="00B65DC9" w:rsidRDefault="00B65DC9" w:rsidP="00B65DC9">
      <w:r>
        <w:t>151.9173</w:t>
      </w:r>
      <w:r>
        <w:tab/>
        <w:t>1.013e0</w:t>
      </w:r>
    </w:p>
    <w:p w:rsidR="00B65DC9" w:rsidRDefault="00B65DC9" w:rsidP="00B65DC9">
      <w:r>
        <w:t>151.9397</w:t>
      </w:r>
      <w:r>
        <w:tab/>
        <w:t>1.013e0</w:t>
      </w:r>
    </w:p>
    <w:p w:rsidR="00B65DC9" w:rsidRDefault="00B65DC9" w:rsidP="00B65DC9">
      <w:r>
        <w:t>151.9464</w:t>
      </w:r>
      <w:r>
        <w:tab/>
        <w:t>2.532e-2</w:t>
      </w:r>
    </w:p>
    <w:p w:rsidR="00B65DC9" w:rsidRDefault="00B65DC9" w:rsidP="00B65DC9">
      <w:r>
        <w:t>151.9666</w:t>
      </w:r>
      <w:r>
        <w:tab/>
        <w:t>1.025e0</w:t>
      </w:r>
    </w:p>
    <w:p w:rsidR="00B65DC9" w:rsidRDefault="00B65DC9" w:rsidP="00B65DC9">
      <w:r>
        <w:t>151.9684</w:t>
      </w:r>
      <w:r>
        <w:tab/>
        <w:t>2.025e0</w:t>
      </w:r>
    </w:p>
    <w:p w:rsidR="00B65DC9" w:rsidRDefault="00B65DC9" w:rsidP="00B65DC9">
      <w:r>
        <w:t>151.9721</w:t>
      </w:r>
      <w:r>
        <w:tab/>
        <w:t>3.038e0</w:t>
      </w:r>
    </w:p>
    <w:p w:rsidR="00B65DC9" w:rsidRDefault="00B65DC9" w:rsidP="00B65DC9">
      <w:r>
        <w:t>151.9890</w:t>
      </w:r>
      <w:r>
        <w:tab/>
        <w:t>1.013e0</w:t>
      </w:r>
    </w:p>
    <w:p w:rsidR="00B65DC9" w:rsidRDefault="00B65DC9" w:rsidP="00B65DC9">
      <w:r>
        <w:t>151.9906</w:t>
      </w:r>
      <w:r>
        <w:tab/>
        <w:t>2.532e-2</w:t>
      </w:r>
    </w:p>
    <w:p w:rsidR="00B65DC9" w:rsidRDefault="00B65DC9" w:rsidP="00B65DC9">
      <w:r>
        <w:t>152.0160</w:t>
      </w:r>
      <w:r>
        <w:tab/>
        <w:t>1.013e0</w:t>
      </w:r>
    </w:p>
    <w:p w:rsidR="00B65DC9" w:rsidRDefault="00B65DC9" w:rsidP="00B65DC9">
      <w:r>
        <w:t>152.0205</w:t>
      </w:r>
      <w:r>
        <w:tab/>
        <w:t>2.025e0</w:t>
      </w:r>
    </w:p>
    <w:p w:rsidR="00B65DC9" w:rsidRDefault="00B65DC9" w:rsidP="00B65DC9">
      <w:r>
        <w:lastRenderedPageBreak/>
        <w:t>152.0220</w:t>
      </w:r>
      <w:r>
        <w:tab/>
        <w:t>1.266e-2</w:t>
      </w:r>
    </w:p>
    <w:p w:rsidR="00B65DC9" w:rsidRDefault="00B65DC9" w:rsidP="00B65DC9">
      <w:r>
        <w:t>152.0472</w:t>
      </w:r>
      <w:r>
        <w:tab/>
        <w:t>1.133e1</w:t>
      </w:r>
    </w:p>
    <w:p w:rsidR="00B65DC9" w:rsidRDefault="00B65DC9" w:rsidP="00B65DC9">
      <w:r>
        <w:t>152.0530</w:t>
      </w:r>
      <w:r>
        <w:tab/>
        <w:t>9.186e0</w:t>
      </w:r>
    </w:p>
    <w:p w:rsidR="00B65DC9" w:rsidRDefault="00B65DC9" w:rsidP="00B65DC9">
      <w:r>
        <w:t>152.0943</w:t>
      </w:r>
      <w:r>
        <w:tab/>
        <w:t>1.013e0</w:t>
      </w:r>
    </w:p>
    <w:p w:rsidR="00B65DC9" w:rsidRDefault="00B65DC9" w:rsidP="00B65DC9">
      <w:r>
        <w:t>152.1107</w:t>
      </w:r>
      <w:r>
        <w:tab/>
        <w:t>2.532e-2</w:t>
      </w:r>
    </w:p>
    <w:p w:rsidR="00B65DC9" w:rsidRDefault="00B65DC9" w:rsidP="00B65DC9">
      <w:r>
        <w:t>152.1174</w:t>
      </w:r>
      <w:r>
        <w:tab/>
        <w:t>3.051e0</w:t>
      </w:r>
    </w:p>
    <w:p w:rsidR="00B65DC9" w:rsidRDefault="00B65DC9" w:rsidP="00B65DC9">
      <w:r>
        <w:t>152.1325</w:t>
      </w:r>
      <w:r>
        <w:tab/>
        <w:t>3.197e0</w:t>
      </w:r>
    </w:p>
    <w:p w:rsidR="00B65DC9" w:rsidRDefault="00B65DC9" w:rsidP="00B65DC9">
      <w:r>
        <w:t>152.1597</w:t>
      </w:r>
      <w:r>
        <w:tab/>
        <w:t>2.025e0</w:t>
      </w:r>
    </w:p>
    <w:p w:rsidR="00B65DC9" w:rsidRDefault="00B65DC9" w:rsidP="00B65DC9">
      <w:r>
        <w:t>152.1759</w:t>
      </w:r>
      <w:r>
        <w:tab/>
        <w:t>1.266e-2</w:t>
      </w:r>
    </w:p>
    <w:p w:rsidR="00B65DC9" w:rsidRDefault="00B65DC9" w:rsidP="00B65DC9">
      <w:r>
        <w:t>152.1809</w:t>
      </w:r>
      <w:r>
        <w:tab/>
        <w:t>2.532e-2</w:t>
      </w:r>
    </w:p>
    <w:p w:rsidR="00B65DC9" w:rsidRDefault="00B65DC9" w:rsidP="00B65DC9">
      <w:r>
        <w:t>152.1827</w:t>
      </w:r>
      <w:r>
        <w:tab/>
        <w:t>1.025e0</w:t>
      </w:r>
    </w:p>
    <w:p w:rsidR="00B65DC9" w:rsidRDefault="00B65DC9" w:rsidP="00B65DC9">
      <w:r>
        <w:t>152.2252</w:t>
      </w:r>
      <w:r>
        <w:tab/>
        <w:t>2.532e-2</w:t>
      </w:r>
    </w:p>
    <w:p w:rsidR="00B65DC9" w:rsidRDefault="00B65DC9" w:rsidP="00B65DC9">
      <w:r>
        <w:t>152.2284</w:t>
      </w:r>
      <w:r>
        <w:tab/>
        <w:t>1.013e0</w:t>
      </w:r>
    </w:p>
    <w:p w:rsidR="00B65DC9" w:rsidRDefault="00B65DC9" w:rsidP="00B65DC9">
      <w:r>
        <w:t>152.2301</w:t>
      </w:r>
      <w:r>
        <w:tab/>
        <w:t>2.025e0</w:t>
      </w:r>
    </w:p>
    <w:p w:rsidR="00B65DC9" w:rsidRDefault="00B65DC9" w:rsidP="00B65DC9">
      <w:r>
        <w:t>152.2516</w:t>
      </w:r>
      <w:r>
        <w:tab/>
        <w:t>1.025e0</w:t>
      </w:r>
    </w:p>
    <w:p w:rsidR="00B65DC9" w:rsidRDefault="00B65DC9" w:rsidP="00B65DC9">
      <w:r>
        <w:t>152.2576</w:t>
      </w:r>
      <w:r>
        <w:tab/>
        <w:t>1.266e-2</w:t>
      </w:r>
    </w:p>
    <w:p w:rsidR="00B65DC9" w:rsidRDefault="00B65DC9" w:rsidP="00B65DC9">
      <w:r>
        <w:t>152.2974</w:t>
      </w:r>
      <w:r>
        <w:tab/>
        <w:t>1.266e-2</w:t>
      </w:r>
    </w:p>
    <w:p w:rsidR="00B65DC9" w:rsidRDefault="00B65DC9" w:rsidP="00B65DC9">
      <w:r>
        <w:t>152.3136</w:t>
      </w:r>
      <w:r>
        <w:tab/>
        <w:t>1.266e-2</w:t>
      </w:r>
    </w:p>
    <w:p w:rsidR="00B65DC9" w:rsidRDefault="00B65DC9" w:rsidP="00B65DC9">
      <w:r>
        <w:t>152.3371</w:t>
      </w:r>
      <w:r>
        <w:tab/>
        <w:t>1.013e0</w:t>
      </w:r>
    </w:p>
    <w:p w:rsidR="00B65DC9" w:rsidRDefault="00B65DC9" w:rsidP="00B65DC9">
      <w:r>
        <w:lastRenderedPageBreak/>
        <w:t>152.3561</w:t>
      </w:r>
      <w:r>
        <w:tab/>
        <w:t>1.266e-2</w:t>
      </w:r>
    </w:p>
    <w:p w:rsidR="00B65DC9" w:rsidRDefault="00B65DC9" w:rsidP="00B65DC9">
      <w:r>
        <w:t>152.3629</w:t>
      </w:r>
      <w:r>
        <w:tab/>
        <w:t>1.025e0</w:t>
      </w:r>
    </w:p>
    <w:p w:rsidR="00B65DC9" w:rsidRDefault="00B65DC9" w:rsidP="00B65DC9">
      <w:r>
        <w:t>152.3728</w:t>
      </w:r>
      <w:r>
        <w:tab/>
        <w:t>1.266e-2</w:t>
      </w:r>
    </w:p>
    <w:p w:rsidR="00B65DC9" w:rsidRDefault="00B65DC9" w:rsidP="00B65DC9">
      <w:r>
        <w:t>152.3923</w:t>
      </w:r>
      <w:r>
        <w:tab/>
        <w:t>1.266e-2</w:t>
      </w:r>
    </w:p>
    <w:p w:rsidR="00B65DC9" w:rsidRDefault="00B65DC9" w:rsidP="00B65DC9">
      <w:r>
        <w:t>152.3954</w:t>
      </w:r>
      <w:r>
        <w:tab/>
        <w:t>1.266e-2</w:t>
      </w:r>
    </w:p>
    <w:p w:rsidR="00B65DC9" w:rsidRDefault="00B65DC9" w:rsidP="00B65DC9">
      <w:r>
        <w:t>152.3972</w:t>
      </w:r>
      <w:r>
        <w:tab/>
        <w:t>2.025e0</w:t>
      </w:r>
    </w:p>
    <w:p w:rsidR="00B65DC9" w:rsidRDefault="00B65DC9" w:rsidP="00B65DC9">
      <w:r>
        <w:t>152.4021</w:t>
      </w:r>
      <w:r>
        <w:tab/>
        <w:t>1.013e0</w:t>
      </w:r>
    </w:p>
    <w:p w:rsidR="00B65DC9" w:rsidRDefault="00B65DC9" w:rsidP="00B65DC9">
      <w:r>
        <w:t>152.4121</w:t>
      </w:r>
      <w:r>
        <w:tab/>
        <w:t>1.013e0</w:t>
      </w:r>
    </w:p>
    <w:p w:rsidR="00B65DC9" w:rsidRDefault="00B65DC9" w:rsidP="00B65DC9">
      <w:r>
        <w:t>152.4154</w:t>
      </w:r>
      <w:r>
        <w:tab/>
        <w:t>1.266e-2</w:t>
      </w:r>
    </w:p>
    <w:p w:rsidR="00B65DC9" w:rsidRDefault="00B65DC9" w:rsidP="00B65DC9">
      <w:r>
        <w:t>152.4383</w:t>
      </w:r>
      <w:r>
        <w:tab/>
        <w:t>1.266e-2</w:t>
      </w:r>
    </w:p>
    <w:p w:rsidR="00B65DC9" w:rsidRDefault="00B65DC9" w:rsidP="00B65DC9">
      <w:r>
        <w:t>152.4446</w:t>
      </w:r>
      <w:r>
        <w:tab/>
        <w:t>1.266e-2</w:t>
      </w:r>
    </w:p>
    <w:p w:rsidR="00B65DC9" w:rsidRDefault="00B65DC9" w:rsidP="00B65DC9">
      <w:r>
        <w:t>152.4480</w:t>
      </w:r>
      <w:r>
        <w:tab/>
        <w:t>1.063e0</w:t>
      </w:r>
    </w:p>
    <w:p w:rsidR="00B65DC9" w:rsidRDefault="00B65DC9" w:rsidP="00B65DC9">
      <w:r>
        <w:t>152.4647</w:t>
      </w:r>
      <w:r>
        <w:tab/>
        <w:t>2.038e0</w:t>
      </w:r>
    </w:p>
    <w:p w:rsidR="00B65DC9" w:rsidRDefault="00B65DC9" w:rsidP="00B65DC9">
      <w:r>
        <w:t>152.4714</w:t>
      </w:r>
      <w:r>
        <w:tab/>
        <w:t>2.038e0</w:t>
      </w:r>
    </w:p>
    <w:p w:rsidR="00B65DC9" w:rsidRDefault="00B65DC9" w:rsidP="00B65DC9">
      <w:r>
        <w:t>152.4973</w:t>
      </w:r>
      <w:r>
        <w:tab/>
        <w:t>1.013e0</w:t>
      </w:r>
    </w:p>
    <w:p w:rsidR="00B65DC9" w:rsidRDefault="00B65DC9" w:rsidP="00B65DC9">
      <w:r>
        <w:t>152.5208</w:t>
      </w:r>
      <w:r>
        <w:tab/>
        <w:t>1.266e-2</w:t>
      </w:r>
    </w:p>
    <w:p w:rsidR="00B65DC9" w:rsidRDefault="00B65DC9" w:rsidP="00B65DC9">
      <w:r>
        <w:t>152.5227</w:t>
      </w:r>
      <w:r>
        <w:tab/>
        <w:t>2.025e0</w:t>
      </w:r>
    </w:p>
    <w:p w:rsidR="00B65DC9" w:rsidRDefault="00B65DC9" w:rsidP="00B65DC9">
      <w:r>
        <w:t>152.5391</w:t>
      </w:r>
      <w:r>
        <w:tab/>
        <w:t>4.051e0</w:t>
      </w:r>
    </w:p>
    <w:p w:rsidR="00B65DC9" w:rsidRDefault="00B65DC9" w:rsidP="00B65DC9">
      <w:r>
        <w:t>152.5416</w:t>
      </w:r>
      <w:r>
        <w:tab/>
        <w:t>1.051e0</w:t>
      </w:r>
    </w:p>
    <w:p w:rsidR="00B65DC9" w:rsidRDefault="00B65DC9" w:rsidP="00B65DC9">
      <w:r>
        <w:lastRenderedPageBreak/>
        <w:t>152.5484</w:t>
      </w:r>
      <w:r>
        <w:tab/>
        <w:t>2.089e0</w:t>
      </w:r>
    </w:p>
    <w:p w:rsidR="00B65DC9" w:rsidRDefault="00B65DC9" w:rsidP="00B65DC9">
      <w:r>
        <w:t>152.5574</w:t>
      </w:r>
      <w:r>
        <w:tab/>
        <w:t>4.190e0</w:t>
      </w:r>
    </w:p>
    <w:p w:rsidR="00B65DC9" w:rsidRDefault="00B65DC9" w:rsidP="00B65DC9">
      <w:r>
        <w:t>152.5720</w:t>
      </w:r>
      <w:r>
        <w:tab/>
        <w:t>3.006e0</w:t>
      </w:r>
    </w:p>
    <w:p w:rsidR="00B65DC9" w:rsidRDefault="00B65DC9" w:rsidP="00B65DC9">
      <w:r>
        <w:t>152.5835</w:t>
      </w:r>
      <w:r>
        <w:tab/>
        <w:t>1.038e0</w:t>
      </w:r>
    </w:p>
    <w:p w:rsidR="00B65DC9" w:rsidRDefault="00B65DC9" w:rsidP="00B65DC9">
      <w:r>
        <w:t>152.5879</w:t>
      </w:r>
      <w:r>
        <w:tab/>
        <w:t>5.063e0</w:t>
      </w:r>
    </w:p>
    <w:p w:rsidR="00B65DC9" w:rsidRDefault="00B65DC9" w:rsidP="00B65DC9">
      <w:r>
        <w:t>152.6025</w:t>
      </w:r>
      <w:r>
        <w:tab/>
        <w:t>1.266e-2</w:t>
      </w:r>
    </w:p>
    <w:p w:rsidR="00B65DC9" w:rsidRDefault="00B65DC9" w:rsidP="00B65DC9">
      <w:r>
        <w:t>152.6059</w:t>
      </w:r>
      <w:r>
        <w:tab/>
        <w:t>1.013e0</w:t>
      </w:r>
    </w:p>
    <w:p w:rsidR="00B65DC9" w:rsidRDefault="00B65DC9" w:rsidP="00B65DC9">
      <w:r>
        <w:t>152.6162</w:t>
      </w:r>
      <w:r>
        <w:tab/>
        <w:t>1.266e-2</w:t>
      </w:r>
    </w:p>
    <w:p w:rsidR="00B65DC9" w:rsidRDefault="00B65DC9" w:rsidP="00B65DC9">
      <w:r>
        <w:t>152.6318</w:t>
      </w:r>
      <w:r>
        <w:tab/>
        <w:t>3.038e0</w:t>
      </w:r>
    </w:p>
    <w:p w:rsidR="00B65DC9" w:rsidRDefault="00B65DC9" w:rsidP="00B65DC9">
      <w:r>
        <w:t>152.6554</w:t>
      </w:r>
      <w:r>
        <w:tab/>
        <w:t>1.013e0</w:t>
      </w:r>
    </w:p>
    <w:p w:rsidR="00B65DC9" w:rsidRDefault="00B65DC9" w:rsidP="00B65DC9">
      <w:r>
        <w:t>152.6715</w:t>
      </w:r>
      <w:r>
        <w:tab/>
        <w:t>1.266e-2</w:t>
      </w:r>
    </w:p>
    <w:p w:rsidR="00B65DC9" w:rsidRDefault="00B65DC9" w:rsidP="00B65DC9">
      <w:r>
        <w:t>152.6980</w:t>
      </w:r>
      <w:r>
        <w:tab/>
        <w:t>1.013e0</w:t>
      </w:r>
    </w:p>
    <w:p w:rsidR="00B65DC9" w:rsidRDefault="00B65DC9" w:rsidP="00B65DC9">
      <w:r>
        <w:t>152.7012</w:t>
      </w:r>
      <w:r>
        <w:tab/>
        <w:t>1.013e0</w:t>
      </w:r>
    </w:p>
    <w:p w:rsidR="00B65DC9" w:rsidRDefault="00B65DC9" w:rsidP="00B65DC9">
      <w:r>
        <w:t>152.7572</w:t>
      </w:r>
      <w:r>
        <w:tab/>
        <w:t>4.063e0</w:t>
      </w:r>
    </w:p>
    <w:p w:rsidR="00B65DC9" w:rsidRDefault="00B65DC9" w:rsidP="00B65DC9">
      <w:r>
        <w:t>152.7603</w:t>
      </w:r>
      <w:r>
        <w:tab/>
        <w:t>1.266e-2</w:t>
      </w:r>
    </w:p>
    <w:p w:rsidR="00B65DC9" w:rsidRDefault="00B65DC9" w:rsidP="00B65DC9">
      <w:r>
        <w:t>152.7797</w:t>
      </w:r>
      <w:r>
        <w:tab/>
        <w:t>1.266e-2</w:t>
      </w:r>
    </w:p>
    <w:p w:rsidR="00B65DC9" w:rsidRDefault="00B65DC9" w:rsidP="00B65DC9">
      <w:r>
        <w:t>152.7814</w:t>
      </w:r>
      <w:r>
        <w:tab/>
        <w:t>2.025e0</w:t>
      </w:r>
    </w:p>
    <w:p w:rsidR="00B65DC9" w:rsidRDefault="00B65DC9" w:rsidP="00B65DC9">
      <w:r>
        <w:t>152.7916</w:t>
      </w:r>
      <w:r>
        <w:tab/>
        <w:t>2.025e0</w:t>
      </w:r>
    </w:p>
    <w:p w:rsidR="00B65DC9" w:rsidRDefault="00B65DC9" w:rsidP="00B65DC9">
      <w:r>
        <w:t>152.8141</w:t>
      </w:r>
      <w:r>
        <w:tab/>
        <w:t>2.025e0</w:t>
      </w:r>
    </w:p>
    <w:p w:rsidR="00B65DC9" w:rsidRDefault="00B65DC9" w:rsidP="00B65DC9">
      <w:r>
        <w:lastRenderedPageBreak/>
        <w:t>152.8402</w:t>
      </w:r>
      <w:r>
        <w:tab/>
        <w:t>3.038e0</w:t>
      </w:r>
    </w:p>
    <w:p w:rsidR="00B65DC9" w:rsidRDefault="00B65DC9" w:rsidP="00B65DC9">
      <w:r>
        <w:t>152.8649</w:t>
      </w:r>
      <w:r>
        <w:tab/>
        <w:t>1.013e0</w:t>
      </w:r>
    </w:p>
    <w:p w:rsidR="00B65DC9" w:rsidRDefault="00B65DC9" w:rsidP="00B65DC9">
      <w:r>
        <w:t>152.8750</w:t>
      </w:r>
      <w:r>
        <w:tab/>
        <w:t>1.025e0</w:t>
      </w:r>
    </w:p>
    <w:p w:rsidR="00B65DC9" w:rsidRDefault="00B65DC9" w:rsidP="00B65DC9">
      <w:r>
        <w:t>152.8817</w:t>
      </w:r>
      <w:r>
        <w:tab/>
        <w:t>1.013e0</w:t>
      </w:r>
    </w:p>
    <w:p w:rsidR="00B65DC9" w:rsidRDefault="00B65DC9" w:rsidP="00B65DC9">
      <w:r>
        <w:t>152.8869</w:t>
      </w:r>
      <w:r>
        <w:tab/>
        <w:t>2.025e0</w:t>
      </w:r>
    </w:p>
    <w:p w:rsidR="00B65DC9" w:rsidRDefault="00B65DC9" w:rsidP="00B65DC9">
      <w:r>
        <w:t>152.9016</w:t>
      </w:r>
      <w:r>
        <w:tab/>
        <w:t>1.013e0</w:t>
      </w:r>
    </w:p>
    <w:p w:rsidR="00B65DC9" w:rsidRDefault="00B65DC9" w:rsidP="00B65DC9">
      <w:r>
        <w:t>152.9077</w:t>
      </w:r>
      <w:r>
        <w:tab/>
        <w:t>1.038e0</w:t>
      </w:r>
    </w:p>
    <w:p w:rsidR="00B65DC9" w:rsidRDefault="00B65DC9" w:rsidP="00B65DC9">
      <w:r>
        <w:t>152.9145</w:t>
      </w:r>
      <w:r>
        <w:tab/>
        <w:t>1.013e0</w:t>
      </w:r>
    </w:p>
    <w:p w:rsidR="00B65DC9" w:rsidRDefault="00B65DC9" w:rsidP="00B65DC9">
      <w:r>
        <w:t>152.9578</w:t>
      </w:r>
      <w:r>
        <w:tab/>
        <w:t>3.038e0</w:t>
      </w:r>
    </w:p>
    <w:p w:rsidR="00B65DC9" w:rsidRDefault="00B65DC9" w:rsidP="00B65DC9">
      <w:r>
        <w:t>152.9871</w:t>
      </w:r>
      <w:r>
        <w:tab/>
        <w:t>2.025e0</w:t>
      </w:r>
    </w:p>
    <w:p w:rsidR="00B65DC9" w:rsidRDefault="00B65DC9" w:rsidP="00B65DC9">
      <w:r>
        <w:t>152.9924</w:t>
      </w:r>
      <w:r>
        <w:tab/>
        <w:t>2.025e0</w:t>
      </w:r>
    </w:p>
    <w:p w:rsidR="00B65DC9" w:rsidRDefault="00B65DC9" w:rsidP="00B65DC9">
      <w:r>
        <w:t>152.9938</w:t>
      </w:r>
      <w:r>
        <w:tab/>
        <w:t>1.266e-2</w:t>
      </w:r>
    </w:p>
    <w:p w:rsidR="00B65DC9" w:rsidRDefault="00B65DC9" w:rsidP="00B65DC9">
      <w:r>
        <w:t>152.9986</w:t>
      </w:r>
      <w:r>
        <w:tab/>
        <w:t>2.025e0</w:t>
      </w:r>
    </w:p>
    <w:p w:rsidR="00B65DC9" w:rsidRDefault="00B65DC9" w:rsidP="00B65DC9">
      <w:r>
        <w:t>153.0096</w:t>
      </w:r>
      <w:r>
        <w:tab/>
        <w:t>1.266e-2</w:t>
      </w:r>
    </w:p>
    <w:p w:rsidR="00B65DC9" w:rsidRDefault="00B65DC9" w:rsidP="00B65DC9">
      <w:r>
        <w:t>153.0143</w:t>
      </w:r>
      <w:r>
        <w:tab/>
        <w:t>4.543e0</w:t>
      </w:r>
    </w:p>
    <w:p w:rsidR="00B65DC9" w:rsidRDefault="00B65DC9" w:rsidP="00B65DC9">
      <w:r>
        <w:t>153.0166</w:t>
      </w:r>
      <w:r>
        <w:tab/>
        <w:t>1.266e-2</w:t>
      </w:r>
    </w:p>
    <w:p w:rsidR="00B65DC9" w:rsidRDefault="00B65DC9" w:rsidP="00B65DC9">
      <w:r>
        <w:t>153.0489</w:t>
      </w:r>
      <w:r>
        <w:tab/>
        <w:t>2.510e0</w:t>
      </w:r>
    </w:p>
    <w:p w:rsidR="00B65DC9" w:rsidRDefault="00B65DC9" w:rsidP="00B65DC9">
      <w:r>
        <w:t>153.0741</w:t>
      </w:r>
      <w:r>
        <w:tab/>
        <w:t>2.532e-2</w:t>
      </w:r>
    </w:p>
    <w:p w:rsidR="00B65DC9" w:rsidRDefault="00B65DC9" w:rsidP="00B65DC9">
      <w:r>
        <w:t>153.0774</w:t>
      </w:r>
      <w:r>
        <w:tab/>
        <w:t>2.025e0</w:t>
      </w:r>
    </w:p>
    <w:p w:rsidR="00B65DC9" w:rsidRDefault="00B65DC9" w:rsidP="00B65DC9">
      <w:r>
        <w:lastRenderedPageBreak/>
        <w:t>153.0849</w:t>
      </w:r>
      <w:r>
        <w:tab/>
        <w:t>2.038e0</w:t>
      </w:r>
    </w:p>
    <w:p w:rsidR="00B65DC9" w:rsidRDefault="00B65DC9" w:rsidP="00B65DC9">
      <w:r>
        <w:t>153.1032</w:t>
      </w:r>
      <w:r>
        <w:tab/>
        <w:t>2.025e0</w:t>
      </w:r>
    </w:p>
    <w:p w:rsidR="00B65DC9" w:rsidRDefault="00B65DC9" w:rsidP="00B65DC9">
      <w:r>
        <w:t>153.1055</w:t>
      </w:r>
      <w:r>
        <w:tab/>
        <w:t>4.051e0</w:t>
      </w:r>
    </w:p>
    <w:p w:rsidR="00B65DC9" w:rsidRDefault="00B65DC9" w:rsidP="00B65DC9">
      <w:r>
        <w:t>153.1153</w:t>
      </w:r>
      <w:r>
        <w:tab/>
        <w:t>2.532e-2</w:t>
      </w:r>
    </w:p>
    <w:p w:rsidR="00B65DC9" w:rsidRDefault="00B65DC9" w:rsidP="00B65DC9">
      <w:r>
        <w:t>153.1251</w:t>
      </w:r>
      <w:r>
        <w:tab/>
        <w:t>1.013e0</w:t>
      </w:r>
    </w:p>
    <w:p w:rsidR="00B65DC9" w:rsidRDefault="00B65DC9" w:rsidP="00B65DC9">
      <w:r>
        <w:t>153.1286</w:t>
      </w:r>
      <w:r>
        <w:tab/>
        <w:t>3.569e0</w:t>
      </w:r>
    </w:p>
    <w:p w:rsidR="00B65DC9" w:rsidRDefault="00B65DC9" w:rsidP="00B65DC9">
      <w:r>
        <w:t>153.1338</w:t>
      </w:r>
      <w:r>
        <w:tab/>
        <w:t>2.025e0</w:t>
      </w:r>
    </w:p>
    <w:p w:rsidR="00B65DC9" w:rsidRDefault="00B65DC9" w:rsidP="00B65DC9">
      <w:r>
        <w:t>153.1447</w:t>
      </w:r>
      <w:r>
        <w:tab/>
        <w:t>1.013e0</w:t>
      </w:r>
    </w:p>
    <w:p w:rsidR="00B65DC9" w:rsidRDefault="00B65DC9" w:rsidP="00B65DC9">
      <w:r>
        <w:t>153.1908</w:t>
      </w:r>
      <w:r>
        <w:tab/>
        <w:t>1.266e-2</w:t>
      </w:r>
    </w:p>
    <w:p w:rsidR="00B65DC9" w:rsidRDefault="00B65DC9" w:rsidP="00B65DC9">
      <w:r>
        <w:t>153.1950</w:t>
      </w:r>
      <w:r>
        <w:tab/>
        <w:t>2.025e0</w:t>
      </w:r>
    </w:p>
    <w:p w:rsidR="00B65DC9" w:rsidRDefault="00B65DC9" w:rsidP="00B65DC9">
      <w:r>
        <w:t>153.2037</w:t>
      </w:r>
      <w:r>
        <w:tab/>
        <w:t>1.025e0</w:t>
      </w:r>
    </w:p>
    <w:p w:rsidR="00B65DC9" w:rsidRDefault="00B65DC9" w:rsidP="00B65DC9">
      <w:r>
        <w:t>153.2171</w:t>
      </w:r>
      <w:r>
        <w:tab/>
        <w:t>1.013e0</w:t>
      </w:r>
    </w:p>
    <w:p w:rsidR="00B65DC9" w:rsidRDefault="00B65DC9" w:rsidP="00B65DC9">
      <w:r>
        <w:t>153.2291</w:t>
      </w:r>
      <w:r>
        <w:tab/>
        <w:t>6.076e0</w:t>
      </w:r>
    </w:p>
    <w:p w:rsidR="00B65DC9" w:rsidRDefault="00B65DC9" w:rsidP="00B65DC9">
      <w:r>
        <w:t>153.2430</w:t>
      </w:r>
      <w:r>
        <w:tab/>
        <w:t>1.013e0</w:t>
      </w:r>
    </w:p>
    <w:p w:rsidR="00B65DC9" w:rsidRDefault="00B65DC9" w:rsidP="00B65DC9">
      <w:r>
        <w:t>153.3126</w:t>
      </w:r>
      <w:r>
        <w:tab/>
        <w:t>2.025e0</w:t>
      </w:r>
    </w:p>
    <w:p w:rsidR="00B65DC9" w:rsidRDefault="00B65DC9" w:rsidP="00B65DC9">
      <w:r>
        <w:t>153.3227</w:t>
      </w:r>
      <w:r>
        <w:tab/>
        <w:t>1.013e0</w:t>
      </w:r>
    </w:p>
    <w:p w:rsidR="00B65DC9" w:rsidRDefault="00B65DC9" w:rsidP="00B65DC9">
      <w:r>
        <w:t>153.3386</w:t>
      </w:r>
      <w:r>
        <w:tab/>
        <w:t>1.266e-2</w:t>
      </w:r>
    </w:p>
    <w:p w:rsidR="00B65DC9" w:rsidRDefault="00B65DC9" w:rsidP="00B65DC9">
      <w:r>
        <w:t>153.3452</w:t>
      </w:r>
      <w:r>
        <w:tab/>
        <w:t>2.532e-2</w:t>
      </w:r>
    </w:p>
    <w:p w:rsidR="00B65DC9" w:rsidRDefault="00B65DC9" w:rsidP="00B65DC9">
      <w:r>
        <w:t>153.3553</w:t>
      </w:r>
      <w:r>
        <w:tab/>
        <w:t>1.025e0</w:t>
      </w:r>
    </w:p>
    <w:p w:rsidR="00B65DC9" w:rsidRDefault="00B65DC9" w:rsidP="00B65DC9">
      <w:r>
        <w:lastRenderedPageBreak/>
        <w:t>153.3723</w:t>
      </w:r>
      <w:r>
        <w:tab/>
        <w:t>1.266e-2</w:t>
      </w:r>
    </w:p>
    <w:p w:rsidR="00B65DC9" w:rsidRDefault="00B65DC9" w:rsidP="00B65DC9">
      <w:r>
        <w:t>153.3878</w:t>
      </w:r>
      <w:r>
        <w:tab/>
        <w:t>2.025e0</w:t>
      </w:r>
    </w:p>
    <w:p w:rsidR="00B65DC9" w:rsidRDefault="00B65DC9" w:rsidP="00B65DC9">
      <w:r>
        <w:t>153.3912</w:t>
      </w:r>
      <w:r>
        <w:tab/>
        <w:t>4.051e0</w:t>
      </w:r>
    </w:p>
    <w:p w:rsidR="00B65DC9" w:rsidRDefault="00B65DC9" w:rsidP="00B65DC9">
      <w:r>
        <w:t>153.4048</w:t>
      </w:r>
      <w:r>
        <w:tab/>
        <w:t>3.051e0</w:t>
      </w:r>
    </w:p>
    <w:p w:rsidR="00B65DC9" w:rsidRDefault="00B65DC9" w:rsidP="00B65DC9">
      <w:r>
        <w:t>153.4425</w:t>
      </w:r>
      <w:r>
        <w:tab/>
        <w:t>2.025e0</w:t>
      </w:r>
    </w:p>
    <w:p w:rsidR="00B65DC9" w:rsidRDefault="00B65DC9" w:rsidP="00B65DC9">
      <w:r>
        <w:t>153.5170</w:t>
      </w:r>
      <w:r>
        <w:tab/>
        <w:t>1.013e0</w:t>
      </w:r>
    </w:p>
    <w:p w:rsidR="00B65DC9" w:rsidRDefault="00B65DC9" w:rsidP="00B65DC9">
      <w:r>
        <w:t>153.5395</w:t>
      </w:r>
      <w:r>
        <w:tab/>
        <w:t>2.532e-2</w:t>
      </w:r>
    </w:p>
    <w:p w:rsidR="00B65DC9" w:rsidRDefault="00B65DC9" w:rsidP="00B65DC9">
      <w:r>
        <w:t>153.5470</w:t>
      </w:r>
      <w:r>
        <w:tab/>
        <w:t>6.370e0</w:t>
      </w:r>
    </w:p>
    <w:p w:rsidR="00B65DC9" w:rsidRDefault="00B65DC9" w:rsidP="00B65DC9">
      <w:r>
        <w:t>153.5529</w:t>
      </w:r>
      <w:r>
        <w:tab/>
        <w:t>1.025e0</w:t>
      </w:r>
    </w:p>
    <w:p w:rsidR="00B65DC9" w:rsidRDefault="00B65DC9" w:rsidP="00B65DC9">
      <w:r>
        <w:t>153.5891</w:t>
      </w:r>
      <w:r>
        <w:tab/>
        <w:t>1.013e0</w:t>
      </w:r>
    </w:p>
    <w:p w:rsidR="00B65DC9" w:rsidRDefault="00B65DC9" w:rsidP="00B65DC9">
      <w:r>
        <w:t>153.6040</w:t>
      </w:r>
      <w:r>
        <w:tab/>
        <w:t>2.025e0</w:t>
      </w:r>
    </w:p>
    <w:p w:rsidR="00B65DC9" w:rsidRDefault="00B65DC9" w:rsidP="00B65DC9">
      <w:r>
        <w:t>153.6230</w:t>
      </w:r>
      <w:r>
        <w:tab/>
        <w:t>2.025e0</w:t>
      </w:r>
    </w:p>
    <w:p w:rsidR="00B65DC9" w:rsidRDefault="00B65DC9" w:rsidP="00B65DC9">
      <w:r>
        <w:t>153.6385</w:t>
      </w:r>
      <w:r>
        <w:tab/>
        <w:t>1.266e-2</w:t>
      </w:r>
    </w:p>
    <w:p w:rsidR="00B65DC9" w:rsidRDefault="00B65DC9" w:rsidP="00B65DC9">
      <w:r>
        <w:t>153.6517</w:t>
      </w:r>
      <w:r>
        <w:tab/>
        <w:t>1.013e0</w:t>
      </w:r>
    </w:p>
    <w:p w:rsidR="00B65DC9" w:rsidRDefault="00B65DC9" w:rsidP="00B65DC9">
      <w:r>
        <w:t>153.6681</w:t>
      </w:r>
      <w:r>
        <w:tab/>
        <w:t>2.025e0</w:t>
      </w:r>
    </w:p>
    <w:p w:rsidR="00B65DC9" w:rsidRDefault="00B65DC9" w:rsidP="00B65DC9">
      <w:r>
        <w:t>153.7012</w:t>
      </w:r>
      <w:r>
        <w:tab/>
        <w:t>1.013e0</w:t>
      </w:r>
    </w:p>
    <w:p w:rsidR="00B65DC9" w:rsidRDefault="00B65DC9" w:rsidP="00B65DC9">
      <w:r>
        <w:t>153.7080</w:t>
      </w:r>
      <w:r>
        <w:tab/>
        <w:t>1.013e0</w:t>
      </w:r>
    </w:p>
    <w:p w:rsidR="00B65DC9" w:rsidRDefault="00B65DC9" w:rsidP="00B65DC9">
      <w:r>
        <w:t>153.7305</w:t>
      </w:r>
      <w:r>
        <w:tab/>
        <w:t>1.013e0</w:t>
      </w:r>
    </w:p>
    <w:p w:rsidR="00B65DC9" w:rsidRDefault="00B65DC9" w:rsidP="00B65DC9">
      <w:r>
        <w:t>153.7374</w:t>
      </w:r>
      <w:r>
        <w:tab/>
        <w:t>1.013e0</w:t>
      </w:r>
    </w:p>
    <w:p w:rsidR="00B65DC9" w:rsidRDefault="00B65DC9" w:rsidP="00B65DC9">
      <w:r>
        <w:lastRenderedPageBreak/>
        <w:t>153.7406</w:t>
      </w:r>
      <w:r>
        <w:tab/>
        <w:t>1.266e-2</w:t>
      </w:r>
    </w:p>
    <w:p w:rsidR="00B65DC9" w:rsidRDefault="00B65DC9" w:rsidP="00B65DC9">
      <w:r>
        <w:t>153.7733</w:t>
      </w:r>
      <w:r>
        <w:tab/>
        <w:t>1.266e-2</w:t>
      </w:r>
    </w:p>
    <w:p w:rsidR="00B65DC9" w:rsidRDefault="00B65DC9" w:rsidP="00B65DC9">
      <w:r>
        <w:t>153.7833</w:t>
      </w:r>
      <w:r>
        <w:tab/>
        <w:t>1.013e0</w:t>
      </w:r>
    </w:p>
    <w:p w:rsidR="00B65DC9" w:rsidRDefault="00B65DC9" w:rsidP="00B65DC9">
      <w:r>
        <w:t>153.7967</w:t>
      </w:r>
      <w:r>
        <w:tab/>
        <w:t>1.013e0</w:t>
      </w:r>
    </w:p>
    <w:p w:rsidR="00B65DC9" w:rsidRDefault="00B65DC9" w:rsidP="00B65DC9">
      <w:r>
        <w:t>153.8035</w:t>
      </w:r>
      <w:r>
        <w:tab/>
        <w:t>1.013e0</w:t>
      </w:r>
    </w:p>
    <w:p w:rsidR="00B65DC9" w:rsidRDefault="00B65DC9" w:rsidP="00B65DC9">
      <w:r>
        <w:t>153.8193</w:t>
      </w:r>
      <w:r>
        <w:tab/>
        <w:t>1.013e0</w:t>
      </w:r>
    </w:p>
    <w:p w:rsidR="00B65DC9" w:rsidRDefault="00B65DC9" w:rsidP="00B65DC9">
      <w:r>
        <w:t>153.8430</w:t>
      </w:r>
      <w:r>
        <w:tab/>
        <w:t>1.013e0</w:t>
      </w:r>
    </w:p>
    <w:p w:rsidR="00B65DC9" w:rsidRDefault="00B65DC9" w:rsidP="00B65DC9">
      <w:r>
        <w:t>153.8462</w:t>
      </w:r>
      <w:r>
        <w:tab/>
        <w:t>1.013e0</w:t>
      </w:r>
    </w:p>
    <w:p w:rsidR="00B65DC9" w:rsidRDefault="00B65DC9" w:rsidP="00B65DC9">
      <w:r>
        <w:t>153.8721</w:t>
      </w:r>
      <w:r>
        <w:tab/>
        <w:t>1.013e0</w:t>
      </w:r>
    </w:p>
    <w:p w:rsidR="00B65DC9" w:rsidRDefault="00B65DC9" w:rsidP="00B65DC9">
      <w:r>
        <w:t>153.8805</w:t>
      </w:r>
      <w:r>
        <w:tab/>
        <w:t>2.025e0</w:t>
      </w:r>
    </w:p>
    <w:p w:rsidR="00B65DC9" w:rsidRDefault="00B65DC9" w:rsidP="00B65DC9">
      <w:r>
        <w:t>153.9120</w:t>
      </w:r>
      <w:r>
        <w:tab/>
        <w:t>1.013e0</w:t>
      </w:r>
    </w:p>
    <w:p w:rsidR="00B65DC9" w:rsidRDefault="00B65DC9" w:rsidP="00B65DC9">
      <w:r>
        <w:t>153.9419</w:t>
      </w:r>
      <w:r>
        <w:tab/>
        <w:t>1.013e0</w:t>
      </w:r>
    </w:p>
    <w:p w:rsidR="00B65DC9" w:rsidRDefault="00B65DC9" w:rsidP="00B65DC9">
      <w:r>
        <w:t>153.9485</w:t>
      </w:r>
      <w:r>
        <w:tab/>
        <w:t>1.266e-2</w:t>
      </w:r>
    </w:p>
    <w:p w:rsidR="00B65DC9" w:rsidRDefault="00B65DC9" w:rsidP="00B65DC9">
      <w:r>
        <w:t>153.9583</w:t>
      </w:r>
      <w:r>
        <w:tab/>
        <w:t>1.266e-2</w:t>
      </w:r>
    </w:p>
    <w:p w:rsidR="00B65DC9" w:rsidRDefault="00B65DC9" w:rsidP="00B65DC9">
      <w:r>
        <w:t>153.9614</w:t>
      </w:r>
      <w:r>
        <w:tab/>
        <w:t>2.025e0</w:t>
      </w:r>
    </w:p>
    <w:p w:rsidR="00B65DC9" w:rsidRDefault="00B65DC9" w:rsidP="00B65DC9">
      <w:r>
        <w:t>154.0171</w:t>
      </w:r>
      <w:r>
        <w:tab/>
        <w:t>1.266e-2</w:t>
      </w:r>
    </w:p>
    <w:p w:rsidR="00B65DC9" w:rsidRDefault="00B65DC9" w:rsidP="00B65DC9">
      <w:r>
        <w:t>154.0356</w:t>
      </w:r>
      <w:r>
        <w:tab/>
        <w:t>1.997e0</w:t>
      </w:r>
    </w:p>
    <w:p w:rsidR="00B65DC9" w:rsidRDefault="00B65DC9" w:rsidP="00B65DC9">
      <w:r>
        <w:t>154.0495</w:t>
      </w:r>
      <w:r>
        <w:tab/>
        <w:t>1.051e0</w:t>
      </w:r>
    </w:p>
    <w:p w:rsidR="00B65DC9" w:rsidRDefault="00B65DC9" w:rsidP="00B65DC9">
      <w:r>
        <w:t>154.0541</w:t>
      </w:r>
      <w:r>
        <w:tab/>
        <w:t>3.038e0</w:t>
      </w:r>
    </w:p>
    <w:p w:rsidR="00B65DC9" w:rsidRDefault="00B65DC9" w:rsidP="00B65DC9">
      <w:r>
        <w:lastRenderedPageBreak/>
        <w:t>154.0556</w:t>
      </w:r>
      <w:r>
        <w:tab/>
        <w:t>2.025e0</w:t>
      </w:r>
    </w:p>
    <w:p w:rsidR="00B65DC9" w:rsidRDefault="00B65DC9" w:rsidP="00B65DC9">
      <w:r>
        <w:t>154.1098</w:t>
      </w:r>
      <w:r>
        <w:tab/>
        <w:t>1.025e0</w:t>
      </w:r>
    </w:p>
    <w:p w:rsidR="00B65DC9" w:rsidRDefault="00B65DC9" w:rsidP="00B65DC9">
      <w:r>
        <w:t>154.1109</w:t>
      </w:r>
      <w:r>
        <w:tab/>
        <w:t>2.025e0</w:t>
      </w:r>
    </w:p>
    <w:p w:rsidR="00B65DC9" w:rsidRDefault="00B65DC9" w:rsidP="00B65DC9">
      <w:r>
        <w:t>154.1380</w:t>
      </w:r>
      <w:r>
        <w:tab/>
        <w:t>2.025e0</w:t>
      </w:r>
    </w:p>
    <w:p w:rsidR="00B65DC9" w:rsidRDefault="00B65DC9" w:rsidP="00B65DC9">
      <w:r>
        <w:t>154.1623</w:t>
      </w:r>
      <w:r>
        <w:tab/>
        <w:t>1.266e-2</w:t>
      </w:r>
    </w:p>
    <w:p w:rsidR="00B65DC9" w:rsidRDefault="00B65DC9" w:rsidP="00B65DC9">
      <w:r>
        <w:t>154.1724</w:t>
      </w:r>
      <w:r>
        <w:tab/>
        <w:t>1.266e-2</w:t>
      </w:r>
    </w:p>
    <w:p w:rsidR="00B65DC9" w:rsidRDefault="00B65DC9" w:rsidP="00B65DC9">
      <w:r>
        <w:t>154.1825</w:t>
      </w:r>
      <w:r>
        <w:tab/>
        <w:t>1.013e0</w:t>
      </w:r>
    </w:p>
    <w:p w:rsidR="00B65DC9" w:rsidRDefault="00B65DC9" w:rsidP="00B65DC9">
      <w:r>
        <w:t>154.1892</w:t>
      </w:r>
      <w:r>
        <w:tab/>
        <w:t>1.266e-2</w:t>
      </w:r>
    </w:p>
    <w:p w:rsidR="00B65DC9" w:rsidRDefault="00B65DC9" w:rsidP="00B65DC9">
      <w:r>
        <w:t>154.2103</w:t>
      </w:r>
      <w:r>
        <w:tab/>
        <w:t>2.025e0</w:t>
      </w:r>
    </w:p>
    <w:p w:rsidR="00B65DC9" w:rsidRDefault="00B65DC9" w:rsidP="00B65DC9">
      <w:r>
        <w:t>154.2455</w:t>
      </w:r>
      <w:r>
        <w:tab/>
        <w:t>2.532e-2</w:t>
      </w:r>
    </w:p>
    <w:p w:rsidR="00B65DC9" w:rsidRDefault="00B65DC9" w:rsidP="00B65DC9">
      <w:r>
        <w:t>154.2489</w:t>
      </w:r>
      <w:r>
        <w:tab/>
        <w:t>1.266e-2</w:t>
      </w:r>
    </w:p>
    <w:p w:rsidR="00B65DC9" w:rsidRDefault="00B65DC9" w:rsidP="00B65DC9">
      <w:r>
        <w:t>154.2680</w:t>
      </w:r>
      <w:r>
        <w:tab/>
        <w:t>1.013e0</w:t>
      </w:r>
    </w:p>
    <w:p w:rsidR="00B65DC9" w:rsidRDefault="00B65DC9" w:rsidP="00B65DC9">
      <w:r>
        <w:t>154.2849</w:t>
      </w:r>
      <w:r>
        <w:tab/>
        <w:t>1.025e0</w:t>
      </w:r>
    </w:p>
    <w:p w:rsidR="00B65DC9" w:rsidRDefault="00B65DC9" w:rsidP="00B65DC9">
      <w:r>
        <w:t>154.2916</w:t>
      </w:r>
      <w:r>
        <w:tab/>
        <w:t>1.013e0</w:t>
      </w:r>
    </w:p>
    <w:p w:rsidR="00B65DC9" w:rsidRDefault="00B65DC9" w:rsidP="00B65DC9">
      <w:r>
        <w:t>154.2966</w:t>
      </w:r>
      <w:r>
        <w:tab/>
        <w:t>2.025e0</w:t>
      </w:r>
    </w:p>
    <w:p w:rsidR="00B65DC9" w:rsidRDefault="00B65DC9" w:rsidP="00B65DC9">
      <w:r>
        <w:t>154.3738</w:t>
      </w:r>
      <w:r>
        <w:tab/>
        <w:t>1.266e-2</w:t>
      </w:r>
    </w:p>
    <w:p w:rsidR="00B65DC9" w:rsidRDefault="00B65DC9" w:rsidP="00B65DC9">
      <w:r>
        <w:t>154.3805</w:t>
      </w:r>
      <w:r>
        <w:tab/>
        <w:t>1.266e-2</w:t>
      </w:r>
    </w:p>
    <w:p w:rsidR="00B65DC9" w:rsidRDefault="00B65DC9" w:rsidP="00B65DC9">
      <w:r>
        <w:t>154.3924</w:t>
      </w:r>
      <w:r>
        <w:tab/>
        <w:t>2.025e0</w:t>
      </w:r>
    </w:p>
    <w:p w:rsidR="00B65DC9" w:rsidRDefault="00B65DC9" w:rsidP="00B65DC9">
      <w:r>
        <w:t>154.4068</w:t>
      </w:r>
      <w:r>
        <w:tab/>
        <w:t>2.025e0</w:t>
      </w:r>
    </w:p>
    <w:p w:rsidR="00B65DC9" w:rsidRDefault="00B65DC9" w:rsidP="00B65DC9">
      <w:r>
        <w:lastRenderedPageBreak/>
        <w:t>154.4830</w:t>
      </w:r>
      <w:r>
        <w:tab/>
        <w:t>1.025e0</w:t>
      </w:r>
    </w:p>
    <w:p w:rsidR="00B65DC9" w:rsidRDefault="00B65DC9" w:rsidP="00B65DC9">
      <w:r>
        <w:t>154.5225</w:t>
      </w:r>
      <w:r>
        <w:tab/>
        <w:t>1.013e0</w:t>
      </w:r>
    </w:p>
    <w:p w:rsidR="00B65DC9" w:rsidRDefault="00B65DC9" w:rsidP="00B65DC9">
      <w:r>
        <w:t>154.5276</w:t>
      </w:r>
      <w:r>
        <w:tab/>
        <w:t>3.038e0</w:t>
      </w:r>
    </w:p>
    <w:p w:rsidR="00B65DC9" w:rsidRDefault="00B65DC9" w:rsidP="00B65DC9">
      <w:r>
        <w:t>154.5443</w:t>
      </w:r>
      <w:r>
        <w:tab/>
        <w:t>2.025e0</w:t>
      </w:r>
    </w:p>
    <w:p w:rsidR="00B65DC9" w:rsidRDefault="00B65DC9" w:rsidP="00B65DC9">
      <w:r>
        <w:t>154.5586</w:t>
      </w:r>
      <w:r>
        <w:tab/>
        <w:t>1.013e0</w:t>
      </w:r>
    </w:p>
    <w:p w:rsidR="00B65DC9" w:rsidRDefault="00B65DC9" w:rsidP="00B65DC9">
      <w:r>
        <w:t>154.5686</w:t>
      </w:r>
      <w:r>
        <w:tab/>
        <w:t>2.532e-2</w:t>
      </w:r>
    </w:p>
    <w:p w:rsidR="00B65DC9" w:rsidRDefault="00B65DC9" w:rsidP="00B65DC9">
      <w:r>
        <w:t>154.5989</w:t>
      </w:r>
      <w:r>
        <w:tab/>
        <w:t>1.266e-2</w:t>
      </w:r>
    </w:p>
    <w:p w:rsidR="00B65DC9" w:rsidRDefault="00B65DC9" w:rsidP="00B65DC9">
      <w:r>
        <w:t>154.6082</w:t>
      </w:r>
      <w:r>
        <w:tab/>
        <w:t>1.266e-2</w:t>
      </w:r>
    </w:p>
    <w:p w:rsidR="00B65DC9" w:rsidRDefault="00B65DC9" w:rsidP="00B65DC9">
      <w:r>
        <w:t>154.6420</w:t>
      </w:r>
      <w:r>
        <w:tab/>
        <w:t>1.013e0</w:t>
      </w:r>
    </w:p>
    <w:p w:rsidR="00B65DC9" w:rsidRDefault="00B65DC9" w:rsidP="00B65DC9">
      <w:r>
        <w:t>154.6485</w:t>
      </w:r>
      <w:r>
        <w:tab/>
        <w:t>2.025e0</w:t>
      </w:r>
    </w:p>
    <w:p w:rsidR="00B65DC9" w:rsidRDefault="00B65DC9" w:rsidP="00B65DC9">
      <w:r>
        <w:t>154.6677</w:t>
      </w:r>
      <w:r>
        <w:tab/>
        <w:t>1.013e0</w:t>
      </w:r>
    </w:p>
    <w:p w:rsidR="00B65DC9" w:rsidRDefault="00B65DC9" w:rsidP="00B65DC9">
      <w:r>
        <w:t>154.6781</w:t>
      </w:r>
      <w:r>
        <w:tab/>
        <w:t>1.013e0</w:t>
      </w:r>
    </w:p>
    <w:p w:rsidR="00B65DC9" w:rsidRDefault="00B65DC9" w:rsidP="00B65DC9">
      <w:r>
        <w:t>154.7207</w:t>
      </w:r>
      <w:r>
        <w:tab/>
        <w:t>2.025e0</w:t>
      </w:r>
    </w:p>
    <w:p w:rsidR="00B65DC9" w:rsidRDefault="00B65DC9" w:rsidP="00B65DC9">
      <w:r>
        <w:t>154.7274</w:t>
      </w:r>
      <w:r>
        <w:tab/>
        <w:t>1.266e-2</w:t>
      </w:r>
    </w:p>
    <w:p w:rsidR="00B65DC9" w:rsidRDefault="00B65DC9" w:rsidP="00B65DC9">
      <w:r>
        <w:t>154.7477</w:t>
      </w:r>
      <w:r>
        <w:tab/>
        <w:t>1.013e0</w:t>
      </w:r>
    </w:p>
    <w:p w:rsidR="00B65DC9" w:rsidRDefault="00B65DC9" w:rsidP="00B65DC9">
      <w:r>
        <w:t>154.7601</w:t>
      </w:r>
      <w:r>
        <w:tab/>
        <w:t>1.013e0</w:t>
      </w:r>
    </w:p>
    <w:p w:rsidR="00B65DC9" w:rsidRDefault="00B65DC9" w:rsidP="00B65DC9">
      <w:r>
        <w:t>154.8333</w:t>
      </w:r>
      <w:r>
        <w:tab/>
        <w:t>1.266e-2</w:t>
      </w:r>
    </w:p>
    <w:p w:rsidR="00B65DC9" w:rsidRDefault="00B65DC9" w:rsidP="00B65DC9">
      <w:r>
        <w:t>154.8437</w:t>
      </w:r>
      <w:r>
        <w:tab/>
        <w:t>1.013e0</w:t>
      </w:r>
    </w:p>
    <w:p w:rsidR="00B65DC9" w:rsidRDefault="00B65DC9" w:rsidP="00B65DC9">
      <w:r>
        <w:t>154.8501</w:t>
      </w:r>
      <w:r>
        <w:tab/>
        <w:t>1.266e-2</w:t>
      </w:r>
    </w:p>
    <w:p w:rsidR="00B65DC9" w:rsidRDefault="00B65DC9" w:rsidP="00B65DC9">
      <w:r>
        <w:lastRenderedPageBreak/>
        <w:t>154.8533</w:t>
      </w:r>
      <w:r>
        <w:tab/>
        <w:t>1.013e0</w:t>
      </w:r>
    </w:p>
    <w:p w:rsidR="00B65DC9" w:rsidRDefault="00B65DC9" w:rsidP="00B65DC9">
      <w:r>
        <w:t>154.8728</w:t>
      </w:r>
      <w:r>
        <w:tab/>
        <w:t>1.013e0</w:t>
      </w:r>
    </w:p>
    <w:p w:rsidR="00B65DC9" w:rsidRDefault="00B65DC9" w:rsidP="00B65DC9">
      <w:r>
        <w:t>154.8880</w:t>
      </w:r>
      <w:r>
        <w:tab/>
        <w:t>2.025e0</w:t>
      </w:r>
    </w:p>
    <w:p w:rsidR="00B65DC9" w:rsidRDefault="00B65DC9" w:rsidP="00B65DC9">
      <w:r>
        <w:t>154.9226</w:t>
      </w:r>
      <w:r>
        <w:tab/>
        <w:t>1.266e-2</w:t>
      </w:r>
    </w:p>
    <w:p w:rsidR="00B65DC9" w:rsidRDefault="00B65DC9" w:rsidP="00B65DC9">
      <w:r>
        <w:t>154.9821</w:t>
      </w:r>
      <w:r>
        <w:tab/>
        <w:t>1.013e0</w:t>
      </w:r>
    </w:p>
    <w:p w:rsidR="00B65DC9" w:rsidRDefault="00B65DC9" w:rsidP="00B65DC9">
      <w:r>
        <w:t>154.9855</w:t>
      </w:r>
      <w:r>
        <w:tab/>
        <w:t>1.013e0</w:t>
      </w:r>
    </w:p>
    <w:p w:rsidR="00B65DC9" w:rsidRDefault="00B65DC9" w:rsidP="00B65DC9">
      <w:r>
        <w:t>154.9991</w:t>
      </w:r>
      <w:r>
        <w:tab/>
        <w:t>1.013e0</w:t>
      </w:r>
    </w:p>
    <w:p w:rsidR="00B65DC9" w:rsidRDefault="00B65DC9" w:rsidP="00B65DC9">
      <w:r>
        <w:t>155.0025</w:t>
      </w:r>
      <w:r>
        <w:tab/>
        <w:t>1.013e0</w:t>
      </w:r>
    </w:p>
    <w:p w:rsidR="00B65DC9" w:rsidRDefault="00B65DC9" w:rsidP="00B65DC9">
      <w:r>
        <w:t>155.0085</w:t>
      </w:r>
      <w:r>
        <w:tab/>
        <w:t>1.013e0</w:t>
      </w:r>
    </w:p>
    <w:p w:rsidR="00B65DC9" w:rsidRDefault="00B65DC9" w:rsidP="00B65DC9">
      <w:r>
        <w:t>155.0351</w:t>
      </w:r>
      <w:r>
        <w:tab/>
        <w:t>2.025e0</w:t>
      </w:r>
    </w:p>
    <w:p w:rsidR="00B65DC9" w:rsidRDefault="00B65DC9" w:rsidP="00B65DC9">
      <w:r>
        <w:t>155.0385</w:t>
      </w:r>
      <w:r>
        <w:tab/>
        <w:t>1.266e-2</w:t>
      </w:r>
    </w:p>
    <w:p w:rsidR="00B65DC9" w:rsidRDefault="00B65DC9" w:rsidP="00B65DC9">
      <w:r>
        <w:t>155.0551</w:t>
      </w:r>
      <w:r>
        <w:tab/>
        <w:t>1.013e0</w:t>
      </w:r>
    </w:p>
    <w:p w:rsidR="00B65DC9" w:rsidRDefault="00B65DC9" w:rsidP="00B65DC9">
      <w:r>
        <w:t>155.0582</w:t>
      </w:r>
      <w:r>
        <w:tab/>
        <w:t>1.038e0</w:t>
      </w:r>
    </w:p>
    <w:p w:rsidR="00B65DC9" w:rsidRDefault="00B65DC9" w:rsidP="00B65DC9">
      <w:r>
        <w:t>155.0782</w:t>
      </w:r>
      <w:r>
        <w:tab/>
        <w:t>5.276e0</w:t>
      </w:r>
    </w:p>
    <w:p w:rsidR="00B65DC9" w:rsidRDefault="00B65DC9" w:rsidP="00B65DC9">
      <w:r>
        <w:t>155.1102</w:t>
      </w:r>
      <w:r>
        <w:tab/>
        <w:t>2.868e0</w:t>
      </w:r>
    </w:p>
    <w:p w:rsidR="00B65DC9" w:rsidRDefault="00B65DC9" w:rsidP="00B65DC9">
      <w:r>
        <w:t>155.1327</w:t>
      </w:r>
      <w:r>
        <w:tab/>
        <w:t>2.025e0</w:t>
      </w:r>
    </w:p>
    <w:p w:rsidR="00B65DC9" w:rsidRDefault="00B65DC9" w:rsidP="00B65DC9">
      <w:r>
        <w:t>155.1478</w:t>
      </w:r>
      <w:r>
        <w:tab/>
        <w:t>1.013e0</w:t>
      </w:r>
    </w:p>
    <w:p w:rsidR="00B65DC9" w:rsidRDefault="00B65DC9" w:rsidP="00B65DC9">
      <w:r>
        <w:t>155.1514</w:t>
      </w:r>
      <w:r>
        <w:tab/>
        <w:t>1.025e0</w:t>
      </w:r>
    </w:p>
    <w:p w:rsidR="00B65DC9" w:rsidRDefault="00B65DC9" w:rsidP="00B65DC9">
      <w:r>
        <w:t>155.1806</w:t>
      </w:r>
      <w:r>
        <w:tab/>
        <w:t>1.025e0</w:t>
      </w:r>
    </w:p>
    <w:p w:rsidR="00B65DC9" w:rsidRDefault="00B65DC9" w:rsidP="00B65DC9">
      <w:r>
        <w:lastRenderedPageBreak/>
        <w:t>155.1842</w:t>
      </w:r>
      <w:r>
        <w:tab/>
        <w:t>1.266e-2</w:t>
      </w:r>
    </w:p>
    <w:p w:rsidR="00B65DC9" w:rsidRDefault="00B65DC9" w:rsidP="00B65DC9">
      <w:r>
        <w:t>155.2799</w:t>
      </w:r>
      <w:r>
        <w:tab/>
        <w:t>1.266e-2</w:t>
      </w:r>
    </w:p>
    <w:p w:rsidR="00B65DC9" w:rsidRDefault="00B65DC9" w:rsidP="00B65DC9">
      <w:r>
        <w:t>155.2934</w:t>
      </w:r>
      <w:r>
        <w:tab/>
        <w:t>1.013e0</w:t>
      </w:r>
    </w:p>
    <w:p w:rsidR="00B65DC9" w:rsidRDefault="00B65DC9" w:rsidP="00B65DC9">
      <w:r>
        <w:t>155.3263</w:t>
      </w:r>
      <w:r>
        <w:tab/>
        <w:t>1.266e-2</w:t>
      </w:r>
    </w:p>
    <w:p w:rsidR="00B65DC9" w:rsidRDefault="00B65DC9" w:rsidP="00B65DC9">
      <w:r>
        <w:t>155.3464</w:t>
      </w:r>
      <w:r>
        <w:tab/>
        <w:t>1.266e-2</w:t>
      </w:r>
    </w:p>
    <w:p w:rsidR="00B65DC9" w:rsidRDefault="00B65DC9" w:rsidP="00B65DC9">
      <w:r>
        <w:t>155.3692</w:t>
      </w:r>
      <w:r>
        <w:tab/>
        <w:t>1.266e-2</w:t>
      </w:r>
    </w:p>
    <w:p w:rsidR="00B65DC9" w:rsidRDefault="00B65DC9" w:rsidP="00B65DC9">
      <w:r>
        <w:t>155.3860</w:t>
      </w:r>
      <w:r>
        <w:tab/>
        <w:t>1.013e0</w:t>
      </w:r>
    </w:p>
    <w:p w:rsidR="00B65DC9" w:rsidRDefault="00B65DC9" w:rsidP="00B65DC9">
      <w:r>
        <w:t>155.4222</w:t>
      </w:r>
      <w:r>
        <w:tab/>
        <w:t>1.266e-2</w:t>
      </w:r>
    </w:p>
    <w:p w:rsidR="00B65DC9" w:rsidRDefault="00B65DC9" w:rsidP="00B65DC9">
      <w:r>
        <w:t>155.4457</w:t>
      </w:r>
      <w:r>
        <w:tab/>
        <w:t>1.013e0</w:t>
      </w:r>
    </w:p>
    <w:p w:rsidR="00B65DC9" w:rsidRDefault="00B65DC9" w:rsidP="00B65DC9">
      <w:r>
        <w:t>155.4527</w:t>
      </w:r>
      <w:r>
        <w:tab/>
        <w:t>1.013e0</w:t>
      </w:r>
    </w:p>
    <w:p w:rsidR="00B65DC9" w:rsidRDefault="00B65DC9" w:rsidP="00B65DC9">
      <w:r>
        <w:t>155.4751</w:t>
      </w:r>
      <w:r>
        <w:tab/>
        <w:t>1.013e0</w:t>
      </w:r>
    </w:p>
    <w:p w:rsidR="00B65DC9" w:rsidRDefault="00B65DC9" w:rsidP="00B65DC9">
      <w:r>
        <w:t>155.4954</w:t>
      </w:r>
      <w:r>
        <w:tab/>
        <w:t>1.013e0</w:t>
      </w:r>
    </w:p>
    <w:p w:rsidR="00B65DC9" w:rsidRDefault="00B65DC9" w:rsidP="00B65DC9">
      <w:r>
        <w:t>155.5089</w:t>
      </w:r>
      <w:r>
        <w:tab/>
        <w:t>1.013e0</w:t>
      </w:r>
    </w:p>
    <w:p w:rsidR="00B65DC9" w:rsidRDefault="00B65DC9" w:rsidP="00B65DC9">
      <w:r>
        <w:t>155.5750</w:t>
      </w:r>
      <w:r>
        <w:tab/>
        <w:t>1.266e-2</w:t>
      </w:r>
    </w:p>
    <w:p w:rsidR="00B65DC9" w:rsidRDefault="00B65DC9" w:rsidP="00B65DC9">
      <w:r>
        <w:t>155.5880</w:t>
      </w:r>
      <w:r>
        <w:tab/>
        <w:t>1.013e0</w:t>
      </w:r>
    </w:p>
    <w:p w:rsidR="00B65DC9" w:rsidRDefault="00B65DC9" w:rsidP="00B65DC9">
      <w:r>
        <w:t>155.6116</w:t>
      </w:r>
      <w:r>
        <w:tab/>
        <w:t>1.013e0</w:t>
      </w:r>
    </w:p>
    <w:p w:rsidR="00B65DC9" w:rsidRDefault="00B65DC9" w:rsidP="00B65DC9">
      <w:r>
        <w:t>155.6280</w:t>
      </w:r>
      <w:r>
        <w:tab/>
        <w:t>1.266e-2</w:t>
      </w:r>
    </w:p>
    <w:p w:rsidR="00B65DC9" w:rsidRDefault="00B65DC9" w:rsidP="00B65DC9">
      <w:r>
        <w:t>155.6377</w:t>
      </w:r>
      <w:r>
        <w:tab/>
        <w:t>1.013e0</w:t>
      </w:r>
    </w:p>
    <w:p w:rsidR="00B65DC9" w:rsidRDefault="00B65DC9" w:rsidP="00B65DC9">
      <w:r>
        <w:t>155.6839</w:t>
      </w:r>
      <w:r>
        <w:tab/>
        <w:t>1.013e0</w:t>
      </w:r>
    </w:p>
    <w:p w:rsidR="00B65DC9" w:rsidRDefault="00B65DC9" w:rsidP="00B65DC9">
      <w:r>
        <w:lastRenderedPageBreak/>
        <w:t>155.7076</w:t>
      </w:r>
      <w:r>
        <w:tab/>
        <w:t>1.013e0</w:t>
      </w:r>
    </w:p>
    <w:p w:rsidR="00B65DC9" w:rsidRDefault="00B65DC9" w:rsidP="00B65DC9">
      <w:r>
        <w:t>155.7275</w:t>
      </w:r>
      <w:r>
        <w:tab/>
        <w:t>1.013e0</w:t>
      </w:r>
    </w:p>
    <w:p w:rsidR="00B65DC9" w:rsidRDefault="00B65DC9" w:rsidP="00B65DC9">
      <w:r>
        <w:t>155.7370</w:t>
      </w:r>
      <w:r>
        <w:tab/>
        <w:t>1.013e0</w:t>
      </w:r>
    </w:p>
    <w:p w:rsidR="00B65DC9" w:rsidRDefault="00B65DC9" w:rsidP="00B65DC9">
      <w:r>
        <w:t>155.7573</w:t>
      </w:r>
      <w:r>
        <w:tab/>
        <w:t>2.025e0</w:t>
      </w:r>
    </w:p>
    <w:p w:rsidR="00B65DC9" w:rsidRDefault="00B65DC9" w:rsidP="00B65DC9">
      <w:r>
        <w:t>155.7650</w:t>
      </w:r>
      <w:r>
        <w:tab/>
        <w:t>3.038e0</w:t>
      </w:r>
    </w:p>
    <w:p w:rsidR="00B65DC9" w:rsidRDefault="00B65DC9" w:rsidP="00B65DC9">
      <w:r>
        <w:t>155.7776</w:t>
      </w:r>
      <w:r>
        <w:tab/>
        <w:t>1.013e0</w:t>
      </w:r>
    </w:p>
    <w:p w:rsidR="00B65DC9" w:rsidRDefault="00B65DC9" w:rsidP="00B65DC9">
      <w:r>
        <w:t>155.7969</w:t>
      </w:r>
      <w:r>
        <w:tab/>
        <w:t>1.013e0</w:t>
      </w:r>
    </w:p>
    <w:p w:rsidR="00B65DC9" w:rsidRDefault="00B65DC9" w:rsidP="00B65DC9">
      <w:r>
        <w:t>155.8273</w:t>
      </w:r>
      <w:r>
        <w:tab/>
        <w:t>1.266e-2</w:t>
      </w:r>
    </w:p>
    <w:p w:rsidR="00B65DC9" w:rsidRDefault="00B65DC9" w:rsidP="00B65DC9">
      <w:r>
        <w:t>155.8367</w:t>
      </w:r>
      <w:r>
        <w:tab/>
        <w:t>1.013e0</w:t>
      </w:r>
    </w:p>
    <w:p w:rsidR="00B65DC9" w:rsidRDefault="00B65DC9" w:rsidP="00B65DC9">
      <w:r>
        <w:t>155.8500</w:t>
      </w:r>
      <w:r>
        <w:tab/>
        <w:t>1.013e0</w:t>
      </w:r>
    </w:p>
    <w:p w:rsidR="00B65DC9" w:rsidRDefault="00B65DC9" w:rsidP="00B65DC9">
      <w:r>
        <w:t>155.9132</w:t>
      </w:r>
      <w:r>
        <w:tab/>
        <w:t>1.013e0</w:t>
      </w:r>
    </w:p>
    <w:p w:rsidR="00B65DC9" w:rsidRDefault="00B65DC9" w:rsidP="00B65DC9">
      <w:r>
        <w:t>155.9166</w:t>
      </w:r>
      <w:r>
        <w:tab/>
        <w:t>1.013e0</w:t>
      </w:r>
    </w:p>
    <w:p w:rsidR="00B65DC9" w:rsidRDefault="00B65DC9" w:rsidP="00B65DC9">
      <w:r>
        <w:t>155.9335</w:t>
      </w:r>
      <w:r>
        <w:tab/>
        <w:t>1.266e-2</w:t>
      </w:r>
    </w:p>
    <w:p w:rsidR="00B65DC9" w:rsidRDefault="00B65DC9" w:rsidP="00B65DC9">
      <w:r>
        <w:t>155.9428</w:t>
      </w:r>
      <w:r>
        <w:tab/>
        <w:t>1.013e0</w:t>
      </w:r>
    </w:p>
    <w:p w:rsidR="00B65DC9" w:rsidRDefault="00B65DC9" w:rsidP="00B65DC9">
      <w:r>
        <w:t>155.9562</w:t>
      </w:r>
      <w:r>
        <w:tab/>
        <w:t>2.025e0</w:t>
      </w:r>
    </w:p>
    <w:p w:rsidR="00B65DC9" w:rsidRDefault="00B65DC9" w:rsidP="00B65DC9">
      <w:r>
        <w:t>155.9697</w:t>
      </w:r>
      <w:r>
        <w:tab/>
        <w:t>1.013e0</w:t>
      </w:r>
    </w:p>
    <w:p w:rsidR="00B65DC9" w:rsidRDefault="00B65DC9" w:rsidP="00B65DC9">
      <w:r>
        <w:t>155.9834</w:t>
      </w:r>
      <w:r>
        <w:tab/>
        <w:t>1.013e0</w:t>
      </w:r>
    </w:p>
    <w:p w:rsidR="00B65DC9" w:rsidRDefault="00B65DC9" w:rsidP="00B65DC9">
      <w:r>
        <w:t>155.9865</w:t>
      </w:r>
      <w:r>
        <w:tab/>
        <w:t>1.025e0</w:t>
      </w:r>
    </w:p>
    <w:p w:rsidR="00B65DC9" w:rsidRDefault="00B65DC9" w:rsidP="00B65DC9">
      <w:r>
        <w:t>156.0094</w:t>
      </w:r>
      <w:r>
        <w:tab/>
        <w:t>1.266e-2</w:t>
      </w:r>
    </w:p>
    <w:p w:rsidR="00B65DC9" w:rsidRDefault="00B65DC9" w:rsidP="00B65DC9">
      <w:r>
        <w:lastRenderedPageBreak/>
        <w:t>156.0424</w:t>
      </w:r>
      <w:r>
        <w:tab/>
        <w:t>5.063e0</w:t>
      </w:r>
    </w:p>
    <w:p w:rsidR="00B65DC9" w:rsidRDefault="00B65DC9" w:rsidP="00B65DC9">
      <w:r>
        <w:t>156.0488</w:t>
      </w:r>
      <w:r>
        <w:tab/>
        <w:t>2.051e0</w:t>
      </w:r>
    </w:p>
    <w:p w:rsidR="00B65DC9" w:rsidRDefault="00B65DC9" w:rsidP="00B65DC9">
      <w:r>
        <w:t>156.0524</w:t>
      </w:r>
      <w:r>
        <w:tab/>
        <w:t>1.013e0</w:t>
      </w:r>
    </w:p>
    <w:p w:rsidR="00B65DC9" w:rsidRDefault="00B65DC9" w:rsidP="00B65DC9">
      <w:r>
        <w:t>156.0810</w:t>
      </w:r>
      <w:r>
        <w:tab/>
        <w:t>1.730e1</w:t>
      </w:r>
    </w:p>
    <w:p w:rsidR="00B65DC9" w:rsidRDefault="00B65DC9" w:rsidP="00B65DC9">
      <w:r>
        <w:t>156.0997</w:t>
      </w:r>
      <w:r>
        <w:tab/>
        <w:t>3.038e0</w:t>
      </w:r>
    </w:p>
    <w:p w:rsidR="00B65DC9" w:rsidRDefault="00B65DC9" w:rsidP="00B65DC9">
      <w:r>
        <w:t>156.1026</w:t>
      </w:r>
      <w:r>
        <w:tab/>
        <w:t>3.414e0</w:t>
      </w:r>
    </w:p>
    <w:p w:rsidR="00B65DC9" w:rsidRDefault="00B65DC9" w:rsidP="00B65DC9">
      <w:r>
        <w:t>156.1349</w:t>
      </w:r>
      <w:r>
        <w:tab/>
        <w:t>2.768e0</w:t>
      </w:r>
    </w:p>
    <w:p w:rsidR="00B65DC9" w:rsidRDefault="00B65DC9" w:rsidP="00B65DC9">
      <w:r>
        <w:t>156.1424</w:t>
      </w:r>
      <w:r>
        <w:tab/>
        <w:t>6.076e0</w:t>
      </w:r>
    </w:p>
    <w:p w:rsidR="00B65DC9" w:rsidRDefault="00B65DC9" w:rsidP="00B65DC9">
      <w:r>
        <w:t>156.1959</w:t>
      </w:r>
      <w:r>
        <w:tab/>
        <w:t>1.013e0</w:t>
      </w:r>
    </w:p>
    <w:p w:rsidR="00B65DC9" w:rsidRDefault="00B65DC9" w:rsidP="00B65DC9">
      <w:r>
        <w:t>156.2052</w:t>
      </w:r>
      <w:r>
        <w:tab/>
        <w:t>1.266e-2</w:t>
      </w:r>
    </w:p>
    <w:p w:rsidR="00B65DC9" w:rsidRDefault="00B65DC9" w:rsidP="00B65DC9">
      <w:r>
        <w:t>156.2320</w:t>
      </w:r>
      <w:r>
        <w:tab/>
        <w:t>1.013e0</w:t>
      </w:r>
    </w:p>
    <w:p w:rsidR="00B65DC9" w:rsidRDefault="00B65DC9" w:rsidP="00B65DC9">
      <w:r>
        <w:t>156.2615</w:t>
      </w:r>
      <w:r>
        <w:tab/>
        <w:t>1.266e-2</w:t>
      </w:r>
    </w:p>
    <w:p w:rsidR="00B65DC9" w:rsidRDefault="00B65DC9" w:rsidP="00B65DC9">
      <w:r>
        <w:t>156.2682</w:t>
      </w:r>
      <w:r>
        <w:tab/>
        <w:t>1.266e-2</w:t>
      </w:r>
    </w:p>
    <w:p w:rsidR="00B65DC9" w:rsidRDefault="00B65DC9" w:rsidP="00B65DC9">
      <w:r>
        <w:t>156.2852</w:t>
      </w:r>
      <w:r>
        <w:tab/>
        <w:t>1.266e-2</w:t>
      </w:r>
    </w:p>
    <w:p w:rsidR="00B65DC9" w:rsidRDefault="00B65DC9" w:rsidP="00B65DC9">
      <w:r>
        <w:t>156.3053</w:t>
      </w:r>
      <w:r>
        <w:tab/>
        <w:t>1.013e0</w:t>
      </w:r>
    </w:p>
    <w:p w:rsidR="00B65DC9" w:rsidRDefault="00B65DC9" w:rsidP="00B65DC9">
      <w:r>
        <w:t>156.3116</w:t>
      </w:r>
      <w:r>
        <w:tab/>
        <w:t>1.013e0</w:t>
      </w:r>
    </w:p>
    <w:p w:rsidR="00B65DC9" w:rsidRDefault="00B65DC9" w:rsidP="00B65DC9">
      <w:r>
        <w:t>156.3282</w:t>
      </w:r>
      <w:r>
        <w:tab/>
        <w:t>1.013e0</w:t>
      </w:r>
    </w:p>
    <w:p w:rsidR="00B65DC9" w:rsidRDefault="00B65DC9" w:rsidP="00B65DC9">
      <w:r>
        <w:t>156.3585</w:t>
      </w:r>
      <w:r>
        <w:tab/>
        <w:t>1.266e-2</w:t>
      </w:r>
    </w:p>
    <w:p w:rsidR="00B65DC9" w:rsidRDefault="00B65DC9" w:rsidP="00B65DC9">
      <w:r>
        <w:t>156.3713</w:t>
      </w:r>
      <w:r>
        <w:tab/>
        <w:t>1.266e-2</w:t>
      </w:r>
    </w:p>
    <w:p w:rsidR="00B65DC9" w:rsidRDefault="00B65DC9" w:rsidP="00B65DC9">
      <w:r>
        <w:lastRenderedPageBreak/>
        <w:t>156.3746</w:t>
      </w:r>
      <w:r>
        <w:tab/>
        <w:t>1.013e0</w:t>
      </w:r>
    </w:p>
    <w:p w:rsidR="00B65DC9" w:rsidRDefault="00B65DC9" w:rsidP="00B65DC9">
      <w:r>
        <w:t>156.4480</w:t>
      </w:r>
      <w:r>
        <w:tab/>
        <w:t>1.013e0</w:t>
      </w:r>
    </w:p>
    <w:p w:rsidR="00B65DC9" w:rsidRDefault="00B65DC9" w:rsidP="00B65DC9">
      <w:r>
        <w:t>156.4583</w:t>
      </w:r>
      <w:r>
        <w:tab/>
        <w:t>1.013e0</w:t>
      </w:r>
    </w:p>
    <w:p w:rsidR="00B65DC9" w:rsidRDefault="00B65DC9" w:rsidP="00B65DC9">
      <w:r>
        <w:t>156.4809</w:t>
      </w:r>
      <w:r>
        <w:tab/>
        <w:t>1.013e0</w:t>
      </w:r>
    </w:p>
    <w:p w:rsidR="00B65DC9" w:rsidRDefault="00B65DC9" w:rsidP="00B65DC9">
      <w:r>
        <w:t>156.4978</w:t>
      </w:r>
      <w:r>
        <w:tab/>
        <w:t>1.266e-2</w:t>
      </w:r>
    </w:p>
    <w:p w:rsidR="00B65DC9" w:rsidRDefault="00B65DC9" w:rsidP="00B65DC9">
      <w:r>
        <w:t>156.5544</w:t>
      </w:r>
      <w:r>
        <w:tab/>
        <w:t>1.266e-2</w:t>
      </w:r>
    </w:p>
    <w:p w:rsidR="00B65DC9" w:rsidRDefault="00B65DC9" w:rsidP="00B65DC9">
      <w:r>
        <w:t>156.5681</w:t>
      </w:r>
      <w:r>
        <w:tab/>
        <w:t>1.266e-2</w:t>
      </w:r>
    </w:p>
    <w:p w:rsidR="00B65DC9" w:rsidRDefault="00B65DC9" w:rsidP="00B65DC9">
      <w:r>
        <w:t>156.5975</w:t>
      </w:r>
      <w:r>
        <w:tab/>
        <w:t>1.025e0</w:t>
      </w:r>
    </w:p>
    <w:p w:rsidR="00B65DC9" w:rsidRDefault="00B65DC9" w:rsidP="00B65DC9">
      <w:r>
        <w:t>156.6009</w:t>
      </w:r>
      <w:r>
        <w:tab/>
        <w:t>1.266e-2</w:t>
      </w:r>
    </w:p>
    <w:p w:rsidR="00B65DC9" w:rsidRDefault="00B65DC9" w:rsidP="00B65DC9">
      <w:r>
        <w:t>156.6078</w:t>
      </w:r>
      <w:r>
        <w:tab/>
        <w:t>1.013e0</w:t>
      </w:r>
    </w:p>
    <w:p w:rsidR="00B65DC9" w:rsidRDefault="00B65DC9" w:rsidP="00B65DC9">
      <w:r>
        <w:t>156.6278</w:t>
      </w:r>
      <w:r>
        <w:tab/>
        <w:t>1.013e0</w:t>
      </w:r>
    </w:p>
    <w:p w:rsidR="00B65DC9" w:rsidRDefault="00B65DC9" w:rsidP="00B65DC9">
      <w:r>
        <w:t>156.7005</w:t>
      </w:r>
      <w:r>
        <w:tab/>
        <w:t>1.266e-2</w:t>
      </w:r>
    </w:p>
    <w:p w:rsidR="00B65DC9" w:rsidRDefault="00B65DC9" w:rsidP="00B65DC9">
      <w:r>
        <w:t>156.7073</w:t>
      </w:r>
      <w:r>
        <w:tab/>
        <w:t>1.013e0</w:t>
      </w:r>
    </w:p>
    <w:p w:rsidR="00B65DC9" w:rsidRDefault="00B65DC9" w:rsidP="00B65DC9">
      <w:r>
        <w:t>156.7176</w:t>
      </w:r>
      <w:r>
        <w:tab/>
        <w:t>1.013e0</w:t>
      </w:r>
    </w:p>
    <w:p w:rsidR="00B65DC9" w:rsidRDefault="00B65DC9" w:rsidP="00B65DC9">
      <w:r>
        <w:t>156.7503</w:t>
      </w:r>
      <w:r>
        <w:tab/>
        <w:t>1.013e0</w:t>
      </w:r>
    </w:p>
    <w:p w:rsidR="00B65DC9" w:rsidRDefault="00B65DC9" w:rsidP="00B65DC9">
      <w:r>
        <w:t>156.7675</w:t>
      </w:r>
      <w:r>
        <w:tab/>
        <w:t>1.266e-2</w:t>
      </w:r>
    </w:p>
    <w:p w:rsidR="00B65DC9" w:rsidRDefault="00B65DC9" w:rsidP="00B65DC9">
      <w:r>
        <w:t>156.8103</w:t>
      </w:r>
      <w:r>
        <w:tab/>
        <w:t>1.266e-2</w:t>
      </w:r>
    </w:p>
    <w:p w:rsidR="00B65DC9" w:rsidRDefault="00B65DC9" w:rsidP="00B65DC9">
      <w:r>
        <w:t>156.8696</w:t>
      </w:r>
      <w:r>
        <w:tab/>
        <w:t>2.038e0</w:t>
      </w:r>
    </w:p>
    <w:p w:rsidR="00B65DC9" w:rsidRDefault="00B65DC9" w:rsidP="00B65DC9">
      <w:r>
        <w:t>156.8909</w:t>
      </w:r>
      <w:r>
        <w:tab/>
        <w:t>1.266e-2</w:t>
      </w:r>
    </w:p>
    <w:p w:rsidR="00B65DC9" w:rsidRDefault="00B65DC9" w:rsidP="00B65DC9">
      <w:r>
        <w:lastRenderedPageBreak/>
        <w:t>156.9037</w:t>
      </w:r>
      <w:r>
        <w:tab/>
        <w:t>1.013e0</w:t>
      </w:r>
    </w:p>
    <w:p w:rsidR="00B65DC9" w:rsidRDefault="00B65DC9" w:rsidP="00B65DC9">
      <w:r>
        <w:t>156.9802</w:t>
      </w:r>
      <w:r>
        <w:tab/>
        <w:t>1.013e0</w:t>
      </w:r>
    </w:p>
    <w:p w:rsidR="00B65DC9" w:rsidRDefault="00B65DC9" w:rsidP="00B65DC9">
      <w:r>
        <w:t>156.9836</w:t>
      </w:r>
      <w:r>
        <w:tab/>
        <w:t>1.013e0</w:t>
      </w:r>
    </w:p>
    <w:p w:rsidR="00B65DC9" w:rsidRDefault="00B65DC9" w:rsidP="00B65DC9">
      <w:r>
        <w:t>156.9940</w:t>
      </w:r>
      <w:r>
        <w:tab/>
        <w:t>1.266e-2</w:t>
      </w:r>
    </w:p>
    <w:p w:rsidR="00B65DC9" w:rsidRDefault="00B65DC9" w:rsidP="00B65DC9">
      <w:r>
        <w:t>157.0470</w:t>
      </w:r>
      <w:r>
        <w:tab/>
        <w:t>1.013e0</w:t>
      </w:r>
    </w:p>
    <w:p w:rsidR="00B65DC9" w:rsidRDefault="00B65DC9" w:rsidP="00B65DC9">
      <w:r>
        <w:t>157.0574</w:t>
      </w:r>
      <w:r>
        <w:tab/>
        <w:t>2.025e0</w:t>
      </w:r>
    </w:p>
    <w:p w:rsidR="00B65DC9" w:rsidRDefault="00B65DC9" w:rsidP="00B65DC9">
      <w:r>
        <w:t>157.0764</w:t>
      </w:r>
      <w:r>
        <w:tab/>
        <w:t>1.025e0</w:t>
      </w:r>
    </w:p>
    <w:p w:rsidR="00B65DC9" w:rsidRDefault="00B65DC9" w:rsidP="00B65DC9">
      <w:r>
        <w:t>157.0824</w:t>
      </w:r>
      <w:r>
        <w:tab/>
        <w:t>3.038e0</w:t>
      </w:r>
    </w:p>
    <w:p w:rsidR="00B65DC9" w:rsidRDefault="00B65DC9" w:rsidP="00B65DC9">
      <w:r>
        <w:t>157.0850</w:t>
      </w:r>
      <w:r>
        <w:tab/>
        <w:t>2.532e-2</w:t>
      </w:r>
    </w:p>
    <w:p w:rsidR="00B65DC9" w:rsidRDefault="00B65DC9" w:rsidP="00B65DC9">
      <w:r>
        <w:t>157.1276</w:t>
      </w:r>
      <w:r>
        <w:tab/>
        <w:t>5.063e0</w:t>
      </w:r>
    </w:p>
    <w:p w:rsidR="00B65DC9" w:rsidRDefault="00B65DC9" w:rsidP="00B65DC9">
      <w:r>
        <w:t>157.1468</w:t>
      </w:r>
      <w:r>
        <w:tab/>
        <w:t>1.013e0</w:t>
      </w:r>
    </w:p>
    <w:p w:rsidR="00B65DC9" w:rsidRDefault="00B65DC9" w:rsidP="00B65DC9">
      <w:r>
        <w:t>157.1553</w:t>
      </w:r>
      <w:r>
        <w:tab/>
        <w:t>2.025e0</w:t>
      </w:r>
    </w:p>
    <w:p w:rsidR="00B65DC9" w:rsidRDefault="00B65DC9" w:rsidP="00B65DC9">
      <w:r>
        <w:t>157.2136</w:t>
      </w:r>
      <w:r>
        <w:tab/>
        <w:t>1.266e-2</w:t>
      </w:r>
    </w:p>
    <w:p w:rsidR="00B65DC9" w:rsidRDefault="00B65DC9" w:rsidP="00B65DC9">
      <w:r>
        <w:t>157.2305</w:t>
      </w:r>
      <w:r>
        <w:tab/>
        <w:t>1.013e0</w:t>
      </w:r>
    </w:p>
    <w:p w:rsidR="00B65DC9" w:rsidRDefault="00B65DC9" w:rsidP="00B65DC9">
      <w:r>
        <w:t>157.3565</w:t>
      </w:r>
      <w:r>
        <w:tab/>
        <w:t>1.013e0</w:t>
      </w:r>
    </w:p>
    <w:p w:rsidR="00B65DC9" w:rsidRDefault="00B65DC9" w:rsidP="00B65DC9">
      <w:r>
        <w:t>157.3703</w:t>
      </w:r>
      <w:r>
        <w:tab/>
        <w:t>1.013e0</w:t>
      </w:r>
    </w:p>
    <w:p w:rsidR="00B65DC9" w:rsidRDefault="00B65DC9" w:rsidP="00B65DC9">
      <w:r>
        <w:t>157.3971</w:t>
      </w:r>
      <w:r>
        <w:tab/>
        <w:t>2.025e0</w:t>
      </w:r>
    </w:p>
    <w:p w:rsidR="00B65DC9" w:rsidRDefault="00B65DC9" w:rsidP="00B65DC9">
      <w:r>
        <w:t>157.4066</w:t>
      </w:r>
      <w:r>
        <w:tab/>
        <w:t>1.013e0</w:t>
      </w:r>
    </w:p>
    <w:p w:rsidR="00B65DC9" w:rsidRDefault="00B65DC9" w:rsidP="00B65DC9">
      <w:r>
        <w:t>157.4203</w:t>
      </w:r>
      <w:r>
        <w:tab/>
        <w:t>1.266e-2</w:t>
      </w:r>
    </w:p>
    <w:p w:rsidR="00B65DC9" w:rsidRDefault="00B65DC9" w:rsidP="00B65DC9">
      <w:r>
        <w:lastRenderedPageBreak/>
        <w:t>157.4439</w:t>
      </w:r>
      <w:r>
        <w:tab/>
        <w:t>2.025e0</w:t>
      </w:r>
    </w:p>
    <w:p w:rsidR="00B65DC9" w:rsidRDefault="00B65DC9" w:rsidP="00B65DC9">
      <w:r>
        <w:t>157.4473</w:t>
      </w:r>
      <w:r>
        <w:tab/>
        <w:t>1.266e-2</w:t>
      </w:r>
    </w:p>
    <w:p w:rsidR="00B65DC9" w:rsidRDefault="00B65DC9" w:rsidP="00B65DC9">
      <w:r>
        <w:t>157.4583</w:t>
      </w:r>
      <w:r>
        <w:tab/>
        <w:t>2.025e0</w:t>
      </w:r>
    </w:p>
    <w:p w:rsidR="00B65DC9" w:rsidRDefault="00B65DC9" w:rsidP="00B65DC9">
      <w:r>
        <w:t>157.4768</w:t>
      </w:r>
      <w:r>
        <w:tab/>
        <w:t>1.013e0</w:t>
      </w:r>
    </w:p>
    <w:p w:rsidR="00B65DC9" w:rsidRDefault="00B65DC9" w:rsidP="00B65DC9">
      <w:r>
        <w:t>157.5337</w:t>
      </w:r>
      <w:r>
        <w:tab/>
        <w:t>1.266e-2</w:t>
      </w:r>
    </w:p>
    <w:p w:rsidR="00B65DC9" w:rsidRDefault="00B65DC9" w:rsidP="00B65DC9">
      <w:r>
        <w:t>157.5470</w:t>
      </w:r>
      <w:r>
        <w:tab/>
        <w:t>1.013e0</w:t>
      </w:r>
    </w:p>
    <w:p w:rsidR="00B65DC9" w:rsidRDefault="00B65DC9" w:rsidP="00B65DC9">
      <w:r>
        <w:t>157.5539</w:t>
      </w:r>
      <w:r>
        <w:tab/>
        <w:t>1.013e0</w:t>
      </w:r>
    </w:p>
    <w:p w:rsidR="00B65DC9" w:rsidRDefault="00B65DC9" w:rsidP="00B65DC9">
      <w:r>
        <w:t>157.5834</w:t>
      </w:r>
      <w:r>
        <w:tab/>
        <w:t>2.025e0</w:t>
      </w:r>
    </w:p>
    <w:p w:rsidR="00B65DC9" w:rsidRDefault="00B65DC9" w:rsidP="00B65DC9">
      <w:r>
        <w:t>157.6267</w:t>
      </w:r>
      <w:r>
        <w:tab/>
        <w:t>1.013e0</w:t>
      </w:r>
    </w:p>
    <w:p w:rsidR="00B65DC9" w:rsidRDefault="00B65DC9" w:rsidP="00B65DC9">
      <w:r>
        <w:t>157.6571</w:t>
      </w:r>
      <w:r>
        <w:tab/>
        <w:t>1.266e-2</w:t>
      </w:r>
    </w:p>
    <w:p w:rsidR="00B65DC9" w:rsidRDefault="00B65DC9" w:rsidP="00B65DC9">
      <w:r>
        <w:t>157.6771</w:t>
      </w:r>
      <w:r>
        <w:tab/>
        <w:t>1.266e-2</w:t>
      </w:r>
    </w:p>
    <w:p w:rsidR="00B65DC9" w:rsidRDefault="00B65DC9" w:rsidP="00B65DC9">
      <w:r>
        <w:t>157.7572</w:t>
      </w:r>
      <w:r>
        <w:tab/>
        <w:t>1.013e0</w:t>
      </w:r>
    </w:p>
    <w:p w:rsidR="00B65DC9" w:rsidRDefault="00B65DC9" w:rsidP="00B65DC9">
      <w:r>
        <w:t>157.7808</w:t>
      </w:r>
      <w:r>
        <w:tab/>
        <w:t>1.013e0</w:t>
      </w:r>
    </w:p>
    <w:p w:rsidR="00B65DC9" w:rsidRDefault="00B65DC9" w:rsidP="00B65DC9">
      <w:r>
        <w:t>157.7843</w:t>
      </w:r>
      <w:r>
        <w:tab/>
        <w:t>1.013e0</w:t>
      </w:r>
    </w:p>
    <w:p w:rsidR="00B65DC9" w:rsidRDefault="00B65DC9" w:rsidP="00B65DC9">
      <w:r>
        <w:t>157.8172</w:t>
      </w:r>
      <w:r>
        <w:tab/>
        <w:t>1.013e0</w:t>
      </w:r>
    </w:p>
    <w:p w:rsidR="00B65DC9" w:rsidRDefault="00B65DC9" w:rsidP="00B65DC9">
      <w:r>
        <w:t>157.8739</w:t>
      </w:r>
      <w:r>
        <w:tab/>
        <w:t>1.013e0</w:t>
      </w:r>
    </w:p>
    <w:p w:rsidR="00B65DC9" w:rsidRDefault="00B65DC9" w:rsidP="00B65DC9">
      <w:r>
        <w:t>157.9102</w:t>
      </w:r>
      <w:r>
        <w:tab/>
        <w:t>1.025e0</w:t>
      </w:r>
    </w:p>
    <w:p w:rsidR="00B65DC9" w:rsidRDefault="00B65DC9" w:rsidP="00B65DC9">
      <w:r>
        <w:t>157.9672</w:t>
      </w:r>
      <w:r>
        <w:tab/>
        <w:t>1.266e-2</w:t>
      </w:r>
    </w:p>
    <w:p w:rsidR="00B65DC9" w:rsidRDefault="00B65DC9" w:rsidP="00B65DC9">
      <w:r>
        <w:t>157.9738</w:t>
      </w:r>
      <w:r>
        <w:tab/>
        <w:t>1.013e0</w:t>
      </w:r>
    </w:p>
    <w:p w:rsidR="00B65DC9" w:rsidRDefault="00B65DC9" w:rsidP="00B65DC9">
      <w:r>
        <w:lastRenderedPageBreak/>
        <w:t>157.9876</w:t>
      </w:r>
      <w:r>
        <w:tab/>
        <w:t>2.025e0</w:t>
      </w:r>
    </w:p>
    <w:p w:rsidR="00B65DC9" w:rsidRDefault="00B65DC9" w:rsidP="00B65DC9">
      <w:r>
        <w:t>157.9943</w:t>
      </w:r>
      <w:r>
        <w:tab/>
        <w:t>1.266e-2</w:t>
      </w:r>
    </w:p>
    <w:p w:rsidR="00B65DC9" w:rsidRDefault="00B65DC9" w:rsidP="00B65DC9">
      <w:r>
        <w:t>158.0177</w:t>
      </w:r>
      <w:r>
        <w:tab/>
        <w:t>1.266e-2</w:t>
      </w:r>
    </w:p>
    <w:p w:rsidR="00B65DC9" w:rsidRDefault="00B65DC9" w:rsidP="00B65DC9">
      <w:r>
        <w:t>158.0210</w:t>
      </w:r>
      <w:r>
        <w:tab/>
        <w:t>1.013e0</w:t>
      </w:r>
    </w:p>
    <w:p w:rsidR="00B65DC9" w:rsidRDefault="00B65DC9" w:rsidP="00B65DC9">
      <w:r>
        <w:t>158.0375</w:t>
      </w:r>
      <w:r>
        <w:tab/>
        <w:t>1.266e-2</w:t>
      </w:r>
    </w:p>
    <w:p w:rsidR="00B65DC9" w:rsidRDefault="00B65DC9" w:rsidP="00B65DC9">
      <w:r>
        <w:t>158.0409</w:t>
      </w:r>
      <w:r>
        <w:tab/>
        <w:t>1.266e-2</w:t>
      </w:r>
    </w:p>
    <w:p w:rsidR="00B65DC9" w:rsidRDefault="00B65DC9" w:rsidP="00B65DC9">
      <w:r>
        <w:t>158.0545</w:t>
      </w:r>
      <w:r>
        <w:tab/>
        <w:t>2.038e0</w:t>
      </w:r>
    </w:p>
    <w:p w:rsidR="00B65DC9" w:rsidRDefault="00B65DC9" w:rsidP="00B65DC9">
      <w:r>
        <w:t>158.0614</w:t>
      </w:r>
      <w:r>
        <w:tab/>
        <w:t>2.038e0</w:t>
      </w:r>
    </w:p>
    <w:p w:rsidR="00B65DC9" w:rsidRDefault="00B65DC9" w:rsidP="00B65DC9">
      <w:r>
        <w:t>158.0907</w:t>
      </w:r>
      <w:r>
        <w:tab/>
        <w:t>7.089e0</w:t>
      </w:r>
    </w:p>
    <w:p w:rsidR="00B65DC9" w:rsidRDefault="00B65DC9" w:rsidP="00B65DC9">
      <w:r>
        <w:t>158.1030</w:t>
      </w:r>
      <w:r>
        <w:tab/>
        <w:t>2.532e-2</w:t>
      </w:r>
    </w:p>
    <w:p w:rsidR="00B65DC9" w:rsidRDefault="00B65DC9" w:rsidP="00B65DC9">
      <w:r>
        <w:t>158.1138</w:t>
      </w:r>
      <w:r>
        <w:tab/>
        <w:t>3.798e-2</w:t>
      </w:r>
    </w:p>
    <w:p w:rsidR="00B65DC9" w:rsidRDefault="00B65DC9" w:rsidP="00B65DC9">
      <w:r>
        <w:t>158.1250</w:t>
      </w:r>
      <w:r>
        <w:tab/>
        <w:t>1.266e-2</w:t>
      </w:r>
    </w:p>
    <w:p w:rsidR="00B65DC9" w:rsidRDefault="00B65DC9" w:rsidP="00B65DC9">
      <w:r>
        <w:t>158.1396</w:t>
      </w:r>
      <w:r>
        <w:tab/>
        <w:t>3.038e0</w:t>
      </w:r>
    </w:p>
    <w:p w:rsidR="00B65DC9" w:rsidRDefault="00B65DC9" w:rsidP="00B65DC9">
      <w:r>
        <w:t>158.1408</w:t>
      </w:r>
      <w:r>
        <w:tab/>
        <w:t>1.266e-2</w:t>
      </w:r>
    </w:p>
    <w:p w:rsidR="00B65DC9" w:rsidRDefault="00B65DC9" w:rsidP="00B65DC9">
      <w:r>
        <w:t>158.1496</w:t>
      </w:r>
      <w:r>
        <w:tab/>
        <w:t>3.038e0</w:t>
      </w:r>
    </w:p>
    <w:p w:rsidR="00B65DC9" w:rsidRDefault="00B65DC9" w:rsidP="00B65DC9">
      <w:r>
        <w:t>158.1715</w:t>
      </w:r>
      <w:r>
        <w:tab/>
        <w:t>1.013e0</w:t>
      </w:r>
    </w:p>
    <w:p w:rsidR="00B65DC9" w:rsidRDefault="00B65DC9" w:rsidP="00B65DC9">
      <w:r>
        <w:t>158.1751</w:t>
      </w:r>
      <w:r>
        <w:tab/>
        <w:t>1.013e0</w:t>
      </w:r>
    </w:p>
    <w:p w:rsidR="00B65DC9" w:rsidRDefault="00B65DC9" w:rsidP="00B65DC9">
      <w:r>
        <w:t>158.2149</w:t>
      </w:r>
      <w:r>
        <w:tab/>
        <w:t>1.013e0</w:t>
      </w:r>
    </w:p>
    <w:p w:rsidR="00B65DC9" w:rsidRDefault="00B65DC9" w:rsidP="00B65DC9">
      <w:r>
        <w:t>158.2482</w:t>
      </w:r>
      <w:r>
        <w:tab/>
        <w:t>1.266e-2</w:t>
      </w:r>
    </w:p>
    <w:p w:rsidR="00B65DC9" w:rsidRDefault="00B65DC9" w:rsidP="00B65DC9">
      <w:r>
        <w:lastRenderedPageBreak/>
        <w:t>158.2681</w:t>
      </w:r>
      <w:r>
        <w:tab/>
        <w:t>1.025e0</w:t>
      </w:r>
    </w:p>
    <w:p w:rsidR="00B65DC9" w:rsidRDefault="00B65DC9" w:rsidP="00B65DC9">
      <w:r>
        <w:t>158.2715</w:t>
      </w:r>
      <w:r>
        <w:tab/>
        <w:t>1.013e0</w:t>
      </w:r>
    </w:p>
    <w:p w:rsidR="00B65DC9" w:rsidRDefault="00B65DC9" w:rsidP="00B65DC9">
      <w:r>
        <w:t>158.3183</w:t>
      </w:r>
      <w:r>
        <w:tab/>
        <w:t>1.013e0</w:t>
      </w:r>
    </w:p>
    <w:p w:rsidR="00B65DC9" w:rsidRDefault="00B65DC9" w:rsidP="00B65DC9">
      <w:r>
        <w:t>158.3522</w:t>
      </w:r>
      <w:r>
        <w:tab/>
        <w:t>1.013e0</w:t>
      </w:r>
    </w:p>
    <w:p w:rsidR="00B65DC9" w:rsidRDefault="00B65DC9" w:rsidP="00B65DC9">
      <w:r>
        <w:t>158.4386</w:t>
      </w:r>
      <w:r>
        <w:tab/>
        <w:t>1.013e0</w:t>
      </w:r>
    </w:p>
    <w:p w:rsidR="00B65DC9" w:rsidRDefault="00B65DC9" w:rsidP="00B65DC9">
      <w:r>
        <w:t>158.4437</w:t>
      </w:r>
      <w:r>
        <w:tab/>
        <w:t>2.025e0</w:t>
      </w:r>
    </w:p>
    <w:p w:rsidR="00B65DC9" w:rsidRDefault="00B65DC9" w:rsidP="00B65DC9">
      <w:r>
        <w:t>158.4455</w:t>
      </w:r>
      <w:r>
        <w:tab/>
        <w:t>1.013e0</w:t>
      </w:r>
    </w:p>
    <w:p w:rsidR="00B65DC9" w:rsidRDefault="00B65DC9" w:rsidP="00B65DC9">
      <w:r>
        <w:t>158.4610</w:t>
      </w:r>
      <w:r>
        <w:tab/>
        <w:t>3.038e0</w:t>
      </w:r>
    </w:p>
    <w:p w:rsidR="00B65DC9" w:rsidRDefault="00B65DC9" w:rsidP="00B65DC9">
      <w:r>
        <w:t>158.5328</w:t>
      </w:r>
      <w:r>
        <w:tab/>
        <w:t>1.013e0</w:t>
      </w:r>
    </w:p>
    <w:p w:rsidR="00B65DC9" w:rsidRDefault="00B65DC9" w:rsidP="00B65DC9">
      <w:r>
        <w:t>158.5523</w:t>
      </w:r>
      <w:r>
        <w:tab/>
        <w:t>1.013e0</w:t>
      </w:r>
    </w:p>
    <w:p w:rsidR="00B65DC9" w:rsidRDefault="00B65DC9" w:rsidP="00B65DC9">
      <w:r>
        <w:t>158.5592</w:t>
      </w:r>
      <w:r>
        <w:tab/>
        <w:t>1.266e-2</w:t>
      </w:r>
    </w:p>
    <w:p w:rsidR="00B65DC9" w:rsidRDefault="00B65DC9" w:rsidP="00B65DC9">
      <w:r>
        <w:t>158.5961</w:t>
      </w:r>
      <w:r>
        <w:tab/>
        <w:t>1.266e-2</w:t>
      </w:r>
    </w:p>
    <w:p w:rsidR="00B65DC9" w:rsidRDefault="00B65DC9" w:rsidP="00B65DC9">
      <w:r>
        <w:t>158.6626</w:t>
      </w:r>
      <w:r>
        <w:tab/>
        <w:t>1.266e-2</w:t>
      </w:r>
    </w:p>
    <w:p w:rsidR="00B65DC9" w:rsidRDefault="00B65DC9" w:rsidP="00B65DC9">
      <w:r>
        <w:t>158.6729</w:t>
      </w:r>
      <w:r>
        <w:tab/>
        <w:t>2.038e0</w:t>
      </w:r>
    </w:p>
    <w:p w:rsidR="00B65DC9" w:rsidRDefault="00B65DC9" w:rsidP="00B65DC9">
      <w:r>
        <w:t>158.6867</w:t>
      </w:r>
      <w:r>
        <w:tab/>
        <w:t>1.266e-2</w:t>
      </w:r>
    </w:p>
    <w:p w:rsidR="00B65DC9" w:rsidRDefault="00B65DC9" w:rsidP="00B65DC9">
      <w:r>
        <w:t>158.7101</w:t>
      </w:r>
      <w:r>
        <w:tab/>
        <w:t>1.013e0</w:t>
      </w:r>
    </w:p>
    <w:p w:rsidR="00B65DC9" w:rsidRDefault="00B65DC9" w:rsidP="00B65DC9">
      <w:r>
        <w:t>158.7434</w:t>
      </w:r>
      <w:r>
        <w:tab/>
        <w:t>1.266e-2</w:t>
      </w:r>
    </w:p>
    <w:p w:rsidR="00B65DC9" w:rsidRDefault="00B65DC9" w:rsidP="00B65DC9">
      <w:r>
        <w:t>158.8071</w:t>
      </w:r>
      <w:r>
        <w:tab/>
        <w:t>1.025e0</w:t>
      </w:r>
    </w:p>
    <w:p w:rsidR="00B65DC9" w:rsidRDefault="00B65DC9" w:rsidP="00B65DC9">
      <w:r>
        <w:t>158.8141</w:t>
      </w:r>
      <w:r>
        <w:tab/>
        <w:t>1.013e0</w:t>
      </w:r>
    </w:p>
    <w:p w:rsidR="00B65DC9" w:rsidRDefault="00B65DC9" w:rsidP="00B65DC9">
      <w:r>
        <w:lastRenderedPageBreak/>
        <w:t>158.9176</w:t>
      </w:r>
      <w:r>
        <w:tab/>
        <w:t>1.013e0</w:t>
      </w:r>
    </w:p>
    <w:p w:rsidR="00B65DC9" w:rsidRDefault="00B65DC9" w:rsidP="00B65DC9">
      <w:r>
        <w:t>158.9711</w:t>
      </w:r>
      <w:r>
        <w:tab/>
        <w:t>2.025e0</w:t>
      </w:r>
    </w:p>
    <w:p w:rsidR="00B65DC9" w:rsidRDefault="00B65DC9" w:rsidP="00B65DC9">
      <w:r>
        <w:t>158.9747</w:t>
      </w:r>
      <w:r>
        <w:tab/>
        <w:t>2.532e-2</w:t>
      </w:r>
    </w:p>
    <w:p w:rsidR="00B65DC9" w:rsidRDefault="00B65DC9" w:rsidP="00B65DC9">
      <w:r>
        <w:t>159.0080</w:t>
      </w:r>
      <w:r>
        <w:tab/>
        <w:t>1.013e0</w:t>
      </w:r>
    </w:p>
    <w:p w:rsidR="00B65DC9" w:rsidRDefault="00B65DC9" w:rsidP="00B65DC9">
      <w:r>
        <w:t>159.0211</w:t>
      </w:r>
      <w:r>
        <w:tab/>
        <w:t>1.013e0</w:t>
      </w:r>
    </w:p>
    <w:p w:rsidR="00B65DC9" w:rsidRDefault="00B65DC9" w:rsidP="00B65DC9">
      <w:r>
        <w:t>159.0373</w:t>
      </w:r>
      <w:r>
        <w:tab/>
        <w:t>2.038e0</w:t>
      </w:r>
    </w:p>
    <w:p w:rsidR="00B65DC9" w:rsidRDefault="00B65DC9" w:rsidP="00B65DC9">
      <w:r>
        <w:t>159.0536</w:t>
      </w:r>
      <w:r>
        <w:tab/>
        <w:t>2.025e0</w:t>
      </w:r>
    </w:p>
    <w:p w:rsidR="00B65DC9" w:rsidRDefault="00B65DC9" w:rsidP="00B65DC9">
      <w:r>
        <w:t>159.0622</w:t>
      </w:r>
      <w:r>
        <w:tab/>
        <w:t>1.266e-2</w:t>
      </w:r>
    </w:p>
    <w:p w:rsidR="00B65DC9" w:rsidRDefault="00B65DC9" w:rsidP="00B65DC9">
      <w:r>
        <w:t>159.0780</w:t>
      </w:r>
      <w:r>
        <w:tab/>
        <w:t>3.063e0</w:t>
      </w:r>
    </w:p>
    <w:p w:rsidR="00B65DC9" w:rsidRDefault="00B65DC9" w:rsidP="00B65DC9">
      <w:r>
        <w:t>159.1455</w:t>
      </w:r>
      <w:r>
        <w:tab/>
        <w:t>1.013e0</w:t>
      </w:r>
    </w:p>
    <w:p w:rsidR="00B65DC9" w:rsidRDefault="00B65DC9" w:rsidP="00B65DC9">
      <w:r>
        <w:t>159.1657</w:t>
      </w:r>
      <w:r>
        <w:tab/>
        <w:t>1.266e-2</w:t>
      </w:r>
    </w:p>
    <w:p w:rsidR="00B65DC9" w:rsidRDefault="00B65DC9" w:rsidP="00B65DC9">
      <w:r>
        <w:t>159.2125</w:t>
      </w:r>
      <w:r>
        <w:tab/>
        <w:t>1.013e0</w:t>
      </w:r>
    </w:p>
    <w:p w:rsidR="00B65DC9" w:rsidRDefault="00B65DC9" w:rsidP="00B65DC9">
      <w:r>
        <w:t>159.2431</w:t>
      </w:r>
      <w:r>
        <w:tab/>
        <w:t>1.013e0</w:t>
      </w:r>
    </w:p>
    <w:p w:rsidR="00B65DC9" w:rsidRDefault="00B65DC9" w:rsidP="00B65DC9">
      <w:r>
        <w:t>159.2541</w:t>
      </w:r>
      <w:r>
        <w:tab/>
        <w:t>2.025e0</w:t>
      </w:r>
    </w:p>
    <w:p w:rsidR="00B65DC9" w:rsidRDefault="00B65DC9" w:rsidP="00B65DC9">
      <w:r>
        <w:t>159.2677</w:t>
      </w:r>
      <w:r>
        <w:tab/>
        <w:t>2.025e0</w:t>
      </w:r>
    </w:p>
    <w:p w:rsidR="00B65DC9" w:rsidRDefault="00B65DC9" w:rsidP="00B65DC9">
      <w:r>
        <w:t>159.2901</w:t>
      </w:r>
      <w:r>
        <w:tab/>
        <w:t>1.013e0</w:t>
      </w:r>
    </w:p>
    <w:p w:rsidR="00B65DC9" w:rsidRDefault="00B65DC9" w:rsidP="00B65DC9">
      <w:r>
        <w:t>159.2917</w:t>
      </w:r>
      <w:r>
        <w:tab/>
        <w:t>2.025e0</w:t>
      </w:r>
    </w:p>
    <w:p w:rsidR="00B65DC9" w:rsidRDefault="00B65DC9" w:rsidP="00B65DC9">
      <w:r>
        <w:t>159.3161</w:t>
      </w:r>
      <w:r>
        <w:tab/>
        <w:t>3.038e0</w:t>
      </w:r>
    </w:p>
    <w:p w:rsidR="00B65DC9" w:rsidRDefault="00B65DC9" w:rsidP="00B65DC9">
      <w:r>
        <w:t>159.3471</w:t>
      </w:r>
      <w:r>
        <w:tab/>
        <w:t>1.013e0</w:t>
      </w:r>
    </w:p>
    <w:p w:rsidR="00B65DC9" w:rsidRDefault="00B65DC9" w:rsidP="00B65DC9">
      <w:r>
        <w:lastRenderedPageBreak/>
        <w:t>159.4143</w:t>
      </w:r>
      <w:r>
        <w:tab/>
        <w:t>1.266e-2</w:t>
      </w:r>
    </w:p>
    <w:p w:rsidR="00B65DC9" w:rsidRDefault="00B65DC9" w:rsidP="00B65DC9">
      <w:r>
        <w:t>159.4403</w:t>
      </w:r>
      <w:r>
        <w:tab/>
        <w:t>1.266e-2</w:t>
      </w:r>
    </w:p>
    <w:p w:rsidR="00B65DC9" w:rsidRDefault="00B65DC9" w:rsidP="00B65DC9">
      <w:r>
        <w:t>159.4711</w:t>
      </w:r>
      <w:r>
        <w:tab/>
        <w:t>1.013e0</w:t>
      </w:r>
    </w:p>
    <w:p w:rsidR="00B65DC9" w:rsidRDefault="00B65DC9" w:rsidP="00B65DC9">
      <w:r>
        <w:t>159.4877</w:t>
      </w:r>
      <w:r>
        <w:tab/>
        <w:t>1.013e0</w:t>
      </w:r>
    </w:p>
    <w:p w:rsidR="00B65DC9" w:rsidRDefault="00B65DC9" w:rsidP="00B65DC9">
      <w:r>
        <w:t>159.5212</w:t>
      </w:r>
      <w:r>
        <w:tab/>
        <w:t>2.025e0</w:t>
      </w:r>
    </w:p>
    <w:p w:rsidR="00B65DC9" w:rsidRDefault="00B65DC9" w:rsidP="00B65DC9">
      <w:r>
        <w:t>159.5497</w:t>
      </w:r>
      <w:r>
        <w:tab/>
        <w:t>2.025e0</w:t>
      </w:r>
    </w:p>
    <w:p w:rsidR="00B65DC9" w:rsidRDefault="00B65DC9" w:rsidP="00B65DC9">
      <w:r>
        <w:t>159.5544</w:t>
      </w:r>
      <w:r>
        <w:tab/>
        <w:t>1.013e0</w:t>
      </w:r>
    </w:p>
    <w:p w:rsidR="00B65DC9" w:rsidRDefault="00B65DC9" w:rsidP="00B65DC9">
      <w:r>
        <w:t>159.5680</w:t>
      </w:r>
      <w:r>
        <w:tab/>
        <w:t>1.266e-2</w:t>
      </w:r>
    </w:p>
    <w:p w:rsidR="00B65DC9" w:rsidRDefault="00B65DC9" w:rsidP="00B65DC9">
      <w:r>
        <w:t>159.5715</w:t>
      </w:r>
      <w:r>
        <w:tab/>
        <w:t>1.266e-2</w:t>
      </w:r>
    </w:p>
    <w:p w:rsidR="00B65DC9" w:rsidRDefault="00B65DC9" w:rsidP="00B65DC9">
      <w:r>
        <w:t>159.5783</w:t>
      </w:r>
      <w:r>
        <w:tab/>
        <w:t>2.025e0</w:t>
      </w:r>
    </w:p>
    <w:p w:rsidR="00B65DC9" w:rsidRDefault="00B65DC9" w:rsidP="00B65DC9">
      <w:r>
        <w:t>159.5902</w:t>
      </w:r>
      <w:r>
        <w:tab/>
        <w:t>2.025e0</w:t>
      </w:r>
    </w:p>
    <w:p w:rsidR="00B65DC9" w:rsidRDefault="00B65DC9" w:rsidP="00B65DC9">
      <w:r>
        <w:t>159.6181</w:t>
      </w:r>
      <w:r>
        <w:tab/>
        <w:t>1.266e-2</w:t>
      </w:r>
    </w:p>
    <w:p w:rsidR="00B65DC9" w:rsidRDefault="00B65DC9" w:rsidP="00B65DC9">
      <w:r>
        <w:t>159.6628</w:t>
      </w:r>
      <w:r>
        <w:tab/>
        <w:t>1.025e0</w:t>
      </w:r>
    </w:p>
    <w:p w:rsidR="00B65DC9" w:rsidRDefault="00B65DC9" w:rsidP="00B65DC9">
      <w:r>
        <w:t>159.6889</w:t>
      </w:r>
      <w:r>
        <w:tab/>
        <w:t>1.025e0</w:t>
      </w:r>
    </w:p>
    <w:p w:rsidR="00B65DC9" w:rsidRDefault="00B65DC9" w:rsidP="00B65DC9">
      <w:r>
        <w:t>159.7059</w:t>
      </w:r>
      <w:r>
        <w:tab/>
        <w:t>1.266e-2</w:t>
      </w:r>
    </w:p>
    <w:p w:rsidR="00B65DC9" w:rsidRDefault="00B65DC9" w:rsidP="00B65DC9">
      <w:r>
        <w:t>159.7231</w:t>
      </w:r>
      <w:r>
        <w:tab/>
        <w:t>1.013e0</w:t>
      </w:r>
    </w:p>
    <w:p w:rsidR="00B65DC9" w:rsidRDefault="00B65DC9" w:rsidP="00B65DC9">
      <w:r>
        <w:t>159.7562</w:t>
      </w:r>
      <w:r>
        <w:tab/>
        <w:t>1.013e0</w:t>
      </w:r>
    </w:p>
    <w:p w:rsidR="00B65DC9" w:rsidRDefault="00B65DC9" w:rsidP="00B65DC9">
      <w:r>
        <w:t>159.7632</w:t>
      </w:r>
      <w:r>
        <w:tab/>
        <w:t>1.025e0</w:t>
      </w:r>
    </w:p>
    <w:p w:rsidR="00B65DC9" w:rsidRDefault="00B65DC9" w:rsidP="00B65DC9">
      <w:r>
        <w:t>159.7900</w:t>
      </w:r>
      <w:r>
        <w:tab/>
        <w:t>1.266e-2</w:t>
      </w:r>
    </w:p>
    <w:p w:rsidR="00B65DC9" w:rsidRDefault="00B65DC9" w:rsidP="00B65DC9">
      <w:r>
        <w:lastRenderedPageBreak/>
        <w:t>159.8167</w:t>
      </w:r>
      <w:r>
        <w:tab/>
        <w:t>1.266e-2</w:t>
      </w:r>
    </w:p>
    <w:p w:rsidR="00B65DC9" w:rsidRDefault="00B65DC9" w:rsidP="00B65DC9">
      <w:r>
        <w:t>159.8601</w:t>
      </w:r>
      <w:r>
        <w:tab/>
        <w:t>1.266e-2</w:t>
      </w:r>
    </w:p>
    <w:p w:rsidR="00B65DC9" w:rsidRDefault="00B65DC9" w:rsidP="00B65DC9">
      <w:r>
        <w:t>159.9238</w:t>
      </w:r>
      <w:r>
        <w:tab/>
        <w:t>1.013e0</w:t>
      </w:r>
    </w:p>
    <w:p w:rsidR="00B65DC9" w:rsidRDefault="00B65DC9" w:rsidP="00B65DC9">
      <w:r>
        <w:t>159.9275</w:t>
      </w:r>
      <w:r>
        <w:tab/>
        <w:t>1.013e0</w:t>
      </w:r>
    </w:p>
    <w:p w:rsidR="00B65DC9" w:rsidRDefault="00B65DC9" w:rsidP="00B65DC9">
      <w:r>
        <w:t>159.9512</w:t>
      </w:r>
      <w:r>
        <w:tab/>
        <w:t>1.013e0</w:t>
      </w:r>
    </w:p>
    <w:p w:rsidR="00B65DC9" w:rsidRDefault="00B65DC9" w:rsidP="00B65DC9">
      <w:r>
        <w:t>159.9650</w:t>
      </w:r>
      <w:r>
        <w:tab/>
        <w:t>1.266e-2</w:t>
      </w:r>
    </w:p>
    <w:p w:rsidR="00B65DC9" w:rsidRDefault="00B65DC9" w:rsidP="00B65DC9">
      <w:r>
        <w:t>160.0049</w:t>
      </w:r>
      <w:r>
        <w:tab/>
        <w:t>1.013e0</w:t>
      </w:r>
    </w:p>
    <w:p w:rsidR="00B65DC9" w:rsidRDefault="00B65DC9" w:rsidP="00B65DC9">
      <w:r>
        <w:t>160.0117</w:t>
      </w:r>
      <w:r>
        <w:tab/>
        <w:t>1.266e-2</w:t>
      </w:r>
    </w:p>
    <w:p w:rsidR="00B65DC9" w:rsidRDefault="00B65DC9" w:rsidP="00B65DC9">
      <w:r>
        <w:t>160.0370</w:t>
      </w:r>
      <w:r>
        <w:tab/>
        <w:t>2.025e0</w:t>
      </w:r>
    </w:p>
    <w:p w:rsidR="00B65DC9" w:rsidRDefault="00B65DC9" w:rsidP="00B65DC9">
      <w:r>
        <w:t>160.0472</w:t>
      </w:r>
      <w:r>
        <w:tab/>
        <w:t>2.760e0</w:t>
      </w:r>
    </w:p>
    <w:p w:rsidR="00B65DC9" w:rsidRDefault="00B65DC9" w:rsidP="00B65DC9">
      <w:r>
        <w:t>160.0510</w:t>
      </w:r>
      <w:r>
        <w:tab/>
        <w:t>5.063e-2</w:t>
      </w:r>
    </w:p>
    <w:p w:rsidR="00B65DC9" w:rsidRDefault="00B65DC9" w:rsidP="00B65DC9">
      <w:r>
        <w:t>160.0534</w:t>
      </w:r>
      <w:r>
        <w:tab/>
        <w:t>6.076e0</w:t>
      </w:r>
    </w:p>
    <w:p w:rsidR="00B65DC9" w:rsidRDefault="00B65DC9" w:rsidP="00B65DC9">
      <w:r>
        <w:t>160.0606</w:t>
      </w:r>
      <w:r>
        <w:tab/>
        <w:t>1.089e0</w:t>
      </w:r>
    </w:p>
    <w:p w:rsidR="00B65DC9" w:rsidRDefault="00B65DC9" w:rsidP="00B65DC9">
      <w:r>
        <w:t>160.0681</w:t>
      </w:r>
      <w:r>
        <w:tab/>
        <w:t>3.038e0</w:t>
      </w:r>
    </w:p>
    <w:p w:rsidR="00B65DC9" w:rsidRDefault="00B65DC9" w:rsidP="00B65DC9">
      <w:r>
        <w:t>160.0762</w:t>
      </w:r>
      <w:r>
        <w:tab/>
        <w:t>5.497e0</w:t>
      </w:r>
    </w:p>
    <w:p w:rsidR="00B65DC9" w:rsidRDefault="00B65DC9" w:rsidP="00B65DC9">
      <w:r>
        <w:t>160.0880</w:t>
      </w:r>
      <w:r>
        <w:tab/>
        <w:t>7.089e0</w:t>
      </w:r>
    </w:p>
    <w:p w:rsidR="00B65DC9" w:rsidRDefault="00B65DC9" w:rsidP="00B65DC9">
      <w:r>
        <w:t>160.1295</w:t>
      </w:r>
      <w:r>
        <w:tab/>
        <w:t>1.013e0</w:t>
      </w:r>
    </w:p>
    <w:p w:rsidR="00B65DC9" w:rsidRDefault="00B65DC9" w:rsidP="00B65DC9">
      <w:r>
        <w:t>160.1352</w:t>
      </w:r>
      <w:r>
        <w:tab/>
        <w:t>2.101e0</w:t>
      </w:r>
    </w:p>
    <w:p w:rsidR="00B65DC9" w:rsidRDefault="00B65DC9" w:rsidP="00B65DC9">
      <w:r>
        <w:t>160.1662</w:t>
      </w:r>
      <w:r>
        <w:tab/>
        <w:t>1.013e0</w:t>
      </w:r>
    </w:p>
    <w:p w:rsidR="00B65DC9" w:rsidRDefault="00B65DC9" w:rsidP="00B65DC9">
      <w:r>
        <w:lastRenderedPageBreak/>
        <w:t>160.1761</w:t>
      </w:r>
      <w:r>
        <w:tab/>
        <w:t>1.266e-2</w:t>
      </w:r>
    </w:p>
    <w:p w:rsidR="00B65DC9" w:rsidRDefault="00B65DC9" w:rsidP="00B65DC9">
      <w:r>
        <w:t>160.2572</w:t>
      </w:r>
      <w:r>
        <w:tab/>
        <w:t>1.013e0</w:t>
      </w:r>
    </w:p>
    <w:p w:rsidR="00B65DC9" w:rsidRDefault="00B65DC9" w:rsidP="00B65DC9">
      <w:r>
        <w:t>160.3109</w:t>
      </w:r>
      <w:r>
        <w:tab/>
        <w:t>1.013e0</w:t>
      </w:r>
    </w:p>
    <w:p w:rsidR="00B65DC9" w:rsidRDefault="00B65DC9" w:rsidP="00B65DC9">
      <w:r>
        <w:t>160.3314</w:t>
      </w:r>
      <w:r>
        <w:tab/>
        <w:t>1.013e0</w:t>
      </w:r>
    </w:p>
    <w:p w:rsidR="00B65DC9" w:rsidRDefault="00B65DC9" w:rsidP="00B65DC9">
      <w:r>
        <w:t>160.3348</w:t>
      </w:r>
      <w:r>
        <w:tab/>
        <w:t>1.266e-2</w:t>
      </w:r>
    </w:p>
    <w:p w:rsidR="00B65DC9" w:rsidRDefault="00B65DC9" w:rsidP="00B65DC9">
      <w:r>
        <w:t>160.3420</w:t>
      </w:r>
      <w:r>
        <w:tab/>
        <w:t>1.013e0</w:t>
      </w:r>
    </w:p>
    <w:p w:rsidR="00B65DC9" w:rsidRDefault="00B65DC9" w:rsidP="00B65DC9">
      <w:r>
        <w:t>160.3450</w:t>
      </w:r>
      <w:r>
        <w:tab/>
        <w:t>1.266e-2</w:t>
      </w:r>
    </w:p>
    <w:p w:rsidR="00B65DC9" w:rsidRDefault="00B65DC9" w:rsidP="00B65DC9">
      <w:r>
        <w:t>160.3557</w:t>
      </w:r>
      <w:r>
        <w:tab/>
        <w:t>2.025e0</w:t>
      </w:r>
    </w:p>
    <w:p w:rsidR="00B65DC9" w:rsidRDefault="00B65DC9" w:rsidP="00B65DC9">
      <w:r>
        <w:t>160.3611</w:t>
      </w:r>
      <w:r>
        <w:tab/>
        <w:t>1.013e0</w:t>
      </w:r>
    </w:p>
    <w:p w:rsidR="00B65DC9" w:rsidRDefault="00B65DC9" w:rsidP="00B65DC9">
      <w:r>
        <w:t>160.3714</w:t>
      </w:r>
      <w:r>
        <w:tab/>
        <w:t>1.013e0</w:t>
      </w:r>
    </w:p>
    <w:p w:rsidR="00B65DC9" w:rsidRDefault="00B65DC9" w:rsidP="00B65DC9">
      <w:r>
        <w:t>160.5367</w:t>
      </w:r>
      <w:r>
        <w:tab/>
        <w:t>1.266e-2</w:t>
      </w:r>
    </w:p>
    <w:p w:rsidR="00B65DC9" w:rsidRDefault="00B65DC9" w:rsidP="00B65DC9">
      <w:r>
        <w:t>160.5498</w:t>
      </w:r>
      <w:r>
        <w:tab/>
        <w:t>1.013e0</w:t>
      </w:r>
    </w:p>
    <w:p w:rsidR="00B65DC9" w:rsidRDefault="00B65DC9" w:rsidP="00B65DC9">
      <w:r>
        <w:t>160.5634</w:t>
      </w:r>
      <w:r>
        <w:tab/>
        <w:t>1.266e-2</w:t>
      </w:r>
    </w:p>
    <w:p w:rsidR="00B65DC9" w:rsidRDefault="00B65DC9" w:rsidP="00B65DC9">
      <w:r>
        <w:t>160.5702</w:t>
      </w:r>
      <w:r>
        <w:tab/>
        <w:t>1.013e0</w:t>
      </w:r>
    </w:p>
    <w:p w:rsidR="00B65DC9" w:rsidRDefault="00B65DC9" w:rsidP="00B65DC9">
      <w:r>
        <w:t>160.6274</w:t>
      </w:r>
      <w:r>
        <w:tab/>
        <w:t>1.266e-2</w:t>
      </w:r>
    </w:p>
    <w:p w:rsidR="00B65DC9" w:rsidRDefault="00B65DC9" w:rsidP="00B65DC9">
      <w:r>
        <w:t>160.7223</w:t>
      </w:r>
      <w:r>
        <w:tab/>
        <w:t>1.013e0</w:t>
      </w:r>
    </w:p>
    <w:p w:rsidR="00B65DC9" w:rsidRDefault="00B65DC9" w:rsidP="00B65DC9">
      <w:r>
        <w:t>160.7287</w:t>
      </w:r>
      <w:r>
        <w:tab/>
        <w:t>2.025e0</w:t>
      </w:r>
    </w:p>
    <w:p w:rsidR="00B65DC9" w:rsidRDefault="00B65DC9" w:rsidP="00B65DC9">
      <w:r>
        <w:t>160.7657</w:t>
      </w:r>
      <w:r>
        <w:tab/>
        <w:t>1.025e0</w:t>
      </w:r>
    </w:p>
    <w:p w:rsidR="00B65DC9" w:rsidRDefault="00B65DC9" w:rsidP="00B65DC9">
      <w:r>
        <w:t>160.7691</w:t>
      </w:r>
      <w:r>
        <w:tab/>
        <w:t>1.266e-2</w:t>
      </w:r>
    </w:p>
    <w:p w:rsidR="00B65DC9" w:rsidRDefault="00B65DC9" w:rsidP="00B65DC9">
      <w:r>
        <w:lastRenderedPageBreak/>
        <w:t>160.7863</w:t>
      </w:r>
      <w:r>
        <w:tab/>
        <w:t>1.013e0</w:t>
      </w:r>
    </w:p>
    <w:p w:rsidR="00B65DC9" w:rsidRDefault="00B65DC9" w:rsidP="00B65DC9">
      <w:r>
        <w:t>160.8056</w:t>
      </w:r>
      <w:r>
        <w:tab/>
        <w:t>1.266e-2</w:t>
      </w:r>
    </w:p>
    <w:p w:rsidR="00B65DC9" w:rsidRDefault="00B65DC9" w:rsidP="00B65DC9">
      <w:r>
        <w:t>160.8331</w:t>
      </w:r>
      <w:r>
        <w:tab/>
        <w:t>2.025e0</w:t>
      </w:r>
    </w:p>
    <w:p w:rsidR="00B65DC9" w:rsidRDefault="00B65DC9" w:rsidP="00B65DC9">
      <w:r>
        <w:t>160.8400</w:t>
      </w:r>
      <w:r>
        <w:tab/>
        <w:t>1.013e0</w:t>
      </w:r>
    </w:p>
    <w:p w:rsidR="00B65DC9" w:rsidRDefault="00B65DC9" w:rsidP="00B65DC9">
      <w:r>
        <w:t>160.8663</w:t>
      </w:r>
      <w:r>
        <w:tab/>
        <w:t>1.266e-2</w:t>
      </w:r>
    </w:p>
    <w:p w:rsidR="00B65DC9" w:rsidRDefault="00B65DC9" w:rsidP="00B65DC9">
      <w:r>
        <w:t>160.8973</w:t>
      </w:r>
      <w:r>
        <w:tab/>
        <w:t>1.013e0</w:t>
      </w:r>
    </w:p>
    <w:p w:rsidR="00B65DC9" w:rsidRDefault="00B65DC9" w:rsidP="00B65DC9">
      <w:r>
        <w:t>160.9109</w:t>
      </w:r>
      <w:r>
        <w:tab/>
        <w:t>1.013e0</w:t>
      </w:r>
    </w:p>
    <w:p w:rsidR="00B65DC9" w:rsidRDefault="00B65DC9" w:rsidP="00B65DC9">
      <w:r>
        <w:t>160.9683</w:t>
      </w:r>
      <w:r>
        <w:tab/>
        <w:t>2.532e-2</w:t>
      </w:r>
    </w:p>
    <w:p w:rsidR="00B65DC9" w:rsidRDefault="00B65DC9" w:rsidP="00B65DC9">
      <w:r>
        <w:t>160.9785</w:t>
      </w:r>
      <w:r>
        <w:tab/>
        <w:t>1.013e0</w:t>
      </w:r>
    </w:p>
    <w:p w:rsidR="00B65DC9" w:rsidRDefault="00B65DC9" w:rsidP="00B65DC9">
      <w:r>
        <w:t>161.0218</w:t>
      </w:r>
      <w:r>
        <w:tab/>
        <w:t>1.013e0</w:t>
      </w:r>
    </w:p>
    <w:p w:rsidR="00B65DC9" w:rsidRDefault="00B65DC9" w:rsidP="00B65DC9">
      <w:r>
        <w:t>161.0253</w:t>
      </w:r>
      <w:r>
        <w:tab/>
        <w:t>1.266e-2</w:t>
      </w:r>
    </w:p>
    <w:p w:rsidR="00B65DC9" w:rsidRDefault="00B65DC9" w:rsidP="00B65DC9">
      <w:r>
        <w:t>161.0373</w:t>
      </w:r>
      <w:r>
        <w:tab/>
        <w:t>2.025e0</w:t>
      </w:r>
    </w:p>
    <w:p w:rsidR="00B65DC9" w:rsidRDefault="00B65DC9" w:rsidP="00B65DC9">
      <w:r>
        <w:t>161.0522</w:t>
      </w:r>
      <w:r>
        <w:tab/>
        <w:t>1.013e0</w:t>
      </w:r>
    </w:p>
    <w:p w:rsidR="00B65DC9" w:rsidRDefault="00B65DC9" w:rsidP="00B65DC9">
      <w:r>
        <w:t>161.0636</w:t>
      </w:r>
      <w:r>
        <w:tab/>
        <w:t>2.025e0</w:t>
      </w:r>
    </w:p>
    <w:p w:rsidR="00B65DC9" w:rsidRDefault="00B65DC9" w:rsidP="00B65DC9">
      <w:r>
        <w:t>161.0737</w:t>
      </w:r>
      <w:r>
        <w:tab/>
        <w:t>4.076e0</w:t>
      </w:r>
    </w:p>
    <w:p w:rsidR="00B65DC9" w:rsidRDefault="00B65DC9" w:rsidP="00B65DC9">
      <w:r>
        <w:t>161.0899</w:t>
      </w:r>
      <w:r>
        <w:tab/>
        <w:t>1.474e0</w:t>
      </w:r>
    </w:p>
    <w:p w:rsidR="00B65DC9" w:rsidRDefault="00B65DC9" w:rsidP="00B65DC9">
      <w:r>
        <w:t>161.1163</w:t>
      </w:r>
      <w:r>
        <w:tab/>
        <w:t>1.013e0</w:t>
      </w:r>
    </w:p>
    <w:p w:rsidR="00B65DC9" w:rsidRDefault="00B65DC9" w:rsidP="00B65DC9">
      <w:r>
        <w:t>161.1259</w:t>
      </w:r>
      <w:r>
        <w:tab/>
        <w:t>1.266e-2</w:t>
      </w:r>
    </w:p>
    <w:p w:rsidR="00B65DC9" w:rsidRDefault="00B65DC9" w:rsidP="00B65DC9">
      <w:r>
        <w:t>161.1328</w:t>
      </w:r>
      <w:r>
        <w:tab/>
        <w:t>1.266e-2</w:t>
      </w:r>
    </w:p>
    <w:p w:rsidR="00B65DC9" w:rsidRDefault="00B65DC9" w:rsidP="00B65DC9">
      <w:r>
        <w:lastRenderedPageBreak/>
        <w:t>161.1603</w:t>
      </w:r>
      <w:r>
        <w:tab/>
        <w:t>2.532e-2</w:t>
      </w:r>
    </w:p>
    <w:p w:rsidR="00B65DC9" w:rsidRDefault="00B65DC9" w:rsidP="00B65DC9">
      <w:r>
        <w:t>161.1672</w:t>
      </w:r>
      <w:r>
        <w:tab/>
        <w:t>1.013e0</w:t>
      </w:r>
    </w:p>
    <w:p w:rsidR="00B65DC9" w:rsidRDefault="00B65DC9" w:rsidP="00B65DC9">
      <w:r>
        <w:t>161.1935</w:t>
      </w:r>
      <w:r>
        <w:tab/>
        <w:t>1.266e-2</w:t>
      </w:r>
    </w:p>
    <w:p w:rsidR="00B65DC9" w:rsidRDefault="00B65DC9" w:rsidP="00B65DC9">
      <w:r>
        <w:t>161.2610</w:t>
      </w:r>
      <w:r>
        <w:tab/>
        <w:t>1.266e-2</w:t>
      </w:r>
    </w:p>
    <w:p w:rsidR="00B65DC9" w:rsidRDefault="00B65DC9" w:rsidP="00B65DC9">
      <w:r>
        <w:t>161.2988</w:t>
      </w:r>
      <w:r>
        <w:tab/>
        <w:t>1.013e0</w:t>
      </w:r>
    </w:p>
    <w:p w:rsidR="00B65DC9" w:rsidRDefault="00B65DC9" w:rsidP="00B65DC9">
      <w:r>
        <w:t>161.3026</w:t>
      </w:r>
      <w:r>
        <w:tab/>
        <w:t>2.532e-2</w:t>
      </w:r>
    </w:p>
    <w:p w:rsidR="00B65DC9" w:rsidRDefault="00B65DC9" w:rsidP="00B65DC9">
      <w:r>
        <w:t>161.3182</w:t>
      </w:r>
      <w:r>
        <w:tab/>
        <w:t>1.025e0</w:t>
      </w:r>
    </w:p>
    <w:p w:rsidR="00B65DC9" w:rsidRDefault="00B65DC9" w:rsidP="00B65DC9">
      <w:r>
        <w:t>161.3286</w:t>
      </w:r>
      <w:r>
        <w:tab/>
        <w:t>1.013e0</w:t>
      </w:r>
    </w:p>
    <w:p w:rsidR="00B65DC9" w:rsidRDefault="00B65DC9" w:rsidP="00B65DC9">
      <w:r>
        <w:t>161.3493</w:t>
      </w:r>
      <w:r>
        <w:tab/>
        <w:t>1.025e0</w:t>
      </w:r>
    </w:p>
    <w:p w:rsidR="00B65DC9" w:rsidRDefault="00B65DC9" w:rsidP="00B65DC9">
      <w:r>
        <w:t>161.3666</w:t>
      </w:r>
      <w:r>
        <w:tab/>
        <w:t>1.266e-2</w:t>
      </w:r>
    </w:p>
    <w:p w:rsidR="00B65DC9" w:rsidRDefault="00B65DC9" w:rsidP="00B65DC9">
      <w:r>
        <w:t>161.3683</w:t>
      </w:r>
      <w:r>
        <w:tab/>
        <w:t>2.025e0</w:t>
      </w:r>
    </w:p>
    <w:p w:rsidR="00B65DC9" w:rsidRDefault="00B65DC9" w:rsidP="00B65DC9">
      <w:r>
        <w:t>161.3929</w:t>
      </w:r>
      <w:r>
        <w:tab/>
        <w:t>1.266e-2</w:t>
      </w:r>
    </w:p>
    <w:p w:rsidR="00B65DC9" w:rsidRDefault="00B65DC9" w:rsidP="00B65DC9">
      <w:r>
        <w:t>161.4202</w:t>
      </w:r>
      <w:r>
        <w:tab/>
        <w:t>2.532e-2</w:t>
      </w:r>
    </w:p>
    <w:p w:rsidR="00B65DC9" w:rsidRDefault="00B65DC9" w:rsidP="00B65DC9">
      <w:r>
        <w:t>161.4501</w:t>
      </w:r>
      <w:r>
        <w:tab/>
        <w:t>1.266e-2</w:t>
      </w:r>
    </w:p>
    <w:p w:rsidR="00B65DC9" w:rsidRDefault="00B65DC9" w:rsidP="00B65DC9">
      <w:r>
        <w:t>161.4532</w:t>
      </w:r>
      <w:r>
        <w:tab/>
        <w:t>1.025e0</w:t>
      </w:r>
    </w:p>
    <w:p w:rsidR="00B65DC9" w:rsidRDefault="00B65DC9" w:rsidP="00B65DC9">
      <w:r>
        <w:t>161.4605</w:t>
      </w:r>
      <w:r>
        <w:tab/>
        <w:t>1.013e0</w:t>
      </w:r>
    </w:p>
    <w:p w:rsidR="00B65DC9" w:rsidRDefault="00B65DC9" w:rsidP="00B65DC9">
      <w:r>
        <w:t>161.4981</w:t>
      </w:r>
      <w:r>
        <w:tab/>
        <w:t>1.266e-2</w:t>
      </w:r>
    </w:p>
    <w:p w:rsidR="00B65DC9" w:rsidRDefault="00B65DC9" w:rsidP="00B65DC9">
      <w:r>
        <w:t>161.5155</w:t>
      </w:r>
      <w:r>
        <w:tab/>
        <w:t>2.532e-2</w:t>
      </w:r>
    </w:p>
    <w:p w:rsidR="00B65DC9" w:rsidRDefault="00B65DC9" w:rsidP="00B65DC9">
      <w:r>
        <w:t>161.5382</w:t>
      </w:r>
      <w:r>
        <w:tab/>
        <w:t>1.013e0</w:t>
      </w:r>
    </w:p>
    <w:p w:rsidR="00B65DC9" w:rsidRDefault="00B65DC9" w:rsidP="00B65DC9">
      <w:r>
        <w:lastRenderedPageBreak/>
        <w:t>161.5484</w:t>
      </w:r>
      <w:r>
        <w:tab/>
        <w:t>1.266e-2</w:t>
      </w:r>
    </w:p>
    <w:p w:rsidR="00B65DC9" w:rsidRDefault="00B65DC9" w:rsidP="00B65DC9">
      <w:r>
        <w:t>161.5989</w:t>
      </w:r>
      <w:r>
        <w:tab/>
        <w:t>1.013e0</w:t>
      </w:r>
    </w:p>
    <w:p w:rsidR="00B65DC9" w:rsidRDefault="00B65DC9" w:rsidP="00B65DC9">
      <w:r>
        <w:t>161.6025</w:t>
      </w:r>
      <w:r>
        <w:tab/>
        <w:t>1.013e0</w:t>
      </w:r>
    </w:p>
    <w:p w:rsidR="00B65DC9" w:rsidRDefault="00B65DC9" w:rsidP="00B65DC9">
      <w:r>
        <w:t>161.6126</w:t>
      </w:r>
      <w:r>
        <w:tab/>
        <w:t>2.025e0</w:t>
      </w:r>
    </w:p>
    <w:p w:rsidR="00B65DC9" w:rsidRDefault="00B65DC9" w:rsidP="00B65DC9">
      <w:r>
        <w:t>161.6298</w:t>
      </w:r>
      <w:r>
        <w:tab/>
        <w:t>1.266e-2</w:t>
      </w:r>
    </w:p>
    <w:p w:rsidR="00B65DC9" w:rsidRDefault="00B65DC9" w:rsidP="00B65DC9">
      <w:r>
        <w:t>161.6494</w:t>
      </w:r>
      <w:r>
        <w:tab/>
        <w:t>1.013e0</w:t>
      </w:r>
    </w:p>
    <w:p w:rsidR="00B65DC9" w:rsidRDefault="00B65DC9" w:rsidP="00B65DC9">
      <w:r>
        <w:t>161.6561</w:t>
      </w:r>
      <w:r>
        <w:tab/>
        <w:t>1.013e0</w:t>
      </w:r>
    </w:p>
    <w:p w:rsidR="00B65DC9" w:rsidRDefault="00B65DC9" w:rsidP="00B65DC9">
      <w:r>
        <w:t>161.6733</w:t>
      </w:r>
      <w:r>
        <w:tab/>
        <w:t>2.025e0</w:t>
      </w:r>
    </w:p>
    <w:p w:rsidR="00B65DC9" w:rsidRDefault="00B65DC9" w:rsidP="00B65DC9">
      <w:r>
        <w:t>161.6804</w:t>
      </w:r>
      <w:r>
        <w:tab/>
        <w:t>1.266e-2</w:t>
      </w:r>
    </w:p>
    <w:p w:rsidR="00B65DC9" w:rsidRDefault="00B65DC9" w:rsidP="00B65DC9">
      <w:r>
        <w:t>161.6870</w:t>
      </w:r>
      <w:r>
        <w:tab/>
        <w:t>1.013e0</w:t>
      </w:r>
    </w:p>
    <w:p w:rsidR="00B65DC9" w:rsidRDefault="00B65DC9" w:rsidP="00B65DC9">
      <w:r>
        <w:t>161.6974</w:t>
      </w:r>
      <w:r>
        <w:tab/>
        <w:t>1.013e0</w:t>
      </w:r>
    </w:p>
    <w:p w:rsidR="00B65DC9" w:rsidRDefault="00B65DC9" w:rsidP="00B65DC9">
      <w:r>
        <w:t>161.7272</w:t>
      </w:r>
      <w:r>
        <w:tab/>
        <w:t>1.013e0</w:t>
      </w:r>
    </w:p>
    <w:p w:rsidR="00B65DC9" w:rsidRDefault="00B65DC9" w:rsidP="00B65DC9">
      <w:r>
        <w:t>161.7512</w:t>
      </w:r>
      <w:r>
        <w:tab/>
        <w:t>1.013e0</w:t>
      </w:r>
    </w:p>
    <w:p w:rsidR="00B65DC9" w:rsidRDefault="00B65DC9" w:rsidP="00B65DC9">
      <w:r>
        <w:t>161.7651</w:t>
      </w:r>
      <w:r>
        <w:tab/>
        <w:t>1.266e-2</w:t>
      </w:r>
    </w:p>
    <w:p w:rsidR="00B65DC9" w:rsidRDefault="00B65DC9" w:rsidP="00B65DC9">
      <w:r>
        <w:t>161.7684</w:t>
      </w:r>
      <w:r>
        <w:tab/>
        <w:t>2.532e-2</w:t>
      </w:r>
    </w:p>
    <w:p w:rsidR="00B65DC9" w:rsidRDefault="00B65DC9" w:rsidP="00B65DC9">
      <w:r>
        <w:t>161.7718</w:t>
      </w:r>
      <w:r>
        <w:tab/>
        <w:t>1.013e0</w:t>
      </w:r>
    </w:p>
    <w:p w:rsidR="00B65DC9" w:rsidRDefault="00B65DC9" w:rsidP="00B65DC9">
      <w:r>
        <w:t>161.7948</w:t>
      </w:r>
      <w:r>
        <w:tab/>
        <w:t>1.013e0</w:t>
      </w:r>
    </w:p>
    <w:p w:rsidR="00B65DC9" w:rsidRDefault="00B65DC9" w:rsidP="00B65DC9">
      <w:r>
        <w:t>161.8120</w:t>
      </w:r>
      <w:r>
        <w:tab/>
        <w:t>3.051e0</w:t>
      </w:r>
    </w:p>
    <w:p w:rsidR="00B65DC9" w:rsidRDefault="00B65DC9" w:rsidP="00B65DC9">
      <w:r>
        <w:t>161.8327</w:t>
      </w:r>
      <w:r>
        <w:tab/>
        <w:t>1.266e-2</w:t>
      </w:r>
    </w:p>
    <w:p w:rsidR="00B65DC9" w:rsidRDefault="00B65DC9" w:rsidP="00B65DC9">
      <w:r>
        <w:lastRenderedPageBreak/>
        <w:t>161.8472</w:t>
      </w:r>
      <w:r>
        <w:tab/>
        <w:t>2.025e0</w:t>
      </w:r>
    </w:p>
    <w:p w:rsidR="00B65DC9" w:rsidRDefault="00B65DC9" w:rsidP="00B65DC9">
      <w:r>
        <w:t>161.8590</w:t>
      </w:r>
      <w:r>
        <w:tab/>
        <w:t>1.266e-2</w:t>
      </w:r>
    </w:p>
    <w:p w:rsidR="00B65DC9" w:rsidRDefault="00B65DC9" w:rsidP="00B65DC9">
      <w:r>
        <w:t>161.8625</w:t>
      </w:r>
      <w:r>
        <w:tab/>
        <w:t>2.532e-2</w:t>
      </w:r>
    </w:p>
    <w:p w:rsidR="00B65DC9" w:rsidRDefault="00B65DC9" w:rsidP="00B65DC9">
      <w:r>
        <w:t>161.8813</w:t>
      </w:r>
      <w:r>
        <w:tab/>
        <w:t>2.025e0</w:t>
      </w:r>
    </w:p>
    <w:p w:rsidR="00B65DC9" w:rsidRDefault="00B65DC9" w:rsidP="00B65DC9">
      <w:r>
        <w:t>161.8830</w:t>
      </w:r>
      <w:r>
        <w:tab/>
        <w:t>2.038e0</w:t>
      </w:r>
    </w:p>
    <w:p w:rsidR="00B65DC9" w:rsidRDefault="00B65DC9" w:rsidP="00B65DC9">
      <w:r>
        <w:t>161.9051</w:t>
      </w:r>
      <w:r>
        <w:tab/>
        <w:t>2.025e0</w:t>
      </w:r>
    </w:p>
    <w:p w:rsidR="00B65DC9" w:rsidRDefault="00B65DC9" w:rsidP="00B65DC9">
      <w:r>
        <w:t>161.9132</w:t>
      </w:r>
      <w:r>
        <w:tab/>
        <w:t>1.266e-2</w:t>
      </w:r>
    </w:p>
    <w:p w:rsidR="00B65DC9" w:rsidRDefault="00B65DC9" w:rsidP="00B65DC9">
      <w:r>
        <w:t>161.9165</w:t>
      </w:r>
      <w:r>
        <w:tab/>
        <w:t>3.038e0</w:t>
      </w:r>
    </w:p>
    <w:p w:rsidR="00B65DC9" w:rsidRDefault="00B65DC9" w:rsidP="00B65DC9">
      <w:r>
        <w:t>161.9320</w:t>
      </w:r>
      <w:r>
        <w:tab/>
        <w:t>2.025e0</w:t>
      </w:r>
    </w:p>
    <w:p w:rsidR="00B65DC9" w:rsidRDefault="00B65DC9" w:rsidP="00B65DC9">
      <w:r>
        <w:t>161.9378</w:t>
      </w:r>
      <w:r>
        <w:tab/>
        <w:t>3.063e0</w:t>
      </w:r>
    </w:p>
    <w:p w:rsidR="00B65DC9" w:rsidRDefault="00B65DC9" w:rsidP="00B65DC9">
      <w:r>
        <w:t>161.9694</w:t>
      </w:r>
      <w:r>
        <w:tab/>
        <w:t>3.038e0</w:t>
      </w:r>
    </w:p>
    <w:p w:rsidR="00B65DC9" w:rsidRDefault="00B65DC9" w:rsidP="00B65DC9">
      <w:r>
        <w:t>161.9712</w:t>
      </w:r>
      <w:r>
        <w:tab/>
        <w:t>1.025e0</w:t>
      </w:r>
    </w:p>
    <w:p w:rsidR="00B65DC9" w:rsidRDefault="00B65DC9" w:rsidP="00B65DC9">
      <w:r>
        <w:t>161.9873</w:t>
      </w:r>
      <w:r>
        <w:tab/>
        <w:t>2.038e0</w:t>
      </w:r>
    </w:p>
    <w:p w:rsidR="00B65DC9" w:rsidRDefault="00B65DC9" w:rsidP="00B65DC9">
      <w:r>
        <w:t>162.0356</w:t>
      </w:r>
      <w:r>
        <w:tab/>
        <w:t>1.013e0</w:t>
      </w:r>
    </w:p>
    <w:p w:rsidR="00B65DC9" w:rsidRDefault="00B65DC9" w:rsidP="00B65DC9">
      <w:r>
        <w:t>162.1192</w:t>
      </w:r>
      <w:r>
        <w:tab/>
        <w:t>2.025e0</w:t>
      </w:r>
    </w:p>
    <w:p w:rsidR="00B65DC9" w:rsidRDefault="00B65DC9" w:rsidP="00B65DC9">
      <w:r>
        <w:t>162.1468</w:t>
      </w:r>
      <w:r>
        <w:tab/>
        <w:t>2.025e0</w:t>
      </w:r>
    </w:p>
    <w:p w:rsidR="00B65DC9" w:rsidRDefault="00B65DC9" w:rsidP="00B65DC9">
      <w:r>
        <w:t>162.1731</w:t>
      </w:r>
      <w:r>
        <w:tab/>
        <w:t>3.038e0</w:t>
      </w:r>
    </w:p>
    <w:p w:rsidR="00B65DC9" w:rsidRDefault="00B65DC9" w:rsidP="00B65DC9">
      <w:r>
        <w:t>162.1883</w:t>
      </w:r>
      <w:r>
        <w:tab/>
        <w:t>3.038e0</w:t>
      </w:r>
    </w:p>
    <w:p w:rsidR="00B65DC9" w:rsidRDefault="00B65DC9" w:rsidP="00B65DC9">
      <w:r>
        <w:t>162.2008</w:t>
      </w:r>
      <w:r>
        <w:tab/>
        <w:t>5.063e0</w:t>
      </w:r>
    </w:p>
    <w:p w:rsidR="00B65DC9" w:rsidRDefault="00B65DC9" w:rsidP="00B65DC9">
      <w:r>
        <w:lastRenderedPageBreak/>
        <w:t>162.2259</w:t>
      </w:r>
      <w:r>
        <w:tab/>
        <w:t>4.631e0</w:t>
      </w:r>
    </w:p>
    <w:p w:rsidR="00B65DC9" w:rsidRDefault="00B65DC9" w:rsidP="00B65DC9">
      <w:r>
        <w:t>162.2283</w:t>
      </w:r>
      <w:r>
        <w:tab/>
        <w:t>3.038e0</w:t>
      </w:r>
    </w:p>
    <w:p w:rsidR="00B65DC9" w:rsidRDefault="00B65DC9" w:rsidP="00B65DC9">
      <w:r>
        <w:t>162.2421</w:t>
      </w:r>
      <w:r>
        <w:tab/>
        <w:t>2.532e-2</w:t>
      </w:r>
    </w:p>
    <w:p w:rsidR="00B65DC9" w:rsidRDefault="00B65DC9" w:rsidP="00B65DC9">
      <w:r>
        <w:t>162.2684</w:t>
      </w:r>
      <w:r>
        <w:tab/>
        <w:t>1.013e0</w:t>
      </w:r>
    </w:p>
    <w:p w:rsidR="00B65DC9" w:rsidRDefault="00B65DC9" w:rsidP="00B65DC9">
      <w:r>
        <w:t>162.2771</w:t>
      </w:r>
      <w:r>
        <w:tab/>
        <w:t>2.025e0</w:t>
      </w:r>
    </w:p>
    <w:p w:rsidR="00B65DC9" w:rsidRDefault="00B65DC9" w:rsidP="00B65DC9">
      <w:r>
        <w:t>162.2960</w:t>
      </w:r>
      <w:r>
        <w:tab/>
        <w:t>2.532e-2</w:t>
      </w:r>
    </w:p>
    <w:p w:rsidR="00B65DC9" w:rsidRDefault="00B65DC9" w:rsidP="00B65DC9">
      <w:r>
        <w:t>162.3007</w:t>
      </w:r>
      <w:r>
        <w:tab/>
        <w:t>5.063e0</w:t>
      </w:r>
    </w:p>
    <w:p w:rsidR="00B65DC9" w:rsidRDefault="00B65DC9" w:rsidP="00B65DC9">
      <w:r>
        <w:t>162.3176</w:t>
      </w:r>
      <w:r>
        <w:tab/>
        <w:t>2.025e0</w:t>
      </w:r>
    </w:p>
    <w:p w:rsidR="00B65DC9" w:rsidRDefault="00B65DC9" w:rsidP="00B65DC9">
      <w:r>
        <w:t>162.3270</w:t>
      </w:r>
      <w:r>
        <w:tab/>
        <w:t>2.038e0</w:t>
      </w:r>
    </w:p>
    <w:p w:rsidR="00B65DC9" w:rsidRDefault="00B65DC9" w:rsidP="00B65DC9">
      <w:r>
        <w:t>162.3329</w:t>
      </w:r>
      <w:r>
        <w:tab/>
        <w:t>1.266e-2</w:t>
      </w:r>
    </w:p>
    <w:p w:rsidR="00B65DC9" w:rsidRDefault="00B65DC9" w:rsidP="00B65DC9">
      <w:r>
        <w:t>162.3524</w:t>
      </w:r>
      <w:r>
        <w:tab/>
        <w:t>3.038e0</w:t>
      </w:r>
    </w:p>
    <w:p w:rsidR="00B65DC9" w:rsidRDefault="00B65DC9" w:rsidP="00B65DC9">
      <w:r>
        <w:t>162.3671</w:t>
      </w:r>
      <w:r>
        <w:tab/>
        <w:t>1.025e0</w:t>
      </w:r>
    </w:p>
    <w:p w:rsidR="00B65DC9" w:rsidRDefault="00B65DC9" w:rsidP="00B65DC9">
      <w:r>
        <w:t>162.3774</w:t>
      </w:r>
      <w:r>
        <w:tab/>
        <w:t>1.266e-2</w:t>
      </w:r>
    </w:p>
    <w:p w:rsidR="00B65DC9" w:rsidRDefault="00B65DC9" w:rsidP="00B65DC9">
      <w:r>
        <w:t>162.3871</w:t>
      </w:r>
      <w:r>
        <w:tab/>
        <w:t>1.013e0</w:t>
      </w:r>
    </w:p>
    <w:p w:rsidR="00B65DC9" w:rsidRDefault="00B65DC9" w:rsidP="00B65DC9">
      <w:r>
        <w:t>162.4007</w:t>
      </w:r>
      <w:r>
        <w:tab/>
        <w:t>6.710e-1</w:t>
      </w:r>
    </w:p>
    <w:p w:rsidR="00B65DC9" w:rsidRDefault="00B65DC9" w:rsidP="00B65DC9">
      <w:r>
        <w:t>162.4039</w:t>
      </w:r>
      <w:r>
        <w:tab/>
        <w:t>1.266e-2</w:t>
      </w:r>
    </w:p>
    <w:p w:rsidR="00B65DC9" w:rsidRDefault="00B65DC9" w:rsidP="00B65DC9">
      <w:r>
        <w:t>162.4331</w:t>
      </w:r>
      <w:r>
        <w:tab/>
        <w:t>2.532e-2</w:t>
      </w:r>
    </w:p>
    <w:p w:rsidR="00B65DC9" w:rsidRDefault="00B65DC9" w:rsidP="00B65DC9">
      <w:r>
        <w:t>162.4438</w:t>
      </w:r>
      <w:r>
        <w:tab/>
        <w:t>2.063e0</w:t>
      </w:r>
    </w:p>
    <w:p w:rsidR="00B65DC9" w:rsidRDefault="00B65DC9" w:rsidP="00B65DC9">
      <w:r>
        <w:t>162.4518</w:t>
      </w:r>
      <w:r>
        <w:tab/>
        <w:t>2.025e0</w:t>
      </w:r>
    </w:p>
    <w:p w:rsidR="00B65DC9" w:rsidRDefault="00B65DC9" w:rsidP="00B65DC9">
      <w:r>
        <w:lastRenderedPageBreak/>
        <w:t>162.4727</w:t>
      </w:r>
      <w:r>
        <w:tab/>
        <w:t>4.203e0</w:t>
      </w:r>
    </w:p>
    <w:p w:rsidR="00B65DC9" w:rsidRDefault="00B65DC9" w:rsidP="00B65DC9">
      <w:r>
        <w:t>162.4890</w:t>
      </w:r>
      <w:r>
        <w:tab/>
        <w:t>1.013e0</w:t>
      </w:r>
    </w:p>
    <w:p w:rsidR="00B65DC9" w:rsidRDefault="00B65DC9" w:rsidP="00B65DC9">
      <w:r>
        <w:t>162.4925</w:t>
      </w:r>
      <w:r>
        <w:tab/>
        <w:t>3.321e0</w:t>
      </w:r>
    </w:p>
    <w:p w:rsidR="00B65DC9" w:rsidRDefault="00B65DC9" w:rsidP="00B65DC9">
      <w:r>
        <w:t>162.4939</w:t>
      </w:r>
      <w:r>
        <w:tab/>
        <w:t>2.025e0</w:t>
      </w:r>
    </w:p>
    <w:p w:rsidR="00B65DC9" w:rsidRDefault="00B65DC9" w:rsidP="00B65DC9">
      <w:r>
        <w:t>162.5034</w:t>
      </w:r>
      <w:r>
        <w:tab/>
        <w:t>5.169e0</w:t>
      </w:r>
    </w:p>
    <w:p w:rsidR="00B65DC9" w:rsidRDefault="00B65DC9" w:rsidP="00B65DC9">
      <w:r>
        <w:t>162.5243</w:t>
      </w:r>
      <w:r>
        <w:tab/>
        <w:t>3.038e0</w:t>
      </w:r>
    </w:p>
    <w:p w:rsidR="00B65DC9" w:rsidRDefault="00B65DC9" w:rsidP="00B65DC9">
      <w:r>
        <w:t>162.5338</w:t>
      </w:r>
      <w:r>
        <w:tab/>
        <w:t>3.038e0</w:t>
      </w:r>
    </w:p>
    <w:p w:rsidR="00B65DC9" w:rsidRDefault="00B65DC9" w:rsidP="00B65DC9">
      <w:r>
        <w:t>162.5393</w:t>
      </w:r>
      <w:r>
        <w:tab/>
        <w:t>1.013e0</w:t>
      </w:r>
    </w:p>
    <w:p w:rsidR="00B65DC9" w:rsidRDefault="00B65DC9" w:rsidP="00B65DC9">
      <w:r>
        <w:t>162.5499</w:t>
      </w:r>
      <w:r>
        <w:tab/>
        <w:t>2.025e0</w:t>
      </w:r>
    </w:p>
    <w:p w:rsidR="00B65DC9" w:rsidRDefault="00B65DC9" w:rsidP="00B65DC9">
      <w:r>
        <w:t>162.5514</w:t>
      </w:r>
      <w:r>
        <w:tab/>
        <w:t>2.532e-2</w:t>
      </w:r>
    </w:p>
    <w:p w:rsidR="00B65DC9" w:rsidRDefault="00B65DC9" w:rsidP="00B65DC9">
      <w:r>
        <w:t>162.5600</w:t>
      </w:r>
      <w:r>
        <w:tab/>
        <w:t>2.025e0</w:t>
      </w:r>
    </w:p>
    <w:p w:rsidR="00B65DC9" w:rsidRDefault="00B65DC9" w:rsidP="00B65DC9">
      <w:r>
        <w:t>162.5772</w:t>
      </w:r>
      <w:r>
        <w:tab/>
        <w:t>2.532e-2</w:t>
      </w:r>
    </w:p>
    <w:p w:rsidR="00B65DC9" w:rsidRDefault="00B65DC9" w:rsidP="00B65DC9">
      <w:r>
        <w:t>162.5803</w:t>
      </w:r>
      <w:r>
        <w:tab/>
        <w:t>4.076e0</w:t>
      </w:r>
    </w:p>
    <w:p w:rsidR="00B65DC9" w:rsidRDefault="00B65DC9" w:rsidP="00B65DC9">
      <w:r>
        <w:t>162.6015</w:t>
      </w:r>
      <w:r>
        <w:tab/>
        <w:t>1.063e0</w:t>
      </w:r>
    </w:p>
    <w:p w:rsidR="00B65DC9" w:rsidRDefault="00B65DC9" w:rsidP="00B65DC9">
      <w:r>
        <w:t>162.6311</w:t>
      </w:r>
      <w:r>
        <w:tab/>
        <w:t>1.013e0</w:t>
      </w:r>
    </w:p>
    <w:p w:rsidR="00B65DC9" w:rsidRDefault="00B65DC9" w:rsidP="00B65DC9">
      <w:r>
        <w:t>162.6573</w:t>
      </w:r>
      <w:r>
        <w:tab/>
        <w:t>5.063e0</w:t>
      </w:r>
    </w:p>
    <w:p w:rsidR="00B65DC9" w:rsidRDefault="00B65DC9" w:rsidP="00B65DC9">
      <w:r>
        <w:t>162.6613</w:t>
      </w:r>
      <w:r>
        <w:tab/>
        <w:t>2.051e0</w:t>
      </w:r>
    </w:p>
    <w:p w:rsidR="00B65DC9" w:rsidRDefault="00B65DC9" w:rsidP="00B65DC9">
      <w:r>
        <w:t>162.6986</w:t>
      </w:r>
      <w:r>
        <w:tab/>
        <w:t>2.375e0</w:t>
      </w:r>
    </w:p>
    <w:p w:rsidR="00B65DC9" w:rsidRDefault="00B65DC9" w:rsidP="00B65DC9">
      <w:r>
        <w:t>162.7058</w:t>
      </w:r>
      <w:r>
        <w:tab/>
        <w:t>2.025e0</w:t>
      </w:r>
    </w:p>
    <w:p w:rsidR="00B65DC9" w:rsidRDefault="00B65DC9" w:rsidP="00B65DC9">
      <w:r>
        <w:lastRenderedPageBreak/>
        <w:t>162.7253</w:t>
      </w:r>
      <w:r>
        <w:tab/>
        <w:t>1.025e0</w:t>
      </w:r>
    </w:p>
    <w:p w:rsidR="00B65DC9" w:rsidRDefault="00B65DC9" w:rsidP="00B65DC9">
      <w:r>
        <w:t>162.7263</w:t>
      </w:r>
      <w:r>
        <w:tab/>
        <w:t>1.013e0</w:t>
      </w:r>
    </w:p>
    <w:p w:rsidR="00B65DC9" w:rsidRDefault="00B65DC9" w:rsidP="00B65DC9">
      <w:r>
        <w:t>162.7295</w:t>
      </w:r>
      <w:r>
        <w:tab/>
        <w:t>1.013e0</w:t>
      </w:r>
    </w:p>
    <w:p w:rsidR="00B65DC9" w:rsidRDefault="00B65DC9" w:rsidP="00B65DC9">
      <w:r>
        <w:t>162.7314</w:t>
      </w:r>
      <w:r>
        <w:tab/>
        <w:t>2.025e0</w:t>
      </w:r>
    </w:p>
    <w:p w:rsidR="00B65DC9" w:rsidRDefault="00B65DC9" w:rsidP="00B65DC9">
      <w:r>
        <w:t>162.7401</w:t>
      </w:r>
      <w:r>
        <w:tab/>
        <w:t>3.038e0</w:t>
      </w:r>
    </w:p>
    <w:p w:rsidR="00B65DC9" w:rsidRDefault="00B65DC9" w:rsidP="00B65DC9">
      <w:r>
        <w:t>162.7788</w:t>
      </w:r>
      <w:r>
        <w:tab/>
        <w:t>2.025e0</w:t>
      </w:r>
    </w:p>
    <w:p w:rsidR="00B65DC9" w:rsidRDefault="00B65DC9" w:rsidP="00B65DC9">
      <w:r>
        <w:t>162.7839</w:t>
      </w:r>
      <w:r>
        <w:tab/>
        <w:t>2.025e0</w:t>
      </w:r>
    </w:p>
    <w:p w:rsidR="00B65DC9" w:rsidRDefault="00B65DC9" w:rsidP="00B65DC9">
      <w:r>
        <w:t>162.7965</w:t>
      </w:r>
      <w:r>
        <w:tab/>
        <w:t>2.025e0</w:t>
      </w:r>
    </w:p>
    <w:p w:rsidR="00B65DC9" w:rsidRDefault="00B65DC9" w:rsidP="00B65DC9">
      <w:r>
        <w:t>162.8023</w:t>
      </w:r>
      <w:r>
        <w:tab/>
        <w:t>2.025e0</w:t>
      </w:r>
    </w:p>
    <w:p w:rsidR="00B65DC9" w:rsidRDefault="00B65DC9" w:rsidP="00B65DC9">
      <w:r>
        <w:t>162.8155</w:t>
      </w:r>
      <w:r>
        <w:tab/>
        <w:t>6.076e0</w:t>
      </w:r>
    </w:p>
    <w:p w:rsidR="00B65DC9" w:rsidRDefault="00B65DC9" w:rsidP="00B65DC9">
      <w:r>
        <w:t>162.8243</w:t>
      </w:r>
      <w:r>
        <w:tab/>
        <w:t>2.532e-2</w:t>
      </w:r>
    </w:p>
    <w:p w:rsidR="00B65DC9" w:rsidRDefault="00B65DC9" w:rsidP="00B65DC9">
      <w:r>
        <w:t>162.8259</w:t>
      </w:r>
      <w:r>
        <w:tab/>
        <w:t>2.532e-2</w:t>
      </w:r>
    </w:p>
    <w:p w:rsidR="00B65DC9" w:rsidRDefault="00B65DC9" w:rsidP="00B65DC9">
      <w:r>
        <w:t>162.8483</w:t>
      </w:r>
      <w:r>
        <w:tab/>
        <w:t>2.532e-2</w:t>
      </w:r>
    </w:p>
    <w:p w:rsidR="00B65DC9" w:rsidRDefault="00B65DC9" w:rsidP="00B65DC9">
      <w:r>
        <w:t>162.8519</w:t>
      </w:r>
      <w:r>
        <w:tab/>
        <w:t>1.013e0</w:t>
      </w:r>
    </w:p>
    <w:p w:rsidR="00B65DC9" w:rsidRDefault="00B65DC9" w:rsidP="00B65DC9">
      <w:r>
        <w:t>162.8752</w:t>
      </w:r>
      <w:r>
        <w:tab/>
        <w:t>3.051e0</w:t>
      </w:r>
    </w:p>
    <w:p w:rsidR="00B65DC9" w:rsidRDefault="00B65DC9" w:rsidP="00B65DC9">
      <w:r>
        <w:t>162.8817</w:t>
      </w:r>
      <w:r>
        <w:tab/>
        <w:t>3.798e-2</w:t>
      </w:r>
    </w:p>
    <w:p w:rsidR="00B65DC9" w:rsidRDefault="00B65DC9" w:rsidP="00B65DC9">
      <w:r>
        <w:t>162.8961</w:t>
      </w:r>
      <w:r>
        <w:tab/>
        <w:t>5.076e0</w:t>
      </w:r>
    </w:p>
    <w:p w:rsidR="00B65DC9" w:rsidRDefault="00B65DC9" w:rsidP="00B65DC9">
      <w:r>
        <w:t>162.9057</w:t>
      </w:r>
      <w:r>
        <w:tab/>
        <w:t>5.076e0</w:t>
      </w:r>
    </w:p>
    <w:p w:rsidR="00B65DC9" w:rsidRDefault="00B65DC9" w:rsidP="00B65DC9">
      <w:r>
        <w:t>162.9111</w:t>
      </w:r>
      <w:r>
        <w:tab/>
        <w:t>1.038e0</w:t>
      </w:r>
    </w:p>
    <w:p w:rsidR="00B65DC9" w:rsidRDefault="00B65DC9" w:rsidP="00B65DC9">
      <w:r>
        <w:lastRenderedPageBreak/>
        <w:t>162.9528</w:t>
      </w:r>
      <w:r>
        <w:tab/>
        <w:t>1.266e-2</w:t>
      </w:r>
    </w:p>
    <w:p w:rsidR="00B65DC9" w:rsidRDefault="00B65DC9" w:rsidP="00B65DC9">
      <w:r>
        <w:t>162.9667</w:t>
      </w:r>
      <w:r>
        <w:tab/>
        <w:t>1.013e0</w:t>
      </w:r>
    </w:p>
    <w:p w:rsidR="00B65DC9" w:rsidRDefault="00B65DC9" w:rsidP="00B65DC9">
      <w:r>
        <w:t>162.9736</w:t>
      </w:r>
      <w:r>
        <w:tab/>
        <w:t>1.038e0</w:t>
      </w:r>
    </w:p>
    <w:p w:rsidR="00B65DC9" w:rsidRDefault="00B65DC9" w:rsidP="00B65DC9">
      <w:r>
        <w:t>162.9753</w:t>
      </w:r>
      <w:r>
        <w:tab/>
        <w:t>2.025e0</w:t>
      </w:r>
    </w:p>
    <w:p w:rsidR="00B65DC9" w:rsidRDefault="00B65DC9" w:rsidP="00B65DC9">
      <w:r>
        <w:t>162.9804</w:t>
      </w:r>
      <w:r>
        <w:tab/>
        <w:t>1.266e-2</w:t>
      </w:r>
    </w:p>
    <w:p w:rsidR="00B65DC9" w:rsidRDefault="00B65DC9" w:rsidP="00B65DC9">
      <w:r>
        <w:t>162.9908</w:t>
      </w:r>
      <w:r>
        <w:tab/>
        <w:t>1.266e-2</w:t>
      </w:r>
    </w:p>
    <w:p w:rsidR="00B65DC9" w:rsidRDefault="00B65DC9" w:rsidP="00B65DC9">
      <w:r>
        <w:t>163.0208</w:t>
      </w:r>
      <w:r>
        <w:tab/>
        <w:t>3.038e0</w:t>
      </w:r>
    </w:p>
    <w:p w:rsidR="00B65DC9" w:rsidRDefault="00B65DC9" w:rsidP="00B65DC9">
      <w:r>
        <w:t>163.0312</w:t>
      </w:r>
      <w:r>
        <w:tab/>
        <w:t>1.013e0</w:t>
      </w:r>
    </w:p>
    <w:p w:rsidR="00B65DC9" w:rsidRDefault="00B65DC9" w:rsidP="00B65DC9">
      <w:r>
        <w:t>163.0528</w:t>
      </w:r>
      <w:r>
        <w:tab/>
        <w:t>4.160e-1</w:t>
      </w:r>
    </w:p>
    <w:p w:rsidR="00B65DC9" w:rsidRDefault="00B65DC9" w:rsidP="00B65DC9">
      <w:r>
        <w:t>163.1755</w:t>
      </w:r>
      <w:r>
        <w:tab/>
        <w:t>3.038e0</w:t>
      </w:r>
    </w:p>
    <w:p w:rsidR="00B65DC9" w:rsidRDefault="00B65DC9" w:rsidP="00B65DC9">
      <w:r>
        <w:t>163.1842</w:t>
      </w:r>
      <w:r>
        <w:tab/>
        <w:t>1.025e0</w:t>
      </w:r>
    </w:p>
    <w:p w:rsidR="00B65DC9" w:rsidRDefault="00B65DC9" w:rsidP="00B65DC9">
      <w:r>
        <w:t>163.2014</w:t>
      </w:r>
      <w:r>
        <w:tab/>
        <w:t>1.266e-2</w:t>
      </w:r>
    </w:p>
    <w:p w:rsidR="00B65DC9" w:rsidRDefault="00B65DC9" w:rsidP="00B65DC9">
      <w:r>
        <w:t>163.2116</w:t>
      </w:r>
      <w:r>
        <w:tab/>
        <w:t>1.266e-2</w:t>
      </w:r>
    </w:p>
    <w:p w:rsidR="00B65DC9" w:rsidRDefault="00B65DC9" w:rsidP="00B65DC9">
      <w:r>
        <w:t>163.2170</w:t>
      </w:r>
      <w:r>
        <w:tab/>
        <w:t>2.025e0</w:t>
      </w:r>
    </w:p>
    <w:p w:rsidR="00B65DC9" w:rsidRDefault="00B65DC9" w:rsidP="00B65DC9">
      <w:r>
        <w:t>163.2184</w:t>
      </w:r>
      <w:r>
        <w:tab/>
        <w:t>1.266e-2</w:t>
      </w:r>
    </w:p>
    <w:p w:rsidR="00B65DC9" w:rsidRDefault="00B65DC9" w:rsidP="00B65DC9">
      <w:r>
        <w:t>163.2553</w:t>
      </w:r>
      <w:r>
        <w:tab/>
        <w:t>1.051e0</w:t>
      </w:r>
    </w:p>
    <w:p w:rsidR="00B65DC9" w:rsidRDefault="00B65DC9" w:rsidP="00B65DC9">
      <w:r>
        <w:t>163.2621</w:t>
      </w:r>
      <w:r>
        <w:tab/>
        <w:t>1.025e0</w:t>
      </w:r>
    </w:p>
    <w:p w:rsidR="00B65DC9" w:rsidRDefault="00B65DC9" w:rsidP="00B65DC9">
      <w:r>
        <w:t>163.2725</w:t>
      </w:r>
      <w:r>
        <w:tab/>
        <w:t>1.266e-2</w:t>
      </w:r>
    </w:p>
    <w:p w:rsidR="00B65DC9" w:rsidRDefault="00B65DC9" w:rsidP="00B65DC9">
      <w:r>
        <w:t>163.2811</w:t>
      </w:r>
      <w:r>
        <w:tab/>
        <w:t>2.025e0</w:t>
      </w:r>
    </w:p>
    <w:p w:rsidR="00B65DC9" w:rsidRDefault="00B65DC9" w:rsidP="00B65DC9">
      <w:r>
        <w:lastRenderedPageBreak/>
        <w:t>163.2829</w:t>
      </w:r>
      <w:r>
        <w:tab/>
        <w:t>1.266e-2</w:t>
      </w:r>
    </w:p>
    <w:p w:rsidR="00B65DC9" w:rsidRDefault="00B65DC9" w:rsidP="00B65DC9">
      <w:r>
        <w:t>163.3092</w:t>
      </w:r>
      <w:r>
        <w:tab/>
        <w:t>1.266e-2</w:t>
      </w:r>
    </w:p>
    <w:p w:rsidR="00B65DC9" w:rsidRDefault="00B65DC9" w:rsidP="00B65DC9">
      <w:r>
        <w:t>163.3438</w:t>
      </w:r>
      <w:r>
        <w:tab/>
        <w:t>1.266e-2</w:t>
      </w:r>
    </w:p>
    <w:p w:rsidR="00B65DC9" w:rsidRDefault="00B65DC9" w:rsidP="00B65DC9">
      <w:r>
        <w:t>163.3675</w:t>
      </w:r>
      <w:r>
        <w:tab/>
        <w:t>2.025e0</w:t>
      </w:r>
    </w:p>
    <w:p w:rsidR="00B65DC9" w:rsidRDefault="00B65DC9" w:rsidP="00B65DC9">
      <w:r>
        <w:t>163.3708</w:t>
      </w:r>
      <w:r>
        <w:tab/>
        <w:t>2.025e0</w:t>
      </w:r>
    </w:p>
    <w:p w:rsidR="00B65DC9" w:rsidRDefault="00B65DC9" w:rsidP="00B65DC9">
      <w:r>
        <w:t>163.4065</w:t>
      </w:r>
      <w:r>
        <w:tab/>
        <w:t>2.025e0</w:t>
      </w:r>
    </w:p>
    <w:p w:rsidR="00B65DC9" w:rsidRDefault="00B65DC9" w:rsidP="00B65DC9">
      <w:r>
        <w:t>163.4082</w:t>
      </w:r>
      <w:r>
        <w:tab/>
        <w:t>1.266e-2</w:t>
      </w:r>
    </w:p>
    <w:p w:rsidR="00B65DC9" w:rsidRDefault="00B65DC9" w:rsidP="00B65DC9">
      <w:r>
        <w:t>163.4431</w:t>
      </w:r>
      <w:r>
        <w:tab/>
        <w:t>4.051e0</w:t>
      </w:r>
    </w:p>
    <w:p w:rsidR="00B65DC9" w:rsidRDefault="00B65DC9" w:rsidP="00B65DC9">
      <w:r>
        <w:t>163.4486</w:t>
      </w:r>
      <w:r>
        <w:tab/>
        <w:t>1.266e-2</w:t>
      </w:r>
    </w:p>
    <w:p w:rsidR="00B65DC9" w:rsidRDefault="00B65DC9" w:rsidP="00B65DC9">
      <w:r>
        <w:t>163.4623</w:t>
      </w:r>
      <w:r>
        <w:tab/>
        <w:t>2.025e0</w:t>
      </w:r>
    </w:p>
    <w:p w:rsidR="00B65DC9" w:rsidRDefault="00B65DC9" w:rsidP="00B65DC9">
      <w:r>
        <w:t>163.4798</w:t>
      </w:r>
      <w:r>
        <w:tab/>
        <w:t>2.025e0</w:t>
      </w:r>
    </w:p>
    <w:p w:rsidR="00B65DC9" w:rsidRDefault="00B65DC9" w:rsidP="00B65DC9">
      <w:r>
        <w:t>163.4865</w:t>
      </w:r>
      <w:r>
        <w:tab/>
        <w:t>1.013e0</w:t>
      </w:r>
    </w:p>
    <w:p w:rsidR="00B65DC9" w:rsidRDefault="00B65DC9" w:rsidP="00B65DC9">
      <w:r>
        <w:t>163.5105</w:t>
      </w:r>
      <w:r>
        <w:tab/>
        <w:t>1.025e0</w:t>
      </w:r>
    </w:p>
    <w:p w:rsidR="00B65DC9" w:rsidRDefault="00B65DC9" w:rsidP="00B65DC9">
      <w:r>
        <w:t>163.5168</w:t>
      </w:r>
      <w:r>
        <w:tab/>
        <w:t>1.013e0</w:t>
      </w:r>
    </w:p>
    <w:p w:rsidR="00B65DC9" w:rsidRDefault="00B65DC9" w:rsidP="00B65DC9">
      <w:r>
        <w:t>163.5302</w:t>
      </w:r>
      <w:r>
        <w:tab/>
        <w:t>2.025e0</w:t>
      </w:r>
    </w:p>
    <w:p w:rsidR="00B65DC9" w:rsidRDefault="00B65DC9" w:rsidP="00B65DC9">
      <w:r>
        <w:t>163.5408</w:t>
      </w:r>
      <w:r>
        <w:tab/>
        <w:t>1.013e0</w:t>
      </w:r>
    </w:p>
    <w:p w:rsidR="00B65DC9" w:rsidRDefault="00B65DC9" w:rsidP="00B65DC9">
      <w:r>
        <w:t>163.5735</w:t>
      </w:r>
      <w:r>
        <w:tab/>
        <w:t>2.532e-2</w:t>
      </w:r>
    </w:p>
    <w:p w:rsidR="00B65DC9" w:rsidRDefault="00B65DC9" w:rsidP="00B65DC9">
      <w:r>
        <w:t>163.5817</w:t>
      </w:r>
      <w:r>
        <w:tab/>
        <w:t>2.025e0</w:t>
      </w:r>
    </w:p>
    <w:p w:rsidR="00B65DC9" w:rsidRDefault="00B65DC9" w:rsidP="00B65DC9">
      <w:r>
        <w:t>163.5966</w:t>
      </w:r>
      <w:r>
        <w:tab/>
        <w:t>2.025e0</w:t>
      </w:r>
    </w:p>
    <w:p w:rsidR="00B65DC9" w:rsidRDefault="00B65DC9" w:rsidP="00B65DC9">
      <w:r>
        <w:lastRenderedPageBreak/>
        <w:t>163.6032</w:t>
      </w:r>
      <w:r>
        <w:tab/>
        <w:t>2.025e0</w:t>
      </w:r>
    </w:p>
    <w:p w:rsidR="00B65DC9" w:rsidRDefault="00B65DC9" w:rsidP="00B65DC9">
      <w:r>
        <w:t>163.6120</w:t>
      </w:r>
      <w:r>
        <w:tab/>
        <w:t>1.025e0</w:t>
      </w:r>
    </w:p>
    <w:p w:rsidR="00B65DC9" w:rsidRDefault="00B65DC9" w:rsidP="00B65DC9">
      <w:r>
        <w:t>163.6257</w:t>
      </w:r>
      <w:r>
        <w:tab/>
        <w:t>1.013e0</w:t>
      </w:r>
    </w:p>
    <w:p w:rsidR="00B65DC9" w:rsidRDefault="00B65DC9" w:rsidP="00B65DC9">
      <w:r>
        <w:t>163.6292</w:t>
      </w:r>
      <w:r>
        <w:tab/>
        <w:t>1.013e0</w:t>
      </w:r>
    </w:p>
    <w:p w:rsidR="00B65DC9" w:rsidRDefault="00B65DC9" w:rsidP="00B65DC9">
      <w:r>
        <w:t>163.6432</w:t>
      </w:r>
      <w:r>
        <w:tab/>
        <w:t>1.013e0</w:t>
      </w:r>
    </w:p>
    <w:p w:rsidR="00B65DC9" w:rsidRDefault="00B65DC9" w:rsidP="00B65DC9">
      <w:r>
        <w:t>163.6581</w:t>
      </w:r>
      <w:r>
        <w:tab/>
        <w:t>2.025e0</w:t>
      </w:r>
    </w:p>
    <w:p w:rsidR="00B65DC9" w:rsidRDefault="00B65DC9" w:rsidP="00B65DC9">
      <w:r>
        <w:t>163.6799</w:t>
      </w:r>
      <w:r>
        <w:tab/>
        <w:t>1.013e0</w:t>
      </w:r>
    </w:p>
    <w:p w:rsidR="00B65DC9" w:rsidRDefault="00B65DC9" w:rsidP="00B65DC9">
      <w:r>
        <w:t>163.7599</w:t>
      </w:r>
      <w:r>
        <w:tab/>
        <w:t>2.025e0</w:t>
      </w:r>
    </w:p>
    <w:p w:rsidR="00B65DC9" w:rsidRDefault="00B65DC9" w:rsidP="00B65DC9">
      <w:r>
        <w:t>163.7754</w:t>
      </w:r>
      <w:r>
        <w:tab/>
        <w:t>2.532e-2</w:t>
      </w:r>
    </w:p>
    <w:p w:rsidR="00B65DC9" w:rsidRDefault="00B65DC9" w:rsidP="00B65DC9">
      <w:r>
        <w:t>163.7860</w:t>
      </w:r>
      <w:r>
        <w:tab/>
        <w:t>1.266e-2</w:t>
      </w:r>
    </w:p>
    <w:p w:rsidR="00B65DC9" w:rsidRDefault="00B65DC9" w:rsidP="00B65DC9">
      <w:r>
        <w:t>163.7928</w:t>
      </w:r>
      <w:r>
        <w:tab/>
        <w:t>1.013e0</w:t>
      </w:r>
    </w:p>
    <w:p w:rsidR="00B65DC9" w:rsidRDefault="00B65DC9" w:rsidP="00B65DC9">
      <w:r>
        <w:t>163.7994</w:t>
      </w:r>
      <w:r>
        <w:tab/>
        <w:t>1.266e-2</w:t>
      </w:r>
    </w:p>
    <w:p w:rsidR="00B65DC9" w:rsidRDefault="00B65DC9" w:rsidP="00B65DC9">
      <w:r>
        <w:t>163.8026</w:t>
      </w:r>
      <w:r>
        <w:tab/>
        <w:t>1.025e0</w:t>
      </w:r>
    </w:p>
    <w:p w:rsidR="00B65DC9" w:rsidRDefault="00B65DC9" w:rsidP="00B65DC9">
      <w:r>
        <w:t>163.8059</w:t>
      </w:r>
      <w:r>
        <w:tab/>
        <w:t>1.013e0</w:t>
      </w:r>
    </w:p>
    <w:p w:rsidR="00B65DC9" w:rsidRDefault="00B65DC9" w:rsidP="00B65DC9">
      <w:r>
        <w:t>163.8470</w:t>
      </w:r>
      <w:r>
        <w:tab/>
        <w:t>1.013e0</w:t>
      </w:r>
    </w:p>
    <w:p w:rsidR="00B65DC9" w:rsidRDefault="00B65DC9" w:rsidP="00B65DC9">
      <w:r>
        <w:t>163.8774</w:t>
      </w:r>
      <w:r>
        <w:tab/>
        <w:t>1.013e0</w:t>
      </w:r>
    </w:p>
    <w:p w:rsidR="00B65DC9" w:rsidRDefault="00B65DC9" w:rsidP="00B65DC9">
      <w:r>
        <w:t>163.9079</w:t>
      </w:r>
      <w:r>
        <w:tab/>
        <w:t>1.266e-2</w:t>
      </w:r>
    </w:p>
    <w:p w:rsidR="00B65DC9" w:rsidRDefault="00B65DC9" w:rsidP="00B65DC9">
      <w:r>
        <w:t>163.9148</w:t>
      </w:r>
      <w:r>
        <w:tab/>
        <w:t>4.051e0</w:t>
      </w:r>
    </w:p>
    <w:p w:rsidR="00B65DC9" w:rsidRDefault="00B65DC9" w:rsidP="00B65DC9">
      <w:r>
        <w:t>163.9409</w:t>
      </w:r>
      <w:r>
        <w:tab/>
        <w:t>2.532e-2</w:t>
      </w:r>
    </w:p>
    <w:p w:rsidR="00B65DC9" w:rsidRDefault="00B65DC9" w:rsidP="00B65DC9">
      <w:r>
        <w:lastRenderedPageBreak/>
        <w:t>164.0000</w:t>
      </w:r>
      <w:r>
        <w:tab/>
        <w:t>1.013e0</w:t>
      </w:r>
    </w:p>
    <w:p w:rsidR="00B65DC9" w:rsidRDefault="00B65DC9" w:rsidP="00B65DC9">
      <w:r>
        <w:t>164.0173</w:t>
      </w:r>
      <w:r>
        <w:tab/>
        <w:t>1.013e0</w:t>
      </w:r>
    </w:p>
    <w:p w:rsidR="00B65DC9" w:rsidRDefault="00B65DC9" w:rsidP="00B65DC9">
      <w:r>
        <w:t>164.0240</w:t>
      </w:r>
      <w:r>
        <w:tab/>
        <w:t>1.266e-2</w:t>
      </w:r>
    </w:p>
    <w:p w:rsidR="00B65DC9" w:rsidRDefault="00B65DC9" w:rsidP="00B65DC9">
      <w:r>
        <w:t>164.0404</w:t>
      </w:r>
      <w:r>
        <w:tab/>
        <w:t>1.025e0</w:t>
      </w:r>
    </w:p>
    <w:p w:rsidR="00B65DC9" w:rsidRDefault="00B65DC9" w:rsidP="00B65DC9">
      <w:r>
        <w:t>164.0604</w:t>
      </w:r>
      <w:r>
        <w:tab/>
        <w:t>2.475e0</w:t>
      </w:r>
    </w:p>
    <w:p w:rsidR="00B65DC9" w:rsidRDefault="00B65DC9" w:rsidP="00B65DC9">
      <w:r>
        <w:t>164.0682</w:t>
      </w:r>
      <w:r>
        <w:tab/>
        <w:t>2.025e0</w:t>
      </w:r>
    </w:p>
    <w:p w:rsidR="00B65DC9" w:rsidRDefault="00B65DC9" w:rsidP="00B65DC9">
      <w:r>
        <w:t>164.0771</w:t>
      </w:r>
      <w:r>
        <w:tab/>
        <w:t>3.601e0</w:t>
      </w:r>
    </w:p>
    <w:p w:rsidR="00B65DC9" w:rsidRDefault="00B65DC9" w:rsidP="00B65DC9">
      <w:r>
        <w:t>164.0932</w:t>
      </w:r>
      <w:r>
        <w:tab/>
        <w:t>8.101e0</w:t>
      </w:r>
    </w:p>
    <w:p w:rsidR="00B65DC9" w:rsidRDefault="00B65DC9" w:rsidP="00B65DC9">
      <w:r>
        <w:t>164.0949</w:t>
      </w:r>
      <w:r>
        <w:tab/>
        <w:t>6.076e0</w:t>
      </w:r>
    </w:p>
    <w:p w:rsidR="00B65DC9" w:rsidRDefault="00B65DC9" w:rsidP="00B65DC9">
      <w:r>
        <w:t>164.1065</w:t>
      </w:r>
      <w:r>
        <w:tab/>
        <w:t>6.076e0</w:t>
      </w:r>
    </w:p>
    <w:p w:rsidR="00B65DC9" w:rsidRDefault="00B65DC9" w:rsidP="00B65DC9">
      <w:r>
        <w:t>164.2247</w:t>
      </w:r>
      <w:r>
        <w:tab/>
        <w:t>1.266e-2</w:t>
      </w:r>
    </w:p>
    <w:p w:rsidR="00B65DC9" w:rsidRDefault="00B65DC9" w:rsidP="00B65DC9">
      <w:r>
        <w:t>164.2282</w:t>
      </w:r>
      <w:r>
        <w:tab/>
        <w:t>1.266e-2</w:t>
      </w:r>
    </w:p>
    <w:p w:rsidR="00B65DC9" w:rsidRDefault="00B65DC9" w:rsidP="00B65DC9">
      <w:r>
        <w:t>164.2550</w:t>
      </w:r>
      <w:r>
        <w:tab/>
        <w:t>1.266e-2</w:t>
      </w:r>
    </w:p>
    <w:p w:rsidR="00B65DC9" w:rsidRDefault="00B65DC9" w:rsidP="00B65DC9">
      <w:r>
        <w:t>164.2583</w:t>
      </w:r>
      <w:r>
        <w:tab/>
        <w:t>1.025e0</w:t>
      </w:r>
    </w:p>
    <w:p w:rsidR="00B65DC9" w:rsidRDefault="00B65DC9" w:rsidP="00B65DC9">
      <w:r>
        <w:t>164.2962</w:t>
      </w:r>
      <w:r>
        <w:tab/>
        <w:t>1.266e-2</w:t>
      </w:r>
    </w:p>
    <w:p w:rsidR="00B65DC9" w:rsidRDefault="00B65DC9" w:rsidP="00B65DC9">
      <w:r>
        <w:t>164.3204</w:t>
      </w:r>
      <w:r>
        <w:tab/>
        <w:t>1.013e0</w:t>
      </w:r>
    </w:p>
    <w:p w:rsidR="00B65DC9" w:rsidRDefault="00B65DC9" w:rsidP="00B65DC9">
      <w:r>
        <w:t>164.3365</w:t>
      </w:r>
      <w:r>
        <w:tab/>
        <w:t>1.025e0</w:t>
      </w:r>
    </w:p>
    <w:p w:rsidR="00B65DC9" w:rsidRDefault="00B65DC9" w:rsidP="00B65DC9">
      <w:r>
        <w:t>164.3610</w:t>
      </w:r>
      <w:r>
        <w:tab/>
        <w:t>1.013e0</w:t>
      </w:r>
    </w:p>
    <w:p w:rsidR="00B65DC9" w:rsidRDefault="00B65DC9" w:rsidP="00B65DC9">
      <w:r>
        <w:t>164.3677</w:t>
      </w:r>
      <w:r>
        <w:tab/>
        <w:t>1.266e-2</w:t>
      </w:r>
    </w:p>
    <w:p w:rsidR="00B65DC9" w:rsidRDefault="00B65DC9" w:rsidP="00B65DC9">
      <w:r>
        <w:lastRenderedPageBreak/>
        <w:t>164.3885</w:t>
      </w:r>
      <w:r>
        <w:tab/>
        <w:t>1.013e0</w:t>
      </w:r>
    </w:p>
    <w:p w:rsidR="00B65DC9" w:rsidRDefault="00B65DC9" w:rsidP="00B65DC9">
      <w:r>
        <w:t>164.4184</w:t>
      </w:r>
      <w:r>
        <w:tab/>
        <w:t>1.013e0</w:t>
      </w:r>
    </w:p>
    <w:p w:rsidR="00B65DC9" w:rsidRDefault="00B65DC9" w:rsidP="00B65DC9">
      <w:r>
        <w:t>164.4479</w:t>
      </w:r>
      <w:r>
        <w:tab/>
        <w:t>2.025e0</w:t>
      </w:r>
    </w:p>
    <w:p w:rsidR="00B65DC9" w:rsidRDefault="00B65DC9" w:rsidP="00B65DC9">
      <w:r>
        <w:t>164.4799</w:t>
      </w:r>
      <w:r>
        <w:tab/>
        <w:t>2.025e0</w:t>
      </w:r>
    </w:p>
    <w:p w:rsidR="00B65DC9" w:rsidRDefault="00B65DC9" w:rsidP="00B65DC9">
      <w:r>
        <w:t>164.4865</w:t>
      </w:r>
      <w:r>
        <w:tab/>
        <w:t>2.025e0</w:t>
      </w:r>
    </w:p>
    <w:p w:rsidR="00B65DC9" w:rsidRDefault="00B65DC9" w:rsidP="00B65DC9">
      <w:r>
        <w:t>164.4971</w:t>
      </w:r>
      <w:r>
        <w:tab/>
        <w:t>1.013e0</w:t>
      </w:r>
    </w:p>
    <w:p w:rsidR="00B65DC9" w:rsidRDefault="00B65DC9" w:rsidP="00B65DC9">
      <w:r>
        <w:t>164.5367</w:t>
      </w:r>
      <w:r>
        <w:tab/>
        <w:t>2.025e0</w:t>
      </w:r>
    </w:p>
    <w:p w:rsidR="00B65DC9" w:rsidRDefault="00B65DC9" w:rsidP="00B65DC9">
      <w:r>
        <w:t>164.5385</w:t>
      </w:r>
      <w:r>
        <w:tab/>
        <w:t>1.013e0</w:t>
      </w:r>
    </w:p>
    <w:p w:rsidR="00B65DC9" w:rsidRDefault="00B65DC9" w:rsidP="00B65DC9">
      <w:r>
        <w:t>164.5600</w:t>
      </w:r>
      <w:r>
        <w:tab/>
        <w:t>2.025e0</w:t>
      </w:r>
    </w:p>
    <w:p w:rsidR="00B65DC9" w:rsidRDefault="00B65DC9" w:rsidP="00B65DC9">
      <w:r>
        <w:t>164.5995</w:t>
      </w:r>
      <w:r>
        <w:tab/>
        <w:t>1.266e-2</w:t>
      </w:r>
    </w:p>
    <w:p w:rsidR="00B65DC9" w:rsidRDefault="00B65DC9" w:rsidP="00B65DC9">
      <w:r>
        <w:t>164.6316</w:t>
      </w:r>
      <w:r>
        <w:tab/>
        <w:t>2.025e0</w:t>
      </w:r>
    </w:p>
    <w:p w:rsidR="00B65DC9" w:rsidRDefault="00B65DC9" w:rsidP="00B65DC9">
      <w:r>
        <w:t>164.6331</w:t>
      </w:r>
      <w:r>
        <w:tab/>
        <w:t>1.025e0</w:t>
      </w:r>
    </w:p>
    <w:p w:rsidR="00B65DC9" w:rsidRDefault="00B65DC9" w:rsidP="00B65DC9">
      <w:r>
        <w:t>164.6610</w:t>
      </w:r>
      <w:r>
        <w:tab/>
        <w:t>2.025e0</w:t>
      </w:r>
    </w:p>
    <w:p w:rsidR="00B65DC9" w:rsidRDefault="00B65DC9" w:rsidP="00B65DC9">
      <w:r>
        <w:t>164.6642</w:t>
      </w:r>
      <w:r>
        <w:tab/>
        <w:t>1.013e0</w:t>
      </w:r>
    </w:p>
    <w:p w:rsidR="00B65DC9" w:rsidRDefault="00B65DC9" w:rsidP="00B65DC9">
      <w:r>
        <w:t>164.6676</w:t>
      </w:r>
      <w:r>
        <w:tab/>
        <w:t>1.013e0</w:t>
      </w:r>
    </w:p>
    <w:p w:rsidR="00B65DC9" w:rsidRDefault="00B65DC9" w:rsidP="00B65DC9">
      <w:r>
        <w:t>164.7253</w:t>
      </w:r>
      <w:r>
        <w:tab/>
        <w:t>1.013e0</w:t>
      </w:r>
    </w:p>
    <w:p w:rsidR="00B65DC9" w:rsidRDefault="00B65DC9" w:rsidP="00B65DC9">
      <w:r>
        <w:t>164.7288</w:t>
      </w:r>
      <w:r>
        <w:tab/>
        <w:t>1.013e0</w:t>
      </w:r>
    </w:p>
    <w:p w:rsidR="00B65DC9" w:rsidRDefault="00B65DC9" w:rsidP="00B65DC9">
      <w:r>
        <w:t>164.8179</w:t>
      </w:r>
      <w:r>
        <w:tab/>
        <w:t>1.013e0</w:t>
      </w:r>
    </w:p>
    <w:p w:rsidR="00B65DC9" w:rsidRDefault="00B65DC9" w:rsidP="00B65DC9">
      <w:r>
        <w:t>164.8735</w:t>
      </w:r>
      <w:r>
        <w:tab/>
        <w:t>2.025e0</w:t>
      </w:r>
    </w:p>
    <w:p w:rsidR="00B65DC9" w:rsidRDefault="00B65DC9" w:rsidP="00B65DC9">
      <w:r>
        <w:lastRenderedPageBreak/>
        <w:t>164.8962</w:t>
      </w:r>
      <w:r>
        <w:tab/>
        <w:t>1.266e-2</w:t>
      </w:r>
    </w:p>
    <w:p w:rsidR="00B65DC9" w:rsidRDefault="00B65DC9" w:rsidP="00B65DC9">
      <w:r>
        <w:t>164.8999</w:t>
      </w:r>
      <w:r>
        <w:tab/>
        <w:t>1.025e0</w:t>
      </w:r>
    </w:p>
    <w:p w:rsidR="00B65DC9" w:rsidRDefault="00B65DC9" w:rsidP="00B65DC9">
      <w:r>
        <w:t>164.9031</w:t>
      </w:r>
      <w:r>
        <w:tab/>
        <w:t>1.013e0</w:t>
      </w:r>
    </w:p>
    <w:p w:rsidR="00B65DC9" w:rsidRDefault="00B65DC9" w:rsidP="00B65DC9">
      <w:r>
        <w:t>164.9609</w:t>
      </w:r>
      <w:r>
        <w:tab/>
        <w:t>1.266e-2</w:t>
      </w:r>
    </w:p>
    <w:p w:rsidR="00B65DC9" w:rsidRDefault="00B65DC9" w:rsidP="00B65DC9">
      <w:r>
        <w:t>164.9713</w:t>
      </w:r>
      <w:r>
        <w:tab/>
        <w:t>1.013e0</w:t>
      </w:r>
    </w:p>
    <w:p w:rsidR="00B65DC9" w:rsidRDefault="00B65DC9" w:rsidP="00B65DC9">
      <w:r>
        <w:t>165.0027</w:t>
      </w:r>
      <w:r>
        <w:tab/>
        <w:t>1.013e0</w:t>
      </w:r>
    </w:p>
    <w:p w:rsidR="00B65DC9" w:rsidRDefault="00B65DC9" w:rsidP="00B65DC9">
      <w:r>
        <w:t>165.0289</w:t>
      </w:r>
      <w:r>
        <w:tab/>
        <w:t>1.266e-2</w:t>
      </w:r>
    </w:p>
    <w:p w:rsidR="00B65DC9" w:rsidRDefault="00B65DC9" w:rsidP="00B65DC9">
      <w:r>
        <w:t>165.0498</w:t>
      </w:r>
      <w:r>
        <w:tab/>
        <w:t>2.025e0</w:t>
      </w:r>
    </w:p>
    <w:p w:rsidR="00B65DC9" w:rsidRDefault="00B65DC9" w:rsidP="00B65DC9">
      <w:r>
        <w:t>165.0577</w:t>
      </w:r>
      <w:r>
        <w:tab/>
        <w:t>4.051e0</w:t>
      </w:r>
    </w:p>
    <w:p w:rsidR="00B65DC9" w:rsidRDefault="00B65DC9" w:rsidP="00B65DC9">
      <w:r>
        <w:t>165.0730</w:t>
      </w:r>
      <w:r>
        <w:tab/>
        <w:t>1.675e1</w:t>
      </w:r>
    </w:p>
    <w:p w:rsidR="00B65DC9" w:rsidRDefault="00B65DC9" w:rsidP="00B65DC9">
      <w:r>
        <w:t>165.0960</w:t>
      </w:r>
      <w:r>
        <w:tab/>
        <w:t>2.025e0</w:t>
      </w:r>
    </w:p>
    <w:p w:rsidR="00B65DC9" w:rsidRDefault="00B65DC9" w:rsidP="00B65DC9">
      <w:r>
        <w:t>165.1103</w:t>
      </w:r>
      <w:r>
        <w:tab/>
        <w:t>4.051e0</w:t>
      </w:r>
    </w:p>
    <w:p w:rsidR="00B65DC9" w:rsidRDefault="00B65DC9" w:rsidP="00B65DC9">
      <w:r>
        <w:t>165.1353</w:t>
      </w:r>
      <w:r>
        <w:tab/>
        <w:t>3.051e0</w:t>
      </w:r>
    </w:p>
    <w:p w:rsidR="00B65DC9" w:rsidRDefault="00B65DC9" w:rsidP="00B65DC9">
      <w:r>
        <w:t>165.1561</w:t>
      </w:r>
      <w:r>
        <w:tab/>
        <w:t>1.013e0</w:t>
      </w:r>
    </w:p>
    <w:p w:rsidR="00B65DC9" w:rsidRDefault="00B65DC9" w:rsidP="00B65DC9">
      <w:r>
        <w:t>165.1613</w:t>
      </w:r>
      <w:r>
        <w:tab/>
        <w:t>2.025e0</w:t>
      </w:r>
    </w:p>
    <w:p w:rsidR="00B65DC9" w:rsidRDefault="00B65DC9" w:rsidP="00B65DC9">
      <w:r>
        <w:t>165.1825</w:t>
      </w:r>
      <w:r>
        <w:tab/>
        <w:t>1.013e0</w:t>
      </w:r>
    </w:p>
    <w:p w:rsidR="00B65DC9" w:rsidRDefault="00B65DC9" w:rsidP="00B65DC9">
      <w:r>
        <w:t>165.1860</w:t>
      </w:r>
      <w:r>
        <w:tab/>
        <w:t>1.013e0</w:t>
      </w:r>
    </w:p>
    <w:p w:rsidR="00B65DC9" w:rsidRDefault="00B65DC9" w:rsidP="00B65DC9">
      <w:r>
        <w:t>165.2207</w:t>
      </w:r>
      <w:r>
        <w:tab/>
        <w:t>1.013e0</w:t>
      </w:r>
    </w:p>
    <w:p w:rsidR="00B65DC9" w:rsidRDefault="00B65DC9" w:rsidP="00B65DC9">
      <w:r>
        <w:t>165.2244</w:t>
      </w:r>
      <w:r>
        <w:tab/>
        <w:t>1.266e-2</w:t>
      </w:r>
    </w:p>
    <w:p w:rsidR="00B65DC9" w:rsidRDefault="00B65DC9" w:rsidP="00B65DC9">
      <w:r>
        <w:lastRenderedPageBreak/>
        <w:t>165.2482</w:t>
      </w:r>
      <w:r>
        <w:tab/>
        <w:t>1.013e0</w:t>
      </w:r>
    </w:p>
    <w:p w:rsidR="00B65DC9" w:rsidRDefault="00B65DC9" w:rsidP="00B65DC9">
      <w:r>
        <w:t>165.2698</w:t>
      </w:r>
      <w:r>
        <w:tab/>
        <w:t>2.025e0</w:t>
      </w:r>
    </w:p>
    <w:p w:rsidR="00B65DC9" w:rsidRDefault="00B65DC9" w:rsidP="00B65DC9">
      <w:r>
        <w:t>165.2889</w:t>
      </w:r>
      <w:r>
        <w:tab/>
        <w:t>1.013e0</w:t>
      </w:r>
    </w:p>
    <w:p w:rsidR="00B65DC9" w:rsidRDefault="00B65DC9" w:rsidP="00B65DC9">
      <w:r>
        <w:t>165.2924</w:t>
      </w:r>
      <w:r>
        <w:tab/>
        <w:t>1.025e0</w:t>
      </w:r>
    </w:p>
    <w:p w:rsidR="00B65DC9" w:rsidRDefault="00B65DC9" w:rsidP="00B65DC9">
      <w:r>
        <w:t>165.3200</w:t>
      </w:r>
      <w:r>
        <w:tab/>
        <w:t>1.013e0</w:t>
      </w:r>
    </w:p>
    <w:p w:rsidR="00B65DC9" w:rsidRDefault="00B65DC9" w:rsidP="00B65DC9">
      <w:r>
        <w:t>165.3266</w:t>
      </w:r>
      <w:r>
        <w:tab/>
        <w:t>1.266e-2</w:t>
      </w:r>
    </w:p>
    <w:p w:rsidR="00B65DC9" w:rsidRDefault="00B65DC9" w:rsidP="00B65DC9">
      <w:r>
        <w:t>165.4323</w:t>
      </w:r>
      <w:r>
        <w:tab/>
        <w:t>1.013e0</w:t>
      </w:r>
    </w:p>
    <w:p w:rsidR="00B65DC9" w:rsidRDefault="00B65DC9" w:rsidP="00B65DC9">
      <w:r>
        <w:t>165.4392</w:t>
      </w:r>
      <w:r>
        <w:tab/>
        <w:t>1.013e0</w:t>
      </w:r>
    </w:p>
    <w:p w:rsidR="00B65DC9" w:rsidRDefault="00B65DC9" w:rsidP="00B65DC9">
      <w:r>
        <w:t>165.4463</w:t>
      </w:r>
      <w:r>
        <w:tab/>
        <w:t>1.013e0</w:t>
      </w:r>
    </w:p>
    <w:p w:rsidR="00B65DC9" w:rsidRDefault="00B65DC9" w:rsidP="00B65DC9">
      <w:r>
        <w:t>165.4704</w:t>
      </w:r>
      <w:r>
        <w:tab/>
        <w:t>1.266e-2</w:t>
      </w:r>
    </w:p>
    <w:p w:rsidR="00B65DC9" w:rsidRDefault="00B65DC9" w:rsidP="00B65DC9">
      <w:r>
        <w:t>165.4773</w:t>
      </w:r>
      <w:r>
        <w:tab/>
        <w:t>1.266e-2</w:t>
      </w:r>
    </w:p>
    <w:p w:rsidR="00B65DC9" w:rsidRDefault="00B65DC9" w:rsidP="00B65DC9">
      <w:r>
        <w:t>165.4970</w:t>
      </w:r>
      <w:r>
        <w:tab/>
        <w:t>2.025e0</w:t>
      </w:r>
    </w:p>
    <w:p w:rsidR="00B65DC9" w:rsidRDefault="00B65DC9" w:rsidP="00B65DC9">
      <w:r>
        <w:t>165.5074</w:t>
      </w:r>
      <w:r>
        <w:tab/>
        <w:t>1.266e-2</w:t>
      </w:r>
    </w:p>
    <w:p w:rsidR="00B65DC9" w:rsidRDefault="00B65DC9" w:rsidP="00B65DC9">
      <w:r>
        <w:t>165.5277</w:t>
      </w:r>
      <w:r>
        <w:tab/>
        <w:t>4.051e0</w:t>
      </w:r>
    </w:p>
    <w:p w:rsidR="00B65DC9" w:rsidRDefault="00B65DC9" w:rsidP="00B65DC9">
      <w:r>
        <w:t>165.5947</w:t>
      </w:r>
      <w:r>
        <w:tab/>
        <w:t>2.025e0</w:t>
      </w:r>
    </w:p>
    <w:p w:rsidR="00B65DC9" w:rsidRDefault="00B65DC9" w:rsidP="00B65DC9">
      <w:r>
        <w:t>165.6034</w:t>
      </w:r>
      <w:r>
        <w:tab/>
        <w:t>1.013e0</w:t>
      </w:r>
    </w:p>
    <w:p w:rsidR="00B65DC9" w:rsidRDefault="00B65DC9" w:rsidP="00B65DC9">
      <w:r>
        <w:t>165.6479</w:t>
      </w:r>
      <w:r>
        <w:tab/>
        <w:t>1.013e0</w:t>
      </w:r>
    </w:p>
    <w:p w:rsidR="00B65DC9" w:rsidRDefault="00B65DC9" w:rsidP="00B65DC9">
      <w:r>
        <w:t>165.6753</w:t>
      </w:r>
      <w:r>
        <w:tab/>
        <w:t>1.013e0</w:t>
      </w:r>
    </w:p>
    <w:p w:rsidR="00B65DC9" w:rsidRDefault="00B65DC9" w:rsidP="00B65DC9">
      <w:r>
        <w:t>165.6855</w:t>
      </w:r>
      <w:r>
        <w:tab/>
        <w:t>1.266e-2</w:t>
      </w:r>
    </w:p>
    <w:p w:rsidR="00B65DC9" w:rsidRDefault="00B65DC9" w:rsidP="00B65DC9">
      <w:r>
        <w:lastRenderedPageBreak/>
        <w:t>165.7503</w:t>
      </w:r>
      <w:r>
        <w:tab/>
        <w:t>1.266e-2</w:t>
      </w:r>
    </w:p>
    <w:p w:rsidR="00B65DC9" w:rsidRDefault="00B65DC9" w:rsidP="00B65DC9">
      <w:r>
        <w:t>165.7782</w:t>
      </w:r>
      <w:r>
        <w:tab/>
        <w:t>1.266e-2</w:t>
      </w:r>
    </w:p>
    <w:p w:rsidR="00B65DC9" w:rsidRDefault="00B65DC9" w:rsidP="00B65DC9">
      <w:r>
        <w:t>165.7955</w:t>
      </w:r>
      <w:r>
        <w:tab/>
        <w:t>1.266e-2</w:t>
      </w:r>
    </w:p>
    <w:p w:rsidR="00B65DC9" w:rsidRDefault="00B65DC9" w:rsidP="00B65DC9">
      <w:r>
        <w:t>165.7971</w:t>
      </w:r>
      <w:r>
        <w:tab/>
        <w:t>2.025e0</w:t>
      </w:r>
    </w:p>
    <w:p w:rsidR="00B65DC9" w:rsidRDefault="00B65DC9" w:rsidP="00B65DC9">
      <w:r>
        <w:t>165.8671</w:t>
      </w:r>
      <w:r>
        <w:tab/>
        <w:t>1.266e-2</w:t>
      </w:r>
    </w:p>
    <w:p w:rsidR="00B65DC9" w:rsidRDefault="00B65DC9" w:rsidP="00B65DC9">
      <w:r>
        <w:t>165.8811</w:t>
      </w:r>
      <w:r>
        <w:tab/>
        <w:t>1.266e-2</w:t>
      </w:r>
    </w:p>
    <w:p w:rsidR="00B65DC9" w:rsidRDefault="00B65DC9" w:rsidP="00B65DC9">
      <w:r>
        <w:t>165.8974</w:t>
      </w:r>
      <w:r>
        <w:tab/>
        <w:t>1.013e0</w:t>
      </w:r>
    </w:p>
    <w:p w:rsidR="00B65DC9" w:rsidRDefault="00B65DC9" w:rsidP="00B65DC9">
      <w:r>
        <w:t>165.9546</w:t>
      </w:r>
      <w:r>
        <w:tab/>
        <w:t>2.025e0</w:t>
      </w:r>
    </w:p>
    <w:p w:rsidR="00B65DC9" w:rsidRDefault="00B65DC9" w:rsidP="00B65DC9">
      <w:r>
        <w:t>165.9762</w:t>
      </w:r>
      <w:r>
        <w:tab/>
        <w:t>1.013e0</w:t>
      </w:r>
    </w:p>
    <w:p w:rsidR="00B65DC9" w:rsidRDefault="00B65DC9" w:rsidP="00B65DC9">
      <w:r>
        <w:t>165.9795</w:t>
      </w:r>
      <w:r>
        <w:tab/>
        <w:t>1.013e0</w:t>
      </w:r>
    </w:p>
    <w:p w:rsidR="00B65DC9" w:rsidRDefault="00B65DC9" w:rsidP="00B65DC9">
      <w:r>
        <w:t>165.9865</w:t>
      </w:r>
      <w:r>
        <w:tab/>
        <w:t>2.532e-2</w:t>
      </w:r>
    </w:p>
    <w:p w:rsidR="00B65DC9" w:rsidRDefault="00B65DC9" w:rsidP="00B65DC9">
      <w:r>
        <w:t>166.0002</w:t>
      </w:r>
      <w:r>
        <w:tab/>
        <w:t>1.013e0</w:t>
      </w:r>
    </w:p>
    <w:p w:rsidR="00B65DC9" w:rsidRDefault="00B65DC9" w:rsidP="00B65DC9">
      <w:r>
        <w:t>166.0210</w:t>
      </w:r>
      <w:r>
        <w:tab/>
        <w:t>1.013e0</w:t>
      </w:r>
    </w:p>
    <w:p w:rsidR="00B65DC9" w:rsidRDefault="00B65DC9" w:rsidP="00B65DC9">
      <w:r>
        <w:t>166.0518</w:t>
      </w:r>
      <w:r>
        <w:tab/>
        <w:t>1.013e0</w:t>
      </w:r>
    </w:p>
    <w:p w:rsidR="00B65DC9" w:rsidRDefault="00B65DC9" w:rsidP="00B65DC9">
      <w:r>
        <w:t>166.0650</w:t>
      </w:r>
      <w:r>
        <w:tab/>
        <w:t>1.266e-2</w:t>
      </w:r>
    </w:p>
    <w:p w:rsidR="00B65DC9" w:rsidRDefault="00B65DC9" w:rsidP="00B65DC9">
      <w:r>
        <w:t>166.0665</w:t>
      </w:r>
      <w:r>
        <w:tab/>
        <w:t>4.051e0</w:t>
      </w:r>
    </w:p>
    <w:p w:rsidR="00B65DC9" w:rsidRDefault="00B65DC9" w:rsidP="00B65DC9">
      <w:r>
        <w:t>166.0964</w:t>
      </w:r>
      <w:r>
        <w:tab/>
        <w:t>1.454e0</w:t>
      </w:r>
    </w:p>
    <w:p w:rsidR="00B65DC9" w:rsidRDefault="00B65DC9" w:rsidP="00B65DC9">
      <w:r>
        <w:t>166.0999</w:t>
      </w:r>
      <w:r>
        <w:tab/>
        <w:t>2.038e0</w:t>
      </w:r>
    </w:p>
    <w:p w:rsidR="00B65DC9" w:rsidRDefault="00B65DC9" w:rsidP="00B65DC9">
      <w:r>
        <w:t>166.1240</w:t>
      </w:r>
      <w:r>
        <w:tab/>
        <w:t>3.038e0</w:t>
      </w:r>
    </w:p>
    <w:p w:rsidR="00B65DC9" w:rsidRDefault="00B65DC9" w:rsidP="00B65DC9">
      <w:r>
        <w:lastRenderedPageBreak/>
        <w:t>166.1374</w:t>
      </w:r>
      <w:r>
        <w:tab/>
        <w:t>2.532e-2</w:t>
      </w:r>
    </w:p>
    <w:p w:rsidR="00B65DC9" w:rsidRDefault="00B65DC9" w:rsidP="00B65DC9">
      <w:r>
        <w:t>166.1490</w:t>
      </w:r>
      <w:r>
        <w:tab/>
        <w:t>2.025e0</w:t>
      </w:r>
    </w:p>
    <w:p w:rsidR="00B65DC9" w:rsidRDefault="00B65DC9" w:rsidP="00B65DC9">
      <w:r>
        <w:t>166.1631</w:t>
      </w:r>
      <w:r>
        <w:tab/>
        <w:t>2.025e0</w:t>
      </w:r>
    </w:p>
    <w:p w:rsidR="00B65DC9" w:rsidRDefault="00B65DC9" w:rsidP="00B65DC9">
      <w:r>
        <w:t>166.1820</w:t>
      </w:r>
      <w:r>
        <w:tab/>
        <w:t>2.025e0</w:t>
      </w:r>
    </w:p>
    <w:p w:rsidR="00B65DC9" w:rsidRDefault="00B65DC9" w:rsidP="00B65DC9">
      <w:r>
        <w:t>166.2165</w:t>
      </w:r>
      <w:r>
        <w:tab/>
        <w:t>1.013e0</w:t>
      </w:r>
    </w:p>
    <w:p w:rsidR="00B65DC9" w:rsidRDefault="00B65DC9" w:rsidP="00B65DC9">
      <w:r>
        <w:t>166.2229</w:t>
      </w:r>
      <w:r>
        <w:tab/>
        <w:t>1.013e0</w:t>
      </w:r>
    </w:p>
    <w:p w:rsidR="00B65DC9" w:rsidRDefault="00B65DC9" w:rsidP="00B65DC9">
      <w:r>
        <w:t>166.2399</w:t>
      </w:r>
      <w:r>
        <w:tab/>
        <w:t>1.025e0</w:t>
      </w:r>
    </w:p>
    <w:p w:rsidR="00B65DC9" w:rsidRDefault="00B65DC9" w:rsidP="00B65DC9">
      <w:r>
        <w:t>166.2746</w:t>
      </w:r>
      <w:r>
        <w:tab/>
        <w:t>1.013e0</w:t>
      </w:r>
    </w:p>
    <w:p w:rsidR="00B65DC9" w:rsidRDefault="00B65DC9" w:rsidP="00B65DC9">
      <w:r>
        <w:t>166.2816</w:t>
      </w:r>
      <w:r>
        <w:tab/>
        <w:t>1.013e0</w:t>
      </w:r>
    </w:p>
    <w:p w:rsidR="00B65DC9" w:rsidRDefault="00B65DC9" w:rsidP="00B65DC9">
      <w:r>
        <w:t>166.2851</w:t>
      </w:r>
      <w:r>
        <w:tab/>
        <w:t>1.013e0</w:t>
      </w:r>
    </w:p>
    <w:p w:rsidR="00B65DC9" w:rsidRDefault="00B65DC9" w:rsidP="00B65DC9">
      <w:r>
        <w:t>166.3151</w:t>
      </w:r>
      <w:r>
        <w:tab/>
        <w:t>1.013e0</w:t>
      </w:r>
    </w:p>
    <w:p w:rsidR="00B65DC9" w:rsidRDefault="00B65DC9" w:rsidP="00B65DC9">
      <w:r>
        <w:t>166.3844</w:t>
      </w:r>
      <w:r>
        <w:tab/>
        <w:t>1.266e-2</w:t>
      </w:r>
    </w:p>
    <w:p w:rsidR="00B65DC9" w:rsidRDefault="00B65DC9" w:rsidP="00B65DC9">
      <w:r>
        <w:t>166.3920</w:t>
      </w:r>
      <w:r>
        <w:tab/>
        <w:t>2.025e0</w:t>
      </w:r>
    </w:p>
    <w:p w:rsidR="00B65DC9" w:rsidRDefault="00B65DC9" w:rsidP="00B65DC9">
      <w:r>
        <w:t>166.4599</w:t>
      </w:r>
      <w:r>
        <w:tab/>
        <w:t>1.013e0</w:t>
      </w:r>
    </w:p>
    <w:p w:rsidR="00B65DC9" w:rsidRDefault="00B65DC9" w:rsidP="00B65DC9">
      <w:r>
        <w:t>166.5475</w:t>
      </w:r>
      <w:r>
        <w:tab/>
        <w:t>3.038e0</w:t>
      </w:r>
    </w:p>
    <w:p w:rsidR="00B65DC9" w:rsidRDefault="00B65DC9" w:rsidP="00B65DC9">
      <w:r>
        <w:t>166.5588</w:t>
      </w:r>
      <w:r>
        <w:tab/>
        <w:t>1.013e0</w:t>
      </w:r>
    </w:p>
    <w:p w:rsidR="00B65DC9" w:rsidRDefault="00B65DC9" w:rsidP="00B65DC9">
      <w:r>
        <w:t>166.5866</w:t>
      </w:r>
      <w:r>
        <w:tab/>
        <w:t>1.013e0</w:t>
      </w:r>
    </w:p>
    <w:p w:rsidR="00B65DC9" w:rsidRDefault="00B65DC9" w:rsidP="00B65DC9">
      <w:r>
        <w:t>166.6037</w:t>
      </w:r>
      <w:r>
        <w:tab/>
        <w:t>1.013e0</w:t>
      </w:r>
    </w:p>
    <w:p w:rsidR="00B65DC9" w:rsidRDefault="00B65DC9" w:rsidP="00B65DC9">
      <w:r>
        <w:t>166.6214</w:t>
      </w:r>
      <w:r>
        <w:tab/>
        <w:t>1.266e-2</w:t>
      </w:r>
    </w:p>
    <w:p w:rsidR="00B65DC9" w:rsidRDefault="00B65DC9" w:rsidP="00B65DC9">
      <w:r>
        <w:lastRenderedPageBreak/>
        <w:t>166.6570</w:t>
      </w:r>
      <w:r>
        <w:tab/>
        <w:t>4.051e0</w:t>
      </w:r>
    </w:p>
    <w:p w:rsidR="00B65DC9" w:rsidRDefault="00B65DC9" w:rsidP="00B65DC9">
      <w:r>
        <w:t>166.6825</w:t>
      </w:r>
      <w:r>
        <w:tab/>
        <w:t>1.013e0</w:t>
      </w:r>
    </w:p>
    <w:p w:rsidR="00B65DC9" w:rsidRDefault="00B65DC9" w:rsidP="00B65DC9">
      <w:r>
        <w:t>166.6964</w:t>
      </w:r>
      <w:r>
        <w:tab/>
        <w:t>1.266e-2</w:t>
      </w:r>
    </w:p>
    <w:p w:rsidR="00B65DC9" w:rsidRDefault="00B65DC9" w:rsidP="00B65DC9">
      <w:r>
        <w:t>166.7649</w:t>
      </w:r>
      <w:r>
        <w:tab/>
        <w:t>2.532e-2</w:t>
      </w:r>
    </w:p>
    <w:p w:rsidR="00B65DC9" w:rsidRDefault="00B65DC9" w:rsidP="00B65DC9">
      <w:r>
        <w:t>166.7683</w:t>
      </w:r>
      <w:r>
        <w:tab/>
        <w:t>1.013e0</w:t>
      </w:r>
    </w:p>
    <w:p w:rsidR="00B65DC9" w:rsidRDefault="00B65DC9" w:rsidP="00B65DC9">
      <w:r>
        <w:t>166.7755</w:t>
      </w:r>
      <w:r>
        <w:tab/>
        <w:t>1.013e0</w:t>
      </w:r>
    </w:p>
    <w:p w:rsidR="00B65DC9" w:rsidRDefault="00B65DC9" w:rsidP="00B65DC9">
      <w:r>
        <w:t>166.8028</w:t>
      </w:r>
      <w:r>
        <w:tab/>
        <w:t>1.266e-2</w:t>
      </w:r>
    </w:p>
    <w:p w:rsidR="00B65DC9" w:rsidRDefault="00B65DC9" w:rsidP="00B65DC9">
      <w:r>
        <w:t>166.8127</w:t>
      </w:r>
      <w:r>
        <w:tab/>
        <w:t>1.013e0</w:t>
      </w:r>
    </w:p>
    <w:p w:rsidR="00B65DC9" w:rsidRDefault="00B65DC9" w:rsidP="00B65DC9">
      <w:r>
        <w:t>166.8228</w:t>
      </w:r>
      <w:r>
        <w:tab/>
        <w:t>1.013e0</w:t>
      </w:r>
    </w:p>
    <w:p w:rsidR="00B65DC9" w:rsidRDefault="00B65DC9" w:rsidP="00B65DC9">
      <w:r>
        <w:t>166.8751</w:t>
      </w:r>
      <w:r>
        <w:tab/>
        <w:t>1.266e-2</w:t>
      </w:r>
    </w:p>
    <w:p w:rsidR="00B65DC9" w:rsidRDefault="00B65DC9" w:rsidP="00B65DC9">
      <w:r>
        <w:t>166.9086</w:t>
      </w:r>
      <w:r>
        <w:tab/>
        <w:t>1.013e0</w:t>
      </w:r>
    </w:p>
    <w:p w:rsidR="00B65DC9" w:rsidRDefault="00B65DC9" w:rsidP="00B65DC9">
      <w:r>
        <w:t>166.9156</w:t>
      </w:r>
      <w:r>
        <w:tab/>
        <w:t>1.266e-2</w:t>
      </w:r>
    </w:p>
    <w:p w:rsidR="00B65DC9" w:rsidRDefault="00B65DC9" w:rsidP="00B65DC9">
      <w:r>
        <w:t>166.9296</w:t>
      </w:r>
      <w:r>
        <w:tab/>
        <w:t>1.013e0</w:t>
      </w:r>
    </w:p>
    <w:p w:rsidR="00B65DC9" w:rsidRDefault="00B65DC9" w:rsidP="00B65DC9">
      <w:r>
        <w:t>166.9469</w:t>
      </w:r>
      <w:r>
        <w:tab/>
        <w:t>1.013e0</w:t>
      </w:r>
    </w:p>
    <w:p w:rsidR="00B65DC9" w:rsidRDefault="00B65DC9" w:rsidP="00B65DC9">
      <w:r>
        <w:t>166.9504</w:t>
      </w:r>
      <w:r>
        <w:tab/>
        <w:t>1.266e-2</w:t>
      </w:r>
    </w:p>
    <w:p w:rsidR="00B65DC9" w:rsidRDefault="00B65DC9" w:rsidP="00B65DC9">
      <w:r>
        <w:t>166.9712</w:t>
      </w:r>
      <w:r>
        <w:tab/>
        <w:t>1.013e0</w:t>
      </w:r>
    </w:p>
    <w:p w:rsidR="00B65DC9" w:rsidRDefault="00B65DC9" w:rsidP="00B65DC9">
      <w:r>
        <w:t>167.0050</w:t>
      </w:r>
      <w:r>
        <w:tab/>
        <w:t>1.013e0</w:t>
      </w:r>
    </w:p>
    <w:p w:rsidR="00B65DC9" w:rsidRDefault="00B65DC9" w:rsidP="00B65DC9">
      <w:r>
        <w:t>167.0067</w:t>
      </w:r>
      <w:r>
        <w:tab/>
        <w:t>2.025e0</w:t>
      </w:r>
    </w:p>
    <w:p w:rsidR="00B65DC9" w:rsidRDefault="00B65DC9" w:rsidP="00B65DC9">
      <w:r>
        <w:t>167.0206</w:t>
      </w:r>
      <w:r>
        <w:tab/>
        <w:t>4.051e0</w:t>
      </w:r>
    </w:p>
    <w:p w:rsidR="00B65DC9" w:rsidRDefault="00B65DC9" w:rsidP="00B65DC9">
      <w:r>
        <w:lastRenderedPageBreak/>
        <w:t>167.0363</w:t>
      </w:r>
      <w:r>
        <w:tab/>
        <w:t>4.051e0</w:t>
      </w:r>
    </w:p>
    <w:p w:rsidR="00B65DC9" w:rsidRDefault="00B65DC9" w:rsidP="00B65DC9">
      <w:r>
        <w:t>167.0795</w:t>
      </w:r>
      <w:r>
        <w:tab/>
        <w:t>3.051e0</w:t>
      </w:r>
    </w:p>
    <w:p w:rsidR="00B65DC9" w:rsidRDefault="00B65DC9" w:rsidP="00B65DC9">
      <w:r>
        <w:t>167.0828</w:t>
      </w:r>
      <w:r>
        <w:tab/>
        <w:t>3.101e0</w:t>
      </w:r>
    </w:p>
    <w:p w:rsidR="00B65DC9" w:rsidRDefault="00B65DC9" w:rsidP="00B65DC9">
      <w:r>
        <w:t>167.0864</w:t>
      </w:r>
      <w:r>
        <w:tab/>
        <w:t>2.051e0</w:t>
      </w:r>
    </w:p>
    <w:p w:rsidR="00B65DC9" w:rsidRDefault="00B65DC9" w:rsidP="00B65DC9">
      <w:r>
        <w:t>167.1156</w:t>
      </w:r>
      <w:r>
        <w:tab/>
        <w:t>2.535e0</w:t>
      </w:r>
    </w:p>
    <w:p w:rsidR="00B65DC9" w:rsidRDefault="00B65DC9" w:rsidP="00B65DC9">
      <w:r>
        <w:t>167.1291</w:t>
      </w:r>
      <w:r>
        <w:tab/>
        <w:t>1.266e-2</w:t>
      </w:r>
    </w:p>
    <w:p w:rsidR="00B65DC9" w:rsidRDefault="00B65DC9" w:rsidP="00B65DC9">
      <w:r>
        <w:t>167.1362</w:t>
      </w:r>
      <w:r>
        <w:tab/>
        <w:t>1.266e-2</w:t>
      </w:r>
    </w:p>
    <w:p w:rsidR="00B65DC9" w:rsidRDefault="00B65DC9" w:rsidP="00B65DC9">
      <w:r>
        <w:t>167.1496</w:t>
      </w:r>
      <w:r>
        <w:tab/>
        <w:t>1.266e-2</w:t>
      </w:r>
    </w:p>
    <w:p w:rsidR="00B65DC9" w:rsidRDefault="00B65DC9" w:rsidP="00B65DC9">
      <w:r>
        <w:t>167.1529</w:t>
      </w:r>
      <w:r>
        <w:tab/>
        <w:t>1.025e0</w:t>
      </w:r>
    </w:p>
    <w:p w:rsidR="00B65DC9" w:rsidRDefault="00B65DC9" w:rsidP="00B65DC9">
      <w:r>
        <w:t>167.1662</w:t>
      </w:r>
      <w:r>
        <w:tab/>
        <w:t>1.266e-2</w:t>
      </w:r>
    </w:p>
    <w:p w:rsidR="00B65DC9" w:rsidRDefault="00B65DC9" w:rsidP="00B65DC9">
      <w:r>
        <w:t>167.1907</w:t>
      </w:r>
      <w:r>
        <w:tab/>
        <w:t>1.266e-2</w:t>
      </w:r>
    </w:p>
    <w:p w:rsidR="00B65DC9" w:rsidRDefault="00B65DC9" w:rsidP="00B65DC9">
      <w:r>
        <w:t>167.2115</w:t>
      </w:r>
      <w:r>
        <w:tab/>
        <w:t>1.013e0</w:t>
      </w:r>
    </w:p>
    <w:p w:rsidR="00B65DC9" w:rsidRDefault="00B65DC9" w:rsidP="00B65DC9">
      <w:r>
        <w:t>167.2258</w:t>
      </w:r>
      <w:r>
        <w:tab/>
        <w:t>1.013e0</w:t>
      </w:r>
    </w:p>
    <w:p w:rsidR="00B65DC9" w:rsidRDefault="00B65DC9" w:rsidP="00B65DC9">
      <w:r>
        <w:t>167.2837</w:t>
      </w:r>
      <w:r>
        <w:tab/>
        <w:t>1.266e-2</w:t>
      </w:r>
    </w:p>
    <w:p w:rsidR="00B65DC9" w:rsidRDefault="00B65DC9" w:rsidP="00B65DC9">
      <w:r>
        <w:t>167.2939</w:t>
      </w:r>
      <w:r>
        <w:tab/>
        <w:t>1.013e0</w:t>
      </w:r>
    </w:p>
    <w:p w:rsidR="00B65DC9" w:rsidRDefault="00B65DC9" w:rsidP="00B65DC9">
      <w:r>
        <w:t>167.3249</w:t>
      </w:r>
      <w:r>
        <w:tab/>
        <w:t>1.013e0</w:t>
      </w:r>
    </w:p>
    <w:p w:rsidR="00B65DC9" w:rsidRDefault="00B65DC9" w:rsidP="00B65DC9">
      <w:r>
        <w:t>167.3348</w:t>
      </w:r>
      <w:r>
        <w:tab/>
        <w:t>1.013e0</w:t>
      </w:r>
    </w:p>
    <w:p w:rsidR="00B65DC9" w:rsidRDefault="00B65DC9" w:rsidP="00B65DC9">
      <w:r>
        <w:t>167.3520</w:t>
      </w:r>
      <w:r>
        <w:tab/>
        <w:t>1.013e0</w:t>
      </w:r>
    </w:p>
    <w:p w:rsidR="00B65DC9" w:rsidRDefault="00B65DC9" w:rsidP="00B65DC9">
      <w:r>
        <w:t>167.3973</w:t>
      </w:r>
      <w:r>
        <w:tab/>
        <w:t>1.013e0</w:t>
      </w:r>
    </w:p>
    <w:p w:rsidR="00B65DC9" w:rsidRDefault="00B65DC9" w:rsidP="00B65DC9">
      <w:r>
        <w:lastRenderedPageBreak/>
        <w:t>167.4833</w:t>
      </w:r>
      <w:r>
        <w:tab/>
        <w:t>1.013e0</w:t>
      </w:r>
    </w:p>
    <w:p w:rsidR="00B65DC9" w:rsidRDefault="00B65DC9" w:rsidP="00B65DC9">
      <w:r>
        <w:t>167.4903</w:t>
      </w:r>
      <w:r>
        <w:tab/>
        <w:t>1.013e0</w:t>
      </w:r>
    </w:p>
    <w:p w:rsidR="00B65DC9" w:rsidRDefault="00B65DC9" w:rsidP="00B65DC9">
      <w:r>
        <w:t>167.5003</w:t>
      </w:r>
      <w:r>
        <w:tab/>
        <w:t>1.025e0</w:t>
      </w:r>
    </w:p>
    <w:p w:rsidR="00B65DC9" w:rsidRDefault="00B65DC9" w:rsidP="00B65DC9">
      <w:r>
        <w:t>167.5709</w:t>
      </w:r>
      <w:r>
        <w:tab/>
        <w:t>2.025e0</w:t>
      </w:r>
    </w:p>
    <w:p w:rsidR="00B65DC9" w:rsidRDefault="00B65DC9" w:rsidP="00B65DC9">
      <w:r>
        <w:t>167.5727</w:t>
      </w:r>
      <w:r>
        <w:tab/>
        <w:t>1.013e0</w:t>
      </w:r>
    </w:p>
    <w:p w:rsidR="00B65DC9" w:rsidRDefault="00B65DC9" w:rsidP="00B65DC9">
      <w:r>
        <w:t>167.5798</w:t>
      </w:r>
      <w:r>
        <w:tab/>
        <w:t>2.025e0</w:t>
      </w:r>
    </w:p>
    <w:p w:rsidR="00B65DC9" w:rsidRDefault="00B65DC9" w:rsidP="00B65DC9">
      <w:r>
        <w:t>167.5963</w:t>
      </w:r>
      <w:r>
        <w:tab/>
        <w:t>1.013e0</w:t>
      </w:r>
    </w:p>
    <w:p w:rsidR="00B65DC9" w:rsidRDefault="00B65DC9" w:rsidP="00B65DC9">
      <w:r>
        <w:t>167.6030</w:t>
      </w:r>
      <w:r>
        <w:tab/>
        <w:t>1.266e-2</w:t>
      </w:r>
    </w:p>
    <w:p w:rsidR="00B65DC9" w:rsidRDefault="00B65DC9" w:rsidP="00B65DC9">
      <w:r>
        <w:t>167.6133</w:t>
      </w:r>
      <w:r>
        <w:tab/>
        <w:t>2.025e0</w:t>
      </w:r>
    </w:p>
    <w:p w:rsidR="00B65DC9" w:rsidRDefault="00B65DC9" w:rsidP="00B65DC9">
      <w:r>
        <w:t>167.6168</w:t>
      </w:r>
      <w:r>
        <w:tab/>
        <w:t>1.013e0</w:t>
      </w:r>
    </w:p>
    <w:p w:rsidR="00B65DC9" w:rsidRDefault="00B65DC9" w:rsidP="00B65DC9">
      <w:r>
        <w:t>167.6891</w:t>
      </w:r>
      <w:r>
        <w:tab/>
        <w:t>2.025e0</w:t>
      </w:r>
    </w:p>
    <w:p w:rsidR="00B65DC9" w:rsidRDefault="00B65DC9" w:rsidP="00B65DC9">
      <w:r>
        <w:t>167.7133</w:t>
      </w:r>
      <w:r>
        <w:tab/>
        <w:t>1.013e0</w:t>
      </w:r>
    </w:p>
    <w:p w:rsidR="00B65DC9" w:rsidRDefault="00B65DC9" w:rsidP="00B65DC9">
      <w:r>
        <w:t>167.7554</w:t>
      </w:r>
      <w:r>
        <w:tab/>
        <w:t>1.013e0</w:t>
      </w:r>
    </w:p>
    <w:p w:rsidR="00B65DC9" w:rsidRDefault="00B65DC9" w:rsidP="00B65DC9">
      <w:r>
        <w:t>167.7654</w:t>
      </w:r>
      <w:r>
        <w:tab/>
        <w:t>1.013e0</w:t>
      </w:r>
    </w:p>
    <w:p w:rsidR="00B65DC9" w:rsidRDefault="00B65DC9" w:rsidP="00B65DC9">
      <w:r>
        <w:t>167.8028</w:t>
      </w:r>
      <w:r>
        <w:tab/>
        <w:t>1.013e0</w:t>
      </w:r>
    </w:p>
    <w:p w:rsidR="00B65DC9" w:rsidRDefault="00B65DC9" w:rsidP="00B65DC9">
      <w:r>
        <w:t>167.8098</w:t>
      </w:r>
      <w:r>
        <w:tab/>
        <w:t>1.013e0</w:t>
      </w:r>
    </w:p>
    <w:p w:rsidR="00B65DC9" w:rsidRDefault="00B65DC9" w:rsidP="00B65DC9">
      <w:r>
        <w:t>167.8237</w:t>
      </w:r>
      <w:r>
        <w:tab/>
        <w:t>1.266e-2</w:t>
      </w:r>
    </w:p>
    <w:p w:rsidR="00B65DC9" w:rsidRDefault="00B65DC9" w:rsidP="00B65DC9">
      <w:r>
        <w:t>167.8271</w:t>
      </w:r>
      <w:r>
        <w:tab/>
        <w:t>1.013e0</w:t>
      </w:r>
    </w:p>
    <w:p w:rsidR="00B65DC9" w:rsidRDefault="00B65DC9" w:rsidP="00B65DC9">
      <w:r>
        <w:t>167.8414</w:t>
      </w:r>
      <w:r>
        <w:tab/>
        <w:t>1.013e0</w:t>
      </w:r>
    </w:p>
    <w:p w:rsidR="00B65DC9" w:rsidRDefault="00B65DC9" w:rsidP="00B65DC9">
      <w:r>
        <w:lastRenderedPageBreak/>
        <w:t>167.8549</w:t>
      </w:r>
      <w:r>
        <w:tab/>
        <w:t>1.013e0</w:t>
      </w:r>
    </w:p>
    <w:p w:rsidR="00B65DC9" w:rsidRDefault="00B65DC9" w:rsidP="00B65DC9">
      <w:r>
        <w:t>167.8890</w:t>
      </w:r>
      <w:r>
        <w:tab/>
        <w:t>1.013e0</w:t>
      </w:r>
    </w:p>
    <w:p w:rsidR="00B65DC9" w:rsidRDefault="00B65DC9" w:rsidP="00B65DC9">
      <w:r>
        <w:t>167.9167</w:t>
      </w:r>
      <w:r>
        <w:tab/>
        <w:t>1.013e0</w:t>
      </w:r>
    </w:p>
    <w:p w:rsidR="00B65DC9" w:rsidRDefault="00B65DC9" w:rsidP="00B65DC9">
      <w:r>
        <w:t>167.9545</w:t>
      </w:r>
      <w:r>
        <w:tab/>
        <w:t>2.025e0</w:t>
      </w:r>
    </w:p>
    <w:p w:rsidR="00B65DC9" w:rsidRDefault="00B65DC9" w:rsidP="00B65DC9">
      <w:r>
        <w:t>167.9940</w:t>
      </w:r>
      <w:r>
        <w:tab/>
        <w:t>2.025e0</w:t>
      </w:r>
    </w:p>
    <w:p w:rsidR="00B65DC9" w:rsidRDefault="00B65DC9" w:rsidP="00B65DC9">
      <w:r>
        <w:t>168.0045</w:t>
      </w:r>
      <w:r>
        <w:tab/>
        <w:t>2.025e0</w:t>
      </w:r>
    </w:p>
    <w:p w:rsidR="00B65DC9" w:rsidRDefault="00B65DC9" w:rsidP="00B65DC9">
      <w:r>
        <w:t>168.0099</w:t>
      </w:r>
      <w:r>
        <w:tab/>
        <w:t>1.013e0</w:t>
      </w:r>
    </w:p>
    <w:p w:rsidR="00B65DC9" w:rsidRDefault="00B65DC9" w:rsidP="00B65DC9">
      <w:r>
        <w:t>168.0443</w:t>
      </w:r>
      <w:r>
        <w:tab/>
        <w:t>1.025e0</w:t>
      </w:r>
    </w:p>
    <w:p w:rsidR="00B65DC9" w:rsidRDefault="00B65DC9" w:rsidP="00B65DC9">
      <w:r>
        <w:t>168.0696</w:t>
      </w:r>
      <w:r>
        <w:tab/>
        <w:t>2.025e0</w:t>
      </w:r>
    </w:p>
    <w:p w:rsidR="00B65DC9" w:rsidRDefault="00B65DC9" w:rsidP="00B65DC9">
      <w:r>
        <w:t>168.0820</w:t>
      </w:r>
      <w:r>
        <w:tab/>
        <w:t>1.025e0</w:t>
      </w:r>
    </w:p>
    <w:p w:rsidR="00B65DC9" w:rsidRDefault="00B65DC9" w:rsidP="00B65DC9">
      <w:r>
        <w:t>168.1018</w:t>
      </w:r>
      <w:r>
        <w:tab/>
        <w:t>2.260e0</w:t>
      </w:r>
    </w:p>
    <w:p w:rsidR="00B65DC9" w:rsidRDefault="00B65DC9" w:rsidP="00B65DC9">
      <w:r>
        <w:t>168.1080</w:t>
      </w:r>
      <w:r>
        <w:tab/>
        <w:t>2.532e-2</w:t>
      </w:r>
    </w:p>
    <w:p w:rsidR="00B65DC9" w:rsidRDefault="00B65DC9" w:rsidP="00B65DC9">
      <w:r>
        <w:t>168.1240</w:t>
      </w:r>
      <w:r>
        <w:tab/>
        <w:t>1.266e-2</w:t>
      </w:r>
    </w:p>
    <w:p w:rsidR="00B65DC9" w:rsidRDefault="00B65DC9" w:rsidP="00B65DC9">
      <w:r>
        <w:t>168.1304</w:t>
      </w:r>
      <w:r>
        <w:tab/>
        <w:t>1.025e0</w:t>
      </w:r>
    </w:p>
    <w:p w:rsidR="00B65DC9" w:rsidRDefault="00B65DC9" w:rsidP="00B65DC9">
      <w:r>
        <w:t>168.1371</w:t>
      </w:r>
      <w:r>
        <w:tab/>
        <w:t>3.038e0</w:t>
      </w:r>
    </w:p>
    <w:p w:rsidR="00B65DC9" w:rsidRDefault="00B65DC9" w:rsidP="00B65DC9">
      <w:r>
        <w:t>168.1403</w:t>
      </w:r>
      <w:r>
        <w:tab/>
        <w:t>1.025e0</w:t>
      </w:r>
    </w:p>
    <w:p w:rsidR="00B65DC9" w:rsidRDefault="00B65DC9" w:rsidP="00B65DC9">
      <w:r>
        <w:t>168.1609</w:t>
      </w:r>
      <w:r>
        <w:tab/>
        <w:t>1.013e0</w:t>
      </w:r>
    </w:p>
    <w:p w:rsidR="00B65DC9" w:rsidRDefault="00B65DC9" w:rsidP="00B65DC9">
      <w:r>
        <w:t>168.1749</w:t>
      </w:r>
      <w:r>
        <w:tab/>
        <w:t>1.013e0</w:t>
      </w:r>
    </w:p>
    <w:p w:rsidR="00B65DC9" w:rsidRDefault="00B65DC9" w:rsidP="00B65DC9">
      <w:r>
        <w:t>168.2184</w:t>
      </w:r>
      <w:r>
        <w:tab/>
        <w:t>2.025e0</w:t>
      </w:r>
    </w:p>
    <w:p w:rsidR="00B65DC9" w:rsidRDefault="00B65DC9" w:rsidP="00B65DC9">
      <w:r>
        <w:lastRenderedPageBreak/>
        <w:t>168.2854</w:t>
      </w:r>
      <w:r>
        <w:tab/>
        <w:t>1.013e0</w:t>
      </w:r>
    </w:p>
    <w:p w:rsidR="00B65DC9" w:rsidRDefault="00B65DC9" w:rsidP="00B65DC9">
      <w:r>
        <w:t>168.3132</w:t>
      </w:r>
      <w:r>
        <w:tab/>
        <w:t>1.013e0</w:t>
      </w:r>
    </w:p>
    <w:p w:rsidR="00B65DC9" w:rsidRDefault="00B65DC9" w:rsidP="00B65DC9">
      <w:r>
        <w:t>168.3298</w:t>
      </w:r>
      <w:r>
        <w:tab/>
        <w:t>1.266e-2</w:t>
      </w:r>
    </w:p>
    <w:p w:rsidR="00B65DC9" w:rsidRDefault="00B65DC9" w:rsidP="00B65DC9">
      <w:r>
        <w:t>168.3367</w:t>
      </w:r>
      <w:r>
        <w:tab/>
        <w:t>1.013e0</w:t>
      </w:r>
    </w:p>
    <w:p w:rsidR="00B65DC9" w:rsidRDefault="00B65DC9" w:rsidP="00B65DC9">
      <w:r>
        <w:t>168.3595</w:t>
      </w:r>
      <w:r>
        <w:tab/>
        <w:t>3.038e0</w:t>
      </w:r>
    </w:p>
    <w:p w:rsidR="00B65DC9" w:rsidRDefault="00B65DC9" w:rsidP="00B65DC9">
      <w:r>
        <w:t>168.4030</w:t>
      </w:r>
      <w:r>
        <w:tab/>
        <w:t>1.266e-2</w:t>
      </w:r>
    </w:p>
    <w:p w:rsidR="00B65DC9" w:rsidRDefault="00B65DC9" w:rsidP="00B65DC9">
      <w:r>
        <w:t>168.4163</w:t>
      </w:r>
      <w:r>
        <w:tab/>
        <w:t>1.266e-2</w:t>
      </w:r>
    </w:p>
    <w:p w:rsidR="00B65DC9" w:rsidRDefault="00B65DC9" w:rsidP="00B65DC9">
      <w:r>
        <w:t>168.4198</w:t>
      </w:r>
      <w:r>
        <w:tab/>
        <w:t>1.266e-2</w:t>
      </w:r>
    </w:p>
    <w:p w:rsidR="00B65DC9" w:rsidRDefault="00B65DC9" w:rsidP="00B65DC9">
      <w:r>
        <w:t>168.4961</w:t>
      </w:r>
      <w:r>
        <w:tab/>
        <w:t>1.266e-2</w:t>
      </w:r>
    </w:p>
    <w:p w:rsidR="00B65DC9" w:rsidRDefault="00B65DC9" w:rsidP="00B65DC9">
      <w:r>
        <w:t>168.5439</w:t>
      </w:r>
      <w:r>
        <w:tab/>
        <w:t>1.025e0</w:t>
      </w:r>
    </w:p>
    <w:p w:rsidR="00B65DC9" w:rsidRDefault="00B65DC9" w:rsidP="00B65DC9">
      <w:r>
        <w:t>168.5737</w:t>
      </w:r>
      <w:r>
        <w:tab/>
        <w:t>2.532e-2</w:t>
      </w:r>
    </w:p>
    <w:p w:rsidR="00B65DC9" w:rsidRDefault="00B65DC9" w:rsidP="00B65DC9">
      <w:r>
        <w:t>168.6060</w:t>
      </w:r>
      <w:r>
        <w:tab/>
        <w:t>1.266e-2</w:t>
      </w:r>
    </w:p>
    <w:p w:rsidR="00B65DC9" w:rsidRDefault="00B65DC9" w:rsidP="00B65DC9">
      <w:r>
        <w:t>168.6093</w:t>
      </w:r>
      <w:r>
        <w:tab/>
        <w:t>1.013e0</w:t>
      </w:r>
    </w:p>
    <w:p w:rsidR="00B65DC9" w:rsidRDefault="00B65DC9" w:rsidP="00B65DC9">
      <w:r>
        <w:t>168.7128</w:t>
      </w:r>
      <w:r>
        <w:tab/>
        <w:t>1.013e0</w:t>
      </w:r>
    </w:p>
    <w:p w:rsidR="00B65DC9" w:rsidRDefault="00B65DC9" w:rsidP="00B65DC9">
      <w:r>
        <w:t>168.8095</w:t>
      </w:r>
      <w:r>
        <w:tab/>
        <w:t>1.013e0</w:t>
      </w:r>
    </w:p>
    <w:p w:rsidR="00B65DC9" w:rsidRDefault="00B65DC9" w:rsidP="00B65DC9">
      <w:r>
        <w:t>168.8269</w:t>
      </w:r>
      <w:r>
        <w:tab/>
        <w:t>2.025e0</w:t>
      </w:r>
    </w:p>
    <w:p w:rsidR="00B65DC9" w:rsidRDefault="00B65DC9" w:rsidP="00B65DC9">
      <w:r>
        <w:t>168.8827</w:t>
      </w:r>
      <w:r>
        <w:tab/>
        <w:t>1.013e0</w:t>
      </w:r>
    </w:p>
    <w:p w:rsidR="00B65DC9" w:rsidRDefault="00B65DC9" w:rsidP="00B65DC9">
      <w:r>
        <w:t>168.8892</w:t>
      </w:r>
      <w:r>
        <w:tab/>
        <w:t>1.266e-2</w:t>
      </w:r>
    </w:p>
    <w:p w:rsidR="00B65DC9" w:rsidRDefault="00B65DC9" w:rsidP="00B65DC9">
      <w:r>
        <w:t>168.9131</w:t>
      </w:r>
      <w:r>
        <w:tab/>
        <w:t>1.266e-2</w:t>
      </w:r>
    </w:p>
    <w:p w:rsidR="00B65DC9" w:rsidRDefault="00B65DC9" w:rsidP="00B65DC9">
      <w:r>
        <w:lastRenderedPageBreak/>
        <w:t>168.9341</w:t>
      </w:r>
      <w:r>
        <w:tab/>
        <w:t>3.038e0</w:t>
      </w:r>
    </w:p>
    <w:p w:rsidR="00B65DC9" w:rsidRDefault="00B65DC9" w:rsidP="00B65DC9">
      <w:r>
        <w:t>168.9550</w:t>
      </w:r>
      <w:r>
        <w:tab/>
        <w:t>1.013e0</w:t>
      </w:r>
    </w:p>
    <w:p w:rsidR="00B65DC9" w:rsidRDefault="00B65DC9" w:rsidP="00B65DC9">
      <w:r>
        <w:t>169.0135</w:t>
      </w:r>
      <w:r>
        <w:tab/>
        <w:t>2.025e0</w:t>
      </w:r>
    </w:p>
    <w:p w:rsidR="00B65DC9" w:rsidRDefault="00B65DC9" w:rsidP="00B65DC9">
      <w:r>
        <w:t>169.0203</w:t>
      </w:r>
      <w:r>
        <w:tab/>
        <w:t>1.266e-2</w:t>
      </w:r>
    </w:p>
    <w:p w:rsidR="00B65DC9" w:rsidRDefault="00B65DC9" w:rsidP="00B65DC9">
      <w:r>
        <w:t>169.0413</w:t>
      </w:r>
      <w:r>
        <w:tab/>
        <w:t>3.038e0</w:t>
      </w:r>
    </w:p>
    <w:p w:rsidR="00B65DC9" w:rsidRDefault="00B65DC9" w:rsidP="00B65DC9">
      <w:r>
        <w:t>169.0571</w:t>
      </w:r>
      <w:r>
        <w:tab/>
        <w:t>4.051e0</w:t>
      </w:r>
    </w:p>
    <w:p w:rsidR="00B65DC9" w:rsidRDefault="00B65DC9" w:rsidP="00B65DC9">
      <w:r>
        <w:t>169.0760</w:t>
      </w:r>
      <w:r>
        <w:tab/>
        <w:t>1.266e-2</w:t>
      </w:r>
    </w:p>
    <w:p w:rsidR="00B65DC9" w:rsidRDefault="00B65DC9" w:rsidP="00B65DC9">
      <w:r>
        <w:t>169.0845</w:t>
      </w:r>
      <w:r>
        <w:tab/>
        <w:t>4.051e0</w:t>
      </w:r>
    </w:p>
    <w:p w:rsidR="00B65DC9" w:rsidRDefault="00B65DC9" w:rsidP="00B65DC9">
      <w:r>
        <w:t>169.0975</w:t>
      </w:r>
      <w:r>
        <w:tab/>
        <w:t>1.038e0</w:t>
      </w:r>
    </w:p>
    <w:p w:rsidR="00B65DC9" w:rsidRDefault="00B65DC9" w:rsidP="00B65DC9">
      <w:r>
        <w:t>169.1471</w:t>
      </w:r>
      <w:r>
        <w:tab/>
        <w:t>5.063e0</w:t>
      </w:r>
    </w:p>
    <w:p w:rsidR="00B65DC9" w:rsidRDefault="00B65DC9" w:rsidP="00B65DC9">
      <w:r>
        <w:t>169.1485</w:t>
      </w:r>
      <w:r>
        <w:tab/>
        <w:t>1.266e-2</w:t>
      </w:r>
    </w:p>
    <w:p w:rsidR="00B65DC9" w:rsidRDefault="00B65DC9" w:rsidP="00B65DC9">
      <w:r>
        <w:t>169.1591</w:t>
      </w:r>
      <w:r>
        <w:tab/>
        <w:t>1.266e-2</w:t>
      </w:r>
    </w:p>
    <w:p w:rsidR="00B65DC9" w:rsidRDefault="00B65DC9" w:rsidP="00B65DC9">
      <w:r>
        <w:t>169.1730</w:t>
      </w:r>
      <w:r>
        <w:tab/>
        <w:t>1.025e0</w:t>
      </w:r>
    </w:p>
    <w:p w:rsidR="00B65DC9" w:rsidRDefault="00B65DC9" w:rsidP="00B65DC9">
      <w:r>
        <w:t>169.1861</w:t>
      </w:r>
      <w:r>
        <w:tab/>
        <w:t>1.266e-2</w:t>
      </w:r>
    </w:p>
    <w:p w:rsidR="00B65DC9" w:rsidRDefault="00B65DC9" w:rsidP="00B65DC9">
      <w:r>
        <w:t>169.2035</w:t>
      </w:r>
      <w:r>
        <w:tab/>
        <w:t>2.025e0</w:t>
      </w:r>
    </w:p>
    <w:p w:rsidR="00B65DC9" w:rsidRDefault="00B65DC9" w:rsidP="00B65DC9">
      <w:r>
        <w:t>169.2420</w:t>
      </w:r>
      <w:r>
        <w:tab/>
        <w:t>1.013e0</w:t>
      </w:r>
    </w:p>
    <w:p w:rsidR="00B65DC9" w:rsidRDefault="00B65DC9" w:rsidP="00B65DC9">
      <w:r>
        <w:t>169.2712</w:t>
      </w:r>
      <w:r>
        <w:tab/>
        <w:t>2.025e0</w:t>
      </w:r>
    </w:p>
    <w:p w:rsidR="00B65DC9" w:rsidRDefault="00B65DC9" w:rsidP="00B65DC9">
      <w:r>
        <w:t>169.2729</w:t>
      </w:r>
      <w:r>
        <w:tab/>
        <w:t>1.266e-2</w:t>
      </w:r>
    </w:p>
    <w:p w:rsidR="00B65DC9" w:rsidRDefault="00B65DC9" w:rsidP="00B65DC9">
      <w:r>
        <w:t>169.3071</w:t>
      </w:r>
      <w:r>
        <w:tab/>
        <w:t>2.025e0</w:t>
      </w:r>
    </w:p>
    <w:p w:rsidR="00B65DC9" w:rsidRDefault="00B65DC9" w:rsidP="00B65DC9">
      <w:r>
        <w:lastRenderedPageBreak/>
        <w:t>169.3109</w:t>
      </w:r>
      <w:r>
        <w:tab/>
        <w:t>1.266e-2</w:t>
      </w:r>
    </w:p>
    <w:p w:rsidR="00B65DC9" w:rsidRDefault="00B65DC9" w:rsidP="00B65DC9">
      <w:r>
        <w:t>169.3698</w:t>
      </w:r>
      <w:r>
        <w:tab/>
        <w:t>1.013e0</w:t>
      </w:r>
    </w:p>
    <w:p w:rsidR="00B65DC9" w:rsidRDefault="00B65DC9" w:rsidP="00B65DC9">
      <w:r>
        <w:t>169.4145</w:t>
      </w:r>
      <w:r>
        <w:tab/>
        <w:t>1.013e0</w:t>
      </w:r>
    </w:p>
    <w:p w:rsidR="00B65DC9" w:rsidRDefault="00B65DC9" w:rsidP="00B65DC9">
      <w:r>
        <w:t>169.4530</w:t>
      </w:r>
      <w:r>
        <w:tab/>
        <w:t>1.013e0</w:t>
      </w:r>
    </w:p>
    <w:p w:rsidR="00B65DC9" w:rsidRDefault="00B65DC9" w:rsidP="00B65DC9">
      <w:r>
        <w:t>169.4870</w:t>
      </w:r>
      <w:r>
        <w:tab/>
        <w:t>1.013e0</w:t>
      </w:r>
    </w:p>
    <w:p w:rsidR="00B65DC9" w:rsidRDefault="00B65DC9" w:rsidP="00B65DC9">
      <w:r>
        <w:t>169.5008</w:t>
      </w:r>
      <w:r>
        <w:tab/>
        <w:t>1.266e-2</w:t>
      </w:r>
    </w:p>
    <w:p w:rsidR="00B65DC9" w:rsidRDefault="00B65DC9" w:rsidP="00B65DC9">
      <w:r>
        <w:t>169.5376</w:t>
      </w:r>
      <w:r>
        <w:tab/>
        <w:t>2.025e0</w:t>
      </w:r>
    </w:p>
    <w:p w:rsidR="00B65DC9" w:rsidRDefault="00B65DC9" w:rsidP="00B65DC9">
      <w:r>
        <w:t>169.5569</w:t>
      </w:r>
      <w:r>
        <w:tab/>
        <w:t>1.013e0</w:t>
      </w:r>
    </w:p>
    <w:p w:rsidR="00B65DC9" w:rsidRDefault="00B65DC9" w:rsidP="00B65DC9">
      <w:r>
        <w:t>169.5907</w:t>
      </w:r>
      <w:r>
        <w:tab/>
        <w:t>1.013e0</w:t>
      </w:r>
    </w:p>
    <w:p w:rsidR="00B65DC9" w:rsidRDefault="00B65DC9" w:rsidP="00B65DC9">
      <w:r>
        <w:t>169.6257</w:t>
      </w:r>
      <w:r>
        <w:tab/>
        <w:t>1.013e0</w:t>
      </w:r>
    </w:p>
    <w:p w:rsidR="00B65DC9" w:rsidRDefault="00B65DC9" w:rsidP="00B65DC9">
      <w:r>
        <w:t>169.6431</w:t>
      </w:r>
      <w:r>
        <w:tab/>
        <w:t>1.013e0</w:t>
      </w:r>
    </w:p>
    <w:p w:rsidR="00B65DC9" w:rsidRDefault="00B65DC9" w:rsidP="00B65DC9">
      <w:r>
        <w:t>169.6610</w:t>
      </w:r>
      <w:r>
        <w:tab/>
        <w:t>1.266e-2</w:t>
      </w:r>
    </w:p>
    <w:p w:rsidR="00B65DC9" w:rsidRDefault="00B65DC9" w:rsidP="00B65DC9">
      <w:r>
        <w:t>169.6641</w:t>
      </w:r>
      <w:r>
        <w:tab/>
        <w:t>1.013e0</w:t>
      </w:r>
    </w:p>
    <w:p w:rsidR="00B65DC9" w:rsidRDefault="00B65DC9" w:rsidP="00B65DC9">
      <w:r>
        <w:t>169.6809</w:t>
      </w:r>
      <w:r>
        <w:tab/>
        <w:t>1.013e0</w:t>
      </w:r>
    </w:p>
    <w:p w:rsidR="00B65DC9" w:rsidRDefault="00B65DC9" w:rsidP="00B65DC9">
      <w:r>
        <w:t>169.6980</w:t>
      </w:r>
      <w:r>
        <w:tab/>
        <w:t>1.013e0</w:t>
      </w:r>
    </w:p>
    <w:p w:rsidR="00B65DC9" w:rsidRDefault="00B65DC9" w:rsidP="00B65DC9">
      <w:r>
        <w:t>169.7260</w:t>
      </w:r>
      <w:r>
        <w:tab/>
        <w:t>1.013e0</w:t>
      </w:r>
    </w:p>
    <w:p w:rsidR="00B65DC9" w:rsidRDefault="00B65DC9" w:rsidP="00B65DC9">
      <w:r>
        <w:t>169.7313</w:t>
      </w:r>
      <w:r>
        <w:tab/>
        <w:t>2.025e0</w:t>
      </w:r>
    </w:p>
    <w:p w:rsidR="00B65DC9" w:rsidRDefault="00B65DC9" w:rsidP="00B65DC9">
      <w:r>
        <w:t>169.7506</w:t>
      </w:r>
      <w:r>
        <w:tab/>
        <w:t>1.013e0</w:t>
      </w:r>
    </w:p>
    <w:p w:rsidR="00B65DC9" w:rsidRDefault="00B65DC9" w:rsidP="00B65DC9">
      <w:r>
        <w:t>169.7749</w:t>
      </w:r>
      <w:r>
        <w:tab/>
        <w:t>2.025e0</w:t>
      </w:r>
    </w:p>
    <w:p w:rsidR="00B65DC9" w:rsidRDefault="00B65DC9" w:rsidP="00B65DC9">
      <w:r>
        <w:lastRenderedPageBreak/>
        <w:t>169.7780</w:t>
      </w:r>
      <w:r>
        <w:tab/>
        <w:t>1.013e0</w:t>
      </w:r>
    </w:p>
    <w:p w:rsidR="00B65DC9" w:rsidRDefault="00B65DC9" w:rsidP="00B65DC9">
      <w:r>
        <w:t>169.8125</w:t>
      </w:r>
      <w:r>
        <w:tab/>
        <w:t>1.266e-2</w:t>
      </w:r>
    </w:p>
    <w:p w:rsidR="00B65DC9" w:rsidRDefault="00B65DC9" w:rsidP="00B65DC9">
      <w:r>
        <w:t>169.8475</w:t>
      </w:r>
      <w:r>
        <w:tab/>
        <w:t>1.013e0</w:t>
      </w:r>
    </w:p>
    <w:p w:rsidR="00B65DC9" w:rsidRDefault="00B65DC9" w:rsidP="00B65DC9">
      <w:r>
        <w:t>169.8988</w:t>
      </w:r>
      <w:r>
        <w:tab/>
        <w:t>1.013e0</w:t>
      </w:r>
    </w:p>
    <w:p w:rsidR="00B65DC9" w:rsidRDefault="00B65DC9" w:rsidP="00B65DC9">
      <w:r>
        <w:t>169.9271</w:t>
      </w:r>
      <w:r>
        <w:tab/>
        <w:t>1.013e0</w:t>
      </w:r>
    </w:p>
    <w:p w:rsidR="00B65DC9" w:rsidRDefault="00B65DC9" w:rsidP="00B65DC9">
      <w:r>
        <w:t>169.9992</w:t>
      </w:r>
      <w:r>
        <w:tab/>
        <w:t>1.266e-2</w:t>
      </w:r>
    </w:p>
    <w:p w:rsidR="00B65DC9" w:rsidRDefault="00B65DC9" w:rsidP="00B65DC9">
      <w:r>
        <w:t>170.0063</w:t>
      </w:r>
      <w:r>
        <w:tab/>
        <w:t>1.266e-2</w:t>
      </w:r>
    </w:p>
    <w:p w:rsidR="00B65DC9" w:rsidRDefault="00B65DC9" w:rsidP="00B65DC9">
      <w:r>
        <w:t>170.0326</w:t>
      </w:r>
      <w:r>
        <w:tab/>
        <w:t>2.532e-2</w:t>
      </w:r>
    </w:p>
    <w:p w:rsidR="00B65DC9" w:rsidRDefault="00B65DC9" w:rsidP="00B65DC9">
      <w:r>
        <w:t>170.0388</w:t>
      </w:r>
      <w:r>
        <w:tab/>
        <w:t>4.139e0</w:t>
      </w:r>
    </w:p>
    <w:p w:rsidR="00B65DC9" w:rsidRDefault="00B65DC9" w:rsidP="00B65DC9">
      <w:r>
        <w:t>170.0419</w:t>
      </w:r>
      <w:r>
        <w:tab/>
        <w:t>5.063e-2</w:t>
      </w:r>
    </w:p>
    <w:p w:rsidR="00B65DC9" w:rsidRDefault="00B65DC9" w:rsidP="00B65DC9">
      <w:r>
        <w:t>170.0436</w:t>
      </w:r>
      <w:r>
        <w:tab/>
        <w:t>4.139e0</w:t>
      </w:r>
    </w:p>
    <w:p w:rsidR="00B65DC9" w:rsidRDefault="00B65DC9" w:rsidP="00B65DC9">
      <w:r>
        <w:t>170.0519</w:t>
      </w:r>
      <w:r>
        <w:tab/>
        <w:t>1.025e0</w:t>
      </w:r>
    </w:p>
    <w:p w:rsidR="00B65DC9" w:rsidRDefault="00B65DC9" w:rsidP="00B65DC9">
      <w:r>
        <w:t>170.0715</w:t>
      </w:r>
      <w:r>
        <w:tab/>
        <w:t>2.025e0</w:t>
      </w:r>
    </w:p>
    <w:p w:rsidR="00B65DC9" w:rsidRDefault="00B65DC9" w:rsidP="00B65DC9">
      <w:r>
        <w:t>170.0862</w:t>
      </w:r>
      <w:r>
        <w:tab/>
        <w:t>2.025e0</w:t>
      </w:r>
    </w:p>
    <w:p w:rsidR="00B65DC9" w:rsidRDefault="00B65DC9" w:rsidP="00B65DC9">
      <w:r>
        <w:t>170.0974</w:t>
      </w:r>
      <w:r>
        <w:tab/>
        <w:t>2.114e0</w:t>
      </w:r>
    </w:p>
    <w:p w:rsidR="00B65DC9" w:rsidRDefault="00B65DC9" w:rsidP="00B65DC9">
      <w:r>
        <w:t>170.1412</w:t>
      </w:r>
      <w:r>
        <w:tab/>
        <w:t>1.038e0</w:t>
      </w:r>
    </w:p>
    <w:p w:rsidR="00B65DC9" w:rsidRDefault="00B65DC9" w:rsidP="00B65DC9">
      <w:r>
        <w:t>170.1526</w:t>
      </w:r>
      <w:r>
        <w:tab/>
        <w:t>1.266e-2</w:t>
      </w:r>
    </w:p>
    <w:p w:rsidR="00B65DC9" w:rsidRDefault="00B65DC9" w:rsidP="00B65DC9">
      <w:r>
        <w:t>170.1606</w:t>
      </w:r>
      <w:r>
        <w:tab/>
        <w:t>4.051e0</w:t>
      </w:r>
    </w:p>
    <w:p w:rsidR="00B65DC9" w:rsidRDefault="00B65DC9" w:rsidP="00B65DC9">
      <w:r>
        <w:t>170.1700</w:t>
      </w:r>
      <w:r>
        <w:tab/>
        <w:t>1.266e-2</w:t>
      </w:r>
    </w:p>
    <w:p w:rsidR="00B65DC9" w:rsidRDefault="00B65DC9" w:rsidP="00B65DC9">
      <w:r>
        <w:lastRenderedPageBreak/>
        <w:t>170.1735</w:t>
      </w:r>
      <w:r>
        <w:tab/>
        <w:t>1.266e-2</w:t>
      </w:r>
    </w:p>
    <w:p w:rsidR="00B65DC9" w:rsidRDefault="00B65DC9" w:rsidP="00B65DC9">
      <w:r>
        <w:t>170.1802</w:t>
      </w:r>
      <w:r>
        <w:tab/>
        <w:t>1.266e-2</w:t>
      </w:r>
    </w:p>
    <w:p w:rsidR="00B65DC9" w:rsidRDefault="00B65DC9" w:rsidP="00B65DC9">
      <w:r>
        <w:t>170.2108</w:t>
      </w:r>
      <w:r>
        <w:tab/>
        <w:t>1.013e0</w:t>
      </w:r>
    </w:p>
    <w:p w:rsidR="00B65DC9" w:rsidRDefault="00B65DC9" w:rsidP="00B65DC9">
      <w:r>
        <w:t>170.2213</w:t>
      </w:r>
      <w:r>
        <w:tab/>
        <w:t>1.013e0</w:t>
      </w:r>
    </w:p>
    <w:p w:rsidR="00B65DC9" w:rsidRDefault="00B65DC9" w:rsidP="00B65DC9">
      <w:r>
        <w:t>170.2319</w:t>
      </w:r>
      <w:r>
        <w:tab/>
        <w:t>1.266e-2</w:t>
      </w:r>
    </w:p>
    <w:p w:rsidR="00B65DC9" w:rsidRDefault="00B65DC9" w:rsidP="00B65DC9">
      <w:r>
        <w:t>170.2775</w:t>
      </w:r>
      <w:r>
        <w:tab/>
        <w:t>1.013e0</w:t>
      </w:r>
    </w:p>
    <w:p w:rsidR="00B65DC9" w:rsidRDefault="00B65DC9" w:rsidP="00B65DC9">
      <w:r>
        <w:t>170.3113</w:t>
      </w:r>
      <w:r>
        <w:tab/>
        <w:t>1.266e-2</w:t>
      </w:r>
    </w:p>
    <w:p w:rsidR="00B65DC9" w:rsidRDefault="00B65DC9" w:rsidP="00B65DC9">
      <w:r>
        <w:t>170.3359</w:t>
      </w:r>
      <w:r>
        <w:tab/>
        <w:t>1.013e0</w:t>
      </w:r>
    </w:p>
    <w:p w:rsidR="00B65DC9" w:rsidRDefault="00B65DC9" w:rsidP="00B65DC9">
      <w:r>
        <w:t>170.3816</w:t>
      </w:r>
      <w:r>
        <w:tab/>
        <w:t>1.013e0</w:t>
      </w:r>
    </w:p>
    <w:p w:rsidR="00B65DC9" w:rsidRDefault="00B65DC9" w:rsidP="00B65DC9">
      <w:r>
        <w:t>170.4188</w:t>
      </w:r>
      <w:r>
        <w:tab/>
        <w:t>1.013e0</w:t>
      </w:r>
    </w:p>
    <w:p w:rsidR="00B65DC9" w:rsidRDefault="00B65DC9" w:rsidP="00B65DC9">
      <w:r>
        <w:t>170.4259</w:t>
      </w:r>
      <w:r>
        <w:tab/>
        <w:t>1.013e0</w:t>
      </w:r>
    </w:p>
    <w:p w:rsidR="00B65DC9" w:rsidRDefault="00B65DC9" w:rsidP="00B65DC9">
      <w:r>
        <w:t>170.4505</w:t>
      </w:r>
      <w:r>
        <w:tab/>
        <w:t>1.266e-2</w:t>
      </w:r>
    </w:p>
    <w:p w:rsidR="00B65DC9" w:rsidRDefault="00B65DC9" w:rsidP="00B65DC9">
      <w:r>
        <w:t>170.4610</w:t>
      </w:r>
      <w:r>
        <w:tab/>
        <w:t>1.038e0</w:t>
      </w:r>
    </w:p>
    <w:p w:rsidR="00B65DC9" w:rsidRDefault="00B65DC9" w:rsidP="00B65DC9">
      <w:r>
        <w:t>170.4821</w:t>
      </w:r>
      <w:r>
        <w:tab/>
        <w:t>1.013e0</w:t>
      </w:r>
    </w:p>
    <w:p w:rsidR="00B65DC9" w:rsidRDefault="00B65DC9" w:rsidP="00B65DC9">
      <w:r>
        <w:t>170.5394</w:t>
      </w:r>
      <w:r>
        <w:tab/>
        <w:t>1.038e0</w:t>
      </w:r>
    </w:p>
    <w:p w:rsidR="00B65DC9" w:rsidRDefault="00B65DC9" w:rsidP="00B65DC9">
      <w:r>
        <w:t>170.5408</w:t>
      </w:r>
      <w:r>
        <w:tab/>
        <w:t>1.013e0</w:t>
      </w:r>
    </w:p>
    <w:p w:rsidR="00B65DC9" w:rsidRDefault="00B65DC9" w:rsidP="00B65DC9">
      <w:r>
        <w:t>170.5441</w:t>
      </w:r>
      <w:r>
        <w:tab/>
        <w:t>1.266e-2</w:t>
      </w:r>
    </w:p>
    <w:p w:rsidR="00B65DC9" w:rsidRDefault="00B65DC9" w:rsidP="00B65DC9">
      <w:r>
        <w:t>170.5651</w:t>
      </w:r>
      <w:r>
        <w:tab/>
        <w:t>1.266e-2</w:t>
      </w:r>
    </w:p>
    <w:p w:rsidR="00B65DC9" w:rsidRDefault="00B65DC9" w:rsidP="00B65DC9">
      <w:r>
        <w:t>170.5721</w:t>
      </w:r>
      <w:r>
        <w:tab/>
        <w:t>2.025e0</w:t>
      </w:r>
    </w:p>
    <w:p w:rsidR="00B65DC9" w:rsidRDefault="00B65DC9" w:rsidP="00B65DC9">
      <w:r>
        <w:lastRenderedPageBreak/>
        <w:t>170.6036</w:t>
      </w:r>
      <w:r>
        <w:tab/>
        <w:t>1.013e0</w:t>
      </w:r>
    </w:p>
    <w:p w:rsidR="00B65DC9" w:rsidRDefault="00B65DC9" w:rsidP="00B65DC9">
      <w:r>
        <w:t>170.6411</w:t>
      </w:r>
      <w:r>
        <w:tab/>
        <w:t>1.013e0</w:t>
      </w:r>
    </w:p>
    <w:p w:rsidR="00B65DC9" w:rsidRDefault="00B65DC9" w:rsidP="00B65DC9">
      <w:r>
        <w:t>170.6446</w:t>
      </w:r>
      <w:r>
        <w:tab/>
        <w:t>1.025e0</w:t>
      </w:r>
    </w:p>
    <w:p w:rsidR="00B65DC9" w:rsidRDefault="00B65DC9" w:rsidP="00B65DC9">
      <w:r>
        <w:t>170.6587</w:t>
      </w:r>
      <w:r>
        <w:tab/>
        <w:t>1.013e0</w:t>
      </w:r>
    </w:p>
    <w:p w:rsidR="00B65DC9" w:rsidRDefault="00B65DC9" w:rsidP="00B65DC9">
      <w:r>
        <w:t>170.7076</w:t>
      </w:r>
      <w:r>
        <w:tab/>
        <w:t>1.013e0</w:t>
      </w:r>
    </w:p>
    <w:p w:rsidR="00B65DC9" w:rsidRDefault="00B65DC9" w:rsidP="00B65DC9">
      <w:r>
        <w:t>170.7194</w:t>
      </w:r>
      <w:r>
        <w:tab/>
        <w:t>2.025e0</w:t>
      </w:r>
    </w:p>
    <w:p w:rsidR="00B65DC9" w:rsidRDefault="00B65DC9" w:rsidP="00B65DC9">
      <w:r>
        <w:t>170.7346</w:t>
      </w:r>
      <w:r>
        <w:tab/>
        <w:t>1.013e0</w:t>
      </w:r>
    </w:p>
    <w:p w:rsidR="00B65DC9" w:rsidRDefault="00B65DC9" w:rsidP="00B65DC9">
      <w:r>
        <w:t>170.7593</w:t>
      </w:r>
      <w:r>
        <w:tab/>
        <w:t>1.013e0</w:t>
      </w:r>
    </w:p>
    <w:p w:rsidR="00B65DC9" w:rsidRDefault="00B65DC9" w:rsidP="00B65DC9">
      <w:r>
        <w:t>170.8670</w:t>
      </w:r>
      <w:r>
        <w:tab/>
        <w:t>2.025e0</w:t>
      </w:r>
    </w:p>
    <w:p w:rsidR="00B65DC9" w:rsidRDefault="00B65DC9" w:rsidP="00B65DC9">
      <w:r>
        <w:t>170.8880</w:t>
      </w:r>
      <w:r>
        <w:tab/>
        <w:t>1.013e0</w:t>
      </w:r>
    </w:p>
    <w:p w:rsidR="00B65DC9" w:rsidRDefault="00B65DC9" w:rsidP="00B65DC9">
      <w:r>
        <w:t>170.9365</w:t>
      </w:r>
      <w:r>
        <w:tab/>
        <w:t>1.013e0</w:t>
      </w:r>
    </w:p>
    <w:p w:rsidR="00B65DC9" w:rsidRDefault="00B65DC9" w:rsidP="00B65DC9">
      <w:r>
        <w:t>170.9571</w:t>
      </w:r>
      <w:r>
        <w:tab/>
        <w:t>1.013e0</w:t>
      </w:r>
    </w:p>
    <w:p w:rsidR="00B65DC9" w:rsidRDefault="00B65DC9" w:rsidP="00B65DC9">
      <w:r>
        <w:t>170.9784</w:t>
      </w:r>
      <w:r>
        <w:tab/>
        <w:t>1.013e0</w:t>
      </w:r>
    </w:p>
    <w:p w:rsidR="00B65DC9" w:rsidRDefault="00B65DC9" w:rsidP="00B65DC9">
      <w:r>
        <w:t>170.9852</w:t>
      </w:r>
      <w:r>
        <w:tab/>
        <w:t>1.266e-2</w:t>
      </w:r>
    </w:p>
    <w:p w:rsidR="00B65DC9" w:rsidRDefault="00B65DC9" w:rsidP="00B65DC9">
      <w:r>
        <w:t>170.9992</w:t>
      </w:r>
      <w:r>
        <w:tab/>
        <w:t>1.266e-2</w:t>
      </w:r>
    </w:p>
    <w:p w:rsidR="00B65DC9" w:rsidRDefault="00B65DC9" w:rsidP="00B65DC9">
      <w:r>
        <w:t>171.0239</w:t>
      </w:r>
      <w:r>
        <w:tab/>
        <w:t>1.013e0</w:t>
      </w:r>
    </w:p>
    <w:p w:rsidR="00B65DC9" w:rsidRDefault="00B65DC9" w:rsidP="00B65DC9">
      <w:r>
        <w:t>171.0373</w:t>
      </w:r>
      <w:r>
        <w:tab/>
        <w:t>2.063e0</w:t>
      </w:r>
    </w:p>
    <w:p w:rsidR="00B65DC9" w:rsidRDefault="00B65DC9" w:rsidP="00B65DC9">
      <w:r>
        <w:t>171.0806</w:t>
      </w:r>
      <w:r>
        <w:tab/>
        <w:t>1.127e0</w:t>
      </w:r>
    </w:p>
    <w:p w:rsidR="00B65DC9" w:rsidRDefault="00B65DC9" w:rsidP="00B65DC9">
      <w:r>
        <w:t>171.1009</w:t>
      </w:r>
      <w:r>
        <w:tab/>
        <w:t>7.482e0</w:t>
      </w:r>
    </w:p>
    <w:p w:rsidR="00B65DC9" w:rsidRDefault="00B65DC9" w:rsidP="00B65DC9">
      <w:r>
        <w:lastRenderedPageBreak/>
        <w:t>171.1065</w:t>
      </w:r>
      <w:r>
        <w:tab/>
        <w:t>5.063e-2</w:t>
      </w:r>
    </w:p>
    <w:p w:rsidR="00B65DC9" w:rsidRDefault="00B65DC9" w:rsidP="00B65DC9">
      <w:r>
        <w:t>171.1456</w:t>
      </w:r>
      <w:r>
        <w:tab/>
        <w:t>1.120e1</w:t>
      </w:r>
    </w:p>
    <w:p w:rsidR="00B65DC9" w:rsidRDefault="00B65DC9" w:rsidP="00B65DC9">
      <w:r>
        <w:t>171.1662</w:t>
      </w:r>
      <w:r>
        <w:tab/>
        <w:t>5.063e0</w:t>
      </w:r>
    </w:p>
    <w:p w:rsidR="00B65DC9" w:rsidRDefault="00B65DC9" w:rsidP="00B65DC9">
      <w:r>
        <w:t>171.2376</w:t>
      </w:r>
      <w:r>
        <w:tab/>
        <w:t>2.025e0</w:t>
      </w:r>
    </w:p>
    <w:p w:rsidR="00B65DC9" w:rsidRDefault="00B65DC9" w:rsidP="00B65DC9">
      <w:r>
        <w:t>171.2617</w:t>
      </w:r>
      <w:r>
        <w:tab/>
        <w:t>2.025e0</w:t>
      </w:r>
    </w:p>
    <w:p w:rsidR="00B65DC9" w:rsidRDefault="00B65DC9" w:rsidP="00B65DC9">
      <w:r>
        <w:t>171.2856</w:t>
      </w:r>
      <w:r>
        <w:tab/>
        <w:t>2.025e0</w:t>
      </w:r>
    </w:p>
    <w:p w:rsidR="00B65DC9" w:rsidRDefault="00B65DC9" w:rsidP="00B65DC9">
      <w:r>
        <w:t>171.3436</w:t>
      </w:r>
      <w:r>
        <w:tab/>
        <w:t>1.013e0</w:t>
      </w:r>
    </w:p>
    <w:p w:rsidR="00B65DC9" w:rsidRDefault="00B65DC9" w:rsidP="00B65DC9">
      <w:r>
        <w:t>171.3815</w:t>
      </w:r>
      <w:r>
        <w:tab/>
        <w:t>1.013e0</w:t>
      </w:r>
    </w:p>
    <w:p w:rsidR="00B65DC9" w:rsidRDefault="00B65DC9" w:rsidP="00B65DC9">
      <w:r>
        <w:t>171.3831</w:t>
      </w:r>
      <w:r>
        <w:tab/>
        <w:t>2.025e0</w:t>
      </w:r>
    </w:p>
    <w:p w:rsidR="00B65DC9" w:rsidRDefault="00B65DC9" w:rsidP="00B65DC9">
      <w:r>
        <w:t>171.4726</w:t>
      </w:r>
      <w:r>
        <w:tab/>
        <w:t>1.013e0</w:t>
      </w:r>
    </w:p>
    <w:p w:rsidR="00B65DC9" w:rsidRDefault="00B65DC9" w:rsidP="00B65DC9">
      <w:r>
        <w:t>171.4895</w:t>
      </w:r>
      <w:r>
        <w:tab/>
        <w:t>1.013e0</w:t>
      </w:r>
    </w:p>
    <w:p w:rsidR="00B65DC9" w:rsidRDefault="00B65DC9" w:rsidP="00B65DC9">
      <w:r>
        <w:t>171.5311</w:t>
      </w:r>
      <w:r>
        <w:tab/>
        <w:t>2.532e-2</w:t>
      </w:r>
    </w:p>
    <w:p w:rsidR="00B65DC9" w:rsidRDefault="00B65DC9" w:rsidP="00B65DC9">
      <w:r>
        <w:t>171.5807</w:t>
      </w:r>
      <w:r>
        <w:tab/>
        <w:t>1.025e0</w:t>
      </w:r>
    </w:p>
    <w:p w:rsidR="00B65DC9" w:rsidRDefault="00B65DC9" w:rsidP="00B65DC9">
      <w:r>
        <w:t>171.5840</w:t>
      </w:r>
      <w:r>
        <w:tab/>
        <w:t>1.013e0</w:t>
      </w:r>
    </w:p>
    <w:p w:rsidR="00B65DC9" w:rsidRDefault="00B65DC9" w:rsidP="00B65DC9">
      <w:r>
        <w:t>171.6566</w:t>
      </w:r>
      <w:r>
        <w:tab/>
        <w:t>1.013e0</w:t>
      </w:r>
    </w:p>
    <w:p w:rsidR="00B65DC9" w:rsidRDefault="00B65DC9" w:rsidP="00B65DC9">
      <w:r>
        <w:t>171.6603</w:t>
      </w:r>
      <w:r>
        <w:tab/>
        <w:t>1.266e-2</w:t>
      </w:r>
    </w:p>
    <w:p w:rsidR="00B65DC9" w:rsidRDefault="00B65DC9" w:rsidP="00B65DC9">
      <w:r>
        <w:t>171.7024</w:t>
      </w:r>
      <w:r>
        <w:tab/>
        <w:t>1.025e0</w:t>
      </w:r>
    </w:p>
    <w:p w:rsidR="00B65DC9" w:rsidRDefault="00B65DC9" w:rsidP="00B65DC9">
      <w:r>
        <w:t>171.7092</w:t>
      </w:r>
      <w:r>
        <w:tab/>
        <w:t>2.532e-2</w:t>
      </w:r>
    </w:p>
    <w:p w:rsidR="00B65DC9" w:rsidRDefault="00B65DC9" w:rsidP="00B65DC9">
      <w:r>
        <w:t>171.7327</w:t>
      </w:r>
      <w:r>
        <w:tab/>
        <w:t>1.013e0</w:t>
      </w:r>
    </w:p>
    <w:p w:rsidR="00B65DC9" w:rsidRDefault="00B65DC9" w:rsidP="00B65DC9">
      <w:r>
        <w:lastRenderedPageBreak/>
        <w:t>171.7469</w:t>
      </w:r>
      <w:r>
        <w:tab/>
        <w:t>1.025e0</w:t>
      </w:r>
    </w:p>
    <w:p w:rsidR="00B65DC9" w:rsidRDefault="00B65DC9" w:rsidP="00B65DC9">
      <w:r>
        <w:t>171.7750</w:t>
      </w:r>
      <w:r>
        <w:tab/>
        <w:t>1.013e0</w:t>
      </w:r>
    </w:p>
    <w:p w:rsidR="00B65DC9" w:rsidRDefault="00B65DC9" w:rsidP="00B65DC9">
      <w:r>
        <w:t>171.7857</w:t>
      </w:r>
      <w:r>
        <w:tab/>
        <w:t>2.532e-2</w:t>
      </w:r>
    </w:p>
    <w:p w:rsidR="00B65DC9" w:rsidRDefault="00B65DC9" w:rsidP="00B65DC9">
      <w:r>
        <w:t>171.8139</w:t>
      </w:r>
      <w:r>
        <w:tab/>
        <w:t>1.266e-2</w:t>
      </w:r>
    </w:p>
    <w:p w:rsidR="00B65DC9" w:rsidRDefault="00B65DC9" w:rsidP="00B65DC9">
      <w:r>
        <w:t>171.8653</w:t>
      </w:r>
      <w:r>
        <w:tab/>
        <w:t>1.013e0</w:t>
      </w:r>
    </w:p>
    <w:p w:rsidR="00B65DC9" w:rsidRDefault="00B65DC9" w:rsidP="00B65DC9">
      <w:r>
        <w:t>171.8691</w:t>
      </w:r>
      <w:r>
        <w:tab/>
        <w:t>1.013e0</w:t>
      </w:r>
    </w:p>
    <w:p w:rsidR="00B65DC9" w:rsidRDefault="00B65DC9" w:rsidP="00B65DC9">
      <w:r>
        <w:t>171.8724</w:t>
      </w:r>
      <w:r>
        <w:tab/>
        <w:t>1.266e-2</w:t>
      </w:r>
    </w:p>
    <w:p w:rsidR="00B65DC9" w:rsidRDefault="00B65DC9" w:rsidP="00B65DC9">
      <w:r>
        <w:t>171.8935</w:t>
      </w:r>
      <w:r>
        <w:tab/>
        <w:t>1.013e0</w:t>
      </w:r>
    </w:p>
    <w:p w:rsidR="00B65DC9" w:rsidRDefault="00B65DC9" w:rsidP="00B65DC9">
      <w:r>
        <w:t>171.9111</w:t>
      </w:r>
      <w:r>
        <w:tab/>
        <w:t>1.266e-2</w:t>
      </w:r>
    </w:p>
    <w:p w:rsidR="00B65DC9" w:rsidRDefault="00B65DC9" w:rsidP="00B65DC9">
      <w:r>
        <w:t>171.9288</w:t>
      </w:r>
      <w:r>
        <w:tab/>
        <w:t>1.266e-2</w:t>
      </w:r>
    </w:p>
    <w:p w:rsidR="00B65DC9" w:rsidRDefault="00B65DC9" w:rsidP="00B65DC9">
      <w:r>
        <w:t>171.9560</w:t>
      </w:r>
      <w:r>
        <w:tab/>
        <w:t>1.013e0</w:t>
      </w:r>
    </w:p>
    <w:p w:rsidR="00B65DC9" w:rsidRDefault="00B65DC9" w:rsidP="00B65DC9">
      <w:r>
        <w:t>171.9596</w:t>
      </w:r>
      <w:r>
        <w:tab/>
        <w:t>1.266e-2</w:t>
      </w:r>
    </w:p>
    <w:p w:rsidR="00B65DC9" w:rsidRDefault="00B65DC9" w:rsidP="00B65DC9">
      <w:r>
        <w:t>172.0226</w:t>
      </w:r>
      <w:r>
        <w:tab/>
        <w:t>1.013e0</w:t>
      </w:r>
    </w:p>
    <w:p w:rsidR="00B65DC9" w:rsidRDefault="00B65DC9" w:rsidP="00B65DC9">
      <w:r>
        <w:t>172.0279</w:t>
      </w:r>
      <w:r>
        <w:tab/>
        <w:t>2.025e0</w:t>
      </w:r>
    </w:p>
    <w:p w:rsidR="00B65DC9" w:rsidRDefault="00B65DC9" w:rsidP="00B65DC9">
      <w:r>
        <w:t>172.0660</w:t>
      </w:r>
      <w:r>
        <w:tab/>
        <w:t>2.532e-2</w:t>
      </w:r>
    </w:p>
    <w:p w:rsidR="00B65DC9" w:rsidRDefault="00B65DC9" w:rsidP="00B65DC9">
      <w:r>
        <w:t>172.0777</w:t>
      </w:r>
      <w:r>
        <w:tab/>
        <w:t>2.025e0</w:t>
      </w:r>
    </w:p>
    <w:p w:rsidR="00B65DC9" w:rsidRDefault="00B65DC9" w:rsidP="00B65DC9">
      <w:r>
        <w:t>172.0813</w:t>
      </w:r>
      <w:r>
        <w:tab/>
        <w:t>4.743e0</w:t>
      </w:r>
    </w:p>
    <w:p w:rsidR="00B65DC9" w:rsidRDefault="00B65DC9" w:rsidP="00B65DC9">
      <w:r>
        <w:t>172.0892</w:t>
      </w:r>
      <w:r>
        <w:tab/>
        <w:t>3.760e0</w:t>
      </w:r>
    </w:p>
    <w:p w:rsidR="00B65DC9" w:rsidRDefault="00B65DC9" w:rsidP="00B65DC9">
      <w:r>
        <w:t>172.0927</w:t>
      </w:r>
      <w:r>
        <w:tab/>
        <w:t>3.038e0</w:t>
      </w:r>
    </w:p>
    <w:p w:rsidR="00B65DC9" w:rsidRDefault="00B65DC9" w:rsidP="00B65DC9">
      <w:r>
        <w:lastRenderedPageBreak/>
        <w:t>172.1299</w:t>
      </w:r>
      <w:r>
        <w:tab/>
        <w:t>3.038e0</w:t>
      </w:r>
    </w:p>
    <w:p w:rsidR="00B65DC9" w:rsidRDefault="00B65DC9" w:rsidP="00B65DC9">
      <w:r>
        <w:t>172.1659</w:t>
      </w:r>
      <w:r>
        <w:tab/>
        <w:t>1.013e0</w:t>
      </w:r>
    </w:p>
    <w:p w:rsidR="00B65DC9" w:rsidRDefault="00B65DC9" w:rsidP="00B65DC9">
      <w:r>
        <w:t>172.2947</w:t>
      </w:r>
      <w:r>
        <w:tab/>
        <w:t>1.013e0</w:t>
      </w:r>
    </w:p>
    <w:p w:rsidR="00B65DC9" w:rsidRDefault="00B65DC9" w:rsidP="00B65DC9">
      <w:r>
        <w:t>172.3166</w:t>
      </w:r>
      <w:r>
        <w:tab/>
        <w:t>2.025e0</w:t>
      </w:r>
    </w:p>
    <w:p w:rsidR="00B65DC9" w:rsidRDefault="00B65DC9" w:rsidP="00B65DC9">
      <w:r>
        <w:t>172.3660</w:t>
      </w:r>
      <w:r>
        <w:tab/>
        <w:t>2.025e0</w:t>
      </w:r>
    </w:p>
    <w:p w:rsidR="00B65DC9" w:rsidRDefault="00B65DC9" w:rsidP="00B65DC9">
      <w:r>
        <w:t>172.3853</w:t>
      </w:r>
      <w:r>
        <w:tab/>
        <w:t>1.013e0</w:t>
      </w:r>
    </w:p>
    <w:p w:rsidR="00B65DC9" w:rsidRDefault="00B65DC9" w:rsidP="00B65DC9">
      <w:r>
        <w:t>172.4066</w:t>
      </w:r>
      <w:r>
        <w:tab/>
        <w:t>1.266e-2</w:t>
      </w:r>
    </w:p>
    <w:p w:rsidR="00B65DC9" w:rsidRDefault="00B65DC9" w:rsidP="00B65DC9">
      <w:r>
        <w:t>172.4187</w:t>
      </w:r>
      <w:r>
        <w:tab/>
        <w:t>2.025e0</w:t>
      </w:r>
    </w:p>
    <w:p w:rsidR="00B65DC9" w:rsidRDefault="00B65DC9" w:rsidP="00B65DC9">
      <w:r>
        <w:t>172.4758</w:t>
      </w:r>
      <w:r>
        <w:tab/>
        <w:t>1.266e-2</w:t>
      </w:r>
    </w:p>
    <w:p w:rsidR="00B65DC9" w:rsidRDefault="00B65DC9" w:rsidP="00B65DC9">
      <w:r>
        <w:t>172.4899</w:t>
      </w:r>
      <w:r>
        <w:tab/>
        <w:t>1.266e-2</w:t>
      </w:r>
    </w:p>
    <w:p w:rsidR="00B65DC9" w:rsidRDefault="00B65DC9" w:rsidP="00B65DC9">
      <w:r>
        <w:t>172.5627</w:t>
      </w:r>
      <w:r>
        <w:tab/>
        <w:t>2.025e0</w:t>
      </w:r>
    </w:p>
    <w:p w:rsidR="00B65DC9" w:rsidRDefault="00B65DC9" w:rsidP="00B65DC9">
      <w:r>
        <w:t>172.5839</w:t>
      </w:r>
      <w:r>
        <w:tab/>
        <w:t>1.013e0</w:t>
      </w:r>
    </w:p>
    <w:p w:rsidR="00B65DC9" w:rsidRDefault="00B65DC9" w:rsidP="00B65DC9">
      <w:r>
        <w:t>172.6086</w:t>
      </w:r>
      <w:r>
        <w:tab/>
        <w:t>1.013e0</w:t>
      </w:r>
    </w:p>
    <w:p w:rsidR="00B65DC9" w:rsidRDefault="00B65DC9" w:rsidP="00B65DC9">
      <w:r>
        <w:t>172.6368</w:t>
      </w:r>
      <w:r>
        <w:tab/>
        <w:t>1.013e0</w:t>
      </w:r>
    </w:p>
    <w:p w:rsidR="00B65DC9" w:rsidRDefault="00B65DC9" w:rsidP="00B65DC9">
      <w:r>
        <w:t>172.7202</w:t>
      </w:r>
      <w:r>
        <w:tab/>
        <w:t>1.013e0</w:t>
      </w:r>
    </w:p>
    <w:p w:rsidR="00B65DC9" w:rsidRDefault="00B65DC9" w:rsidP="00B65DC9">
      <w:r>
        <w:t>172.7484</w:t>
      </w:r>
      <w:r>
        <w:tab/>
        <w:t>1.013e0</w:t>
      </w:r>
    </w:p>
    <w:p w:rsidR="00B65DC9" w:rsidRDefault="00B65DC9" w:rsidP="00B65DC9">
      <w:r>
        <w:t>172.7555</w:t>
      </w:r>
      <w:r>
        <w:tab/>
        <w:t>1.013e0</w:t>
      </w:r>
    </w:p>
    <w:p w:rsidR="00B65DC9" w:rsidRDefault="00B65DC9" w:rsidP="00B65DC9">
      <w:r>
        <w:t>172.7732</w:t>
      </w:r>
      <w:r>
        <w:tab/>
        <w:t>1.013e0</w:t>
      </w:r>
    </w:p>
    <w:p w:rsidR="00B65DC9" w:rsidRDefault="00B65DC9" w:rsidP="00B65DC9">
      <w:r>
        <w:t>172.8141</w:t>
      </w:r>
      <w:r>
        <w:tab/>
        <w:t>1.266e-2</w:t>
      </w:r>
    </w:p>
    <w:p w:rsidR="00B65DC9" w:rsidRDefault="00B65DC9" w:rsidP="00B65DC9">
      <w:r>
        <w:lastRenderedPageBreak/>
        <w:t>172.8303</w:t>
      </w:r>
      <w:r>
        <w:tab/>
        <w:t>1.038e0</w:t>
      </w:r>
    </w:p>
    <w:p w:rsidR="00B65DC9" w:rsidRDefault="00B65DC9" w:rsidP="00B65DC9">
      <w:r>
        <w:t>172.8407</w:t>
      </w:r>
      <w:r>
        <w:tab/>
        <w:t>2.025e0</w:t>
      </w:r>
    </w:p>
    <w:p w:rsidR="00B65DC9" w:rsidRDefault="00B65DC9" w:rsidP="00B65DC9">
      <w:r>
        <w:t>172.8427</w:t>
      </w:r>
      <w:r>
        <w:tab/>
        <w:t>1.266e-2</w:t>
      </w:r>
    </w:p>
    <w:p w:rsidR="00B65DC9" w:rsidRDefault="00B65DC9" w:rsidP="00B65DC9">
      <w:r>
        <w:t>172.8566</w:t>
      </w:r>
      <w:r>
        <w:tab/>
        <w:t>1.013e0</w:t>
      </w:r>
    </w:p>
    <w:p w:rsidR="00B65DC9" w:rsidRDefault="00B65DC9" w:rsidP="00B65DC9">
      <w:r>
        <w:t>172.8850</w:t>
      </w:r>
      <w:r>
        <w:tab/>
        <w:t>1.013e0</w:t>
      </w:r>
    </w:p>
    <w:p w:rsidR="00B65DC9" w:rsidRDefault="00B65DC9" w:rsidP="00B65DC9">
      <w:r>
        <w:t>172.8989</w:t>
      </w:r>
      <w:r>
        <w:tab/>
        <w:t>1.013e0</w:t>
      </w:r>
    </w:p>
    <w:p w:rsidR="00B65DC9" w:rsidRDefault="00B65DC9" w:rsidP="00B65DC9">
      <w:r>
        <w:t>172.9057</w:t>
      </w:r>
      <w:r>
        <w:tab/>
        <w:t>1.266e-2</w:t>
      </w:r>
    </w:p>
    <w:p w:rsidR="00B65DC9" w:rsidRDefault="00B65DC9" w:rsidP="00B65DC9">
      <w:r>
        <w:t>172.9125</w:t>
      </w:r>
      <w:r>
        <w:tab/>
        <w:t>1.013e0</w:t>
      </w:r>
    </w:p>
    <w:p w:rsidR="00B65DC9" w:rsidRDefault="00B65DC9" w:rsidP="00B65DC9">
      <w:r>
        <w:t>172.9542</w:t>
      </w:r>
      <w:r>
        <w:tab/>
        <w:t>1.013e0</w:t>
      </w:r>
    </w:p>
    <w:p w:rsidR="00B65DC9" w:rsidRDefault="00B65DC9" w:rsidP="00B65DC9">
      <w:r>
        <w:t>172.9615</w:t>
      </w:r>
      <w:r>
        <w:tab/>
        <w:t>1.013e0</w:t>
      </w:r>
    </w:p>
    <w:p w:rsidR="00B65DC9" w:rsidRDefault="00B65DC9" w:rsidP="00B65DC9">
      <w:r>
        <w:t>173.0298</w:t>
      </w:r>
      <w:r>
        <w:tab/>
        <w:t>2.532e-2</w:t>
      </w:r>
    </w:p>
    <w:p w:rsidR="00B65DC9" w:rsidRDefault="00B65DC9" w:rsidP="00B65DC9">
      <w:r>
        <w:t>173.0466</w:t>
      </w:r>
      <w:r>
        <w:tab/>
        <w:t>2.532e-2</w:t>
      </w:r>
    </w:p>
    <w:p w:rsidR="00B65DC9" w:rsidRDefault="00B65DC9" w:rsidP="00B65DC9">
      <w:r>
        <w:t>173.0622</w:t>
      </w:r>
      <w:r>
        <w:tab/>
        <w:t>1.013e0</w:t>
      </w:r>
    </w:p>
    <w:p w:rsidR="00B65DC9" w:rsidRDefault="00B65DC9" w:rsidP="00B65DC9">
      <w:r>
        <w:t>173.0871</w:t>
      </w:r>
      <w:r>
        <w:tab/>
        <w:t>1.013e0</w:t>
      </w:r>
    </w:p>
    <w:p w:rsidR="00B65DC9" w:rsidRDefault="00B65DC9" w:rsidP="00B65DC9">
      <w:r>
        <w:t>173.0926</w:t>
      </w:r>
      <w:r>
        <w:tab/>
        <w:t>6.581e0</w:t>
      </w:r>
    </w:p>
    <w:p w:rsidR="00B65DC9" w:rsidRDefault="00B65DC9" w:rsidP="00B65DC9">
      <w:r>
        <w:t>173.1047</w:t>
      </w:r>
      <w:r>
        <w:tab/>
        <w:t>2.025e0</w:t>
      </w:r>
    </w:p>
    <w:p w:rsidR="00B65DC9" w:rsidRDefault="00B65DC9" w:rsidP="00B65DC9">
      <w:r>
        <w:t>173.1251</w:t>
      </w:r>
      <w:r>
        <w:tab/>
        <w:t>3.323e0</w:t>
      </w:r>
    </w:p>
    <w:p w:rsidR="00B65DC9" w:rsidRDefault="00B65DC9" w:rsidP="00B65DC9">
      <w:r>
        <w:t>173.1660</w:t>
      </w:r>
      <w:r>
        <w:tab/>
        <w:t>2.025e0</w:t>
      </w:r>
    </w:p>
    <w:p w:rsidR="00B65DC9" w:rsidRDefault="00B65DC9" w:rsidP="00B65DC9">
      <w:r>
        <w:t>173.1849</w:t>
      </w:r>
      <w:r>
        <w:tab/>
        <w:t>1.266e-2</w:t>
      </w:r>
    </w:p>
    <w:p w:rsidR="00B65DC9" w:rsidRDefault="00B65DC9" w:rsidP="00B65DC9">
      <w:r>
        <w:lastRenderedPageBreak/>
        <w:t>173.1917</w:t>
      </w:r>
      <w:r>
        <w:tab/>
        <w:t>1.013e0</w:t>
      </w:r>
    </w:p>
    <w:p w:rsidR="00B65DC9" w:rsidRDefault="00B65DC9" w:rsidP="00B65DC9">
      <w:r>
        <w:t>173.2094</w:t>
      </w:r>
      <w:r>
        <w:tab/>
        <w:t>1.013e0</w:t>
      </w:r>
    </w:p>
    <w:p w:rsidR="00B65DC9" w:rsidRDefault="00B65DC9" w:rsidP="00B65DC9">
      <w:r>
        <w:t>173.2518</w:t>
      </w:r>
      <w:r>
        <w:tab/>
        <w:t>2.532e-2</w:t>
      </w:r>
    </w:p>
    <w:p w:rsidR="00B65DC9" w:rsidRDefault="00B65DC9" w:rsidP="00B65DC9">
      <w:r>
        <w:t>173.2662</w:t>
      </w:r>
      <w:r>
        <w:tab/>
        <w:t>1.013e0</w:t>
      </w:r>
    </w:p>
    <w:p w:rsidR="00B65DC9" w:rsidRDefault="00B65DC9" w:rsidP="00B65DC9">
      <w:r>
        <w:t>173.2731</w:t>
      </w:r>
      <w:r>
        <w:tab/>
        <w:t>1.013e0</w:t>
      </w:r>
    </w:p>
    <w:p w:rsidR="00B65DC9" w:rsidRDefault="00B65DC9" w:rsidP="00B65DC9">
      <w:r>
        <w:t>173.2834</w:t>
      </w:r>
      <w:r>
        <w:tab/>
        <w:t>1.013e0</w:t>
      </w:r>
    </w:p>
    <w:p w:rsidR="00B65DC9" w:rsidRDefault="00B65DC9" w:rsidP="00B65DC9">
      <w:r>
        <w:t>173.3318</w:t>
      </w:r>
      <w:r>
        <w:tab/>
        <w:t>1.013e0</w:t>
      </w:r>
    </w:p>
    <w:p w:rsidR="00B65DC9" w:rsidRDefault="00B65DC9" w:rsidP="00B65DC9">
      <w:r>
        <w:t>173.3477</w:t>
      </w:r>
      <w:r>
        <w:tab/>
        <w:t>2.025e0</w:t>
      </w:r>
    </w:p>
    <w:p w:rsidR="00B65DC9" w:rsidRDefault="00B65DC9" w:rsidP="00B65DC9">
      <w:r>
        <w:t>173.3550</w:t>
      </w:r>
      <w:r>
        <w:tab/>
        <w:t>2.025e0</w:t>
      </w:r>
    </w:p>
    <w:p w:rsidR="00B65DC9" w:rsidRDefault="00B65DC9" w:rsidP="00B65DC9">
      <w:r>
        <w:t>173.3742</w:t>
      </w:r>
      <w:r>
        <w:tab/>
        <w:t>1.025e0</w:t>
      </w:r>
    </w:p>
    <w:p w:rsidR="00B65DC9" w:rsidRDefault="00B65DC9" w:rsidP="00B65DC9">
      <w:r>
        <w:t>173.3777</w:t>
      </w:r>
      <w:r>
        <w:tab/>
        <w:t>1.266e-2</w:t>
      </w:r>
    </w:p>
    <w:p w:rsidR="00B65DC9" w:rsidRDefault="00B65DC9" w:rsidP="00B65DC9">
      <w:r>
        <w:t>173.3850</w:t>
      </w:r>
      <w:r>
        <w:tab/>
        <w:t>1.013e0</w:t>
      </w:r>
    </w:p>
    <w:p w:rsidR="00B65DC9" w:rsidRDefault="00B65DC9" w:rsidP="00B65DC9">
      <w:r>
        <w:t>173.4438</w:t>
      </w:r>
      <w:r>
        <w:tab/>
        <w:t>1.013e0</w:t>
      </w:r>
    </w:p>
    <w:p w:rsidR="00B65DC9" w:rsidRDefault="00B65DC9" w:rsidP="00B65DC9">
      <w:r>
        <w:t>173.4898</w:t>
      </w:r>
      <w:r>
        <w:tab/>
        <w:t>1.013e0</w:t>
      </w:r>
    </w:p>
    <w:p w:rsidR="00B65DC9" w:rsidRDefault="00B65DC9" w:rsidP="00B65DC9">
      <w:r>
        <w:t>173.5037</w:t>
      </w:r>
      <w:r>
        <w:tab/>
        <w:t>1.025e0</w:t>
      </w:r>
    </w:p>
    <w:p w:rsidR="00B65DC9" w:rsidRDefault="00B65DC9" w:rsidP="00B65DC9">
      <w:r>
        <w:t>173.5178</w:t>
      </w:r>
      <w:r>
        <w:tab/>
        <w:t>2.025e0</w:t>
      </w:r>
    </w:p>
    <w:p w:rsidR="00B65DC9" w:rsidRDefault="00B65DC9" w:rsidP="00B65DC9">
      <w:r>
        <w:t>173.5287</w:t>
      </w:r>
      <w:r>
        <w:tab/>
        <w:t>1.013e0</w:t>
      </w:r>
    </w:p>
    <w:p w:rsidR="00B65DC9" w:rsidRDefault="00B65DC9" w:rsidP="00B65DC9">
      <w:r>
        <w:t>173.5597</w:t>
      </w:r>
      <w:r>
        <w:tab/>
        <w:t>1.266e-2</w:t>
      </w:r>
    </w:p>
    <w:p w:rsidR="00B65DC9" w:rsidRDefault="00B65DC9" w:rsidP="00B65DC9">
      <w:r>
        <w:t>173.5979</w:t>
      </w:r>
      <w:r>
        <w:tab/>
        <w:t>3.038e0</w:t>
      </w:r>
    </w:p>
    <w:p w:rsidR="00B65DC9" w:rsidRDefault="00B65DC9" w:rsidP="00B65DC9">
      <w:r>
        <w:lastRenderedPageBreak/>
        <w:t>173.6332</w:t>
      </w:r>
      <w:r>
        <w:tab/>
        <w:t>1.266e-2</w:t>
      </w:r>
    </w:p>
    <w:p w:rsidR="00B65DC9" w:rsidRDefault="00B65DC9" w:rsidP="00B65DC9">
      <w:r>
        <w:t>173.6473</w:t>
      </w:r>
      <w:r>
        <w:tab/>
        <w:t>2.025e0</w:t>
      </w:r>
    </w:p>
    <w:p w:rsidR="00B65DC9" w:rsidRDefault="00B65DC9" w:rsidP="00B65DC9">
      <w:r>
        <w:t>173.6545</w:t>
      </w:r>
      <w:r>
        <w:tab/>
        <w:t>2.532e-2</w:t>
      </w:r>
    </w:p>
    <w:p w:rsidR="00B65DC9" w:rsidRDefault="00B65DC9" w:rsidP="00B65DC9">
      <w:r>
        <w:t>173.6789</w:t>
      </w:r>
      <w:r>
        <w:tab/>
        <w:t>1.013e0</w:t>
      </w:r>
    </w:p>
    <w:p w:rsidR="00B65DC9" w:rsidRDefault="00B65DC9" w:rsidP="00B65DC9">
      <w:r>
        <w:t>173.7239</w:t>
      </w:r>
      <w:r>
        <w:tab/>
        <w:t>1.266e-2</w:t>
      </w:r>
    </w:p>
    <w:p w:rsidR="00B65DC9" w:rsidRDefault="00B65DC9" w:rsidP="00B65DC9">
      <w:r>
        <w:t>173.7259</w:t>
      </w:r>
      <w:r>
        <w:tab/>
        <w:t>2.226e0</w:t>
      </w:r>
    </w:p>
    <w:p w:rsidR="00B65DC9" w:rsidRDefault="00B65DC9" w:rsidP="00B65DC9">
      <w:r>
        <w:t>173.7805</w:t>
      </w:r>
      <w:r>
        <w:tab/>
        <w:t>1.013e0</w:t>
      </w:r>
    </w:p>
    <w:p w:rsidR="00B65DC9" w:rsidRDefault="00B65DC9" w:rsidP="00B65DC9">
      <w:r>
        <w:t>173.8154</w:t>
      </w:r>
      <w:r>
        <w:tab/>
        <w:t>1.013e0</w:t>
      </w:r>
    </w:p>
    <w:p w:rsidR="00B65DC9" w:rsidRDefault="00B65DC9" w:rsidP="00B65DC9">
      <w:r>
        <w:t>173.8359</w:t>
      </w:r>
      <w:r>
        <w:tab/>
        <w:t>1.266e-2</w:t>
      </w:r>
    </w:p>
    <w:p w:rsidR="00B65DC9" w:rsidRDefault="00B65DC9" w:rsidP="00B65DC9">
      <w:r>
        <w:t>173.8499</w:t>
      </w:r>
      <w:r>
        <w:tab/>
        <w:t>1.266e-2</w:t>
      </w:r>
    </w:p>
    <w:p w:rsidR="00B65DC9" w:rsidRDefault="00B65DC9" w:rsidP="00B65DC9">
      <w:r>
        <w:t>173.8535</w:t>
      </w:r>
      <w:r>
        <w:tab/>
        <w:t>1.266e-2</w:t>
      </w:r>
    </w:p>
    <w:p w:rsidR="00B65DC9" w:rsidRDefault="00B65DC9" w:rsidP="00B65DC9">
      <w:r>
        <w:t>173.8747</w:t>
      </w:r>
      <w:r>
        <w:tab/>
        <w:t>1.013e0</w:t>
      </w:r>
    </w:p>
    <w:p w:rsidR="00B65DC9" w:rsidRDefault="00B65DC9" w:rsidP="00B65DC9">
      <w:r>
        <w:t>173.9454</w:t>
      </w:r>
      <w:r>
        <w:tab/>
        <w:t>1.013e0</w:t>
      </w:r>
    </w:p>
    <w:p w:rsidR="00B65DC9" w:rsidRDefault="00B65DC9" w:rsidP="00B65DC9">
      <w:r>
        <w:t>174.0506</w:t>
      </w:r>
      <w:r>
        <w:tab/>
        <w:t>1.013e0</w:t>
      </w:r>
    </w:p>
    <w:p w:rsidR="00B65DC9" w:rsidRDefault="00B65DC9" w:rsidP="00B65DC9">
      <w:r>
        <w:t>174.0719</w:t>
      </w:r>
      <w:r>
        <w:tab/>
        <w:t>1.266e-2</w:t>
      </w:r>
    </w:p>
    <w:p w:rsidR="00B65DC9" w:rsidRDefault="00B65DC9" w:rsidP="00B65DC9">
      <w:r>
        <w:t>174.0922</w:t>
      </w:r>
      <w:r>
        <w:tab/>
        <w:t>1.266e-2</w:t>
      </w:r>
    </w:p>
    <w:p w:rsidR="00B65DC9" w:rsidRDefault="00B65DC9" w:rsidP="00B65DC9">
      <w:r>
        <w:t>174.1340</w:t>
      </w:r>
      <w:r>
        <w:tab/>
        <w:t>1.013e0</w:t>
      </w:r>
    </w:p>
    <w:p w:rsidR="00B65DC9" w:rsidRDefault="00B65DC9" w:rsidP="00B65DC9">
      <w:r>
        <w:t>174.1353</w:t>
      </w:r>
      <w:r>
        <w:tab/>
        <w:t>2.051e0</w:t>
      </w:r>
    </w:p>
    <w:p w:rsidR="00B65DC9" w:rsidRDefault="00B65DC9" w:rsidP="00B65DC9">
      <w:r>
        <w:t>174.1393</w:t>
      </w:r>
      <w:r>
        <w:tab/>
        <w:t>2.025e0</w:t>
      </w:r>
    </w:p>
    <w:p w:rsidR="00B65DC9" w:rsidRDefault="00B65DC9" w:rsidP="00B65DC9">
      <w:r>
        <w:lastRenderedPageBreak/>
        <w:t>174.1729</w:t>
      </w:r>
      <w:r>
        <w:tab/>
        <w:t>2.025e0</w:t>
      </w:r>
    </w:p>
    <w:p w:rsidR="00B65DC9" w:rsidRDefault="00B65DC9" w:rsidP="00B65DC9">
      <w:r>
        <w:t>174.1767</w:t>
      </w:r>
      <w:r>
        <w:tab/>
        <w:t>1.013e0</w:t>
      </w:r>
    </w:p>
    <w:p w:rsidR="00B65DC9" w:rsidRDefault="00B65DC9" w:rsidP="00B65DC9">
      <w:r>
        <w:t>174.2049</w:t>
      </w:r>
      <w:r>
        <w:tab/>
        <w:t>1.013e0</w:t>
      </w:r>
    </w:p>
    <w:p w:rsidR="00B65DC9" w:rsidRDefault="00B65DC9" w:rsidP="00B65DC9">
      <w:r>
        <w:t>174.2258</w:t>
      </w:r>
      <w:r>
        <w:tab/>
        <w:t>1.013e0</w:t>
      </w:r>
    </w:p>
    <w:p w:rsidR="00B65DC9" w:rsidRDefault="00B65DC9" w:rsidP="00B65DC9">
      <w:r>
        <w:t>174.2568</w:t>
      </w:r>
      <w:r>
        <w:tab/>
        <w:t>1.266e-2</w:t>
      </w:r>
    </w:p>
    <w:p w:rsidR="00B65DC9" w:rsidRDefault="00B65DC9" w:rsidP="00B65DC9">
      <w:r>
        <w:t>174.2601</w:t>
      </w:r>
      <w:r>
        <w:tab/>
        <w:t>2.532e-2</w:t>
      </w:r>
    </w:p>
    <w:p w:rsidR="00B65DC9" w:rsidRDefault="00B65DC9" w:rsidP="00B65DC9">
      <w:r>
        <w:t>174.2797</w:t>
      </w:r>
      <w:r>
        <w:tab/>
        <w:t>2.025e0</w:t>
      </w:r>
    </w:p>
    <w:p w:rsidR="00B65DC9" w:rsidRDefault="00B65DC9" w:rsidP="00B65DC9">
      <w:r>
        <w:t>174.3027</w:t>
      </w:r>
      <w:r>
        <w:tab/>
        <w:t>1.266e-2</w:t>
      </w:r>
    </w:p>
    <w:p w:rsidR="00B65DC9" w:rsidRDefault="00B65DC9" w:rsidP="00B65DC9">
      <w:r>
        <w:t>174.3133</w:t>
      </w:r>
      <w:r>
        <w:tab/>
        <w:t>1.266e-2</w:t>
      </w:r>
    </w:p>
    <w:p w:rsidR="00B65DC9" w:rsidRDefault="00B65DC9" w:rsidP="00B65DC9">
      <w:r>
        <w:t>174.3417</w:t>
      </w:r>
      <w:r>
        <w:tab/>
        <w:t>1.266e-2</w:t>
      </w:r>
    </w:p>
    <w:p w:rsidR="00B65DC9" w:rsidRDefault="00B65DC9" w:rsidP="00B65DC9">
      <w:r>
        <w:t>174.3593</w:t>
      </w:r>
      <w:r>
        <w:tab/>
        <w:t>1.013e0</w:t>
      </w:r>
    </w:p>
    <w:p w:rsidR="00B65DC9" w:rsidRDefault="00B65DC9" w:rsidP="00B65DC9">
      <w:r>
        <w:t>174.3659</w:t>
      </w:r>
      <w:r>
        <w:tab/>
        <w:t>1.266e-2</w:t>
      </w:r>
    </w:p>
    <w:p w:rsidR="00B65DC9" w:rsidRDefault="00B65DC9" w:rsidP="00B65DC9">
      <w:r>
        <w:t>174.3730</w:t>
      </w:r>
      <w:r>
        <w:tab/>
        <w:t>1.013e0</w:t>
      </w:r>
    </w:p>
    <w:p w:rsidR="00B65DC9" w:rsidRDefault="00B65DC9" w:rsidP="00B65DC9">
      <w:r>
        <w:t>174.5338</w:t>
      </w:r>
      <w:r>
        <w:tab/>
        <w:t>1.013e0</w:t>
      </w:r>
    </w:p>
    <w:p w:rsidR="00B65DC9" w:rsidRDefault="00B65DC9" w:rsidP="00B65DC9">
      <w:r>
        <w:t>174.5374</w:t>
      </w:r>
      <w:r>
        <w:tab/>
        <w:t>1.013e0</w:t>
      </w:r>
    </w:p>
    <w:p w:rsidR="00B65DC9" w:rsidRDefault="00B65DC9" w:rsidP="00B65DC9">
      <w:r>
        <w:t>174.5498</w:t>
      </w:r>
      <w:r>
        <w:tab/>
        <w:t>2.025e0</w:t>
      </w:r>
    </w:p>
    <w:p w:rsidR="00B65DC9" w:rsidRDefault="00B65DC9" w:rsidP="00B65DC9">
      <w:r>
        <w:t>174.5908</w:t>
      </w:r>
      <w:r>
        <w:tab/>
        <w:t>1.266e-2</w:t>
      </w:r>
    </w:p>
    <w:p w:rsidR="00B65DC9" w:rsidRDefault="00B65DC9" w:rsidP="00B65DC9">
      <w:r>
        <w:t>174.6118</w:t>
      </w:r>
      <w:r>
        <w:tab/>
        <w:t>1.266e-2</w:t>
      </w:r>
    </w:p>
    <w:p w:rsidR="00B65DC9" w:rsidRDefault="00B65DC9" w:rsidP="00B65DC9">
      <w:r>
        <w:t>174.6192</w:t>
      </w:r>
      <w:r>
        <w:tab/>
        <w:t>1.013e0</w:t>
      </w:r>
    </w:p>
    <w:p w:rsidR="00B65DC9" w:rsidRDefault="00B65DC9" w:rsidP="00B65DC9">
      <w:r>
        <w:lastRenderedPageBreak/>
        <w:t>174.6261</w:t>
      </w:r>
      <w:r>
        <w:tab/>
        <w:t>1.013e0</w:t>
      </w:r>
    </w:p>
    <w:p w:rsidR="00B65DC9" w:rsidRDefault="00B65DC9" w:rsidP="00B65DC9">
      <w:r>
        <w:t>174.6297</w:t>
      </w:r>
      <w:r>
        <w:tab/>
        <w:t>1.013e0</w:t>
      </w:r>
    </w:p>
    <w:p w:rsidR="00B65DC9" w:rsidRDefault="00B65DC9" w:rsidP="00B65DC9">
      <w:r>
        <w:t>174.6468</w:t>
      </w:r>
      <w:r>
        <w:tab/>
        <w:t>1.013e0</w:t>
      </w:r>
    </w:p>
    <w:p w:rsidR="00B65DC9" w:rsidRDefault="00B65DC9" w:rsidP="00B65DC9">
      <w:r>
        <w:t>174.6674</w:t>
      </w:r>
      <w:r>
        <w:tab/>
        <w:t>1.266e-2</w:t>
      </w:r>
    </w:p>
    <w:p w:rsidR="00B65DC9" w:rsidRDefault="00B65DC9" w:rsidP="00B65DC9">
      <w:r>
        <w:t>174.7098</w:t>
      </w:r>
      <w:r>
        <w:tab/>
        <w:t>1.013e0</w:t>
      </w:r>
    </w:p>
    <w:p w:rsidR="00B65DC9" w:rsidRDefault="00B65DC9" w:rsidP="00B65DC9">
      <w:r>
        <w:t>174.7523</w:t>
      </w:r>
      <w:r>
        <w:tab/>
        <w:t>1.266e-2</w:t>
      </w:r>
    </w:p>
    <w:p w:rsidR="00B65DC9" w:rsidRDefault="00B65DC9" w:rsidP="00B65DC9">
      <w:r>
        <w:t>174.7665</w:t>
      </w:r>
      <w:r>
        <w:tab/>
        <w:t>1.013e0</w:t>
      </w:r>
    </w:p>
    <w:p w:rsidR="00B65DC9" w:rsidRDefault="00B65DC9" w:rsidP="00B65DC9">
      <w:r>
        <w:t>174.7842</w:t>
      </w:r>
      <w:r>
        <w:tab/>
        <w:t>1.013e0</w:t>
      </w:r>
    </w:p>
    <w:p w:rsidR="00B65DC9" w:rsidRDefault="00B65DC9" w:rsidP="00B65DC9">
      <w:r>
        <w:t>174.7909</w:t>
      </w:r>
      <w:r>
        <w:tab/>
        <w:t>1.013e0</w:t>
      </w:r>
    </w:p>
    <w:p w:rsidR="00B65DC9" w:rsidRDefault="00B65DC9" w:rsidP="00B65DC9">
      <w:r>
        <w:t>174.7943</w:t>
      </w:r>
      <w:r>
        <w:tab/>
        <w:t>1.266e-2</w:t>
      </w:r>
    </w:p>
    <w:p w:rsidR="00B65DC9" w:rsidRDefault="00B65DC9" w:rsidP="00B65DC9">
      <w:r>
        <w:t>174.7977</w:t>
      </w:r>
      <w:r>
        <w:tab/>
        <w:t>1.266e-2</w:t>
      </w:r>
    </w:p>
    <w:p w:rsidR="00B65DC9" w:rsidRDefault="00B65DC9" w:rsidP="00B65DC9">
      <w:r>
        <w:t>174.8576</w:t>
      </w:r>
      <w:r>
        <w:tab/>
        <w:t>1.013e0</w:t>
      </w:r>
    </w:p>
    <w:p w:rsidR="00B65DC9" w:rsidRDefault="00B65DC9" w:rsidP="00B65DC9">
      <w:r>
        <w:t>174.8928</w:t>
      </w:r>
      <w:r>
        <w:tab/>
        <w:t>1.266e-2</w:t>
      </w:r>
    </w:p>
    <w:p w:rsidR="00B65DC9" w:rsidRDefault="00B65DC9" w:rsidP="00B65DC9">
      <w:r>
        <w:t>174.9177</w:t>
      </w:r>
      <w:r>
        <w:tab/>
        <w:t>1.013e0</w:t>
      </w:r>
    </w:p>
    <w:p w:rsidR="00B65DC9" w:rsidRDefault="00B65DC9" w:rsidP="00B65DC9">
      <w:r>
        <w:t>174.9317</w:t>
      </w:r>
      <w:r>
        <w:tab/>
        <w:t>1.025e0</w:t>
      </w:r>
    </w:p>
    <w:p w:rsidR="00B65DC9" w:rsidRDefault="00B65DC9" w:rsidP="00B65DC9">
      <w:r>
        <w:t>174.9453</w:t>
      </w:r>
      <w:r>
        <w:tab/>
        <w:t>1.266e-2</w:t>
      </w:r>
    </w:p>
    <w:p w:rsidR="00B65DC9" w:rsidRDefault="00B65DC9" w:rsidP="00B65DC9">
      <w:r>
        <w:t>175.0157</w:t>
      </w:r>
      <w:r>
        <w:tab/>
        <w:t>1.013e0</w:t>
      </w:r>
    </w:p>
    <w:p w:rsidR="00B65DC9" w:rsidRDefault="00B65DC9" w:rsidP="00B65DC9">
      <w:r>
        <w:t>175.0298</w:t>
      </w:r>
      <w:r>
        <w:tab/>
        <w:t>2.025e0</w:t>
      </w:r>
    </w:p>
    <w:p w:rsidR="00B65DC9" w:rsidRDefault="00B65DC9" w:rsidP="00B65DC9">
      <w:r>
        <w:t>175.0583</w:t>
      </w:r>
      <w:r>
        <w:tab/>
        <w:t>1.013e0</w:t>
      </w:r>
    </w:p>
    <w:p w:rsidR="00B65DC9" w:rsidRDefault="00B65DC9" w:rsidP="00B65DC9">
      <w:r>
        <w:lastRenderedPageBreak/>
        <w:t>175.0761</w:t>
      </w:r>
      <w:r>
        <w:tab/>
        <w:t>1.013e-1</w:t>
      </w:r>
    </w:p>
    <w:p w:rsidR="00B65DC9" w:rsidRDefault="00B65DC9" w:rsidP="00B65DC9">
      <w:r>
        <w:t>175.1033</w:t>
      </w:r>
      <w:r>
        <w:tab/>
        <w:t>9.114e0</w:t>
      </w:r>
    </w:p>
    <w:p w:rsidR="00B65DC9" w:rsidRDefault="00B65DC9" w:rsidP="00B65DC9">
      <w:r>
        <w:t>175.1221</w:t>
      </w:r>
      <w:r>
        <w:tab/>
        <w:t>5.233e0</w:t>
      </w:r>
    </w:p>
    <w:p w:rsidR="00B65DC9" w:rsidRDefault="00B65DC9" w:rsidP="00B65DC9">
      <w:r>
        <w:t>175.1704</w:t>
      </w:r>
      <w:r>
        <w:tab/>
        <w:t>1.013e0</w:t>
      </w:r>
    </w:p>
    <w:p w:rsidR="00B65DC9" w:rsidRDefault="00B65DC9" w:rsidP="00B65DC9">
      <w:r>
        <w:t>175.2407</w:t>
      </w:r>
      <w:r>
        <w:tab/>
        <w:t>1.013e0</w:t>
      </w:r>
    </w:p>
    <w:p w:rsidR="00B65DC9" w:rsidRDefault="00B65DC9" w:rsidP="00B65DC9">
      <w:r>
        <w:t>175.2579</w:t>
      </w:r>
      <w:r>
        <w:tab/>
        <w:t>1.266e-2</w:t>
      </w:r>
    </w:p>
    <w:p w:rsidR="00B65DC9" w:rsidRDefault="00B65DC9" w:rsidP="00B65DC9">
      <w:r>
        <w:t>175.3359</w:t>
      </w:r>
      <w:r>
        <w:tab/>
        <w:t>1.266e-2</w:t>
      </w:r>
    </w:p>
    <w:p w:rsidR="00B65DC9" w:rsidRDefault="00B65DC9" w:rsidP="00B65DC9">
      <w:r>
        <w:t>175.3888</w:t>
      </w:r>
      <w:r>
        <w:tab/>
        <w:t>1.013e0</w:t>
      </w:r>
    </w:p>
    <w:p w:rsidR="00B65DC9" w:rsidRDefault="00B65DC9" w:rsidP="00B65DC9">
      <w:r>
        <w:t>175.4024</w:t>
      </w:r>
      <w:r>
        <w:tab/>
        <w:t>2.025e0</w:t>
      </w:r>
    </w:p>
    <w:p w:rsidR="00B65DC9" w:rsidRDefault="00B65DC9" w:rsidP="00B65DC9">
      <w:r>
        <w:t>175.4233</w:t>
      </w:r>
      <w:r>
        <w:tab/>
        <w:t>1.013e0</w:t>
      </w:r>
    </w:p>
    <w:p w:rsidR="00B65DC9" w:rsidRDefault="00B65DC9" w:rsidP="00B65DC9">
      <w:r>
        <w:t>175.4340</w:t>
      </w:r>
      <w:r>
        <w:tab/>
        <w:t>1.013e0</w:t>
      </w:r>
    </w:p>
    <w:p w:rsidR="00B65DC9" w:rsidRDefault="00B65DC9" w:rsidP="00B65DC9">
      <w:r>
        <w:t>175.4518</w:t>
      </w:r>
      <w:r>
        <w:tab/>
        <w:t>1.266e-2</w:t>
      </w:r>
    </w:p>
    <w:p w:rsidR="00B65DC9" w:rsidRDefault="00B65DC9" w:rsidP="00B65DC9">
      <w:r>
        <w:t>175.4589</w:t>
      </w:r>
      <w:r>
        <w:tab/>
        <w:t>1.013e0</w:t>
      </w:r>
    </w:p>
    <w:p w:rsidR="00B65DC9" w:rsidRDefault="00B65DC9" w:rsidP="00B65DC9">
      <w:r>
        <w:t>175.4872</w:t>
      </w:r>
      <w:r>
        <w:tab/>
        <w:t>2.025e0</w:t>
      </w:r>
    </w:p>
    <w:p w:rsidR="00B65DC9" w:rsidRDefault="00B65DC9" w:rsidP="00B65DC9">
      <w:r>
        <w:t>175.5160</w:t>
      </w:r>
      <w:r>
        <w:tab/>
        <w:t>1.266e-2</w:t>
      </w:r>
    </w:p>
    <w:p w:rsidR="00B65DC9" w:rsidRDefault="00B65DC9" w:rsidP="00B65DC9">
      <w:r>
        <w:t>175.5366</w:t>
      </w:r>
      <w:r>
        <w:tab/>
        <w:t>3.038e0</w:t>
      </w:r>
    </w:p>
    <w:p w:rsidR="00B65DC9" w:rsidRDefault="00B65DC9" w:rsidP="00B65DC9">
      <w:r>
        <w:t>175.5383</w:t>
      </w:r>
      <w:r>
        <w:tab/>
        <w:t>3.038e0</w:t>
      </w:r>
    </w:p>
    <w:p w:rsidR="00B65DC9" w:rsidRDefault="00B65DC9" w:rsidP="00B65DC9">
      <w:r>
        <w:t>175.5641</w:t>
      </w:r>
      <w:r>
        <w:tab/>
        <w:t>1.013e0</w:t>
      </w:r>
    </w:p>
    <w:p w:rsidR="00B65DC9" w:rsidRDefault="00B65DC9" w:rsidP="00B65DC9">
      <w:r>
        <w:t>175.5818</w:t>
      </w:r>
      <w:r>
        <w:tab/>
        <w:t>2.025e0</w:t>
      </w:r>
    </w:p>
    <w:p w:rsidR="00B65DC9" w:rsidRDefault="00B65DC9" w:rsidP="00B65DC9">
      <w:r>
        <w:lastRenderedPageBreak/>
        <w:t>175.5961</w:t>
      </w:r>
      <w:r>
        <w:tab/>
        <w:t>1.266e-2</w:t>
      </w:r>
    </w:p>
    <w:p w:rsidR="00B65DC9" w:rsidRDefault="00B65DC9" w:rsidP="00B65DC9">
      <w:r>
        <w:t>175.6085</w:t>
      </w:r>
      <w:r>
        <w:tab/>
        <w:t>2.025e0</w:t>
      </w:r>
    </w:p>
    <w:p w:rsidR="00B65DC9" w:rsidRDefault="00B65DC9" w:rsidP="00B65DC9">
      <w:r>
        <w:t>175.6138</w:t>
      </w:r>
      <w:r>
        <w:tab/>
        <w:t>1.013e0</w:t>
      </w:r>
    </w:p>
    <w:p w:rsidR="00B65DC9" w:rsidRDefault="00B65DC9" w:rsidP="00B65DC9">
      <w:r>
        <w:t>175.6262</w:t>
      </w:r>
      <w:r>
        <w:tab/>
        <w:t>2.025e0</w:t>
      </w:r>
    </w:p>
    <w:p w:rsidR="00B65DC9" w:rsidRDefault="00B65DC9" w:rsidP="00B65DC9">
      <w:r>
        <w:t>175.6333</w:t>
      </w:r>
      <w:r>
        <w:tab/>
        <w:t>2.025e0</w:t>
      </w:r>
    </w:p>
    <w:p w:rsidR="00B65DC9" w:rsidRDefault="00B65DC9" w:rsidP="00B65DC9">
      <w:r>
        <w:t>175.7019</w:t>
      </w:r>
      <w:r>
        <w:tab/>
        <w:t>1.013e0</w:t>
      </w:r>
    </w:p>
    <w:p w:rsidR="00B65DC9" w:rsidRDefault="00B65DC9" w:rsidP="00B65DC9">
      <w:r>
        <w:t>175.7054</w:t>
      </w:r>
      <w:r>
        <w:tab/>
        <w:t>1.013e0</w:t>
      </w:r>
    </w:p>
    <w:p w:rsidR="00B65DC9" w:rsidRDefault="00B65DC9" w:rsidP="00B65DC9">
      <w:r>
        <w:t>175.7936</w:t>
      </w:r>
      <w:r>
        <w:tab/>
        <w:t>1.266e-2</w:t>
      </w:r>
    </w:p>
    <w:p w:rsidR="00B65DC9" w:rsidRDefault="00B65DC9" w:rsidP="00B65DC9">
      <w:r>
        <w:t>175.8114</w:t>
      </w:r>
      <w:r>
        <w:tab/>
        <w:t>1.013e0</w:t>
      </w:r>
    </w:p>
    <w:p w:rsidR="00B65DC9" w:rsidRDefault="00B65DC9" w:rsidP="00B65DC9">
      <w:r>
        <w:t>175.9025</w:t>
      </w:r>
      <w:r>
        <w:tab/>
        <w:t>1.013e0</w:t>
      </w:r>
    </w:p>
    <w:p w:rsidR="00B65DC9" w:rsidRDefault="00B65DC9" w:rsidP="00B65DC9">
      <w:r>
        <w:t>175.9772</w:t>
      </w:r>
      <w:r>
        <w:tab/>
        <w:t>1.025e0</w:t>
      </w:r>
    </w:p>
    <w:p w:rsidR="00B65DC9" w:rsidRDefault="00B65DC9" w:rsidP="00B65DC9">
      <w:r>
        <w:t>175.9843</w:t>
      </w:r>
      <w:r>
        <w:tab/>
        <w:t>1.266e-2</w:t>
      </w:r>
    </w:p>
    <w:p w:rsidR="00B65DC9" w:rsidRDefault="00B65DC9" w:rsidP="00B65DC9">
      <w:r>
        <w:t>176.0053</w:t>
      </w:r>
      <w:r>
        <w:tab/>
        <w:t>1.266e-2</w:t>
      </w:r>
    </w:p>
    <w:p w:rsidR="00B65DC9" w:rsidRDefault="00B65DC9" w:rsidP="00B65DC9">
      <w:r>
        <w:t>176.0089</w:t>
      </w:r>
      <w:r>
        <w:tab/>
        <w:t>2.532e-2</w:t>
      </w:r>
    </w:p>
    <w:p w:rsidR="00B65DC9" w:rsidRDefault="00B65DC9" w:rsidP="00B65DC9">
      <w:r>
        <w:t>176.0263</w:t>
      </w:r>
      <w:r>
        <w:tab/>
        <w:t>2.532e-2</w:t>
      </w:r>
    </w:p>
    <w:p w:rsidR="00B65DC9" w:rsidRDefault="00B65DC9" w:rsidP="00B65DC9">
      <w:r>
        <w:t>176.0364</w:t>
      </w:r>
      <w:r>
        <w:tab/>
        <w:t>1.013e0</w:t>
      </w:r>
    </w:p>
    <w:p w:rsidR="00B65DC9" w:rsidRDefault="00B65DC9" w:rsidP="00B65DC9">
      <w:r>
        <w:t>176.0540</w:t>
      </w:r>
      <w:r>
        <w:tab/>
        <w:t>1.266e-2</w:t>
      </w:r>
    </w:p>
    <w:p w:rsidR="00B65DC9" w:rsidRDefault="00B65DC9" w:rsidP="00B65DC9">
      <w:r>
        <w:t>176.0721</w:t>
      </w:r>
      <w:r>
        <w:tab/>
        <w:t>1.013e0</w:t>
      </w:r>
    </w:p>
    <w:p w:rsidR="00B65DC9" w:rsidRDefault="00B65DC9" w:rsidP="00B65DC9">
      <w:r>
        <w:t>176.0861</w:t>
      </w:r>
      <w:r>
        <w:tab/>
        <w:t>3.798e-2</w:t>
      </w:r>
    </w:p>
    <w:p w:rsidR="00B65DC9" w:rsidRDefault="00B65DC9" w:rsidP="00B65DC9">
      <w:r>
        <w:lastRenderedPageBreak/>
        <w:t>176.1178</w:t>
      </w:r>
      <w:r>
        <w:tab/>
        <w:t>6.101e0</w:t>
      </w:r>
    </w:p>
    <w:p w:rsidR="00B65DC9" w:rsidRDefault="00B65DC9" w:rsidP="00B65DC9">
      <w:r>
        <w:t>176.2412</w:t>
      </w:r>
      <w:r>
        <w:tab/>
        <w:t>1.013e0</w:t>
      </w:r>
    </w:p>
    <w:p w:rsidR="00B65DC9" w:rsidRDefault="00B65DC9" w:rsidP="00B65DC9">
      <w:r>
        <w:t>176.2521</w:t>
      </w:r>
      <w:r>
        <w:tab/>
        <w:t>1.266e-2</w:t>
      </w:r>
    </w:p>
    <w:p w:rsidR="00B65DC9" w:rsidRDefault="00B65DC9" w:rsidP="00B65DC9">
      <w:r>
        <w:t>176.2590</w:t>
      </w:r>
      <w:r>
        <w:tab/>
        <w:t>1.013e0</w:t>
      </w:r>
    </w:p>
    <w:p w:rsidR="00B65DC9" w:rsidRDefault="00B65DC9" w:rsidP="00B65DC9">
      <w:r>
        <w:t>176.3981</w:t>
      </w:r>
      <w:r>
        <w:tab/>
        <w:t>2.025e0</w:t>
      </w:r>
    </w:p>
    <w:p w:rsidR="00B65DC9" w:rsidRDefault="00B65DC9" w:rsidP="00B65DC9">
      <w:r>
        <w:t>176.4000</w:t>
      </w:r>
      <w:r>
        <w:tab/>
        <w:t>1.266e-2</w:t>
      </w:r>
    </w:p>
    <w:p w:rsidR="00B65DC9" w:rsidRDefault="00B65DC9" w:rsidP="00B65DC9">
      <w:r>
        <w:t>176.4319</w:t>
      </w:r>
      <w:r>
        <w:tab/>
        <w:t>1.013e0</w:t>
      </w:r>
    </w:p>
    <w:p w:rsidR="00B65DC9" w:rsidRDefault="00B65DC9" w:rsidP="00B65DC9">
      <w:r>
        <w:t>176.4393</w:t>
      </w:r>
      <w:r>
        <w:tab/>
        <w:t>1.013e0</w:t>
      </w:r>
    </w:p>
    <w:p w:rsidR="00B65DC9" w:rsidRDefault="00B65DC9" w:rsidP="00B65DC9">
      <w:r>
        <w:t>176.4462</w:t>
      </w:r>
      <w:r>
        <w:tab/>
        <w:t>1.013e0</w:t>
      </w:r>
    </w:p>
    <w:p w:rsidR="00B65DC9" w:rsidRDefault="00B65DC9" w:rsidP="00B65DC9">
      <w:r>
        <w:t>176.4711</w:t>
      </w:r>
      <w:r>
        <w:tab/>
        <w:t>2.025e0</w:t>
      </w:r>
    </w:p>
    <w:p w:rsidR="00B65DC9" w:rsidRDefault="00B65DC9" w:rsidP="00B65DC9">
      <w:r>
        <w:t>176.5562</w:t>
      </w:r>
      <w:r>
        <w:tab/>
        <w:t>8.824e0</w:t>
      </w:r>
    </w:p>
    <w:p w:rsidR="00B65DC9" w:rsidRDefault="00B65DC9" w:rsidP="00B65DC9">
      <w:r>
        <w:t>176.5577</w:t>
      </w:r>
      <w:r>
        <w:tab/>
        <w:t>5.297e0</w:t>
      </w:r>
    </w:p>
    <w:p w:rsidR="00B65DC9" w:rsidRDefault="00B65DC9" w:rsidP="00B65DC9">
      <w:r>
        <w:t>176.5597</w:t>
      </w:r>
      <w:r>
        <w:tab/>
        <w:t>2.051e0</w:t>
      </w:r>
    </w:p>
    <w:p w:rsidR="00B65DC9" w:rsidRDefault="00B65DC9" w:rsidP="00B65DC9">
      <w:r>
        <w:t>176.5872</w:t>
      </w:r>
      <w:r>
        <w:tab/>
        <w:t>1.013e0</w:t>
      </w:r>
    </w:p>
    <w:p w:rsidR="00B65DC9" w:rsidRDefault="00B65DC9" w:rsidP="00B65DC9">
      <w:r>
        <w:t>176.5946</w:t>
      </w:r>
      <w:r>
        <w:tab/>
        <w:t>1.266e-2</w:t>
      </w:r>
    </w:p>
    <w:p w:rsidR="00B65DC9" w:rsidRDefault="00B65DC9" w:rsidP="00B65DC9">
      <w:r>
        <w:t>176.5979</w:t>
      </w:r>
      <w:r>
        <w:tab/>
        <w:t>1.013e0</w:t>
      </w:r>
    </w:p>
    <w:p w:rsidR="00B65DC9" w:rsidRDefault="00B65DC9" w:rsidP="00B65DC9">
      <w:r>
        <w:t>176.6371</w:t>
      </w:r>
      <w:r>
        <w:tab/>
        <w:t>2.025e0</w:t>
      </w:r>
    </w:p>
    <w:p w:rsidR="00B65DC9" w:rsidRDefault="00B65DC9" w:rsidP="00B65DC9">
      <w:r>
        <w:t>176.6810</w:t>
      </w:r>
      <w:r>
        <w:tab/>
        <w:t>2.025e0</w:t>
      </w:r>
    </w:p>
    <w:p w:rsidR="00B65DC9" w:rsidRDefault="00B65DC9" w:rsidP="00B65DC9">
      <w:r>
        <w:t>176.7265</w:t>
      </w:r>
      <w:r>
        <w:tab/>
        <w:t>2.025e0</w:t>
      </w:r>
    </w:p>
    <w:p w:rsidR="00B65DC9" w:rsidRDefault="00B65DC9" w:rsidP="00B65DC9">
      <w:r>
        <w:lastRenderedPageBreak/>
        <w:t>176.7392</w:t>
      </w:r>
      <w:r>
        <w:tab/>
        <w:t>1.266e-2</w:t>
      </w:r>
    </w:p>
    <w:p w:rsidR="00B65DC9" w:rsidRDefault="00B65DC9" w:rsidP="00B65DC9">
      <w:r>
        <w:t>176.7497</w:t>
      </w:r>
      <w:r>
        <w:tab/>
        <w:t>1.013e0</w:t>
      </w:r>
    </w:p>
    <w:p w:rsidR="00B65DC9" w:rsidRDefault="00B65DC9" w:rsidP="00B65DC9">
      <w:r>
        <w:t>176.7748</w:t>
      </w:r>
      <w:r>
        <w:tab/>
        <w:t>1.025e0</w:t>
      </w:r>
    </w:p>
    <w:p w:rsidR="00B65DC9" w:rsidRDefault="00B65DC9" w:rsidP="00B65DC9">
      <w:r>
        <w:t>176.8015</w:t>
      </w:r>
      <w:r>
        <w:tab/>
        <w:t>2.025e0</w:t>
      </w:r>
    </w:p>
    <w:p w:rsidR="00B65DC9" w:rsidRDefault="00B65DC9" w:rsidP="00B65DC9">
      <w:r>
        <w:t>176.8211</w:t>
      </w:r>
      <w:r>
        <w:tab/>
        <w:t>1.266e-2</w:t>
      </w:r>
    </w:p>
    <w:p w:rsidR="00B65DC9" w:rsidRDefault="00B65DC9" w:rsidP="00B65DC9">
      <w:r>
        <w:t>176.8420</w:t>
      </w:r>
      <w:r>
        <w:tab/>
        <w:t>1.025e0</w:t>
      </w:r>
    </w:p>
    <w:p w:rsidR="00B65DC9" w:rsidRDefault="00B65DC9" w:rsidP="00B65DC9">
      <w:r>
        <w:t>176.8699</w:t>
      </w:r>
      <w:r>
        <w:tab/>
        <w:t>1.266e-2</w:t>
      </w:r>
    </w:p>
    <w:p w:rsidR="00B65DC9" w:rsidRDefault="00B65DC9" w:rsidP="00B65DC9">
      <w:r>
        <w:t>176.8871</w:t>
      </w:r>
      <w:r>
        <w:tab/>
        <w:t>2.025e0</w:t>
      </w:r>
    </w:p>
    <w:p w:rsidR="00B65DC9" w:rsidRDefault="00B65DC9" w:rsidP="00B65DC9">
      <w:r>
        <w:t>176.9513</w:t>
      </w:r>
      <w:r>
        <w:tab/>
        <w:t>1.013e0</w:t>
      </w:r>
    </w:p>
    <w:p w:rsidR="00B65DC9" w:rsidRDefault="00B65DC9" w:rsidP="00B65DC9">
      <w:r>
        <w:t>176.9620</w:t>
      </w:r>
      <w:r>
        <w:tab/>
        <w:t>1.025e0</w:t>
      </w:r>
    </w:p>
    <w:p w:rsidR="00B65DC9" w:rsidRDefault="00B65DC9" w:rsidP="00B65DC9">
      <w:r>
        <w:t>176.9941</w:t>
      </w:r>
      <w:r>
        <w:tab/>
        <w:t>1.013e0</w:t>
      </w:r>
    </w:p>
    <w:p w:rsidR="00B65DC9" w:rsidRDefault="00B65DC9" w:rsidP="00B65DC9">
      <w:r>
        <w:t>177.0204</w:t>
      </w:r>
      <w:r>
        <w:tab/>
        <w:t>4.051e0</w:t>
      </w:r>
    </w:p>
    <w:p w:rsidR="00B65DC9" w:rsidRDefault="00B65DC9" w:rsidP="00B65DC9">
      <w:r>
        <w:t>177.0273</w:t>
      </w:r>
      <w:r>
        <w:tab/>
        <w:t>3.038e0</w:t>
      </w:r>
    </w:p>
    <w:p w:rsidR="00B65DC9" w:rsidRDefault="00B65DC9" w:rsidP="00B65DC9">
      <w:r>
        <w:t>177.0386</w:t>
      </w:r>
      <w:r>
        <w:tab/>
        <w:t>2.038e0</w:t>
      </w:r>
    </w:p>
    <w:p w:rsidR="00B65DC9" w:rsidRDefault="00B65DC9" w:rsidP="00B65DC9">
      <w:r>
        <w:t>177.0639</w:t>
      </w:r>
      <w:r>
        <w:tab/>
        <w:t>3.038e0</w:t>
      </w:r>
    </w:p>
    <w:p w:rsidR="00B65DC9" w:rsidRDefault="00B65DC9" w:rsidP="00B65DC9">
      <w:r>
        <w:t>177.0669</w:t>
      </w:r>
      <w:r>
        <w:tab/>
        <w:t>7.229e0</w:t>
      </w:r>
    </w:p>
    <w:p w:rsidR="00B65DC9" w:rsidRDefault="00B65DC9" w:rsidP="00B65DC9">
      <w:r>
        <w:t>177.0921</w:t>
      </w:r>
      <w:r>
        <w:tab/>
        <w:t>4.679e0</w:t>
      </w:r>
    </w:p>
    <w:p w:rsidR="00B65DC9" w:rsidRDefault="00B65DC9" w:rsidP="00B65DC9">
      <w:r>
        <w:t>177.1138</w:t>
      </w:r>
      <w:r>
        <w:tab/>
        <w:t>7.089e0</w:t>
      </w:r>
    </w:p>
    <w:p w:rsidR="00B65DC9" w:rsidRDefault="00B65DC9" w:rsidP="00B65DC9">
      <w:r>
        <w:t>177.1283</w:t>
      </w:r>
      <w:r>
        <w:tab/>
        <w:t>1.013e0</w:t>
      </w:r>
    </w:p>
    <w:p w:rsidR="00B65DC9" w:rsidRDefault="00B65DC9" w:rsidP="00B65DC9">
      <w:r>
        <w:lastRenderedPageBreak/>
        <w:t>177.1530</w:t>
      </w:r>
      <w:r>
        <w:tab/>
        <w:t>2.025e0</w:t>
      </w:r>
    </w:p>
    <w:p w:rsidR="00B65DC9" w:rsidRDefault="00B65DC9" w:rsidP="00B65DC9">
      <w:r>
        <w:t>177.1798</w:t>
      </w:r>
      <w:r>
        <w:tab/>
        <w:t>2.025e0</w:t>
      </w:r>
    </w:p>
    <w:p w:rsidR="00B65DC9" w:rsidRDefault="00B65DC9" w:rsidP="00B65DC9">
      <w:r>
        <w:t>177.1991</w:t>
      </w:r>
      <w:r>
        <w:tab/>
        <w:t>1.013e0</w:t>
      </w:r>
    </w:p>
    <w:p w:rsidR="00B65DC9" w:rsidRDefault="00B65DC9" w:rsidP="00B65DC9">
      <w:r>
        <w:t>177.2515</w:t>
      </w:r>
      <w:r>
        <w:tab/>
        <w:t>1.013e0</w:t>
      </w:r>
    </w:p>
    <w:p w:rsidR="00B65DC9" w:rsidRDefault="00B65DC9" w:rsidP="00B65DC9">
      <w:r>
        <w:t>177.2604</w:t>
      </w:r>
      <w:r>
        <w:tab/>
        <w:t>2.025e0</w:t>
      </w:r>
    </w:p>
    <w:p w:rsidR="00B65DC9" w:rsidRDefault="00B65DC9" w:rsidP="00B65DC9">
      <w:r>
        <w:t>177.2642</w:t>
      </w:r>
      <w:r>
        <w:tab/>
        <w:t>2.025e0</w:t>
      </w:r>
    </w:p>
    <w:p w:rsidR="00B65DC9" w:rsidRDefault="00B65DC9" w:rsidP="00B65DC9">
      <w:r>
        <w:t>177.2693</w:t>
      </w:r>
      <w:r>
        <w:tab/>
        <w:t>1.013e0</w:t>
      </w:r>
    </w:p>
    <w:p w:rsidR="00B65DC9" w:rsidRDefault="00B65DC9" w:rsidP="00B65DC9">
      <w:r>
        <w:t>177.2836</w:t>
      </w:r>
      <w:r>
        <w:tab/>
        <w:t>1.266e-2</w:t>
      </w:r>
    </w:p>
    <w:p w:rsidR="00B65DC9" w:rsidRDefault="00B65DC9" w:rsidP="00B65DC9">
      <w:r>
        <w:t>177.2979</w:t>
      </w:r>
      <w:r>
        <w:tab/>
        <w:t>1.013e0</w:t>
      </w:r>
    </w:p>
    <w:p w:rsidR="00B65DC9" w:rsidRDefault="00B65DC9" w:rsidP="00B65DC9">
      <w:r>
        <w:t>177.4427</w:t>
      </w:r>
      <w:r>
        <w:tab/>
        <w:t>1.013e0</w:t>
      </w:r>
    </w:p>
    <w:p w:rsidR="00B65DC9" w:rsidRDefault="00B65DC9" w:rsidP="00B65DC9">
      <w:r>
        <w:t>177.4498</w:t>
      </w:r>
      <w:r>
        <w:tab/>
        <w:t>1.266e-2</w:t>
      </w:r>
    </w:p>
    <w:p w:rsidR="00B65DC9" w:rsidRDefault="00B65DC9" w:rsidP="00B65DC9">
      <w:r>
        <w:t>177.4656</w:t>
      </w:r>
      <w:r>
        <w:tab/>
        <w:t>3.038e0</w:t>
      </w:r>
    </w:p>
    <w:p w:rsidR="00B65DC9" w:rsidRDefault="00B65DC9" w:rsidP="00B65DC9">
      <w:r>
        <w:t>177.4926</w:t>
      </w:r>
      <w:r>
        <w:tab/>
        <w:t>1.013e0</w:t>
      </w:r>
    </w:p>
    <w:p w:rsidR="00B65DC9" w:rsidRDefault="00B65DC9" w:rsidP="00B65DC9">
      <w:r>
        <w:t>177.5104</w:t>
      </w:r>
      <w:r>
        <w:tab/>
        <w:t>1.013e0</w:t>
      </w:r>
    </w:p>
    <w:p w:rsidR="00B65DC9" w:rsidRDefault="00B65DC9" w:rsidP="00B65DC9">
      <w:r>
        <w:t>177.5426</w:t>
      </w:r>
      <w:r>
        <w:tab/>
        <w:t>1.013e0</w:t>
      </w:r>
    </w:p>
    <w:p w:rsidR="00B65DC9" w:rsidRDefault="00B65DC9" w:rsidP="00B65DC9">
      <w:r>
        <w:t>177.5533</w:t>
      </w:r>
      <w:r>
        <w:tab/>
        <w:t>1.266e-2</w:t>
      </w:r>
    </w:p>
    <w:p w:rsidR="00B65DC9" w:rsidRDefault="00B65DC9" w:rsidP="00B65DC9">
      <w:r>
        <w:t>177.5586</w:t>
      </w:r>
      <w:r>
        <w:tab/>
        <w:t>2.025e0</w:t>
      </w:r>
    </w:p>
    <w:p w:rsidR="00B65DC9" w:rsidRDefault="00B65DC9" w:rsidP="00B65DC9">
      <w:r>
        <w:t>177.5602</w:t>
      </w:r>
      <w:r>
        <w:tab/>
        <w:t>1.266e-2</w:t>
      </w:r>
    </w:p>
    <w:p w:rsidR="00B65DC9" w:rsidRDefault="00B65DC9" w:rsidP="00B65DC9">
      <w:r>
        <w:t>177.5706</w:t>
      </w:r>
      <w:r>
        <w:tab/>
        <w:t>1.013e0</w:t>
      </w:r>
    </w:p>
    <w:p w:rsidR="00B65DC9" w:rsidRDefault="00B65DC9" w:rsidP="00B65DC9">
      <w:r>
        <w:lastRenderedPageBreak/>
        <w:t>177.5914</w:t>
      </w:r>
      <w:r>
        <w:tab/>
        <w:t>2.025e0</w:t>
      </w:r>
    </w:p>
    <w:p w:rsidR="00B65DC9" w:rsidRDefault="00B65DC9" w:rsidP="00B65DC9">
      <w:r>
        <w:t>177.6160</w:t>
      </w:r>
      <w:r>
        <w:tab/>
        <w:t>1.266e-2</w:t>
      </w:r>
    </w:p>
    <w:p w:rsidR="00B65DC9" w:rsidRDefault="00B65DC9" w:rsidP="00B65DC9">
      <w:r>
        <w:t>177.6304</w:t>
      </w:r>
      <w:r>
        <w:tab/>
        <w:t>1.266e-2</w:t>
      </w:r>
    </w:p>
    <w:p w:rsidR="00B65DC9" w:rsidRDefault="00B65DC9" w:rsidP="00B65DC9">
      <w:r>
        <w:t>177.6485</w:t>
      </w:r>
      <w:r>
        <w:tab/>
        <w:t>1.266e-2</w:t>
      </w:r>
    </w:p>
    <w:p w:rsidR="00B65DC9" w:rsidRDefault="00B65DC9" w:rsidP="00B65DC9">
      <w:r>
        <w:t>177.6714</w:t>
      </w:r>
      <w:r>
        <w:tab/>
        <w:t>2.025e0</w:t>
      </w:r>
    </w:p>
    <w:p w:rsidR="00B65DC9" w:rsidRDefault="00B65DC9" w:rsidP="00B65DC9">
      <w:r>
        <w:t>177.6734</w:t>
      </w:r>
      <w:r>
        <w:tab/>
        <w:t>1.013e0</w:t>
      </w:r>
    </w:p>
    <w:p w:rsidR="00B65DC9" w:rsidRDefault="00B65DC9" w:rsidP="00B65DC9">
      <w:r>
        <w:t>177.7124</w:t>
      </w:r>
      <w:r>
        <w:tab/>
        <w:t>1.266e-2</w:t>
      </w:r>
    </w:p>
    <w:p w:rsidR="00B65DC9" w:rsidRDefault="00B65DC9" w:rsidP="00B65DC9">
      <w:r>
        <w:t>177.7552</w:t>
      </w:r>
      <w:r>
        <w:tab/>
        <w:t>1.266e-2</w:t>
      </w:r>
    </w:p>
    <w:p w:rsidR="00B65DC9" w:rsidRDefault="00B65DC9" w:rsidP="00B65DC9">
      <w:r>
        <w:t>177.7828</w:t>
      </w:r>
      <w:r>
        <w:tab/>
        <w:t>1.013e0</w:t>
      </w:r>
    </w:p>
    <w:p w:rsidR="00B65DC9" w:rsidRDefault="00B65DC9" w:rsidP="00B65DC9">
      <w:r>
        <w:t>177.7987</w:t>
      </w:r>
      <w:r>
        <w:tab/>
        <w:t>3.038e0</w:t>
      </w:r>
    </w:p>
    <w:p w:rsidR="00B65DC9" w:rsidRDefault="00B65DC9" w:rsidP="00B65DC9">
      <w:r>
        <w:t>177.8040</w:t>
      </w:r>
      <w:r>
        <w:tab/>
        <w:t>1.266e-2</w:t>
      </w:r>
    </w:p>
    <w:p w:rsidR="00B65DC9" w:rsidRDefault="00B65DC9" w:rsidP="00B65DC9">
      <w:r>
        <w:t>177.8859</w:t>
      </w:r>
      <w:r>
        <w:tab/>
        <w:t>1.266e-2</w:t>
      </w:r>
    </w:p>
    <w:p w:rsidR="00B65DC9" w:rsidRDefault="00B65DC9" w:rsidP="00B65DC9">
      <w:r>
        <w:t>177.9145</w:t>
      </w:r>
      <w:r>
        <w:tab/>
        <w:t>1.266e-2</w:t>
      </w:r>
    </w:p>
    <w:p w:rsidR="00B65DC9" w:rsidRDefault="00B65DC9" w:rsidP="00B65DC9">
      <w:r>
        <w:t>178.0121</w:t>
      </w:r>
      <w:r>
        <w:tab/>
        <w:t>1.038e0</w:t>
      </w:r>
    </w:p>
    <w:p w:rsidR="00B65DC9" w:rsidRDefault="00B65DC9" w:rsidP="00B65DC9">
      <w:r>
        <w:t>178.0167</w:t>
      </w:r>
      <w:r>
        <w:tab/>
        <w:t>1.013e0</w:t>
      </w:r>
    </w:p>
    <w:p w:rsidR="00B65DC9" w:rsidRDefault="00B65DC9" w:rsidP="00B65DC9">
      <w:r>
        <w:t>178.0381</w:t>
      </w:r>
      <w:r>
        <w:tab/>
        <w:t>1.013e0</w:t>
      </w:r>
    </w:p>
    <w:p w:rsidR="00B65DC9" w:rsidRDefault="00B65DC9" w:rsidP="00B65DC9">
      <w:r>
        <w:t>178.0740</w:t>
      </w:r>
      <w:r>
        <w:tab/>
        <w:t>6.469e0</w:t>
      </w:r>
    </w:p>
    <w:p w:rsidR="00B65DC9" w:rsidRDefault="00B65DC9" w:rsidP="00B65DC9">
      <w:r>
        <w:t>178.0773</w:t>
      </w:r>
      <w:r>
        <w:tab/>
        <w:t>1.013e0</w:t>
      </w:r>
    </w:p>
    <w:p w:rsidR="00B65DC9" w:rsidRDefault="00B65DC9" w:rsidP="00B65DC9">
      <w:r>
        <w:t>178.0984</w:t>
      </w:r>
      <w:r>
        <w:tab/>
        <w:t>1.237e1</w:t>
      </w:r>
    </w:p>
    <w:p w:rsidR="00B65DC9" w:rsidRDefault="00B65DC9" w:rsidP="00B65DC9">
      <w:r>
        <w:lastRenderedPageBreak/>
        <w:t>178.1266</w:t>
      </w:r>
      <w:r>
        <w:tab/>
        <w:t>2.822e0</w:t>
      </w:r>
    </w:p>
    <w:p w:rsidR="00B65DC9" w:rsidRDefault="00B65DC9" w:rsidP="00B65DC9">
      <w:r>
        <w:t>178.1611</w:t>
      </w:r>
      <w:r>
        <w:tab/>
        <w:t>2.051e0</w:t>
      </w:r>
    </w:p>
    <w:p w:rsidR="00B65DC9" w:rsidRDefault="00B65DC9" w:rsidP="00B65DC9">
      <w:r>
        <w:t>178.1766</w:t>
      </w:r>
      <w:r>
        <w:tab/>
        <w:t>1.266e-2</w:t>
      </w:r>
    </w:p>
    <w:p w:rsidR="00B65DC9" w:rsidRDefault="00B65DC9" w:rsidP="00B65DC9">
      <w:r>
        <w:t>178.1868</w:t>
      </w:r>
      <w:r>
        <w:tab/>
        <w:t>1.013e0</w:t>
      </w:r>
    </w:p>
    <w:p w:rsidR="00B65DC9" w:rsidRDefault="00B65DC9" w:rsidP="00B65DC9">
      <w:r>
        <w:t>178.2153</w:t>
      </w:r>
      <w:r>
        <w:tab/>
        <w:t>2.025e0</w:t>
      </w:r>
    </w:p>
    <w:p w:rsidR="00B65DC9" w:rsidRDefault="00B65DC9" w:rsidP="00B65DC9">
      <w:r>
        <w:t>178.2534</w:t>
      </w:r>
      <w:r>
        <w:tab/>
        <w:t>3.038e0</w:t>
      </w:r>
    </w:p>
    <w:p w:rsidR="00B65DC9" w:rsidRDefault="00B65DC9" w:rsidP="00B65DC9">
      <w:r>
        <w:t>178.2724</w:t>
      </w:r>
      <w:r>
        <w:tab/>
        <w:t>2.025e0</w:t>
      </w:r>
    </w:p>
    <w:p w:rsidR="00B65DC9" w:rsidRDefault="00B65DC9" w:rsidP="00B65DC9">
      <w:r>
        <w:t>178.2760</w:t>
      </w:r>
      <w:r>
        <w:tab/>
        <w:t>1.013e0</w:t>
      </w:r>
    </w:p>
    <w:p w:rsidR="00B65DC9" w:rsidRDefault="00B65DC9" w:rsidP="00B65DC9">
      <w:r>
        <w:t>178.3243</w:t>
      </w:r>
      <w:r>
        <w:tab/>
        <w:t>2.025e0</w:t>
      </w:r>
    </w:p>
    <w:p w:rsidR="00B65DC9" w:rsidRDefault="00B65DC9" w:rsidP="00B65DC9">
      <w:r>
        <w:t>178.3421</w:t>
      </w:r>
      <w:r>
        <w:tab/>
        <w:t>2.025e0</w:t>
      </w:r>
    </w:p>
    <w:p w:rsidR="00B65DC9" w:rsidRDefault="00B65DC9" w:rsidP="00B65DC9">
      <w:r>
        <w:t>178.3507</w:t>
      </w:r>
      <w:r>
        <w:tab/>
        <w:t>1.013e0</w:t>
      </w:r>
    </w:p>
    <w:p w:rsidR="00B65DC9" w:rsidRDefault="00B65DC9" w:rsidP="00B65DC9">
      <w:r>
        <w:t>178.4017</w:t>
      </w:r>
      <w:r>
        <w:tab/>
        <w:t>2.025e0</w:t>
      </w:r>
    </w:p>
    <w:p w:rsidR="00B65DC9" w:rsidRDefault="00B65DC9" w:rsidP="00B65DC9">
      <w:r>
        <w:t>178.4214</w:t>
      </w:r>
      <w:r>
        <w:tab/>
        <w:t>1.013e0</w:t>
      </w:r>
    </w:p>
    <w:p w:rsidR="00B65DC9" w:rsidRDefault="00B65DC9" w:rsidP="00B65DC9">
      <w:r>
        <w:t>178.4355</w:t>
      </w:r>
      <w:r>
        <w:tab/>
        <w:t>1.266e-2</w:t>
      </w:r>
    </w:p>
    <w:p w:rsidR="00B65DC9" w:rsidRDefault="00B65DC9" w:rsidP="00B65DC9">
      <w:r>
        <w:t>178.4498</w:t>
      </w:r>
      <w:r>
        <w:tab/>
        <w:t>1.013e0</w:t>
      </w:r>
    </w:p>
    <w:p w:rsidR="00B65DC9" w:rsidRDefault="00B65DC9" w:rsidP="00B65DC9">
      <w:r>
        <w:t>178.4534</w:t>
      </w:r>
      <w:r>
        <w:tab/>
        <w:t>1.266e-2</w:t>
      </w:r>
    </w:p>
    <w:p w:rsidR="00B65DC9" w:rsidRDefault="00B65DC9" w:rsidP="00B65DC9">
      <w:r>
        <w:t>178.4676</w:t>
      </w:r>
      <w:r>
        <w:tab/>
        <w:t>1.013e0</w:t>
      </w:r>
    </w:p>
    <w:p w:rsidR="00B65DC9" w:rsidRDefault="00B65DC9" w:rsidP="00B65DC9">
      <w:r>
        <w:t>178.4962</w:t>
      </w:r>
      <w:r>
        <w:tab/>
        <w:t>2.025e0</w:t>
      </w:r>
    </w:p>
    <w:p w:rsidR="00B65DC9" w:rsidRDefault="00B65DC9" w:rsidP="00B65DC9">
      <w:r>
        <w:t>178.5323</w:t>
      </w:r>
      <w:r>
        <w:tab/>
        <w:t>1.266e-2</w:t>
      </w:r>
    </w:p>
    <w:p w:rsidR="00B65DC9" w:rsidRDefault="00B65DC9" w:rsidP="00B65DC9">
      <w:r>
        <w:lastRenderedPageBreak/>
        <w:t>178.5496</w:t>
      </w:r>
      <w:r>
        <w:tab/>
        <w:t>1.013e0</w:t>
      </w:r>
    </w:p>
    <w:p w:rsidR="00B65DC9" w:rsidRDefault="00B65DC9" w:rsidP="00B65DC9">
      <w:r>
        <w:t>178.5706</w:t>
      </w:r>
      <w:r>
        <w:tab/>
        <w:t>1.013e0</w:t>
      </w:r>
    </w:p>
    <w:p w:rsidR="00B65DC9" w:rsidRDefault="00B65DC9" w:rsidP="00B65DC9">
      <w:r>
        <w:t>178.5847</w:t>
      </w:r>
      <w:r>
        <w:tab/>
        <w:t>2.025e0</w:t>
      </w:r>
    </w:p>
    <w:p w:rsidR="00B65DC9" w:rsidRDefault="00B65DC9" w:rsidP="00B65DC9">
      <w:r>
        <w:t>178.5915</w:t>
      </w:r>
      <w:r>
        <w:tab/>
        <w:t>1.013e0</w:t>
      </w:r>
    </w:p>
    <w:p w:rsidR="00B65DC9" w:rsidRDefault="00B65DC9" w:rsidP="00B65DC9">
      <w:r>
        <w:t>178.6381</w:t>
      </w:r>
      <w:r>
        <w:tab/>
        <w:t>1.266e-2</w:t>
      </w:r>
    </w:p>
    <w:p w:rsidR="00B65DC9" w:rsidRDefault="00B65DC9" w:rsidP="00B65DC9">
      <w:r>
        <w:t>178.6593</w:t>
      </w:r>
      <w:r>
        <w:tab/>
        <w:t>1.013e0</w:t>
      </w:r>
    </w:p>
    <w:p w:rsidR="00B65DC9" w:rsidRDefault="00B65DC9" w:rsidP="00B65DC9">
      <w:r>
        <w:t>178.6631</w:t>
      </w:r>
      <w:r>
        <w:tab/>
        <w:t>1.266e-2</w:t>
      </w:r>
    </w:p>
    <w:p w:rsidR="00B65DC9" w:rsidRDefault="00B65DC9" w:rsidP="00B65DC9">
      <w:r>
        <w:t>178.6843</w:t>
      </w:r>
      <w:r>
        <w:tab/>
        <w:t>1.013e0</w:t>
      </w:r>
    </w:p>
    <w:p w:rsidR="00B65DC9" w:rsidRDefault="00B65DC9" w:rsidP="00B65DC9">
      <w:r>
        <w:t>178.6914</w:t>
      </w:r>
      <w:r>
        <w:tab/>
        <w:t>1.013e0</w:t>
      </w:r>
    </w:p>
    <w:p w:rsidR="00B65DC9" w:rsidRDefault="00B65DC9" w:rsidP="00B65DC9">
      <w:r>
        <w:t>178.7022</w:t>
      </w:r>
      <w:r>
        <w:tab/>
        <w:t>2.025e0</w:t>
      </w:r>
    </w:p>
    <w:p w:rsidR="00B65DC9" w:rsidRDefault="00B65DC9" w:rsidP="00B65DC9">
      <w:r>
        <w:t>178.7523</w:t>
      </w:r>
      <w:r>
        <w:tab/>
        <w:t>1.013e0</w:t>
      </w:r>
    </w:p>
    <w:p w:rsidR="00B65DC9" w:rsidRDefault="00B65DC9" w:rsidP="00B65DC9">
      <w:r>
        <w:t>178.7907</w:t>
      </w:r>
      <w:r>
        <w:tab/>
        <w:t>1.266e-2</w:t>
      </w:r>
    </w:p>
    <w:p w:rsidR="00B65DC9" w:rsidRDefault="00B65DC9" w:rsidP="00B65DC9">
      <w:r>
        <w:t>178.8012</w:t>
      </w:r>
      <w:r>
        <w:tab/>
        <w:t>2.532e-2</w:t>
      </w:r>
    </w:p>
    <w:p w:rsidR="00B65DC9" w:rsidRDefault="00B65DC9" w:rsidP="00B65DC9">
      <w:r>
        <w:t>178.8295</w:t>
      </w:r>
      <w:r>
        <w:tab/>
        <w:t>1.266e-2</w:t>
      </w:r>
    </w:p>
    <w:p w:rsidR="00B65DC9" w:rsidRDefault="00B65DC9" w:rsidP="00B65DC9">
      <w:r>
        <w:t>178.8475</w:t>
      </w:r>
      <w:r>
        <w:tab/>
        <w:t>1.013e0</w:t>
      </w:r>
    </w:p>
    <w:p w:rsidR="00B65DC9" w:rsidRDefault="00B65DC9" w:rsidP="00B65DC9">
      <w:r>
        <w:t>178.8549</w:t>
      </w:r>
      <w:r>
        <w:tab/>
        <w:t>1.013e0</w:t>
      </w:r>
    </w:p>
    <w:p w:rsidR="00B65DC9" w:rsidRDefault="00B65DC9" w:rsidP="00B65DC9">
      <w:r>
        <w:t>178.9082</w:t>
      </w:r>
      <w:r>
        <w:tab/>
        <w:t>2.025e0</w:t>
      </w:r>
    </w:p>
    <w:p w:rsidR="00B65DC9" w:rsidRDefault="00B65DC9" w:rsidP="00B65DC9">
      <w:r>
        <w:t>178.9120</w:t>
      </w:r>
      <w:r>
        <w:tab/>
        <w:t>1.013e0</w:t>
      </w:r>
    </w:p>
    <w:p w:rsidR="00B65DC9" w:rsidRDefault="00B65DC9" w:rsidP="00B65DC9">
      <w:r>
        <w:t>178.9261</w:t>
      </w:r>
      <w:r>
        <w:tab/>
        <w:t>1.266e-2</w:t>
      </w:r>
    </w:p>
    <w:p w:rsidR="00B65DC9" w:rsidRDefault="00B65DC9" w:rsidP="00B65DC9">
      <w:r>
        <w:lastRenderedPageBreak/>
        <w:t>178.9476</w:t>
      </w:r>
      <w:r>
        <w:tab/>
        <w:t>1.266e-2</w:t>
      </w:r>
    </w:p>
    <w:p w:rsidR="00B65DC9" w:rsidRDefault="00B65DC9" w:rsidP="00B65DC9">
      <w:r>
        <w:t>178.9672</w:t>
      </w:r>
      <w:r>
        <w:tab/>
        <w:t>2.025e0</w:t>
      </w:r>
    </w:p>
    <w:p w:rsidR="00B65DC9" w:rsidRDefault="00B65DC9" w:rsidP="00B65DC9">
      <w:r>
        <w:t>178.9878</w:t>
      </w:r>
      <w:r>
        <w:tab/>
        <w:t>5.104e0</w:t>
      </w:r>
    </w:p>
    <w:p w:rsidR="00B65DC9" w:rsidRDefault="00B65DC9" w:rsidP="00B65DC9">
      <w:r>
        <w:t>178.9894</w:t>
      </w:r>
      <w:r>
        <w:tab/>
        <w:t>1.054e0</w:t>
      </w:r>
    </w:p>
    <w:p w:rsidR="00B65DC9" w:rsidRDefault="00B65DC9" w:rsidP="00B65DC9">
      <w:r>
        <w:t>179.0132</w:t>
      </w:r>
      <w:r>
        <w:tab/>
        <w:t>1.023e1</w:t>
      </w:r>
    </w:p>
    <w:p w:rsidR="00B65DC9" w:rsidRDefault="00B65DC9" w:rsidP="00B65DC9">
      <w:r>
        <w:t>179.0168</w:t>
      </w:r>
      <w:r>
        <w:tab/>
        <w:t>7.844e0</w:t>
      </w:r>
    </w:p>
    <w:p w:rsidR="00B65DC9" w:rsidRDefault="00B65DC9" w:rsidP="00B65DC9">
      <w:r>
        <w:t>179.0430</w:t>
      </w:r>
      <w:r>
        <w:tab/>
        <w:t>2.025e0</w:t>
      </w:r>
    </w:p>
    <w:p w:rsidR="00B65DC9" w:rsidRDefault="00B65DC9" w:rsidP="00B65DC9">
      <w:r>
        <w:t>179.0755</w:t>
      </w:r>
      <w:r>
        <w:tab/>
        <w:t>1.013e1</w:t>
      </w:r>
    </w:p>
    <w:p w:rsidR="00B65DC9" w:rsidRDefault="00B65DC9" w:rsidP="00B65DC9">
      <w:r>
        <w:t>179.0777</w:t>
      </w:r>
      <w:r>
        <w:tab/>
        <w:t>5.688e0</w:t>
      </w:r>
    </w:p>
    <w:p w:rsidR="00B65DC9" w:rsidRDefault="00B65DC9" w:rsidP="00B65DC9">
      <w:r>
        <w:t>179.0880</w:t>
      </w:r>
      <w:r>
        <w:tab/>
        <w:t>5.063e0</w:t>
      </w:r>
    </w:p>
    <w:p w:rsidR="00B65DC9" w:rsidRDefault="00B65DC9" w:rsidP="00B65DC9">
      <w:r>
        <w:t>179.0934</w:t>
      </w:r>
      <w:r>
        <w:tab/>
        <w:t>7.089e0</w:t>
      </w:r>
    </w:p>
    <w:p w:rsidR="00B65DC9" w:rsidRDefault="00B65DC9" w:rsidP="00B65DC9">
      <w:r>
        <w:t>179.1305</w:t>
      </w:r>
      <w:r>
        <w:tab/>
        <w:t>2.025e0</w:t>
      </w:r>
    </w:p>
    <w:p w:rsidR="00B65DC9" w:rsidRDefault="00B65DC9" w:rsidP="00B65DC9">
      <w:r>
        <w:t>179.1368</w:t>
      </w:r>
      <w:r>
        <w:tab/>
        <w:t>1.089e0</w:t>
      </w:r>
    </w:p>
    <w:p w:rsidR="00B65DC9" w:rsidRDefault="00B65DC9" w:rsidP="00B65DC9">
      <w:r>
        <w:t>179.1627</w:t>
      </w:r>
      <w:r>
        <w:tab/>
        <w:t>2.025e0</w:t>
      </w:r>
    </w:p>
    <w:p w:rsidR="00B65DC9" w:rsidRDefault="00B65DC9" w:rsidP="00B65DC9">
      <w:r>
        <w:t>179.1699</w:t>
      </w:r>
      <w:r>
        <w:tab/>
        <w:t>2.532e-2</w:t>
      </w:r>
    </w:p>
    <w:p w:rsidR="00B65DC9" w:rsidRDefault="00B65DC9" w:rsidP="00B65DC9">
      <w:r>
        <w:t>179.2071</w:t>
      </w:r>
      <w:r>
        <w:tab/>
        <w:t>1.266e-2</w:t>
      </w:r>
    </w:p>
    <w:p w:rsidR="00B65DC9" w:rsidRDefault="00B65DC9" w:rsidP="00B65DC9">
      <w:r>
        <w:t>179.2671</w:t>
      </w:r>
      <w:r>
        <w:tab/>
        <w:t>1.013e0</w:t>
      </w:r>
    </w:p>
    <w:p w:rsidR="00B65DC9" w:rsidRDefault="00B65DC9" w:rsidP="00B65DC9">
      <w:r>
        <w:t>179.2992</w:t>
      </w:r>
      <w:r>
        <w:tab/>
        <w:t>3.038e0</w:t>
      </w:r>
    </w:p>
    <w:p w:rsidR="00B65DC9" w:rsidRDefault="00B65DC9" w:rsidP="00B65DC9">
      <w:r>
        <w:t>179.3262</w:t>
      </w:r>
      <w:r>
        <w:tab/>
        <w:t>2.025e0</w:t>
      </w:r>
    </w:p>
    <w:p w:rsidR="00B65DC9" w:rsidRDefault="00B65DC9" w:rsidP="00B65DC9">
      <w:r>
        <w:lastRenderedPageBreak/>
        <w:t>179.3636</w:t>
      </w:r>
      <w:r>
        <w:tab/>
        <w:t>1.013e0</w:t>
      </w:r>
    </w:p>
    <w:p w:rsidR="00B65DC9" w:rsidRDefault="00B65DC9" w:rsidP="00B65DC9">
      <w:r>
        <w:t>179.4700</w:t>
      </w:r>
      <w:r>
        <w:tab/>
        <w:t>1.013e0</w:t>
      </w:r>
    </w:p>
    <w:p w:rsidR="00B65DC9" w:rsidRDefault="00B65DC9" w:rsidP="00B65DC9">
      <w:r>
        <w:t>179.4770</w:t>
      </w:r>
      <w:r>
        <w:tab/>
        <w:t>1.266e-2</w:t>
      </w:r>
    </w:p>
    <w:p w:rsidR="00B65DC9" w:rsidRDefault="00B65DC9" w:rsidP="00B65DC9">
      <w:r>
        <w:t>179.5020</w:t>
      </w:r>
      <w:r>
        <w:tab/>
        <w:t>3.038e0</w:t>
      </w:r>
    </w:p>
    <w:p w:rsidR="00B65DC9" w:rsidRDefault="00B65DC9" w:rsidP="00B65DC9">
      <w:r>
        <w:t>179.5234</w:t>
      </w:r>
      <w:r>
        <w:tab/>
        <w:t>1.013e0</w:t>
      </w:r>
    </w:p>
    <w:p w:rsidR="00B65DC9" w:rsidRDefault="00B65DC9" w:rsidP="00B65DC9">
      <w:r>
        <w:t>179.5648</w:t>
      </w:r>
      <w:r>
        <w:tab/>
        <w:t>2.025e0</w:t>
      </w:r>
    </w:p>
    <w:p w:rsidR="00B65DC9" w:rsidRDefault="00B65DC9" w:rsidP="00B65DC9">
      <w:r>
        <w:t>179.5664</w:t>
      </w:r>
      <w:r>
        <w:tab/>
        <w:t>2.025e0</w:t>
      </w:r>
    </w:p>
    <w:p w:rsidR="00B65DC9" w:rsidRDefault="00B65DC9" w:rsidP="00B65DC9">
      <w:r>
        <w:t>179.6429</w:t>
      </w:r>
      <w:r>
        <w:tab/>
        <w:t>3.038e0</w:t>
      </w:r>
    </w:p>
    <w:p w:rsidR="00B65DC9" w:rsidRDefault="00B65DC9" w:rsidP="00B65DC9">
      <w:r>
        <w:t>179.6453</w:t>
      </w:r>
      <w:r>
        <w:tab/>
        <w:t>2.025e0</w:t>
      </w:r>
    </w:p>
    <w:p w:rsidR="00B65DC9" w:rsidRDefault="00B65DC9" w:rsidP="00B65DC9">
      <w:r>
        <w:t>179.6805</w:t>
      </w:r>
      <w:r>
        <w:tab/>
        <w:t>1.013e0</w:t>
      </w:r>
    </w:p>
    <w:p w:rsidR="00B65DC9" w:rsidRDefault="00B65DC9" w:rsidP="00B65DC9">
      <w:r>
        <w:t>179.6948</w:t>
      </w:r>
      <w:r>
        <w:tab/>
        <w:t>1.013e0</w:t>
      </w:r>
    </w:p>
    <w:p w:rsidR="00B65DC9" w:rsidRDefault="00B65DC9" w:rsidP="00B65DC9">
      <w:r>
        <w:t>179.7191</w:t>
      </w:r>
      <w:r>
        <w:tab/>
        <w:t>4.051e0</w:t>
      </w:r>
    </w:p>
    <w:p w:rsidR="00B65DC9" w:rsidRDefault="00B65DC9" w:rsidP="00B65DC9">
      <w:r>
        <w:t>179.7515</w:t>
      </w:r>
      <w:r>
        <w:tab/>
        <w:t>2.025e0</w:t>
      </w:r>
    </w:p>
    <w:p w:rsidR="00B65DC9" w:rsidRDefault="00B65DC9" w:rsidP="00B65DC9">
      <w:r>
        <w:t>179.7764</w:t>
      </w:r>
      <w:r>
        <w:tab/>
        <w:t>1.266e-2</w:t>
      </w:r>
    </w:p>
    <w:p w:rsidR="00B65DC9" w:rsidRDefault="00B65DC9" w:rsidP="00B65DC9">
      <w:r>
        <w:t>179.7800</w:t>
      </w:r>
      <w:r>
        <w:tab/>
        <w:t>1.013e0</w:t>
      </w:r>
    </w:p>
    <w:p w:rsidR="00B65DC9" w:rsidRDefault="00B65DC9" w:rsidP="00B65DC9">
      <w:r>
        <w:t>179.7943</w:t>
      </w:r>
      <w:r>
        <w:tab/>
        <w:t>1.013e0</w:t>
      </w:r>
    </w:p>
    <w:p w:rsidR="00B65DC9" w:rsidRDefault="00B65DC9" w:rsidP="00B65DC9">
      <w:r>
        <w:t>179.8051</w:t>
      </w:r>
      <w:r>
        <w:tab/>
        <w:t>1.013e0</w:t>
      </w:r>
    </w:p>
    <w:p w:rsidR="00B65DC9" w:rsidRDefault="00B65DC9" w:rsidP="00B65DC9">
      <w:r>
        <w:t>179.8125</w:t>
      </w:r>
      <w:r>
        <w:tab/>
        <w:t>1.266e-2</w:t>
      </w:r>
    </w:p>
    <w:p w:rsidR="00B65DC9" w:rsidRDefault="00B65DC9" w:rsidP="00B65DC9">
      <w:r>
        <w:t>179.8265</w:t>
      </w:r>
      <w:r>
        <w:tab/>
        <w:t>1.013e0</w:t>
      </w:r>
    </w:p>
    <w:p w:rsidR="00B65DC9" w:rsidRDefault="00B65DC9" w:rsidP="00B65DC9">
      <w:r>
        <w:lastRenderedPageBreak/>
        <w:t>179.8339</w:t>
      </w:r>
      <w:r>
        <w:tab/>
        <w:t>1.013e0</w:t>
      </w:r>
    </w:p>
    <w:p w:rsidR="00B65DC9" w:rsidRDefault="00B65DC9" w:rsidP="00B65DC9">
      <w:r>
        <w:t>179.8804</w:t>
      </w:r>
      <w:r>
        <w:tab/>
        <w:t>1.013e0</w:t>
      </w:r>
    </w:p>
    <w:p w:rsidR="00B65DC9" w:rsidRDefault="00B65DC9" w:rsidP="00B65DC9">
      <w:r>
        <w:t>179.9264</w:t>
      </w:r>
      <w:r>
        <w:tab/>
        <w:t>1.266e-2</w:t>
      </w:r>
    </w:p>
    <w:p w:rsidR="00B65DC9" w:rsidRDefault="00B65DC9" w:rsidP="00B65DC9">
      <w:r>
        <w:t>179.9493</w:t>
      </w:r>
      <w:r>
        <w:tab/>
        <w:t>2.025e0</w:t>
      </w:r>
    </w:p>
    <w:p w:rsidR="00B65DC9" w:rsidRDefault="00B65DC9" w:rsidP="00B65DC9">
      <w:r>
        <w:t>179.9742</w:t>
      </w:r>
      <w:r>
        <w:tab/>
        <w:t>2.025e0</w:t>
      </w:r>
    </w:p>
    <w:p w:rsidR="00B65DC9" w:rsidRDefault="00B65DC9" w:rsidP="00B65DC9">
      <w:r>
        <w:t>180.0080</w:t>
      </w:r>
      <w:r>
        <w:tab/>
        <w:t>3.798e-2</w:t>
      </w:r>
    </w:p>
    <w:p w:rsidR="00B65DC9" w:rsidRDefault="00B65DC9" w:rsidP="00B65DC9">
      <w:r>
        <w:t>180.0198</w:t>
      </w:r>
      <w:r>
        <w:tab/>
        <w:t>1.038e0</w:t>
      </w:r>
    </w:p>
    <w:p w:rsidR="00B65DC9" w:rsidRDefault="00B65DC9" w:rsidP="00B65DC9">
      <w:r>
        <w:t>180.0222</w:t>
      </w:r>
      <w:r>
        <w:tab/>
        <w:t>6.114e0</w:t>
      </w:r>
    </w:p>
    <w:p w:rsidR="00B65DC9" w:rsidRDefault="00B65DC9" w:rsidP="00B65DC9">
      <w:r>
        <w:t>180.0282</w:t>
      </w:r>
      <w:r>
        <w:tab/>
        <w:t>4.051e0</w:t>
      </w:r>
    </w:p>
    <w:p w:rsidR="00B65DC9" w:rsidRDefault="00B65DC9" w:rsidP="00B65DC9">
      <w:r>
        <w:t>180.0421</w:t>
      </w:r>
      <w:r>
        <w:tab/>
        <w:t>2.076e0</w:t>
      </w:r>
    </w:p>
    <w:p w:rsidR="00B65DC9" w:rsidRDefault="00B65DC9" w:rsidP="00B65DC9">
      <w:r>
        <w:t>180.0528</w:t>
      </w:r>
      <w:r>
        <w:tab/>
        <w:t>2.025e0</w:t>
      </w:r>
    </w:p>
    <w:p w:rsidR="00B65DC9" w:rsidRDefault="00B65DC9" w:rsidP="00B65DC9">
      <w:r>
        <w:t>180.0708</w:t>
      </w:r>
      <w:r>
        <w:tab/>
        <w:t>1.051e0</w:t>
      </w:r>
    </w:p>
    <w:p w:rsidR="00B65DC9" w:rsidRDefault="00B65DC9" w:rsidP="00B65DC9">
      <w:r>
        <w:t>180.1156</w:t>
      </w:r>
      <w:r>
        <w:tab/>
        <w:t>5.063e0</w:t>
      </w:r>
    </w:p>
    <w:p w:rsidR="00B65DC9" w:rsidRDefault="00B65DC9" w:rsidP="00B65DC9">
      <w:r>
        <w:t>180.1389</w:t>
      </w:r>
      <w:r>
        <w:tab/>
        <w:t>2.025e0</w:t>
      </w:r>
    </w:p>
    <w:p w:rsidR="00B65DC9" w:rsidRDefault="00B65DC9" w:rsidP="00B65DC9">
      <w:r>
        <w:t>180.1427</w:t>
      </w:r>
      <w:r>
        <w:tab/>
        <w:t>2.025e0</w:t>
      </w:r>
    </w:p>
    <w:p w:rsidR="00B65DC9" w:rsidRDefault="00B65DC9" w:rsidP="00B65DC9">
      <w:r>
        <w:t>180.1529</w:t>
      </w:r>
      <w:r>
        <w:tab/>
        <w:t>8.139e0</w:t>
      </w:r>
    </w:p>
    <w:p w:rsidR="00B65DC9" w:rsidRDefault="00B65DC9" w:rsidP="00B65DC9">
      <w:r>
        <w:t>180.1971</w:t>
      </w:r>
      <w:r>
        <w:tab/>
        <w:t>1.013e0</w:t>
      </w:r>
    </w:p>
    <w:p w:rsidR="00B65DC9" w:rsidRDefault="00B65DC9" w:rsidP="00B65DC9">
      <w:r>
        <w:t>180.2469</w:t>
      </w:r>
      <w:r>
        <w:tab/>
        <w:t>1.266e-2</w:t>
      </w:r>
    </w:p>
    <w:p w:rsidR="00B65DC9" w:rsidRDefault="00B65DC9" w:rsidP="00B65DC9">
      <w:r>
        <w:t>180.2810</w:t>
      </w:r>
      <w:r>
        <w:tab/>
        <w:t>2.025e0</w:t>
      </w:r>
    </w:p>
    <w:p w:rsidR="00B65DC9" w:rsidRDefault="00B65DC9" w:rsidP="00B65DC9">
      <w:r>
        <w:lastRenderedPageBreak/>
        <w:t>180.3007</w:t>
      </w:r>
      <w:r>
        <w:tab/>
        <w:t>1.266e-2</w:t>
      </w:r>
    </w:p>
    <w:p w:rsidR="00B65DC9" w:rsidRDefault="00B65DC9" w:rsidP="00B65DC9">
      <w:r>
        <w:t>180.3189</w:t>
      </w:r>
      <w:r>
        <w:tab/>
        <w:t>1.266e-2</w:t>
      </w:r>
    </w:p>
    <w:p w:rsidR="00B65DC9" w:rsidRDefault="00B65DC9" w:rsidP="00B65DC9">
      <w:r>
        <w:t>180.3366</w:t>
      </w:r>
      <w:r>
        <w:tab/>
        <w:t>1.013e0</w:t>
      </w:r>
    </w:p>
    <w:p w:rsidR="00B65DC9" w:rsidRDefault="00B65DC9" w:rsidP="00B65DC9">
      <w:r>
        <w:t>180.3905</w:t>
      </w:r>
      <w:r>
        <w:tab/>
        <w:t>1.013e0</w:t>
      </w:r>
    </w:p>
    <w:p w:rsidR="00B65DC9" w:rsidRDefault="00B65DC9" w:rsidP="00B65DC9">
      <w:r>
        <w:t>180.4225</w:t>
      </w:r>
      <w:r>
        <w:tab/>
        <w:t>1.013e0</w:t>
      </w:r>
    </w:p>
    <w:p w:rsidR="00B65DC9" w:rsidRDefault="00B65DC9" w:rsidP="00B65DC9">
      <w:r>
        <w:t>180.4544</w:t>
      </w:r>
      <w:r>
        <w:tab/>
        <w:t>1.266e-2</w:t>
      </w:r>
    </w:p>
    <w:p w:rsidR="00B65DC9" w:rsidRDefault="00B65DC9" w:rsidP="00B65DC9">
      <w:r>
        <w:t>180.4612</w:t>
      </w:r>
      <w:r>
        <w:tab/>
        <w:t>1.013e0</w:t>
      </w:r>
    </w:p>
    <w:p w:rsidR="00B65DC9" w:rsidRDefault="00B65DC9" w:rsidP="00B65DC9">
      <w:r>
        <w:t>180.4755</w:t>
      </w:r>
      <w:r>
        <w:tab/>
        <w:t>1.266e-2</w:t>
      </w:r>
    </w:p>
    <w:p w:rsidR="00B65DC9" w:rsidRDefault="00B65DC9" w:rsidP="00B65DC9">
      <w:r>
        <w:t>180.5005</w:t>
      </w:r>
      <w:r>
        <w:tab/>
        <w:t>1.266e-2</w:t>
      </w:r>
    </w:p>
    <w:p w:rsidR="00B65DC9" w:rsidRDefault="00B65DC9" w:rsidP="00B65DC9">
      <w:r>
        <w:t>180.5613</w:t>
      </w:r>
      <w:r>
        <w:tab/>
        <w:t>1.013e0</w:t>
      </w:r>
    </w:p>
    <w:p w:rsidR="00B65DC9" w:rsidRDefault="00B65DC9" w:rsidP="00B65DC9">
      <w:r>
        <w:t>180.5685</w:t>
      </w:r>
      <w:r>
        <w:tab/>
        <w:t>1.025e0</w:t>
      </w:r>
    </w:p>
    <w:p w:rsidR="00B65DC9" w:rsidRDefault="00B65DC9" w:rsidP="00B65DC9">
      <w:r>
        <w:t>180.5828</w:t>
      </w:r>
      <w:r>
        <w:tab/>
        <w:t>2.025e0</w:t>
      </w:r>
    </w:p>
    <w:p w:rsidR="00B65DC9" w:rsidRDefault="00B65DC9" w:rsidP="00B65DC9">
      <w:r>
        <w:t>180.5974</w:t>
      </w:r>
      <w:r>
        <w:tab/>
        <w:t>1.013e0</w:t>
      </w:r>
    </w:p>
    <w:p w:rsidR="00B65DC9" w:rsidRDefault="00B65DC9" w:rsidP="00B65DC9">
      <w:r>
        <w:t>180.6259</w:t>
      </w:r>
      <w:r>
        <w:tab/>
        <w:t>1.013e0</w:t>
      </w:r>
    </w:p>
    <w:p w:rsidR="00B65DC9" w:rsidRDefault="00B65DC9" w:rsidP="00B65DC9">
      <w:r>
        <w:t>180.6295</w:t>
      </w:r>
      <w:r>
        <w:tab/>
        <w:t>1.025e0</w:t>
      </w:r>
    </w:p>
    <w:p w:rsidR="00B65DC9" w:rsidRDefault="00B65DC9" w:rsidP="00B65DC9">
      <w:r>
        <w:t>180.6475</w:t>
      </w:r>
      <w:r>
        <w:tab/>
        <w:t>1.266e-2</w:t>
      </w:r>
    </w:p>
    <w:p w:rsidR="00B65DC9" w:rsidRDefault="00B65DC9" w:rsidP="00B65DC9">
      <w:r>
        <w:t>180.7362</w:t>
      </w:r>
      <w:r>
        <w:tab/>
        <w:t>1.266e-2</w:t>
      </w:r>
    </w:p>
    <w:p w:rsidR="00B65DC9" w:rsidRDefault="00B65DC9" w:rsidP="00B65DC9">
      <w:r>
        <w:t>180.7647</w:t>
      </w:r>
      <w:r>
        <w:tab/>
        <w:t>1.266e-2</w:t>
      </w:r>
    </w:p>
    <w:p w:rsidR="00B65DC9" w:rsidRDefault="00B65DC9" w:rsidP="00B65DC9">
      <w:r>
        <w:t>180.7681</w:t>
      </w:r>
      <w:r>
        <w:tab/>
        <w:t>1.025e0</w:t>
      </w:r>
    </w:p>
    <w:p w:rsidR="00B65DC9" w:rsidRDefault="00B65DC9" w:rsidP="00B65DC9">
      <w:r>
        <w:lastRenderedPageBreak/>
        <w:t>180.7735</w:t>
      </w:r>
      <w:r>
        <w:tab/>
        <w:t>2.025e0</w:t>
      </w:r>
    </w:p>
    <w:p w:rsidR="00B65DC9" w:rsidRDefault="00B65DC9" w:rsidP="00B65DC9">
      <w:r>
        <w:t>180.7753</w:t>
      </w:r>
      <w:r>
        <w:tab/>
        <w:t>1.266e-2</w:t>
      </w:r>
    </w:p>
    <w:p w:rsidR="00B65DC9" w:rsidRDefault="00B65DC9" w:rsidP="00B65DC9">
      <w:r>
        <w:t>180.7861</w:t>
      </w:r>
      <w:r>
        <w:tab/>
        <w:t>1.266e-2</w:t>
      </w:r>
    </w:p>
    <w:p w:rsidR="00B65DC9" w:rsidRDefault="00B65DC9" w:rsidP="00B65DC9">
      <w:r>
        <w:t>180.8079</w:t>
      </w:r>
      <w:r>
        <w:tab/>
        <w:t>2.025e0</w:t>
      </w:r>
    </w:p>
    <w:p w:rsidR="00B65DC9" w:rsidRDefault="00B65DC9" w:rsidP="00B65DC9">
      <w:r>
        <w:t>180.8328</w:t>
      </w:r>
      <w:r>
        <w:tab/>
        <w:t>1.013e0</w:t>
      </w:r>
    </w:p>
    <w:p w:rsidR="00B65DC9" w:rsidRDefault="00B65DC9" w:rsidP="00B65DC9">
      <w:r>
        <w:t>180.8615</w:t>
      </w:r>
      <w:r>
        <w:tab/>
        <w:t>1.013e0</w:t>
      </w:r>
    </w:p>
    <w:p w:rsidR="00B65DC9" w:rsidRDefault="00B65DC9" w:rsidP="00B65DC9">
      <w:r>
        <w:t>180.8938</w:t>
      </w:r>
      <w:r>
        <w:tab/>
        <w:t>2.025e0</w:t>
      </w:r>
    </w:p>
    <w:p w:rsidR="00B65DC9" w:rsidRDefault="00B65DC9" w:rsidP="00B65DC9">
      <w:r>
        <w:t>180.9118</w:t>
      </w:r>
      <w:r>
        <w:tab/>
        <w:t>1.013e0</w:t>
      </w:r>
    </w:p>
    <w:p w:rsidR="00B65DC9" w:rsidRDefault="00B65DC9" w:rsidP="00B65DC9">
      <w:r>
        <w:t>180.9334</w:t>
      </w:r>
      <w:r>
        <w:tab/>
        <w:t>1.013e0</w:t>
      </w:r>
    </w:p>
    <w:p w:rsidR="00B65DC9" w:rsidRDefault="00B65DC9" w:rsidP="00B65DC9">
      <w:r>
        <w:t>180.9727</w:t>
      </w:r>
      <w:r>
        <w:tab/>
        <w:t>1.013e0</w:t>
      </w:r>
    </w:p>
    <w:p w:rsidR="00B65DC9" w:rsidRDefault="00B65DC9" w:rsidP="00B65DC9">
      <w:r>
        <w:t>180.9832</w:t>
      </w:r>
      <w:r>
        <w:tab/>
        <w:t>1.013e0</w:t>
      </w:r>
    </w:p>
    <w:p w:rsidR="00B65DC9" w:rsidRDefault="00B65DC9" w:rsidP="00B65DC9">
      <w:r>
        <w:t>181.0090</w:t>
      </w:r>
      <w:r>
        <w:tab/>
        <w:t>3.019e0</w:t>
      </w:r>
    </w:p>
    <w:p w:rsidR="00B65DC9" w:rsidRDefault="00B65DC9" w:rsidP="00B65DC9">
      <w:r>
        <w:t>181.0237</w:t>
      </w:r>
      <w:r>
        <w:tab/>
        <w:t>2.025e0</w:t>
      </w:r>
    </w:p>
    <w:p w:rsidR="00B65DC9" w:rsidRDefault="00B65DC9" w:rsidP="00B65DC9">
      <w:r>
        <w:t>181.0261</w:t>
      </w:r>
      <w:r>
        <w:tab/>
        <w:t>3.051e0</w:t>
      </w:r>
    </w:p>
    <w:p w:rsidR="00B65DC9" w:rsidRDefault="00B65DC9" w:rsidP="00B65DC9">
      <w:r>
        <w:t>181.0557</w:t>
      </w:r>
      <w:r>
        <w:tab/>
        <w:t>3.038e0</w:t>
      </w:r>
    </w:p>
    <w:p w:rsidR="00B65DC9" w:rsidRDefault="00B65DC9" w:rsidP="00B65DC9">
      <w:r>
        <w:t>181.0649</w:t>
      </w:r>
      <w:r>
        <w:tab/>
        <w:t>3.038e0</w:t>
      </w:r>
    </w:p>
    <w:p w:rsidR="00B65DC9" w:rsidRDefault="00B65DC9" w:rsidP="00B65DC9">
      <w:r>
        <w:t>181.0687</w:t>
      </w:r>
      <w:r>
        <w:tab/>
        <w:t>1.013e0</w:t>
      </w:r>
    </w:p>
    <w:p w:rsidR="00B65DC9" w:rsidRDefault="00B65DC9" w:rsidP="00B65DC9">
      <w:r>
        <w:t>181.0807</w:t>
      </w:r>
      <w:r>
        <w:tab/>
        <w:t>3.038e0</w:t>
      </w:r>
    </w:p>
    <w:p w:rsidR="00B65DC9" w:rsidRDefault="00B65DC9" w:rsidP="00B65DC9">
      <w:r>
        <w:t>181.1093</w:t>
      </w:r>
      <w:r>
        <w:tab/>
        <w:t>5.063e0</w:t>
      </w:r>
    </w:p>
    <w:p w:rsidR="00B65DC9" w:rsidRDefault="00B65DC9" w:rsidP="00B65DC9">
      <w:r>
        <w:lastRenderedPageBreak/>
        <w:t>181.1165</w:t>
      </w:r>
      <w:r>
        <w:tab/>
        <w:t>5.089e0</w:t>
      </w:r>
    </w:p>
    <w:p w:rsidR="00B65DC9" w:rsidRDefault="00B65DC9" w:rsidP="00B65DC9">
      <w:r>
        <w:t>181.1191</w:t>
      </w:r>
      <w:r>
        <w:tab/>
        <w:t>2.532e-2</w:t>
      </w:r>
    </w:p>
    <w:p w:rsidR="00B65DC9" w:rsidRDefault="00B65DC9" w:rsidP="00B65DC9">
      <w:r>
        <w:t>181.1583</w:t>
      </w:r>
      <w:r>
        <w:tab/>
        <w:t>1.013e0</w:t>
      </w:r>
    </w:p>
    <w:p w:rsidR="00B65DC9" w:rsidRDefault="00B65DC9" w:rsidP="00B65DC9">
      <w:r>
        <w:t>181.1619</w:t>
      </w:r>
      <w:r>
        <w:tab/>
        <w:t>2.025e0</w:t>
      </w:r>
    </w:p>
    <w:p w:rsidR="00B65DC9" w:rsidRDefault="00B65DC9" w:rsidP="00B65DC9">
      <w:r>
        <w:t>181.1836</w:t>
      </w:r>
      <w:r>
        <w:tab/>
        <w:t>2.025e0</w:t>
      </w:r>
    </w:p>
    <w:p w:rsidR="00B65DC9" w:rsidRDefault="00B65DC9" w:rsidP="00B65DC9">
      <w:r>
        <w:t>181.1870</w:t>
      </w:r>
      <w:r>
        <w:tab/>
        <w:t>1.013e0</w:t>
      </w:r>
    </w:p>
    <w:p w:rsidR="00B65DC9" w:rsidRDefault="00B65DC9" w:rsidP="00B65DC9">
      <w:r>
        <w:t>181.2158</w:t>
      </w:r>
      <w:r>
        <w:tab/>
        <w:t>1.013e0</w:t>
      </w:r>
    </w:p>
    <w:p w:rsidR="00B65DC9" w:rsidRDefault="00B65DC9" w:rsidP="00B65DC9">
      <w:r>
        <w:t>181.2341</w:t>
      </w:r>
      <w:r>
        <w:tab/>
        <w:t>1.013e0</w:t>
      </w:r>
    </w:p>
    <w:p w:rsidR="00B65DC9" w:rsidRDefault="00B65DC9" w:rsidP="00B65DC9">
      <w:r>
        <w:t>181.2605</w:t>
      </w:r>
      <w:r>
        <w:tab/>
        <w:t>2.025e0</w:t>
      </w:r>
    </w:p>
    <w:p w:rsidR="00B65DC9" w:rsidRDefault="00B65DC9" w:rsidP="00B65DC9">
      <w:r>
        <w:t>181.2695</w:t>
      </w:r>
      <w:r>
        <w:tab/>
        <w:t>1.266e-2</w:t>
      </w:r>
    </w:p>
    <w:p w:rsidR="00B65DC9" w:rsidRDefault="00B65DC9" w:rsidP="00B65DC9">
      <w:r>
        <w:t>181.2836</w:t>
      </w:r>
      <w:r>
        <w:tab/>
        <w:t>1.266e-2</w:t>
      </w:r>
    </w:p>
    <w:p w:rsidR="00B65DC9" w:rsidRDefault="00B65DC9" w:rsidP="00B65DC9">
      <w:r>
        <w:t>181.2979</w:t>
      </w:r>
      <w:r>
        <w:tab/>
        <w:t>2.025e0</w:t>
      </w:r>
    </w:p>
    <w:p w:rsidR="00B65DC9" w:rsidRDefault="00B65DC9" w:rsidP="00B65DC9">
      <w:r>
        <w:t>181.3155</w:t>
      </w:r>
      <w:r>
        <w:tab/>
        <w:t>1.266e-2</w:t>
      </w:r>
    </w:p>
    <w:p w:rsidR="00B65DC9" w:rsidRDefault="00B65DC9" w:rsidP="00B65DC9">
      <w:r>
        <w:t>181.3228</w:t>
      </w:r>
      <w:r>
        <w:tab/>
        <w:t>1.013e0</w:t>
      </w:r>
    </w:p>
    <w:p w:rsidR="00B65DC9" w:rsidRDefault="00B65DC9" w:rsidP="00B65DC9">
      <w:r>
        <w:t>181.3654</w:t>
      </w:r>
      <w:r>
        <w:tab/>
        <w:t>1.013e0</w:t>
      </w:r>
    </w:p>
    <w:p w:rsidR="00B65DC9" w:rsidRDefault="00B65DC9" w:rsidP="00B65DC9">
      <w:r>
        <w:t>181.3726</w:t>
      </w:r>
      <w:r>
        <w:tab/>
        <w:t>1.013e0</w:t>
      </w:r>
    </w:p>
    <w:p w:rsidR="00B65DC9" w:rsidRDefault="00B65DC9" w:rsidP="00B65DC9">
      <w:r>
        <w:t>181.3942</w:t>
      </w:r>
      <w:r>
        <w:tab/>
        <w:t>2.025e0</w:t>
      </w:r>
    </w:p>
    <w:p w:rsidR="00B65DC9" w:rsidRDefault="00B65DC9" w:rsidP="00B65DC9">
      <w:r>
        <w:t>181.4088</w:t>
      </w:r>
      <w:r>
        <w:tab/>
        <w:t>1.266e-2</w:t>
      </w:r>
    </w:p>
    <w:p w:rsidR="00B65DC9" w:rsidRDefault="00B65DC9" w:rsidP="00B65DC9">
      <w:r>
        <w:t>181.4445</w:t>
      </w:r>
      <w:r>
        <w:tab/>
        <w:t>1.013e0</w:t>
      </w:r>
    </w:p>
    <w:p w:rsidR="00B65DC9" w:rsidRDefault="00B65DC9" w:rsidP="00B65DC9">
      <w:r>
        <w:lastRenderedPageBreak/>
        <w:t>181.4609</w:t>
      </w:r>
      <w:r>
        <w:tab/>
        <w:t>2.025e0</w:t>
      </w:r>
    </w:p>
    <w:p w:rsidR="00B65DC9" w:rsidRDefault="00B65DC9" w:rsidP="00B65DC9">
      <w:r>
        <w:t>181.5092</w:t>
      </w:r>
      <w:r>
        <w:tab/>
        <w:t>2.532e-2</w:t>
      </w:r>
    </w:p>
    <w:p w:rsidR="00B65DC9" w:rsidRDefault="00B65DC9" w:rsidP="00B65DC9">
      <w:r>
        <w:t>181.5129</w:t>
      </w:r>
      <w:r>
        <w:tab/>
        <w:t>2.025e0</w:t>
      </w:r>
    </w:p>
    <w:p w:rsidR="00B65DC9" w:rsidRDefault="00B65DC9" w:rsidP="00B65DC9">
      <w:r>
        <w:t>181.5345</w:t>
      </w:r>
      <w:r>
        <w:tab/>
        <w:t>1.013e0</w:t>
      </w:r>
    </w:p>
    <w:p w:rsidR="00B65DC9" w:rsidRDefault="00B65DC9" w:rsidP="00B65DC9">
      <w:r>
        <w:t>181.5986</w:t>
      </w:r>
      <w:r>
        <w:tab/>
        <w:t>1.266e-2</w:t>
      </w:r>
    </w:p>
    <w:p w:rsidR="00B65DC9" w:rsidRDefault="00B65DC9" w:rsidP="00B65DC9">
      <w:r>
        <w:t>181.6166</w:t>
      </w:r>
      <w:r>
        <w:tab/>
        <w:t>1.013e0</w:t>
      </w:r>
    </w:p>
    <w:p w:rsidR="00B65DC9" w:rsidRDefault="00B65DC9" w:rsidP="00B65DC9">
      <w:r>
        <w:t>181.6252</w:t>
      </w:r>
      <w:r>
        <w:tab/>
        <w:t>2.025e0</w:t>
      </w:r>
    </w:p>
    <w:p w:rsidR="00B65DC9" w:rsidRDefault="00B65DC9" w:rsidP="00B65DC9">
      <w:r>
        <w:t>181.6447</w:t>
      </w:r>
      <w:r>
        <w:tab/>
        <w:t>1.025e0</w:t>
      </w:r>
    </w:p>
    <w:p w:rsidR="00B65DC9" w:rsidRDefault="00B65DC9" w:rsidP="00B65DC9">
      <w:r>
        <w:t>181.6807</w:t>
      </w:r>
      <w:r>
        <w:tab/>
        <w:t>2.025e0</w:t>
      </w:r>
    </w:p>
    <w:p w:rsidR="00B65DC9" w:rsidRDefault="00B65DC9" w:rsidP="00B65DC9">
      <w:r>
        <w:t>181.6949</w:t>
      </w:r>
      <w:r>
        <w:tab/>
        <w:t>1.013e0</w:t>
      </w:r>
    </w:p>
    <w:p w:rsidR="00B65DC9" w:rsidRDefault="00B65DC9" w:rsidP="00B65DC9">
      <w:r>
        <w:t>181.7417</w:t>
      </w:r>
      <w:r>
        <w:tab/>
        <w:t>1.266e-2</w:t>
      </w:r>
    </w:p>
    <w:p w:rsidR="00B65DC9" w:rsidRDefault="00B65DC9" w:rsidP="00B65DC9">
      <w:r>
        <w:t>181.7563</w:t>
      </w:r>
      <w:r>
        <w:tab/>
        <w:t>1.266e-2</w:t>
      </w:r>
    </w:p>
    <w:p w:rsidR="00B65DC9" w:rsidRDefault="00B65DC9" w:rsidP="00B65DC9">
      <w:r>
        <w:t>181.8136</w:t>
      </w:r>
      <w:r>
        <w:tab/>
        <w:t>1.266e-2</w:t>
      </w:r>
    </w:p>
    <w:p w:rsidR="00B65DC9" w:rsidRDefault="00B65DC9" w:rsidP="00B65DC9">
      <w:r>
        <w:t>181.8211</w:t>
      </w:r>
      <w:r>
        <w:tab/>
        <w:t>1.013e0</w:t>
      </w:r>
    </w:p>
    <w:p w:rsidR="00B65DC9" w:rsidRDefault="00B65DC9" w:rsidP="00B65DC9">
      <w:r>
        <w:t>181.9105</w:t>
      </w:r>
      <w:r>
        <w:tab/>
        <w:t>1.013e0</w:t>
      </w:r>
    </w:p>
    <w:p w:rsidR="00B65DC9" w:rsidRDefault="00B65DC9" w:rsidP="00B65DC9">
      <w:r>
        <w:t>181.9462</w:t>
      </w:r>
      <w:r>
        <w:tab/>
        <w:t>1.266e-2</w:t>
      </w:r>
    </w:p>
    <w:p w:rsidR="00B65DC9" w:rsidRDefault="00B65DC9" w:rsidP="00B65DC9">
      <w:r>
        <w:t>181.9711</w:t>
      </w:r>
      <w:r>
        <w:tab/>
        <w:t>1.013e0</w:t>
      </w:r>
    </w:p>
    <w:p w:rsidR="00B65DC9" w:rsidRDefault="00B65DC9" w:rsidP="00B65DC9">
      <w:r>
        <w:t>181.9993</w:t>
      </w:r>
      <w:r>
        <w:tab/>
        <w:t>1.025e0</w:t>
      </w:r>
    </w:p>
    <w:p w:rsidR="00B65DC9" w:rsidRDefault="00B65DC9" w:rsidP="00B65DC9">
      <w:r>
        <w:t>182.0104</w:t>
      </w:r>
      <w:r>
        <w:tab/>
        <w:t>1.266e-2</w:t>
      </w:r>
    </w:p>
    <w:p w:rsidR="00B65DC9" w:rsidRDefault="00B65DC9" w:rsidP="00B65DC9">
      <w:r>
        <w:lastRenderedPageBreak/>
        <w:t>182.0255</w:t>
      </w:r>
      <w:r>
        <w:tab/>
        <w:t>3.038e0</w:t>
      </w:r>
    </w:p>
    <w:p w:rsidR="00B65DC9" w:rsidRDefault="00B65DC9" w:rsidP="00B65DC9">
      <w:r>
        <w:t>182.0519</w:t>
      </w:r>
      <w:r>
        <w:tab/>
        <w:t>2.025e0</w:t>
      </w:r>
    </w:p>
    <w:p w:rsidR="00B65DC9" w:rsidRDefault="00B65DC9" w:rsidP="00B65DC9">
      <w:r>
        <w:t>182.0732</w:t>
      </w:r>
      <w:r>
        <w:tab/>
        <w:t>1.038e0</w:t>
      </w:r>
    </w:p>
    <w:p w:rsidR="00B65DC9" w:rsidRDefault="00B65DC9" w:rsidP="00B65DC9">
      <w:r>
        <w:t>182.1003</w:t>
      </w:r>
      <w:r>
        <w:tab/>
        <w:t>1.266e-2</w:t>
      </w:r>
    </w:p>
    <w:p w:rsidR="00B65DC9" w:rsidRDefault="00B65DC9" w:rsidP="00B65DC9">
      <w:r>
        <w:t>182.1023</w:t>
      </w:r>
      <w:r>
        <w:tab/>
        <w:t>7.573e0</w:t>
      </w:r>
    </w:p>
    <w:p w:rsidR="00B65DC9" w:rsidRDefault="00B65DC9" w:rsidP="00B65DC9">
      <w:r>
        <w:t>182.1077</w:t>
      </w:r>
      <w:r>
        <w:tab/>
        <w:t>1.013e0</w:t>
      </w:r>
    </w:p>
    <w:p w:rsidR="00B65DC9" w:rsidRDefault="00B65DC9" w:rsidP="00B65DC9">
      <w:r>
        <w:t>182.1311</w:t>
      </w:r>
      <w:r>
        <w:tab/>
        <w:t>3.038e0</w:t>
      </w:r>
    </w:p>
    <w:p w:rsidR="00B65DC9" w:rsidRDefault="00B65DC9" w:rsidP="00B65DC9">
      <w:r>
        <w:t>182.1416</w:t>
      </w:r>
      <w:r>
        <w:tab/>
        <w:t>2.025e0</w:t>
      </w:r>
    </w:p>
    <w:p w:rsidR="00B65DC9" w:rsidRDefault="00B65DC9" w:rsidP="00B65DC9">
      <w:r>
        <w:t>182.1578</w:t>
      </w:r>
      <w:r>
        <w:tab/>
        <w:t>1.266e-2</w:t>
      </w:r>
    </w:p>
    <w:p w:rsidR="00B65DC9" w:rsidRDefault="00B65DC9" w:rsidP="00B65DC9">
      <w:r>
        <w:t>182.1795</w:t>
      </w:r>
      <w:r>
        <w:tab/>
        <w:t>1.013e0</w:t>
      </w:r>
    </w:p>
    <w:p w:rsidR="00B65DC9" w:rsidRDefault="00B65DC9" w:rsidP="00B65DC9">
      <w:r>
        <w:t>182.1975</w:t>
      </w:r>
      <w:r>
        <w:tab/>
        <w:t>1.025e0</w:t>
      </w:r>
    </w:p>
    <w:p w:rsidR="00B65DC9" w:rsidRDefault="00B65DC9" w:rsidP="00B65DC9">
      <w:r>
        <w:t>182.2122</w:t>
      </w:r>
      <w:r>
        <w:tab/>
        <w:t>1.266e-2</w:t>
      </w:r>
    </w:p>
    <w:p w:rsidR="00B65DC9" w:rsidRDefault="00B65DC9" w:rsidP="00B65DC9">
      <w:r>
        <w:t>182.2371</w:t>
      </w:r>
      <w:r>
        <w:tab/>
        <w:t>1.013e0</w:t>
      </w:r>
    </w:p>
    <w:p w:rsidR="00B65DC9" w:rsidRDefault="00B65DC9" w:rsidP="00B65DC9">
      <w:r>
        <w:t>182.2498</w:t>
      </w:r>
      <w:r>
        <w:tab/>
        <w:t>2.025e0</w:t>
      </w:r>
    </w:p>
    <w:p w:rsidR="00B65DC9" w:rsidRDefault="00B65DC9" w:rsidP="00B65DC9">
      <w:r>
        <w:t>182.2764</w:t>
      </w:r>
      <w:r>
        <w:tab/>
        <w:t>1.013e0</w:t>
      </w:r>
    </w:p>
    <w:p w:rsidR="00B65DC9" w:rsidRDefault="00B65DC9" w:rsidP="00B65DC9">
      <w:r>
        <w:t>182.3046</w:t>
      </w:r>
      <w:r>
        <w:tab/>
        <w:t>1.013e0</w:t>
      </w:r>
    </w:p>
    <w:p w:rsidR="00B65DC9" w:rsidRDefault="00B65DC9" w:rsidP="00B65DC9">
      <w:r>
        <w:t>182.3179</w:t>
      </w:r>
      <w:r>
        <w:tab/>
        <w:t>2.038e0</w:t>
      </w:r>
    </w:p>
    <w:p w:rsidR="00B65DC9" w:rsidRDefault="00B65DC9" w:rsidP="00B65DC9">
      <w:r>
        <w:t>182.3548</w:t>
      </w:r>
      <w:r>
        <w:tab/>
        <w:t>2.025e0</w:t>
      </w:r>
    </w:p>
    <w:p w:rsidR="00B65DC9" w:rsidRDefault="00B65DC9" w:rsidP="00B65DC9">
      <w:r>
        <w:t>182.3617</w:t>
      </w:r>
      <w:r>
        <w:tab/>
        <w:t>1.013e0</w:t>
      </w:r>
    </w:p>
    <w:p w:rsidR="00B65DC9" w:rsidRDefault="00B65DC9" w:rsidP="00B65DC9">
      <w:r>
        <w:lastRenderedPageBreak/>
        <w:t>182.4014</w:t>
      </w:r>
      <w:r>
        <w:tab/>
        <w:t>1.266e-2</w:t>
      </w:r>
    </w:p>
    <w:p w:rsidR="00B65DC9" w:rsidRDefault="00B65DC9" w:rsidP="00B65DC9">
      <w:r>
        <w:t>182.4050</w:t>
      </w:r>
      <w:r>
        <w:tab/>
        <w:t>1.266e-2</w:t>
      </w:r>
    </w:p>
    <w:p w:rsidR="00B65DC9" w:rsidRDefault="00B65DC9" w:rsidP="00B65DC9">
      <w:r>
        <w:t>182.4123</w:t>
      </w:r>
      <w:r>
        <w:tab/>
        <w:t>1.013e0</w:t>
      </w:r>
    </w:p>
    <w:p w:rsidR="00B65DC9" w:rsidRDefault="00B65DC9" w:rsidP="00B65DC9">
      <w:r>
        <w:t>182.4269</w:t>
      </w:r>
      <w:r>
        <w:tab/>
        <w:t>1.266e-2</w:t>
      </w:r>
    </w:p>
    <w:p w:rsidR="00B65DC9" w:rsidRDefault="00B65DC9" w:rsidP="00B65DC9">
      <w:r>
        <w:t>182.4483</w:t>
      </w:r>
      <w:r>
        <w:tab/>
        <w:t>1.013e0</w:t>
      </w:r>
    </w:p>
    <w:p w:rsidR="00B65DC9" w:rsidRDefault="00B65DC9" w:rsidP="00B65DC9">
      <w:r>
        <w:t>182.4772</w:t>
      </w:r>
      <w:r>
        <w:tab/>
        <w:t>1.025e0</w:t>
      </w:r>
    </w:p>
    <w:p w:rsidR="00B65DC9" w:rsidRDefault="00B65DC9" w:rsidP="00B65DC9">
      <w:r>
        <w:t>182.5277</w:t>
      </w:r>
      <w:r>
        <w:tab/>
        <w:t>1.013e0</w:t>
      </w:r>
    </w:p>
    <w:p w:rsidR="00B65DC9" w:rsidRDefault="00B65DC9" w:rsidP="00B65DC9">
      <w:r>
        <w:t>182.5383</w:t>
      </w:r>
      <w:r>
        <w:tab/>
        <w:t>1.013e0</w:t>
      </w:r>
    </w:p>
    <w:p w:rsidR="00B65DC9" w:rsidRDefault="00B65DC9" w:rsidP="00B65DC9">
      <w:r>
        <w:t>182.5980</w:t>
      </w:r>
      <w:r>
        <w:tab/>
        <w:t>2.025e0</w:t>
      </w:r>
    </w:p>
    <w:p w:rsidR="00B65DC9" w:rsidRDefault="00B65DC9" w:rsidP="00B65DC9">
      <w:r>
        <w:t>182.6034</w:t>
      </w:r>
      <w:r>
        <w:tab/>
        <w:t>1.859e0</w:t>
      </w:r>
    </w:p>
    <w:p w:rsidR="00B65DC9" w:rsidRDefault="00B65DC9" w:rsidP="00B65DC9">
      <w:r>
        <w:t>182.6281</w:t>
      </w:r>
      <w:r>
        <w:tab/>
        <w:t>1.266e-2</w:t>
      </w:r>
    </w:p>
    <w:p w:rsidR="00B65DC9" w:rsidRDefault="00B65DC9" w:rsidP="00B65DC9">
      <w:r>
        <w:t>182.6388</w:t>
      </w:r>
      <w:r>
        <w:tab/>
        <w:t>2.025e0</w:t>
      </w:r>
    </w:p>
    <w:p w:rsidR="00B65DC9" w:rsidRDefault="00B65DC9" w:rsidP="00B65DC9">
      <w:r>
        <w:t>182.6530</w:t>
      </w:r>
      <w:r>
        <w:tab/>
        <w:t>1.266e-2</w:t>
      </w:r>
    </w:p>
    <w:p w:rsidR="00B65DC9" w:rsidRDefault="00B65DC9" w:rsidP="00B65DC9">
      <w:r>
        <w:t>182.6637</w:t>
      </w:r>
      <w:r>
        <w:tab/>
        <w:t>1.266e-2</w:t>
      </w:r>
    </w:p>
    <w:p w:rsidR="00B65DC9" w:rsidRDefault="00B65DC9" w:rsidP="00B65DC9">
      <w:r>
        <w:t>182.6673</w:t>
      </w:r>
      <w:r>
        <w:tab/>
        <w:t>1.266e-2</w:t>
      </w:r>
    </w:p>
    <w:p w:rsidR="00B65DC9" w:rsidRDefault="00B65DC9" w:rsidP="00B65DC9">
      <w:r>
        <w:t>182.6780</w:t>
      </w:r>
      <w:r>
        <w:tab/>
        <w:t>1.013e0</w:t>
      </w:r>
    </w:p>
    <w:p w:rsidR="00B65DC9" w:rsidRDefault="00B65DC9" w:rsidP="00B65DC9">
      <w:r>
        <w:t>182.6960</w:t>
      </w:r>
      <w:r>
        <w:tab/>
        <w:t>1.013e0</w:t>
      </w:r>
    </w:p>
    <w:p w:rsidR="00B65DC9" w:rsidRDefault="00B65DC9" w:rsidP="00B65DC9">
      <w:r>
        <w:t>182.7354</w:t>
      </w:r>
      <w:r>
        <w:tab/>
        <w:t>3.038e0</w:t>
      </w:r>
    </w:p>
    <w:p w:rsidR="00B65DC9" w:rsidRDefault="00B65DC9" w:rsidP="00B65DC9">
      <w:r>
        <w:t>182.7406</w:t>
      </w:r>
      <w:r>
        <w:tab/>
        <w:t>2.025e0</w:t>
      </w:r>
    </w:p>
    <w:p w:rsidR="00B65DC9" w:rsidRDefault="00B65DC9" w:rsidP="00B65DC9">
      <w:r>
        <w:lastRenderedPageBreak/>
        <w:t>182.7932</w:t>
      </w:r>
      <w:r>
        <w:tab/>
        <w:t>2.025e0</w:t>
      </w:r>
    </w:p>
    <w:p w:rsidR="00B65DC9" w:rsidRDefault="00B65DC9" w:rsidP="00B65DC9">
      <w:r>
        <w:t>182.8038</w:t>
      </w:r>
      <w:r>
        <w:tab/>
        <w:t>1.013e0</w:t>
      </w:r>
    </w:p>
    <w:p w:rsidR="00B65DC9" w:rsidRDefault="00B65DC9" w:rsidP="00B65DC9">
      <w:r>
        <w:t>182.8434</w:t>
      </w:r>
      <w:r>
        <w:tab/>
        <w:t>1.025e0</w:t>
      </w:r>
    </w:p>
    <w:p w:rsidR="00B65DC9" w:rsidRDefault="00B65DC9" w:rsidP="00B65DC9">
      <w:r>
        <w:t>182.8452</w:t>
      </w:r>
      <w:r>
        <w:tab/>
        <w:t>2.025e0</w:t>
      </w:r>
    </w:p>
    <w:p w:rsidR="00B65DC9" w:rsidRDefault="00B65DC9" w:rsidP="00B65DC9">
      <w:r>
        <w:t>182.8506</w:t>
      </w:r>
      <w:r>
        <w:tab/>
        <w:t>1.266e-2</w:t>
      </w:r>
    </w:p>
    <w:p w:rsidR="00B65DC9" w:rsidRDefault="00B65DC9" w:rsidP="00B65DC9">
      <w:r>
        <w:t>182.8902</w:t>
      </w:r>
      <w:r>
        <w:tab/>
        <w:t>2.532e-2</w:t>
      </w:r>
    </w:p>
    <w:p w:rsidR="00B65DC9" w:rsidRDefault="00B65DC9" w:rsidP="00B65DC9">
      <w:r>
        <w:t>182.9428</w:t>
      </w:r>
      <w:r>
        <w:tab/>
        <w:t>2.025e0</w:t>
      </w:r>
    </w:p>
    <w:p w:rsidR="00B65DC9" w:rsidRDefault="00B65DC9" w:rsidP="00B65DC9">
      <w:r>
        <w:t>182.9534</w:t>
      </w:r>
      <w:r>
        <w:tab/>
        <w:t>2.025e0</w:t>
      </w:r>
    </w:p>
    <w:p w:rsidR="00B65DC9" w:rsidRDefault="00B65DC9" w:rsidP="00B65DC9">
      <w:r>
        <w:t>182.9828</w:t>
      </w:r>
      <w:r>
        <w:tab/>
        <w:t>4.177e0</w:t>
      </w:r>
    </w:p>
    <w:p w:rsidR="00B65DC9" w:rsidRDefault="00B65DC9" w:rsidP="00B65DC9">
      <w:r>
        <w:t>182.9951</w:t>
      </w:r>
      <w:r>
        <w:tab/>
        <w:t>1.422e1</w:t>
      </w:r>
    </w:p>
    <w:p w:rsidR="00B65DC9" w:rsidRDefault="00B65DC9" w:rsidP="00B65DC9">
      <w:r>
        <w:t>183.0307</w:t>
      </w:r>
      <w:r>
        <w:tab/>
        <w:t>2.532e-2</w:t>
      </w:r>
    </w:p>
    <w:p w:rsidR="00B65DC9" w:rsidRDefault="00B65DC9" w:rsidP="00B65DC9">
      <w:r>
        <w:t>183.0342</w:t>
      </w:r>
      <w:r>
        <w:tab/>
        <w:t>1.025e0</w:t>
      </w:r>
    </w:p>
    <w:p w:rsidR="00B65DC9" w:rsidRDefault="00B65DC9" w:rsidP="00B65DC9">
      <w:r>
        <w:t>183.0520</w:t>
      </w:r>
      <w:r>
        <w:tab/>
        <w:t>1.013e0</w:t>
      </w:r>
    </w:p>
    <w:p w:rsidR="00B65DC9" w:rsidRDefault="00B65DC9" w:rsidP="00B65DC9">
      <w:r>
        <w:t>183.0842</w:t>
      </w:r>
      <w:r>
        <w:tab/>
        <w:t>9.642e-1</w:t>
      </w:r>
    </w:p>
    <w:p w:rsidR="00B65DC9" w:rsidRDefault="00B65DC9" w:rsidP="00B65DC9">
      <w:r>
        <w:t>183.0973</w:t>
      </w:r>
      <w:r>
        <w:tab/>
        <w:t>3.038e0</w:t>
      </w:r>
    </w:p>
    <w:p w:rsidR="00B65DC9" w:rsidRDefault="00B65DC9" w:rsidP="00B65DC9">
      <w:r>
        <w:t>183.1269</w:t>
      </w:r>
      <w:r>
        <w:tab/>
        <w:t>2.532e-2</w:t>
      </w:r>
    </w:p>
    <w:p w:rsidR="00B65DC9" w:rsidRDefault="00B65DC9" w:rsidP="00B65DC9">
      <w:r>
        <w:t>183.1516</w:t>
      </w:r>
      <w:r>
        <w:tab/>
        <w:t>5.063e0</w:t>
      </w:r>
    </w:p>
    <w:p w:rsidR="00B65DC9" w:rsidRDefault="00B65DC9" w:rsidP="00B65DC9">
      <w:r>
        <w:t>183.1560</w:t>
      </w:r>
      <w:r>
        <w:tab/>
        <w:t>1.013e0</w:t>
      </w:r>
    </w:p>
    <w:p w:rsidR="00B65DC9" w:rsidRDefault="00B65DC9" w:rsidP="00B65DC9">
      <w:r>
        <w:t>183.1869</w:t>
      </w:r>
      <w:r>
        <w:tab/>
        <w:t>3.038e0</w:t>
      </w:r>
    </w:p>
    <w:p w:rsidR="00B65DC9" w:rsidRDefault="00B65DC9" w:rsidP="00B65DC9">
      <w:r>
        <w:lastRenderedPageBreak/>
        <w:t>183.2192</w:t>
      </w:r>
      <w:r>
        <w:tab/>
        <w:t>2.025e0</w:t>
      </w:r>
    </w:p>
    <w:p w:rsidR="00B65DC9" w:rsidRDefault="00B65DC9" w:rsidP="00B65DC9">
      <w:r>
        <w:t>183.2280</w:t>
      </w:r>
      <w:r>
        <w:tab/>
        <w:t>1.013e0</w:t>
      </w:r>
    </w:p>
    <w:p w:rsidR="00B65DC9" w:rsidRDefault="00B65DC9" w:rsidP="00B65DC9">
      <w:r>
        <w:t>183.2461</w:t>
      </w:r>
      <w:r>
        <w:tab/>
        <w:t>1.013e0</w:t>
      </w:r>
    </w:p>
    <w:p w:rsidR="00B65DC9" w:rsidRDefault="00B65DC9" w:rsidP="00B65DC9">
      <w:r>
        <w:t>183.2535</w:t>
      </w:r>
      <w:r>
        <w:tab/>
        <w:t>1.266e-2</w:t>
      </w:r>
    </w:p>
    <w:p w:rsidR="00B65DC9" w:rsidRDefault="00B65DC9" w:rsidP="00B65DC9">
      <w:r>
        <w:t>183.2713</w:t>
      </w:r>
      <w:r>
        <w:tab/>
        <w:t>1.013e0</w:t>
      </w:r>
    </w:p>
    <w:p w:rsidR="00B65DC9" w:rsidRDefault="00B65DC9" w:rsidP="00B65DC9">
      <w:r>
        <w:t>183.2731</w:t>
      </w:r>
      <w:r>
        <w:tab/>
        <w:t>2.025e0</w:t>
      </w:r>
    </w:p>
    <w:p w:rsidR="00B65DC9" w:rsidRDefault="00B65DC9" w:rsidP="00B65DC9">
      <w:r>
        <w:t>183.2839</w:t>
      </w:r>
      <w:r>
        <w:tab/>
        <w:t>2.025e0</w:t>
      </w:r>
    </w:p>
    <w:p w:rsidR="00B65DC9" w:rsidRDefault="00B65DC9" w:rsidP="00B65DC9">
      <w:r>
        <w:t>183.2893</w:t>
      </w:r>
      <w:r>
        <w:tab/>
        <w:t>1.013e0</w:t>
      </w:r>
    </w:p>
    <w:p w:rsidR="00B65DC9" w:rsidRDefault="00B65DC9" w:rsidP="00B65DC9">
      <w:r>
        <w:t>183.3257</w:t>
      </w:r>
      <w:r>
        <w:tab/>
        <w:t>1.013e0</w:t>
      </w:r>
    </w:p>
    <w:p w:rsidR="00B65DC9" w:rsidRDefault="00B65DC9" w:rsidP="00B65DC9">
      <w:r>
        <w:t>183.3471</w:t>
      </w:r>
      <w:r>
        <w:tab/>
        <w:t>1.013e0</w:t>
      </w:r>
    </w:p>
    <w:p w:rsidR="00B65DC9" w:rsidRDefault="00B65DC9" w:rsidP="00B65DC9">
      <w:r>
        <w:t>183.3636</w:t>
      </w:r>
      <w:r>
        <w:tab/>
        <w:t>2.025e0</w:t>
      </w:r>
    </w:p>
    <w:p w:rsidR="00B65DC9" w:rsidRDefault="00B65DC9" w:rsidP="00B65DC9">
      <w:r>
        <w:t>183.3904</w:t>
      </w:r>
      <w:r>
        <w:tab/>
        <w:t>1.266e-2</w:t>
      </w:r>
    </w:p>
    <w:p w:rsidR="00B65DC9" w:rsidRDefault="00B65DC9" w:rsidP="00B65DC9">
      <w:r>
        <w:t>183.3961</w:t>
      </w:r>
      <w:r>
        <w:tab/>
        <w:t>2.025e0</w:t>
      </w:r>
    </w:p>
    <w:p w:rsidR="00B65DC9" w:rsidRDefault="00B65DC9" w:rsidP="00B65DC9">
      <w:r>
        <w:t>183.4013</w:t>
      </w:r>
      <w:r>
        <w:tab/>
        <w:t>1.266e-2</w:t>
      </w:r>
    </w:p>
    <w:p w:rsidR="00B65DC9" w:rsidRDefault="00B65DC9" w:rsidP="00B65DC9">
      <w:r>
        <w:t>183.4178</w:t>
      </w:r>
      <w:r>
        <w:tab/>
        <w:t>2.025e0</w:t>
      </w:r>
    </w:p>
    <w:p w:rsidR="00B65DC9" w:rsidRDefault="00B65DC9" w:rsidP="00B65DC9">
      <w:r>
        <w:t>183.4338</w:t>
      </w:r>
      <w:r>
        <w:tab/>
        <w:t>1.013e0</w:t>
      </w:r>
    </w:p>
    <w:p w:rsidR="00B65DC9" w:rsidRDefault="00B65DC9" w:rsidP="00B65DC9">
      <w:r>
        <w:t>183.4462</w:t>
      </w:r>
      <w:r>
        <w:tab/>
        <w:t>3.038e0</w:t>
      </w:r>
    </w:p>
    <w:p w:rsidR="00B65DC9" w:rsidRDefault="00B65DC9" w:rsidP="00B65DC9">
      <w:r>
        <w:t>183.4534</w:t>
      </w:r>
      <w:r>
        <w:tab/>
        <w:t>2.025e0</w:t>
      </w:r>
    </w:p>
    <w:p w:rsidR="00B65DC9" w:rsidRDefault="00B65DC9" w:rsidP="00B65DC9">
      <w:r>
        <w:t>183.4553</w:t>
      </w:r>
      <w:r>
        <w:tab/>
        <w:t>1.013e0</w:t>
      </w:r>
    </w:p>
    <w:p w:rsidR="00B65DC9" w:rsidRDefault="00B65DC9" w:rsidP="00B65DC9">
      <w:r>
        <w:lastRenderedPageBreak/>
        <w:t>183.4751</w:t>
      </w:r>
      <w:r>
        <w:tab/>
        <w:t>2.025e0</w:t>
      </w:r>
    </w:p>
    <w:p w:rsidR="00B65DC9" w:rsidRDefault="00B65DC9" w:rsidP="00B65DC9">
      <w:r>
        <w:t>183.4838</w:t>
      </w:r>
      <w:r>
        <w:tab/>
        <w:t>1.266e-2</w:t>
      </w:r>
    </w:p>
    <w:p w:rsidR="00B65DC9" w:rsidRDefault="00B65DC9" w:rsidP="00B65DC9">
      <w:r>
        <w:t>183.4985</w:t>
      </w:r>
      <w:r>
        <w:tab/>
        <w:t>2.001e0</w:t>
      </w:r>
    </w:p>
    <w:p w:rsidR="00B65DC9" w:rsidRDefault="00B65DC9" w:rsidP="00B65DC9">
      <w:r>
        <w:t>183.5017</w:t>
      </w:r>
      <w:r>
        <w:tab/>
        <w:t>1.025e0</w:t>
      </w:r>
    </w:p>
    <w:p w:rsidR="00B65DC9" w:rsidRDefault="00B65DC9" w:rsidP="00B65DC9">
      <w:r>
        <w:t>183.5305</w:t>
      </w:r>
      <w:r>
        <w:tab/>
        <w:t>1.266e-2</w:t>
      </w:r>
    </w:p>
    <w:p w:rsidR="00B65DC9" w:rsidRDefault="00B65DC9" w:rsidP="00B65DC9">
      <w:r>
        <w:t>183.5374</w:t>
      </w:r>
      <w:r>
        <w:tab/>
        <w:t>1.266e-2</w:t>
      </w:r>
    </w:p>
    <w:p w:rsidR="00B65DC9" w:rsidRDefault="00B65DC9" w:rsidP="00B65DC9">
      <w:r>
        <w:t>183.5446</w:t>
      </w:r>
      <w:r>
        <w:tab/>
        <w:t>1.013e0</w:t>
      </w:r>
    </w:p>
    <w:p w:rsidR="00B65DC9" w:rsidRDefault="00B65DC9" w:rsidP="00B65DC9">
      <w:r>
        <w:t>183.5591</w:t>
      </w:r>
      <w:r>
        <w:tab/>
        <w:t>2.038e0</w:t>
      </w:r>
    </w:p>
    <w:p w:rsidR="00B65DC9" w:rsidRDefault="00B65DC9" w:rsidP="00B65DC9">
      <w:r>
        <w:t>183.5766</w:t>
      </w:r>
      <w:r>
        <w:tab/>
        <w:t>1.025e0</w:t>
      </w:r>
    </w:p>
    <w:p w:rsidR="00B65DC9" w:rsidRDefault="00B65DC9" w:rsidP="00B65DC9">
      <w:r>
        <w:t>183.5803</w:t>
      </w:r>
      <w:r>
        <w:tab/>
        <w:t>2.025e0</w:t>
      </w:r>
    </w:p>
    <w:p w:rsidR="00B65DC9" w:rsidRDefault="00B65DC9" w:rsidP="00B65DC9">
      <w:r>
        <w:t>183.6418</w:t>
      </w:r>
      <w:r>
        <w:tab/>
        <w:t>1.013e0</w:t>
      </w:r>
    </w:p>
    <w:p w:rsidR="00B65DC9" w:rsidRDefault="00B65DC9" w:rsidP="00B65DC9">
      <w:r>
        <w:t>183.6599</w:t>
      </w:r>
      <w:r>
        <w:tab/>
        <w:t>1.025e0</w:t>
      </w:r>
    </w:p>
    <w:p w:rsidR="00B65DC9" w:rsidRDefault="00B65DC9" w:rsidP="00B65DC9">
      <w:r>
        <w:t>183.6854</w:t>
      </w:r>
      <w:r>
        <w:tab/>
        <w:t>1.025e0</w:t>
      </w:r>
    </w:p>
    <w:p w:rsidR="00B65DC9" w:rsidRDefault="00B65DC9" w:rsidP="00B65DC9">
      <w:r>
        <w:t>183.7105</w:t>
      </w:r>
      <w:r>
        <w:tab/>
        <w:t>1.013e0</w:t>
      </w:r>
    </w:p>
    <w:p w:rsidR="00B65DC9" w:rsidRDefault="00B65DC9" w:rsidP="00B65DC9">
      <w:r>
        <w:t>183.7592</w:t>
      </w:r>
      <w:r>
        <w:tab/>
        <w:t>2.025e0</w:t>
      </w:r>
    </w:p>
    <w:p w:rsidR="00B65DC9" w:rsidRDefault="00B65DC9" w:rsidP="00B65DC9">
      <w:r>
        <w:t>183.7827</w:t>
      </w:r>
      <w:r>
        <w:tab/>
        <w:t>1.013e0</w:t>
      </w:r>
    </w:p>
    <w:p w:rsidR="00B65DC9" w:rsidRDefault="00B65DC9" w:rsidP="00B65DC9">
      <w:r>
        <w:t>183.8260</w:t>
      </w:r>
      <w:r>
        <w:tab/>
        <w:t>1.013e0</w:t>
      </w:r>
    </w:p>
    <w:p w:rsidR="00B65DC9" w:rsidRDefault="00B65DC9" w:rsidP="00B65DC9">
      <w:r>
        <w:t>183.8334</w:t>
      </w:r>
      <w:r>
        <w:tab/>
        <w:t>2.025e0</w:t>
      </w:r>
    </w:p>
    <w:p w:rsidR="00B65DC9" w:rsidRDefault="00B65DC9" w:rsidP="00B65DC9">
      <w:r>
        <w:t>183.8441</w:t>
      </w:r>
      <w:r>
        <w:tab/>
        <w:t>1.013e0</w:t>
      </w:r>
    </w:p>
    <w:p w:rsidR="00B65DC9" w:rsidRDefault="00B65DC9" w:rsidP="00B65DC9">
      <w:r>
        <w:lastRenderedPageBreak/>
        <w:t>183.8658</w:t>
      </w:r>
      <w:r>
        <w:tab/>
        <w:t>1.266e-2</w:t>
      </w:r>
    </w:p>
    <w:p w:rsidR="00B65DC9" w:rsidRDefault="00B65DC9" w:rsidP="00B65DC9">
      <w:r>
        <w:t>183.9380</w:t>
      </w:r>
      <w:r>
        <w:tab/>
        <w:t>1.266e-2</w:t>
      </w:r>
    </w:p>
    <w:p w:rsidR="00B65DC9" w:rsidRDefault="00B65DC9" w:rsidP="00B65DC9">
      <w:r>
        <w:t>183.9418</w:t>
      </w:r>
      <w:r>
        <w:tab/>
        <w:t>1.025e0</w:t>
      </w:r>
    </w:p>
    <w:p w:rsidR="00B65DC9" w:rsidRDefault="00B65DC9" w:rsidP="00B65DC9">
      <w:r>
        <w:t>183.9650</w:t>
      </w:r>
      <w:r>
        <w:tab/>
        <w:t>3.095e0</w:t>
      </w:r>
    </w:p>
    <w:p w:rsidR="00B65DC9" w:rsidRDefault="00B65DC9" w:rsidP="00B65DC9">
      <w:r>
        <w:t>183.9810</w:t>
      </w:r>
      <w:r>
        <w:tab/>
        <w:t>1.266e-2</w:t>
      </w:r>
    </w:p>
    <w:p w:rsidR="00B65DC9" w:rsidRDefault="00B65DC9" w:rsidP="00B65DC9">
      <w:r>
        <w:t>183.9919</w:t>
      </w:r>
      <w:r>
        <w:tab/>
        <w:t>2.038e0</w:t>
      </w:r>
    </w:p>
    <w:p w:rsidR="00B65DC9" w:rsidRDefault="00B65DC9" w:rsidP="00B65DC9">
      <w:r>
        <w:t>184.0042</w:t>
      </w:r>
      <w:r>
        <w:tab/>
        <w:t>2.025e0</w:t>
      </w:r>
    </w:p>
    <w:p w:rsidR="00B65DC9" w:rsidRDefault="00B65DC9" w:rsidP="00B65DC9">
      <w:r>
        <w:t>184.0258</w:t>
      </w:r>
      <w:r>
        <w:tab/>
        <w:t>2.025e0</w:t>
      </w:r>
    </w:p>
    <w:p w:rsidR="00B65DC9" w:rsidRDefault="00B65DC9" w:rsidP="00B65DC9">
      <w:r>
        <w:t>184.0485</w:t>
      </w:r>
      <w:r>
        <w:tab/>
        <w:t>1.097e0</w:t>
      </w:r>
    </w:p>
    <w:p w:rsidR="00B65DC9" w:rsidRDefault="00B65DC9" w:rsidP="00B65DC9">
      <w:r>
        <w:t>184.0772</w:t>
      </w:r>
      <w:r>
        <w:tab/>
        <w:t>4.051e0</w:t>
      </w:r>
    </w:p>
    <w:p w:rsidR="00B65DC9" w:rsidRDefault="00B65DC9" w:rsidP="00B65DC9">
      <w:r>
        <w:t>184.0782</w:t>
      </w:r>
      <w:r>
        <w:tab/>
        <w:t>4.904e0</w:t>
      </w:r>
    </w:p>
    <w:p w:rsidR="00B65DC9" w:rsidRDefault="00B65DC9" w:rsidP="00B65DC9">
      <w:r>
        <w:t>184.0989</w:t>
      </w:r>
      <w:r>
        <w:tab/>
        <w:t>2.051e0</w:t>
      </w:r>
    </w:p>
    <w:p w:rsidR="00B65DC9" w:rsidRDefault="00B65DC9" w:rsidP="00B65DC9">
      <w:r>
        <w:t>184.1069</w:t>
      </w:r>
      <w:r>
        <w:tab/>
        <w:t>5.063e0</w:t>
      </w:r>
    </w:p>
    <w:p w:rsidR="00B65DC9" w:rsidRDefault="00B65DC9" w:rsidP="00B65DC9">
      <w:r>
        <w:t>184.1248</w:t>
      </w:r>
      <w:r>
        <w:tab/>
        <w:t>1.025e0</w:t>
      </w:r>
    </w:p>
    <w:p w:rsidR="00B65DC9" w:rsidRDefault="00B65DC9" w:rsidP="00B65DC9">
      <w:r>
        <w:t>184.1300</w:t>
      </w:r>
      <w:r>
        <w:tab/>
        <w:t>2.025e0</w:t>
      </w:r>
    </w:p>
    <w:p w:rsidR="00B65DC9" w:rsidRDefault="00B65DC9" w:rsidP="00B65DC9">
      <w:r>
        <w:t>184.1753</w:t>
      </w:r>
      <w:r>
        <w:tab/>
        <w:t>1.266e-2</w:t>
      </w:r>
    </w:p>
    <w:p w:rsidR="00B65DC9" w:rsidRDefault="00B65DC9" w:rsidP="00B65DC9">
      <w:r>
        <w:t>184.1773</w:t>
      </w:r>
      <w:r>
        <w:tab/>
        <w:t>2.025e0</w:t>
      </w:r>
    </w:p>
    <w:p w:rsidR="00B65DC9" w:rsidRDefault="00B65DC9" w:rsidP="00B65DC9">
      <w:r>
        <w:t>184.1861</w:t>
      </w:r>
      <w:r>
        <w:tab/>
        <w:t>2.025e0</w:t>
      </w:r>
    </w:p>
    <w:p w:rsidR="00B65DC9" w:rsidRDefault="00B65DC9" w:rsidP="00B65DC9">
      <w:r>
        <w:t>184.2368</w:t>
      </w:r>
      <w:r>
        <w:tab/>
        <w:t>1.013e0</w:t>
      </w:r>
    </w:p>
    <w:p w:rsidR="00B65DC9" w:rsidRDefault="00B65DC9" w:rsidP="00B65DC9">
      <w:r>
        <w:lastRenderedPageBreak/>
        <w:t>184.2406</w:t>
      </w:r>
      <w:r>
        <w:tab/>
        <w:t>1.266e-2</w:t>
      </w:r>
    </w:p>
    <w:p w:rsidR="00B65DC9" w:rsidRDefault="00B65DC9" w:rsidP="00B65DC9">
      <w:r>
        <w:t>184.2548</w:t>
      </w:r>
      <w:r>
        <w:tab/>
        <w:t>1.013e0</w:t>
      </w:r>
    </w:p>
    <w:p w:rsidR="00B65DC9" w:rsidRDefault="00B65DC9" w:rsidP="00B65DC9">
      <w:r>
        <w:t>184.2910</w:t>
      </w:r>
      <w:r>
        <w:tab/>
        <w:t>1.013e0</w:t>
      </w:r>
    </w:p>
    <w:p w:rsidR="00B65DC9" w:rsidRDefault="00B65DC9" w:rsidP="00B65DC9">
      <w:r>
        <w:t>184.3344</w:t>
      </w:r>
      <w:r>
        <w:tab/>
        <w:t>1.013e0</w:t>
      </w:r>
    </w:p>
    <w:p w:rsidR="00B65DC9" w:rsidRDefault="00B65DC9" w:rsidP="00B65DC9">
      <w:r>
        <w:t>184.3418</w:t>
      </w:r>
      <w:r>
        <w:tab/>
        <w:t>1.013e0</w:t>
      </w:r>
    </w:p>
    <w:p w:rsidR="00B65DC9" w:rsidRDefault="00B65DC9" w:rsidP="00B65DC9">
      <w:r>
        <w:t>184.3524</w:t>
      </w:r>
      <w:r>
        <w:tab/>
        <w:t>1.266e-2</w:t>
      </w:r>
    </w:p>
    <w:p w:rsidR="00B65DC9" w:rsidRDefault="00B65DC9" w:rsidP="00B65DC9">
      <w:r>
        <w:t>184.3741</w:t>
      </w:r>
      <w:r>
        <w:tab/>
        <w:t>1.013e0</w:t>
      </w:r>
    </w:p>
    <w:p w:rsidR="00B65DC9" w:rsidRDefault="00B65DC9" w:rsidP="00B65DC9">
      <w:r>
        <w:t>184.3925</w:t>
      </w:r>
      <w:r>
        <w:tab/>
        <w:t>1.013e0</w:t>
      </w:r>
    </w:p>
    <w:p w:rsidR="00B65DC9" w:rsidRDefault="00B65DC9" w:rsidP="00B65DC9">
      <w:r>
        <w:t>184.4359</w:t>
      </w:r>
      <w:r>
        <w:tab/>
        <w:t>1.266e-2</w:t>
      </w:r>
    </w:p>
    <w:p w:rsidR="00B65DC9" w:rsidRDefault="00B65DC9" w:rsidP="00B65DC9">
      <w:r>
        <w:t>184.4611</w:t>
      </w:r>
      <w:r>
        <w:tab/>
        <w:t>1.266e-2</w:t>
      </w:r>
    </w:p>
    <w:p w:rsidR="00B65DC9" w:rsidRDefault="00B65DC9" w:rsidP="00B65DC9">
      <w:r>
        <w:t>184.4972</w:t>
      </w:r>
      <w:r>
        <w:tab/>
        <w:t>1.266e-2</w:t>
      </w:r>
    </w:p>
    <w:p w:rsidR="00B65DC9" w:rsidRDefault="00B65DC9" w:rsidP="00B65DC9">
      <w:r>
        <w:t>184.5297</w:t>
      </w:r>
      <w:r>
        <w:tab/>
        <w:t>1.013e0</w:t>
      </w:r>
    </w:p>
    <w:p w:rsidR="00B65DC9" w:rsidRDefault="00B65DC9" w:rsidP="00B65DC9">
      <w:r>
        <w:t>184.5331</w:t>
      </w:r>
      <w:r>
        <w:tab/>
        <w:t>1.266e-2</w:t>
      </w:r>
    </w:p>
    <w:p w:rsidR="00B65DC9" w:rsidRDefault="00B65DC9" w:rsidP="00B65DC9">
      <w:r>
        <w:t>184.6015</w:t>
      </w:r>
      <w:r>
        <w:tab/>
        <w:t>1.266e-2</w:t>
      </w:r>
    </w:p>
    <w:p w:rsidR="00B65DC9" w:rsidRDefault="00B65DC9" w:rsidP="00B65DC9">
      <w:r>
        <w:t>184.6085</w:t>
      </w:r>
      <w:r>
        <w:tab/>
        <w:t>1.266e-2</w:t>
      </w:r>
    </w:p>
    <w:p w:rsidR="00B65DC9" w:rsidRDefault="00B65DC9" w:rsidP="00B65DC9">
      <w:r>
        <w:t>184.6338</w:t>
      </w:r>
      <w:r>
        <w:tab/>
        <w:t>1.013e0</w:t>
      </w:r>
    </w:p>
    <w:p w:rsidR="00B65DC9" w:rsidRDefault="00B65DC9" w:rsidP="00B65DC9">
      <w:r>
        <w:t>184.6408</w:t>
      </w:r>
      <w:r>
        <w:tab/>
        <w:t>1.013e0</w:t>
      </w:r>
    </w:p>
    <w:p w:rsidR="00B65DC9" w:rsidRDefault="00B65DC9" w:rsidP="00B65DC9">
      <w:r>
        <w:t>184.6587</w:t>
      </w:r>
      <w:r>
        <w:tab/>
        <w:t>1.013e0</w:t>
      </w:r>
    </w:p>
    <w:p w:rsidR="00B65DC9" w:rsidRDefault="00B65DC9" w:rsidP="00B65DC9">
      <w:r>
        <w:t>184.6731</w:t>
      </w:r>
      <w:r>
        <w:tab/>
        <w:t>1.013e0</w:t>
      </w:r>
    </w:p>
    <w:p w:rsidR="00B65DC9" w:rsidRDefault="00B65DC9" w:rsidP="00B65DC9">
      <w:r>
        <w:lastRenderedPageBreak/>
        <w:t>184.6767</w:t>
      </w:r>
      <w:r>
        <w:tab/>
        <w:t>1.266e-2</w:t>
      </w:r>
    </w:p>
    <w:p w:rsidR="00B65DC9" w:rsidRDefault="00B65DC9" w:rsidP="00B65DC9">
      <w:r>
        <w:t>184.7239</w:t>
      </w:r>
      <w:r>
        <w:tab/>
        <w:t>1.013e0</w:t>
      </w:r>
    </w:p>
    <w:p w:rsidR="00B65DC9" w:rsidRDefault="00B65DC9" w:rsidP="00B65DC9">
      <w:r>
        <w:t>184.7310</w:t>
      </w:r>
      <w:r>
        <w:tab/>
        <w:t>1.013e0</w:t>
      </w:r>
    </w:p>
    <w:p w:rsidR="00B65DC9" w:rsidRDefault="00B65DC9" w:rsidP="00B65DC9">
      <w:r>
        <w:t>184.7599</w:t>
      </w:r>
      <w:r>
        <w:tab/>
        <w:t>1.013e0</w:t>
      </w:r>
    </w:p>
    <w:p w:rsidR="00B65DC9" w:rsidRDefault="00B65DC9" w:rsidP="00B65DC9">
      <w:r>
        <w:t>184.8073</w:t>
      </w:r>
      <w:r>
        <w:tab/>
        <w:t>1.013e0</w:t>
      </w:r>
    </w:p>
    <w:p w:rsidR="00B65DC9" w:rsidRDefault="00B65DC9" w:rsidP="00B65DC9">
      <w:r>
        <w:t>184.8107</w:t>
      </w:r>
      <w:r>
        <w:tab/>
        <w:t>1.013e0</w:t>
      </w:r>
    </w:p>
    <w:p w:rsidR="00B65DC9" w:rsidRDefault="00B65DC9" w:rsidP="00B65DC9">
      <w:r>
        <w:t>184.8143</w:t>
      </w:r>
      <w:r>
        <w:tab/>
        <w:t>1.013e0</w:t>
      </w:r>
    </w:p>
    <w:p w:rsidR="00B65DC9" w:rsidRDefault="00B65DC9" w:rsidP="00B65DC9">
      <w:r>
        <w:t>184.8448</w:t>
      </w:r>
      <w:r>
        <w:tab/>
        <w:t>3.038e0</w:t>
      </w:r>
    </w:p>
    <w:p w:rsidR="00B65DC9" w:rsidRDefault="00B65DC9" w:rsidP="00B65DC9">
      <w:r>
        <w:t>184.8577</w:t>
      </w:r>
      <w:r>
        <w:tab/>
        <w:t>1.013e0</w:t>
      </w:r>
    </w:p>
    <w:p w:rsidR="00B65DC9" w:rsidRDefault="00B65DC9" w:rsidP="00B65DC9">
      <w:r>
        <w:t>184.8595</w:t>
      </w:r>
      <w:r>
        <w:tab/>
        <w:t>2.532e-2</w:t>
      </w:r>
    </w:p>
    <w:p w:rsidR="00B65DC9" w:rsidRDefault="00B65DC9" w:rsidP="00B65DC9">
      <w:r>
        <w:t>184.9736</w:t>
      </w:r>
      <w:r>
        <w:tab/>
        <w:t>1.013e0</w:t>
      </w:r>
    </w:p>
    <w:p w:rsidR="00B65DC9" w:rsidRDefault="00B65DC9" w:rsidP="00B65DC9">
      <w:r>
        <w:t>184.9808</w:t>
      </w:r>
      <w:r>
        <w:tab/>
        <w:t>1.013e0</w:t>
      </w:r>
    </w:p>
    <w:p w:rsidR="00B65DC9" w:rsidRDefault="00B65DC9" w:rsidP="00B65DC9">
      <w:r>
        <w:t>185.0243</w:t>
      </w:r>
      <w:r>
        <w:tab/>
        <w:t>1.025e0</w:t>
      </w:r>
    </w:p>
    <w:p w:rsidR="00B65DC9" w:rsidRDefault="00B65DC9" w:rsidP="00B65DC9">
      <w:r>
        <w:t>185.0388</w:t>
      </w:r>
      <w:r>
        <w:tab/>
        <w:t>1.266e-2</w:t>
      </w:r>
    </w:p>
    <w:p w:rsidR="00B65DC9" w:rsidRDefault="00B65DC9" w:rsidP="00B65DC9">
      <w:r>
        <w:t>185.0426</w:t>
      </w:r>
      <w:r>
        <w:tab/>
        <w:t>1.266e-2</w:t>
      </w:r>
    </w:p>
    <w:p w:rsidR="00B65DC9" w:rsidRDefault="00B65DC9" w:rsidP="00B65DC9">
      <w:r>
        <w:t>185.0533</w:t>
      </w:r>
      <w:r>
        <w:tab/>
        <w:t>1.013e0</w:t>
      </w:r>
    </w:p>
    <w:p w:rsidR="00B65DC9" w:rsidRDefault="00B65DC9" w:rsidP="00B65DC9">
      <w:r>
        <w:t>185.0641</w:t>
      </w:r>
      <w:r>
        <w:tab/>
        <w:t>1.266e-2</w:t>
      </w:r>
    </w:p>
    <w:p w:rsidR="00B65DC9" w:rsidRDefault="00B65DC9" w:rsidP="00B65DC9">
      <w:r>
        <w:t>185.0950</w:t>
      </w:r>
      <w:r>
        <w:tab/>
        <w:t>2.532e-2</w:t>
      </w:r>
    </w:p>
    <w:p w:rsidR="00B65DC9" w:rsidRDefault="00B65DC9" w:rsidP="00B65DC9">
      <w:r>
        <w:t>185.1748</w:t>
      </w:r>
      <w:r>
        <w:tab/>
        <w:t>2.532e-2</w:t>
      </w:r>
    </w:p>
    <w:p w:rsidR="00B65DC9" w:rsidRDefault="00B65DC9" w:rsidP="00B65DC9">
      <w:r>
        <w:lastRenderedPageBreak/>
        <w:t>185.1801</w:t>
      </w:r>
      <w:r>
        <w:tab/>
        <w:t>1.013e0</w:t>
      </w:r>
    </w:p>
    <w:p w:rsidR="00B65DC9" w:rsidRDefault="00B65DC9" w:rsidP="00B65DC9">
      <w:r>
        <w:t>185.2056</w:t>
      </w:r>
      <w:r>
        <w:tab/>
        <w:t>1.266e-2</w:t>
      </w:r>
    </w:p>
    <w:p w:rsidR="00B65DC9" w:rsidRDefault="00B65DC9" w:rsidP="00B65DC9">
      <w:r>
        <w:t>185.2162</w:t>
      </w:r>
      <w:r>
        <w:tab/>
        <w:t>1.025e0</w:t>
      </w:r>
    </w:p>
    <w:p w:rsidR="00B65DC9" w:rsidRDefault="00B65DC9" w:rsidP="00B65DC9">
      <w:r>
        <w:t>185.2269</w:t>
      </w:r>
      <w:r>
        <w:tab/>
        <w:t>1.013e0</w:t>
      </w:r>
    </w:p>
    <w:p w:rsidR="00B65DC9" w:rsidRDefault="00B65DC9" w:rsidP="00B65DC9">
      <w:r>
        <w:t>185.2776</w:t>
      </w:r>
      <w:r>
        <w:tab/>
        <w:t>1.266e-2</w:t>
      </w:r>
    </w:p>
    <w:p w:rsidR="00B65DC9" w:rsidRDefault="00B65DC9" w:rsidP="00B65DC9">
      <w:r>
        <w:t>185.2992</w:t>
      </w:r>
      <w:r>
        <w:tab/>
        <w:t>1.266e-2</w:t>
      </w:r>
    </w:p>
    <w:p w:rsidR="00B65DC9" w:rsidRDefault="00B65DC9" w:rsidP="00B65DC9">
      <w:r>
        <w:t>185.3532</w:t>
      </w:r>
      <w:r>
        <w:tab/>
        <w:t>1.013e0</w:t>
      </w:r>
    </w:p>
    <w:p w:rsidR="00B65DC9" w:rsidRDefault="00B65DC9" w:rsidP="00B65DC9">
      <w:r>
        <w:t>185.3998</w:t>
      </w:r>
      <w:r>
        <w:tab/>
        <w:t>1.266e-2</w:t>
      </w:r>
    </w:p>
    <w:p w:rsidR="00B65DC9" w:rsidRDefault="00B65DC9" w:rsidP="00B65DC9">
      <w:r>
        <w:t>185.4324</w:t>
      </w:r>
      <w:r>
        <w:tab/>
        <w:t>1.025e0</w:t>
      </w:r>
    </w:p>
    <w:p w:rsidR="00B65DC9" w:rsidRDefault="00B65DC9" w:rsidP="00B65DC9">
      <w:r>
        <w:t>185.4830</w:t>
      </w:r>
      <w:r>
        <w:tab/>
        <w:t>1.013e0</w:t>
      </w:r>
    </w:p>
    <w:p w:rsidR="00B65DC9" w:rsidRDefault="00B65DC9" w:rsidP="00B65DC9">
      <w:r>
        <w:t>185.4866</w:t>
      </w:r>
      <w:r>
        <w:tab/>
        <w:t>1.013e0</w:t>
      </w:r>
    </w:p>
    <w:p w:rsidR="00B65DC9" w:rsidRDefault="00B65DC9" w:rsidP="00B65DC9">
      <w:r>
        <w:t>185.5084</w:t>
      </w:r>
      <w:r>
        <w:tab/>
        <w:t>1.013e0</w:t>
      </w:r>
    </w:p>
    <w:p w:rsidR="00B65DC9" w:rsidRDefault="00B65DC9" w:rsidP="00B65DC9">
      <w:r>
        <w:t>185.5413</w:t>
      </w:r>
      <w:r>
        <w:tab/>
        <w:t>1.013e0</w:t>
      </w:r>
    </w:p>
    <w:p w:rsidR="00B65DC9" w:rsidRDefault="00B65DC9" w:rsidP="00B65DC9">
      <w:r>
        <w:t>185.5701</w:t>
      </w:r>
      <w:r>
        <w:tab/>
        <w:t>1.013e0</w:t>
      </w:r>
    </w:p>
    <w:p w:rsidR="00B65DC9" w:rsidRDefault="00B65DC9" w:rsidP="00B65DC9">
      <w:r>
        <w:t>185.5774</w:t>
      </w:r>
      <w:r>
        <w:tab/>
        <w:t>1.013e0</w:t>
      </w:r>
    </w:p>
    <w:p w:rsidR="00B65DC9" w:rsidRDefault="00B65DC9" w:rsidP="00B65DC9">
      <w:r>
        <w:t>185.5945</w:t>
      </w:r>
      <w:r>
        <w:tab/>
        <w:t>2.051e0</w:t>
      </w:r>
    </w:p>
    <w:p w:rsidR="00B65DC9" w:rsidRDefault="00B65DC9" w:rsidP="00B65DC9">
      <w:r>
        <w:t>185.6100</w:t>
      </w:r>
      <w:r>
        <w:tab/>
        <w:t>2.025e0</w:t>
      </w:r>
    </w:p>
    <w:p w:rsidR="00B65DC9" w:rsidRDefault="00B65DC9" w:rsidP="00B65DC9">
      <w:r>
        <w:t>185.6211</w:t>
      </w:r>
      <w:r>
        <w:tab/>
        <w:t>1.013e0</w:t>
      </w:r>
    </w:p>
    <w:p w:rsidR="00B65DC9" w:rsidRDefault="00B65DC9" w:rsidP="00B65DC9">
      <w:r>
        <w:t>185.6390</w:t>
      </w:r>
      <w:r>
        <w:tab/>
        <w:t>1.013e0</w:t>
      </w:r>
    </w:p>
    <w:p w:rsidR="00B65DC9" w:rsidRDefault="00B65DC9" w:rsidP="00B65DC9">
      <w:r>
        <w:lastRenderedPageBreak/>
        <w:t>185.6792</w:t>
      </w:r>
      <w:r>
        <w:tab/>
        <w:t>1.013e0</w:t>
      </w:r>
    </w:p>
    <w:p w:rsidR="00B65DC9" w:rsidRDefault="00B65DC9" w:rsidP="00B65DC9">
      <w:r>
        <w:t>185.7115</w:t>
      </w:r>
      <w:r>
        <w:tab/>
        <w:t>1.013e0</w:t>
      </w:r>
    </w:p>
    <w:p w:rsidR="00B65DC9" w:rsidRDefault="00B65DC9" w:rsidP="00B65DC9">
      <w:r>
        <w:t>185.7514</w:t>
      </w:r>
      <w:r>
        <w:tab/>
        <w:t>1.013e0</w:t>
      </w:r>
    </w:p>
    <w:p w:rsidR="00B65DC9" w:rsidRDefault="00B65DC9" w:rsidP="00B65DC9">
      <w:r>
        <w:t>185.7986</w:t>
      </w:r>
      <w:r>
        <w:tab/>
        <w:t>1.013e0</w:t>
      </w:r>
    </w:p>
    <w:p w:rsidR="00B65DC9" w:rsidRDefault="00B65DC9" w:rsidP="00B65DC9">
      <w:r>
        <w:t>185.8312</w:t>
      </w:r>
      <w:r>
        <w:tab/>
        <w:t>1.013e0</w:t>
      </w:r>
    </w:p>
    <w:p w:rsidR="00B65DC9" w:rsidRDefault="00B65DC9" w:rsidP="00B65DC9">
      <w:r>
        <w:t>185.8405</w:t>
      </w:r>
      <w:r>
        <w:tab/>
        <w:t>2.025e0</w:t>
      </w:r>
    </w:p>
    <w:p w:rsidR="00B65DC9" w:rsidRDefault="00B65DC9" w:rsidP="00B65DC9">
      <w:r>
        <w:t>185.8493</w:t>
      </w:r>
      <w:r>
        <w:tab/>
        <w:t>1.025e0</w:t>
      </w:r>
    </w:p>
    <w:p w:rsidR="00B65DC9" w:rsidRDefault="00B65DC9" w:rsidP="00B65DC9">
      <w:r>
        <w:t>185.8627</w:t>
      </w:r>
      <w:r>
        <w:tab/>
        <w:t>3.632e0</w:t>
      </w:r>
    </w:p>
    <w:p w:rsidR="00B65DC9" w:rsidRDefault="00B65DC9" w:rsidP="00B65DC9">
      <w:r>
        <w:t>185.9001</w:t>
      </w:r>
      <w:r>
        <w:tab/>
        <w:t>1.013e0</w:t>
      </w:r>
    </w:p>
    <w:p w:rsidR="00B65DC9" w:rsidRDefault="00B65DC9" w:rsidP="00B65DC9">
      <w:r>
        <w:t>185.9364</w:t>
      </w:r>
      <w:r>
        <w:tab/>
        <w:t>1.266e-2</w:t>
      </w:r>
    </w:p>
    <w:p w:rsidR="00B65DC9" w:rsidRDefault="00B65DC9" w:rsidP="00B65DC9">
      <w:r>
        <w:t>185.9909</w:t>
      </w:r>
      <w:r>
        <w:tab/>
        <w:t>1.013e0</w:t>
      </w:r>
    </w:p>
    <w:p w:rsidR="00B65DC9" w:rsidRDefault="00B65DC9" w:rsidP="00B65DC9">
      <w:r>
        <w:t>186.0093</w:t>
      </w:r>
      <w:r>
        <w:tab/>
        <w:t>1.013e0</w:t>
      </w:r>
    </w:p>
    <w:p w:rsidR="00B65DC9" w:rsidRDefault="00B65DC9" w:rsidP="00B65DC9">
      <w:r>
        <w:t>186.0888</w:t>
      </w:r>
      <w:r>
        <w:tab/>
        <w:t>2.038e0</w:t>
      </w:r>
    </w:p>
    <w:p w:rsidR="00B65DC9" w:rsidRDefault="00B65DC9" w:rsidP="00B65DC9">
      <w:r>
        <w:t>186.1197</w:t>
      </w:r>
      <w:r>
        <w:tab/>
        <w:t>2.025e0</w:t>
      </w:r>
    </w:p>
    <w:p w:rsidR="00B65DC9" w:rsidRDefault="00B65DC9" w:rsidP="00B65DC9">
      <w:r>
        <w:t>186.1253</w:t>
      </w:r>
      <w:r>
        <w:tab/>
        <w:t>3.038e0</w:t>
      </w:r>
    </w:p>
    <w:p w:rsidR="00B65DC9" w:rsidRDefault="00B65DC9" w:rsidP="00B65DC9">
      <w:r>
        <w:t>186.1289</w:t>
      </w:r>
      <w:r>
        <w:tab/>
        <w:t>1.266e-2</w:t>
      </w:r>
    </w:p>
    <w:p w:rsidR="00B65DC9" w:rsidRDefault="00B65DC9" w:rsidP="00B65DC9">
      <w:r>
        <w:t>186.1471</w:t>
      </w:r>
      <w:r>
        <w:tab/>
        <w:t>1.013e0</w:t>
      </w:r>
    </w:p>
    <w:p w:rsidR="00B65DC9" w:rsidRDefault="00B65DC9" w:rsidP="00B65DC9">
      <w:r>
        <w:t>186.1595</w:t>
      </w:r>
      <w:r>
        <w:tab/>
        <w:t>2.025e0</w:t>
      </w:r>
    </w:p>
    <w:p w:rsidR="00B65DC9" w:rsidRDefault="00B65DC9" w:rsidP="00B65DC9">
      <w:r>
        <w:t>186.1941</w:t>
      </w:r>
      <w:r>
        <w:tab/>
        <w:t>1.266e-2</w:t>
      </w:r>
    </w:p>
    <w:p w:rsidR="00B65DC9" w:rsidRDefault="00B65DC9" w:rsidP="00B65DC9">
      <w:r>
        <w:lastRenderedPageBreak/>
        <w:t>186.2249</w:t>
      </w:r>
      <w:r>
        <w:tab/>
        <w:t>2.025e0</w:t>
      </w:r>
    </w:p>
    <w:p w:rsidR="00B65DC9" w:rsidRDefault="00B65DC9" w:rsidP="00B65DC9">
      <w:r>
        <w:t>186.2302</w:t>
      </w:r>
      <w:r>
        <w:tab/>
        <w:t>1.266e-2</w:t>
      </w:r>
    </w:p>
    <w:p w:rsidR="00B65DC9" w:rsidRDefault="00B65DC9" w:rsidP="00B65DC9">
      <w:r>
        <w:t>186.2339</w:t>
      </w:r>
      <w:r>
        <w:tab/>
        <w:t>1.013e0</w:t>
      </w:r>
    </w:p>
    <w:p w:rsidR="00B65DC9" w:rsidRDefault="00B65DC9" w:rsidP="00B65DC9">
      <w:r>
        <w:t>186.2486</w:t>
      </w:r>
      <w:r>
        <w:tab/>
        <w:t>1.013e0</w:t>
      </w:r>
    </w:p>
    <w:p w:rsidR="00B65DC9" w:rsidRDefault="00B65DC9" w:rsidP="00B65DC9">
      <w:r>
        <w:t>186.2556</w:t>
      </w:r>
      <w:r>
        <w:tab/>
        <w:t>1.013e0</w:t>
      </w:r>
    </w:p>
    <w:p w:rsidR="00B65DC9" w:rsidRDefault="00B65DC9" w:rsidP="00B65DC9">
      <w:r>
        <w:t>186.2703</w:t>
      </w:r>
      <w:r>
        <w:tab/>
        <w:t>1.266e-2</w:t>
      </w:r>
    </w:p>
    <w:p w:rsidR="00B65DC9" w:rsidRDefault="00B65DC9" w:rsidP="00B65DC9">
      <w:r>
        <w:t>186.2773</w:t>
      </w:r>
      <w:r>
        <w:tab/>
        <w:t>1.025e0</w:t>
      </w:r>
    </w:p>
    <w:p w:rsidR="00B65DC9" w:rsidRDefault="00B65DC9" w:rsidP="00B65DC9">
      <w:r>
        <w:t>186.3065</w:t>
      </w:r>
      <w:r>
        <w:tab/>
        <w:t>1.013e0</w:t>
      </w:r>
    </w:p>
    <w:p w:rsidR="00B65DC9" w:rsidRDefault="00B65DC9" w:rsidP="00B65DC9">
      <w:r>
        <w:t>186.3098</w:t>
      </w:r>
      <w:r>
        <w:tab/>
        <w:t>1.025e0</w:t>
      </w:r>
    </w:p>
    <w:p w:rsidR="00B65DC9" w:rsidRDefault="00B65DC9" w:rsidP="00B65DC9">
      <w:r>
        <w:t>186.3352</w:t>
      </w:r>
      <w:r>
        <w:tab/>
        <w:t>1.266e-2</w:t>
      </w:r>
    </w:p>
    <w:p w:rsidR="00B65DC9" w:rsidRDefault="00B65DC9" w:rsidP="00B65DC9">
      <w:r>
        <w:t>186.3750</w:t>
      </w:r>
      <w:r>
        <w:tab/>
        <w:t>1.013e0</w:t>
      </w:r>
    </w:p>
    <w:p w:rsidR="00B65DC9" w:rsidRDefault="00B65DC9" w:rsidP="00B65DC9">
      <w:r>
        <w:t>186.4241</w:t>
      </w:r>
      <w:r>
        <w:tab/>
        <w:t>2.025e0</w:t>
      </w:r>
    </w:p>
    <w:p w:rsidR="00B65DC9" w:rsidRDefault="00B65DC9" w:rsidP="00B65DC9">
      <w:r>
        <w:t>186.4293</w:t>
      </w:r>
      <w:r>
        <w:tab/>
        <w:t>1.266e-2</w:t>
      </w:r>
    </w:p>
    <w:p w:rsidR="00B65DC9" w:rsidRDefault="00B65DC9" w:rsidP="00B65DC9">
      <w:r>
        <w:t>186.4619</w:t>
      </w:r>
      <w:r>
        <w:tab/>
        <w:t>1.013e0</w:t>
      </w:r>
    </w:p>
    <w:p w:rsidR="00B65DC9" w:rsidRDefault="00B65DC9" w:rsidP="00B65DC9">
      <w:r>
        <w:t>186.5741</w:t>
      </w:r>
      <w:r>
        <w:tab/>
        <w:t>1.266e-2</w:t>
      </w:r>
    </w:p>
    <w:p w:rsidR="00B65DC9" w:rsidRDefault="00B65DC9" w:rsidP="00B65DC9">
      <w:r>
        <w:t>186.5923</w:t>
      </w:r>
      <w:r>
        <w:tab/>
        <w:t>1.013e0</w:t>
      </w:r>
    </w:p>
    <w:p w:rsidR="00B65DC9" w:rsidRDefault="00B65DC9" w:rsidP="00B65DC9">
      <w:r>
        <w:t>186.5981</w:t>
      </w:r>
      <w:r>
        <w:tab/>
        <w:t>2.025e0</w:t>
      </w:r>
    </w:p>
    <w:p w:rsidR="00B65DC9" w:rsidRDefault="00B65DC9" w:rsidP="00B65DC9">
      <w:r>
        <w:t>186.6140</w:t>
      </w:r>
      <w:r>
        <w:tab/>
        <w:t>2.025e0</w:t>
      </w:r>
    </w:p>
    <w:p w:rsidR="00B65DC9" w:rsidRDefault="00B65DC9" w:rsidP="00B65DC9">
      <w:r>
        <w:t>186.6176</w:t>
      </w:r>
      <w:r>
        <w:tab/>
        <w:t>1.266e-2</w:t>
      </w:r>
    </w:p>
    <w:p w:rsidR="00B65DC9" w:rsidRDefault="00B65DC9" w:rsidP="00B65DC9">
      <w:r>
        <w:lastRenderedPageBreak/>
        <w:t>186.6287</w:t>
      </w:r>
      <w:r>
        <w:tab/>
        <w:t>1.161e0</w:t>
      </w:r>
    </w:p>
    <w:p w:rsidR="00B65DC9" w:rsidRDefault="00B65DC9" w:rsidP="00B65DC9">
      <w:r>
        <w:t>186.6394</w:t>
      </w:r>
      <w:r>
        <w:tab/>
        <w:t>1.266e-2</w:t>
      </w:r>
    </w:p>
    <w:p w:rsidR="00B65DC9" w:rsidRDefault="00B65DC9" w:rsidP="00B65DC9">
      <w:r>
        <w:t>186.6775</w:t>
      </w:r>
      <w:r>
        <w:tab/>
        <w:t>2.025e0</w:t>
      </w:r>
    </w:p>
    <w:p w:rsidR="00B65DC9" w:rsidRDefault="00B65DC9" w:rsidP="00B65DC9">
      <w:r>
        <w:t>186.6793</w:t>
      </w:r>
      <w:r>
        <w:tab/>
        <w:t>2.025e0</w:t>
      </w:r>
    </w:p>
    <w:p w:rsidR="00B65DC9" w:rsidRDefault="00B65DC9" w:rsidP="00B65DC9">
      <w:r>
        <w:t>186.6941</w:t>
      </w:r>
      <w:r>
        <w:tab/>
        <w:t>1.266e-2</w:t>
      </w:r>
    </w:p>
    <w:p w:rsidR="00B65DC9" w:rsidRDefault="00B65DC9" w:rsidP="00B65DC9">
      <w:r>
        <w:t>186.7450</w:t>
      </w:r>
      <w:r>
        <w:tab/>
        <w:t>1.266e-2</w:t>
      </w:r>
    </w:p>
    <w:p w:rsidR="00B65DC9" w:rsidRDefault="00B65DC9" w:rsidP="00B65DC9">
      <w:r>
        <w:t>186.7630</w:t>
      </w:r>
      <w:r>
        <w:tab/>
        <w:t>2.025e0</w:t>
      </w:r>
    </w:p>
    <w:p w:rsidR="00B65DC9" w:rsidRDefault="00B65DC9" w:rsidP="00B65DC9">
      <w:r>
        <w:t>186.7957</w:t>
      </w:r>
      <w:r>
        <w:tab/>
        <w:t>2.025e0</w:t>
      </w:r>
    </w:p>
    <w:p w:rsidR="00B65DC9" w:rsidRDefault="00B65DC9" w:rsidP="00B65DC9">
      <w:r>
        <w:t>186.8141</w:t>
      </w:r>
      <w:r>
        <w:tab/>
        <w:t>1.013e0</w:t>
      </w:r>
    </w:p>
    <w:p w:rsidR="00B65DC9" w:rsidRDefault="00B65DC9" w:rsidP="00B65DC9">
      <w:r>
        <w:t>186.8359</w:t>
      </w:r>
      <w:r>
        <w:tab/>
        <w:t>1.013e0</w:t>
      </w:r>
    </w:p>
    <w:p w:rsidR="00B65DC9" w:rsidRDefault="00B65DC9" w:rsidP="00B65DC9">
      <w:r>
        <w:t>186.8829</w:t>
      </w:r>
      <w:r>
        <w:tab/>
        <w:t>1.266e-2</w:t>
      </w:r>
    </w:p>
    <w:p w:rsidR="00B65DC9" w:rsidRDefault="00B65DC9" w:rsidP="00B65DC9">
      <w:r>
        <w:t>186.8941</w:t>
      </w:r>
      <w:r>
        <w:tab/>
        <w:t>1.025e0</w:t>
      </w:r>
    </w:p>
    <w:p w:rsidR="00B65DC9" w:rsidRDefault="00B65DC9" w:rsidP="00B65DC9">
      <w:r>
        <w:t>186.9123</w:t>
      </w:r>
      <w:r>
        <w:tab/>
        <w:t>1.013e0</w:t>
      </w:r>
    </w:p>
    <w:p w:rsidR="00B65DC9" w:rsidRDefault="00B65DC9" w:rsidP="00B65DC9">
      <w:r>
        <w:t>186.9375</w:t>
      </w:r>
      <w:r>
        <w:tab/>
        <w:t>1.266e-2</w:t>
      </w:r>
    </w:p>
    <w:p w:rsidR="00B65DC9" w:rsidRDefault="00B65DC9" w:rsidP="00B65DC9">
      <w:r>
        <w:t>186.9702</w:t>
      </w:r>
      <w:r>
        <w:tab/>
        <w:t>1.266e-2</w:t>
      </w:r>
    </w:p>
    <w:p w:rsidR="00B65DC9" w:rsidRDefault="00B65DC9" w:rsidP="00B65DC9">
      <w:r>
        <w:t>186.9993</w:t>
      </w:r>
      <w:r>
        <w:tab/>
        <w:t>2.532e-2</w:t>
      </w:r>
    </w:p>
    <w:p w:rsidR="00B65DC9" w:rsidRDefault="00B65DC9" w:rsidP="00B65DC9">
      <w:r>
        <w:t>187.0248</w:t>
      </w:r>
      <w:r>
        <w:tab/>
        <w:t>1.266e-2</w:t>
      </w:r>
    </w:p>
    <w:p w:rsidR="00B65DC9" w:rsidRDefault="00B65DC9" w:rsidP="00B65DC9">
      <w:r>
        <w:t>187.0373</w:t>
      </w:r>
      <w:r>
        <w:tab/>
        <w:t>3.038e0</w:t>
      </w:r>
    </w:p>
    <w:p w:rsidR="00B65DC9" w:rsidRDefault="00B65DC9" w:rsidP="00B65DC9">
      <w:r>
        <w:t>187.0666</w:t>
      </w:r>
      <w:r>
        <w:tab/>
        <w:t>2.025e0</w:t>
      </w:r>
    </w:p>
    <w:p w:rsidR="00B65DC9" w:rsidRDefault="00B65DC9" w:rsidP="00B65DC9">
      <w:r>
        <w:lastRenderedPageBreak/>
        <w:t>187.0793</w:t>
      </w:r>
      <w:r>
        <w:tab/>
        <w:t>3.051e0</w:t>
      </w:r>
    </w:p>
    <w:p w:rsidR="00B65DC9" w:rsidRDefault="00B65DC9" w:rsidP="00B65DC9">
      <w:r>
        <w:t>187.1111</w:t>
      </w:r>
      <w:r>
        <w:tab/>
        <w:t>3.038e0</w:t>
      </w:r>
    </w:p>
    <w:p w:rsidR="00B65DC9" w:rsidRDefault="00B65DC9" w:rsidP="00B65DC9">
      <w:r>
        <w:t>187.1165</w:t>
      </w:r>
      <w:r>
        <w:tab/>
        <w:t>2.701e0</w:t>
      </w:r>
    </w:p>
    <w:p w:rsidR="00B65DC9" w:rsidRDefault="00B65DC9" w:rsidP="00B65DC9">
      <w:r>
        <w:t>187.1414</w:t>
      </w:r>
      <w:r>
        <w:tab/>
        <w:t>1.013e0</w:t>
      </w:r>
    </w:p>
    <w:p w:rsidR="00B65DC9" w:rsidRDefault="00B65DC9" w:rsidP="00B65DC9">
      <w:r>
        <w:t>187.1429</w:t>
      </w:r>
      <w:r>
        <w:tab/>
        <w:t>2.025e0</w:t>
      </w:r>
    </w:p>
    <w:p w:rsidR="00B65DC9" w:rsidRDefault="00B65DC9" w:rsidP="00B65DC9">
      <w:r>
        <w:t>187.1521</w:t>
      </w:r>
      <w:r>
        <w:tab/>
        <w:t>1.013e0</w:t>
      </w:r>
    </w:p>
    <w:p w:rsidR="00B65DC9" w:rsidRDefault="00B65DC9" w:rsidP="00B65DC9">
      <w:r>
        <w:t>187.1884</w:t>
      </w:r>
      <w:r>
        <w:tab/>
        <w:t>1.013e0</w:t>
      </w:r>
    </w:p>
    <w:p w:rsidR="00B65DC9" w:rsidRDefault="00B65DC9" w:rsidP="00B65DC9">
      <w:r>
        <w:t>187.2939</w:t>
      </w:r>
      <w:r>
        <w:tab/>
        <w:t>1.266e-2</w:t>
      </w:r>
    </w:p>
    <w:p w:rsidR="00B65DC9" w:rsidRDefault="00B65DC9" w:rsidP="00B65DC9">
      <w:r>
        <w:t>187.3158</w:t>
      </w:r>
      <w:r>
        <w:tab/>
        <w:t>1.266e-2</w:t>
      </w:r>
    </w:p>
    <w:p w:rsidR="00B65DC9" w:rsidRDefault="00B65DC9" w:rsidP="00B65DC9">
      <w:r>
        <w:t>187.3269</w:t>
      </w:r>
      <w:r>
        <w:tab/>
        <w:t>1.013e0</w:t>
      </w:r>
    </w:p>
    <w:p w:rsidR="00B65DC9" w:rsidRDefault="00B65DC9" w:rsidP="00B65DC9">
      <w:r>
        <w:t>187.3449</w:t>
      </w:r>
      <w:r>
        <w:tab/>
        <w:t>1.013e0</w:t>
      </w:r>
    </w:p>
    <w:p w:rsidR="00B65DC9" w:rsidRDefault="00B65DC9" w:rsidP="00B65DC9">
      <w:r>
        <w:t>187.4177</w:t>
      </w:r>
      <w:r>
        <w:tab/>
        <w:t>1.013e0</w:t>
      </w:r>
    </w:p>
    <w:p w:rsidR="00B65DC9" w:rsidRDefault="00B65DC9" w:rsidP="00B65DC9">
      <w:r>
        <w:t>187.4722</w:t>
      </w:r>
      <w:r>
        <w:tab/>
        <w:t>1.013e0</w:t>
      </w:r>
    </w:p>
    <w:p w:rsidR="00B65DC9" w:rsidRDefault="00B65DC9" w:rsidP="00B65DC9">
      <w:r>
        <w:t>187.5016</w:t>
      </w:r>
      <w:r>
        <w:tab/>
        <w:t>1.025e0</w:t>
      </w:r>
    </w:p>
    <w:p w:rsidR="00B65DC9" w:rsidRDefault="00B65DC9" w:rsidP="00B65DC9">
      <w:r>
        <w:t>187.5050</w:t>
      </w:r>
      <w:r>
        <w:tab/>
        <w:t>1.013e0</w:t>
      </w:r>
    </w:p>
    <w:p w:rsidR="00B65DC9" w:rsidRDefault="00B65DC9" w:rsidP="00B65DC9">
      <w:r>
        <w:t>187.5142</w:t>
      </w:r>
      <w:r>
        <w:tab/>
        <w:t>3.038e0</w:t>
      </w:r>
    </w:p>
    <w:p w:rsidR="00B65DC9" w:rsidRDefault="00B65DC9" w:rsidP="00B65DC9">
      <w:r>
        <w:t>187.5159</w:t>
      </w:r>
      <w:r>
        <w:tab/>
        <w:t>1.266e-2</w:t>
      </w:r>
    </w:p>
    <w:p w:rsidR="00B65DC9" w:rsidRDefault="00B65DC9" w:rsidP="00B65DC9">
      <w:r>
        <w:t>187.5341</w:t>
      </w:r>
      <w:r>
        <w:tab/>
        <w:t>1.013e0</w:t>
      </w:r>
    </w:p>
    <w:p w:rsidR="00B65DC9" w:rsidRDefault="00B65DC9" w:rsidP="00B65DC9">
      <w:r>
        <w:t>187.5851</w:t>
      </w:r>
      <w:r>
        <w:tab/>
        <w:t>1.013e0</w:t>
      </w:r>
    </w:p>
    <w:p w:rsidR="00B65DC9" w:rsidRDefault="00B65DC9" w:rsidP="00B65DC9">
      <w:r>
        <w:lastRenderedPageBreak/>
        <w:t>187.6251</w:t>
      </w:r>
      <w:r>
        <w:tab/>
        <w:t>1.013e0</w:t>
      </w:r>
    </w:p>
    <w:p w:rsidR="00B65DC9" w:rsidRDefault="00B65DC9" w:rsidP="00B65DC9">
      <w:r>
        <w:t>187.7963</w:t>
      </w:r>
      <w:r>
        <w:tab/>
        <w:t>1.266e-2</w:t>
      </w:r>
    </w:p>
    <w:p w:rsidR="00B65DC9" w:rsidRDefault="00B65DC9" w:rsidP="00B65DC9">
      <w:r>
        <w:t>187.8306</w:t>
      </w:r>
      <w:r>
        <w:tab/>
        <w:t>3.038e0</w:t>
      </w:r>
    </w:p>
    <w:p w:rsidR="00B65DC9" w:rsidRDefault="00B65DC9" w:rsidP="00B65DC9">
      <w:r>
        <w:t>187.8473</w:t>
      </w:r>
      <w:r>
        <w:tab/>
        <w:t>1.266e-2</w:t>
      </w:r>
    </w:p>
    <w:p w:rsidR="00B65DC9" w:rsidRDefault="00B65DC9" w:rsidP="00B65DC9">
      <w:r>
        <w:t>187.8966</w:t>
      </w:r>
      <w:r>
        <w:tab/>
        <w:t>2.025e0</w:t>
      </w:r>
    </w:p>
    <w:p w:rsidR="00B65DC9" w:rsidRDefault="00B65DC9" w:rsidP="00B65DC9">
      <w:r>
        <w:t>187.9165</w:t>
      </w:r>
      <w:r>
        <w:tab/>
        <w:t>1.266e-2</w:t>
      </w:r>
    </w:p>
    <w:p w:rsidR="00B65DC9" w:rsidRDefault="00B65DC9" w:rsidP="00B65DC9">
      <w:r>
        <w:t>187.9240</w:t>
      </w:r>
      <w:r>
        <w:tab/>
        <w:t>1.013e0</w:t>
      </w:r>
    </w:p>
    <w:p w:rsidR="00B65DC9" w:rsidRDefault="00B65DC9" w:rsidP="00B65DC9">
      <w:r>
        <w:t>187.9784</w:t>
      </w:r>
      <w:r>
        <w:tab/>
        <w:t>1.013e0</w:t>
      </w:r>
    </w:p>
    <w:p w:rsidR="00B65DC9" w:rsidRDefault="00B65DC9" w:rsidP="00B65DC9">
      <w:r>
        <w:t>187.9913</w:t>
      </w:r>
      <w:r>
        <w:tab/>
        <w:t>2.025e0</w:t>
      </w:r>
    </w:p>
    <w:p w:rsidR="00B65DC9" w:rsidRDefault="00B65DC9" w:rsidP="00B65DC9">
      <w:r>
        <w:t>188.0185</w:t>
      </w:r>
      <w:r>
        <w:tab/>
        <w:t>1.025e0</w:t>
      </w:r>
    </w:p>
    <w:p w:rsidR="00B65DC9" w:rsidRDefault="00B65DC9" w:rsidP="00B65DC9">
      <w:r>
        <w:t>188.0697</w:t>
      </w:r>
      <w:r>
        <w:tab/>
        <w:t>1.013e0</w:t>
      </w:r>
    </w:p>
    <w:p w:rsidR="00B65DC9" w:rsidRDefault="00B65DC9" w:rsidP="00B65DC9">
      <w:r>
        <w:t>188.1010</w:t>
      </w:r>
      <w:r>
        <w:tab/>
        <w:t>1.051e0</w:t>
      </w:r>
    </w:p>
    <w:p w:rsidR="00B65DC9" w:rsidRDefault="00B65DC9" w:rsidP="00B65DC9">
      <w:r>
        <w:t>188.1250</w:t>
      </w:r>
      <w:r>
        <w:tab/>
        <w:t>7.089e0</w:t>
      </w:r>
    </w:p>
    <w:p w:rsidR="00B65DC9" w:rsidRDefault="00B65DC9" w:rsidP="00B65DC9">
      <w:r>
        <w:t>188.1286</w:t>
      </w:r>
      <w:r>
        <w:tab/>
        <w:t>2.089e0</w:t>
      </w:r>
    </w:p>
    <w:p w:rsidR="00B65DC9" w:rsidRDefault="00B65DC9" w:rsidP="00B65DC9">
      <w:r>
        <w:t>188.1642</w:t>
      </w:r>
      <w:r>
        <w:tab/>
        <w:t>1.266e-2</w:t>
      </w:r>
    </w:p>
    <w:p w:rsidR="00B65DC9" w:rsidRDefault="00B65DC9" w:rsidP="00B65DC9">
      <w:r>
        <w:t>188.1897</w:t>
      </w:r>
      <w:r>
        <w:tab/>
        <w:t>1.025e0</w:t>
      </w:r>
    </w:p>
    <w:p w:rsidR="00B65DC9" w:rsidRDefault="00B65DC9" w:rsidP="00B65DC9">
      <w:r>
        <w:t>188.2116</w:t>
      </w:r>
      <w:r>
        <w:tab/>
        <w:t>2.025e0</w:t>
      </w:r>
    </w:p>
    <w:p w:rsidR="00B65DC9" w:rsidRDefault="00B65DC9" w:rsidP="00B65DC9">
      <w:r>
        <w:t>188.2845</w:t>
      </w:r>
      <w:r>
        <w:tab/>
        <w:t>1.013e0</w:t>
      </w:r>
    </w:p>
    <w:p w:rsidR="00B65DC9" w:rsidRDefault="00B65DC9" w:rsidP="00B65DC9">
      <w:r>
        <w:t>188.3357</w:t>
      </w:r>
      <w:r>
        <w:tab/>
        <w:t>2.532e-2</w:t>
      </w:r>
    </w:p>
    <w:p w:rsidR="00B65DC9" w:rsidRDefault="00B65DC9" w:rsidP="00B65DC9">
      <w:r>
        <w:lastRenderedPageBreak/>
        <w:t>188.3501</w:t>
      </w:r>
      <w:r>
        <w:tab/>
        <w:t>1.013e0</w:t>
      </w:r>
    </w:p>
    <w:p w:rsidR="00B65DC9" w:rsidRDefault="00B65DC9" w:rsidP="00B65DC9">
      <w:r>
        <w:t>188.3574</w:t>
      </w:r>
      <w:r>
        <w:tab/>
        <w:t>1.013e0</w:t>
      </w:r>
    </w:p>
    <w:p w:rsidR="00B65DC9" w:rsidRDefault="00B65DC9" w:rsidP="00B65DC9">
      <w:r>
        <w:t>188.3793</w:t>
      </w:r>
      <w:r>
        <w:tab/>
        <w:t>1.013e0</w:t>
      </w:r>
    </w:p>
    <w:p w:rsidR="00B65DC9" w:rsidRDefault="00B65DC9" w:rsidP="00B65DC9">
      <w:r>
        <w:t>188.3868</w:t>
      </w:r>
      <w:r>
        <w:tab/>
        <w:t>1.013e0</w:t>
      </w:r>
    </w:p>
    <w:p w:rsidR="00B65DC9" w:rsidRDefault="00B65DC9" w:rsidP="00B65DC9">
      <w:r>
        <w:t>188.5105</w:t>
      </w:r>
      <w:r>
        <w:tab/>
        <w:t>1.013e0</w:t>
      </w:r>
    </w:p>
    <w:p w:rsidR="00B65DC9" w:rsidRDefault="00B65DC9" w:rsidP="00B65DC9">
      <w:r>
        <w:t>188.5142</w:t>
      </w:r>
      <w:r>
        <w:tab/>
        <w:t>1.025e0</w:t>
      </w:r>
    </w:p>
    <w:p w:rsidR="00B65DC9" w:rsidRDefault="00B65DC9" w:rsidP="00B65DC9">
      <w:r>
        <w:t>188.5362</w:t>
      </w:r>
      <w:r>
        <w:tab/>
        <w:t>1.025e0</w:t>
      </w:r>
    </w:p>
    <w:p w:rsidR="00B65DC9" w:rsidRDefault="00B65DC9" w:rsidP="00B65DC9">
      <w:r>
        <w:t>188.5397</w:t>
      </w:r>
      <w:r>
        <w:tab/>
        <w:t>1.266e-2</w:t>
      </w:r>
    </w:p>
    <w:p w:rsidR="00B65DC9" w:rsidRDefault="00B65DC9" w:rsidP="00B65DC9">
      <w:r>
        <w:t>188.5634</w:t>
      </w:r>
      <w:r>
        <w:tab/>
        <w:t>2.025e0</w:t>
      </w:r>
    </w:p>
    <w:p w:rsidR="00B65DC9" w:rsidRDefault="00B65DC9" w:rsidP="00B65DC9">
      <w:r>
        <w:t>188.5691</w:t>
      </w:r>
      <w:r>
        <w:tab/>
        <w:t>1.013e0</w:t>
      </w:r>
    </w:p>
    <w:p w:rsidR="00B65DC9" w:rsidRDefault="00B65DC9" w:rsidP="00B65DC9">
      <w:r>
        <w:t>188.5871</w:t>
      </w:r>
      <w:r>
        <w:tab/>
        <w:t>1.266e-2</w:t>
      </w:r>
    </w:p>
    <w:p w:rsidR="00B65DC9" w:rsidRDefault="00B65DC9" w:rsidP="00B65DC9">
      <w:r>
        <w:t>188.6163</w:t>
      </w:r>
      <w:r>
        <w:tab/>
        <w:t>1.013e0</w:t>
      </w:r>
    </w:p>
    <w:p w:rsidR="00B65DC9" w:rsidRDefault="00B65DC9" w:rsidP="00B65DC9">
      <w:r>
        <w:t>188.7313</w:t>
      </w:r>
      <w:r>
        <w:tab/>
        <w:t>2.025e0</w:t>
      </w:r>
    </w:p>
    <w:p w:rsidR="00B65DC9" w:rsidRDefault="00B65DC9" w:rsidP="00B65DC9">
      <w:r>
        <w:t>188.7457</w:t>
      </w:r>
      <w:r>
        <w:tab/>
        <w:t>2.025e0</w:t>
      </w:r>
    </w:p>
    <w:p w:rsidR="00B65DC9" w:rsidRDefault="00B65DC9" w:rsidP="00B65DC9">
      <w:r>
        <w:t>188.7548</w:t>
      </w:r>
      <w:r>
        <w:tab/>
        <w:t>1.266e-2</w:t>
      </w:r>
    </w:p>
    <w:p w:rsidR="00B65DC9" w:rsidRDefault="00B65DC9" w:rsidP="00B65DC9">
      <w:r>
        <w:t>188.8243</w:t>
      </w:r>
      <w:r>
        <w:tab/>
        <w:t>1.266e-2</w:t>
      </w:r>
    </w:p>
    <w:p w:rsidR="00B65DC9" w:rsidRDefault="00B65DC9" w:rsidP="00B65DC9">
      <w:r>
        <w:t>188.8502</w:t>
      </w:r>
      <w:r>
        <w:tab/>
        <w:t>1.013e0</w:t>
      </w:r>
    </w:p>
    <w:p w:rsidR="00B65DC9" w:rsidRDefault="00B65DC9" w:rsidP="00B65DC9">
      <w:r>
        <w:t>188.8646</w:t>
      </w:r>
      <w:r>
        <w:tab/>
        <w:t>1.266e-2</w:t>
      </w:r>
    </w:p>
    <w:p w:rsidR="00B65DC9" w:rsidRDefault="00B65DC9" w:rsidP="00B65DC9">
      <w:r>
        <w:t>188.8829</w:t>
      </w:r>
      <w:r>
        <w:tab/>
        <w:t>1.013e0</w:t>
      </w:r>
    </w:p>
    <w:p w:rsidR="00B65DC9" w:rsidRDefault="00B65DC9" w:rsidP="00B65DC9">
      <w:r>
        <w:lastRenderedPageBreak/>
        <w:t>188.8902</w:t>
      </w:r>
      <w:r>
        <w:tab/>
        <w:t>1.266e-2</w:t>
      </w:r>
    </w:p>
    <w:p w:rsidR="00B65DC9" w:rsidRDefault="00B65DC9" w:rsidP="00B65DC9">
      <w:r>
        <w:t>188.8978</w:t>
      </w:r>
      <w:r>
        <w:tab/>
        <w:t>1.013e0</w:t>
      </w:r>
    </w:p>
    <w:p w:rsidR="00B65DC9" w:rsidRDefault="00B65DC9" w:rsidP="00B65DC9">
      <w:r>
        <w:t>189.0001</w:t>
      </w:r>
      <w:r>
        <w:tab/>
        <w:t>2.532e-2</w:t>
      </w:r>
    </w:p>
    <w:p w:rsidR="00B65DC9" w:rsidRDefault="00B65DC9" w:rsidP="00B65DC9">
      <w:r>
        <w:t>189.0257</w:t>
      </w:r>
      <w:r>
        <w:tab/>
        <w:t>1.025e0</w:t>
      </w:r>
    </w:p>
    <w:p w:rsidR="00B65DC9" w:rsidRDefault="00B65DC9" w:rsidP="00B65DC9">
      <w:r>
        <w:t>189.0276</w:t>
      </w:r>
      <w:r>
        <w:tab/>
        <w:t>2.025e0</w:t>
      </w:r>
    </w:p>
    <w:p w:rsidR="00B65DC9" w:rsidRDefault="00B65DC9" w:rsidP="00B65DC9">
      <w:r>
        <w:t>189.0296</w:t>
      </w:r>
      <w:r>
        <w:tab/>
        <w:t>1.266e-2</w:t>
      </w:r>
    </w:p>
    <w:p w:rsidR="00B65DC9" w:rsidRDefault="00B65DC9" w:rsidP="00B65DC9">
      <w:r>
        <w:t>189.0415</w:t>
      </w:r>
      <w:r>
        <w:tab/>
        <w:t>1.038e0</w:t>
      </w:r>
    </w:p>
    <w:p w:rsidR="00B65DC9" w:rsidRDefault="00B65DC9" w:rsidP="00B65DC9">
      <w:r>
        <w:t>189.0680</w:t>
      </w:r>
      <w:r>
        <w:tab/>
        <w:t>3.038e0</w:t>
      </w:r>
    </w:p>
    <w:p w:rsidR="00B65DC9" w:rsidRDefault="00B65DC9" w:rsidP="00B65DC9">
      <w:r>
        <w:t>189.0770</w:t>
      </w:r>
      <w:r>
        <w:tab/>
        <w:t>3.038e0</w:t>
      </w:r>
    </w:p>
    <w:p w:rsidR="00B65DC9" w:rsidRDefault="00B65DC9" w:rsidP="00B65DC9">
      <w:r>
        <w:t>189.1081</w:t>
      </w:r>
      <w:r>
        <w:tab/>
        <w:t>2.025e0</w:t>
      </w:r>
    </w:p>
    <w:p w:rsidR="00B65DC9" w:rsidRDefault="00B65DC9" w:rsidP="00B65DC9">
      <w:r>
        <w:t>189.1100</w:t>
      </w:r>
      <w:r>
        <w:tab/>
        <w:t>1.025e0</w:t>
      </w:r>
    </w:p>
    <w:p w:rsidR="00B65DC9" w:rsidRDefault="00B65DC9" w:rsidP="00B65DC9">
      <w:r>
        <w:t>189.1175</w:t>
      </w:r>
      <w:r>
        <w:tab/>
        <w:t>1.266e-2</w:t>
      </w:r>
    </w:p>
    <w:p w:rsidR="00B65DC9" w:rsidRDefault="00B65DC9" w:rsidP="00B65DC9">
      <w:r>
        <w:t>189.1447</w:t>
      </w:r>
      <w:r>
        <w:tab/>
        <w:t>2.025e0</w:t>
      </w:r>
    </w:p>
    <w:p w:rsidR="00B65DC9" w:rsidRDefault="00B65DC9" w:rsidP="00B65DC9">
      <w:r>
        <w:t>189.1637</w:t>
      </w:r>
      <w:r>
        <w:tab/>
        <w:t>3.038e0</w:t>
      </w:r>
    </w:p>
    <w:p w:rsidR="00B65DC9" w:rsidRDefault="00B65DC9" w:rsidP="00B65DC9">
      <w:r>
        <w:t>189.1649</w:t>
      </w:r>
      <w:r>
        <w:tab/>
        <w:t>2.025e0</w:t>
      </w:r>
    </w:p>
    <w:p w:rsidR="00B65DC9" w:rsidRDefault="00B65DC9" w:rsidP="00B65DC9">
      <w:r>
        <w:t>189.1698</w:t>
      </w:r>
      <w:r>
        <w:tab/>
        <w:t>3.038e0</w:t>
      </w:r>
    </w:p>
    <w:p w:rsidR="00B65DC9" w:rsidRDefault="00B65DC9" w:rsidP="00B65DC9">
      <w:r>
        <w:t>189.2016</w:t>
      </w:r>
      <w:r>
        <w:tab/>
        <w:t>1.266e-2</w:t>
      </w:r>
    </w:p>
    <w:p w:rsidR="00B65DC9" w:rsidRDefault="00B65DC9" w:rsidP="00B65DC9">
      <w:r>
        <w:t>189.2202</w:t>
      </w:r>
      <w:r>
        <w:tab/>
        <w:t>1.266e-2</w:t>
      </w:r>
    </w:p>
    <w:p w:rsidR="00B65DC9" w:rsidRDefault="00B65DC9" w:rsidP="00B65DC9">
      <w:r>
        <w:t>189.2456</w:t>
      </w:r>
      <w:r>
        <w:tab/>
        <w:t>1.013e0</w:t>
      </w:r>
    </w:p>
    <w:p w:rsidR="00B65DC9" w:rsidRDefault="00B65DC9" w:rsidP="00B65DC9">
      <w:r>
        <w:lastRenderedPageBreak/>
        <w:t>189.3223</w:t>
      </w:r>
      <w:r>
        <w:tab/>
        <w:t>1.013e0</w:t>
      </w:r>
    </w:p>
    <w:p w:rsidR="00B65DC9" w:rsidRDefault="00B65DC9" w:rsidP="00B65DC9">
      <w:r>
        <w:t>189.3405</w:t>
      </w:r>
      <w:r>
        <w:tab/>
        <w:t>1.013e0</w:t>
      </w:r>
    </w:p>
    <w:p w:rsidR="00B65DC9" w:rsidRDefault="00B65DC9" w:rsidP="00B65DC9">
      <w:r>
        <w:t>189.3478</w:t>
      </w:r>
      <w:r>
        <w:tab/>
        <w:t>1.013e0</w:t>
      </w:r>
    </w:p>
    <w:p w:rsidR="00B65DC9" w:rsidRDefault="00B65DC9" w:rsidP="00B65DC9">
      <w:r>
        <w:t>189.3551</w:t>
      </w:r>
      <w:r>
        <w:tab/>
        <w:t>1.013e0</w:t>
      </w:r>
    </w:p>
    <w:p w:rsidR="00B65DC9" w:rsidRDefault="00B65DC9" w:rsidP="00B65DC9">
      <w:r>
        <w:t>189.3770</w:t>
      </w:r>
      <w:r>
        <w:tab/>
        <w:t>1.266e-2</w:t>
      </w:r>
    </w:p>
    <w:p w:rsidR="00B65DC9" w:rsidRDefault="00B65DC9" w:rsidP="00B65DC9">
      <w:r>
        <w:t>189.3843</w:t>
      </w:r>
      <w:r>
        <w:tab/>
        <w:t>1.025e0</w:t>
      </w:r>
    </w:p>
    <w:p w:rsidR="00B65DC9" w:rsidRDefault="00B65DC9" w:rsidP="00B65DC9">
      <w:r>
        <w:t>189.3953</w:t>
      </w:r>
      <w:r>
        <w:tab/>
        <w:t>1.266e-2</w:t>
      </w:r>
    </w:p>
    <w:p w:rsidR="00B65DC9" w:rsidRDefault="00B65DC9" w:rsidP="00B65DC9">
      <w:r>
        <w:t>189.4321</w:t>
      </w:r>
      <w:r>
        <w:tab/>
        <w:t>1.013e0</w:t>
      </w:r>
    </w:p>
    <w:p w:rsidR="00B65DC9" w:rsidRDefault="00B65DC9" w:rsidP="00B65DC9">
      <w:r>
        <w:t>189.4647</w:t>
      </w:r>
      <w:r>
        <w:tab/>
        <w:t>1.013e0</w:t>
      </w:r>
    </w:p>
    <w:p w:rsidR="00B65DC9" w:rsidRDefault="00B65DC9" w:rsidP="00B65DC9">
      <w:r>
        <w:t>189.4686</w:t>
      </w:r>
      <w:r>
        <w:tab/>
        <w:t>1.266e-2</w:t>
      </w:r>
    </w:p>
    <w:p w:rsidR="00B65DC9" w:rsidRDefault="00B65DC9" w:rsidP="00B65DC9">
      <w:r>
        <w:t>189.5158</w:t>
      </w:r>
      <w:r>
        <w:tab/>
        <w:t>1.025e0</w:t>
      </w:r>
    </w:p>
    <w:p w:rsidR="00B65DC9" w:rsidRDefault="00B65DC9" w:rsidP="00B65DC9">
      <w:r>
        <w:t>189.5487</w:t>
      </w:r>
      <w:r>
        <w:tab/>
        <w:t>3.038e0</w:t>
      </w:r>
    </w:p>
    <w:p w:rsidR="00B65DC9" w:rsidRDefault="00B65DC9" w:rsidP="00B65DC9">
      <w:r>
        <w:t>189.5542</w:t>
      </w:r>
      <w:r>
        <w:tab/>
        <w:t>2.025e0</w:t>
      </w:r>
    </w:p>
    <w:p w:rsidR="00B65DC9" w:rsidRDefault="00B65DC9" w:rsidP="00B65DC9">
      <w:r>
        <w:t>189.5670</w:t>
      </w:r>
      <w:r>
        <w:tab/>
        <w:t>2.025e0</w:t>
      </w:r>
    </w:p>
    <w:p w:rsidR="00B65DC9" w:rsidRDefault="00B65DC9" w:rsidP="00B65DC9">
      <w:r>
        <w:t>189.5706</w:t>
      </w:r>
      <w:r>
        <w:tab/>
        <w:t>1.013e0</w:t>
      </w:r>
    </w:p>
    <w:p w:rsidR="00B65DC9" w:rsidRDefault="00B65DC9" w:rsidP="00B65DC9">
      <w:r>
        <w:t>189.6145</w:t>
      </w:r>
      <w:r>
        <w:tab/>
        <w:t>2.025e0</w:t>
      </w:r>
    </w:p>
    <w:p w:rsidR="00B65DC9" w:rsidRDefault="00B65DC9" w:rsidP="00B65DC9">
      <w:r>
        <w:t>189.6181</w:t>
      </w:r>
      <w:r>
        <w:tab/>
        <w:t>1.266e-2</w:t>
      </w:r>
    </w:p>
    <w:p w:rsidR="00B65DC9" w:rsidRDefault="00B65DC9" w:rsidP="00B65DC9">
      <w:r>
        <w:t>189.6803</w:t>
      </w:r>
      <w:r>
        <w:tab/>
        <w:t>1.266e-2</w:t>
      </w:r>
    </w:p>
    <w:p w:rsidR="00B65DC9" w:rsidRDefault="00B65DC9" w:rsidP="00B65DC9">
      <w:r>
        <w:t>189.6949</w:t>
      </w:r>
      <w:r>
        <w:tab/>
        <w:t>1.013e0</w:t>
      </w:r>
    </w:p>
    <w:p w:rsidR="00B65DC9" w:rsidRDefault="00B65DC9" w:rsidP="00B65DC9">
      <w:r>
        <w:lastRenderedPageBreak/>
        <w:t>189.7205</w:t>
      </w:r>
      <w:r>
        <w:tab/>
        <w:t>1.013e0</w:t>
      </w:r>
    </w:p>
    <w:p w:rsidR="00B65DC9" w:rsidRDefault="00B65DC9" w:rsidP="00B65DC9">
      <w:r>
        <w:t>189.8229</w:t>
      </w:r>
      <w:r>
        <w:tab/>
        <w:t>1.013e0</w:t>
      </w:r>
    </w:p>
    <w:p w:rsidR="00B65DC9" w:rsidRDefault="00B65DC9" w:rsidP="00B65DC9">
      <w:r>
        <w:t>189.8633</w:t>
      </w:r>
      <w:r>
        <w:tab/>
        <w:t>1.013e0</w:t>
      </w:r>
    </w:p>
    <w:p w:rsidR="00B65DC9" w:rsidRDefault="00B65DC9" w:rsidP="00B65DC9">
      <w:r>
        <w:t>189.9033</w:t>
      </w:r>
      <w:r>
        <w:tab/>
        <w:t>1.266e-2</w:t>
      </w:r>
    </w:p>
    <w:p w:rsidR="00B65DC9" w:rsidRDefault="00B65DC9" w:rsidP="00B65DC9">
      <w:r>
        <w:t>189.9145</w:t>
      </w:r>
      <w:r>
        <w:tab/>
        <w:t>1.266e-2</w:t>
      </w:r>
    </w:p>
    <w:p w:rsidR="00B65DC9" w:rsidRDefault="00B65DC9" w:rsidP="00B65DC9">
      <w:r>
        <w:t>189.9653</w:t>
      </w:r>
      <w:r>
        <w:tab/>
        <w:t>1.013e0</w:t>
      </w:r>
    </w:p>
    <w:p w:rsidR="00B65DC9" w:rsidRDefault="00B65DC9" w:rsidP="00B65DC9">
      <w:r>
        <w:t>189.9849</w:t>
      </w:r>
      <w:r>
        <w:tab/>
        <w:t>2.038e0</w:t>
      </w:r>
    </w:p>
    <w:p w:rsidR="00B65DC9" w:rsidRDefault="00B65DC9" w:rsidP="00B65DC9">
      <w:r>
        <w:t>190.0095</w:t>
      </w:r>
      <w:r>
        <w:tab/>
        <w:t>1.266e-2</w:t>
      </w:r>
    </w:p>
    <w:p w:rsidR="00B65DC9" w:rsidRDefault="00B65DC9" w:rsidP="00B65DC9">
      <w:r>
        <w:t>190.0392</w:t>
      </w:r>
      <w:r>
        <w:tab/>
        <w:t>1.013e0</w:t>
      </w:r>
    </w:p>
    <w:p w:rsidR="00B65DC9" w:rsidRDefault="00B65DC9" w:rsidP="00B65DC9">
      <w:r>
        <w:t>190.0679</w:t>
      </w:r>
      <w:r>
        <w:tab/>
        <w:t>1.063e0</w:t>
      </w:r>
    </w:p>
    <w:p w:rsidR="00B65DC9" w:rsidRDefault="00B65DC9" w:rsidP="00B65DC9">
      <w:r>
        <w:t>190.0745</w:t>
      </w:r>
      <w:r>
        <w:tab/>
        <w:t>6.076e0</w:t>
      </w:r>
    </w:p>
    <w:p w:rsidR="00B65DC9" w:rsidRDefault="00B65DC9" w:rsidP="00B65DC9">
      <w:r>
        <w:t>190.0762</w:t>
      </w:r>
      <w:r>
        <w:tab/>
        <w:t>1.101e0</w:t>
      </w:r>
    </w:p>
    <w:p w:rsidR="00B65DC9" w:rsidRDefault="00B65DC9" w:rsidP="00B65DC9">
      <w:r>
        <w:t>190.0867</w:t>
      </w:r>
      <w:r>
        <w:tab/>
        <w:t>1.013e0</w:t>
      </w:r>
    </w:p>
    <w:p w:rsidR="00B65DC9" w:rsidRDefault="00B65DC9" w:rsidP="00B65DC9">
      <w:r>
        <w:t>190.1088</w:t>
      </w:r>
      <w:r>
        <w:tab/>
        <w:t>2.038e0</w:t>
      </w:r>
    </w:p>
    <w:p w:rsidR="00B65DC9" w:rsidRDefault="00B65DC9" w:rsidP="00B65DC9">
      <w:r>
        <w:t>190.1346</w:t>
      </w:r>
      <w:r>
        <w:tab/>
        <w:t>1.013e0</w:t>
      </w:r>
    </w:p>
    <w:p w:rsidR="00B65DC9" w:rsidRDefault="00B65DC9" w:rsidP="00B65DC9">
      <w:r>
        <w:t>190.1369</w:t>
      </w:r>
      <w:r>
        <w:tab/>
        <w:t>5.048e0</w:t>
      </w:r>
    </w:p>
    <w:p w:rsidR="00B65DC9" w:rsidRDefault="00B65DC9" w:rsidP="00B65DC9">
      <w:r>
        <w:t>190.1529</w:t>
      </w:r>
      <w:r>
        <w:tab/>
        <w:t>2.038e0</w:t>
      </w:r>
    </w:p>
    <w:p w:rsidR="00B65DC9" w:rsidRDefault="00B65DC9" w:rsidP="00B65DC9">
      <w:r>
        <w:t>190.2119</w:t>
      </w:r>
      <w:r>
        <w:tab/>
        <w:t>1.013e0</w:t>
      </w:r>
    </w:p>
    <w:p w:rsidR="00B65DC9" w:rsidRDefault="00B65DC9" w:rsidP="00B65DC9">
      <w:r>
        <w:t>190.2193</w:t>
      </w:r>
      <w:r>
        <w:tab/>
        <w:t>1.266e-2</w:t>
      </w:r>
    </w:p>
    <w:p w:rsidR="00B65DC9" w:rsidRDefault="00B65DC9" w:rsidP="00B65DC9">
      <w:r>
        <w:lastRenderedPageBreak/>
        <w:t>190.2652</w:t>
      </w:r>
      <w:r>
        <w:tab/>
        <w:t>2.025e0</w:t>
      </w:r>
    </w:p>
    <w:p w:rsidR="00B65DC9" w:rsidRDefault="00B65DC9" w:rsidP="00B65DC9">
      <w:r>
        <w:t>190.3255</w:t>
      </w:r>
      <w:r>
        <w:tab/>
        <w:t>1.266e-2</w:t>
      </w:r>
    </w:p>
    <w:p w:rsidR="00B65DC9" w:rsidRDefault="00B65DC9" w:rsidP="00B65DC9">
      <w:r>
        <w:t>190.3438</w:t>
      </w:r>
      <w:r>
        <w:tab/>
        <w:t>1.266e-2</w:t>
      </w:r>
    </w:p>
    <w:p w:rsidR="00B65DC9" w:rsidRDefault="00B65DC9" w:rsidP="00B65DC9">
      <w:r>
        <w:t>190.3513</w:t>
      </w:r>
      <w:r>
        <w:tab/>
        <w:t>1.013e0</w:t>
      </w:r>
    </w:p>
    <w:p w:rsidR="00B65DC9" w:rsidRDefault="00B65DC9" w:rsidP="00B65DC9">
      <w:r>
        <w:t>190.3749</w:t>
      </w:r>
      <w:r>
        <w:tab/>
        <w:t>2.025e0</w:t>
      </w:r>
    </w:p>
    <w:p w:rsidR="00B65DC9" w:rsidRDefault="00B65DC9" w:rsidP="00B65DC9">
      <w:r>
        <w:t>190.3876</w:t>
      </w:r>
      <w:r>
        <w:tab/>
        <w:t>1.025e0</w:t>
      </w:r>
    </w:p>
    <w:p w:rsidR="00B65DC9" w:rsidRDefault="00B65DC9" w:rsidP="00B65DC9">
      <w:r>
        <w:t>190.4059</w:t>
      </w:r>
      <w:r>
        <w:tab/>
        <w:t>2.025e0</w:t>
      </w:r>
    </w:p>
    <w:p w:rsidR="00B65DC9" w:rsidRDefault="00B65DC9" w:rsidP="00B65DC9">
      <w:r>
        <w:t>190.4572</w:t>
      </w:r>
      <w:r>
        <w:tab/>
        <w:t>1.013e0</w:t>
      </w:r>
    </w:p>
    <w:p w:rsidR="00B65DC9" w:rsidRDefault="00B65DC9" w:rsidP="00B65DC9">
      <w:r>
        <w:t>190.4718</w:t>
      </w:r>
      <w:r>
        <w:tab/>
        <w:t>1.013e0</w:t>
      </w:r>
    </w:p>
    <w:p w:rsidR="00B65DC9" w:rsidRDefault="00B65DC9" w:rsidP="00B65DC9">
      <w:r>
        <w:t>190.4831</w:t>
      </w:r>
      <w:r>
        <w:tab/>
        <w:t>1.266e-2</w:t>
      </w:r>
    </w:p>
    <w:p w:rsidR="00B65DC9" w:rsidRDefault="00B65DC9" w:rsidP="00B65DC9">
      <w:r>
        <w:t>190.5048</w:t>
      </w:r>
      <w:r>
        <w:tab/>
        <w:t>2.038e0</w:t>
      </w:r>
    </w:p>
    <w:p w:rsidR="00B65DC9" w:rsidRDefault="00B65DC9" w:rsidP="00B65DC9">
      <w:r>
        <w:t>190.5121</w:t>
      </w:r>
      <w:r>
        <w:tab/>
        <w:t>1.013e0</w:t>
      </w:r>
    </w:p>
    <w:p w:rsidR="00B65DC9" w:rsidRDefault="00B65DC9" w:rsidP="00B65DC9">
      <w:r>
        <w:t>190.5573</w:t>
      </w:r>
      <w:r>
        <w:tab/>
        <w:t>1.884e1</w:t>
      </w:r>
    </w:p>
    <w:p w:rsidR="00B65DC9" w:rsidRDefault="00B65DC9" w:rsidP="00B65DC9">
      <w:r>
        <w:t>190.5840</w:t>
      </w:r>
      <w:r>
        <w:tab/>
        <w:t>2.425e0</w:t>
      </w:r>
    </w:p>
    <w:p w:rsidR="00B65DC9" w:rsidRDefault="00B65DC9" w:rsidP="00B65DC9">
      <w:r>
        <w:t>190.5856</w:t>
      </w:r>
      <w:r>
        <w:tab/>
        <w:t>1.013e0</w:t>
      </w:r>
    </w:p>
    <w:p w:rsidR="00B65DC9" w:rsidRDefault="00B65DC9" w:rsidP="00B65DC9">
      <w:r>
        <w:t>190.6222</w:t>
      </w:r>
      <w:r>
        <w:tab/>
        <w:t>1.266e-2</w:t>
      </w:r>
    </w:p>
    <w:p w:rsidR="00B65DC9" w:rsidRDefault="00B65DC9" w:rsidP="00B65DC9">
      <w:r>
        <w:t>190.6494</w:t>
      </w:r>
      <w:r>
        <w:tab/>
        <w:t>2.025e0</w:t>
      </w:r>
    </w:p>
    <w:p w:rsidR="00B65DC9" w:rsidRDefault="00B65DC9" w:rsidP="00B65DC9">
      <w:r>
        <w:t>190.6842</w:t>
      </w:r>
      <w:r>
        <w:tab/>
        <w:t>1.013e0</w:t>
      </w:r>
    </w:p>
    <w:p w:rsidR="00B65DC9" w:rsidRDefault="00B65DC9" w:rsidP="00B65DC9">
      <w:r>
        <w:t>190.6936</w:t>
      </w:r>
      <w:r>
        <w:tab/>
        <w:t>2.025e0</w:t>
      </w:r>
    </w:p>
    <w:p w:rsidR="00B65DC9" w:rsidRDefault="00B65DC9" w:rsidP="00B65DC9">
      <w:r>
        <w:lastRenderedPageBreak/>
        <w:t>190.7207</w:t>
      </w:r>
      <w:r>
        <w:tab/>
        <w:t>1.013e0</w:t>
      </w:r>
    </w:p>
    <w:p w:rsidR="00B65DC9" w:rsidRDefault="00B65DC9" w:rsidP="00B65DC9">
      <w:r>
        <w:t>190.7354</w:t>
      </w:r>
      <w:r>
        <w:tab/>
        <w:t>1.266e-2</w:t>
      </w:r>
    </w:p>
    <w:p w:rsidR="00B65DC9" w:rsidRDefault="00B65DC9" w:rsidP="00B65DC9">
      <w:r>
        <w:t>190.7464</w:t>
      </w:r>
      <w:r>
        <w:tab/>
        <w:t>1.266e-2</w:t>
      </w:r>
    </w:p>
    <w:p w:rsidR="00B65DC9" w:rsidRDefault="00B65DC9" w:rsidP="00B65DC9">
      <w:r>
        <w:t>190.7613</w:t>
      </w:r>
      <w:r>
        <w:tab/>
        <w:t>2.025e0</w:t>
      </w:r>
    </w:p>
    <w:p w:rsidR="00B65DC9" w:rsidRDefault="00B65DC9" w:rsidP="00B65DC9">
      <w:r>
        <w:t>190.7870</w:t>
      </w:r>
      <w:r>
        <w:tab/>
        <w:t>1.266e-2</w:t>
      </w:r>
    </w:p>
    <w:p w:rsidR="00B65DC9" w:rsidRDefault="00B65DC9" w:rsidP="00B65DC9">
      <w:r>
        <w:t>190.8045</w:t>
      </w:r>
      <w:r>
        <w:tab/>
        <w:t>3.038e0</w:t>
      </w:r>
    </w:p>
    <w:p w:rsidR="00B65DC9" w:rsidRDefault="00B65DC9" w:rsidP="00B65DC9">
      <w:r>
        <w:t>190.8129</w:t>
      </w:r>
      <w:r>
        <w:tab/>
        <w:t>1.266e-2</w:t>
      </w:r>
    </w:p>
    <w:p w:rsidR="00B65DC9" w:rsidRDefault="00B65DC9" w:rsidP="00B65DC9">
      <w:r>
        <w:t>190.8685</w:t>
      </w:r>
      <w:r>
        <w:tab/>
        <w:t>2.025e0</w:t>
      </w:r>
    </w:p>
    <w:p w:rsidR="00B65DC9" w:rsidRDefault="00B65DC9" w:rsidP="00B65DC9">
      <w:r>
        <w:t>190.8904</w:t>
      </w:r>
      <w:r>
        <w:tab/>
        <w:t>1.266e-2</w:t>
      </w:r>
    </w:p>
    <w:p w:rsidR="00B65DC9" w:rsidRDefault="00B65DC9" w:rsidP="00B65DC9">
      <w:r>
        <w:t>190.8941</w:t>
      </w:r>
      <w:r>
        <w:tab/>
        <w:t>1.013e0</w:t>
      </w:r>
    </w:p>
    <w:p w:rsidR="00B65DC9" w:rsidRDefault="00B65DC9" w:rsidP="00B65DC9">
      <w:r>
        <w:t>190.9089</w:t>
      </w:r>
      <w:r>
        <w:tab/>
        <w:t>2.025e0</w:t>
      </w:r>
    </w:p>
    <w:p w:rsidR="00B65DC9" w:rsidRDefault="00B65DC9" w:rsidP="00B65DC9">
      <w:r>
        <w:t>190.9349</w:t>
      </w:r>
      <w:r>
        <w:tab/>
        <w:t>2.532e-2</w:t>
      </w:r>
    </w:p>
    <w:p w:rsidR="00B65DC9" w:rsidRDefault="00B65DC9" w:rsidP="00B65DC9">
      <w:r>
        <w:t>190.9733</w:t>
      </w:r>
      <w:r>
        <w:tab/>
        <w:t>2.025e0</w:t>
      </w:r>
    </w:p>
    <w:p w:rsidR="00B65DC9" w:rsidRDefault="00B65DC9" w:rsidP="00B65DC9">
      <w:r>
        <w:t>190.9834</w:t>
      </w:r>
      <w:r>
        <w:tab/>
        <w:t>5.063e0</w:t>
      </w:r>
    </w:p>
    <w:p w:rsidR="00B65DC9" w:rsidRDefault="00B65DC9" w:rsidP="00B65DC9">
      <w:r>
        <w:t>190.9971</w:t>
      </w:r>
      <w:r>
        <w:tab/>
        <w:t>1.038e0</w:t>
      </w:r>
    </w:p>
    <w:p w:rsidR="00B65DC9" w:rsidRDefault="00B65DC9" w:rsidP="00B65DC9">
      <w:r>
        <w:t>191.0337</w:t>
      </w:r>
      <w:r>
        <w:tab/>
        <w:t>1.266e-2</w:t>
      </w:r>
    </w:p>
    <w:p w:rsidR="00B65DC9" w:rsidRDefault="00B65DC9" w:rsidP="00B65DC9">
      <w:r>
        <w:t>191.0392</w:t>
      </w:r>
      <w:r>
        <w:tab/>
        <w:t>2.532e-2</w:t>
      </w:r>
    </w:p>
    <w:p w:rsidR="00B65DC9" w:rsidRDefault="00B65DC9" w:rsidP="00B65DC9">
      <w:r>
        <w:t>191.0539</w:t>
      </w:r>
      <w:r>
        <w:tab/>
        <w:t>4.114e0</w:t>
      </w:r>
    </w:p>
    <w:p w:rsidR="00B65DC9" w:rsidRDefault="00B65DC9" w:rsidP="00B65DC9">
      <w:r>
        <w:t>191.0564</w:t>
      </w:r>
      <w:r>
        <w:tab/>
        <w:t>4.063e0</w:t>
      </w:r>
    </w:p>
    <w:p w:rsidR="00B65DC9" w:rsidRDefault="00B65DC9" w:rsidP="00B65DC9">
      <w:r>
        <w:lastRenderedPageBreak/>
        <w:t>191.0740</w:t>
      </w:r>
      <w:r>
        <w:tab/>
        <w:t>2.532e-2</w:t>
      </w:r>
    </w:p>
    <w:p w:rsidR="00B65DC9" w:rsidRDefault="00B65DC9" w:rsidP="00B65DC9">
      <w:r>
        <w:t>191.0855</w:t>
      </w:r>
      <w:r>
        <w:tab/>
        <w:t>6.089e0</w:t>
      </w:r>
    </w:p>
    <w:p w:rsidR="00B65DC9" w:rsidRDefault="00B65DC9" w:rsidP="00B65DC9">
      <w:r>
        <w:t>191.0967</w:t>
      </w:r>
      <w:r>
        <w:tab/>
        <w:t>3.051e0</w:t>
      </w:r>
    </w:p>
    <w:p w:rsidR="00B65DC9" w:rsidRDefault="00B65DC9" w:rsidP="00B65DC9">
      <w:r>
        <w:t>191.1235</w:t>
      </w:r>
      <w:r>
        <w:tab/>
        <w:t>2.025e0</w:t>
      </w:r>
    </w:p>
    <w:p w:rsidR="00B65DC9" w:rsidRDefault="00B65DC9" w:rsidP="00B65DC9">
      <w:r>
        <w:t>191.1255</w:t>
      </w:r>
      <w:r>
        <w:tab/>
        <w:t>7.678e0</w:t>
      </w:r>
    </w:p>
    <w:p w:rsidR="00B65DC9" w:rsidRDefault="00B65DC9" w:rsidP="00B65DC9">
      <w:r>
        <w:t>191.1365</w:t>
      </w:r>
      <w:r>
        <w:tab/>
        <w:t>7.595e-2</w:t>
      </w:r>
    </w:p>
    <w:p w:rsidR="00B65DC9" w:rsidRDefault="00B65DC9" w:rsidP="00B65DC9">
      <w:r>
        <w:t>191.1390</w:t>
      </w:r>
      <w:r>
        <w:tab/>
        <w:t>3.537e0</w:t>
      </w:r>
    </w:p>
    <w:p w:rsidR="00B65DC9" w:rsidRDefault="00B65DC9" w:rsidP="00B65DC9">
      <w:r>
        <w:t>191.1684</w:t>
      </w:r>
      <w:r>
        <w:tab/>
        <w:t>3.038e0</w:t>
      </w:r>
    </w:p>
    <w:p w:rsidR="00B65DC9" w:rsidRDefault="00B65DC9" w:rsidP="00B65DC9">
      <w:r>
        <w:t>191.1803</w:t>
      </w:r>
      <w:r>
        <w:tab/>
        <w:t>1.013e0</w:t>
      </w:r>
    </w:p>
    <w:p w:rsidR="00B65DC9" w:rsidRDefault="00B65DC9" w:rsidP="00B65DC9">
      <w:r>
        <w:t>191.2026</w:t>
      </w:r>
      <w:r>
        <w:tab/>
        <w:t>1.266e-2</w:t>
      </w:r>
    </w:p>
    <w:p w:rsidR="00B65DC9" w:rsidRDefault="00B65DC9" w:rsidP="00B65DC9">
      <w:r>
        <w:t>191.2041</w:t>
      </w:r>
      <w:r>
        <w:tab/>
        <w:t>2.025e0</w:t>
      </w:r>
    </w:p>
    <w:p w:rsidR="00B65DC9" w:rsidRDefault="00B65DC9" w:rsidP="00B65DC9">
      <w:r>
        <w:t>191.2097</w:t>
      </w:r>
      <w:r>
        <w:tab/>
        <w:t>1.025e0</w:t>
      </w:r>
    </w:p>
    <w:p w:rsidR="00B65DC9" w:rsidRDefault="00B65DC9" w:rsidP="00B65DC9">
      <w:r>
        <w:t>191.2316</w:t>
      </w:r>
      <w:r>
        <w:tab/>
        <w:t>2.532e-2</w:t>
      </w:r>
    </w:p>
    <w:p w:rsidR="00B65DC9" w:rsidRDefault="00B65DC9" w:rsidP="00B65DC9">
      <w:r>
        <w:t>191.2573</w:t>
      </w:r>
      <w:r>
        <w:tab/>
        <w:t>1.266e-2</w:t>
      </w:r>
    </w:p>
    <w:p w:rsidR="00B65DC9" w:rsidRDefault="00B65DC9" w:rsidP="00B65DC9">
      <w:r>
        <w:t>191.2610</w:t>
      </w:r>
      <w:r>
        <w:tab/>
        <w:t>1.266e-2</w:t>
      </w:r>
    </w:p>
    <w:p w:rsidR="00B65DC9" w:rsidRDefault="00B65DC9" w:rsidP="00B65DC9">
      <w:r>
        <w:t>191.2976</w:t>
      </w:r>
      <w:r>
        <w:tab/>
        <w:t>1.013e0</w:t>
      </w:r>
    </w:p>
    <w:p w:rsidR="00B65DC9" w:rsidRDefault="00B65DC9" w:rsidP="00B65DC9">
      <w:r>
        <w:t>191.3031</w:t>
      </w:r>
      <w:r>
        <w:tab/>
        <w:t>2.025e0</w:t>
      </w:r>
    </w:p>
    <w:p w:rsidR="00B65DC9" w:rsidRDefault="00B65DC9" w:rsidP="00B65DC9">
      <w:r>
        <w:t>191.3049</w:t>
      </w:r>
      <w:r>
        <w:tab/>
        <w:t>1.025e0</w:t>
      </w:r>
    </w:p>
    <w:p w:rsidR="00B65DC9" w:rsidRDefault="00B65DC9" w:rsidP="00B65DC9">
      <w:r>
        <w:t>191.3563</w:t>
      </w:r>
      <w:r>
        <w:tab/>
        <w:t>1.025e0</w:t>
      </w:r>
    </w:p>
    <w:p w:rsidR="00B65DC9" w:rsidRDefault="00B65DC9" w:rsidP="00B65DC9">
      <w:r>
        <w:lastRenderedPageBreak/>
        <w:t>191.4008</w:t>
      </w:r>
      <w:r>
        <w:tab/>
        <w:t>2.025e0</w:t>
      </w:r>
    </w:p>
    <w:p w:rsidR="00B65DC9" w:rsidRDefault="00B65DC9" w:rsidP="00B65DC9">
      <w:r>
        <w:t>191.4157</w:t>
      </w:r>
      <w:r>
        <w:tab/>
        <w:t>1.013e0</w:t>
      </w:r>
    </w:p>
    <w:p w:rsidR="00B65DC9" w:rsidRDefault="00B65DC9" w:rsidP="00B65DC9">
      <w:r>
        <w:t>191.4414</w:t>
      </w:r>
      <w:r>
        <w:tab/>
        <w:t>1.013e0</w:t>
      </w:r>
    </w:p>
    <w:p w:rsidR="00B65DC9" w:rsidRDefault="00B65DC9" w:rsidP="00B65DC9">
      <w:r>
        <w:t>191.4673</w:t>
      </w:r>
      <w:r>
        <w:tab/>
        <w:t>1.013e0</w:t>
      </w:r>
    </w:p>
    <w:p w:rsidR="00B65DC9" w:rsidRDefault="00B65DC9" w:rsidP="00B65DC9">
      <w:r>
        <w:t>191.4783</w:t>
      </w:r>
      <w:r>
        <w:tab/>
        <w:t>2.025e0</w:t>
      </w:r>
    </w:p>
    <w:p w:rsidR="00B65DC9" w:rsidRDefault="00B65DC9" w:rsidP="00B65DC9">
      <w:r>
        <w:t>191.4858</w:t>
      </w:r>
      <w:r>
        <w:tab/>
        <w:t>1.013e0</w:t>
      </w:r>
    </w:p>
    <w:p w:rsidR="00B65DC9" w:rsidRDefault="00B65DC9" w:rsidP="00B65DC9">
      <w:r>
        <w:t>191.4971</w:t>
      </w:r>
      <w:r>
        <w:tab/>
        <w:t>1.266e-2</w:t>
      </w:r>
    </w:p>
    <w:p w:rsidR="00B65DC9" w:rsidRDefault="00B65DC9" w:rsidP="00B65DC9">
      <w:r>
        <w:t>191.5006</w:t>
      </w:r>
      <w:r>
        <w:tab/>
        <w:t>1.266e-2</w:t>
      </w:r>
    </w:p>
    <w:p w:rsidR="00B65DC9" w:rsidRDefault="00B65DC9" w:rsidP="00B65DC9">
      <w:r>
        <w:t>191.5080</w:t>
      </w:r>
      <w:r>
        <w:tab/>
        <w:t>1.013e0</w:t>
      </w:r>
    </w:p>
    <w:p w:rsidR="00B65DC9" w:rsidRDefault="00B65DC9" w:rsidP="00B65DC9">
      <w:r>
        <w:t>191.5154</w:t>
      </w:r>
      <w:r>
        <w:tab/>
        <w:t>1.266e-2</w:t>
      </w:r>
    </w:p>
    <w:p w:rsidR="00B65DC9" w:rsidRDefault="00B65DC9" w:rsidP="00B65DC9">
      <w:r>
        <w:t>191.5171</w:t>
      </w:r>
      <w:r>
        <w:tab/>
        <w:t>2.025e0</w:t>
      </w:r>
    </w:p>
    <w:p w:rsidR="00B65DC9" w:rsidRDefault="00B65DC9" w:rsidP="00B65DC9">
      <w:r>
        <w:t>191.5305</w:t>
      </w:r>
      <w:r>
        <w:tab/>
        <w:t>1.013e0</w:t>
      </w:r>
    </w:p>
    <w:p w:rsidR="00B65DC9" w:rsidRDefault="00B65DC9" w:rsidP="00B65DC9">
      <w:r>
        <w:t>191.5595</w:t>
      </w:r>
      <w:r>
        <w:tab/>
        <w:t>2.532e-2</w:t>
      </w:r>
    </w:p>
    <w:p w:rsidR="00B65DC9" w:rsidRDefault="00B65DC9" w:rsidP="00B65DC9">
      <w:r>
        <w:t>191.5623</w:t>
      </w:r>
      <w:r>
        <w:tab/>
        <w:t>2.038e0</w:t>
      </w:r>
    </w:p>
    <w:p w:rsidR="00B65DC9" w:rsidRDefault="00B65DC9" w:rsidP="00B65DC9">
      <w:r>
        <w:t>191.5741</w:t>
      </w:r>
      <w:r>
        <w:tab/>
        <w:t>1.038e0</w:t>
      </w:r>
    </w:p>
    <w:p w:rsidR="00B65DC9" w:rsidRDefault="00B65DC9" w:rsidP="00B65DC9">
      <w:r>
        <w:t>191.6071</w:t>
      </w:r>
      <w:r>
        <w:tab/>
        <w:t>1.013e0</w:t>
      </w:r>
    </w:p>
    <w:p w:rsidR="00B65DC9" w:rsidRDefault="00B65DC9" w:rsidP="00B65DC9">
      <w:r>
        <w:t>191.7319</w:t>
      </w:r>
      <w:r>
        <w:tab/>
        <w:t>3.038e0</w:t>
      </w:r>
    </w:p>
    <w:p w:rsidR="00B65DC9" w:rsidRDefault="00B65DC9" w:rsidP="00B65DC9">
      <w:r>
        <w:t>191.7356</w:t>
      </w:r>
      <w:r>
        <w:tab/>
        <w:t>1.013e0</w:t>
      </w:r>
    </w:p>
    <w:p w:rsidR="00B65DC9" w:rsidRDefault="00B65DC9" w:rsidP="00B65DC9">
      <w:r>
        <w:t>191.8383</w:t>
      </w:r>
      <w:r>
        <w:tab/>
        <w:t>1.013e0</w:t>
      </w:r>
    </w:p>
    <w:p w:rsidR="00B65DC9" w:rsidRDefault="00B65DC9" w:rsidP="00B65DC9">
      <w:r>
        <w:lastRenderedPageBreak/>
        <w:t>191.8615</w:t>
      </w:r>
      <w:r>
        <w:tab/>
        <w:t>2.038e0</w:t>
      </w:r>
    </w:p>
    <w:p w:rsidR="00B65DC9" w:rsidRDefault="00B65DC9" w:rsidP="00B65DC9">
      <w:r>
        <w:t>191.8752</w:t>
      </w:r>
      <w:r>
        <w:tab/>
        <w:t>1.013e0</w:t>
      </w:r>
    </w:p>
    <w:p w:rsidR="00B65DC9" w:rsidRDefault="00B65DC9" w:rsidP="00B65DC9">
      <w:r>
        <w:t>191.9083</w:t>
      </w:r>
      <w:r>
        <w:tab/>
        <w:t>1.013e0</w:t>
      </w:r>
    </w:p>
    <w:p w:rsidR="00B65DC9" w:rsidRDefault="00B65DC9" w:rsidP="00B65DC9">
      <w:r>
        <w:t>191.9473</w:t>
      </w:r>
      <w:r>
        <w:tab/>
        <w:t>2.025e0</w:t>
      </w:r>
    </w:p>
    <w:p w:rsidR="00B65DC9" w:rsidRDefault="00B65DC9" w:rsidP="00B65DC9">
      <w:r>
        <w:t>191.9716</w:t>
      </w:r>
      <w:r>
        <w:tab/>
        <w:t>2.025e0</w:t>
      </w:r>
    </w:p>
    <w:p w:rsidR="00B65DC9" w:rsidRDefault="00B65DC9" w:rsidP="00B65DC9">
      <w:r>
        <w:t>191.9862</w:t>
      </w:r>
      <w:r>
        <w:tab/>
        <w:t>1.013e0</w:t>
      </w:r>
    </w:p>
    <w:p w:rsidR="00B65DC9" w:rsidRDefault="00B65DC9" w:rsidP="00B65DC9">
      <w:r>
        <w:t>191.9927</w:t>
      </w:r>
      <w:r>
        <w:tab/>
        <w:t>2.051e0</w:t>
      </w:r>
    </w:p>
    <w:p w:rsidR="00B65DC9" w:rsidRDefault="00B65DC9" w:rsidP="00B65DC9">
      <w:r>
        <w:t>192.0003</w:t>
      </w:r>
      <w:r>
        <w:tab/>
        <w:t>3.038e0</w:t>
      </w:r>
    </w:p>
    <w:p w:rsidR="00B65DC9" w:rsidRDefault="00B65DC9" w:rsidP="00B65DC9">
      <w:r>
        <w:t>192.0085</w:t>
      </w:r>
      <w:r>
        <w:tab/>
        <w:t>1.025e0</w:t>
      </w:r>
    </w:p>
    <w:p w:rsidR="00B65DC9" w:rsidRDefault="00B65DC9" w:rsidP="00B65DC9">
      <w:r>
        <w:t>192.0122</w:t>
      </w:r>
      <w:r>
        <w:tab/>
        <w:t>1.266e-2</w:t>
      </w:r>
    </w:p>
    <w:p w:rsidR="00B65DC9" w:rsidRDefault="00B65DC9" w:rsidP="00B65DC9">
      <w:r>
        <w:t>192.0418</w:t>
      </w:r>
      <w:r>
        <w:tab/>
        <w:t>1.013e0</w:t>
      </w:r>
    </w:p>
    <w:p w:rsidR="00B65DC9" w:rsidRDefault="00B65DC9" w:rsidP="00B65DC9">
      <w:r>
        <w:t>192.0583</w:t>
      </w:r>
      <w:r>
        <w:tab/>
        <w:t>2.025e0</w:t>
      </w:r>
    </w:p>
    <w:p w:rsidR="00B65DC9" w:rsidRDefault="00B65DC9" w:rsidP="00B65DC9">
      <w:r>
        <w:t>192.0831</w:t>
      </w:r>
      <w:r>
        <w:tab/>
        <w:t>5.828e0</w:t>
      </w:r>
    </w:p>
    <w:p w:rsidR="00B65DC9" w:rsidRDefault="00B65DC9" w:rsidP="00B65DC9">
      <w:r>
        <w:t>192.0863</w:t>
      </w:r>
      <w:r>
        <w:tab/>
        <w:t>4.051e0</w:t>
      </w:r>
    </w:p>
    <w:p w:rsidR="00B65DC9" w:rsidRDefault="00B65DC9" w:rsidP="00B65DC9">
      <w:r>
        <w:t>192.0883</w:t>
      </w:r>
      <w:r>
        <w:tab/>
        <w:t>4.799e0</w:t>
      </w:r>
    </w:p>
    <w:p w:rsidR="00B65DC9" w:rsidRDefault="00B65DC9" w:rsidP="00B65DC9">
      <w:r>
        <w:t>192.1227</w:t>
      </w:r>
      <w:r>
        <w:tab/>
        <w:t>2.038e0</w:t>
      </w:r>
    </w:p>
    <w:p w:rsidR="00B65DC9" w:rsidRDefault="00B65DC9" w:rsidP="00B65DC9">
      <w:r>
        <w:t>192.1335</w:t>
      </w:r>
      <w:r>
        <w:tab/>
        <w:t>2.038e0</w:t>
      </w:r>
    </w:p>
    <w:p w:rsidR="00B65DC9" w:rsidRDefault="00B65DC9" w:rsidP="00B65DC9">
      <w:r>
        <w:t>192.1448</w:t>
      </w:r>
      <w:r>
        <w:tab/>
        <w:t>5.505e0</w:t>
      </w:r>
    </w:p>
    <w:p w:rsidR="00B65DC9" w:rsidRDefault="00B65DC9" w:rsidP="00B65DC9">
      <w:r>
        <w:t>192.1537</w:t>
      </w:r>
      <w:r>
        <w:tab/>
        <w:t>2.532e-2</w:t>
      </w:r>
    </w:p>
    <w:p w:rsidR="00B65DC9" w:rsidRDefault="00B65DC9" w:rsidP="00B65DC9">
      <w:r>
        <w:lastRenderedPageBreak/>
        <w:t>192.1628</w:t>
      </w:r>
      <w:r>
        <w:tab/>
        <w:t>2.532e-2</w:t>
      </w:r>
    </w:p>
    <w:p w:rsidR="00B65DC9" w:rsidRDefault="00B65DC9" w:rsidP="00B65DC9">
      <w:r>
        <w:t>192.2033</w:t>
      </w:r>
      <w:r>
        <w:tab/>
        <w:t>1.013e0</w:t>
      </w:r>
    </w:p>
    <w:p w:rsidR="00B65DC9" w:rsidRDefault="00B65DC9" w:rsidP="00B65DC9">
      <w:r>
        <w:t>192.2345</w:t>
      </w:r>
      <w:r>
        <w:tab/>
        <w:t>2.025e0</w:t>
      </w:r>
    </w:p>
    <w:p w:rsidR="00B65DC9" w:rsidRDefault="00B65DC9" w:rsidP="00B65DC9">
      <w:r>
        <w:t>192.2366</w:t>
      </w:r>
      <w:r>
        <w:tab/>
        <w:t>1.266e-2</w:t>
      </w:r>
    </w:p>
    <w:p w:rsidR="00B65DC9" w:rsidRDefault="00B65DC9" w:rsidP="00B65DC9">
      <w:r>
        <w:t>192.2586</w:t>
      </w:r>
      <w:r>
        <w:tab/>
        <w:t>1.266e-2</w:t>
      </w:r>
    </w:p>
    <w:p w:rsidR="00B65DC9" w:rsidRDefault="00B65DC9" w:rsidP="00B65DC9">
      <w:r>
        <w:t>192.2694</w:t>
      </w:r>
      <w:r>
        <w:tab/>
        <w:t>1.025e0</w:t>
      </w:r>
    </w:p>
    <w:p w:rsidR="00B65DC9" w:rsidRDefault="00B65DC9" w:rsidP="00B65DC9">
      <w:r>
        <w:t>192.3170</w:t>
      </w:r>
      <w:r>
        <w:tab/>
        <w:t>1.013e0</w:t>
      </w:r>
    </w:p>
    <w:p w:rsidR="00B65DC9" w:rsidRDefault="00B65DC9" w:rsidP="00B65DC9">
      <w:r>
        <w:t>192.3282</w:t>
      </w:r>
      <w:r>
        <w:tab/>
        <w:t>1.025e0</w:t>
      </w:r>
    </w:p>
    <w:p w:rsidR="00B65DC9" w:rsidRDefault="00B65DC9" w:rsidP="00B65DC9">
      <w:r>
        <w:t>192.3762</w:t>
      </w:r>
      <w:r>
        <w:tab/>
        <w:t>1.013e0</w:t>
      </w:r>
    </w:p>
    <w:p w:rsidR="00B65DC9" w:rsidRDefault="00B65DC9" w:rsidP="00B65DC9">
      <w:r>
        <w:t>192.3837</w:t>
      </w:r>
      <w:r>
        <w:tab/>
        <w:t>3.038e0</w:t>
      </w:r>
    </w:p>
    <w:p w:rsidR="00B65DC9" w:rsidRDefault="00B65DC9" w:rsidP="00B65DC9">
      <w:r>
        <w:t>192.3948</w:t>
      </w:r>
      <w:r>
        <w:tab/>
        <w:t>1.013e0</w:t>
      </w:r>
    </w:p>
    <w:p w:rsidR="00B65DC9" w:rsidRDefault="00B65DC9" w:rsidP="00B65DC9">
      <w:r>
        <w:t>192.4914</w:t>
      </w:r>
      <w:r>
        <w:tab/>
        <w:t>1.013e0</w:t>
      </w:r>
    </w:p>
    <w:p w:rsidR="00B65DC9" w:rsidRDefault="00B65DC9" w:rsidP="00B65DC9">
      <w:r>
        <w:t>192.4987</w:t>
      </w:r>
      <w:r>
        <w:tab/>
        <w:t>1.013e0</w:t>
      </w:r>
    </w:p>
    <w:p w:rsidR="00B65DC9" w:rsidRDefault="00B65DC9" w:rsidP="00B65DC9">
      <w:r>
        <w:t>192.5136</w:t>
      </w:r>
      <w:r>
        <w:tab/>
        <w:t>1.266e-2</w:t>
      </w:r>
    </w:p>
    <w:p w:rsidR="00B65DC9" w:rsidRDefault="00B65DC9" w:rsidP="00B65DC9">
      <w:r>
        <w:t>192.5244</w:t>
      </w:r>
      <w:r>
        <w:tab/>
        <w:t>1.266e-2</w:t>
      </w:r>
    </w:p>
    <w:p w:rsidR="00B65DC9" w:rsidRDefault="00B65DC9" w:rsidP="00B65DC9">
      <w:r>
        <w:t>192.5391</w:t>
      </w:r>
      <w:r>
        <w:tab/>
        <w:t>1.013e0</w:t>
      </w:r>
    </w:p>
    <w:p w:rsidR="00B65DC9" w:rsidRDefault="00B65DC9" w:rsidP="00B65DC9">
      <w:r>
        <w:t>192.5611</w:t>
      </w:r>
      <w:r>
        <w:tab/>
        <w:t>3.038e0</w:t>
      </w:r>
    </w:p>
    <w:p w:rsidR="00B65DC9" w:rsidRDefault="00B65DC9" w:rsidP="00B65DC9">
      <w:r>
        <w:t>192.5708</w:t>
      </w:r>
      <w:r>
        <w:tab/>
        <w:t>3.038e0</w:t>
      </w:r>
    </w:p>
    <w:p w:rsidR="00B65DC9" w:rsidRDefault="00B65DC9" w:rsidP="00B65DC9">
      <w:r>
        <w:t>192.6015</w:t>
      </w:r>
      <w:r>
        <w:tab/>
        <w:t>1.266e-2</w:t>
      </w:r>
    </w:p>
    <w:p w:rsidR="00B65DC9" w:rsidRDefault="00B65DC9" w:rsidP="00B65DC9">
      <w:r>
        <w:lastRenderedPageBreak/>
        <w:t>192.6162</w:t>
      </w:r>
      <w:r>
        <w:tab/>
        <w:t>1.013e0</w:t>
      </w:r>
    </w:p>
    <w:p w:rsidR="00B65DC9" w:rsidRDefault="00B65DC9" w:rsidP="00B65DC9">
      <w:r>
        <w:t>192.6273</w:t>
      </w:r>
      <w:r>
        <w:tab/>
        <w:t>1.266e-2</w:t>
      </w:r>
    </w:p>
    <w:p w:rsidR="00B65DC9" w:rsidRDefault="00B65DC9" w:rsidP="00B65DC9">
      <w:r>
        <w:t>192.6530</w:t>
      </w:r>
      <w:r>
        <w:tab/>
        <w:t>1.266e-2</w:t>
      </w:r>
    </w:p>
    <w:p w:rsidR="00B65DC9" w:rsidRDefault="00B65DC9" w:rsidP="00B65DC9">
      <w:r>
        <w:t>192.6861</w:t>
      </w:r>
      <w:r>
        <w:tab/>
        <w:t>1.013e0</w:t>
      </w:r>
    </w:p>
    <w:p w:rsidR="00B65DC9" w:rsidRDefault="00B65DC9" w:rsidP="00B65DC9">
      <w:r>
        <w:t>192.6900</w:t>
      </w:r>
      <w:r>
        <w:tab/>
        <w:t>1.013e0</w:t>
      </w:r>
    </w:p>
    <w:p w:rsidR="00B65DC9" w:rsidRDefault="00B65DC9" w:rsidP="00B65DC9">
      <w:r>
        <w:t>192.7338</w:t>
      </w:r>
      <w:r>
        <w:tab/>
        <w:t>1.013e0</w:t>
      </w:r>
    </w:p>
    <w:p w:rsidR="00B65DC9" w:rsidRDefault="00B65DC9" w:rsidP="00B65DC9">
      <w:r>
        <w:t>192.7743</w:t>
      </w:r>
      <w:r>
        <w:tab/>
        <w:t>1.266e-2</w:t>
      </w:r>
    </w:p>
    <w:p w:rsidR="00B65DC9" w:rsidRDefault="00B65DC9" w:rsidP="00B65DC9">
      <w:r>
        <w:t>192.7969</w:t>
      </w:r>
      <w:r>
        <w:tab/>
        <w:t>1.266e-2</w:t>
      </w:r>
    </w:p>
    <w:p w:rsidR="00B65DC9" w:rsidRDefault="00B65DC9" w:rsidP="00B65DC9">
      <w:r>
        <w:t>192.8227</w:t>
      </w:r>
      <w:r>
        <w:tab/>
        <w:t>1.266e-2</w:t>
      </w:r>
    </w:p>
    <w:p w:rsidR="00B65DC9" w:rsidRDefault="00B65DC9" w:rsidP="00B65DC9">
      <w:r>
        <w:t>192.8527</w:t>
      </w:r>
      <w:r>
        <w:tab/>
        <w:t>2.025e0</w:t>
      </w:r>
    </w:p>
    <w:p w:rsidR="00B65DC9" w:rsidRDefault="00B65DC9" w:rsidP="00B65DC9">
      <w:r>
        <w:t>192.9046</w:t>
      </w:r>
      <w:r>
        <w:tab/>
        <w:t>1.013e0</w:t>
      </w:r>
    </w:p>
    <w:p w:rsidR="00B65DC9" w:rsidRDefault="00B65DC9" w:rsidP="00B65DC9">
      <w:r>
        <w:t>192.9193</w:t>
      </w:r>
      <w:r>
        <w:tab/>
        <w:t>1.013e0</w:t>
      </w:r>
    </w:p>
    <w:p w:rsidR="00B65DC9" w:rsidRDefault="00B65DC9" w:rsidP="00B65DC9">
      <w:r>
        <w:t>192.9303</w:t>
      </w:r>
      <w:r>
        <w:tab/>
        <w:t>1.266e-2</w:t>
      </w:r>
    </w:p>
    <w:p w:rsidR="00B65DC9" w:rsidRDefault="00B65DC9" w:rsidP="00B65DC9">
      <w:r>
        <w:t>192.9489</w:t>
      </w:r>
      <w:r>
        <w:tab/>
        <w:t>1.266e-2</w:t>
      </w:r>
    </w:p>
    <w:p w:rsidR="00B65DC9" w:rsidRDefault="00B65DC9" w:rsidP="00B65DC9">
      <w:r>
        <w:t>192.9560</w:t>
      </w:r>
      <w:r>
        <w:tab/>
        <w:t>1.013e0</w:t>
      </w:r>
    </w:p>
    <w:p w:rsidR="00B65DC9" w:rsidRDefault="00B65DC9" w:rsidP="00B65DC9">
      <w:r>
        <w:t>192.9799</w:t>
      </w:r>
      <w:r>
        <w:tab/>
        <w:t>2.025e0</w:t>
      </w:r>
    </w:p>
    <w:p w:rsidR="00B65DC9" w:rsidRDefault="00B65DC9" w:rsidP="00B65DC9">
      <w:r>
        <w:t>192.9818</w:t>
      </w:r>
      <w:r>
        <w:tab/>
        <w:t>2.025e0</w:t>
      </w:r>
    </w:p>
    <w:p w:rsidR="00B65DC9" w:rsidRDefault="00B65DC9" w:rsidP="00B65DC9">
      <w:r>
        <w:t>192.9964</w:t>
      </w:r>
      <w:r>
        <w:tab/>
        <w:t>2.025e0</w:t>
      </w:r>
    </w:p>
    <w:p w:rsidR="00B65DC9" w:rsidRDefault="00B65DC9" w:rsidP="00B65DC9">
      <w:r>
        <w:t>193.0295</w:t>
      </w:r>
      <w:r>
        <w:tab/>
        <w:t>1.013e0</w:t>
      </w:r>
    </w:p>
    <w:p w:rsidR="00B65DC9" w:rsidRDefault="00B65DC9" w:rsidP="00B65DC9">
      <w:r>
        <w:lastRenderedPageBreak/>
        <w:t>193.0479</w:t>
      </w:r>
      <w:r>
        <w:tab/>
        <w:t>2.532e-2</w:t>
      </w:r>
    </w:p>
    <w:p w:rsidR="00B65DC9" w:rsidRDefault="00B65DC9" w:rsidP="00B65DC9">
      <w:r>
        <w:t>193.0516</w:t>
      </w:r>
      <w:r>
        <w:tab/>
        <w:t>1.025e0</w:t>
      </w:r>
    </w:p>
    <w:p w:rsidR="00B65DC9" w:rsidRDefault="00B65DC9" w:rsidP="00B65DC9">
      <w:r>
        <w:t>193.0774</w:t>
      </w:r>
      <w:r>
        <w:tab/>
        <w:t>1.025e0</w:t>
      </w:r>
    </w:p>
    <w:p w:rsidR="00B65DC9" w:rsidRDefault="00B65DC9" w:rsidP="00B65DC9">
      <w:r>
        <w:t>193.0954</w:t>
      </w:r>
      <w:r>
        <w:tab/>
        <w:t>1.532e1</w:t>
      </w:r>
    </w:p>
    <w:p w:rsidR="00B65DC9" w:rsidRDefault="00B65DC9" w:rsidP="00B65DC9">
      <w:r>
        <w:t>193.1056</w:t>
      </w:r>
      <w:r>
        <w:tab/>
        <w:t>1.809e0</w:t>
      </w:r>
    </w:p>
    <w:p w:rsidR="00B65DC9" w:rsidRDefault="00B65DC9" w:rsidP="00B65DC9">
      <w:r>
        <w:t>193.1095</w:t>
      </w:r>
      <w:r>
        <w:tab/>
        <w:t>6.089e0</w:t>
      </w:r>
    </w:p>
    <w:p w:rsidR="00B65DC9" w:rsidRDefault="00B65DC9" w:rsidP="00B65DC9">
      <w:r>
        <w:t>193.1203</w:t>
      </w:r>
      <w:r>
        <w:tab/>
        <w:t>3.363e0</w:t>
      </w:r>
    </w:p>
    <w:p w:rsidR="00B65DC9" w:rsidRDefault="00B65DC9" w:rsidP="00B65DC9">
      <w:r>
        <w:t>193.1270</w:t>
      </w:r>
      <w:r>
        <w:tab/>
        <w:t>2.025e0</w:t>
      </w:r>
    </w:p>
    <w:p w:rsidR="00B65DC9" w:rsidRDefault="00B65DC9" w:rsidP="00B65DC9">
      <w:r>
        <w:t>193.1389</w:t>
      </w:r>
      <w:r>
        <w:tab/>
        <w:t>3.063e0</w:t>
      </w:r>
    </w:p>
    <w:p w:rsidR="00B65DC9" w:rsidRDefault="00B65DC9" w:rsidP="00B65DC9">
      <w:r>
        <w:t>193.1435</w:t>
      </w:r>
      <w:r>
        <w:tab/>
        <w:t>1.266e-2</w:t>
      </w:r>
    </w:p>
    <w:p w:rsidR="00B65DC9" w:rsidRDefault="00B65DC9" w:rsidP="00B65DC9">
      <w:r>
        <w:t>193.1504</w:t>
      </w:r>
      <w:r>
        <w:tab/>
        <w:t>8.101e0</w:t>
      </w:r>
    </w:p>
    <w:p w:rsidR="00B65DC9" w:rsidRDefault="00B65DC9" w:rsidP="00B65DC9">
      <w:r>
        <w:t>193.1714</w:t>
      </w:r>
      <w:r>
        <w:tab/>
        <w:t>2.025e0</w:t>
      </w:r>
    </w:p>
    <w:p w:rsidR="00B65DC9" w:rsidRDefault="00B65DC9" w:rsidP="00B65DC9">
      <w:r>
        <w:t>193.2142</w:t>
      </w:r>
      <w:r>
        <w:tab/>
        <w:t>1.013e0</w:t>
      </w:r>
    </w:p>
    <w:p w:rsidR="00B65DC9" w:rsidRDefault="00B65DC9" w:rsidP="00B65DC9">
      <w:r>
        <w:t>193.2480</w:t>
      </w:r>
      <w:r>
        <w:tab/>
        <w:t>1.266e-2</w:t>
      </w:r>
    </w:p>
    <w:p w:rsidR="00B65DC9" w:rsidRDefault="00B65DC9" w:rsidP="00B65DC9">
      <w:r>
        <w:t>193.2960</w:t>
      </w:r>
      <w:r>
        <w:tab/>
        <w:t>1.013e0</w:t>
      </w:r>
    </w:p>
    <w:p w:rsidR="00B65DC9" w:rsidRDefault="00B65DC9" w:rsidP="00B65DC9">
      <w:r>
        <w:t>193.2997</w:t>
      </w:r>
      <w:r>
        <w:tab/>
        <w:t>1.013e0</w:t>
      </w:r>
    </w:p>
    <w:p w:rsidR="00B65DC9" w:rsidRDefault="00B65DC9" w:rsidP="00B65DC9">
      <w:r>
        <w:t>193.3180</w:t>
      </w:r>
      <w:r>
        <w:tab/>
        <w:t>1.013e0</w:t>
      </w:r>
    </w:p>
    <w:p w:rsidR="00B65DC9" w:rsidRDefault="00B65DC9" w:rsidP="00B65DC9">
      <w:r>
        <w:t>193.3511</w:t>
      </w:r>
      <w:r>
        <w:tab/>
        <w:t>2.025e0</w:t>
      </w:r>
    </w:p>
    <w:p w:rsidR="00B65DC9" w:rsidRDefault="00B65DC9" w:rsidP="00B65DC9">
      <w:r>
        <w:t>193.3695</w:t>
      </w:r>
      <w:r>
        <w:tab/>
        <w:t>1.266e-2</w:t>
      </w:r>
    </w:p>
    <w:p w:rsidR="00B65DC9" w:rsidRDefault="00B65DC9" w:rsidP="00B65DC9">
      <w:r>
        <w:lastRenderedPageBreak/>
        <w:t>193.3771</w:t>
      </w:r>
      <w:r>
        <w:tab/>
        <w:t>1.013e0</w:t>
      </w:r>
    </w:p>
    <w:p w:rsidR="00B65DC9" w:rsidRDefault="00B65DC9" w:rsidP="00B65DC9">
      <w:r>
        <w:t>193.4100</w:t>
      </w:r>
      <w:r>
        <w:tab/>
        <w:t>1.266e-2</w:t>
      </w:r>
    </w:p>
    <w:p w:rsidR="00B65DC9" w:rsidRDefault="00B65DC9" w:rsidP="00B65DC9">
      <w:r>
        <w:t>193.4875</w:t>
      </w:r>
      <w:r>
        <w:tab/>
        <w:t>1.266e-2</w:t>
      </w:r>
    </w:p>
    <w:p w:rsidR="00B65DC9" w:rsidRDefault="00B65DC9" w:rsidP="00B65DC9">
      <w:r>
        <w:t>193.5020</w:t>
      </w:r>
      <w:r>
        <w:tab/>
        <w:t>2.025e0</w:t>
      </w:r>
    </w:p>
    <w:p w:rsidR="00B65DC9" w:rsidRDefault="00B65DC9" w:rsidP="00B65DC9">
      <w:r>
        <w:t>193.5166</w:t>
      </w:r>
      <w:r>
        <w:tab/>
        <w:t>1.013e0</w:t>
      </w:r>
    </w:p>
    <w:p w:rsidR="00B65DC9" w:rsidRDefault="00B65DC9" w:rsidP="00B65DC9">
      <w:r>
        <w:t>193.5651</w:t>
      </w:r>
      <w:r>
        <w:tab/>
        <w:t>1.266e-2</w:t>
      </w:r>
    </w:p>
    <w:p w:rsidR="00B65DC9" w:rsidRDefault="00B65DC9" w:rsidP="00B65DC9">
      <w:r>
        <w:t>193.5689</w:t>
      </w:r>
      <w:r>
        <w:tab/>
        <w:t>2.025e0</w:t>
      </w:r>
    </w:p>
    <w:p w:rsidR="00B65DC9" w:rsidRDefault="00B65DC9" w:rsidP="00B65DC9">
      <w:r>
        <w:t>193.5841</w:t>
      </w:r>
      <w:r>
        <w:tab/>
        <w:t>1.013e0</w:t>
      </w:r>
    </w:p>
    <w:p w:rsidR="00B65DC9" w:rsidRDefault="00B65DC9" w:rsidP="00B65DC9">
      <w:r>
        <w:t>193.6324</w:t>
      </w:r>
      <w:r>
        <w:tab/>
        <w:t>1.013e0</w:t>
      </w:r>
    </w:p>
    <w:p w:rsidR="00B65DC9" w:rsidRDefault="00B65DC9" w:rsidP="00B65DC9">
      <w:r>
        <w:t>193.6596</w:t>
      </w:r>
      <w:r>
        <w:tab/>
        <w:t>4.051e0</w:t>
      </w:r>
    </w:p>
    <w:p w:rsidR="00B65DC9" w:rsidRDefault="00B65DC9" w:rsidP="00B65DC9">
      <w:r>
        <w:t>193.6622</w:t>
      </w:r>
      <w:r>
        <w:tab/>
        <w:t>1.013e0</w:t>
      </w:r>
    </w:p>
    <w:p w:rsidR="00B65DC9" w:rsidRDefault="00B65DC9" w:rsidP="00B65DC9">
      <w:r>
        <w:t>193.7097</w:t>
      </w:r>
      <w:r>
        <w:tab/>
        <w:t>1.013e0</w:t>
      </w:r>
    </w:p>
    <w:p w:rsidR="00B65DC9" w:rsidRDefault="00B65DC9" w:rsidP="00B65DC9">
      <w:r>
        <w:t>193.7245</w:t>
      </w:r>
      <w:r>
        <w:tab/>
        <w:t>1.025e0</w:t>
      </w:r>
    </w:p>
    <w:p w:rsidR="00B65DC9" w:rsidRDefault="00B65DC9" w:rsidP="00B65DC9">
      <w:r>
        <w:t>193.7505</w:t>
      </w:r>
      <w:r>
        <w:tab/>
        <w:t>1.266e-2</w:t>
      </w:r>
    </w:p>
    <w:p w:rsidR="00B65DC9" w:rsidRDefault="00B65DC9" w:rsidP="00B65DC9">
      <w:r>
        <w:t>193.7576</w:t>
      </w:r>
      <w:r>
        <w:tab/>
        <w:t>1.013e0</w:t>
      </w:r>
    </w:p>
    <w:p w:rsidR="00B65DC9" w:rsidRDefault="00B65DC9" w:rsidP="00B65DC9">
      <w:r>
        <w:t>193.7650</w:t>
      </w:r>
      <w:r>
        <w:tab/>
        <w:t>1.266e-2</w:t>
      </w:r>
    </w:p>
    <w:p w:rsidR="00B65DC9" w:rsidRDefault="00B65DC9" w:rsidP="00B65DC9">
      <w:r>
        <w:t>193.7871</w:t>
      </w:r>
      <w:r>
        <w:tab/>
        <w:t>1.266e-2</w:t>
      </w:r>
    </w:p>
    <w:p w:rsidR="00B65DC9" w:rsidRDefault="00B65DC9" w:rsidP="00B65DC9">
      <w:r>
        <w:t>193.7908</w:t>
      </w:r>
      <w:r>
        <w:tab/>
        <w:t>1.013e0</w:t>
      </w:r>
    </w:p>
    <w:p w:rsidR="00B65DC9" w:rsidRDefault="00B65DC9" w:rsidP="00B65DC9">
      <w:r>
        <w:t>193.7984</w:t>
      </w:r>
      <w:r>
        <w:tab/>
        <w:t>1.266e-2</w:t>
      </w:r>
    </w:p>
    <w:p w:rsidR="00B65DC9" w:rsidRDefault="00B65DC9" w:rsidP="00B65DC9">
      <w:r>
        <w:lastRenderedPageBreak/>
        <w:t>193.8205</w:t>
      </w:r>
      <w:r>
        <w:tab/>
        <w:t>1.266e-2</w:t>
      </w:r>
    </w:p>
    <w:p w:rsidR="00B65DC9" w:rsidRDefault="00B65DC9" w:rsidP="00B65DC9">
      <w:r>
        <w:t>193.8349</w:t>
      </w:r>
      <w:r>
        <w:tab/>
        <w:t>1.013e0</w:t>
      </w:r>
    </w:p>
    <w:p w:rsidR="00B65DC9" w:rsidRDefault="00B65DC9" w:rsidP="00B65DC9">
      <w:r>
        <w:t>193.8368</w:t>
      </w:r>
      <w:r>
        <w:tab/>
        <w:t>2.025e0</w:t>
      </w:r>
    </w:p>
    <w:p w:rsidR="00B65DC9" w:rsidRDefault="00B65DC9" w:rsidP="00B65DC9">
      <w:r>
        <w:t>193.8496</w:t>
      </w:r>
      <w:r>
        <w:tab/>
        <w:t>1.013e0</w:t>
      </w:r>
    </w:p>
    <w:p w:rsidR="00B65DC9" w:rsidRDefault="00B65DC9" w:rsidP="00B65DC9">
      <w:r>
        <w:t>193.8607</w:t>
      </w:r>
      <w:r>
        <w:tab/>
        <w:t>2.038e0</w:t>
      </w:r>
    </w:p>
    <w:p w:rsidR="00B65DC9" w:rsidRDefault="00B65DC9" w:rsidP="00B65DC9">
      <w:r>
        <w:t>193.9057</w:t>
      </w:r>
      <w:r>
        <w:tab/>
        <w:t>1.013e0</w:t>
      </w:r>
    </w:p>
    <w:p w:rsidR="00B65DC9" w:rsidRDefault="00B65DC9" w:rsidP="00B65DC9">
      <w:r>
        <w:t>193.9595</w:t>
      </w:r>
      <w:r>
        <w:tab/>
        <w:t>2.025e0</w:t>
      </w:r>
    </w:p>
    <w:p w:rsidR="00B65DC9" w:rsidRDefault="00B65DC9" w:rsidP="00B65DC9">
      <w:r>
        <w:t>193.9748</w:t>
      </w:r>
      <w:r>
        <w:tab/>
        <w:t>2.025e0</w:t>
      </w:r>
    </w:p>
    <w:p w:rsidR="00B65DC9" w:rsidRDefault="00B65DC9" w:rsidP="00B65DC9">
      <w:r>
        <w:t>193.9988</w:t>
      </w:r>
      <w:r>
        <w:tab/>
        <w:t>2.038e0</w:t>
      </w:r>
    </w:p>
    <w:p w:rsidR="00B65DC9" w:rsidRDefault="00B65DC9" w:rsidP="00B65DC9">
      <w:r>
        <w:t>194.0023</w:t>
      </w:r>
      <w:r>
        <w:tab/>
        <w:t>1.013e0</w:t>
      </w:r>
    </w:p>
    <w:p w:rsidR="00B65DC9" w:rsidRDefault="00B65DC9" w:rsidP="00B65DC9">
      <w:r>
        <w:t>194.0060</w:t>
      </w:r>
      <w:r>
        <w:tab/>
        <w:t>1.266e-2</w:t>
      </w:r>
    </w:p>
    <w:p w:rsidR="00B65DC9" w:rsidRDefault="00B65DC9" w:rsidP="00B65DC9">
      <w:r>
        <w:t>194.0246</w:t>
      </w:r>
      <w:r>
        <w:tab/>
        <w:t>1.051e0</w:t>
      </w:r>
    </w:p>
    <w:p w:rsidR="00B65DC9" w:rsidRDefault="00B65DC9" w:rsidP="00B65DC9">
      <w:r>
        <w:t>194.0336</w:t>
      </w:r>
      <w:r>
        <w:tab/>
        <w:t>2.025e0</w:t>
      </w:r>
    </w:p>
    <w:p w:rsidR="00B65DC9" w:rsidRDefault="00B65DC9" w:rsidP="00B65DC9">
      <w:r>
        <w:t>194.0804</w:t>
      </w:r>
      <w:r>
        <w:tab/>
        <w:t>2.038e0</w:t>
      </w:r>
    </w:p>
    <w:p w:rsidR="00B65DC9" w:rsidRDefault="00B65DC9" w:rsidP="00B65DC9">
      <w:r>
        <w:t>194.0853</w:t>
      </w:r>
      <w:r>
        <w:tab/>
        <w:t>3.038e0</w:t>
      </w:r>
    </w:p>
    <w:p w:rsidR="00B65DC9" w:rsidRDefault="00B65DC9" w:rsidP="00B65DC9">
      <w:r>
        <w:t>194.1163</w:t>
      </w:r>
      <w:r>
        <w:tab/>
        <w:t>4.907e0</w:t>
      </w:r>
    </w:p>
    <w:p w:rsidR="00B65DC9" w:rsidRDefault="00B65DC9" w:rsidP="00B65DC9">
      <w:r>
        <w:t>194.1608</w:t>
      </w:r>
      <w:r>
        <w:tab/>
        <w:t>5.063e0</w:t>
      </w:r>
    </w:p>
    <w:p w:rsidR="00B65DC9" w:rsidRDefault="00B65DC9" w:rsidP="00B65DC9">
      <w:r>
        <w:t>194.1644</w:t>
      </w:r>
      <w:r>
        <w:tab/>
        <w:t>1.013e0</w:t>
      </w:r>
    </w:p>
    <w:p w:rsidR="00B65DC9" w:rsidRDefault="00B65DC9" w:rsidP="00B65DC9">
      <w:r>
        <w:t>194.2013</w:t>
      </w:r>
      <w:r>
        <w:tab/>
        <w:t>2.025e0</w:t>
      </w:r>
    </w:p>
    <w:p w:rsidR="00B65DC9" w:rsidRDefault="00B65DC9" w:rsidP="00B65DC9">
      <w:r>
        <w:lastRenderedPageBreak/>
        <w:t>194.2237</w:t>
      </w:r>
      <w:r>
        <w:tab/>
        <w:t>1.266e-2</w:t>
      </w:r>
    </w:p>
    <w:p w:rsidR="00B65DC9" w:rsidRDefault="00B65DC9" w:rsidP="00B65DC9">
      <w:r>
        <w:t>194.2315</w:t>
      </w:r>
      <w:r>
        <w:tab/>
        <w:t>2.532e-2</w:t>
      </w:r>
    </w:p>
    <w:p w:rsidR="00B65DC9" w:rsidRDefault="00B65DC9" w:rsidP="00B65DC9">
      <w:r>
        <w:t>194.2687</w:t>
      </w:r>
      <w:r>
        <w:tab/>
        <w:t>1.013e0</w:t>
      </w:r>
    </w:p>
    <w:p w:rsidR="00B65DC9" w:rsidRDefault="00B65DC9" w:rsidP="00B65DC9">
      <w:r>
        <w:t>194.2802</w:t>
      </w:r>
      <w:r>
        <w:tab/>
        <w:t>1.013e0</w:t>
      </w:r>
    </w:p>
    <w:p w:rsidR="00B65DC9" w:rsidRDefault="00B65DC9" w:rsidP="00B65DC9">
      <w:r>
        <w:t>194.2990</w:t>
      </w:r>
      <w:r>
        <w:tab/>
        <w:t>1.013e0</w:t>
      </w:r>
    </w:p>
    <w:p w:rsidR="00B65DC9" w:rsidRDefault="00B65DC9" w:rsidP="00B65DC9">
      <w:r>
        <w:t>194.3078</w:t>
      </w:r>
      <w:r>
        <w:tab/>
        <w:t>2.025e0</w:t>
      </w:r>
    </w:p>
    <w:p w:rsidR="00B65DC9" w:rsidRDefault="00B65DC9" w:rsidP="00B65DC9">
      <w:r>
        <w:t>194.3098</w:t>
      </w:r>
      <w:r>
        <w:tab/>
        <w:t>1.025e0</w:t>
      </w:r>
    </w:p>
    <w:p w:rsidR="00B65DC9" w:rsidRDefault="00B65DC9" w:rsidP="00B65DC9">
      <w:r>
        <w:t>194.3358</w:t>
      </w:r>
      <w:r>
        <w:tab/>
        <w:t>1.266e-2</w:t>
      </w:r>
    </w:p>
    <w:p w:rsidR="00B65DC9" w:rsidRDefault="00B65DC9" w:rsidP="00B65DC9">
      <w:r>
        <w:t>194.3503</w:t>
      </w:r>
      <w:r>
        <w:tab/>
        <w:t>1.013e0</w:t>
      </w:r>
    </w:p>
    <w:p w:rsidR="00B65DC9" w:rsidRDefault="00B65DC9" w:rsidP="00B65DC9">
      <w:r>
        <w:t>194.3724</w:t>
      </w:r>
      <w:r>
        <w:tab/>
        <w:t>1.013e0</w:t>
      </w:r>
    </w:p>
    <w:p w:rsidR="00B65DC9" w:rsidRDefault="00B65DC9" w:rsidP="00B65DC9">
      <w:r>
        <w:t>194.3834</w:t>
      </w:r>
      <w:r>
        <w:tab/>
        <w:t>1.013e0</w:t>
      </w:r>
    </w:p>
    <w:p w:rsidR="00B65DC9" w:rsidRDefault="00B65DC9" w:rsidP="00B65DC9">
      <w:r>
        <w:t>194.4130</w:t>
      </w:r>
      <w:r>
        <w:tab/>
        <w:t>1.266e-2</w:t>
      </w:r>
    </w:p>
    <w:p w:rsidR="00B65DC9" w:rsidRDefault="00B65DC9" w:rsidP="00B65DC9">
      <w:r>
        <w:t>194.4203</w:t>
      </w:r>
      <w:r>
        <w:tab/>
        <w:t>1.266e-2</w:t>
      </w:r>
    </w:p>
    <w:p w:rsidR="00B65DC9" w:rsidRDefault="00B65DC9" w:rsidP="00B65DC9">
      <w:r>
        <w:t>194.4388</w:t>
      </w:r>
      <w:r>
        <w:tab/>
        <w:t>1.013e0</w:t>
      </w:r>
    </w:p>
    <w:p w:rsidR="00B65DC9" w:rsidRDefault="00B65DC9" w:rsidP="00B65DC9">
      <w:r>
        <w:t>194.4647</w:t>
      </w:r>
      <w:r>
        <w:tab/>
        <w:t>2.038e0</w:t>
      </w:r>
    </w:p>
    <w:p w:rsidR="00B65DC9" w:rsidRDefault="00B65DC9" w:rsidP="00B65DC9">
      <w:r>
        <w:t>194.5108</w:t>
      </w:r>
      <w:r>
        <w:tab/>
        <w:t>2.025e0</w:t>
      </w:r>
    </w:p>
    <w:p w:rsidR="00B65DC9" w:rsidRDefault="00B65DC9" w:rsidP="00B65DC9">
      <w:r>
        <w:t>194.5165</w:t>
      </w:r>
      <w:r>
        <w:tab/>
        <w:t>1.013e0</w:t>
      </w:r>
    </w:p>
    <w:p w:rsidR="00B65DC9" w:rsidRDefault="00B65DC9" w:rsidP="00B65DC9">
      <w:r>
        <w:t>194.5295</w:t>
      </w:r>
      <w:r>
        <w:tab/>
        <w:t>2.025e0</w:t>
      </w:r>
    </w:p>
    <w:p w:rsidR="00B65DC9" w:rsidRDefault="00B65DC9" w:rsidP="00B65DC9">
      <w:r>
        <w:t>194.5425</w:t>
      </w:r>
      <w:r>
        <w:tab/>
        <w:t>1.013e0</w:t>
      </w:r>
    </w:p>
    <w:p w:rsidR="00B65DC9" w:rsidRDefault="00B65DC9" w:rsidP="00B65DC9">
      <w:r>
        <w:lastRenderedPageBreak/>
        <w:t>194.5538</w:t>
      </w:r>
      <w:r>
        <w:tab/>
        <w:t>1.013e0</w:t>
      </w:r>
    </w:p>
    <w:p w:rsidR="00B65DC9" w:rsidRDefault="00B65DC9" w:rsidP="00B65DC9">
      <w:r>
        <w:t>194.6138</w:t>
      </w:r>
      <w:r>
        <w:tab/>
        <w:t>1.013e0</w:t>
      </w:r>
    </w:p>
    <w:p w:rsidR="00B65DC9" w:rsidRDefault="00B65DC9" w:rsidP="00B65DC9">
      <w:r>
        <w:t>194.6211</w:t>
      </w:r>
      <w:r>
        <w:tab/>
        <w:t>1.013e0</w:t>
      </w:r>
    </w:p>
    <w:p w:rsidR="00B65DC9" w:rsidRDefault="00B65DC9" w:rsidP="00B65DC9">
      <w:r>
        <w:t>194.6469</w:t>
      </w:r>
      <w:r>
        <w:tab/>
        <w:t>1.025e0</w:t>
      </w:r>
    </w:p>
    <w:p w:rsidR="00B65DC9" w:rsidRDefault="00B65DC9" w:rsidP="00B65DC9">
      <w:r>
        <w:t>194.6616</w:t>
      </w:r>
      <w:r>
        <w:tab/>
        <w:t>1.266e-2</w:t>
      </w:r>
    </w:p>
    <w:p w:rsidR="00B65DC9" w:rsidRDefault="00B65DC9" w:rsidP="00B65DC9">
      <w:r>
        <w:t>194.7428</w:t>
      </w:r>
      <w:r>
        <w:tab/>
        <w:t>1.266e-2</w:t>
      </w:r>
    </w:p>
    <w:p w:rsidR="00B65DC9" w:rsidRDefault="00B65DC9" w:rsidP="00B65DC9">
      <w:r>
        <w:t>194.7502</w:t>
      </w:r>
      <w:r>
        <w:tab/>
        <w:t>1.025e0</w:t>
      </w:r>
    </w:p>
    <w:p w:rsidR="00B65DC9" w:rsidRDefault="00B65DC9" w:rsidP="00B65DC9">
      <w:r>
        <w:t>194.7615</w:t>
      </w:r>
      <w:r>
        <w:tab/>
        <w:t>1.266e-2</w:t>
      </w:r>
    </w:p>
    <w:p w:rsidR="00B65DC9" w:rsidRDefault="00B65DC9" w:rsidP="00B65DC9">
      <w:r>
        <w:t>194.7796</w:t>
      </w:r>
      <w:r>
        <w:tab/>
        <w:t>1.013e0</w:t>
      </w:r>
    </w:p>
    <w:p w:rsidR="00B65DC9" w:rsidRDefault="00B65DC9" w:rsidP="00B65DC9">
      <w:r>
        <w:t>194.7833</w:t>
      </w:r>
      <w:r>
        <w:tab/>
        <w:t>1.013e0</w:t>
      </w:r>
    </w:p>
    <w:p w:rsidR="00B65DC9" w:rsidRDefault="00B65DC9" w:rsidP="00B65DC9">
      <w:r>
        <w:t>194.8880</w:t>
      </w:r>
      <w:r>
        <w:tab/>
        <w:t>1.013e0</w:t>
      </w:r>
    </w:p>
    <w:p w:rsidR="00B65DC9" w:rsidRDefault="00B65DC9" w:rsidP="00B65DC9">
      <w:r>
        <w:t>194.8955</w:t>
      </w:r>
      <w:r>
        <w:tab/>
        <w:t>1.266e-2</w:t>
      </w:r>
    </w:p>
    <w:p w:rsidR="00B65DC9" w:rsidRDefault="00B65DC9" w:rsidP="00B65DC9">
      <w:r>
        <w:t>194.9436</w:t>
      </w:r>
      <w:r>
        <w:tab/>
        <w:t>1.266e-2</w:t>
      </w:r>
    </w:p>
    <w:p w:rsidR="00B65DC9" w:rsidRDefault="00B65DC9" w:rsidP="00B65DC9">
      <w:r>
        <w:t>194.9642</w:t>
      </w:r>
      <w:r>
        <w:tab/>
        <w:t>2.025e0</w:t>
      </w:r>
    </w:p>
    <w:p w:rsidR="00B65DC9" w:rsidRDefault="00B65DC9" w:rsidP="00B65DC9">
      <w:r>
        <w:t>194.9860</w:t>
      </w:r>
      <w:r>
        <w:tab/>
        <w:t>2.025e0</w:t>
      </w:r>
    </w:p>
    <w:p w:rsidR="00B65DC9" w:rsidRDefault="00B65DC9" w:rsidP="00B65DC9">
      <w:r>
        <w:t>194.9879</w:t>
      </w:r>
      <w:r>
        <w:tab/>
        <w:t>2.532e-2</w:t>
      </w:r>
    </w:p>
    <w:p w:rsidR="00B65DC9" w:rsidRDefault="00B65DC9" w:rsidP="00B65DC9">
      <w:r>
        <w:t>194.9952</w:t>
      </w:r>
      <w:r>
        <w:tab/>
        <w:t>1.025e0</w:t>
      </w:r>
    </w:p>
    <w:p w:rsidR="00B65DC9" w:rsidRDefault="00B65DC9" w:rsidP="00B65DC9">
      <w:r>
        <w:t>195.0045</w:t>
      </w:r>
      <w:r>
        <w:tab/>
        <w:t>2.025e0</w:t>
      </w:r>
    </w:p>
    <w:p w:rsidR="00B65DC9" w:rsidRDefault="00B65DC9" w:rsidP="00B65DC9">
      <w:r>
        <w:t>195.0285</w:t>
      </w:r>
      <w:r>
        <w:tab/>
        <w:t>4.051e0</w:t>
      </w:r>
    </w:p>
    <w:p w:rsidR="00B65DC9" w:rsidRDefault="00B65DC9" w:rsidP="00B65DC9">
      <w:r>
        <w:lastRenderedPageBreak/>
        <w:t>195.0506</w:t>
      </w:r>
      <w:r>
        <w:tab/>
        <w:t>2.038e0</w:t>
      </w:r>
    </w:p>
    <w:p w:rsidR="00B65DC9" w:rsidRDefault="00B65DC9" w:rsidP="00B65DC9">
      <w:r>
        <w:t>195.0590</w:t>
      </w:r>
      <w:r>
        <w:tab/>
        <w:t>3.038e0</w:t>
      </w:r>
    </w:p>
    <w:p w:rsidR="00B65DC9" w:rsidRDefault="00B65DC9" w:rsidP="00B65DC9">
      <w:r>
        <w:t>195.0690</w:t>
      </w:r>
      <w:r>
        <w:tab/>
        <w:t>1.266e-2</w:t>
      </w:r>
    </w:p>
    <w:p w:rsidR="00B65DC9" w:rsidRDefault="00B65DC9" w:rsidP="00B65DC9">
      <w:r>
        <w:t>195.0745</w:t>
      </w:r>
      <w:r>
        <w:tab/>
        <w:t>3.038e0</w:t>
      </w:r>
    </w:p>
    <w:p w:rsidR="00B65DC9" w:rsidRDefault="00B65DC9" w:rsidP="00B65DC9">
      <w:r>
        <w:t>195.0767</w:t>
      </w:r>
      <w:r>
        <w:tab/>
        <w:t>3.063e0</w:t>
      </w:r>
    </w:p>
    <w:p w:rsidR="00B65DC9" w:rsidRDefault="00B65DC9" w:rsidP="00B65DC9">
      <w:r>
        <w:t>195.1176</w:t>
      </w:r>
      <w:r>
        <w:tab/>
        <w:t>1.648e2</w:t>
      </w:r>
    </w:p>
    <w:p w:rsidR="00B65DC9" w:rsidRDefault="00B65DC9" w:rsidP="00B65DC9">
      <w:r>
        <w:t>195.1198</w:t>
      </w:r>
      <w:r>
        <w:tab/>
        <w:t>3.068e0</w:t>
      </w:r>
    </w:p>
    <w:p w:rsidR="00B65DC9" w:rsidRDefault="00B65DC9" w:rsidP="00B65DC9">
      <w:r>
        <w:t>195.1210</w:t>
      </w:r>
      <w:r>
        <w:tab/>
        <w:t>3.860e1</w:t>
      </w:r>
    </w:p>
    <w:p w:rsidR="00B65DC9" w:rsidRDefault="00B65DC9" w:rsidP="00B65DC9">
      <w:r>
        <w:t>195.1556</w:t>
      </w:r>
      <w:r>
        <w:tab/>
        <w:t>2.051e0</w:t>
      </w:r>
    </w:p>
    <w:p w:rsidR="00B65DC9" w:rsidRDefault="00B65DC9" w:rsidP="00B65DC9">
      <w:r>
        <w:t>195.1698</w:t>
      </w:r>
      <w:r>
        <w:tab/>
        <w:t>1.975e0</w:t>
      </w:r>
    </w:p>
    <w:p w:rsidR="00B65DC9" w:rsidRDefault="00B65DC9" w:rsidP="00B65DC9">
      <w:r>
        <w:t>195.1741</w:t>
      </w:r>
      <w:r>
        <w:tab/>
        <w:t>1.013e0</w:t>
      </w:r>
    </w:p>
    <w:p w:rsidR="00B65DC9" w:rsidRDefault="00B65DC9" w:rsidP="00B65DC9">
      <w:r>
        <w:t>195.2017</w:t>
      </w:r>
      <w:r>
        <w:tab/>
        <w:t>2.025e0</w:t>
      </w:r>
    </w:p>
    <w:p w:rsidR="00B65DC9" w:rsidRDefault="00B65DC9" w:rsidP="00B65DC9">
      <w:r>
        <w:t>195.2204</w:t>
      </w:r>
      <w:r>
        <w:tab/>
        <w:t>2.025e0</w:t>
      </w:r>
    </w:p>
    <w:p w:rsidR="00B65DC9" w:rsidRDefault="00B65DC9" w:rsidP="00B65DC9">
      <w:r>
        <w:t>195.2608</w:t>
      </w:r>
      <w:r>
        <w:tab/>
        <w:t>2.025e0</w:t>
      </w:r>
    </w:p>
    <w:p w:rsidR="00B65DC9" w:rsidRDefault="00B65DC9" w:rsidP="00B65DC9">
      <w:r>
        <w:t>195.2626</w:t>
      </w:r>
      <w:r>
        <w:tab/>
        <w:t>1.013e0</w:t>
      </w:r>
    </w:p>
    <w:p w:rsidR="00B65DC9" w:rsidRDefault="00B65DC9" w:rsidP="00B65DC9">
      <w:r>
        <w:t>195.2654</w:t>
      </w:r>
      <w:r>
        <w:tab/>
        <w:t>1.038e0</w:t>
      </w:r>
    </w:p>
    <w:p w:rsidR="00B65DC9" w:rsidRDefault="00B65DC9" w:rsidP="00B65DC9">
      <w:r>
        <w:t>195.3033</w:t>
      </w:r>
      <w:r>
        <w:tab/>
        <w:t>2.038e0</w:t>
      </w:r>
    </w:p>
    <w:p w:rsidR="00B65DC9" w:rsidRDefault="00B65DC9" w:rsidP="00B65DC9">
      <w:r>
        <w:t>195.3156</w:t>
      </w:r>
      <w:r>
        <w:tab/>
        <w:t>3.038e0</w:t>
      </w:r>
    </w:p>
    <w:p w:rsidR="00B65DC9" w:rsidRDefault="00B65DC9" w:rsidP="00B65DC9">
      <w:r>
        <w:t>195.3328</w:t>
      </w:r>
      <w:r>
        <w:tab/>
        <w:t>2.025e0</w:t>
      </w:r>
    </w:p>
    <w:p w:rsidR="00B65DC9" w:rsidRDefault="00B65DC9" w:rsidP="00B65DC9">
      <w:r>
        <w:lastRenderedPageBreak/>
        <w:t>195.3402</w:t>
      </w:r>
      <w:r>
        <w:tab/>
        <w:t>1.266e-2</w:t>
      </w:r>
    </w:p>
    <w:p w:rsidR="00B65DC9" w:rsidRDefault="00B65DC9" w:rsidP="00B65DC9">
      <w:r>
        <w:t>195.3441</w:t>
      </w:r>
      <w:r>
        <w:tab/>
        <w:t>2.532e-2</w:t>
      </w:r>
    </w:p>
    <w:p w:rsidR="00B65DC9" w:rsidRDefault="00B65DC9" w:rsidP="00B65DC9">
      <w:r>
        <w:t>195.3475</w:t>
      </w:r>
      <w:r>
        <w:tab/>
        <w:t>1.013e0</w:t>
      </w:r>
    </w:p>
    <w:p w:rsidR="00B65DC9" w:rsidRDefault="00B65DC9" w:rsidP="00B65DC9">
      <w:r>
        <w:t>195.3696</w:t>
      </w:r>
      <w:r>
        <w:tab/>
        <w:t>2.025e0</w:t>
      </w:r>
    </w:p>
    <w:p w:rsidR="00B65DC9" w:rsidRDefault="00B65DC9" w:rsidP="00B65DC9">
      <w:r>
        <w:t>195.3764</w:t>
      </w:r>
      <w:r>
        <w:tab/>
        <w:t>3.038e0</w:t>
      </w:r>
    </w:p>
    <w:p w:rsidR="00B65DC9" w:rsidRDefault="00B65DC9" w:rsidP="00B65DC9">
      <w:r>
        <w:t>195.3997</w:t>
      </w:r>
      <w:r>
        <w:tab/>
        <w:t>1.013e0</w:t>
      </w:r>
    </w:p>
    <w:p w:rsidR="00B65DC9" w:rsidRDefault="00B65DC9" w:rsidP="00B65DC9">
      <w:r>
        <w:t>195.4600</w:t>
      </w:r>
      <w:r>
        <w:tab/>
        <w:t>1.266e-2</w:t>
      </w:r>
    </w:p>
    <w:p w:rsidR="00B65DC9" w:rsidRDefault="00B65DC9" w:rsidP="00B65DC9">
      <w:r>
        <w:t>195.4714</w:t>
      </w:r>
      <w:r>
        <w:tab/>
        <w:t>1.013e0</w:t>
      </w:r>
    </w:p>
    <w:p w:rsidR="00B65DC9" w:rsidRDefault="00B65DC9" w:rsidP="00B65DC9">
      <w:r>
        <w:t>195.5055</w:t>
      </w:r>
      <w:r>
        <w:tab/>
        <w:t>3.038e0</w:t>
      </w:r>
    </w:p>
    <w:p w:rsidR="00B65DC9" w:rsidRDefault="00B65DC9" w:rsidP="00B65DC9">
      <w:r>
        <w:t>195.5079</w:t>
      </w:r>
      <w:r>
        <w:tab/>
        <w:t>1.266e-2</w:t>
      </w:r>
    </w:p>
    <w:p w:rsidR="00B65DC9" w:rsidRDefault="00B65DC9" w:rsidP="00B65DC9">
      <w:r>
        <w:t>195.5153</w:t>
      </w:r>
      <w:r>
        <w:tab/>
        <w:t>4.063e0</w:t>
      </w:r>
    </w:p>
    <w:p w:rsidR="00B65DC9" w:rsidRDefault="00B65DC9" w:rsidP="00B65DC9">
      <w:r>
        <w:t>195.5227</w:t>
      </w:r>
      <w:r>
        <w:tab/>
        <w:t>1.013e0</w:t>
      </w:r>
    </w:p>
    <w:p w:rsidR="00B65DC9" w:rsidRDefault="00B65DC9" w:rsidP="00B65DC9">
      <w:r>
        <w:t>195.5616</w:t>
      </w:r>
      <w:r>
        <w:tab/>
        <w:t>2.025e0</w:t>
      </w:r>
    </w:p>
    <w:p w:rsidR="00B65DC9" w:rsidRDefault="00B65DC9" w:rsidP="00B65DC9">
      <w:r>
        <w:t>195.5674</w:t>
      </w:r>
      <w:r>
        <w:tab/>
        <w:t>1.013e0</w:t>
      </w:r>
    </w:p>
    <w:p w:rsidR="00B65DC9" w:rsidRDefault="00B65DC9" w:rsidP="00B65DC9">
      <w:r>
        <w:t>195.5819</w:t>
      </w:r>
      <w:r>
        <w:tab/>
        <w:t>1.013e0</w:t>
      </w:r>
    </w:p>
    <w:p w:rsidR="00B65DC9" w:rsidRDefault="00B65DC9" w:rsidP="00B65DC9">
      <w:r>
        <w:t>195.5948</w:t>
      </w:r>
      <w:r>
        <w:tab/>
        <w:t>2.025e0</w:t>
      </w:r>
    </w:p>
    <w:p w:rsidR="00B65DC9" w:rsidRDefault="00B65DC9" w:rsidP="00B65DC9">
      <w:r>
        <w:t>195.6003</w:t>
      </w:r>
      <w:r>
        <w:tab/>
        <w:t>2.025e0</w:t>
      </w:r>
    </w:p>
    <w:p w:rsidR="00B65DC9" w:rsidRDefault="00B65DC9" w:rsidP="00B65DC9">
      <w:r>
        <w:t>195.6080</w:t>
      </w:r>
      <w:r>
        <w:tab/>
        <w:t>1.013e0</w:t>
      </w:r>
    </w:p>
    <w:p w:rsidR="00B65DC9" w:rsidRDefault="00B65DC9" w:rsidP="00B65DC9">
      <w:r>
        <w:t>195.6151</w:t>
      </w:r>
      <w:r>
        <w:tab/>
        <w:t>1.013e0</w:t>
      </w:r>
    </w:p>
    <w:p w:rsidR="00B65DC9" w:rsidRDefault="00B65DC9" w:rsidP="00B65DC9">
      <w:r>
        <w:lastRenderedPageBreak/>
        <w:t>195.6485</w:t>
      </w:r>
      <w:r>
        <w:tab/>
        <w:t>1.025e0</w:t>
      </w:r>
    </w:p>
    <w:p w:rsidR="00B65DC9" w:rsidRDefault="00B65DC9" w:rsidP="00B65DC9">
      <w:r>
        <w:t>195.6598</w:t>
      </w:r>
      <w:r>
        <w:tab/>
        <w:t>1.025e0</w:t>
      </w:r>
    </w:p>
    <w:p w:rsidR="00B65DC9" w:rsidRDefault="00B65DC9" w:rsidP="00B65DC9">
      <w:r>
        <w:t>195.6732</w:t>
      </w:r>
      <w:r>
        <w:tab/>
        <w:t>4.031e0</w:t>
      </w:r>
    </w:p>
    <w:p w:rsidR="00B65DC9" w:rsidRDefault="00B65DC9" w:rsidP="00B65DC9">
      <w:r>
        <w:t>195.7050</w:t>
      </w:r>
      <w:r>
        <w:tab/>
        <w:t>1.013e0</w:t>
      </w:r>
    </w:p>
    <w:p w:rsidR="00B65DC9" w:rsidRDefault="00B65DC9" w:rsidP="00B65DC9">
      <w:r>
        <w:t>195.7498</w:t>
      </w:r>
      <w:r>
        <w:tab/>
        <w:t>1.013e0</w:t>
      </w:r>
    </w:p>
    <w:p w:rsidR="00B65DC9" w:rsidRDefault="00B65DC9" w:rsidP="00B65DC9">
      <w:r>
        <w:t>195.7682</w:t>
      </w:r>
      <w:r>
        <w:tab/>
        <w:t>1.013e0</w:t>
      </w:r>
    </w:p>
    <w:p w:rsidR="00B65DC9" w:rsidRDefault="00B65DC9" w:rsidP="00B65DC9">
      <w:r>
        <w:t>195.7737</w:t>
      </w:r>
      <w:r>
        <w:tab/>
        <w:t>3.798e-2</w:t>
      </w:r>
    </w:p>
    <w:p w:rsidR="00B65DC9" w:rsidRDefault="00B65DC9" w:rsidP="00B65DC9">
      <w:r>
        <w:t>195.7756</w:t>
      </w:r>
      <w:r>
        <w:tab/>
        <w:t>1.013e0</w:t>
      </w:r>
    </w:p>
    <w:p w:rsidR="00B65DC9" w:rsidRDefault="00B65DC9" w:rsidP="00B65DC9">
      <w:r>
        <w:t>195.8015</w:t>
      </w:r>
      <w:r>
        <w:tab/>
        <w:t>1.013e0</w:t>
      </w:r>
    </w:p>
    <w:p w:rsidR="00B65DC9" w:rsidRDefault="00B65DC9" w:rsidP="00B65DC9">
      <w:r>
        <w:t>195.8147</w:t>
      </w:r>
      <w:r>
        <w:tab/>
        <w:t>2.025e0</w:t>
      </w:r>
    </w:p>
    <w:p w:rsidR="00B65DC9" w:rsidRDefault="00B65DC9" w:rsidP="00B65DC9">
      <w:r>
        <w:t>195.8385</w:t>
      </w:r>
      <w:r>
        <w:tab/>
        <w:t>1.013e0</w:t>
      </w:r>
    </w:p>
    <w:p w:rsidR="00B65DC9" w:rsidRDefault="00B65DC9" w:rsidP="00B65DC9">
      <w:r>
        <w:t>195.8403</w:t>
      </w:r>
      <w:r>
        <w:tab/>
        <w:t>2.025e0</w:t>
      </w:r>
    </w:p>
    <w:p w:rsidR="00B65DC9" w:rsidRDefault="00B65DC9" w:rsidP="00B65DC9">
      <w:r>
        <w:t>195.8627</w:t>
      </w:r>
      <w:r>
        <w:tab/>
        <w:t>2.025e0</w:t>
      </w:r>
    </w:p>
    <w:p w:rsidR="00B65DC9" w:rsidRDefault="00B65DC9" w:rsidP="00B65DC9">
      <w:r>
        <w:t>195.8706</w:t>
      </w:r>
      <w:r>
        <w:tab/>
        <w:t>3.038e0</w:t>
      </w:r>
    </w:p>
    <w:p w:rsidR="00B65DC9" w:rsidRDefault="00B65DC9" w:rsidP="00B65DC9">
      <w:r>
        <w:t>195.8975</w:t>
      </w:r>
      <w:r>
        <w:tab/>
        <w:t>1.013e0</w:t>
      </w:r>
    </w:p>
    <w:p w:rsidR="00B65DC9" w:rsidRDefault="00B65DC9" w:rsidP="00B65DC9">
      <w:r>
        <w:t>195.9055</w:t>
      </w:r>
      <w:r>
        <w:tab/>
        <w:t>2.025e0</w:t>
      </w:r>
    </w:p>
    <w:p w:rsidR="00B65DC9" w:rsidRDefault="00B65DC9" w:rsidP="00B65DC9">
      <w:r>
        <w:t>195.9503</w:t>
      </w:r>
      <w:r>
        <w:tab/>
        <w:t>1.013e0</w:t>
      </w:r>
    </w:p>
    <w:p w:rsidR="00B65DC9" w:rsidRDefault="00B65DC9" w:rsidP="00B65DC9">
      <w:r>
        <w:t>195.9666</w:t>
      </w:r>
      <w:r>
        <w:tab/>
        <w:t>3.038e0</w:t>
      </w:r>
    </w:p>
    <w:p w:rsidR="00B65DC9" w:rsidRDefault="00B65DC9" w:rsidP="00B65DC9">
      <w:r>
        <w:t>195.9880</w:t>
      </w:r>
      <w:r>
        <w:tab/>
        <w:t>2.025e0</w:t>
      </w:r>
    </w:p>
    <w:p w:rsidR="00B65DC9" w:rsidRDefault="00B65DC9" w:rsidP="00B65DC9">
      <w:r>
        <w:lastRenderedPageBreak/>
        <w:t>196.0067</w:t>
      </w:r>
      <w:r>
        <w:tab/>
        <w:t>1.327e0</w:t>
      </w:r>
    </w:p>
    <w:p w:rsidR="00B65DC9" w:rsidRDefault="00B65DC9" w:rsidP="00B65DC9">
      <w:r>
        <w:t>196.0184</w:t>
      </w:r>
      <w:r>
        <w:tab/>
        <w:t>2.063e0</w:t>
      </w:r>
    </w:p>
    <w:p w:rsidR="00B65DC9" w:rsidRDefault="00B65DC9" w:rsidP="00B65DC9">
      <w:r>
        <w:t>196.0228</w:t>
      </w:r>
      <w:r>
        <w:tab/>
        <w:t>7.165e0</w:t>
      </w:r>
    </w:p>
    <w:p w:rsidR="00B65DC9" w:rsidRDefault="00B65DC9" w:rsidP="00B65DC9">
      <w:r>
        <w:t>196.0258</w:t>
      </w:r>
      <w:r>
        <w:tab/>
        <w:t>1.594e1</w:t>
      </w:r>
    </w:p>
    <w:p w:rsidR="00B65DC9" w:rsidRDefault="00B65DC9" w:rsidP="00B65DC9">
      <w:r>
        <w:t>196.0369</w:t>
      </w:r>
      <w:r>
        <w:tab/>
        <w:t>3.038e0</w:t>
      </w:r>
    </w:p>
    <w:p w:rsidR="00B65DC9" w:rsidRDefault="00B65DC9" w:rsidP="00B65DC9">
      <w:r>
        <w:t>196.0517</w:t>
      </w:r>
      <w:r>
        <w:tab/>
        <w:t>3.038e0</w:t>
      </w:r>
    </w:p>
    <w:p w:rsidR="00B65DC9" w:rsidRDefault="00B65DC9" w:rsidP="00B65DC9">
      <w:r>
        <w:t>196.0878</w:t>
      </w:r>
      <w:r>
        <w:tab/>
        <w:t>2.025e0</w:t>
      </w:r>
    </w:p>
    <w:p w:rsidR="00B65DC9" w:rsidRDefault="00B65DC9" w:rsidP="00B65DC9">
      <w:r>
        <w:t>196.1189</w:t>
      </w:r>
      <w:r>
        <w:tab/>
        <w:t>1.519e1</w:t>
      </w:r>
    </w:p>
    <w:p w:rsidR="00B65DC9" w:rsidRDefault="00B65DC9" w:rsidP="00B65DC9">
      <w:r>
        <w:t>196.1230</w:t>
      </w:r>
      <w:r>
        <w:tab/>
        <w:t>4.560e1</w:t>
      </w:r>
    </w:p>
    <w:p w:rsidR="00B65DC9" w:rsidRDefault="00B65DC9" w:rsidP="00B65DC9">
      <w:r>
        <w:t>196.1574</w:t>
      </w:r>
      <w:r>
        <w:tab/>
        <w:t>3.227e0</w:t>
      </w:r>
    </w:p>
    <w:p w:rsidR="00B65DC9" w:rsidRDefault="00B65DC9" w:rsidP="00B65DC9">
      <w:r>
        <w:t>196.2223</w:t>
      </w:r>
      <w:r>
        <w:tab/>
        <w:t>1.013e0</w:t>
      </w:r>
    </w:p>
    <w:p w:rsidR="00B65DC9" w:rsidRDefault="00B65DC9" w:rsidP="00B65DC9">
      <w:r>
        <w:t>196.2257</w:t>
      </w:r>
      <w:r>
        <w:tab/>
        <w:t>2.025e0</w:t>
      </w:r>
    </w:p>
    <w:p w:rsidR="00B65DC9" w:rsidRDefault="00B65DC9" w:rsidP="00B65DC9">
      <w:r>
        <w:t>196.2297</w:t>
      </w:r>
      <w:r>
        <w:tab/>
        <w:t>2.025e0</w:t>
      </w:r>
    </w:p>
    <w:p w:rsidR="00B65DC9" w:rsidRDefault="00B65DC9" w:rsidP="00B65DC9">
      <w:r>
        <w:t>196.2558</w:t>
      </w:r>
      <w:r>
        <w:tab/>
        <w:t>1.013e0</w:t>
      </w:r>
    </w:p>
    <w:p w:rsidR="00B65DC9" w:rsidRDefault="00B65DC9" w:rsidP="00B65DC9">
      <w:r>
        <w:t>196.2800</w:t>
      </w:r>
      <w:r>
        <w:tab/>
        <w:t>2.025e0</w:t>
      </w:r>
    </w:p>
    <w:p w:rsidR="00B65DC9" w:rsidRDefault="00B65DC9" w:rsidP="00B65DC9">
      <w:r>
        <w:t>196.3372</w:t>
      </w:r>
      <w:r>
        <w:tab/>
        <w:t>1.013e0</w:t>
      </w:r>
    </w:p>
    <w:p w:rsidR="00B65DC9" w:rsidRDefault="00B65DC9" w:rsidP="00B65DC9">
      <w:r>
        <w:t>196.3633</w:t>
      </w:r>
      <w:r>
        <w:tab/>
        <w:t>2.025e0</w:t>
      </w:r>
    </w:p>
    <w:p w:rsidR="00B65DC9" w:rsidRDefault="00B65DC9" w:rsidP="00B65DC9">
      <w:r>
        <w:t>196.3797</w:t>
      </w:r>
      <w:r>
        <w:tab/>
        <w:t>2.025e0</w:t>
      </w:r>
    </w:p>
    <w:p w:rsidR="00B65DC9" w:rsidRDefault="00B65DC9" w:rsidP="00B65DC9">
      <w:r>
        <w:t>196.3962</w:t>
      </w:r>
      <w:r>
        <w:tab/>
        <w:t>1.013e0</w:t>
      </w:r>
    </w:p>
    <w:p w:rsidR="00B65DC9" w:rsidRDefault="00B65DC9" w:rsidP="00B65DC9">
      <w:r>
        <w:lastRenderedPageBreak/>
        <w:t>196.4040</w:t>
      </w:r>
      <w:r>
        <w:tab/>
        <w:t>1.266e-2</w:t>
      </w:r>
    </w:p>
    <w:p w:rsidR="00B65DC9" w:rsidRDefault="00B65DC9" w:rsidP="00B65DC9">
      <w:r>
        <w:t>196.4342</w:t>
      </w:r>
      <w:r>
        <w:tab/>
        <w:t>2.025e0</w:t>
      </w:r>
    </w:p>
    <w:p w:rsidR="00B65DC9" w:rsidRDefault="00B65DC9" w:rsidP="00B65DC9">
      <w:r>
        <w:t>196.4359</w:t>
      </w:r>
      <w:r>
        <w:tab/>
        <w:t>2.025e0</w:t>
      </w:r>
    </w:p>
    <w:p w:rsidR="00B65DC9" w:rsidRDefault="00B65DC9" w:rsidP="00B65DC9">
      <w:r>
        <w:t>196.4608</w:t>
      </w:r>
      <w:r>
        <w:tab/>
        <w:t>1.013e0</w:t>
      </w:r>
    </w:p>
    <w:p w:rsidR="00B65DC9" w:rsidRDefault="00B65DC9" w:rsidP="00B65DC9">
      <w:r>
        <w:t>196.4868</w:t>
      </w:r>
      <w:r>
        <w:tab/>
        <w:t>2.025e0</w:t>
      </w:r>
    </w:p>
    <w:p w:rsidR="00B65DC9" w:rsidRDefault="00B65DC9" w:rsidP="00B65DC9">
      <w:r>
        <w:t>196.5016</w:t>
      </w:r>
      <w:r>
        <w:tab/>
        <w:t>1.266e-2</w:t>
      </w:r>
    </w:p>
    <w:p w:rsidR="00B65DC9" w:rsidRDefault="00B65DC9" w:rsidP="00B65DC9">
      <w:r>
        <w:t>196.5108</w:t>
      </w:r>
      <w:r>
        <w:tab/>
        <w:t>2.025e0</w:t>
      </w:r>
    </w:p>
    <w:p w:rsidR="00B65DC9" w:rsidRDefault="00B65DC9" w:rsidP="00B65DC9">
      <w:r>
        <w:t>196.5240</w:t>
      </w:r>
      <w:r>
        <w:tab/>
        <w:t>1.025e0</w:t>
      </w:r>
    </w:p>
    <w:p w:rsidR="00B65DC9" w:rsidRDefault="00B65DC9" w:rsidP="00B65DC9">
      <w:r>
        <w:t>196.5459</w:t>
      </w:r>
      <w:r>
        <w:tab/>
        <w:t>1.013e0</w:t>
      </w:r>
    </w:p>
    <w:p w:rsidR="00B65DC9" w:rsidRDefault="00B65DC9" w:rsidP="00B65DC9">
      <w:r>
        <w:t>196.5499</w:t>
      </w:r>
      <w:r>
        <w:tab/>
        <w:t>1.025e0</w:t>
      </w:r>
    </w:p>
    <w:p w:rsidR="00B65DC9" w:rsidRDefault="00B65DC9" w:rsidP="00B65DC9">
      <w:r>
        <w:t>196.5719</w:t>
      </w:r>
      <w:r>
        <w:tab/>
        <w:t>2.038e0</w:t>
      </w:r>
    </w:p>
    <w:p w:rsidR="00B65DC9" w:rsidRDefault="00B65DC9" w:rsidP="00B65DC9">
      <w:r>
        <w:t>196.6090</w:t>
      </w:r>
      <w:r>
        <w:tab/>
        <w:t>2.025e0</w:t>
      </w:r>
    </w:p>
    <w:p w:rsidR="00B65DC9" w:rsidRDefault="00B65DC9" w:rsidP="00B65DC9">
      <w:r>
        <w:t>196.6236</w:t>
      </w:r>
      <w:r>
        <w:tab/>
        <w:t>1.266e-2</w:t>
      </w:r>
    </w:p>
    <w:p w:rsidR="00B65DC9" w:rsidRDefault="00B65DC9" w:rsidP="00B65DC9">
      <w:r>
        <w:t>196.6312</w:t>
      </w:r>
      <w:r>
        <w:tab/>
        <w:t>1.013e0</w:t>
      </w:r>
    </w:p>
    <w:p w:rsidR="00B65DC9" w:rsidRDefault="00B65DC9" w:rsidP="00B65DC9">
      <w:r>
        <w:t>196.6503</w:t>
      </w:r>
      <w:r>
        <w:tab/>
        <w:t>3.038e0</w:t>
      </w:r>
    </w:p>
    <w:p w:rsidR="00B65DC9" w:rsidRDefault="00B65DC9" w:rsidP="00B65DC9">
      <w:r>
        <w:t>196.6614</w:t>
      </w:r>
      <w:r>
        <w:tab/>
        <w:t>1.266e-2</w:t>
      </w:r>
    </w:p>
    <w:p w:rsidR="00B65DC9" w:rsidRDefault="00B65DC9" w:rsidP="00B65DC9">
      <w:r>
        <w:t>196.6911</w:t>
      </w:r>
      <w:r>
        <w:tab/>
        <w:t>2.025e0</w:t>
      </w:r>
    </w:p>
    <w:p w:rsidR="00B65DC9" w:rsidRDefault="00B65DC9" w:rsidP="00B65DC9">
      <w:r>
        <w:t>196.7659</w:t>
      </w:r>
      <w:r>
        <w:tab/>
        <w:t>1.013e0</w:t>
      </w:r>
    </w:p>
    <w:p w:rsidR="00B65DC9" w:rsidRDefault="00B65DC9" w:rsidP="00B65DC9">
      <w:r>
        <w:t>196.7736</w:t>
      </w:r>
      <w:r>
        <w:tab/>
        <w:t>1.013e0</w:t>
      </w:r>
    </w:p>
    <w:p w:rsidR="00B65DC9" w:rsidRDefault="00B65DC9" w:rsidP="00B65DC9">
      <w:r>
        <w:lastRenderedPageBreak/>
        <w:t>196.7844</w:t>
      </w:r>
      <w:r>
        <w:tab/>
        <w:t>1.013e0</w:t>
      </w:r>
    </w:p>
    <w:p w:rsidR="00B65DC9" w:rsidRDefault="00B65DC9" w:rsidP="00B65DC9">
      <w:r>
        <w:t>196.7993</w:t>
      </w:r>
      <w:r>
        <w:tab/>
        <w:t>1.266e-2</w:t>
      </w:r>
    </w:p>
    <w:p w:rsidR="00B65DC9" w:rsidRDefault="00B65DC9" w:rsidP="00B65DC9">
      <w:r>
        <w:t>196.8771</w:t>
      </w:r>
      <w:r>
        <w:tab/>
        <w:t>2.025e0</w:t>
      </w:r>
    </w:p>
    <w:p w:rsidR="00B65DC9" w:rsidRDefault="00B65DC9" w:rsidP="00B65DC9">
      <w:r>
        <w:t>196.8961</w:t>
      </w:r>
      <w:r>
        <w:tab/>
        <w:t>1.013e0</w:t>
      </w:r>
    </w:p>
    <w:p w:rsidR="00B65DC9" w:rsidRDefault="00B65DC9" w:rsidP="00B65DC9">
      <w:r>
        <w:t>196.8999</w:t>
      </w:r>
      <w:r>
        <w:tab/>
        <w:t>1.013e0</w:t>
      </w:r>
    </w:p>
    <w:p w:rsidR="00B65DC9" w:rsidRDefault="00B65DC9" w:rsidP="00B65DC9">
      <w:r>
        <w:t>196.9357</w:t>
      </w:r>
      <w:r>
        <w:tab/>
        <w:t>2.025e0</w:t>
      </w:r>
    </w:p>
    <w:p w:rsidR="00B65DC9" w:rsidRDefault="00B65DC9" w:rsidP="00B65DC9">
      <w:r>
        <w:t>196.9378</w:t>
      </w:r>
      <w:r>
        <w:tab/>
        <w:t>1.266e-2</w:t>
      </w:r>
    </w:p>
    <w:p w:rsidR="00B65DC9" w:rsidRDefault="00B65DC9" w:rsidP="00B65DC9">
      <w:r>
        <w:t>196.9712</w:t>
      </w:r>
      <w:r>
        <w:tab/>
        <w:t>1.266e-2</w:t>
      </w:r>
    </w:p>
    <w:p w:rsidR="00B65DC9" w:rsidRDefault="00B65DC9" w:rsidP="00B65DC9">
      <w:r>
        <w:t>196.9768</w:t>
      </w:r>
      <w:r>
        <w:tab/>
        <w:t>2.025e0</w:t>
      </w:r>
    </w:p>
    <w:p w:rsidR="00B65DC9" w:rsidRDefault="00B65DC9" w:rsidP="00B65DC9">
      <w:r>
        <w:t>197.0082</w:t>
      </w:r>
      <w:r>
        <w:tab/>
        <w:t>2.025e0</w:t>
      </w:r>
    </w:p>
    <w:p w:rsidR="00B65DC9" w:rsidRDefault="00B65DC9" w:rsidP="00B65DC9">
      <w:r>
        <w:t>197.0326</w:t>
      </w:r>
      <w:r>
        <w:tab/>
        <w:t>4.051e0</w:t>
      </w:r>
    </w:p>
    <w:p w:rsidR="00B65DC9" w:rsidRDefault="00B65DC9" w:rsidP="00B65DC9">
      <w:r>
        <w:t>197.0399</w:t>
      </w:r>
      <w:r>
        <w:tab/>
        <w:t>3.038e0</w:t>
      </w:r>
    </w:p>
    <w:p w:rsidR="00B65DC9" w:rsidRDefault="00B65DC9" w:rsidP="00B65DC9">
      <w:r>
        <w:t>197.0471</w:t>
      </w:r>
      <w:r>
        <w:tab/>
        <w:t>2.025e0</w:t>
      </w:r>
    </w:p>
    <w:p w:rsidR="00B65DC9" w:rsidRDefault="00B65DC9" w:rsidP="00B65DC9">
      <w:r>
        <w:t>197.0490</w:t>
      </w:r>
      <w:r>
        <w:tab/>
        <w:t>1.025e0</w:t>
      </w:r>
    </w:p>
    <w:p w:rsidR="00B65DC9" w:rsidRDefault="00B65DC9" w:rsidP="00B65DC9">
      <w:r>
        <w:t>197.0567</w:t>
      </w:r>
      <w:r>
        <w:tab/>
        <w:t>1.266e-2</w:t>
      </w:r>
    </w:p>
    <w:p w:rsidR="00B65DC9" w:rsidRDefault="00B65DC9" w:rsidP="00B65DC9">
      <w:r>
        <w:t>197.0693</w:t>
      </w:r>
      <w:r>
        <w:tab/>
        <w:t>2.025e0</w:t>
      </w:r>
    </w:p>
    <w:p w:rsidR="00B65DC9" w:rsidRDefault="00B65DC9" w:rsidP="00B65DC9">
      <w:r>
        <w:t>197.1030</w:t>
      </w:r>
      <w:r>
        <w:tab/>
        <w:t>2.025e0</w:t>
      </w:r>
    </w:p>
    <w:p w:rsidR="00B65DC9" w:rsidRDefault="00B65DC9" w:rsidP="00B65DC9">
      <w:r>
        <w:t>197.1143</w:t>
      </w:r>
      <w:r>
        <w:tab/>
        <w:t>2.592e0</w:t>
      </w:r>
    </w:p>
    <w:p w:rsidR="00B65DC9" w:rsidRDefault="00B65DC9" w:rsidP="00B65DC9">
      <w:r>
        <w:t>197.1210</w:t>
      </w:r>
      <w:r>
        <w:tab/>
        <w:t>3.038e0</w:t>
      </w:r>
    </w:p>
    <w:p w:rsidR="00B65DC9" w:rsidRDefault="00B65DC9" w:rsidP="00B65DC9">
      <w:r>
        <w:lastRenderedPageBreak/>
        <w:t>197.1258</w:t>
      </w:r>
      <w:r>
        <w:tab/>
        <w:t>3.130e0</w:t>
      </w:r>
    </w:p>
    <w:p w:rsidR="00B65DC9" w:rsidRDefault="00B65DC9" w:rsidP="00B65DC9">
      <w:r>
        <w:t>197.1372</w:t>
      </w:r>
      <w:r>
        <w:tab/>
        <w:t>3.063e0</w:t>
      </w:r>
    </w:p>
    <w:p w:rsidR="00B65DC9" w:rsidRDefault="00B65DC9" w:rsidP="00B65DC9">
      <w:r>
        <w:t>197.2249</w:t>
      </w:r>
      <w:r>
        <w:tab/>
        <w:t>3.797e-2</w:t>
      </w:r>
    </w:p>
    <w:p w:rsidR="00B65DC9" w:rsidRDefault="00B65DC9" w:rsidP="00B65DC9">
      <w:r>
        <w:t>197.2581</w:t>
      </w:r>
      <w:r>
        <w:tab/>
        <w:t>1.013e0</w:t>
      </w:r>
    </w:p>
    <w:p w:rsidR="00B65DC9" w:rsidRDefault="00B65DC9" w:rsidP="00B65DC9">
      <w:r>
        <w:t>197.2695</w:t>
      </w:r>
      <w:r>
        <w:tab/>
        <w:t>1.266e-2</w:t>
      </w:r>
    </w:p>
    <w:p w:rsidR="00B65DC9" w:rsidRDefault="00B65DC9" w:rsidP="00B65DC9">
      <w:r>
        <w:t>197.2784</w:t>
      </w:r>
      <w:r>
        <w:tab/>
        <w:t>2.025e0</w:t>
      </w:r>
    </w:p>
    <w:p w:rsidR="00B65DC9" w:rsidRDefault="00B65DC9" w:rsidP="00B65DC9">
      <w:r>
        <w:t>197.3062</w:t>
      </w:r>
      <w:r>
        <w:tab/>
        <w:t>1.266e-2</w:t>
      </w:r>
    </w:p>
    <w:p w:rsidR="00B65DC9" w:rsidRDefault="00B65DC9" w:rsidP="00B65DC9">
      <w:r>
        <w:t>197.3666</w:t>
      </w:r>
      <w:r>
        <w:tab/>
        <w:t>1.013e0</w:t>
      </w:r>
    </w:p>
    <w:p w:rsidR="00B65DC9" w:rsidRDefault="00B65DC9" w:rsidP="00B65DC9">
      <w:r>
        <w:t>197.4080</w:t>
      </w:r>
      <w:r>
        <w:tab/>
        <w:t>1.266e-2</w:t>
      </w:r>
    </w:p>
    <w:p w:rsidR="00B65DC9" w:rsidRDefault="00B65DC9" w:rsidP="00B65DC9">
      <w:r>
        <w:t>197.4230</w:t>
      </w:r>
      <w:r>
        <w:tab/>
        <w:t>1.013e0</w:t>
      </w:r>
    </w:p>
    <w:p w:rsidR="00B65DC9" w:rsidRDefault="00B65DC9" w:rsidP="00B65DC9">
      <w:r>
        <w:t>197.4264</w:t>
      </w:r>
      <w:r>
        <w:tab/>
        <w:t>1.013e0</w:t>
      </w:r>
    </w:p>
    <w:p w:rsidR="00B65DC9" w:rsidRDefault="00B65DC9" w:rsidP="00B65DC9">
      <w:r>
        <w:t>197.4786</w:t>
      </w:r>
      <w:r>
        <w:tab/>
        <w:t>1.013e0</w:t>
      </w:r>
    </w:p>
    <w:p w:rsidR="00B65DC9" w:rsidRDefault="00B65DC9" w:rsidP="00B65DC9">
      <w:r>
        <w:t>197.5117</w:t>
      </w:r>
      <w:r>
        <w:tab/>
        <w:t>1.266e-2</w:t>
      </w:r>
    </w:p>
    <w:p w:rsidR="00B65DC9" w:rsidRDefault="00B65DC9" w:rsidP="00B65DC9">
      <w:r>
        <w:t>197.5156</w:t>
      </w:r>
      <w:r>
        <w:tab/>
        <w:t>2.025e0</w:t>
      </w:r>
    </w:p>
    <w:p w:rsidR="00B65DC9" w:rsidRDefault="00B65DC9" w:rsidP="00B65DC9">
      <w:r>
        <w:t>197.5414</w:t>
      </w:r>
      <w:r>
        <w:tab/>
        <w:t>2.025e0</w:t>
      </w:r>
    </w:p>
    <w:p w:rsidR="00B65DC9" w:rsidRDefault="00B65DC9" w:rsidP="00B65DC9">
      <w:r>
        <w:t>197.5490</w:t>
      </w:r>
      <w:r>
        <w:tab/>
        <w:t>4.063e0</w:t>
      </w:r>
    </w:p>
    <w:p w:rsidR="00B65DC9" w:rsidRDefault="00B65DC9" w:rsidP="00B65DC9">
      <w:r>
        <w:t>197.5604</w:t>
      </w:r>
      <w:r>
        <w:tab/>
        <w:t>1.013e0</w:t>
      </w:r>
    </w:p>
    <w:p w:rsidR="00B65DC9" w:rsidRDefault="00B65DC9" w:rsidP="00B65DC9">
      <w:r>
        <w:t>197.5642</w:t>
      </w:r>
      <w:r>
        <w:tab/>
        <w:t>1.266e-2</w:t>
      </w:r>
    </w:p>
    <w:p w:rsidR="00B65DC9" w:rsidRDefault="00B65DC9" w:rsidP="00B65DC9">
      <w:r>
        <w:t>197.6283</w:t>
      </w:r>
      <w:r>
        <w:tab/>
        <w:t>2.025e0</w:t>
      </w:r>
    </w:p>
    <w:p w:rsidR="00B65DC9" w:rsidRDefault="00B65DC9" w:rsidP="00B65DC9">
      <w:r>
        <w:lastRenderedPageBreak/>
        <w:t>197.6433</w:t>
      </w:r>
      <w:r>
        <w:tab/>
        <w:t>1.013e0</w:t>
      </w:r>
    </w:p>
    <w:p w:rsidR="00B65DC9" w:rsidRDefault="00B65DC9" w:rsidP="00B65DC9">
      <w:r>
        <w:t>197.6803</w:t>
      </w:r>
      <w:r>
        <w:tab/>
        <w:t>2.025e0</w:t>
      </w:r>
    </w:p>
    <w:p w:rsidR="00B65DC9" w:rsidRDefault="00B65DC9" w:rsidP="00B65DC9">
      <w:r>
        <w:t>197.6876</w:t>
      </w:r>
      <w:r>
        <w:tab/>
        <w:t>1.013e0</w:t>
      </w:r>
    </w:p>
    <w:p w:rsidR="00B65DC9" w:rsidRDefault="00B65DC9" w:rsidP="00B65DC9">
      <w:r>
        <w:t>197.7062</w:t>
      </w:r>
      <w:r>
        <w:tab/>
        <w:t>1.013e0</w:t>
      </w:r>
    </w:p>
    <w:p w:rsidR="00B65DC9" w:rsidRDefault="00B65DC9" w:rsidP="00B65DC9">
      <w:r>
        <w:t>197.7173</w:t>
      </w:r>
      <w:r>
        <w:tab/>
        <w:t>1.013e0</w:t>
      </w:r>
    </w:p>
    <w:p w:rsidR="00B65DC9" w:rsidRDefault="00B65DC9" w:rsidP="00B65DC9">
      <w:r>
        <w:t>197.7431</w:t>
      </w:r>
      <w:r>
        <w:tab/>
        <w:t>1.013e0</w:t>
      </w:r>
    </w:p>
    <w:p w:rsidR="00B65DC9" w:rsidRDefault="00B65DC9" w:rsidP="00B65DC9">
      <w:r>
        <w:t>197.7658</w:t>
      </w:r>
      <w:r>
        <w:tab/>
        <w:t>1.013e0</w:t>
      </w:r>
    </w:p>
    <w:p w:rsidR="00B65DC9" w:rsidRDefault="00B65DC9" w:rsidP="00B65DC9">
      <w:r>
        <w:t>197.8077</w:t>
      </w:r>
      <w:r>
        <w:tab/>
        <w:t>1.013e0</w:t>
      </w:r>
    </w:p>
    <w:p w:rsidR="00B65DC9" w:rsidRDefault="00B65DC9" w:rsidP="00B65DC9">
      <w:r>
        <w:t>197.8153</w:t>
      </w:r>
      <w:r>
        <w:tab/>
        <w:t>1.266e-2</w:t>
      </w:r>
    </w:p>
    <w:p w:rsidR="00B65DC9" w:rsidRDefault="00B65DC9" w:rsidP="00B65DC9">
      <w:r>
        <w:t>197.8265</w:t>
      </w:r>
      <w:r>
        <w:tab/>
        <w:t>1.266e-2</w:t>
      </w:r>
    </w:p>
    <w:p w:rsidR="00B65DC9" w:rsidRDefault="00B65DC9" w:rsidP="00B65DC9">
      <w:r>
        <w:t>197.8339</w:t>
      </w:r>
      <w:r>
        <w:tab/>
        <w:t>1.013e0</w:t>
      </w:r>
    </w:p>
    <w:p w:rsidR="00B65DC9" w:rsidRDefault="00B65DC9" w:rsidP="00B65DC9">
      <w:r>
        <w:t>197.9266</w:t>
      </w:r>
      <w:r>
        <w:tab/>
        <w:t>1.013e0</w:t>
      </w:r>
    </w:p>
    <w:p w:rsidR="00B65DC9" w:rsidRDefault="00B65DC9" w:rsidP="00B65DC9">
      <w:r>
        <w:t>197.9340</w:t>
      </w:r>
      <w:r>
        <w:tab/>
        <w:t>2.025e0</w:t>
      </w:r>
    </w:p>
    <w:p w:rsidR="00B65DC9" w:rsidRDefault="00B65DC9" w:rsidP="00B65DC9">
      <w:r>
        <w:t>197.9905</w:t>
      </w:r>
      <w:r>
        <w:tab/>
        <w:t>7.595e-2</w:t>
      </w:r>
    </w:p>
    <w:p w:rsidR="00B65DC9" w:rsidRDefault="00B65DC9" w:rsidP="00B65DC9">
      <w:r>
        <w:t>197.9930</w:t>
      </w:r>
      <w:r>
        <w:tab/>
        <w:t>2.051e0</w:t>
      </w:r>
    </w:p>
    <w:p w:rsidR="00B65DC9" w:rsidRDefault="00B65DC9" w:rsidP="00B65DC9">
      <w:r>
        <w:t>198.0095</w:t>
      </w:r>
      <w:r>
        <w:tab/>
        <w:t>2.025e0</w:t>
      </w:r>
    </w:p>
    <w:p w:rsidR="00B65DC9" w:rsidRDefault="00B65DC9" w:rsidP="00B65DC9">
      <w:r>
        <w:t>198.0361</w:t>
      </w:r>
      <w:r>
        <w:tab/>
        <w:t>1.266e-2</w:t>
      </w:r>
    </w:p>
    <w:p w:rsidR="00B65DC9" w:rsidRDefault="00B65DC9" w:rsidP="00B65DC9">
      <w:r>
        <w:t>198.0588</w:t>
      </w:r>
      <w:r>
        <w:tab/>
        <w:t>3.051e0</w:t>
      </w:r>
    </w:p>
    <w:p w:rsidR="00B65DC9" w:rsidRDefault="00B65DC9" w:rsidP="00B65DC9">
      <w:r>
        <w:t>198.0726</w:t>
      </w:r>
      <w:r>
        <w:tab/>
        <w:t>4.533e0</w:t>
      </w:r>
    </w:p>
    <w:p w:rsidR="00B65DC9" w:rsidRDefault="00B65DC9" w:rsidP="00B65DC9">
      <w:r>
        <w:lastRenderedPageBreak/>
        <w:t>198.1077</w:t>
      </w:r>
      <w:r>
        <w:tab/>
        <w:t>1.676e0</w:t>
      </w:r>
    </w:p>
    <w:p w:rsidR="00B65DC9" w:rsidRDefault="00B65DC9" w:rsidP="00B65DC9">
      <w:r>
        <w:t>198.1313</w:t>
      </w:r>
      <w:r>
        <w:tab/>
        <w:t>4.293e-1</w:t>
      </w:r>
    </w:p>
    <w:p w:rsidR="00B65DC9" w:rsidRDefault="00B65DC9" w:rsidP="00B65DC9">
      <w:r>
        <w:t>198.1374</w:t>
      </w:r>
      <w:r>
        <w:tab/>
        <w:t>1.210e0</w:t>
      </w:r>
    </w:p>
    <w:p w:rsidR="00B65DC9" w:rsidRDefault="00B65DC9" w:rsidP="00B65DC9">
      <w:r>
        <w:t>198.1452</w:t>
      </w:r>
      <w:r>
        <w:tab/>
        <w:t>1.532e0</w:t>
      </w:r>
    </w:p>
    <w:p w:rsidR="00B65DC9" w:rsidRDefault="00B65DC9" w:rsidP="00B65DC9">
      <w:r>
        <w:t>198.1602</w:t>
      </w:r>
      <w:r>
        <w:tab/>
        <w:t>2.025e0</w:t>
      </w:r>
    </w:p>
    <w:p w:rsidR="00B65DC9" w:rsidRDefault="00B65DC9" w:rsidP="00B65DC9">
      <w:r>
        <w:t>198.1621</w:t>
      </w:r>
      <w:r>
        <w:tab/>
        <w:t>2.025e0</w:t>
      </w:r>
    </w:p>
    <w:p w:rsidR="00B65DC9" w:rsidRDefault="00B65DC9" w:rsidP="00B65DC9">
      <w:r>
        <w:t>198.1657</w:t>
      </w:r>
      <w:r>
        <w:tab/>
        <w:t>1.013e0</w:t>
      </w:r>
    </w:p>
    <w:p w:rsidR="00B65DC9" w:rsidRDefault="00B65DC9" w:rsidP="00B65DC9">
      <w:r>
        <w:t>198.1809</w:t>
      </w:r>
      <w:r>
        <w:tab/>
        <w:t>1.266e-2</w:t>
      </w:r>
    </w:p>
    <w:p w:rsidR="00B65DC9" w:rsidRDefault="00B65DC9" w:rsidP="00B65DC9">
      <w:r>
        <w:t>198.1964</w:t>
      </w:r>
      <w:r>
        <w:tab/>
        <w:t>1.106e0</w:t>
      </w:r>
    </w:p>
    <w:p w:rsidR="00B65DC9" w:rsidRDefault="00B65DC9" w:rsidP="00B65DC9">
      <w:r>
        <w:t>198.1979</w:t>
      </w:r>
      <w:r>
        <w:tab/>
        <w:t>3.038e0</w:t>
      </w:r>
    </w:p>
    <w:p w:rsidR="00B65DC9" w:rsidRDefault="00B65DC9" w:rsidP="00B65DC9">
      <w:r>
        <w:t>198.2000</w:t>
      </w:r>
      <w:r>
        <w:tab/>
        <w:t>1.013e0</w:t>
      </w:r>
    </w:p>
    <w:p w:rsidR="00B65DC9" w:rsidRDefault="00B65DC9" w:rsidP="00B65DC9">
      <w:r>
        <w:t>198.2437</w:t>
      </w:r>
      <w:r>
        <w:tab/>
        <w:t>2.025e0</w:t>
      </w:r>
    </w:p>
    <w:p w:rsidR="00B65DC9" w:rsidRDefault="00B65DC9" w:rsidP="00B65DC9">
      <w:r>
        <w:t>198.2490</w:t>
      </w:r>
      <w:r>
        <w:tab/>
        <w:t>1.013e0</w:t>
      </w:r>
    </w:p>
    <w:p w:rsidR="00B65DC9" w:rsidRDefault="00B65DC9" w:rsidP="00B65DC9">
      <w:r>
        <w:t>198.2749</w:t>
      </w:r>
      <w:r>
        <w:tab/>
        <w:t>1.013e0</w:t>
      </w:r>
    </w:p>
    <w:p w:rsidR="00B65DC9" w:rsidRDefault="00B65DC9" w:rsidP="00B65DC9">
      <w:r>
        <w:t>198.2789</w:t>
      </w:r>
      <w:r>
        <w:tab/>
        <w:t>1.266e-2</w:t>
      </w:r>
    </w:p>
    <w:p w:rsidR="00B65DC9" w:rsidRDefault="00B65DC9" w:rsidP="00B65DC9">
      <w:r>
        <w:t>198.3086</w:t>
      </w:r>
      <w:r>
        <w:tab/>
        <w:t>1.013e0</w:t>
      </w:r>
    </w:p>
    <w:p w:rsidR="00B65DC9" w:rsidRDefault="00B65DC9" w:rsidP="00B65DC9">
      <w:r>
        <w:t>198.3888</w:t>
      </w:r>
      <w:r>
        <w:tab/>
        <w:t>2.025e0</w:t>
      </w:r>
    </w:p>
    <w:p w:rsidR="00B65DC9" w:rsidRDefault="00B65DC9" w:rsidP="00B65DC9">
      <w:r>
        <w:t>198.3947</w:t>
      </w:r>
      <w:r>
        <w:tab/>
        <w:t>1.013e0</w:t>
      </w:r>
    </w:p>
    <w:p w:rsidR="00B65DC9" w:rsidRDefault="00B65DC9" w:rsidP="00B65DC9">
      <w:r>
        <w:t>198.4511</w:t>
      </w:r>
      <w:r>
        <w:tab/>
        <w:t>1.266e-2</w:t>
      </w:r>
    </w:p>
    <w:p w:rsidR="00B65DC9" w:rsidRDefault="00B65DC9" w:rsidP="00B65DC9">
      <w:r>
        <w:lastRenderedPageBreak/>
        <w:t>198.4770</w:t>
      </w:r>
      <w:r>
        <w:tab/>
        <w:t>1.013e0</w:t>
      </w:r>
    </w:p>
    <w:p w:rsidR="00B65DC9" w:rsidRDefault="00B65DC9" w:rsidP="00B65DC9">
      <w:r>
        <w:t>198.4919</w:t>
      </w:r>
      <w:r>
        <w:tab/>
        <w:t>1.266e-2</w:t>
      </w:r>
    </w:p>
    <w:p w:rsidR="00B65DC9" w:rsidRDefault="00B65DC9" w:rsidP="00B65DC9">
      <w:r>
        <w:t>198.5105</w:t>
      </w:r>
      <w:r>
        <w:tab/>
        <w:t>1.013e0</w:t>
      </w:r>
    </w:p>
    <w:p w:rsidR="00B65DC9" w:rsidRDefault="00B65DC9" w:rsidP="00B65DC9">
      <w:r>
        <w:t>198.5476</w:t>
      </w:r>
      <w:r>
        <w:tab/>
        <w:t>1.266e-2</w:t>
      </w:r>
    </w:p>
    <w:p w:rsidR="00B65DC9" w:rsidRDefault="00B65DC9" w:rsidP="00B65DC9">
      <w:r>
        <w:t>198.6235</w:t>
      </w:r>
      <w:r>
        <w:tab/>
        <w:t>1.013e0</w:t>
      </w:r>
    </w:p>
    <w:p w:rsidR="00B65DC9" w:rsidRDefault="00B65DC9" w:rsidP="00B65DC9">
      <w:r>
        <w:t>198.6421</w:t>
      </w:r>
      <w:r>
        <w:tab/>
        <w:t>1.266e-2</w:t>
      </w:r>
    </w:p>
    <w:p w:rsidR="00B65DC9" w:rsidRDefault="00B65DC9" w:rsidP="00B65DC9">
      <w:r>
        <w:t>198.6718</w:t>
      </w:r>
      <w:r>
        <w:tab/>
        <w:t>1.266e-2</w:t>
      </w:r>
    </w:p>
    <w:p w:rsidR="00B65DC9" w:rsidRDefault="00B65DC9" w:rsidP="00B65DC9">
      <w:r>
        <w:t>198.7016</w:t>
      </w:r>
      <w:r>
        <w:tab/>
        <w:t>1.013e0</w:t>
      </w:r>
    </w:p>
    <w:p w:rsidR="00B65DC9" w:rsidRDefault="00B65DC9" w:rsidP="00B65DC9">
      <w:r>
        <w:t>198.7312</w:t>
      </w:r>
      <w:r>
        <w:tab/>
        <w:t>1.266e-2</w:t>
      </w:r>
    </w:p>
    <w:p w:rsidR="00B65DC9" w:rsidRDefault="00B65DC9" w:rsidP="00B65DC9">
      <w:r>
        <w:t>198.7426</w:t>
      </w:r>
      <w:r>
        <w:tab/>
        <w:t>1.266e-2</w:t>
      </w:r>
    </w:p>
    <w:p w:rsidR="00B65DC9" w:rsidRDefault="00B65DC9" w:rsidP="00B65DC9">
      <w:r>
        <w:t>198.7610</w:t>
      </w:r>
      <w:r>
        <w:tab/>
        <w:t>1.266e-2</w:t>
      </w:r>
    </w:p>
    <w:p w:rsidR="00B65DC9" w:rsidRDefault="00B65DC9" w:rsidP="00B65DC9">
      <w:r>
        <w:t>198.7957</w:t>
      </w:r>
      <w:r>
        <w:tab/>
        <w:t>1.013e0</w:t>
      </w:r>
    </w:p>
    <w:p w:rsidR="00B65DC9" w:rsidRDefault="00B65DC9" w:rsidP="00B65DC9">
      <w:r>
        <w:t>198.8222</w:t>
      </w:r>
      <w:r>
        <w:tab/>
        <w:t>1.266e-2</w:t>
      </w:r>
    </w:p>
    <w:p w:rsidR="00B65DC9" w:rsidRDefault="00B65DC9" w:rsidP="00B65DC9">
      <w:r>
        <w:t>198.8351</w:t>
      </w:r>
      <w:r>
        <w:tab/>
        <w:t>2.025e0</w:t>
      </w:r>
    </w:p>
    <w:p w:rsidR="00B65DC9" w:rsidRDefault="00B65DC9" w:rsidP="00B65DC9">
      <w:r>
        <w:t>198.8369</w:t>
      </w:r>
      <w:r>
        <w:tab/>
        <w:t>1.266e-2</w:t>
      </w:r>
    </w:p>
    <w:p w:rsidR="00B65DC9" w:rsidRDefault="00B65DC9" w:rsidP="00B65DC9">
      <w:r>
        <w:t>198.8706</w:t>
      </w:r>
      <w:r>
        <w:tab/>
        <w:t>1.013e0</w:t>
      </w:r>
    </w:p>
    <w:p w:rsidR="00B65DC9" w:rsidRDefault="00B65DC9" w:rsidP="00B65DC9">
      <w:r>
        <w:t>198.8852</w:t>
      </w:r>
      <w:r>
        <w:tab/>
        <w:t>1.266e-2</w:t>
      </w:r>
    </w:p>
    <w:p w:rsidR="00B65DC9" w:rsidRDefault="00B65DC9" w:rsidP="00B65DC9">
      <w:r>
        <w:t>198.9347</w:t>
      </w:r>
      <w:r>
        <w:tab/>
        <w:t>3.038e0</w:t>
      </w:r>
    </w:p>
    <w:p w:rsidR="00B65DC9" w:rsidRDefault="00B65DC9" w:rsidP="00B65DC9">
      <w:r>
        <w:t>198.9428</w:t>
      </w:r>
      <w:r>
        <w:tab/>
        <w:t>2.025e0</w:t>
      </w:r>
    </w:p>
    <w:p w:rsidR="00B65DC9" w:rsidRDefault="00B65DC9" w:rsidP="00B65DC9">
      <w:r>
        <w:lastRenderedPageBreak/>
        <w:t>198.9598</w:t>
      </w:r>
      <w:r>
        <w:tab/>
        <w:t>1.266e-2</w:t>
      </w:r>
    </w:p>
    <w:p w:rsidR="00B65DC9" w:rsidRDefault="00B65DC9" w:rsidP="00B65DC9">
      <w:r>
        <w:t>198.9713</w:t>
      </w:r>
      <w:r>
        <w:tab/>
        <w:t>1.013e0</w:t>
      </w:r>
    </w:p>
    <w:p w:rsidR="00B65DC9" w:rsidRDefault="00B65DC9" w:rsidP="00B65DC9">
      <w:r>
        <w:t>198.9943</w:t>
      </w:r>
      <w:r>
        <w:tab/>
        <w:t>1.266e-2</w:t>
      </w:r>
    </w:p>
    <w:p w:rsidR="00B65DC9" w:rsidRDefault="00B65DC9" w:rsidP="00B65DC9">
      <w:r>
        <w:t>199.1134</w:t>
      </w:r>
      <w:r>
        <w:tab/>
        <w:t>5.592e-1</w:t>
      </w:r>
    </w:p>
    <w:p w:rsidR="00B65DC9" w:rsidRDefault="00B65DC9" w:rsidP="00B65DC9">
      <w:r>
        <w:t>199.1180</w:t>
      </w:r>
      <w:r>
        <w:tab/>
        <w:t>2.825e0</w:t>
      </w:r>
    </w:p>
    <w:p w:rsidR="00B65DC9" w:rsidRDefault="00B65DC9" w:rsidP="00B65DC9">
      <w:r>
        <w:t>199.1414</w:t>
      </w:r>
      <w:r>
        <w:tab/>
        <w:t>3.063e0</w:t>
      </w:r>
    </w:p>
    <w:p w:rsidR="00B65DC9" w:rsidRDefault="00B65DC9" w:rsidP="00B65DC9">
      <w:r>
        <w:t>199.1426</w:t>
      </w:r>
      <w:r>
        <w:tab/>
        <w:t>2.038e0</w:t>
      </w:r>
    </w:p>
    <w:p w:rsidR="00B65DC9" w:rsidRDefault="00B65DC9" w:rsidP="00B65DC9">
      <w:r>
        <w:t>199.1591</w:t>
      </w:r>
      <w:r>
        <w:tab/>
        <w:t>1.266e-2</w:t>
      </w:r>
    </w:p>
    <w:p w:rsidR="00B65DC9" w:rsidRDefault="00B65DC9" w:rsidP="00B65DC9">
      <w:r>
        <w:t>199.1839</w:t>
      </w:r>
      <w:r>
        <w:tab/>
        <w:t>3.038e0</w:t>
      </w:r>
    </w:p>
    <w:p w:rsidR="00B65DC9" w:rsidRDefault="00B65DC9" w:rsidP="00B65DC9">
      <w:r>
        <w:t>199.2379</w:t>
      </w:r>
      <w:r>
        <w:tab/>
        <w:t>1.013e0</w:t>
      </w:r>
    </w:p>
    <w:p w:rsidR="00B65DC9" w:rsidRDefault="00B65DC9" w:rsidP="00B65DC9">
      <w:r>
        <w:t>199.2677</w:t>
      </w:r>
      <w:r>
        <w:tab/>
        <w:t>1.013e0</w:t>
      </w:r>
    </w:p>
    <w:p w:rsidR="00B65DC9" w:rsidRDefault="00B65DC9" w:rsidP="00B65DC9">
      <w:r>
        <w:t>199.2788</w:t>
      </w:r>
      <w:r>
        <w:tab/>
        <w:t>1.266e-2</w:t>
      </w:r>
    </w:p>
    <w:p w:rsidR="00B65DC9" w:rsidRDefault="00B65DC9" w:rsidP="00B65DC9">
      <w:r>
        <w:t>199.2825</w:t>
      </w:r>
      <w:r>
        <w:tab/>
        <w:t>1.013e0</w:t>
      </w:r>
    </w:p>
    <w:p w:rsidR="00B65DC9" w:rsidRDefault="00B65DC9" w:rsidP="00B65DC9">
      <w:r>
        <w:t>199.3122</w:t>
      </w:r>
      <w:r>
        <w:tab/>
        <w:t>1.013e0</w:t>
      </w:r>
    </w:p>
    <w:p w:rsidR="00B65DC9" w:rsidRDefault="00B65DC9" w:rsidP="00B65DC9">
      <w:r>
        <w:t>199.3159</w:t>
      </w:r>
      <w:r>
        <w:tab/>
        <w:t>1.013e0</w:t>
      </w:r>
    </w:p>
    <w:p w:rsidR="00B65DC9" w:rsidRDefault="00B65DC9" w:rsidP="00B65DC9">
      <w:r>
        <w:t>199.3388</w:t>
      </w:r>
      <w:r>
        <w:tab/>
        <w:t>1.013e0</w:t>
      </w:r>
    </w:p>
    <w:p w:rsidR="00B65DC9" w:rsidRDefault="00B65DC9" w:rsidP="00B65DC9">
      <w:r>
        <w:t>199.3599</w:t>
      </w:r>
      <w:r>
        <w:tab/>
        <w:t>2.025e0</w:t>
      </w:r>
    </w:p>
    <w:p w:rsidR="00B65DC9" w:rsidRDefault="00B65DC9" w:rsidP="00B65DC9">
      <w:r>
        <w:t>199.4441</w:t>
      </w:r>
      <w:r>
        <w:tab/>
        <w:t>2.025e0</w:t>
      </w:r>
    </w:p>
    <w:p w:rsidR="00B65DC9" w:rsidRDefault="00B65DC9" w:rsidP="00B65DC9">
      <w:r>
        <w:t>199.4478</w:t>
      </w:r>
      <w:r>
        <w:tab/>
        <w:t>3.038e0</w:t>
      </w:r>
    </w:p>
    <w:p w:rsidR="00B65DC9" w:rsidRDefault="00B65DC9" w:rsidP="00B65DC9">
      <w:r>
        <w:lastRenderedPageBreak/>
        <w:t>199.4794</w:t>
      </w:r>
      <w:r>
        <w:tab/>
        <w:t>2.025e0</w:t>
      </w:r>
    </w:p>
    <w:p w:rsidR="00B65DC9" w:rsidRDefault="00B65DC9" w:rsidP="00B65DC9">
      <w:r>
        <w:t>199.5457</w:t>
      </w:r>
      <w:r>
        <w:tab/>
        <w:t>1.013e0</w:t>
      </w:r>
    </w:p>
    <w:p w:rsidR="00B65DC9" w:rsidRDefault="00B65DC9" w:rsidP="00B65DC9">
      <w:r>
        <w:t>199.5496</w:t>
      </w:r>
      <w:r>
        <w:tab/>
        <w:t>1.266e-2</w:t>
      </w:r>
    </w:p>
    <w:p w:rsidR="00B65DC9" w:rsidRDefault="00B65DC9" w:rsidP="00B65DC9">
      <w:r>
        <w:t>199.5551</w:t>
      </w:r>
      <w:r>
        <w:tab/>
        <w:t>2.025e0</w:t>
      </w:r>
    </w:p>
    <w:p w:rsidR="00B65DC9" w:rsidRDefault="00B65DC9" w:rsidP="00B65DC9">
      <w:r>
        <w:t>199.5759</w:t>
      </w:r>
      <w:r>
        <w:tab/>
        <w:t>1.266e-2</w:t>
      </w:r>
    </w:p>
    <w:p w:rsidR="00B65DC9" w:rsidRDefault="00B65DC9" w:rsidP="00B65DC9">
      <w:r>
        <w:t>199.6319</w:t>
      </w:r>
      <w:r>
        <w:tab/>
        <w:t>1.025e0</w:t>
      </w:r>
    </w:p>
    <w:p w:rsidR="00B65DC9" w:rsidRDefault="00B65DC9" w:rsidP="00B65DC9">
      <w:r>
        <w:t>199.6429</w:t>
      </w:r>
      <w:r>
        <w:tab/>
        <w:t>1.266e-2</w:t>
      </w:r>
    </w:p>
    <w:p w:rsidR="00B65DC9" w:rsidRDefault="00B65DC9" w:rsidP="00B65DC9">
      <w:r>
        <w:t>199.6763</w:t>
      </w:r>
      <w:r>
        <w:tab/>
        <w:t>1.013e0</w:t>
      </w:r>
    </w:p>
    <w:p w:rsidR="00B65DC9" w:rsidRDefault="00B65DC9" w:rsidP="00B65DC9">
      <w:r>
        <w:t>199.6876</w:t>
      </w:r>
      <w:r>
        <w:tab/>
        <w:t>1.266e-2</w:t>
      </w:r>
    </w:p>
    <w:p w:rsidR="00B65DC9" w:rsidRDefault="00B65DC9" w:rsidP="00B65DC9">
      <w:r>
        <w:t>199.7636</w:t>
      </w:r>
      <w:r>
        <w:tab/>
        <w:t>1.013e0</w:t>
      </w:r>
    </w:p>
    <w:p w:rsidR="00B65DC9" w:rsidRDefault="00B65DC9" w:rsidP="00B65DC9">
      <w:r>
        <w:t>199.7971</w:t>
      </w:r>
      <w:r>
        <w:tab/>
        <w:t>1.266e-2</w:t>
      </w:r>
    </w:p>
    <w:p w:rsidR="00B65DC9" w:rsidRDefault="00B65DC9" w:rsidP="00B65DC9">
      <w:r>
        <w:t>199.8343</w:t>
      </w:r>
      <w:r>
        <w:tab/>
        <w:t>1.013e0</w:t>
      </w:r>
    </w:p>
    <w:p w:rsidR="00B65DC9" w:rsidRDefault="00B65DC9" w:rsidP="00B65DC9">
      <w:r>
        <w:t>199.8642</w:t>
      </w:r>
      <w:r>
        <w:tab/>
        <w:t>1.013e0</w:t>
      </w:r>
    </w:p>
    <w:p w:rsidR="00B65DC9" w:rsidRDefault="00B65DC9" w:rsidP="00B65DC9">
      <w:r>
        <w:t>199.8875</w:t>
      </w:r>
      <w:r>
        <w:tab/>
        <w:t>1.013e0</w:t>
      </w:r>
    </w:p>
    <w:p w:rsidR="00B65DC9" w:rsidRDefault="00B65DC9" w:rsidP="00B65DC9">
      <w:r>
        <w:t>199.8987</w:t>
      </w:r>
      <w:r>
        <w:tab/>
        <w:t>1.013e0</w:t>
      </w:r>
    </w:p>
    <w:p w:rsidR="00B65DC9" w:rsidRDefault="00B65DC9" w:rsidP="00B65DC9">
      <w:r>
        <w:t>199.9064</w:t>
      </w:r>
      <w:r>
        <w:tab/>
        <w:t>1.013e0</w:t>
      </w:r>
    </w:p>
    <w:p w:rsidR="00B65DC9" w:rsidRDefault="00B65DC9" w:rsidP="00B65DC9">
      <w:r>
        <w:t>199.9330</w:t>
      </w:r>
      <w:r>
        <w:tab/>
        <w:t>1.013e0</w:t>
      </w:r>
    </w:p>
    <w:p w:rsidR="00B65DC9" w:rsidRDefault="00B65DC9" w:rsidP="00B65DC9">
      <w:r>
        <w:t>199.9420</w:t>
      </w:r>
      <w:r>
        <w:tab/>
        <w:t>2.025e0</w:t>
      </w:r>
    </w:p>
    <w:p w:rsidR="00B65DC9" w:rsidRDefault="00B65DC9" w:rsidP="00B65DC9">
      <w:r>
        <w:t>199.9550</w:t>
      </w:r>
      <w:r>
        <w:tab/>
        <w:t>1.013e0</w:t>
      </w:r>
    </w:p>
    <w:p w:rsidR="00B65DC9" w:rsidRDefault="00B65DC9" w:rsidP="00B65DC9">
      <w:r>
        <w:lastRenderedPageBreak/>
        <w:t>200.0361</w:t>
      </w:r>
      <w:r>
        <w:tab/>
        <w:t>3.038e0</w:t>
      </w:r>
    </w:p>
    <w:p w:rsidR="00B65DC9" w:rsidRDefault="00B65DC9" w:rsidP="00B65DC9">
      <w:r>
        <w:t>200.0755</w:t>
      </w:r>
      <w:r>
        <w:tab/>
        <w:t>1.025e0</w:t>
      </w:r>
    </w:p>
    <w:p w:rsidR="00B65DC9" w:rsidRDefault="00B65DC9" w:rsidP="00B65DC9">
      <w:r>
        <w:t>200.0915</w:t>
      </w:r>
      <w:r>
        <w:tab/>
        <w:t>2.089e0</w:t>
      </w:r>
    </w:p>
    <w:p w:rsidR="00B65DC9" w:rsidRDefault="00B65DC9" w:rsidP="00B65DC9">
      <w:r>
        <w:t>200.1108</w:t>
      </w:r>
      <w:r>
        <w:tab/>
        <w:t>4.051e0</w:t>
      </w:r>
    </w:p>
    <w:p w:rsidR="00B65DC9" w:rsidRDefault="00B65DC9" w:rsidP="00B65DC9">
      <w:r>
        <w:t>200.1205</w:t>
      </w:r>
      <w:r>
        <w:tab/>
        <w:t>1.929e0</w:t>
      </w:r>
    </w:p>
    <w:p w:rsidR="00B65DC9" w:rsidRDefault="00B65DC9" w:rsidP="00B65DC9">
      <w:r>
        <w:t>200.1280</w:t>
      </w:r>
      <w:r>
        <w:tab/>
        <w:t>2.025e0</w:t>
      </w:r>
    </w:p>
    <w:p w:rsidR="00B65DC9" w:rsidRDefault="00B65DC9" w:rsidP="00B65DC9">
      <w:r>
        <w:t>200.1408</w:t>
      </w:r>
      <w:r>
        <w:tab/>
        <w:t>1.001e1</w:t>
      </w:r>
    </w:p>
    <w:p w:rsidR="00B65DC9" w:rsidRDefault="00B65DC9" w:rsidP="00B65DC9">
      <w:r>
        <w:t>200.1804</w:t>
      </w:r>
      <w:r>
        <w:tab/>
        <w:t>2.025e0</w:t>
      </w:r>
    </w:p>
    <w:p w:rsidR="00B65DC9" w:rsidRDefault="00B65DC9" w:rsidP="00B65DC9">
      <w:r>
        <w:t>200.2025</w:t>
      </w:r>
      <w:r>
        <w:tab/>
        <w:t>2.038e0</w:t>
      </w:r>
    </w:p>
    <w:p w:rsidR="00B65DC9" w:rsidRDefault="00B65DC9" w:rsidP="00B65DC9">
      <w:r>
        <w:t>200.2330</w:t>
      </w:r>
      <w:r>
        <w:tab/>
        <w:t>1.013e0</w:t>
      </w:r>
    </w:p>
    <w:p w:rsidR="00B65DC9" w:rsidRDefault="00B65DC9" w:rsidP="00B65DC9">
      <w:r>
        <w:t>200.2446</w:t>
      </w:r>
      <w:r>
        <w:tab/>
        <w:t>2.532e-2</w:t>
      </w:r>
    </w:p>
    <w:p w:rsidR="00B65DC9" w:rsidRDefault="00B65DC9" w:rsidP="00B65DC9">
      <w:r>
        <w:t>200.2826</w:t>
      </w:r>
      <w:r>
        <w:tab/>
        <w:t>1.266e-2</w:t>
      </w:r>
    </w:p>
    <w:p w:rsidR="00B65DC9" w:rsidRDefault="00B65DC9" w:rsidP="00B65DC9">
      <w:r>
        <w:t>200.2898</w:t>
      </w:r>
      <w:r>
        <w:tab/>
        <w:t>1.013e0</w:t>
      </w:r>
    </w:p>
    <w:p w:rsidR="00B65DC9" w:rsidRDefault="00B65DC9" w:rsidP="00B65DC9">
      <w:r>
        <w:t>200.3419</w:t>
      </w:r>
      <w:r>
        <w:tab/>
        <w:t>1.013e0</w:t>
      </w:r>
    </w:p>
    <w:p w:rsidR="00B65DC9" w:rsidRDefault="00B65DC9" w:rsidP="00B65DC9">
      <w:r>
        <w:t>200.3792</w:t>
      </w:r>
      <w:r>
        <w:tab/>
        <w:t>1.013e0</w:t>
      </w:r>
    </w:p>
    <w:p w:rsidR="00B65DC9" w:rsidRDefault="00B65DC9" w:rsidP="00B65DC9">
      <w:r>
        <w:t>200.4023</w:t>
      </w:r>
      <w:r>
        <w:tab/>
        <w:t>2.025e0</w:t>
      </w:r>
    </w:p>
    <w:p w:rsidR="00B65DC9" w:rsidRDefault="00B65DC9" w:rsidP="00B65DC9">
      <w:r>
        <w:t>200.4061</w:t>
      </w:r>
      <w:r>
        <w:tab/>
        <w:t>1.013e0</w:t>
      </w:r>
    </w:p>
    <w:p w:rsidR="00B65DC9" w:rsidRDefault="00B65DC9" w:rsidP="00B65DC9">
      <w:r>
        <w:t>200.4290</w:t>
      </w:r>
      <w:r>
        <w:tab/>
        <w:t>2.532e-2</w:t>
      </w:r>
    </w:p>
    <w:p w:rsidR="00B65DC9" w:rsidRDefault="00B65DC9" w:rsidP="00B65DC9">
      <w:r>
        <w:t>200.4851</w:t>
      </w:r>
      <w:r>
        <w:tab/>
        <w:t>2.025e0</w:t>
      </w:r>
    </w:p>
    <w:p w:rsidR="00B65DC9" w:rsidRDefault="00B65DC9" w:rsidP="00B65DC9">
      <w:r>
        <w:lastRenderedPageBreak/>
        <w:t>200.5187</w:t>
      </w:r>
      <w:r>
        <w:tab/>
        <w:t>2.025e0</w:t>
      </w:r>
    </w:p>
    <w:p w:rsidR="00B65DC9" w:rsidRDefault="00B65DC9" w:rsidP="00B65DC9">
      <w:r>
        <w:t>200.5372</w:t>
      </w:r>
      <w:r>
        <w:tab/>
        <w:t>2.532e-2</w:t>
      </w:r>
    </w:p>
    <w:p w:rsidR="00B65DC9" w:rsidRDefault="00B65DC9" w:rsidP="00B65DC9">
      <w:r>
        <w:t>200.5853</w:t>
      </w:r>
      <w:r>
        <w:tab/>
        <w:t>2.025e0</w:t>
      </w:r>
    </w:p>
    <w:p w:rsidR="00B65DC9" w:rsidRDefault="00B65DC9" w:rsidP="00B65DC9">
      <w:r>
        <w:t>200.6545</w:t>
      </w:r>
      <w:r>
        <w:tab/>
        <w:t>2.025e0</w:t>
      </w:r>
    </w:p>
    <w:p w:rsidR="00B65DC9" w:rsidRDefault="00B65DC9" w:rsidP="00B65DC9">
      <w:r>
        <w:t>200.6920</w:t>
      </w:r>
      <w:r>
        <w:tab/>
        <w:t>1.013e0</w:t>
      </w:r>
    </w:p>
    <w:p w:rsidR="00B65DC9" w:rsidRDefault="00B65DC9" w:rsidP="00B65DC9">
      <w:r>
        <w:t>200.7066</w:t>
      </w:r>
      <w:r>
        <w:tab/>
        <w:t>1.266e-2</w:t>
      </w:r>
    </w:p>
    <w:p w:rsidR="00B65DC9" w:rsidRDefault="00B65DC9" w:rsidP="00B65DC9">
      <w:r>
        <w:t>200.7414</w:t>
      </w:r>
      <w:r>
        <w:tab/>
        <w:t>2.025e0</w:t>
      </w:r>
    </w:p>
    <w:p w:rsidR="00B65DC9" w:rsidRDefault="00B65DC9" w:rsidP="00B65DC9">
      <w:r>
        <w:t>200.7643</w:t>
      </w:r>
      <w:r>
        <w:tab/>
        <w:t>1.266e-2</w:t>
      </w:r>
    </w:p>
    <w:p w:rsidR="00B65DC9" w:rsidRDefault="00B65DC9" w:rsidP="00B65DC9">
      <w:r>
        <w:t>200.7758</w:t>
      </w:r>
      <w:r>
        <w:tab/>
        <w:t>1.013e0</w:t>
      </w:r>
    </w:p>
    <w:p w:rsidR="00B65DC9" w:rsidRDefault="00B65DC9" w:rsidP="00B65DC9">
      <w:r>
        <w:t>200.7866</w:t>
      </w:r>
      <w:r>
        <w:tab/>
        <w:t>1.266e-2</w:t>
      </w:r>
    </w:p>
    <w:p w:rsidR="00B65DC9" w:rsidRDefault="00B65DC9" w:rsidP="00B65DC9">
      <w:r>
        <w:t>200.7978</w:t>
      </w:r>
      <w:r>
        <w:tab/>
        <w:t>1.266e-2</w:t>
      </w:r>
    </w:p>
    <w:p w:rsidR="00B65DC9" w:rsidRDefault="00B65DC9" w:rsidP="00B65DC9">
      <w:r>
        <w:t>200.8015</w:t>
      </w:r>
      <w:r>
        <w:tab/>
        <w:t>1.013e0</w:t>
      </w:r>
    </w:p>
    <w:p w:rsidR="00B65DC9" w:rsidRDefault="00B65DC9" w:rsidP="00B65DC9">
      <w:r>
        <w:t>200.8090</w:t>
      </w:r>
      <w:r>
        <w:tab/>
        <w:t>1.266e-2</w:t>
      </w:r>
    </w:p>
    <w:p w:rsidR="00B65DC9" w:rsidRDefault="00B65DC9" w:rsidP="00B65DC9">
      <w:r>
        <w:t>200.8242</w:t>
      </w:r>
      <w:r>
        <w:tab/>
        <w:t>1.013e0</w:t>
      </w:r>
    </w:p>
    <w:p w:rsidR="00B65DC9" w:rsidRDefault="00B65DC9" w:rsidP="00B65DC9">
      <w:r>
        <w:t>200.8314</w:t>
      </w:r>
      <w:r>
        <w:tab/>
        <w:t>1.266e-2</w:t>
      </w:r>
    </w:p>
    <w:p w:rsidR="00B65DC9" w:rsidRDefault="00B65DC9" w:rsidP="00B65DC9">
      <w:r>
        <w:t>200.8723</w:t>
      </w:r>
      <w:r>
        <w:tab/>
        <w:t>1.013e0</w:t>
      </w:r>
    </w:p>
    <w:p w:rsidR="00B65DC9" w:rsidRDefault="00B65DC9" w:rsidP="00B65DC9">
      <w:r>
        <w:t>200.9338</w:t>
      </w:r>
      <w:r>
        <w:tab/>
        <w:t>1.013e0</w:t>
      </w:r>
    </w:p>
    <w:p w:rsidR="00B65DC9" w:rsidRDefault="00B65DC9" w:rsidP="00B65DC9">
      <w:r>
        <w:t>200.9412</w:t>
      </w:r>
      <w:r>
        <w:tab/>
        <w:t>1.266e-2</w:t>
      </w:r>
    </w:p>
    <w:p w:rsidR="00B65DC9" w:rsidRDefault="00B65DC9" w:rsidP="00B65DC9">
      <w:r>
        <w:t>200.9729</w:t>
      </w:r>
      <w:r>
        <w:tab/>
        <w:t>2.025e0</w:t>
      </w:r>
    </w:p>
    <w:p w:rsidR="00B65DC9" w:rsidRDefault="00B65DC9" w:rsidP="00B65DC9">
      <w:r>
        <w:lastRenderedPageBreak/>
        <w:t>200.9822</w:t>
      </w:r>
      <w:r>
        <w:tab/>
        <w:t>2.025e0</w:t>
      </w:r>
    </w:p>
    <w:p w:rsidR="00B65DC9" w:rsidRDefault="00B65DC9" w:rsidP="00B65DC9">
      <w:r>
        <w:t>200.9949</w:t>
      </w:r>
      <w:r>
        <w:tab/>
        <w:t>1.051e0</w:t>
      </w:r>
    </w:p>
    <w:p w:rsidR="00B65DC9" w:rsidRDefault="00B65DC9" w:rsidP="00B65DC9">
      <w:r>
        <w:t>200.9971</w:t>
      </w:r>
      <w:r>
        <w:tab/>
        <w:t>1.025e0</w:t>
      </w:r>
    </w:p>
    <w:p w:rsidR="00B65DC9" w:rsidRDefault="00B65DC9" w:rsidP="00B65DC9">
      <w:r>
        <w:t>201.0287</w:t>
      </w:r>
      <w:r>
        <w:tab/>
        <w:t>2.025e0</w:t>
      </w:r>
    </w:p>
    <w:p w:rsidR="00B65DC9" w:rsidRDefault="00B65DC9" w:rsidP="00B65DC9">
      <w:r>
        <w:t>201.0497</w:t>
      </w:r>
      <w:r>
        <w:tab/>
        <w:t>2.532e-2</w:t>
      </w:r>
    </w:p>
    <w:p w:rsidR="00B65DC9" w:rsidRDefault="00B65DC9" w:rsidP="00B65DC9">
      <w:r>
        <w:t>201.0627</w:t>
      </w:r>
      <w:r>
        <w:tab/>
        <w:t>3.038e0</w:t>
      </w:r>
    </w:p>
    <w:p w:rsidR="00B65DC9" w:rsidRDefault="00B65DC9" w:rsidP="00B65DC9">
      <w:r>
        <w:t>201.0686</w:t>
      </w:r>
      <w:r>
        <w:tab/>
        <w:t>1.025e0</w:t>
      </w:r>
    </w:p>
    <w:p w:rsidR="00B65DC9" w:rsidRDefault="00B65DC9" w:rsidP="00B65DC9">
      <w:r>
        <w:t>201.1072</w:t>
      </w:r>
      <w:r>
        <w:tab/>
        <w:t>1.013e0</w:t>
      </w:r>
    </w:p>
    <w:p w:rsidR="00B65DC9" w:rsidRDefault="00B65DC9" w:rsidP="00B65DC9">
      <w:r>
        <w:t>201.1353</w:t>
      </w:r>
      <w:r>
        <w:tab/>
        <w:t>2.810e-1</w:t>
      </w:r>
    </w:p>
    <w:p w:rsidR="00B65DC9" w:rsidRDefault="00B65DC9" w:rsidP="00B65DC9">
      <w:r>
        <w:t>201.1369</w:t>
      </w:r>
      <w:r>
        <w:tab/>
        <w:t>3.038e0</w:t>
      </w:r>
    </w:p>
    <w:p w:rsidR="00B65DC9" w:rsidRDefault="00B65DC9" w:rsidP="00B65DC9">
      <w:r>
        <w:t>201.1631</w:t>
      </w:r>
      <w:r>
        <w:tab/>
        <w:t>1.025e0</w:t>
      </w:r>
    </w:p>
    <w:p w:rsidR="00B65DC9" w:rsidRDefault="00B65DC9" w:rsidP="00B65DC9">
      <w:r>
        <w:t>201.1690</w:t>
      </w:r>
      <w:r>
        <w:tab/>
        <w:t>4.051e0</w:t>
      </w:r>
    </w:p>
    <w:p w:rsidR="00B65DC9" w:rsidRDefault="00B65DC9" w:rsidP="00B65DC9">
      <w:r>
        <w:t>201.2041</w:t>
      </w:r>
      <w:r>
        <w:tab/>
        <w:t>1.025e0</w:t>
      </w:r>
    </w:p>
    <w:p w:rsidR="00B65DC9" w:rsidRDefault="00B65DC9" w:rsidP="00B65DC9">
      <w:r>
        <w:t>201.2079</w:t>
      </w:r>
      <w:r>
        <w:tab/>
        <w:t>1.266e-2</w:t>
      </w:r>
    </w:p>
    <w:p w:rsidR="00B65DC9" w:rsidRDefault="00B65DC9" w:rsidP="00B65DC9">
      <w:r>
        <w:t>201.2233</w:t>
      </w:r>
      <w:r>
        <w:tab/>
        <w:t>1.266e-2</w:t>
      </w:r>
    </w:p>
    <w:p w:rsidR="00B65DC9" w:rsidRDefault="00B65DC9" w:rsidP="00B65DC9">
      <w:r>
        <w:t>201.2465</w:t>
      </w:r>
      <w:r>
        <w:tab/>
        <w:t>1.013e0</w:t>
      </w:r>
    </w:p>
    <w:p w:rsidR="00B65DC9" w:rsidRDefault="00B65DC9" w:rsidP="00B65DC9">
      <w:r>
        <w:t>201.2727</w:t>
      </w:r>
      <w:r>
        <w:tab/>
        <w:t>2.025e0</w:t>
      </w:r>
    </w:p>
    <w:p w:rsidR="00B65DC9" w:rsidRDefault="00B65DC9" w:rsidP="00B65DC9">
      <w:r>
        <w:t>201.3212</w:t>
      </w:r>
      <w:r>
        <w:tab/>
        <w:t>1.266e-2</w:t>
      </w:r>
    </w:p>
    <w:p w:rsidR="00B65DC9" w:rsidRDefault="00B65DC9" w:rsidP="00B65DC9">
      <w:r>
        <w:t>201.3764</w:t>
      </w:r>
      <w:r>
        <w:tab/>
        <w:t>2.025e0</w:t>
      </w:r>
    </w:p>
    <w:p w:rsidR="00B65DC9" w:rsidRDefault="00B65DC9" w:rsidP="00B65DC9">
      <w:r>
        <w:lastRenderedPageBreak/>
        <w:t>201.3894</w:t>
      </w:r>
      <w:r>
        <w:tab/>
        <w:t>1.013e0</w:t>
      </w:r>
    </w:p>
    <w:p w:rsidR="00B65DC9" w:rsidRDefault="00B65DC9" w:rsidP="00B65DC9">
      <w:r>
        <w:t>201.3933</w:t>
      </w:r>
      <w:r>
        <w:tab/>
        <w:t>1.013e0</w:t>
      </w:r>
    </w:p>
    <w:p w:rsidR="00B65DC9" w:rsidRDefault="00B65DC9" w:rsidP="00B65DC9">
      <w:r>
        <w:t>201.4200</w:t>
      </w:r>
      <w:r>
        <w:tab/>
        <w:t>1.013e0</w:t>
      </w:r>
    </w:p>
    <w:p w:rsidR="00B65DC9" w:rsidRDefault="00B65DC9" w:rsidP="00B65DC9">
      <w:r>
        <w:t>201.4647</w:t>
      </w:r>
      <w:r>
        <w:tab/>
        <w:t>2.025e0</w:t>
      </w:r>
    </w:p>
    <w:p w:rsidR="00B65DC9" w:rsidRDefault="00B65DC9" w:rsidP="00B65DC9">
      <w:r>
        <w:t>201.4908</w:t>
      </w:r>
      <w:r>
        <w:tab/>
        <w:t>1.013e0</w:t>
      </w:r>
    </w:p>
    <w:p w:rsidR="00B65DC9" w:rsidRDefault="00B65DC9" w:rsidP="00B65DC9">
      <w:r>
        <w:t>201.4945</w:t>
      </w:r>
      <w:r>
        <w:tab/>
        <w:t>1.266e-2</w:t>
      </w:r>
    </w:p>
    <w:p w:rsidR="00B65DC9" w:rsidRDefault="00B65DC9" w:rsidP="00B65DC9">
      <w:r>
        <w:t>201.5249</w:t>
      </w:r>
      <w:r>
        <w:tab/>
        <w:t>1.266e-2</w:t>
      </w:r>
    </w:p>
    <w:p w:rsidR="00B65DC9" w:rsidRDefault="00B65DC9" w:rsidP="00B65DC9">
      <w:r>
        <w:t>201.5324</w:t>
      </w:r>
      <w:r>
        <w:tab/>
        <w:t>1.266e-2</w:t>
      </w:r>
    </w:p>
    <w:p w:rsidR="00B65DC9" w:rsidRDefault="00B65DC9" w:rsidP="00B65DC9">
      <w:r>
        <w:t>201.5551</w:t>
      </w:r>
      <w:r>
        <w:tab/>
        <w:t>2.025e0</w:t>
      </w:r>
    </w:p>
    <w:p w:rsidR="00B65DC9" w:rsidRDefault="00B65DC9" w:rsidP="00B65DC9">
      <w:r>
        <w:t>201.5710</w:t>
      </w:r>
      <w:r>
        <w:tab/>
        <w:t>1.266e-2</w:t>
      </w:r>
    </w:p>
    <w:p w:rsidR="00B65DC9" w:rsidRDefault="00B65DC9" w:rsidP="00B65DC9">
      <w:r>
        <w:t>201.6194</w:t>
      </w:r>
      <w:r>
        <w:tab/>
        <w:t>1.013e0</w:t>
      </w:r>
    </w:p>
    <w:p w:rsidR="00B65DC9" w:rsidRDefault="00B65DC9" w:rsidP="00B65DC9">
      <w:r>
        <w:t>201.6344</w:t>
      </w:r>
      <w:r>
        <w:tab/>
        <w:t>1.025e0</w:t>
      </w:r>
    </w:p>
    <w:p w:rsidR="00B65DC9" w:rsidRDefault="00B65DC9" w:rsidP="00B65DC9">
      <w:r>
        <w:t>201.6681</w:t>
      </w:r>
      <w:r>
        <w:tab/>
        <w:t>1.013e0</w:t>
      </w:r>
    </w:p>
    <w:p w:rsidR="00B65DC9" w:rsidRDefault="00B65DC9" w:rsidP="00B65DC9">
      <w:r>
        <w:t>201.6708</w:t>
      </w:r>
      <w:r>
        <w:tab/>
        <w:t>2.038e0</w:t>
      </w:r>
    </w:p>
    <w:p w:rsidR="00B65DC9" w:rsidRDefault="00B65DC9" w:rsidP="00B65DC9">
      <w:r>
        <w:t>201.7181</w:t>
      </w:r>
      <w:r>
        <w:tab/>
        <w:t>1.013e0</w:t>
      </w:r>
    </w:p>
    <w:p w:rsidR="00B65DC9" w:rsidRDefault="00B65DC9" w:rsidP="00B65DC9">
      <w:r>
        <w:t>201.7443</w:t>
      </w:r>
      <w:r>
        <w:tab/>
        <w:t>1.266e-2</w:t>
      </w:r>
    </w:p>
    <w:p w:rsidR="00B65DC9" w:rsidRDefault="00B65DC9" w:rsidP="00B65DC9">
      <w:r>
        <w:t>201.7554</w:t>
      </w:r>
      <w:r>
        <w:tab/>
        <w:t>1.013e0</w:t>
      </w:r>
    </w:p>
    <w:p w:rsidR="00B65DC9" w:rsidRDefault="00B65DC9" w:rsidP="00B65DC9">
      <w:r>
        <w:t>201.7779</w:t>
      </w:r>
      <w:r>
        <w:tab/>
        <w:t>1.013e0</w:t>
      </w:r>
    </w:p>
    <w:p w:rsidR="00B65DC9" w:rsidRDefault="00B65DC9" w:rsidP="00B65DC9">
      <w:r>
        <w:t>201.8264</w:t>
      </w:r>
      <w:r>
        <w:tab/>
        <w:t>2.025e0</w:t>
      </w:r>
    </w:p>
    <w:p w:rsidR="00B65DC9" w:rsidRDefault="00B65DC9" w:rsidP="00B65DC9">
      <w:r>
        <w:lastRenderedPageBreak/>
        <w:t>201.8342</w:t>
      </w:r>
      <w:r>
        <w:tab/>
        <w:t>1.266e-2</w:t>
      </w:r>
    </w:p>
    <w:p w:rsidR="00B65DC9" w:rsidRDefault="00B65DC9" w:rsidP="00B65DC9">
      <w:r>
        <w:t>201.8422</w:t>
      </w:r>
      <w:r>
        <w:tab/>
        <w:t>1.266e-2</w:t>
      </w:r>
    </w:p>
    <w:p w:rsidR="00B65DC9" w:rsidRDefault="00B65DC9" w:rsidP="00B65DC9">
      <w:r>
        <w:t>201.9738</w:t>
      </w:r>
      <w:r>
        <w:tab/>
        <w:t>2.532e-2</w:t>
      </w:r>
    </w:p>
    <w:p w:rsidR="00B65DC9" w:rsidRDefault="00B65DC9" w:rsidP="00B65DC9">
      <w:r>
        <w:t>201.9852</w:t>
      </w:r>
      <w:r>
        <w:tab/>
        <w:t>2.025e0</w:t>
      </w:r>
    </w:p>
    <w:p w:rsidR="00B65DC9" w:rsidRDefault="00B65DC9" w:rsidP="00B65DC9">
      <w:r>
        <w:t>201.9932</w:t>
      </w:r>
      <w:r>
        <w:tab/>
        <w:t>1.038e0</w:t>
      </w:r>
    </w:p>
    <w:p w:rsidR="00B65DC9" w:rsidRDefault="00B65DC9" w:rsidP="00B65DC9">
      <w:r>
        <w:t>202.0278</w:t>
      </w:r>
      <w:r>
        <w:tab/>
        <w:t>1.266e-2</w:t>
      </w:r>
    </w:p>
    <w:p w:rsidR="00B65DC9" w:rsidRDefault="00B65DC9" w:rsidP="00B65DC9">
      <w:r>
        <w:t>202.0339</w:t>
      </w:r>
      <w:r>
        <w:tab/>
        <w:t>4.051e0</w:t>
      </w:r>
    </w:p>
    <w:p w:rsidR="00B65DC9" w:rsidRDefault="00B65DC9" w:rsidP="00B65DC9">
      <w:r>
        <w:t>202.0390</w:t>
      </w:r>
      <w:r>
        <w:tab/>
        <w:t>2.025e0</w:t>
      </w:r>
    </w:p>
    <w:p w:rsidR="00B65DC9" w:rsidRDefault="00B65DC9" w:rsidP="00B65DC9">
      <w:r>
        <w:t>202.0504</w:t>
      </w:r>
      <w:r>
        <w:tab/>
        <w:t>1.013e0</w:t>
      </w:r>
    </w:p>
    <w:p w:rsidR="00B65DC9" w:rsidRDefault="00B65DC9" w:rsidP="00B65DC9">
      <w:r>
        <w:t>202.0950</w:t>
      </w:r>
      <w:r>
        <w:tab/>
        <w:t>1.013e0</w:t>
      </w:r>
    </w:p>
    <w:p w:rsidR="00B65DC9" w:rsidRDefault="00B65DC9" w:rsidP="00B65DC9">
      <w:r>
        <w:t>202.0990</w:t>
      </w:r>
      <w:r>
        <w:tab/>
        <w:t>2.025e0</w:t>
      </w:r>
    </w:p>
    <w:p w:rsidR="00B65DC9" w:rsidRDefault="00B65DC9" w:rsidP="00B65DC9">
      <w:r>
        <w:t>202.1365</w:t>
      </w:r>
      <w:r>
        <w:tab/>
        <w:t>1.433e0</w:t>
      </w:r>
    </w:p>
    <w:p w:rsidR="00B65DC9" w:rsidRDefault="00B65DC9" w:rsidP="00B65DC9">
      <w:r>
        <w:t>202.1672</w:t>
      </w:r>
      <w:r>
        <w:tab/>
        <w:t>9.088e-1</w:t>
      </w:r>
    </w:p>
    <w:p w:rsidR="00B65DC9" w:rsidRDefault="00B65DC9" w:rsidP="00B65DC9">
      <w:r>
        <w:t>202.1751</w:t>
      </w:r>
      <w:r>
        <w:tab/>
        <w:t>1.013e0</w:t>
      </w:r>
    </w:p>
    <w:p w:rsidR="00B65DC9" w:rsidRDefault="00B65DC9" w:rsidP="00B65DC9">
      <w:r>
        <w:t>202.1768</w:t>
      </w:r>
      <w:r>
        <w:tab/>
        <w:t>2.532e-2</w:t>
      </w:r>
    </w:p>
    <w:p w:rsidR="00B65DC9" w:rsidRDefault="00B65DC9" w:rsidP="00B65DC9">
      <w:r>
        <w:t>202.1864</w:t>
      </w:r>
      <w:r>
        <w:tab/>
        <w:t>1.025e0</w:t>
      </w:r>
    </w:p>
    <w:p w:rsidR="00B65DC9" w:rsidRDefault="00B65DC9" w:rsidP="00B65DC9">
      <w:r>
        <w:t>202.2063</w:t>
      </w:r>
      <w:r>
        <w:tab/>
        <w:t>3.038e0</w:t>
      </w:r>
    </w:p>
    <w:p w:rsidR="00B65DC9" w:rsidRDefault="00B65DC9" w:rsidP="00B65DC9">
      <w:r>
        <w:t>202.2087</w:t>
      </w:r>
      <w:r>
        <w:tab/>
        <w:t>1.266e-2</w:t>
      </w:r>
    </w:p>
    <w:p w:rsidR="00B65DC9" w:rsidRDefault="00B65DC9" w:rsidP="00B65DC9">
      <w:r>
        <w:t>202.2247</w:t>
      </w:r>
      <w:r>
        <w:tab/>
        <w:t>3.038e0</w:t>
      </w:r>
    </w:p>
    <w:p w:rsidR="00B65DC9" w:rsidRDefault="00B65DC9" w:rsidP="00B65DC9">
      <w:r>
        <w:lastRenderedPageBreak/>
        <w:t>202.2685</w:t>
      </w:r>
      <w:r>
        <w:tab/>
        <w:t>1.013e0</w:t>
      </w:r>
    </w:p>
    <w:p w:rsidR="00B65DC9" w:rsidRDefault="00B65DC9" w:rsidP="00B65DC9">
      <w:r>
        <w:t>202.2975</w:t>
      </w:r>
      <w:r>
        <w:tab/>
        <w:t>2.025e0</w:t>
      </w:r>
    </w:p>
    <w:p w:rsidR="00B65DC9" w:rsidRDefault="00B65DC9" w:rsidP="00B65DC9">
      <w:r>
        <w:t>202.3303</w:t>
      </w:r>
      <w:r>
        <w:tab/>
        <w:t>2.025e0</w:t>
      </w:r>
    </w:p>
    <w:p w:rsidR="00B65DC9" w:rsidRDefault="00B65DC9" w:rsidP="00B65DC9">
      <w:r>
        <w:t>202.3524</w:t>
      </w:r>
      <w:r>
        <w:tab/>
        <w:t>1.013e0</w:t>
      </w:r>
    </w:p>
    <w:p w:rsidR="00B65DC9" w:rsidRDefault="00B65DC9" w:rsidP="00B65DC9">
      <w:r>
        <w:t>202.4048</w:t>
      </w:r>
      <w:r>
        <w:tab/>
        <w:t>1.266e-2</w:t>
      </w:r>
    </w:p>
    <w:p w:rsidR="00B65DC9" w:rsidRDefault="00B65DC9" w:rsidP="00B65DC9">
      <w:r>
        <w:t>202.4350</w:t>
      </w:r>
      <w:r>
        <w:tab/>
        <w:t>1.266e-2</w:t>
      </w:r>
    </w:p>
    <w:p w:rsidR="00B65DC9" w:rsidRDefault="00B65DC9" w:rsidP="00B65DC9">
      <w:r>
        <w:t>202.4389</w:t>
      </w:r>
      <w:r>
        <w:tab/>
        <w:t>1.013e0</w:t>
      </w:r>
    </w:p>
    <w:p w:rsidR="00B65DC9" w:rsidRDefault="00B65DC9" w:rsidP="00B65DC9">
      <w:r>
        <w:t>202.4699</w:t>
      </w:r>
      <w:r>
        <w:tab/>
        <w:t>1.013e0</w:t>
      </w:r>
    </w:p>
    <w:p w:rsidR="00B65DC9" w:rsidRDefault="00B65DC9" w:rsidP="00B65DC9">
      <w:r>
        <w:t>202.4887</w:t>
      </w:r>
      <w:r>
        <w:tab/>
        <w:t>1.013e0</w:t>
      </w:r>
    </w:p>
    <w:p w:rsidR="00B65DC9" w:rsidRDefault="00B65DC9" w:rsidP="00B65DC9">
      <w:r>
        <w:t>202.5336</w:t>
      </w:r>
      <w:r>
        <w:tab/>
        <w:t>1.266e-2</w:t>
      </w:r>
    </w:p>
    <w:p w:rsidR="00B65DC9" w:rsidRDefault="00B65DC9" w:rsidP="00B65DC9">
      <w:r>
        <w:t>202.5560</w:t>
      </w:r>
      <w:r>
        <w:tab/>
        <w:t>1.013e0</w:t>
      </w:r>
    </w:p>
    <w:p w:rsidR="00B65DC9" w:rsidRDefault="00B65DC9" w:rsidP="00B65DC9">
      <w:r>
        <w:t>202.6175</w:t>
      </w:r>
      <w:r>
        <w:tab/>
        <w:t>1.013e0</w:t>
      </w:r>
    </w:p>
    <w:p w:rsidR="00B65DC9" w:rsidRDefault="00B65DC9" w:rsidP="00B65DC9">
      <w:r>
        <w:t>202.6251</w:t>
      </w:r>
      <w:r>
        <w:tab/>
        <w:t>1.025e0</w:t>
      </w:r>
    </w:p>
    <w:p w:rsidR="00B65DC9" w:rsidRDefault="00B65DC9" w:rsidP="00B65DC9">
      <w:r>
        <w:t>202.6549</w:t>
      </w:r>
      <w:r>
        <w:tab/>
        <w:t>1.266e-2</w:t>
      </w:r>
    </w:p>
    <w:p w:rsidR="00B65DC9" w:rsidRDefault="00B65DC9" w:rsidP="00B65DC9">
      <w:r>
        <w:t>202.6736</w:t>
      </w:r>
      <w:r>
        <w:tab/>
        <w:t>1.013e0</w:t>
      </w:r>
    </w:p>
    <w:p w:rsidR="00B65DC9" w:rsidRDefault="00B65DC9" w:rsidP="00B65DC9">
      <w:r>
        <w:t>202.6888</w:t>
      </w:r>
      <w:r>
        <w:tab/>
        <w:t>1.013e0</w:t>
      </w:r>
    </w:p>
    <w:p w:rsidR="00B65DC9" w:rsidRDefault="00B65DC9" w:rsidP="00B65DC9">
      <w:r>
        <w:t>202.7185</w:t>
      </w:r>
      <w:r>
        <w:tab/>
        <w:t>1.013e0</w:t>
      </w:r>
    </w:p>
    <w:p w:rsidR="00B65DC9" w:rsidRDefault="00B65DC9" w:rsidP="00B65DC9">
      <w:r>
        <w:t>202.7379</w:t>
      </w:r>
      <w:r>
        <w:tab/>
        <w:t>1.266e-2</w:t>
      </w:r>
    </w:p>
    <w:p w:rsidR="00B65DC9" w:rsidRDefault="00B65DC9" w:rsidP="00B65DC9">
      <w:r>
        <w:t>202.7496</w:t>
      </w:r>
      <w:r>
        <w:tab/>
        <w:t>1.013e0</w:t>
      </w:r>
    </w:p>
    <w:p w:rsidR="00B65DC9" w:rsidRDefault="00B65DC9" w:rsidP="00B65DC9">
      <w:r>
        <w:lastRenderedPageBreak/>
        <w:t>202.7763</w:t>
      </w:r>
      <w:r>
        <w:tab/>
        <w:t>1.266e-2</w:t>
      </w:r>
    </w:p>
    <w:p w:rsidR="00B65DC9" w:rsidRDefault="00B65DC9" w:rsidP="00B65DC9">
      <w:r>
        <w:t>202.8024</w:t>
      </w:r>
      <w:r>
        <w:tab/>
        <w:t>1.266e-2</w:t>
      </w:r>
    </w:p>
    <w:p w:rsidR="00B65DC9" w:rsidRDefault="00B65DC9" w:rsidP="00B65DC9">
      <w:r>
        <w:t>202.9164</w:t>
      </w:r>
      <w:r>
        <w:tab/>
        <w:t>1.013e0</w:t>
      </w:r>
    </w:p>
    <w:p w:rsidR="00B65DC9" w:rsidRDefault="00B65DC9" w:rsidP="00B65DC9">
      <w:r>
        <w:t>202.9238</w:t>
      </w:r>
      <w:r>
        <w:tab/>
        <w:t>1.266e-2</w:t>
      </w:r>
    </w:p>
    <w:p w:rsidR="00B65DC9" w:rsidRDefault="00B65DC9" w:rsidP="00B65DC9">
      <w:r>
        <w:t>202.9313</w:t>
      </w:r>
      <w:r>
        <w:tab/>
        <w:t>1.266e-2</w:t>
      </w:r>
    </w:p>
    <w:p w:rsidR="00B65DC9" w:rsidRDefault="00B65DC9" w:rsidP="00B65DC9">
      <w:r>
        <w:t>202.9575</w:t>
      </w:r>
      <w:r>
        <w:tab/>
        <w:t>1.013e0</w:t>
      </w:r>
    </w:p>
    <w:p w:rsidR="00B65DC9" w:rsidRDefault="00B65DC9" w:rsidP="00B65DC9">
      <w:r>
        <w:t>202.9650</w:t>
      </w:r>
      <w:r>
        <w:tab/>
        <w:t>1.025e0</w:t>
      </w:r>
    </w:p>
    <w:p w:rsidR="00B65DC9" w:rsidRDefault="00B65DC9" w:rsidP="00B65DC9">
      <w:r>
        <w:t>202.9911</w:t>
      </w:r>
      <w:r>
        <w:tab/>
        <w:t>2.532e-2</w:t>
      </w:r>
    </w:p>
    <w:p w:rsidR="00B65DC9" w:rsidRDefault="00B65DC9" w:rsidP="00B65DC9">
      <w:r>
        <w:t>202.9986</w:t>
      </w:r>
      <w:r>
        <w:tab/>
        <w:t>1.013e0</w:t>
      </w:r>
    </w:p>
    <w:p w:rsidR="00B65DC9" w:rsidRDefault="00B65DC9" w:rsidP="00B65DC9">
      <w:r>
        <w:t>203.0605</w:t>
      </w:r>
      <w:r>
        <w:tab/>
        <w:t>1.013e0</w:t>
      </w:r>
    </w:p>
    <w:p w:rsidR="00B65DC9" w:rsidRDefault="00B65DC9" w:rsidP="00B65DC9">
      <w:r>
        <w:t>203.1428</w:t>
      </w:r>
      <w:r>
        <w:tab/>
        <w:t>2.025e0</w:t>
      </w:r>
    </w:p>
    <w:p w:rsidR="00B65DC9" w:rsidRDefault="00B65DC9" w:rsidP="00B65DC9">
      <w:r>
        <w:t>203.1771</w:t>
      </w:r>
      <w:r>
        <w:tab/>
        <w:t>1.025e0</w:t>
      </w:r>
    </w:p>
    <w:p w:rsidR="00B65DC9" w:rsidRDefault="00B65DC9" w:rsidP="00B65DC9">
      <w:r>
        <w:t>203.1947</w:t>
      </w:r>
      <w:r>
        <w:tab/>
        <w:t>2.025e0</w:t>
      </w:r>
    </w:p>
    <w:p w:rsidR="00B65DC9" w:rsidRDefault="00B65DC9" w:rsidP="00B65DC9">
      <w:r>
        <w:t>203.2004</w:t>
      </w:r>
      <w:r>
        <w:tab/>
        <w:t>1.013e0</w:t>
      </w:r>
    </w:p>
    <w:p w:rsidR="00B65DC9" w:rsidRDefault="00B65DC9" w:rsidP="00B65DC9">
      <w:r>
        <w:t>203.2341</w:t>
      </w:r>
      <w:r>
        <w:tab/>
        <w:t>2.532e-2</w:t>
      </w:r>
    </w:p>
    <w:p w:rsidR="00B65DC9" w:rsidRDefault="00B65DC9" w:rsidP="00B65DC9">
      <w:r>
        <w:t>203.2791</w:t>
      </w:r>
      <w:r>
        <w:tab/>
        <w:t>1.013e0</w:t>
      </w:r>
    </w:p>
    <w:p w:rsidR="00B65DC9" w:rsidRDefault="00B65DC9" w:rsidP="00B65DC9">
      <w:r>
        <w:t>203.3020</w:t>
      </w:r>
      <w:r>
        <w:tab/>
        <w:t>1.266e-2</w:t>
      </w:r>
    </w:p>
    <w:p w:rsidR="00B65DC9" w:rsidRDefault="00B65DC9" w:rsidP="00B65DC9">
      <w:r>
        <w:t>203.3252</w:t>
      </w:r>
      <w:r>
        <w:tab/>
        <w:t>2.038e0</w:t>
      </w:r>
    </w:p>
    <w:p w:rsidR="00B65DC9" w:rsidRDefault="00B65DC9" w:rsidP="00B65DC9">
      <w:r>
        <w:t>203.3780</w:t>
      </w:r>
      <w:r>
        <w:tab/>
        <w:t>1.013e0</w:t>
      </w:r>
    </w:p>
    <w:p w:rsidR="00B65DC9" w:rsidRDefault="00B65DC9" w:rsidP="00B65DC9">
      <w:r>
        <w:lastRenderedPageBreak/>
        <w:t>203.4191</w:t>
      </w:r>
      <w:r>
        <w:tab/>
        <w:t>1.013e0</w:t>
      </w:r>
    </w:p>
    <w:p w:rsidR="00B65DC9" w:rsidRDefault="00B65DC9" w:rsidP="00B65DC9">
      <w:r>
        <w:t>203.4883</w:t>
      </w:r>
      <w:r>
        <w:tab/>
        <w:t>1.038e0</w:t>
      </w:r>
    </w:p>
    <w:p w:rsidR="00B65DC9" w:rsidRDefault="00B65DC9" w:rsidP="00B65DC9">
      <w:r>
        <w:t>203.4979</w:t>
      </w:r>
      <w:r>
        <w:tab/>
        <w:t>2.025e0</w:t>
      </w:r>
    </w:p>
    <w:p w:rsidR="00B65DC9" w:rsidRDefault="00B65DC9" w:rsidP="00B65DC9">
      <w:r>
        <w:t>203.5444</w:t>
      </w:r>
      <w:r>
        <w:tab/>
        <w:t>1.266e-2</w:t>
      </w:r>
    </w:p>
    <w:p w:rsidR="00B65DC9" w:rsidRDefault="00B65DC9" w:rsidP="00B65DC9">
      <w:r>
        <w:t>203.5671</w:t>
      </w:r>
      <w:r>
        <w:tab/>
        <w:t>1.013e0</w:t>
      </w:r>
    </w:p>
    <w:p w:rsidR="00B65DC9" w:rsidRDefault="00B65DC9" w:rsidP="00B65DC9">
      <w:r>
        <w:t>203.5733</w:t>
      </w:r>
      <w:r>
        <w:tab/>
        <w:t>2.025e0</w:t>
      </w:r>
    </w:p>
    <w:p w:rsidR="00B65DC9" w:rsidRDefault="00B65DC9" w:rsidP="00B65DC9">
      <w:r>
        <w:t>203.6137</w:t>
      </w:r>
      <w:r>
        <w:tab/>
        <w:t>1.013e0</w:t>
      </w:r>
    </w:p>
    <w:p w:rsidR="00B65DC9" w:rsidRDefault="00B65DC9" w:rsidP="00B65DC9">
      <w:r>
        <w:t>203.6214</w:t>
      </w:r>
      <w:r>
        <w:tab/>
        <w:t>1.013e0</w:t>
      </w:r>
    </w:p>
    <w:p w:rsidR="00B65DC9" w:rsidRDefault="00B65DC9" w:rsidP="00B65DC9">
      <w:r>
        <w:t>203.6285</w:t>
      </w:r>
      <w:r>
        <w:tab/>
        <w:t>1.013e0</w:t>
      </w:r>
    </w:p>
    <w:p w:rsidR="00B65DC9" w:rsidRDefault="00B65DC9" w:rsidP="00B65DC9">
      <w:r>
        <w:t>203.6323</w:t>
      </w:r>
      <w:r>
        <w:tab/>
        <w:t>1.013e0</w:t>
      </w:r>
    </w:p>
    <w:p w:rsidR="00B65DC9" w:rsidRDefault="00B65DC9" w:rsidP="00B65DC9">
      <w:r>
        <w:t>203.6473</w:t>
      </w:r>
      <w:r>
        <w:tab/>
        <w:t>1.013e0</w:t>
      </w:r>
    </w:p>
    <w:p w:rsidR="00B65DC9" w:rsidRDefault="00B65DC9" w:rsidP="00B65DC9">
      <w:r>
        <w:t>203.6660</w:t>
      </w:r>
      <w:r>
        <w:tab/>
        <w:t>1.013e0</w:t>
      </w:r>
    </w:p>
    <w:p w:rsidR="00B65DC9" w:rsidRDefault="00B65DC9" w:rsidP="00B65DC9">
      <w:r>
        <w:t>203.6775</w:t>
      </w:r>
      <w:r>
        <w:tab/>
        <w:t>1.013e0</w:t>
      </w:r>
    </w:p>
    <w:p w:rsidR="00B65DC9" w:rsidRDefault="00B65DC9" w:rsidP="00B65DC9">
      <w:r>
        <w:t>203.7387</w:t>
      </w:r>
      <w:r>
        <w:tab/>
        <w:t>1.266e-2</w:t>
      </w:r>
    </w:p>
    <w:p w:rsidR="00B65DC9" w:rsidRDefault="00B65DC9" w:rsidP="00B65DC9">
      <w:r>
        <w:t>203.7420</w:t>
      </w:r>
      <w:r>
        <w:tab/>
        <w:t>2.532e-2</w:t>
      </w:r>
    </w:p>
    <w:p w:rsidR="00B65DC9" w:rsidRDefault="00B65DC9" w:rsidP="00B65DC9">
      <w:r>
        <w:t>203.7465</w:t>
      </w:r>
      <w:r>
        <w:tab/>
        <w:t>1.266e-2</w:t>
      </w:r>
    </w:p>
    <w:p w:rsidR="00B65DC9" w:rsidRDefault="00B65DC9" w:rsidP="00B65DC9">
      <w:r>
        <w:t>203.7502</w:t>
      </w:r>
      <w:r>
        <w:tab/>
        <w:t>1.013e0</w:t>
      </w:r>
    </w:p>
    <w:p w:rsidR="00B65DC9" w:rsidRDefault="00B65DC9" w:rsidP="00B65DC9">
      <w:r>
        <w:t>203.7838</w:t>
      </w:r>
      <w:r>
        <w:tab/>
        <w:t>1.013e0</w:t>
      </w:r>
    </w:p>
    <w:p w:rsidR="00B65DC9" w:rsidRDefault="00B65DC9" w:rsidP="00B65DC9">
      <w:r>
        <w:t>203.7876</w:t>
      </w:r>
      <w:r>
        <w:tab/>
        <w:t>1.266e-2</w:t>
      </w:r>
    </w:p>
    <w:p w:rsidR="00B65DC9" w:rsidRDefault="00B65DC9" w:rsidP="00B65DC9">
      <w:r>
        <w:lastRenderedPageBreak/>
        <w:t>203.8102</w:t>
      </w:r>
      <w:r>
        <w:tab/>
        <w:t>1.025e0</w:t>
      </w:r>
    </w:p>
    <w:p w:rsidR="00B65DC9" w:rsidRDefault="00B65DC9" w:rsidP="00B65DC9">
      <w:r>
        <w:t>203.8176</w:t>
      </w:r>
      <w:r>
        <w:tab/>
        <w:t>1.013e0</w:t>
      </w:r>
    </w:p>
    <w:p w:rsidR="00B65DC9" w:rsidRDefault="00B65DC9" w:rsidP="00B65DC9">
      <w:r>
        <w:t>203.8324</w:t>
      </w:r>
      <w:r>
        <w:tab/>
        <w:t>1.013e0</w:t>
      </w:r>
    </w:p>
    <w:p w:rsidR="00B65DC9" w:rsidRDefault="00B65DC9" w:rsidP="00B65DC9">
      <w:r>
        <w:t>203.8636</w:t>
      </w:r>
      <w:r>
        <w:tab/>
        <w:t>1.266e-2</w:t>
      </w:r>
    </w:p>
    <w:p w:rsidR="00B65DC9" w:rsidRDefault="00B65DC9" w:rsidP="00B65DC9">
      <w:r>
        <w:t>203.8717</w:t>
      </w:r>
      <w:r>
        <w:tab/>
        <w:t>1.266e-2</w:t>
      </w:r>
    </w:p>
    <w:p w:rsidR="00B65DC9" w:rsidRDefault="00B65DC9" w:rsidP="00B65DC9">
      <w:r>
        <w:t>203.8747</w:t>
      </w:r>
      <w:r>
        <w:tab/>
        <w:t>2.025e0</w:t>
      </w:r>
    </w:p>
    <w:p w:rsidR="00B65DC9" w:rsidRDefault="00B65DC9" w:rsidP="00B65DC9">
      <w:r>
        <w:t>203.9017</w:t>
      </w:r>
      <w:r>
        <w:tab/>
        <w:t>2.025e0</w:t>
      </w:r>
    </w:p>
    <w:p w:rsidR="00B65DC9" w:rsidRDefault="00B65DC9" w:rsidP="00B65DC9">
      <w:r>
        <w:t>203.9354</w:t>
      </w:r>
      <w:r>
        <w:tab/>
        <w:t>1.013e0</w:t>
      </w:r>
    </w:p>
    <w:p w:rsidR="00B65DC9" w:rsidRDefault="00B65DC9" w:rsidP="00B65DC9">
      <w:r>
        <w:t>203.9392</w:t>
      </w:r>
      <w:r>
        <w:tab/>
        <w:t>1.266e-2</w:t>
      </w:r>
    </w:p>
    <w:p w:rsidR="00B65DC9" w:rsidRDefault="00B65DC9" w:rsidP="00B65DC9">
      <w:r>
        <w:t>203.9541</w:t>
      </w:r>
      <w:r>
        <w:tab/>
        <w:t>2.025e0</w:t>
      </w:r>
    </w:p>
    <w:p w:rsidR="00B65DC9" w:rsidRDefault="00B65DC9" w:rsidP="00B65DC9">
      <w:r>
        <w:t>204.0140</w:t>
      </w:r>
      <w:r>
        <w:tab/>
        <w:t>2.025e0</w:t>
      </w:r>
    </w:p>
    <w:p w:rsidR="00B65DC9" w:rsidRDefault="00B65DC9" w:rsidP="00B65DC9">
      <w:r>
        <w:t>204.0154</w:t>
      </w:r>
      <w:r>
        <w:tab/>
        <w:t>1.025e0</w:t>
      </w:r>
    </w:p>
    <w:p w:rsidR="00B65DC9" w:rsidRDefault="00B65DC9" w:rsidP="00B65DC9">
      <w:r>
        <w:t>204.0533</w:t>
      </w:r>
      <w:r>
        <w:tab/>
        <w:t>1.266e-2</w:t>
      </w:r>
    </w:p>
    <w:p w:rsidR="00B65DC9" w:rsidRDefault="00B65DC9" w:rsidP="00B65DC9">
      <w:r>
        <w:t>204.0795</w:t>
      </w:r>
      <w:r>
        <w:tab/>
        <w:t>2.063e0</w:t>
      </w:r>
    </w:p>
    <w:p w:rsidR="00B65DC9" w:rsidRDefault="00B65DC9" w:rsidP="00B65DC9">
      <w:r>
        <w:t>204.1373</w:t>
      </w:r>
      <w:r>
        <w:tab/>
        <w:t>1.013e0</w:t>
      </w:r>
    </w:p>
    <w:p w:rsidR="00B65DC9" w:rsidRDefault="00B65DC9" w:rsidP="00B65DC9">
      <w:r>
        <w:t>204.1427</w:t>
      </w:r>
      <w:r>
        <w:tab/>
        <w:t>2.222e0</w:t>
      </w:r>
    </w:p>
    <w:p w:rsidR="00B65DC9" w:rsidRDefault="00B65DC9" w:rsidP="00B65DC9">
      <w:r>
        <w:t>204.1637</w:t>
      </w:r>
      <w:r>
        <w:tab/>
        <w:t>7.277e-1</w:t>
      </w:r>
    </w:p>
    <w:p w:rsidR="00B65DC9" w:rsidRDefault="00B65DC9" w:rsidP="00B65DC9">
      <w:r>
        <w:t>204.1714</w:t>
      </w:r>
      <w:r>
        <w:tab/>
        <w:t>1.013e0</w:t>
      </w:r>
    </w:p>
    <w:p w:rsidR="00B65DC9" w:rsidRDefault="00B65DC9" w:rsidP="00B65DC9">
      <w:r>
        <w:t>204.1824</w:t>
      </w:r>
      <w:r>
        <w:tab/>
        <w:t>1.013e0</w:t>
      </w:r>
    </w:p>
    <w:p w:rsidR="00B65DC9" w:rsidRDefault="00B65DC9" w:rsidP="00B65DC9">
      <w:r>
        <w:lastRenderedPageBreak/>
        <w:t>204.1975</w:t>
      </w:r>
      <w:r>
        <w:tab/>
        <w:t>1.013e0</w:t>
      </w:r>
    </w:p>
    <w:p w:rsidR="00B65DC9" w:rsidRDefault="00B65DC9" w:rsidP="00B65DC9">
      <w:r>
        <w:t>204.2312</w:t>
      </w:r>
      <w:r>
        <w:tab/>
        <w:t>1.025e0</w:t>
      </w:r>
    </w:p>
    <w:p w:rsidR="00B65DC9" w:rsidRDefault="00B65DC9" w:rsidP="00B65DC9">
      <w:r>
        <w:t>204.2387</w:t>
      </w:r>
      <w:r>
        <w:tab/>
        <w:t>1.013e0</w:t>
      </w:r>
    </w:p>
    <w:p w:rsidR="00B65DC9" w:rsidRDefault="00B65DC9" w:rsidP="00B65DC9">
      <w:r>
        <w:t>204.3191</w:t>
      </w:r>
      <w:r>
        <w:tab/>
        <w:t>1.266e-2</w:t>
      </w:r>
    </w:p>
    <w:p w:rsidR="00B65DC9" w:rsidRDefault="00B65DC9" w:rsidP="00B65DC9">
      <w:r>
        <w:t>204.3304</w:t>
      </w:r>
      <w:r>
        <w:tab/>
        <w:t>2.025e0</w:t>
      </w:r>
    </w:p>
    <w:p w:rsidR="00B65DC9" w:rsidRDefault="00B65DC9" w:rsidP="00B65DC9">
      <w:r>
        <w:t>204.3379</w:t>
      </w:r>
      <w:r>
        <w:tab/>
        <w:t>1.013e0</w:t>
      </w:r>
    </w:p>
    <w:p w:rsidR="00B65DC9" w:rsidRDefault="00B65DC9" w:rsidP="00B65DC9">
      <w:r>
        <w:t>204.4033</w:t>
      </w:r>
      <w:r>
        <w:tab/>
        <w:t>1.266e-2</w:t>
      </w:r>
    </w:p>
    <w:p w:rsidR="00B65DC9" w:rsidRDefault="00B65DC9" w:rsidP="00B65DC9">
      <w:r>
        <w:t>204.4277</w:t>
      </w:r>
      <w:r>
        <w:tab/>
        <w:t>2.025e0</w:t>
      </w:r>
    </w:p>
    <w:p w:rsidR="00B65DC9" w:rsidRDefault="00B65DC9" w:rsidP="00B65DC9">
      <w:r>
        <w:t>204.4371</w:t>
      </w:r>
      <w:r>
        <w:tab/>
        <w:t>3.038e0</w:t>
      </w:r>
    </w:p>
    <w:p w:rsidR="00B65DC9" w:rsidRDefault="00B65DC9" w:rsidP="00B65DC9">
      <w:r>
        <w:t>204.4746</w:t>
      </w:r>
      <w:r>
        <w:tab/>
        <w:t>1.266e-2</w:t>
      </w:r>
    </w:p>
    <w:p w:rsidR="00B65DC9" w:rsidRDefault="00B65DC9" w:rsidP="00B65DC9">
      <w:r>
        <w:t>204.4858</w:t>
      </w:r>
      <w:r>
        <w:tab/>
        <w:t>1.013e0</w:t>
      </w:r>
    </w:p>
    <w:p w:rsidR="00B65DC9" w:rsidRDefault="00B65DC9" w:rsidP="00B65DC9">
      <w:r>
        <w:t>204.5008</w:t>
      </w:r>
      <w:r>
        <w:tab/>
        <w:t>1.266e-2</w:t>
      </w:r>
    </w:p>
    <w:p w:rsidR="00B65DC9" w:rsidRDefault="00B65DC9" w:rsidP="00B65DC9">
      <w:r>
        <w:t>204.5204</w:t>
      </w:r>
      <w:r>
        <w:tab/>
        <w:t>1.013e0</w:t>
      </w:r>
    </w:p>
    <w:p w:rsidR="00B65DC9" w:rsidRDefault="00B65DC9" w:rsidP="00B65DC9">
      <w:r>
        <w:t>204.5246</w:t>
      </w:r>
      <w:r>
        <w:tab/>
        <w:t>1.013e0</w:t>
      </w:r>
    </w:p>
    <w:p w:rsidR="00B65DC9" w:rsidRDefault="00B65DC9" w:rsidP="00B65DC9">
      <w:r>
        <w:t>204.5360</w:t>
      </w:r>
      <w:r>
        <w:tab/>
        <w:t>3.038e0</w:t>
      </w:r>
    </w:p>
    <w:p w:rsidR="00B65DC9" w:rsidRDefault="00B65DC9" w:rsidP="00B65DC9">
      <w:r>
        <w:t>204.5514</w:t>
      </w:r>
      <w:r>
        <w:tab/>
        <w:t>2.025e0</w:t>
      </w:r>
    </w:p>
    <w:p w:rsidR="00B65DC9" w:rsidRDefault="00B65DC9" w:rsidP="00B65DC9">
      <w:r>
        <w:t>204.6001</w:t>
      </w:r>
      <w:r>
        <w:tab/>
        <w:t>1.266e-2</w:t>
      </w:r>
    </w:p>
    <w:p w:rsidR="00B65DC9" w:rsidRDefault="00B65DC9" w:rsidP="00B65DC9">
      <w:r>
        <w:t>204.6301</w:t>
      </w:r>
      <w:r>
        <w:tab/>
        <w:t>1.013e0</w:t>
      </w:r>
    </w:p>
    <w:p w:rsidR="00B65DC9" w:rsidRDefault="00B65DC9" w:rsidP="00B65DC9">
      <w:r>
        <w:t>204.6418</w:t>
      </w:r>
      <w:r>
        <w:tab/>
        <w:t>1.013e0</w:t>
      </w:r>
    </w:p>
    <w:p w:rsidR="00B65DC9" w:rsidRDefault="00B65DC9" w:rsidP="00B65DC9">
      <w:r>
        <w:lastRenderedPageBreak/>
        <w:t>204.6538</w:t>
      </w:r>
      <w:r>
        <w:tab/>
        <w:t>1.013e0</w:t>
      </w:r>
    </w:p>
    <w:p w:rsidR="00B65DC9" w:rsidRDefault="00B65DC9" w:rsidP="00B65DC9">
      <w:r>
        <w:t>204.6692</w:t>
      </w:r>
      <w:r>
        <w:tab/>
        <w:t>1.266e-2</w:t>
      </w:r>
    </w:p>
    <w:p w:rsidR="00B65DC9" w:rsidRDefault="00B65DC9" w:rsidP="00B65DC9">
      <w:r>
        <w:t>204.6993</w:t>
      </w:r>
      <w:r>
        <w:tab/>
        <w:t>1.013e0</w:t>
      </w:r>
    </w:p>
    <w:p w:rsidR="00B65DC9" w:rsidRDefault="00B65DC9" w:rsidP="00B65DC9">
      <w:r>
        <w:t>204.7200</w:t>
      </w:r>
      <w:r>
        <w:tab/>
        <w:t>2.025e0</w:t>
      </w:r>
    </w:p>
    <w:p w:rsidR="00B65DC9" w:rsidRDefault="00B65DC9" w:rsidP="00B65DC9">
      <w:r>
        <w:t>204.7331</w:t>
      </w:r>
      <w:r>
        <w:tab/>
        <w:t>1.013e0</w:t>
      </w:r>
    </w:p>
    <w:p w:rsidR="00B65DC9" w:rsidRDefault="00B65DC9" w:rsidP="00B65DC9">
      <w:r>
        <w:t>204.7518</w:t>
      </w:r>
      <w:r>
        <w:tab/>
        <w:t>1.266e-2</w:t>
      </w:r>
    </w:p>
    <w:p w:rsidR="00B65DC9" w:rsidRDefault="00B65DC9" w:rsidP="00B65DC9">
      <w:r>
        <w:t>204.7752</w:t>
      </w:r>
      <w:r>
        <w:tab/>
        <w:t>2.532e-2</w:t>
      </w:r>
    </w:p>
    <w:p w:rsidR="00B65DC9" w:rsidRDefault="00B65DC9" w:rsidP="00B65DC9">
      <w:r>
        <w:t>204.8137</w:t>
      </w:r>
      <w:r>
        <w:tab/>
        <w:t>1.266e-2</w:t>
      </w:r>
    </w:p>
    <w:p w:rsidR="00B65DC9" w:rsidRDefault="00B65DC9" w:rsidP="00B65DC9">
      <w:r>
        <w:t>204.8214</w:t>
      </w:r>
      <w:r>
        <w:tab/>
        <w:t>1.266e-2</w:t>
      </w:r>
    </w:p>
    <w:p w:rsidR="00B65DC9" w:rsidRDefault="00B65DC9" w:rsidP="00B65DC9">
      <w:r>
        <w:t>204.8361</w:t>
      </w:r>
      <w:r>
        <w:tab/>
        <w:t>1.013e0</w:t>
      </w:r>
    </w:p>
    <w:p w:rsidR="00B65DC9" w:rsidRDefault="00B65DC9" w:rsidP="00B65DC9">
      <w:r>
        <w:t>204.8890</w:t>
      </w:r>
      <w:r>
        <w:tab/>
        <w:t>1.013e0</w:t>
      </w:r>
    </w:p>
    <w:p w:rsidR="00B65DC9" w:rsidRDefault="00B65DC9" w:rsidP="00B65DC9">
      <w:r>
        <w:t>204.8965</w:t>
      </w:r>
      <w:r>
        <w:tab/>
        <w:t>1.013e0</w:t>
      </w:r>
    </w:p>
    <w:p w:rsidR="00B65DC9" w:rsidRDefault="00B65DC9" w:rsidP="00B65DC9">
      <w:r>
        <w:t>204.8985</w:t>
      </w:r>
      <w:r>
        <w:tab/>
        <w:t>3.038e0</w:t>
      </w:r>
    </w:p>
    <w:p w:rsidR="00B65DC9" w:rsidRDefault="00B65DC9" w:rsidP="00B65DC9">
      <w:r>
        <w:t>204.9201</w:t>
      </w:r>
      <w:r>
        <w:tab/>
        <w:t>1.266e-2</w:t>
      </w:r>
    </w:p>
    <w:p w:rsidR="00B65DC9" w:rsidRDefault="00B65DC9" w:rsidP="00B65DC9">
      <w:r>
        <w:t>204.9467</w:t>
      </w:r>
      <w:r>
        <w:tab/>
        <w:t>1.013e0</w:t>
      </w:r>
    </w:p>
    <w:p w:rsidR="00B65DC9" w:rsidRDefault="00B65DC9" w:rsidP="00B65DC9">
      <w:r>
        <w:t>204.9883</w:t>
      </w:r>
      <w:r>
        <w:tab/>
        <w:t>1.013e0</w:t>
      </w:r>
    </w:p>
    <w:p w:rsidR="00B65DC9" w:rsidRDefault="00B65DC9" w:rsidP="00B65DC9">
      <w:r>
        <w:t>204.9955</w:t>
      </w:r>
      <w:r>
        <w:tab/>
        <w:t>1.038e0</w:t>
      </w:r>
    </w:p>
    <w:p w:rsidR="00B65DC9" w:rsidRDefault="00B65DC9" w:rsidP="00B65DC9">
      <w:r>
        <w:t>205.0260</w:t>
      </w:r>
      <w:r>
        <w:tab/>
        <w:t>1.266e-2</w:t>
      </w:r>
    </w:p>
    <w:p w:rsidR="00B65DC9" w:rsidRDefault="00B65DC9" w:rsidP="00B65DC9">
      <w:r>
        <w:t>205.0302</w:t>
      </w:r>
      <w:r>
        <w:tab/>
        <w:t>2.038e0</w:t>
      </w:r>
    </w:p>
    <w:p w:rsidR="00B65DC9" w:rsidRDefault="00B65DC9" w:rsidP="00B65DC9">
      <w:r>
        <w:lastRenderedPageBreak/>
        <w:t>205.0535</w:t>
      </w:r>
      <w:r>
        <w:tab/>
        <w:t>2.025e0</w:t>
      </w:r>
    </w:p>
    <w:p w:rsidR="00B65DC9" w:rsidRDefault="00B65DC9" w:rsidP="00B65DC9">
      <w:r>
        <w:t>205.0798</w:t>
      </w:r>
      <w:r>
        <w:tab/>
        <w:t>1.013e0</w:t>
      </w:r>
    </w:p>
    <w:p w:rsidR="00B65DC9" w:rsidRDefault="00B65DC9" w:rsidP="00B65DC9">
      <w:r>
        <w:t>205.0817</w:t>
      </w:r>
      <w:r>
        <w:tab/>
        <w:t>2.025e0</w:t>
      </w:r>
    </w:p>
    <w:p w:rsidR="00B65DC9" w:rsidRDefault="00B65DC9" w:rsidP="00B65DC9">
      <w:r>
        <w:t>205.1063</w:t>
      </w:r>
      <w:r>
        <w:tab/>
        <w:t>2.379e0</w:t>
      </w:r>
    </w:p>
    <w:p w:rsidR="00B65DC9" w:rsidRDefault="00B65DC9" w:rsidP="00B65DC9">
      <w:r>
        <w:t>205.1171</w:t>
      </w:r>
      <w:r>
        <w:tab/>
        <w:t>2.832e0</w:t>
      </w:r>
    </w:p>
    <w:p w:rsidR="00B65DC9" w:rsidRDefault="00B65DC9" w:rsidP="00B65DC9">
      <w:r>
        <w:t>205.1439</w:t>
      </w:r>
      <w:r>
        <w:tab/>
        <w:t>2.181e-1</w:t>
      </w:r>
    </w:p>
    <w:p w:rsidR="00B65DC9" w:rsidRDefault="00B65DC9" w:rsidP="00B65DC9">
      <w:r>
        <w:t>205.1459</w:t>
      </w:r>
      <w:r>
        <w:tab/>
        <w:t>2.494e0</w:t>
      </w:r>
    </w:p>
    <w:p w:rsidR="00B65DC9" w:rsidRDefault="00B65DC9" w:rsidP="00B65DC9">
      <w:r>
        <w:t>205.1505</w:t>
      </w:r>
      <w:r>
        <w:tab/>
        <w:t>5.063e0</w:t>
      </w:r>
    </w:p>
    <w:p w:rsidR="00B65DC9" w:rsidRDefault="00B65DC9" w:rsidP="00B65DC9">
      <w:r>
        <w:t>205.1712</w:t>
      </w:r>
      <w:r>
        <w:tab/>
        <w:t>1.266e-2</w:t>
      </w:r>
    </w:p>
    <w:p w:rsidR="00B65DC9" w:rsidRDefault="00B65DC9" w:rsidP="00B65DC9">
      <w:r>
        <w:t>205.1790</w:t>
      </w:r>
      <w:r>
        <w:tab/>
        <w:t>1.266e-2</w:t>
      </w:r>
    </w:p>
    <w:p w:rsidR="00B65DC9" w:rsidRDefault="00B65DC9" w:rsidP="00B65DC9">
      <w:r>
        <w:t>205.2129</w:t>
      </w:r>
      <w:r>
        <w:tab/>
        <w:t>3.038e0</w:t>
      </w:r>
    </w:p>
    <w:p w:rsidR="00B65DC9" w:rsidRDefault="00B65DC9" w:rsidP="00B65DC9">
      <w:r>
        <w:t>205.2245</w:t>
      </w:r>
      <w:r>
        <w:tab/>
        <w:t>1.013e0</w:t>
      </w:r>
    </w:p>
    <w:p w:rsidR="00B65DC9" w:rsidRDefault="00B65DC9" w:rsidP="00B65DC9">
      <w:r>
        <w:t>205.2467</w:t>
      </w:r>
      <w:r>
        <w:tab/>
        <w:t>1.013e0</w:t>
      </w:r>
    </w:p>
    <w:p w:rsidR="00B65DC9" w:rsidRDefault="00B65DC9" w:rsidP="00B65DC9">
      <w:r>
        <w:t>205.2693</w:t>
      </w:r>
      <w:r>
        <w:tab/>
        <w:t>1.013e0</w:t>
      </w:r>
    </w:p>
    <w:p w:rsidR="00B65DC9" w:rsidRDefault="00B65DC9" w:rsidP="00B65DC9">
      <w:r>
        <w:t>205.3047</w:t>
      </w:r>
      <w:r>
        <w:tab/>
        <w:t>1.266e-2</w:t>
      </w:r>
    </w:p>
    <w:p w:rsidR="00B65DC9" w:rsidRDefault="00B65DC9" w:rsidP="00B65DC9">
      <w:r>
        <w:t>205.3236</w:t>
      </w:r>
      <w:r>
        <w:tab/>
        <w:t>2.025e0</w:t>
      </w:r>
    </w:p>
    <w:p w:rsidR="00B65DC9" w:rsidRDefault="00B65DC9" w:rsidP="00B65DC9">
      <w:r>
        <w:t>205.3386</w:t>
      </w:r>
      <w:r>
        <w:tab/>
        <w:t>2.532e-2</w:t>
      </w:r>
    </w:p>
    <w:p w:rsidR="00B65DC9" w:rsidRDefault="00B65DC9" w:rsidP="00B65DC9">
      <w:r>
        <w:t>205.4381</w:t>
      </w:r>
      <w:r>
        <w:tab/>
        <w:t>1.266e-2</w:t>
      </w:r>
    </w:p>
    <w:p w:rsidR="00B65DC9" w:rsidRDefault="00B65DC9" w:rsidP="00B65DC9">
      <w:r>
        <w:t>205.4755</w:t>
      </w:r>
      <w:r>
        <w:tab/>
        <w:t>1.013e0</w:t>
      </w:r>
    </w:p>
    <w:p w:rsidR="00B65DC9" w:rsidRDefault="00B65DC9" w:rsidP="00B65DC9">
      <w:r>
        <w:lastRenderedPageBreak/>
        <w:t>205.4906</w:t>
      </w:r>
      <w:r>
        <w:tab/>
        <w:t>1.013e0</w:t>
      </w:r>
    </w:p>
    <w:p w:rsidR="00B65DC9" w:rsidRDefault="00B65DC9" w:rsidP="00B65DC9">
      <w:r>
        <w:t>205.5093</w:t>
      </w:r>
      <w:r>
        <w:tab/>
        <w:t>2.532e-2</w:t>
      </w:r>
    </w:p>
    <w:p w:rsidR="00B65DC9" w:rsidRDefault="00B65DC9" w:rsidP="00B65DC9">
      <w:r>
        <w:t>205.5208</w:t>
      </w:r>
      <w:r>
        <w:tab/>
        <w:t>1.013e0</w:t>
      </w:r>
    </w:p>
    <w:p w:rsidR="00B65DC9" w:rsidRDefault="00B65DC9" w:rsidP="00B65DC9">
      <w:r>
        <w:t>205.5368</w:t>
      </w:r>
      <w:r>
        <w:tab/>
        <w:t>1.013e0</w:t>
      </w:r>
    </w:p>
    <w:p w:rsidR="00B65DC9" w:rsidRDefault="00B65DC9" w:rsidP="00B65DC9">
      <w:r>
        <w:t>205.5712</w:t>
      </w:r>
      <w:r>
        <w:tab/>
        <w:t>1.013e0</w:t>
      </w:r>
    </w:p>
    <w:p w:rsidR="00B65DC9" w:rsidRDefault="00B65DC9" w:rsidP="00B65DC9">
      <w:r>
        <w:t>205.5937</w:t>
      </w:r>
      <w:r>
        <w:tab/>
        <w:t>1.013e0</w:t>
      </w:r>
    </w:p>
    <w:p w:rsidR="00B65DC9" w:rsidRDefault="00B65DC9" w:rsidP="00B65DC9">
      <w:r>
        <w:t>205.6275</w:t>
      </w:r>
      <w:r>
        <w:tab/>
        <w:t>1.025e0</w:t>
      </w:r>
    </w:p>
    <w:p w:rsidR="00B65DC9" w:rsidRDefault="00B65DC9" w:rsidP="00B65DC9">
      <w:r>
        <w:t>205.6312</w:t>
      </w:r>
      <w:r>
        <w:tab/>
        <w:t>1.266e-2</w:t>
      </w:r>
    </w:p>
    <w:p w:rsidR="00B65DC9" w:rsidRDefault="00B65DC9" w:rsidP="00B65DC9">
      <w:r>
        <w:t>205.6932</w:t>
      </w:r>
      <w:r>
        <w:tab/>
        <w:t>1.013e0</w:t>
      </w:r>
    </w:p>
    <w:p w:rsidR="00B65DC9" w:rsidRDefault="00B65DC9" w:rsidP="00B65DC9">
      <w:r>
        <w:t>205.7232</w:t>
      </w:r>
      <w:r>
        <w:tab/>
        <w:t>1.013e0</w:t>
      </w:r>
    </w:p>
    <w:p w:rsidR="00B65DC9" w:rsidRDefault="00B65DC9" w:rsidP="00B65DC9">
      <w:r>
        <w:t>205.7610</w:t>
      </w:r>
      <w:r>
        <w:tab/>
        <w:t>1.266e-2</w:t>
      </w:r>
    </w:p>
    <w:p w:rsidR="00B65DC9" w:rsidRDefault="00B65DC9" w:rsidP="00B65DC9">
      <w:r>
        <w:t>205.7686</w:t>
      </w:r>
      <w:r>
        <w:tab/>
        <w:t>1.266e-2</w:t>
      </w:r>
    </w:p>
    <w:p w:rsidR="00B65DC9" w:rsidRDefault="00B65DC9" w:rsidP="00B65DC9">
      <w:r>
        <w:t>205.7807</w:t>
      </w:r>
      <w:r>
        <w:tab/>
        <w:t>1.013e0</w:t>
      </w:r>
    </w:p>
    <w:p w:rsidR="00B65DC9" w:rsidRDefault="00B65DC9" w:rsidP="00B65DC9">
      <w:r>
        <w:t>205.7883</w:t>
      </w:r>
      <w:r>
        <w:tab/>
        <w:t>1.013e0</w:t>
      </w:r>
    </w:p>
    <w:p w:rsidR="00B65DC9" w:rsidRDefault="00B65DC9" w:rsidP="00B65DC9">
      <w:r>
        <w:t>205.8412</w:t>
      </w:r>
      <w:r>
        <w:tab/>
        <w:t>1.577e0</w:t>
      </w:r>
    </w:p>
    <w:p w:rsidR="00B65DC9" w:rsidRDefault="00B65DC9" w:rsidP="00B65DC9">
      <w:r>
        <w:t>205.8657</w:t>
      </w:r>
      <w:r>
        <w:tab/>
        <w:t>3.038e0</w:t>
      </w:r>
    </w:p>
    <w:p w:rsidR="00B65DC9" w:rsidRDefault="00B65DC9" w:rsidP="00B65DC9">
      <w:r>
        <w:t>205.8828</w:t>
      </w:r>
      <w:r>
        <w:tab/>
        <w:t>1.266e-2</w:t>
      </w:r>
    </w:p>
    <w:p w:rsidR="00B65DC9" w:rsidRDefault="00B65DC9" w:rsidP="00B65DC9">
      <w:r>
        <w:t>205.9103</w:t>
      </w:r>
      <w:r>
        <w:tab/>
        <w:t>1.266e-2</w:t>
      </w:r>
    </w:p>
    <w:p w:rsidR="00B65DC9" w:rsidRDefault="00B65DC9" w:rsidP="00B65DC9">
      <w:r>
        <w:t>205.9673</w:t>
      </w:r>
      <w:r>
        <w:tab/>
        <w:t>1.266e-2</w:t>
      </w:r>
    </w:p>
    <w:p w:rsidR="00B65DC9" w:rsidRDefault="00B65DC9" w:rsidP="00B65DC9">
      <w:r>
        <w:lastRenderedPageBreak/>
        <w:t>205.9767</w:t>
      </w:r>
      <w:r>
        <w:tab/>
        <w:t>2.025e0</w:t>
      </w:r>
    </w:p>
    <w:p w:rsidR="00B65DC9" w:rsidRDefault="00B65DC9" w:rsidP="00B65DC9">
      <w:r>
        <w:t>206.0009</w:t>
      </w:r>
      <w:r>
        <w:tab/>
        <w:t>1.266e-2</w:t>
      </w:r>
    </w:p>
    <w:p w:rsidR="00B65DC9" w:rsidRDefault="00B65DC9" w:rsidP="00B65DC9">
      <w:r>
        <w:t>206.0048</w:t>
      </w:r>
      <w:r>
        <w:tab/>
        <w:t>1.266e-2</w:t>
      </w:r>
    </w:p>
    <w:p w:rsidR="00B65DC9" w:rsidRDefault="00B65DC9" w:rsidP="00B65DC9">
      <w:r>
        <w:t>206.0324</w:t>
      </w:r>
      <w:r>
        <w:tab/>
        <w:t>1.266e-2</w:t>
      </w:r>
    </w:p>
    <w:p w:rsidR="00B65DC9" w:rsidRDefault="00B65DC9" w:rsidP="00B65DC9">
      <w:r>
        <w:t>206.0442</w:t>
      </w:r>
      <w:r>
        <w:tab/>
        <w:t>2.025e0</w:t>
      </w:r>
    </w:p>
    <w:p w:rsidR="00B65DC9" w:rsidRDefault="00B65DC9" w:rsidP="00B65DC9">
      <w:r>
        <w:t>206.0724</w:t>
      </w:r>
      <w:r>
        <w:tab/>
        <w:t>6.076e0</w:t>
      </w:r>
    </w:p>
    <w:p w:rsidR="00B65DC9" w:rsidRDefault="00B65DC9" w:rsidP="00B65DC9">
      <w:r>
        <w:t>206.1575</w:t>
      </w:r>
      <w:r>
        <w:tab/>
        <w:t>4.051e0</w:t>
      </w:r>
    </w:p>
    <w:p w:rsidR="00B65DC9" w:rsidRDefault="00B65DC9" w:rsidP="00B65DC9">
      <w:r>
        <w:t>206.1588</w:t>
      </w:r>
      <w:r>
        <w:tab/>
        <w:t>1.013e0</w:t>
      </w:r>
    </w:p>
    <w:p w:rsidR="00B65DC9" w:rsidRDefault="00B65DC9" w:rsidP="00B65DC9">
      <w:r>
        <w:t>206.1813</w:t>
      </w:r>
      <w:r>
        <w:tab/>
        <w:t>2.025e0</w:t>
      </w:r>
    </w:p>
    <w:p w:rsidR="00B65DC9" w:rsidRDefault="00B65DC9" w:rsidP="00B65DC9">
      <w:r>
        <w:t>206.1928</w:t>
      </w:r>
      <w:r>
        <w:tab/>
        <w:t>1.266e-2</w:t>
      </w:r>
    </w:p>
    <w:p w:rsidR="00B65DC9" w:rsidRDefault="00B65DC9" w:rsidP="00B65DC9">
      <w:r>
        <w:t>206.2133</w:t>
      </w:r>
      <w:r>
        <w:tab/>
        <w:t>2.025e0</w:t>
      </w:r>
    </w:p>
    <w:p w:rsidR="00B65DC9" w:rsidRDefault="00B65DC9" w:rsidP="00B65DC9">
      <w:r>
        <w:t>206.2534</w:t>
      </w:r>
      <w:r>
        <w:tab/>
        <w:t>3.038e0</w:t>
      </w:r>
    </w:p>
    <w:p w:rsidR="00B65DC9" w:rsidRDefault="00B65DC9" w:rsidP="00B65DC9">
      <w:r>
        <w:t>206.2884</w:t>
      </w:r>
      <w:r>
        <w:tab/>
        <w:t>1.266e-2</w:t>
      </w:r>
    </w:p>
    <w:p w:rsidR="00B65DC9" w:rsidRDefault="00B65DC9" w:rsidP="00B65DC9">
      <w:r>
        <w:t>206.2959</w:t>
      </w:r>
      <w:r>
        <w:tab/>
        <w:t>1.266e-2</w:t>
      </w:r>
    </w:p>
    <w:p w:rsidR="00B65DC9" w:rsidRDefault="00B65DC9" w:rsidP="00B65DC9">
      <w:r>
        <w:t>206.2999</w:t>
      </w:r>
      <w:r>
        <w:tab/>
        <w:t>1.013e0</w:t>
      </w:r>
    </w:p>
    <w:p w:rsidR="00B65DC9" w:rsidRDefault="00B65DC9" w:rsidP="00B65DC9">
      <w:r>
        <w:t>206.3522</w:t>
      </w:r>
      <w:r>
        <w:tab/>
        <w:t>1.013e0</w:t>
      </w:r>
    </w:p>
    <w:p w:rsidR="00B65DC9" w:rsidRDefault="00B65DC9" w:rsidP="00B65DC9">
      <w:r>
        <w:t>206.3678</w:t>
      </w:r>
      <w:r>
        <w:tab/>
        <w:t>1.266e-2</w:t>
      </w:r>
    </w:p>
    <w:p w:rsidR="00B65DC9" w:rsidRDefault="00B65DC9" w:rsidP="00B65DC9">
      <w:r>
        <w:t>206.4142</w:t>
      </w:r>
      <w:r>
        <w:tab/>
        <w:t>1.266e-2</w:t>
      </w:r>
    </w:p>
    <w:p w:rsidR="00B65DC9" w:rsidRDefault="00B65DC9" w:rsidP="00B65DC9">
      <w:r>
        <w:t>206.4443</w:t>
      </w:r>
      <w:r>
        <w:tab/>
        <w:t>1.025e0</w:t>
      </w:r>
    </w:p>
    <w:p w:rsidR="00B65DC9" w:rsidRDefault="00B65DC9" w:rsidP="00B65DC9">
      <w:r>
        <w:lastRenderedPageBreak/>
        <w:t>206.4519</w:t>
      </w:r>
      <w:r>
        <w:tab/>
        <w:t>1.013e0</w:t>
      </w:r>
    </w:p>
    <w:p w:rsidR="00B65DC9" w:rsidRDefault="00B65DC9" w:rsidP="00B65DC9">
      <w:r>
        <w:t>206.4977</w:t>
      </w:r>
      <w:r>
        <w:tab/>
        <w:t>1.266e-2</w:t>
      </w:r>
    </w:p>
    <w:p w:rsidR="00B65DC9" w:rsidRDefault="00B65DC9" w:rsidP="00B65DC9">
      <w:r>
        <w:t>206.5096</w:t>
      </w:r>
      <w:r>
        <w:tab/>
        <w:t>1.013e0</w:t>
      </w:r>
    </w:p>
    <w:p w:rsidR="00B65DC9" w:rsidRDefault="00B65DC9" w:rsidP="00B65DC9">
      <w:r>
        <w:t>206.5326</w:t>
      </w:r>
      <w:r>
        <w:tab/>
        <w:t>1.266e-2</w:t>
      </w:r>
    </w:p>
    <w:p w:rsidR="00B65DC9" w:rsidRDefault="00B65DC9" w:rsidP="00B65DC9">
      <w:r>
        <w:t>206.5815</w:t>
      </w:r>
      <w:r>
        <w:tab/>
        <w:t>1.013e0</w:t>
      </w:r>
    </w:p>
    <w:p w:rsidR="00B65DC9" w:rsidRDefault="00B65DC9" w:rsidP="00B65DC9">
      <w:r>
        <w:t>206.5890</w:t>
      </w:r>
      <w:r>
        <w:tab/>
        <w:t>1.013e0</w:t>
      </w:r>
    </w:p>
    <w:p w:rsidR="00B65DC9" w:rsidRDefault="00B65DC9" w:rsidP="00B65DC9">
      <w:r>
        <w:t>206.6660</w:t>
      </w:r>
      <w:r>
        <w:tab/>
        <w:t>1.266e-2</w:t>
      </w:r>
    </w:p>
    <w:p w:rsidR="00B65DC9" w:rsidRDefault="00B65DC9" w:rsidP="00B65DC9">
      <w:r>
        <w:t>206.7036</w:t>
      </w:r>
      <w:r>
        <w:tab/>
        <w:t>1.013e0</w:t>
      </w:r>
    </w:p>
    <w:p w:rsidR="00B65DC9" w:rsidRDefault="00B65DC9" w:rsidP="00B65DC9">
      <w:r>
        <w:t>206.7347</w:t>
      </w:r>
      <w:r>
        <w:tab/>
        <w:t>1.013e0</w:t>
      </w:r>
    </w:p>
    <w:p w:rsidR="00B65DC9" w:rsidRDefault="00B65DC9" w:rsidP="00B65DC9">
      <w:r>
        <w:t>206.8071</w:t>
      </w:r>
      <w:r>
        <w:tab/>
        <w:t>1.013e0</w:t>
      </w:r>
    </w:p>
    <w:p w:rsidR="00B65DC9" w:rsidRDefault="00B65DC9" w:rsidP="00B65DC9">
      <w:r>
        <w:t>206.8295</w:t>
      </w:r>
      <w:r>
        <w:tab/>
        <w:t>1.266e-2</w:t>
      </w:r>
    </w:p>
    <w:p w:rsidR="00B65DC9" w:rsidRDefault="00B65DC9" w:rsidP="00B65DC9">
      <w:r>
        <w:t>206.8611</w:t>
      </w:r>
      <w:r>
        <w:tab/>
        <w:t>1.013e0</w:t>
      </w:r>
    </w:p>
    <w:p w:rsidR="00B65DC9" w:rsidRDefault="00B65DC9" w:rsidP="00B65DC9">
      <w:r>
        <w:t>206.8806</w:t>
      </w:r>
      <w:r>
        <w:tab/>
        <w:t>1.266e-2</w:t>
      </w:r>
    </w:p>
    <w:p w:rsidR="00B65DC9" w:rsidRDefault="00B65DC9" w:rsidP="00B65DC9">
      <w:r>
        <w:t>206.9311</w:t>
      </w:r>
      <w:r>
        <w:tab/>
        <w:t>2.025e0</w:t>
      </w:r>
    </w:p>
    <w:p w:rsidR="00B65DC9" w:rsidRDefault="00B65DC9" w:rsidP="00B65DC9">
      <w:r>
        <w:t>206.9840</w:t>
      </w:r>
      <w:r>
        <w:tab/>
        <w:t>1.013e0</w:t>
      </w:r>
    </w:p>
    <w:p w:rsidR="00B65DC9" w:rsidRDefault="00B65DC9" w:rsidP="00B65DC9">
      <w:r>
        <w:t>207.0289</w:t>
      </w:r>
      <w:r>
        <w:tab/>
        <w:t>2.025e0</w:t>
      </w:r>
    </w:p>
    <w:p w:rsidR="00B65DC9" w:rsidRDefault="00B65DC9" w:rsidP="00B65DC9">
      <w:r>
        <w:t>207.0552</w:t>
      </w:r>
      <w:r>
        <w:tab/>
        <w:t>1.025e0</w:t>
      </w:r>
    </w:p>
    <w:p w:rsidR="00B65DC9" w:rsidRDefault="00B65DC9" w:rsidP="00B65DC9">
      <w:r>
        <w:t>207.0710</w:t>
      </w:r>
      <w:r>
        <w:tab/>
        <w:t>1.266e-2</w:t>
      </w:r>
    </w:p>
    <w:p w:rsidR="00B65DC9" w:rsidRDefault="00B65DC9" w:rsidP="00B65DC9">
      <w:r>
        <w:t>207.0787</w:t>
      </w:r>
      <w:r>
        <w:tab/>
        <w:t>2.532e-2</w:t>
      </w:r>
    </w:p>
    <w:p w:rsidR="00B65DC9" w:rsidRDefault="00B65DC9" w:rsidP="00B65DC9">
      <w:r>
        <w:lastRenderedPageBreak/>
        <w:t>207.0962</w:t>
      </w:r>
      <w:r>
        <w:tab/>
        <w:t>7.089e0</w:t>
      </w:r>
    </w:p>
    <w:p w:rsidR="00B65DC9" w:rsidRDefault="00B65DC9" w:rsidP="00B65DC9">
      <w:r>
        <w:t>207.1226</w:t>
      </w:r>
      <w:r>
        <w:tab/>
        <w:t>9.114e0</w:t>
      </w:r>
    </w:p>
    <w:p w:rsidR="00B65DC9" w:rsidRDefault="00B65DC9" w:rsidP="00B65DC9">
      <w:r>
        <w:t>207.1274</w:t>
      </w:r>
      <w:r>
        <w:tab/>
        <w:t>6.494e0</w:t>
      </w:r>
    </w:p>
    <w:p w:rsidR="00B65DC9" w:rsidRDefault="00B65DC9" w:rsidP="00B65DC9">
      <w:r>
        <w:t>207.1974</w:t>
      </w:r>
      <w:r>
        <w:tab/>
        <w:t>1.013e0</w:t>
      </w:r>
    </w:p>
    <w:p w:rsidR="00B65DC9" w:rsidRDefault="00B65DC9" w:rsidP="00B65DC9">
      <w:r>
        <w:t>207.2174</w:t>
      </w:r>
      <w:r>
        <w:tab/>
        <w:t>1.266e-2</w:t>
      </w:r>
    </w:p>
    <w:p w:rsidR="00B65DC9" w:rsidRDefault="00B65DC9" w:rsidP="00B65DC9">
      <w:r>
        <w:t>207.2206</w:t>
      </w:r>
      <w:r>
        <w:tab/>
        <w:t>2.025e0</w:t>
      </w:r>
    </w:p>
    <w:p w:rsidR="00B65DC9" w:rsidRDefault="00B65DC9" w:rsidP="00B65DC9">
      <w:r>
        <w:t>207.2565</w:t>
      </w:r>
      <w:r>
        <w:tab/>
        <w:t>2.025e0</w:t>
      </w:r>
    </w:p>
    <w:p w:rsidR="00B65DC9" w:rsidRDefault="00B65DC9" w:rsidP="00B65DC9">
      <w:r>
        <w:t>207.2735</w:t>
      </w:r>
      <w:r>
        <w:tab/>
        <w:t>1.266e-2</w:t>
      </w:r>
    </w:p>
    <w:p w:rsidR="00B65DC9" w:rsidRDefault="00B65DC9" w:rsidP="00B65DC9">
      <w:r>
        <w:t>207.3043</w:t>
      </w:r>
      <w:r>
        <w:tab/>
        <w:t>1.013e0</w:t>
      </w:r>
    </w:p>
    <w:p w:rsidR="00B65DC9" w:rsidRDefault="00B65DC9" w:rsidP="00B65DC9">
      <w:r>
        <w:t>207.3241</w:t>
      </w:r>
      <w:r>
        <w:tab/>
        <w:t>1.025e0</w:t>
      </w:r>
    </w:p>
    <w:p w:rsidR="00B65DC9" w:rsidRDefault="00B65DC9" w:rsidP="00B65DC9">
      <w:r>
        <w:t>207.3393</w:t>
      </w:r>
      <w:r>
        <w:tab/>
        <w:t>1.013e0</w:t>
      </w:r>
    </w:p>
    <w:p w:rsidR="00B65DC9" w:rsidRDefault="00B65DC9" w:rsidP="00B65DC9">
      <w:r>
        <w:t>207.3657</w:t>
      </w:r>
      <w:r>
        <w:tab/>
        <w:t>1.013e0</w:t>
      </w:r>
    </w:p>
    <w:p w:rsidR="00B65DC9" w:rsidRDefault="00B65DC9" w:rsidP="00B65DC9">
      <w:r>
        <w:t>207.4036</w:t>
      </w:r>
      <w:r>
        <w:tab/>
        <w:t>1.266e-2</w:t>
      </w:r>
    </w:p>
    <w:p w:rsidR="00B65DC9" w:rsidRDefault="00B65DC9" w:rsidP="00B65DC9">
      <w:r>
        <w:t>207.4152</w:t>
      </w:r>
      <w:r>
        <w:tab/>
        <w:t>1.266e-2</w:t>
      </w:r>
    </w:p>
    <w:p w:rsidR="00B65DC9" w:rsidRDefault="00B65DC9" w:rsidP="00B65DC9">
      <w:r>
        <w:t>207.4350</w:t>
      </w:r>
      <w:r>
        <w:tab/>
        <w:t>1.266e-2</w:t>
      </w:r>
    </w:p>
    <w:p w:rsidR="00B65DC9" w:rsidRDefault="00B65DC9" w:rsidP="00B65DC9">
      <w:r>
        <w:t>207.4466</w:t>
      </w:r>
      <w:r>
        <w:tab/>
        <w:t>1.013e0</w:t>
      </w:r>
    </w:p>
    <w:p w:rsidR="00B65DC9" w:rsidRDefault="00B65DC9" w:rsidP="00B65DC9">
      <w:r>
        <w:t>207.4653</w:t>
      </w:r>
      <w:r>
        <w:tab/>
        <w:t>1.013e0</w:t>
      </w:r>
    </w:p>
    <w:p w:rsidR="00B65DC9" w:rsidRDefault="00B65DC9" w:rsidP="00B65DC9">
      <w:r>
        <w:t>207.4956</w:t>
      </w:r>
      <w:r>
        <w:tab/>
        <w:t>2.532e-2</w:t>
      </w:r>
    </w:p>
    <w:p w:rsidR="00B65DC9" w:rsidRDefault="00B65DC9" w:rsidP="00B65DC9">
      <w:r>
        <w:t>207.5143</w:t>
      </w:r>
      <w:r>
        <w:tab/>
        <w:t>1.266e-2</w:t>
      </w:r>
    </w:p>
    <w:p w:rsidR="00B65DC9" w:rsidRDefault="00B65DC9" w:rsidP="00B65DC9">
      <w:r>
        <w:lastRenderedPageBreak/>
        <w:t>207.5499</w:t>
      </w:r>
      <w:r>
        <w:tab/>
        <w:t>1.013e0</w:t>
      </w:r>
    </w:p>
    <w:p w:rsidR="00B65DC9" w:rsidRDefault="00B65DC9" w:rsidP="00B65DC9">
      <w:r>
        <w:t>207.5614</w:t>
      </w:r>
      <w:r>
        <w:tab/>
        <w:t>1.013e0</w:t>
      </w:r>
    </w:p>
    <w:p w:rsidR="00B65DC9" w:rsidRDefault="00B65DC9" w:rsidP="00B65DC9">
      <w:r>
        <w:t>207.5633</w:t>
      </w:r>
      <w:r>
        <w:tab/>
        <w:t>2.025e0</w:t>
      </w:r>
    </w:p>
    <w:p w:rsidR="00B65DC9" w:rsidRDefault="00B65DC9" w:rsidP="00B65DC9">
      <w:r>
        <w:t>207.5655</w:t>
      </w:r>
      <w:r>
        <w:tab/>
        <w:t>1.025e0</w:t>
      </w:r>
    </w:p>
    <w:p w:rsidR="00B65DC9" w:rsidRDefault="00B65DC9" w:rsidP="00B65DC9">
      <w:r>
        <w:t>207.6253</w:t>
      </w:r>
      <w:r>
        <w:tab/>
        <w:t>1.266e-2</w:t>
      </w:r>
    </w:p>
    <w:p w:rsidR="00B65DC9" w:rsidRDefault="00B65DC9" w:rsidP="00B65DC9">
      <w:r>
        <w:t>207.6374</w:t>
      </w:r>
      <w:r>
        <w:tab/>
        <w:t>1.266e-2</w:t>
      </w:r>
    </w:p>
    <w:p w:rsidR="00B65DC9" w:rsidRDefault="00B65DC9" w:rsidP="00B65DC9">
      <w:r>
        <w:t>207.6490</w:t>
      </w:r>
      <w:r>
        <w:tab/>
        <w:t>1.013e0</w:t>
      </w:r>
    </w:p>
    <w:p w:rsidR="00B65DC9" w:rsidRDefault="00B65DC9" w:rsidP="00B65DC9">
      <w:r>
        <w:t>207.6840</w:t>
      </w:r>
      <w:r>
        <w:tab/>
        <w:t>2.532e-2</w:t>
      </w:r>
    </w:p>
    <w:p w:rsidR="00B65DC9" w:rsidRDefault="00B65DC9" w:rsidP="00B65DC9">
      <w:r>
        <w:t>207.6950</w:t>
      </w:r>
      <w:r>
        <w:tab/>
        <w:t>1.013e0</w:t>
      </w:r>
    </w:p>
    <w:p w:rsidR="00B65DC9" w:rsidRDefault="00B65DC9" w:rsidP="00B65DC9">
      <w:r>
        <w:t>207.7214</w:t>
      </w:r>
      <w:r>
        <w:tab/>
        <w:t>1.013e0</w:t>
      </w:r>
    </w:p>
    <w:p w:rsidR="00B65DC9" w:rsidRDefault="00B65DC9" w:rsidP="00B65DC9">
      <w:r>
        <w:t>207.7403</w:t>
      </w:r>
      <w:r>
        <w:tab/>
        <w:t>2.025e0</w:t>
      </w:r>
    </w:p>
    <w:p w:rsidR="00B65DC9" w:rsidRDefault="00B65DC9" w:rsidP="00B65DC9">
      <w:r>
        <w:t>207.8438</w:t>
      </w:r>
      <w:r>
        <w:tab/>
        <w:t>1.266e-2</w:t>
      </w:r>
    </w:p>
    <w:p w:rsidR="00B65DC9" w:rsidRDefault="00B65DC9" w:rsidP="00B65DC9">
      <w:r>
        <w:t>207.8578</w:t>
      </w:r>
      <w:r>
        <w:tab/>
        <w:t>2.025e0</w:t>
      </w:r>
    </w:p>
    <w:p w:rsidR="00B65DC9" w:rsidRDefault="00B65DC9" w:rsidP="00B65DC9">
      <w:r>
        <w:t>207.8871</w:t>
      </w:r>
      <w:r>
        <w:tab/>
        <w:t>1.013e0</w:t>
      </w:r>
    </w:p>
    <w:p w:rsidR="00B65DC9" w:rsidRDefault="00B65DC9" w:rsidP="00B65DC9">
      <w:r>
        <w:t>207.9059</w:t>
      </w:r>
      <w:r>
        <w:tab/>
        <w:t>1.266e-2</w:t>
      </w:r>
    </w:p>
    <w:p w:rsidR="00B65DC9" w:rsidRDefault="00B65DC9" w:rsidP="00B65DC9">
      <w:r>
        <w:t>208.0042</w:t>
      </w:r>
      <w:r>
        <w:tab/>
        <w:t>3.038e0</w:t>
      </w:r>
    </w:p>
    <w:p w:rsidR="00B65DC9" w:rsidRDefault="00B65DC9" w:rsidP="00B65DC9">
      <w:r>
        <w:t>208.0801</w:t>
      </w:r>
      <w:r>
        <w:tab/>
        <w:t>1.038e0</w:t>
      </w:r>
    </w:p>
    <w:p w:rsidR="00B65DC9" w:rsidRDefault="00B65DC9" w:rsidP="00B65DC9">
      <w:r>
        <w:t>208.0983</w:t>
      </w:r>
      <w:r>
        <w:tab/>
        <w:t>1.087e1</w:t>
      </w:r>
    </w:p>
    <w:p w:rsidR="00B65DC9" w:rsidRDefault="00B65DC9" w:rsidP="00B65DC9">
      <w:r>
        <w:t>208.1320</w:t>
      </w:r>
      <w:r>
        <w:tab/>
        <w:t>3.798e-2</w:t>
      </w:r>
    </w:p>
    <w:p w:rsidR="00B65DC9" w:rsidRDefault="00B65DC9" w:rsidP="00B65DC9">
      <w:r>
        <w:lastRenderedPageBreak/>
        <w:t>208.1331</w:t>
      </w:r>
      <w:r>
        <w:tab/>
        <w:t>4.090e0</w:t>
      </w:r>
    </w:p>
    <w:p w:rsidR="00B65DC9" w:rsidRDefault="00B65DC9" w:rsidP="00B65DC9">
      <w:r>
        <w:t>208.1351</w:t>
      </w:r>
      <w:r>
        <w:tab/>
        <w:t>6.346e-1</w:t>
      </w:r>
    </w:p>
    <w:p w:rsidR="00B65DC9" w:rsidRDefault="00B65DC9" w:rsidP="00B65DC9">
      <w:r>
        <w:t>208.1511</w:t>
      </w:r>
      <w:r>
        <w:tab/>
        <w:t>2.063e0</w:t>
      </w:r>
    </w:p>
    <w:p w:rsidR="00B65DC9" w:rsidRDefault="00B65DC9" w:rsidP="00B65DC9">
      <w:r>
        <w:t>208.1631</w:t>
      </w:r>
      <w:r>
        <w:tab/>
        <w:t>3.594e0</w:t>
      </w:r>
    </w:p>
    <w:p w:rsidR="00B65DC9" w:rsidRDefault="00B65DC9" w:rsidP="00B65DC9">
      <w:r>
        <w:t>208.1642</w:t>
      </w:r>
      <w:r>
        <w:tab/>
        <w:t>3.038e0</w:t>
      </w:r>
    </w:p>
    <w:p w:rsidR="00B65DC9" w:rsidRDefault="00B65DC9" w:rsidP="00B65DC9">
      <w:r>
        <w:t>208.1734</w:t>
      </w:r>
      <w:r>
        <w:tab/>
        <w:t>1.013e0</w:t>
      </w:r>
    </w:p>
    <w:p w:rsidR="00B65DC9" w:rsidRDefault="00B65DC9" w:rsidP="00B65DC9">
      <w:r>
        <w:t>208.1891</w:t>
      </w:r>
      <w:r>
        <w:tab/>
        <w:t>7.373e0</w:t>
      </w:r>
    </w:p>
    <w:p w:rsidR="00B65DC9" w:rsidRDefault="00B65DC9" w:rsidP="00B65DC9">
      <w:r>
        <w:t>208.2049</w:t>
      </w:r>
      <w:r>
        <w:tab/>
        <w:t>1.266e-2</w:t>
      </w:r>
    </w:p>
    <w:p w:rsidR="00B65DC9" w:rsidRDefault="00B65DC9" w:rsidP="00B65DC9">
      <w:r>
        <w:t>208.2092</w:t>
      </w:r>
      <w:r>
        <w:tab/>
        <w:t>1.266e-2</w:t>
      </w:r>
    </w:p>
    <w:p w:rsidR="00B65DC9" w:rsidRDefault="00B65DC9" w:rsidP="00B65DC9">
      <w:r>
        <w:t>208.2772</w:t>
      </w:r>
      <w:r>
        <w:tab/>
        <w:t>2.025e0</w:t>
      </w:r>
    </w:p>
    <w:p w:rsidR="00B65DC9" w:rsidRDefault="00B65DC9" w:rsidP="00B65DC9">
      <w:r>
        <w:t>208.3043</w:t>
      </w:r>
      <w:r>
        <w:tab/>
        <w:t>1.025e0</w:t>
      </w:r>
    </w:p>
    <w:p w:rsidR="00B65DC9" w:rsidRDefault="00B65DC9" w:rsidP="00B65DC9">
      <w:r>
        <w:t>208.3105</w:t>
      </w:r>
      <w:r>
        <w:tab/>
        <w:t>4.051e0</w:t>
      </w:r>
    </w:p>
    <w:p w:rsidR="00B65DC9" w:rsidRDefault="00B65DC9" w:rsidP="00B65DC9">
      <w:r>
        <w:t>208.3355</w:t>
      </w:r>
      <w:r>
        <w:tab/>
        <w:t>1.266e-2</w:t>
      </w:r>
    </w:p>
    <w:p w:rsidR="00B65DC9" w:rsidRDefault="00B65DC9" w:rsidP="00B65DC9">
      <w:r>
        <w:t>208.3430</w:t>
      </w:r>
      <w:r>
        <w:tab/>
        <w:t>1.013e0</w:t>
      </w:r>
    </w:p>
    <w:p w:rsidR="00B65DC9" w:rsidRDefault="00B65DC9" w:rsidP="00B65DC9">
      <w:r>
        <w:t>208.3660</w:t>
      </w:r>
      <w:r>
        <w:tab/>
        <w:t>1.013e0</w:t>
      </w:r>
    </w:p>
    <w:p w:rsidR="00B65DC9" w:rsidRDefault="00B65DC9" w:rsidP="00B65DC9">
      <w:r>
        <w:t>208.3845</w:t>
      </w:r>
      <w:r>
        <w:tab/>
        <w:t>1.013e0</w:t>
      </w:r>
    </w:p>
    <w:p w:rsidR="00B65DC9" w:rsidRDefault="00B65DC9" w:rsidP="00B65DC9">
      <w:r>
        <w:t>208.3883</w:t>
      </w:r>
      <w:r>
        <w:tab/>
        <w:t>1.025e0</w:t>
      </w:r>
    </w:p>
    <w:p w:rsidR="00B65DC9" w:rsidRDefault="00B65DC9" w:rsidP="00B65DC9">
      <w:r>
        <w:t>208.4159</w:t>
      </w:r>
      <w:r>
        <w:tab/>
        <w:t>1.266e-2</w:t>
      </w:r>
    </w:p>
    <w:p w:rsidR="00B65DC9" w:rsidRDefault="00B65DC9" w:rsidP="00B65DC9">
      <w:r>
        <w:t>208.4542</w:t>
      </w:r>
      <w:r>
        <w:tab/>
        <w:t>1.266e-2</w:t>
      </w:r>
    </w:p>
    <w:p w:rsidR="00B65DC9" w:rsidRDefault="00B65DC9" w:rsidP="00B65DC9">
      <w:r>
        <w:lastRenderedPageBreak/>
        <w:t>208.4617</w:t>
      </w:r>
      <w:r>
        <w:tab/>
        <w:t>1.013e0</w:t>
      </w:r>
    </w:p>
    <w:p w:rsidR="00B65DC9" w:rsidRDefault="00B65DC9" w:rsidP="00B65DC9">
      <w:r>
        <w:t>208.4976</w:t>
      </w:r>
      <w:r>
        <w:tab/>
        <w:t>2.025e0</w:t>
      </w:r>
    </w:p>
    <w:p w:rsidR="00B65DC9" w:rsidRDefault="00B65DC9" w:rsidP="00B65DC9">
      <w:r>
        <w:t>208.5033</w:t>
      </w:r>
      <w:r>
        <w:tab/>
        <w:t>3.038e0</w:t>
      </w:r>
    </w:p>
    <w:p w:rsidR="00B65DC9" w:rsidRDefault="00B65DC9" w:rsidP="00B65DC9">
      <w:r>
        <w:t>208.5151</w:t>
      </w:r>
      <w:r>
        <w:tab/>
        <w:t>1.013e0</w:t>
      </w:r>
    </w:p>
    <w:p w:rsidR="00B65DC9" w:rsidRDefault="00B65DC9" w:rsidP="00B65DC9">
      <w:r>
        <w:t>208.5390</w:t>
      </w:r>
      <w:r>
        <w:tab/>
        <w:t>1.025e0</w:t>
      </w:r>
    </w:p>
    <w:p w:rsidR="00B65DC9" w:rsidRDefault="00B65DC9" w:rsidP="00B65DC9">
      <w:r>
        <w:t>208.5467</w:t>
      </w:r>
      <w:r>
        <w:tab/>
        <w:t>1.013e0</w:t>
      </w:r>
    </w:p>
    <w:p w:rsidR="00B65DC9" w:rsidRDefault="00B65DC9" w:rsidP="00B65DC9">
      <w:r>
        <w:t>208.5674</w:t>
      </w:r>
      <w:r>
        <w:tab/>
        <w:t>2.025e0</w:t>
      </w:r>
    </w:p>
    <w:p w:rsidR="00B65DC9" w:rsidRDefault="00B65DC9" w:rsidP="00B65DC9">
      <w:r>
        <w:t>208.5749</w:t>
      </w:r>
      <w:r>
        <w:tab/>
        <w:t>2.025e0</w:t>
      </w:r>
    </w:p>
    <w:p w:rsidR="00B65DC9" w:rsidRDefault="00B65DC9" w:rsidP="00B65DC9">
      <w:r>
        <w:t>208.6071</w:t>
      </w:r>
      <w:r>
        <w:tab/>
        <w:t>1.013e0</w:t>
      </w:r>
    </w:p>
    <w:p w:rsidR="00B65DC9" w:rsidRDefault="00B65DC9" w:rsidP="00B65DC9">
      <w:r>
        <w:t>208.6226</w:t>
      </w:r>
      <w:r>
        <w:tab/>
        <w:t>2.025e0</w:t>
      </w:r>
    </w:p>
    <w:p w:rsidR="00B65DC9" w:rsidRDefault="00B65DC9" w:rsidP="00B65DC9">
      <w:r>
        <w:t>208.6308</w:t>
      </w:r>
      <w:r>
        <w:tab/>
        <w:t>1.266e-2</w:t>
      </w:r>
    </w:p>
    <w:p w:rsidR="00B65DC9" w:rsidRDefault="00B65DC9" w:rsidP="00B65DC9">
      <w:r>
        <w:t>208.6385</w:t>
      </w:r>
      <w:r>
        <w:tab/>
        <w:t>1.013e0</w:t>
      </w:r>
    </w:p>
    <w:p w:rsidR="00B65DC9" w:rsidRDefault="00B65DC9" w:rsidP="00B65DC9">
      <w:r>
        <w:t>208.6424</w:t>
      </w:r>
      <w:r>
        <w:tab/>
        <w:t>3.038e0</w:t>
      </w:r>
    </w:p>
    <w:p w:rsidR="00B65DC9" w:rsidRDefault="00B65DC9" w:rsidP="00B65DC9">
      <w:r>
        <w:t>208.6701</w:t>
      </w:r>
      <w:r>
        <w:tab/>
        <w:t>3.038e0</w:t>
      </w:r>
    </w:p>
    <w:p w:rsidR="00B65DC9" w:rsidRDefault="00B65DC9" w:rsidP="00B65DC9">
      <w:r>
        <w:t>208.6729</w:t>
      </w:r>
      <w:r>
        <w:tab/>
        <w:t>1.013e0</w:t>
      </w:r>
    </w:p>
    <w:p w:rsidR="00B65DC9" w:rsidRDefault="00B65DC9" w:rsidP="00B65DC9">
      <w:r>
        <w:t>208.6996</w:t>
      </w:r>
      <w:r>
        <w:tab/>
        <w:t>1.266e-2</w:t>
      </w:r>
    </w:p>
    <w:p w:rsidR="00B65DC9" w:rsidRDefault="00B65DC9" w:rsidP="00B65DC9">
      <w:r>
        <w:t>208.7031</w:t>
      </w:r>
      <w:r>
        <w:tab/>
        <w:t>2.025e0</w:t>
      </w:r>
    </w:p>
    <w:p w:rsidR="00B65DC9" w:rsidRDefault="00B65DC9" w:rsidP="00B65DC9">
      <w:r>
        <w:t>208.7381</w:t>
      </w:r>
      <w:r>
        <w:tab/>
        <w:t>1.266e-2</w:t>
      </w:r>
    </w:p>
    <w:p w:rsidR="00B65DC9" w:rsidRDefault="00B65DC9" w:rsidP="00B65DC9">
      <w:r>
        <w:t>208.7543</w:t>
      </w:r>
      <w:r>
        <w:tab/>
        <w:t>1.266e-2</w:t>
      </w:r>
    </w:p>
    <w:p w:rsidR="00B65DC9" w:rsidRDefault="00B65DC9" w:rsidP="00B65DC9">
      <w:r>
        <w:lastRenderedPageBreak/>
        <w:t>208.7654</w:t>
      </w:r>
      <w:r>
        <w:tab/>
        <w:t>1.025e0</w:t>
      </w:r>
    </w:p>
    <w:p w:rsidR="00B65DC9" w:rsidRDefault="00B65DC9" w:rsidP="00B65DC9">
      <w:r>
        <w:t>208.7842</w:t>
      </w:r>
      <w:r>
        <w:tab/>
        <w:t>1.266e-2</w:t>
      </w:r>
    </w:p>
    <w:p w:rsidR="00B65DC9" w:rsidRDefault="00B65DC9" w:rsidP="00B65DC9">
      <w:r>
        <w:t>208.7901</w:t>
      </w:r>
      <w:r>
        <w:tab/>
        <w:t>2.025e0</w:t>
      </w:r>
    </w:p>
    <w:p w:rsidR="00B65DC9" w:rsidRDefault="00B65DC9" w:rsidP="00B65DC9">
      <w:r>
        <w:t>208.8823</w:t>
      </w:r>
      <w:r>
        <w:tab/>
        <w:t>2.025e0</w:t>
      </w:r>
    </w:p>
    <w:p w:rsidR="00B65DC9" w:rsidRDefault="00B65DC9" w:rsidP="00B65DC9">
      <w:r>
        <w:t>208.8879</w:t>
      </w:r>
      <w:r>
        <w:tab/>
        <w:t>1.013e0</w:t>
      </w:r>
    </w:p>
    <w:p w:rsidR="00B65DC9" w:rsidRDefault="00B65DC9" w:rsidP="00B65DC9">
      <w:r>
        <w:t>208.9143</w:t>
      </w:r>
      <w:r>
        <w:tab/>
        <w:t>1.025e0</w:t>
      </w:r>
    </w:p>
    <w:p w:rsidR="00B65DC9" w:rsidRDefault="00B65DC9" w:rsidP="00B65DC9">
      <w:r>
        <w:t>208.9181</w:t>
      </w:r>
      <w:r>
        <w:tab/>
        <w:t>1.266e-2</w:t>
      </w:r>
    </w:p>
    <w:p w:rsidR="00B65DC9" w:rsidRDefault="00B65DC9" w:rsidP="00B65DC9">
      <w:r>
        <w:t>208.9414</w:t>
      </w:r>
      <w:r>
        <w:tab/>
        <w:t>1.266e-2</w:t>
      </w:r>
    </w:p>
    <w:p w:rsidR="00B65DC9" w:rsidRDefault="00B65DC9" w:rsidP="00B65DC9">
      <w:r>
        <w:t>209.0082</w:t>
      </w:r>
      <w:r>
        <w:tab/>
        <w:t>2.710e0</w:t>
      </w:r>
    </w:p>
    <w:p w:rsidR="00B65DC9" w:rsidRDefault="00B65DC9" w:rsidP="00B65DC9">
      <w:r>
        <w:t>209.0181</w:t>
      </w:r>
      <w:r>
        <w:tab/>
        <w:t>1.025e0</w:t>
      </w:r>
    </w:p>
    <w:p w:rsidR="00B65DC9" w:rsidRDefault="00B65DC9" w:rsidP="00B65DC9">
      <w:r>
        <w:t>209.0448</w:t>
      </w:r>
      <w:r>
        <w:tab/>
        <w:t>4.463e0</w:t>
      </w:r>
    </w:p>
    <w:p w:rsidR="00B65DC9" w:rsidRDefault="00B65DC9" w:rsidP="00B65DC9">
      <w:r>
        <w:t>209.0879</w:t>
      </w:r>
      <w:r>
        <w:tab/>
        <w:t>2.025e0</w:t>
      </w:r>
    </w:p>
    <w:p w:rsidR="00B65DC9" w:rsidRDefault="00B65DC9" w:rsidP="00B65DC9">
      <w:r>
        <w:t>209.1026</w:t>
      </w:r>
      <w:r>
        <w:tab/>
        <w:t>2.089e0</w:t>
      </w:r>
    </w:p>
    <w:p w:rsidR="00B65DC9" w:rsidRDefault="00B65DC9" w:rsidP="00B65DC9">
      <w:r>
        <w:t>209.1705</w:t>
      </w:r>
      <w:r>
        <w:tab/>
        <w:t>2.532e-2</w:t>
      </w:r>
    </w:p>
    <w:p w:rsidR="00B65DC9" w:rsidRDefault="00B65DC9" w:rsidP="00B65DC9">
      <w:r>
        <w:t>209.1936</w:t>
      </w:r>
      <w:r>
        <w:tab/>
        <w:t>2.532e-2</w:t>
      </w:r>
    </w:p>
    <w:p w:rsidR="00B65DC9" w:rsidRDefault="00B65DC9" w:rsidP="00B65DC9">
      <w:r>
        <w:t>209.2144</w:t>
      </w:r>
      <w:r>
        <w:tab/>
        <w:t>1.013e0</w:t>
      </w:r>
    </w:p>
    <w:p w:rsidR="00B65DC9" w:rsidRDefault="00B65DC9" w:rsidP="00B65DC9">
      <w:r>
        <w:t>209.2767</w:t>
      </w:r>
      <w:r>
        <w:tab/>
        <w:t>1.266e-2</w:t>
      </w:r>
    </w:p>
    <w:p w:rsidR="00B65DC9" w:rsidRDefault="00B65DC9" w:rsidP="00B65DC9">
      <w:r>
        <w:t>209.3003</w:t>
      </w:r>
      <w:r>
        <w:tab/>
        <w:t>3.038e0</w:t>
      </w:r>
    </w:p>
    <w:p w:rsidR="00B65DC9" w:rsidRDefault="00B65DC9" w:rsidP="00B65DC9">
      <w:r>
        <w:t>209.3182</w:t>
      </w:r>
      <w:r>
        <w:tab/>
        <w:t>1.266e-2</w:t>
      </w:r>
    </w:p>
    <w:p w:rsidR="00B65DC9" w:rsidRDefault="00B65DC9" w:rsidP="00B65DC9">
      <w:r>
        <w:lastRenderedPageBreak/>
        <w:t>209.3884</w:t>
      </w:r>
      <w:r>
        <w:tab/>
        <w:t>1.266e-2</w:t>
      </w:r>
    </w:p>
    <w:p w:rsidR="00B65DC9" w:rsidRDefault="00B65DC9" w:rsidP="00B65DC9">
      <w:r>
        <w:t>209.3899</w:t>
      </w:r>
      <w:r>
        <w:tab/>
        <w:t>4.051e0</w:t>
      </w:r>
    </w:p>
    <w:p w:rsidR="00B65DC9" w:rsidRDefault="00B65DC9" w:rsidP="00B65DC9">
      <w:r>
        <w:t>209.4336</w:t>
      </w:r>
      <w:r>
        <w:tab/>
        <w:t>1.013e0</w:t>
      </w:r>
    </w:p>
    <w:p w:rsidR="00B65DC9" w:rsidRDefault="00B65DC9" w:rsidP="00B65DC9">
      <w:r>
        <w:t>209.4562</w:t>
      </w:r>
      <w:r>
        <w:tab/>
        <w:t>1.013e0</w:t>
      </w:r>
    </w:p>
    <w:p w:rsidR="00B65DC9" w:rsidRDefault="00B65DC9" w:rsidP="00B65DC9">
      <w:r>
        <w:t>209.4780</w:t>
      </w:r>
      <w:r>
        <w:tab/>
        <w:t>2.025e0</w:t>
      </w:r>
    </w:p>
    <w:p w:rsidR="00B65DC9" w:rsidRDefault="00B65DC9" w:rsidP="00B65DC9">
      <w:r>
        <w:t>209.4988</w:t>
      </w:r>
      <w:r>
        <w:tab/>
        <w:t>3.038e0</w:t>
      </w:r>
    </w:p>
    <w:p w:rsidR="00B65DC9" w:rsidRDefault="00B65DC9" w:rsidP="00B65DC9">
      <w:r>
        <w:t>209.5069</w:t>
      </w:r>
      <w:r>
        <w:tab/>
        <w:t>2.532e-2</w:t>
      </w:r>
    </w:p>
    <w:p w:rsidR="00B65DC9" w:rsidRDefault="00B65DC9" w:rsidP="00B65DC9">
      <w:r>
        <w:t>209.5088</w:t>
      </w:r>
      <w:r>
        <w:tab/>
        <w:t>2.532e-2</w:t>
      </w:r>
    </w:p>
    <w:p w:rsidR="00B65DC9" w:rsidRDefault="00B65DC9" w:rsidP="00B65DC9">
      <w:r>
        <w:t>209.5315</w:t>
      </w:r>
      <w:r>
        <w:tab/>
        <w:t>2.025e0</w:t>
      </w:r>
    </w:p>
    <w:p w:rsidR="00B65DC9" w:rsidRDefault="00B65DC9" w:rsidP="00B65DC9">
      <w:r>
        <w:t>209.5372</w:t>
      </w:r>
      <w:r>
        <w:tab/>
        <w:t>1.025e0</w:t>
      </w:r>
    </w:p>
    <w:p w:rsidR="00B65DC9" w:rsidRDefault="00B65DC9" w:rsidP="00B65DC9">
      <w:r>
        <w:t>209.5447</w:t>
      </w:r>
      <w:r>
        <w:tab/>
        <w:t>1.266e-2</w:t>
      </w:r>
    </w:p>
    <w:p w:rsidR="00B65DC9" w:rsidRDefault="00B65DC9" w:rsidP="00B65DC9">
      <w:r>
        <w:t>209.5561</w:t>
      </w:r>
      <w:r>
        <w:tab/>
        <w:t>1.013e0</w:t>
      </w:r>
    </w:p>
    <w:p w:rsidR="00B65DC9" w:rsidRDefault="00B65DC9" w:rsidP="00B65DC9">
      <w:r>
        <w:t>209.5623</w:t>
      </w:r>
      <w:r>
        <w:tab/>
        <w:t>2.025e0</w:t>
      </w:r>
    </w:p>
    <w:p w:rsidR="00B65DC9" w:rsidRDefault="00B65DC9" w:rsidP="00B65DC9">
      <w:r>
        <w:t>209.5724</w:t>
      </w:r>
      <w:r>
        <w:tab/>
        <w:t>1.266e-2</w:t>
      </w:r>
    </w:p>
    <w:p w:rsidR="00B65DC9" w:rsidRDefault="00B65DC9" w:rsidP="00B65DC9">
      <w:r>
        <w:t>209.5920</w:t>
      </w:r>
      <w:r>
        <w:tab/>
        <w:t>1.013e0</w:t>
      </w:r>
    </w:p>
    <w:p w:rsidR="00B65DC9" w:rsidRDefault="00B65DC9" w:rsidP="00B65DC9">
      <w:r>
        <w:t>209.6060</w:t>
      </w:r>
      <w:r>
        <w:tab/>
        <w:t>2.038e0</w:t>
      </w:r>
    </w:p>
    <w:p w:rsidR="00B65DC9" w:rsidRDefault="00B65DC9" w:rsidP="00B65DC9">
      <w:r>
        <w:t>209.6073</w:t>
      </w:r>
      <w:r>
        <w:tab/>
        <w:t>1.013e0</w:t>
      </w:r>
    </w:p>
    <w:p w:rsidR="00B65DC9" w:rsidRDefault="00B65DC9" w:rsidP="00B65DC9">
      <w:r>
        <w:t>209.6625</w:t>
      </w:r>
      <w:r>
        <w:tab/>
        <w:t>2.532e-2</w:t>
      </w:r>
    </w:p>
    <w:p w:rsidR="00B65DC9" w:rsidRDefault="00B65DC9" w:rsidP="00B65DC9">
      <w:r>
        <w:t>209.6640</w:t>
      </w:r>
      <w:r>
        <w:tab/>
        <w:t>1.013e0</w:t>
      </w:r>
    </w:p>
    <w:p w:rsidR="00B65DC9" w:rsidRDefault="00B65DC9" w:rsidP="00B65DC9">
      <w:r>
        <w:lastRenderedPageBreak/>
        <w:t>209.6920</w:t>
      </w:r>
      <w:r>
        <w:tab/>
        <w:t>1.013e0</w:t>
      </w:r>
    </w:p>
    <w:p w:rsidR="00B65DC9" w:rsidRDefault="00B65DC9" w:rsidP="00B65DC9">
      <w:r>
        <w:t>209.7298</w:t>
      </w:r>
      <w:r>
        <w:tab/>
        <w:t>1.013e0</w:t>
      </w:r>
    </w:p>
    <w:p w:rsidR="00B65DC9" w:rsidRDefault="00B65DC9" w:rsidP="00B65DC9">
      <w:r>
        <w:t>209.7680</w:t>
      </w:r>
      <w:r>
        <w:tab/>
        <w:t>1.266e-2</w:t>
      </w:r>
    </w:p>
    <w:p w:rsidR="00B65DC9" w:rsidRDefault="00B65DC9" w:rsidP="00B65DC9">
      <w:r>
        <w:t>209.7749</w:t>
      </w:r>
      <w:r>
        <w:tab/>
        <w:t>2.038e0</w:t>
      </w:r>
    </w:p>
    <w:p w:rsidR="00B65DC9" w:rsidRDefault="00B65DC9" w:rsidP="00B65DC9">
      <w:r>
        <w:t>209.9527</w:t>
      </w:r>
      <w:r>
        <w:tab/>
        <w:t>2.532e-2</w:t>
      </w:r>
    </w:p>
    <w:p w:rsidR="00B65DC9" w:rsidRDefault="00B65DC9" w:rsidP="00B65DC9">
      <w:r>
        <w:t>209.9939</w:t>
      </w:r>
      <w:r>
        <w:tab/>
        <w:t>2.025e0</w:t>
      </w:r>
    </w:p>
    <w:p w:rsidR="00B65DC9" w:rsidRDefault="00B65DC9" w:rsidP="00B65DC9">
      <w:r>
        <w:t>210.0078</w:t>
      </w:r>
      <w:r>
        <w:tab/>
        <w:t>1.013e0</w:t>
      </w:r>
    </w:p>
    <w:p w:rsidR="00B65DC9" w:rsidRDefault="00B65DC9" w:rsidP="00B65DC9">
      <w:r>
        <w:t>210.0170</w:t>
      </w:r>
      <w:r>
        <w:tab/>
        <w:t>3.038e0</w:t>
      </w:r>
    </w:p>
    <w:p w:rsidR="00B65DC9" w:rsidRDefault="00B65DC9" w:rsidP="00B65DC9">
      <w:r>
        <w:t>210.0267</w:t>
      </w:r>
      <w:r>
        <w:tab/>
        <w:t>2.025e0</w:t>
      </w:r>
    </w:p>
    <w:p w:rsidR="00B65DC9" w:rsidRDefault="00B65DC9" w:rsidP="00B65DC9">
      <w:r>
        <w:t>210.0378</w:t>
      </w:r>
      <w:r>
        <w:tab/>
        <w:t>1.025e0</w:t>
      </w:r>
    </w:p>
    <w:p w:rsidR="00B65DC9" w:rsidRDefault="00B65DC9" w:rsidP="00B65DC9">
      <w:r>
        <w:t>210.0547</w:t>
      </w:r>
      <w:r>
        <w:tab/>
        <w:t>2.025e0</w:t>
      </w:r>
    </w:p>
    <w:p w:rsidR="00B65DC9" w:rsidRDefault="00B65DC9" w:rsidP="00B65DC9">
      <w:r>
        <w:t>210.0585</w:t>
      </w:r>
      <w:r>
        <w:tab/>
        <w:t>3.038e0</w:t>
      </w:r>
    </w:p>
    <w:p w:rsidR="00B65DC9" w:rsidRDefault="00B65DC9" w:rsidP="00B65DC9">
      <w:r>
        <w:t>210.0685</w:t>
      </w:r>
      <w:r>
        <w:tab/>
        <w:t>1.025e0</w:t>
      </w:r>
    </w:p>
    <w:p w:rsidR="00B65DC9" w:rsidRDefault="00B65DC9" w:rsidP="00B65DC9">
      <w:r>
        <w:t>210.1000</w:t>
      </w:r>
      <w:r>
        <w:tab/>
        <w:t>4.051e0</w:t>
      </w:r>
    </w:p>
    <w:p w:rsidR="00B65DC9" w:rsidRDefault="00B65DC9" w:rsidP="00B65DC9">
      <w:r>
        <w:t>210.1011</w:t>
      </w:r>
      <w:r>
        <w:tab/>
        <w:t>5.868e0</w:t>
      </w:r>
    </w:p>
    <w:p w:rsidR="00B65DC9" w:rsidRDefault="00B65DC9" w:rsidP="00B65DC9">
      <w:r>
        <w:t>210.1068</w:t>
      </w:r>
      <w:r>
        <w:tab/>
        <w:t>1.425e0</w:t>
      </w:r>
    </w:p>
    <w:p w:rsidR="00B65DC9" w:rsidRDefault="00B65DC9" w:rsidP="00B65DC9">
      <w:r>
        <w:t>210.1221</w:t>
      </w:r>
      <w:r>
        <w:tab/>
        <w:t>1.788e0</w:t>
      </w:r>
    </w:p>
    <w:p w:rsidR="00B65DC9" w:rsidRDefault="00B65DC9" w:rsidP="00B65DC9">
      <w:r>
        <w:t>210.1370</w:t>
      </w:r>
      <w:r>
        <w:tab/>
        <w:t>3.038e0</w:t>
      </w:r>
    </w:p>
    <w:p w:rsidR="00B65DC9" w:rsidRDefault="00B65DC9" w:rsidP="00B65DC9">
      <w:r>
        <w:t>210.1745</w:t>
      </w:r>
      <w:r>
        <w:tab/>
        <w:t>2.532e-2</w:t>
      </w:r>
    </w:p>
    <w:p w:rsidR="00B65DC9" w:rsidRDefault="00B65DC9" w:rsidP="00B65DC9">
      <w:r>
        <w:lastRenderedPageBreak/>
        <w:t>210.1807</w:t>
      </w:r>
      <w:r>
        <w:tab/>
        <w:t>1.266e-2</w:t>
      </w:r>
    </w:p>
    <w:p w:rsidR="00B65DC9" w:rsidRDefault="00B65DC9" w:rsidP="00B65DC9">
      <w:r>
        <w:t>210.2116</w:t>
      </w:r>
      <w:r>
        <w:tab/>
        <w:t>1.266e-2</w:t>
      </w:r>
    </w:p>
    <w:p w:rsidR="00B65DC9" w:rsidRDefault="00B65DC9" w:rsidP="00B65DC9">
      <w:r>
        <w:t>210.2305</w:t>
      </w:r>
      <w:r>
        <w:tab/>
        <w:t>1.266e-2</w:t>
      </w:r>
    </w:p>
    <w:p w:rsidR="00B65DC9" w:rsidRDefault="00B65DC9" w:rsidP="00B65DC9">
      <w:r>
        <w:t>210.4008</w:t>
      </w:r>
      <w:r>
        <w:tab/>
        <w:t>1.013e0</w:t>
      </w:r>
    </w:p>
    <w:p w:rsidR="00B65DC9" w:rsidRDefault="00B65DC9" w:rsidP="00B65DC9">
      <w:r>
        <w:t>210.4196</w:t>
      </w:r>
      <w:r>
        <w:tab/>
        <w:t>1.025e0</w:t>
      </w:r>
    </w:p>
    <w:p w:rsidR="00B65DC9" w:rsidRDefault="00B65DC9" w:rsidP="00B65DC9">
      <w:r>
        <w:t>210.4236</w:t>
      </w:r>
      <w:r>
        <w:tab/>
        <w:t>1.013e0</w:t>
      </w:r>
    </w:p>
    <w:p w:rsidR="00B65DC9" w:rsidRDefault="00B65DC9" w:rsidP="00B65DC9">
      <w:r>
        <w:t>210.4536</w:t>
      </w:r>
      <w:r>
        <w:tab/>
        <w:t>1.013e0</w:t>
      </w:r>
    </w:p>
    <w:p w:rsidR="00B65DC9" w:rsidRDefault="00B65DC9" w:rsidP="00B65DC9">
      <w:r>
        <w:t>210.4731</w:t>
      </w:r>
      <w:r>
        <w:tab/>
        <w:t>1.013e0</w:t>
      </w:r>
    </w:p>
    <w:p w:rsidR="00B65DC9" w:rsidRDefault="00B65DC9" w:rsidP="00B65DC9">
      <w:r>
        <w:t>210.4931</w:t>
      </w:r>
      <w:r>
        <w:tab/>
        <w:t>1.266e-2</w:t>
      </w:r>
    </w:p>
    <w:p w:rsidR="00B65DC9" w:rsidRDefault="00B65DC9" w:rsidP="00B65DC9">
      <w:r>
        <w:t>210.5817</w:t>
      </w:r>
      <w:r>
        <w:tab/>
        <w:t>1.013e0</w:t>
      </w:r>
    </w:p>
    <w:p w:rsidR="00B65DC9" w:rsidRDefault="00B65DC9" w:rsidP="00B65DC9">
      <w:r>
        <w:t>210.5912</w:t>
      </w:r>
      <w:r>
        <w:tab/>
        <w:t>2.025e0</w:t>
      </w:r>
    </w:p>
    <w:p w:rsidR="00B65DC9" w:rsidRDefault="00B65DC9" w:rsidP="00B65DC9">
      <w:r>
        <w:t>210.6012</w:t>
      </w:r>
      <w:r>
        <w:tab/>
        <w:t>1.013e0</w:t>
      </w:r>
    </w:p>
    <w:p w:rsidR="00B65DC9" w:rsidRDefault="00B65DC9" w:rsidP="00B65DC9">
      <w:r>
        <w:t>210.6276</w:t>
      </w:r>
      <w:r>
        <w:tab/>
        <w:t>1.013e0</w:t>
      </w:r>
    </w:p>
    <w:p w:rsidR="00B65DC9" w:rsidRDefault="00B65DC9" w:rsidP="00B65DC9">
      <w:r>
        <w:t>210.6578</w:t>
      </w:r>
      <w:r>
        <w:tab/>
        <w:t>1.013e0</w:t>
      </w:r>
    </w:p>
    <w:p w:rsidR="00B65DC9" w:rsidRDefault="00B65DC9" w:rsidP="00B65DC9">
      <w:r>
        <w:t>210.7017</w:t>
      </w:r>
      <w:r>
        <w:tab/>
        <w:t>1.013e0</w:t>
      </w:r>
    </w:p>
    <w:p w:rsidR="00B65DC9" w:rsidRDefault="00B65DC9" w:rsidP="00B65DC9">
      <w:r>
        <w:t>210.7203</w:t>
      </w:r>
      <w:r>
        <w:tab/>
        <w:t>1.025e0</w:t>
      </w:r>
    </w:p>
    <w:p w:rsidR="00B65DC9" w:rsidRDefault="00B65DC9" w:rsidP="00B65DC9">
      <w:r>
        <w:t>210.7244</w:t>
      </w:r>
      <w:r>
        <w:tab/>
        <w:t>1.266e-2</w:t>
      </w:r>
    </w:p>
    <w:p w:rsidR="00B65DC9" w:rsidRDefault="00B65DC9" w:rsidP="00B65DC9">
      <w:r>
        <w:t>210.7468</w:t>
      </w:r>
      <w:r>
        <w:tab/>
        <w:t>1.025e0</w:t>
      </w:r>
    </w:p>
    <w:p w:rsidR="00B65DC9" w:rsidRDefault="00B65DC9" w:rsidP="00B65DC9">
      <w:r>
        <w:t>210.7664</w:t>
      </w:r>
      <w:r>
        <w:tab/>
        <w:t>1.013e0</w:t>
      </w:r>
    </w:p>
    <w:p w:rsidR="00B65DC9" w:rsidRDefault="00B65DC9" w:rsidP="00B65DC9">
      <w:r>
        <w:lastRenderedPageBreak/>
        <w:t>210.8017</w:t>
      </w:r>
      <w:r>
        <w:tab/>
        <w:t>1.266e-2</w:t>
      </w:r>
    </w:p>
    <w:p w:rsidR="00B65DC9" w:rsidRDefault="00B65DC9" w:rsidP="00B65DC9">
      <w:r>
        <w:t>210.8058</w:t>
      </w:r>
      <w:r>
        <w:tab/>
        <w:t>2.025e0</w:t>
      </w:r>
    </w:p>
    <w:p w:rsidR="00B65DC9" w:rsidRDefault="00B65DC9" w:rsidP="00B65DC9">
      <w:r>
        <w:t>210.8092</w:t>
      </w:r>
      <w:r>
        <w:tab/>
        <w:t>1.013e0</w:t>
      </w:r>
    </w:p>
    <w:p w:rsidR="00B65DC9" w:rsidRDefault="00B65DC9" w:rsidP="00B65DC9">
      <w:r>
        <w:t>210.8452</w:t>
      </w:r>
      <w:r>
        <w:tab/>
        <w:t>2.025e0</w:t>
      </w:r>
    </w:p>
    <w:p w:rsidR="00B65DC9" w:rsidRDefault="00B65DC9" w:rsidP="00B65DC9">
      <w:r>
        <w:t>210.8590</w:t>
      </w:r>
      <w:r>
        <w:tab/>
        <w:t>1.025e0</w:t>
      </w:r>
    </w:p>
    <w:p w:rsidR="00B65DC9" w:rsidRDefault="00B65DC9" w:rsidP="00B65DC9">
      <w:r>
        <w:t>210.8665</w:t>
      </w:r>
      <w:r>
        <w:tab/>
        <w:t>1.013e0</w:t>
      </w:r>
    </w:p>
    <w:p w:rsidR="00B65DC9" w:rsidRDefault="00B65DC9" w:rsidP="00B65DC9">
      <w:r>
        <w:t>210.8746</w:t>
      </w:r>
      <w:r>
        <w:tab/>
        <w:t>1.013e0</w:t>
      </w:r>
    </w:p>
    <w:p w:rsidR="00B65DC9" w:rsidRDefault="00B65DC9" w:rsidP="00B65DC9">
      <w:r>
        <w:t>210.8786</w:t>
      </w:r>
      <w:r>
        <w:tab/>
        <w:t>1.266e-2</w:t>
      </w:r>
    </w:p>
    <w:p w:rsidR="00B65DC9" w:rsidRDefault="00B65DC9" w:rsidP="00B65DC9">
      <w:r>
        <w:t>210.9323</w:t>
      </w:r>
      <w:r>
        <w:tab/>
        <w:t>1.013e0</w:t>
      </w:r>
    </w:p>
    <w:p w:rsidR="00B65DC9" w:rsidRDefault="00B65DC9" w:rsidP="00B65DC9">
      <w:r>
        <w:t>210.9364</w:t>
      </w:r>
      <w:r>
        <w:tab/>
        <w:t>1.266e-2</w:t>
      </w:r>
    </w:p>
    <w:p w:rsidR="00B65DC9" w:rsidRDefault="00B65DC9" w:rsidP="00B65DC9">
      <w:r>
        <w:t>210.9713</w:t>
      </w:r>
      <w:r>
        <w:tab/>
        <w:t>1.013e0</w:t>
      </w:r>
    </w:p>
    <w:p w:rsidR="00B65DC9" w:rsidRDefault="00B65DC9" w:rsidP="00B65DC9">
      <w:r>
        <w:t>210.9871</w:t>
      </w:r>
      <w:r>
        <w:tab/>
        <w:t>1.266e-2</w:t>
      </w:r>
    </w:p>
    <w:p w:rsidR="00B65DC9" w:rsidRDefault="00B65DC9" w:rsidP="00B65DC9">
      <w:r>
        <w:t>211.0136</w:t>
      </w:r>
      <w:r>
        <w:tab/>
        <w:t>1.025e0</w:t>
      </w:r>
    </w:p>
    <w:p w:rsidR="00B65DC9" w:rsidRDefault="00B65DC9" w:rsidP="00B65DC9">
      <w:r>
        <w:t>211.0155</w:t>
      </w:r>
      <w:r>
        <w:tab/>
        <w:t>2.025e0</w:t>
      </w:r>
    </w:p>
    <w:p w:rsidR="00B65DC9" w:rsidRDefault="00B65DC9" w:rsidP="00B65DC9">
      <w:r>
        <w:t>211.0253</w:t>
      </w:r>
      <w:r>
        <w:tab/>
        <w:t>1.013e0</w:t>
      </w:r>
    </w:p>
    <w:p w:rsidR="00B65DC9" w:rsidRDefault="00B65DC9" w:rsidP="00B65DC9">
      <w:r>
        <w:t>211.0514</w:t>
      </w:r>
      <w:r>
        <w:tab/>
        <w:t>3.031e0</w:t>
      </w:r>
    </w:p>
    <w:p w:rsidR="00B65DC9" w:rsidRDefault="00B65DC9" w:rsidP="00B65DC9">
      <w:r>
        <w:t>211.0595</w:t>
      </w:r>
      <w:r>
        <w:tab/>
        <w:t>5.076e0</w:t>
      </w:r>
    </w:p>
    <w:p w:rsidR="00B65DC9" w:rsidRDefault="00B65DC9" w:rsidP="00B65DC9">
      <w:r>
        <w:t>211.0857</w:t>
      </w:r>
      <w:r>
        <w:tab/>
        <w:t>4.051e0</w:t>
      </w:r>
    </w:p>
    <w:p w:rsidR="00B65DC9" w:rsidRDefault="00B65DC9" w:rsidP="00B65DC9">
      <w:r>
        <w:t>211.1121</w:t>
      </w:r>
      <w:r>
        <w:tab/>
        <w:t>2.025e0</w:t>
      </w:r>
    </w:p>
    <w:p w:rsidR="00B65DC9" w:rsidRDefault="00B65DC9" w:rsidP="00B65DC9">
      <w:r>
        <w:lastRenderedPageBreak/>
        <w:t>211.1142</w:t>
      </w:r>
      <w:r>
        <w:tab/>
        <w:t>1.258e1</w:t>
      </w:r>
    </w:p>
    <w:p w:rsidR="00B65DC9" w:rsidRDefault="00B65DC9" w:rsidP="00B65DC9">
      <w:r>
        <w:t>211.1178</w:t>
      </w:r>
      <w:r>
        <w:tab/>
        <w:t>2.330e1</w:t>
      </w:r>
    </w:p>
    <w:p w:rsidR="00B65DC9" w:rsidRDefault="00B65DC9" w:rsidP="00B65DC9">
      <w:r>
        <w:t>211.1480</w:t>
      </w:r>
      <w:r>
        <w:tab/>
        <w:t>1.013e0</w:t>
      </w:r>
    </w:p>
    <w:p w:rsidR="00B65DC9" w:rsidRDefault="00B65DC9" w:rsidP="00B65DC9">
      <w:r>
        <w:t>211.1545</w:t>
      </w:r>
      <w:r>
        <w:tab/>
        <w:t>2.025e0</w:t>
      </w:r>
    </w:p>
    <w:p w:rsidR="00B65DC9" w:rsidRDefault="00B65DC9" w:rsidP="00B65DC9">
      <w:r>
        <w:t>211.1560</w:t>
      </w:r>
      <w:r>
        <w:tab/>
        <w:t>1.013e0</w:t>
      </w:r>
    </w:p>
    <w:p w:rsidR="00B65DC9" w:rsidRDefault="00B65DC9" w:rsidP="00B65DC9">
      <w:r>
        <w:t>211.1841</w:t>
      </w:r>
      <w:r>
        <w:tab/>
        <w:t>1.013e0</w:t>
      </w:r>
    </w:p>
    <w:p w:rsidR="00B65DC9" w:rsidRDefault="00B65DC9" w:rsidP="00B65DC9">
      <w:r>
        <w:t>211.1914</w:t>
      </w:r>
      <w:r>
        <w:tab/>
        <w:t>2.051e0</w:t>
      </w:r>
    </w:p>
    <w:p w:rsidR="00B65DC9" w:rsidRDefault="00B65DC9" w:rsidP="00B65DC9">
      <w:r>
        <w:t>211.2105</w:t>
      </w:r>
      <w:r>
        <w:tab/>
        <w:t>1.013e0</w:t>
      </w:r>
    </w:p>
    <w:p w:rsidR="00B65DC9" w:rsidRDefault="00B65DC9" w:rsidP="00B65DC9">
      <w:r>
        <w:t>211.2533</w:t>
      </w:r>
      <w:r>
        <w:tab/>
        <w:t>3.038e0</w:t>
      </w:r>
    </w:p>
    <w:p w:rsidR="00B65DC9" w:rsidRDefault="00B65DC9" w:rsidP="00B65DC9">
      <w:r>
        <w:t>211.3150</w:t>
      </w:r>
      <w:r>
        <w:tab/>
        <w:t>1.266e-2</w:t>
      </w:r>
    </w:p>
    <w:p w:rsidR="00B65DC9" w:rsidRDefault="00B65DC9" w:rsidP="00B65DC9">
      <w:r>
        <w:t>211.3411</w:t>
      </w:r>
      <w:r>
        <w:tab/>
        <w:t>1.013e0</w:t>
      </w:r>
    </w:p>
    <w:p w:rsidR="00B65DC9" w:rsidRDefault="00B65DC9" w:rsidP="00B65DC9">
      <w:r>
        <w:t>211.3888</w:t>
      </w:r>
      <w:r>
        <w:tab/>
        <w:t>1.266e-2</w:t>
      </w:r>
    </w:p>
    <w:p w:rsidR="00B65DC9" w:rsidRDefault="00B65DC9" w:rsidP="00B65DC9">
      <w:r>
        <w:t>211.3960</w:t>
      </w:r>
      <w:r>
        <w:tab/>
        <w:t>1.013e0</w:t>
      </w:r>
    </w:p>
    <w:p w:rsidR="00B65DC9" w:rsidRDefault="00B65DC9" w:rsidP="00B65DC9">
      <w:r>
        <w:t>211.4226</w:t>
      </w:r>
      <w:r>
        <w:tab/>
        <w:t>1.013e0</w:t>
      </w:r>
    </w:p>
    <w:p w:rsidR="00B65DC9" w:rsidRDefault="00B65DC9" w:rsidP="00B65DC9">
      <w:r>
        <w:t>211.4339</w:t>
      </w:r>
      <w:r>
        <w:tab/>
        <w:t>1.266e-2</w:t>
      </w:r>
    </w:p>
    <w:p w:rsidR="00B65DC9" w:rsidRDefault="00B65DC9" w:rsidP="00B65DC9">
      <w:r>
        <w:t>211.4403</w:t>
      </w:r>
      <w:r>
        <w:tab/>
        <w:t>2.025e0</w:t>
      </w:r>
    </w:p>
    <w:p w:rsidR="00B65DC9" w:rsidRDefault="00B65DC9" w:rsidP="00B65DC9">
      <w:r>
        <w:t>211.4458</w:t>
      </w:r>
      <w:r>
        <w:tab/>
        <w:t>1.013e0</w:t>
      </w:r>
    </w:p>
    <w:p w:rsidR="00B65DC9" w:rsidRDefault="00B65DC9" w:rsidP="00B65DC9">
      <w:r>
        <w:t>211.4619</w:t>
      </w:r>
      <w:r>
        <w:tab/>
        <w:t>1.013e0</w:t>
      </w:r>
    </w:p>
    <w:p w:rsidR="00B65DC9" w:rsidRDefault="00B65DC9" w:rsidP="00B65DC9">
      <w:r>
        <w:t>211.4662</w:t>
      </w:r>
      <w:r>
        <w:tab/>
        <w:t>1.013e0</w:t>
      </w:r>
    </w:p>
    <w:p w:rsidR="00B65DC9" w:rsidRDefault="00B65DC9" w:rsidP="00B65DC9">
      <w:r>
        <w:lastRenderedPageBreak/>
        <w:t>211.4854</w:t>
      </w:r>
      <w:r>
        <w:tab/>
        <w:t>1.266e-2</w:t>
      </w:r>
    </w:p>
    <w:p w:rsidR="00B65DC9" w:rsidRDefault="00B65DC9" w:rsidP="00B65DC9">
      <w:r>
        <w:t>211.5041</w:t>
      </w:r>
      <w:r>
        <w:tab/>
        <w:t>2.532e-2</w:t>
      </w:r>
    </w:p>
    <w:p w:rsidR="00B65DC9" w:rsidRDefault="00B65DC9" w:rsidP="00B65DC9">
      <w:r>
        <w:t>211.5232</w:t>
      </w:r>
      <w:r>
        <w:tab/>
        <w:t>1.013e0</w:t>
      </w:r>
    </w:p>
    <w:p w:rsidR="00B65DC9" w:rsidRDefault="00B65DC9" w:rsidP="00B65DC9">
      <w:r>
        <w:t>211.5425</w:t>
      </w:r>
      <w:r>
        <w:tab/>
        <w:t>1.013e0</w:t>
      </w:r>
    </w:p>
    <w:p w:rsidR="00B65DC9" w:rsidRDefault="00B65DC9" w:rsidP="00B65DC9">
      <w:r>
        <w:t>211.6392</w:t>
      </w:r>
      <w:r>
        <w:tab/>
        <w:t>1.013e0</w:t>
      </w:r>
    </w:p>
    <w:p w:rsidR="00B65DC9" w:rsidRDefault="00B65DC9" w:rsidP="00B65DC9">
      <w:r>
        <w:t>211.6627</w:t>
      </w:r>
      <w:r>
        <w:tab/>
        <w:t>2.025e0</w:t>
      </w:r>
    </w:p>
    <w:p w:rsidR="00B65DC9" w:rsidRDefault="00B65DC9" w:rsidP="00B65DC9">
      <w:r>
        <w:t>211.6670</w:t>
      </w:r>
      <w:r>
        <w:tab/>
        <w:t>1.013e0</w:t>
      </w:r>
    </w:p>
    <w:p w:rsidR="00B65DC9" w:rsidRDefault="00B65DC9" w:rsidP="00B65DC9">
      <w:r>
        <w:t>211.7400</w:t>
      </w:r>
      <w:r>
        <w:tab/>
        <w:t>1.013e0</w:t>
      </w:r>
    </w:p>
    <w:p w:rsidR="00B65DC9" w:rsidRDefault="00B65DC9" w:rsidP="00B65DC9">
      <w:r>
        <w:t>211.7711</w:t>
      </w:r>
      <w:r>
        <w:tab/>
        <w:t>1.013e0</w:t>
      </w:r>
    </w:p>
    <w:p w:rsidR="00B65DC9" w:rsidRDefault="00B65DC9" w:rsidP="00B65DC9">
      <w:r>
        <w:t>211.7787</w:t>
      </w:r>
      <w:r>
        <w:tab/>
        <w:t>1.266e-2</w:t>
      </w:r>
    </w:p>
    <w:p w:rsidR="00B65DC9" w:rsidRDefault="00B65DC9" w:rsidP="00B65DC9">
      <w:r>
        <w:t>211.7958</w:t>
      </w:r>
      <w:r>
        <w:tab/>
        <w:t>2.025e0</w:t>
      </w:r>
    </w:p>
    <w:p w:rsidR="00B65DC9" w:rsidRDefault="00B65DC9" w:rsidP="00B65DC9">
      <w:r>
        <w:t>211.8056</w:t>
      </w:r>
      <w:r>
        <w:tab/>
        <w:t>1.266e-2</w:t>
      </w:r>
    </w:p>
    <w:p w:rsidR="00B65DC9" w:rsidRDefault="00B65DC9" w:rsidP="00B65DC9">
      <w:r>
        <w:t>211.8368</w:t>
      </w:r>
      <w:r>
        <w:tab/>
        <w:t>1.266e-2</w:t>
      </w:r>
    </w:p>
    <w:p w:rsidR="00B65DC9" w:rsidRDefault="00B65DC9" w:rsidP="00B65DC9">
      <w:r>
        <w:t>211.8795</w:t>
      </w:r>
      <w:r>
        <w:tab/>
        <w:t>1.013e0</w:t>
      </w:r>
    </w:p>
    <w:p w:rsidR="00B65DC9" w:rsidRDefault="00B65DC9" w:rsidP="00B65DC9">
      <w:r>
        <w:t>211.9648</w:t>
      </w:r>
      <w:r>
        <w:tab/>
        <w:t>1.025e0</w:t>
      </w:r>
    </w:p>
    <w:p w:rsidR="00B65DC9" w:rsidRDefault="00B65DC9" w:rsidP="00B65DC9">
      <w:r>
        <w:t>211.9816</w:t>
      </w:r>
      <w:r>
        <w:tab/>
        <w:t>3.038e0</w:t>
      </w:r>
    </w:p>
    <w:p w:rsidR="00B65DC9" w:rsidRDefault="00B65DC9" w:rsidP="00B65DC9">
      <w:r>
        <w:t>211.9873</w:t>
      </w:r>
      <w:r>
        <w:tab/>
        <w:t>1.013e0</w:t>
      </w:r>
    </w:p>
    <w:p w:rsidR="00B65DC9" w:rsidRDefault="00B65DC9" w:rsidP="00B65DC9">
      <w:r>
        <w:t>212.0094</w:t>
      </w:r>
      <w:r>
        <w:tab/>
        <w:t>2.038e0</w:t>
      </w:r>
    </w:p>
    <w:p w:rsidR="00B65DC9" w:rsidRDefault="00B65DC9" w:rsidP="00B65DC9">
      <w:r>
        <w:t>212.0129</w:t>
      </w:r>
      <w:r>
        <w:tab/>
        <w:t>7.244e0</w:t>
      </w:r>
    </w:p>
    <w:p w:rsidR="00B65DC9" w:rsidRDefault="00B65DC9" w:rsidP="00B65DC9">
      <w:r>
        <w:lastRenderedPageBreak/>
        <w:t>212.0146</w:t>
      </w:r>
      <w:r>
        <w:tab/>
        <w:t>2.025e0</w:t>
      </w:r>
    </w:p>
    <w:p w:rsidR="00B65DC9" w:rsidRDefault="00B65DC9" w:rsidP="00B65DC9">
      <w:r>
        <w:t>212.0385</w:t>
      </w:r>
      <w:r>
        <w:tab/>
        <w:t>2.532e-2</w:t>
      </w:r>
    </w:p>
    <w:p w:rsidR="00B65DC9" w:rsidRDefault="00B65DC9" w:rsidP="00B65DC9">
      <w:r>
        <w:t>212.0551</w:t>
      </w:r>
      <w:r>
        <w:tab/>
        <w:t>5.063e0</w:t>
      </w:r>
    </w:p>
    <w:p w:rsidR="00B65DC9" w:rsidRDefault="00B65DC9" w:rsidP="00B65DC9">
      <w:r>
        <w:t>212.0820</w:t>
      </w:r>
      <w:r>
        <w:tab/>
        <w:t>2.025e0</w:t>
      </w:r>
    </w:p>
    <w:p w:rsidR="00B65DC9" w:rsidRDefault="00B65DC9" w:rsidP="00B65DC9">
      <w:r>
        <w:t>212.0864</w:t>
      </w:r>
      <w:r>
        <w:tab/>
        <w:t>1.051e0</w:t>
      </w:r>
    </w:p>
    <w:p w:rsidR="00B65DC9" w:rsidRDefault="00B65DC9" w:rsidP="00B65DC9">
      <w:r>
        <w:t>212.0962</w:t>
      </w:r>
      <w:r>
        <w:tab/>
        <w:t>4.051e0</w:t>
      </w:r>
    </w:p>
    <w:p w:rsidR="00B65DC9" w:rsidRDefault="00B65DC9" w:rsidP="00B65DC9">
      <w:r>
        <w:t>212.1054</w:t>
      </w:r>
      <w:r>
        <w:tab/>
        <w:t>2.532e-2</w:t>
      </w:r>
    </w:p>
    <w:p w:rsidR="00B65DC9" w:rsidRDefault="00B65DC9" w:rsidP="00B65DC9">
      <w:r>
        <w:t>212.1461</w:t>
      </w:r>
      <w:r>
        <w:tab/>
        <w:t>3.008e2</w:t>
      </w:r>
    </w:p>
    <w:p w:rsidR="00B65DC9" w:rsidRDefault="00B65DC9" w:rsidP="00B65DC9">
      <w:r>
        <w:t>212.1936</w:t>
      </w:r>
      <w:r>
        <w:tab/>
        <w:t>3.038e0</w:t>
      </w:r>
    </w:p>
    <w:p w:rsidR="00B65DC9" w:rsidRDefault="00B65DC9" w:rsidP="00B65DC9">
      <w:r>
        <w:t>212.2001</w:t>
      </w:r>
      <w:r>
        <w:tab/>
        <w:t>1.013e0</w:t>
      </w:r>
    </w:p>
    <w:p w:rsidR="00B65DC9" w:rsidRDefault="00B65DC9" w:rsidP="00B65DC9">
      <w:r>
        <w:t>212.2120</w:t>
      </w:r>
      <w:r>
        <w:tab/>
        <w:t>3.134e0</w:t>
      </w:r>
    </w:p>
    <w:p w:rsidR="00B65DC9" w:rsidRDefault="00B65DC9" w:rsidP="00B65DC9">
      <w:r>
        <w:t>212.2359</w:t>
      </w:r>
      <w:r>
        <w:tab/>
        <w:t>1.013e0</w:t>
      </w:r>
    </w:p>
    <w:p w:rsidR="00B65DC9" w:rsidRDefault="00B65DC9" w:rsidP="00B65DC9">
      <w:r>
        <w:t>212.2737</w:t>
      </w:r>
      <w:r>
        <w:tab/>
        <w:t>2.025e0</w:t>
      </w:r>
    </w:p>
    <w:p w:rsidR="00B65DC9" w:rsidRDefault="00B65DC9" w:rsidP="00B65DC9">
      <w:r>
        <w:t>212.2850</w:t>
      </w:r>
      <w:r>
        <w:tab/>
        <w:t>1.266e-2</w:t>
      </w:r>
    </w:p>
    <w:p w:rsidR="00B65DC9" w:rsidRDefault="00B65DC9" w:rsidP="00B65DC9">
      <w:r>
        <w:t>212.3092</w:t>
      </w:r>
      <w:r>
        <w:tab/>
        <w:t>1.266e-2</w:t>
      </w:r>
    </w:p>
    <w:p w:rsidR="00B65DC9" w:rsidRDefault="00B65DC9" w:rsidP="00B65DC9">
      <w:r>
        <w:t>212.3132</w:t>
      </w:r>
      <w:r>
        <w:tab/>
        <w:t>1.266e-2</w:t>
      </w:r>
    </w:p>
    <w:p w:rsidR="00B65DC9" w:rsidRDefault="00B65DC9" w:rsidP="00B65DC9">
      <w:r>
        <w:t>212.3150</w:t>
      </w:r>
      <w:r>
        <w:tab/>
        <w:t>2.025e0</w:t>
      </w:r>
    </w:p>
    <w:p w:rsidR="00B65DC9" w:rsidRDefault="00B65DC9" w:rsidP="00B65DC9">
      <w:r>
        <w:t>212.3326</w:t>
      </w:r>
      <w:r>
        <w:tab/>
        <w:t>1.013e0</w:t>
      </w:r>
    </w:p>
    <w:p w:rsidR="00B65DC9" w:rsidRDefault="00B65DC9" w:rsidP="00B65DC9">
      <w:r>
        <w:t>212.3513</w:t>
      </w:r>
      <w:r>
        <w:tab/>
        <w:t>1.013e0</w:t>
      </w:r>
    </w:p>
    <w:p w:rsidR="00B65DC9" w:rsidRDefault="00B65DC9" w:rsidP="00B65DC9">
      <w:r>
        <w:lastRenderedPageBreak/>
        <w:t>212.3551</w:t>
      </w:r>
      <w:r>
        <w:tab/>
        <w:t>1.013e0</w:t>
      </w:r>
    </w:p>
    <w:p w:rsidR="00B65DC9" w:rsidRDefault="00B65DC9" w:rsidP="00B65DC9">
      <w:r>
        <w:t>212.3863</w:t>
      </w:r>
      <w:r>
        <w:tab/>
        <w:t>1.013e0</w:t>
      </w:r>
    </w:p>
    <w:p w:rsidR="00B65DC9" w:rsidRDefault="00B65DC9" w:rsidP="00B65DC9">
      <w:r>
        <w:t>212.4022</w:t>
      </w:r>
      <w:r>
        <w:tab/>
        <w:t>1.266e-2</w:t>
      </w:r>
    </w:p>
    <w:p w:rsidR="00B65DC9" w:rsidRDefault="00B65DC9" w:rsidP="00B65DC9">
      <w:r>
        <w:t>212.4062</w:t>
      </w:r>
      <w:r>
        <w:tab/>
        <w:t>1.013e0</w:t>
      </w:r>
    </w:p>
    <w:p w:rsidR="00B65DC9" w:rsidRDefault="00B65DC9" w:rsidP="00B65DC9">
      <w:r>
        <w:t>212.4139</w:t>
      </w:r>
      <w:r>
        <w:tab/>
        <w:t>1.266e-2</w:t>
      </w:r>
    </w:p>
    <w:p w:rsidR="00B65DC9" w:rsidRDefault="00B65DC9" w:rsidP="00B65DC9">
      <w:r>
        <w:t>212.4178</w:t>
      </w:r>
      <w:r>
        <w:tab/>
        <w:t>1.025e0</w:t>
      </w:r>
    </w:p>
    <w:p w:rsidR="00B65DC9" w:rsidRDefault="00B65DC9" w:rsidP="00B65DC9">
      <w:r>
        <w:t>212.4634</w:t>
      </w:r>
      <w:r>
        <w:tab/>
        <w:t>1.013e0</w:t>
      </w:r>
    </w:p>
    <w:p w:rsidR="00B65DC9" w:rsidRDefault="00B65DC9" w:rsidP="00B65DC9">
      <w:r>
        <w:t>212.4992</w:t>
      </w:r>
      <w:r>
        <w:tab/>
        <w:t>1.013e0</w:t>
      </w:r>
    </w:p>
    <w:p w:rsidR="00B65DC9" w:rsidRDefault="00B65DC9" w:rsidP="00B65DC9">
      <w:r>
        <w:t>212.5034</w:t>
      </w:r>
      <w:r>
        <w:tab/>
        <w:t>1.266e-2</w:t>
      </w:r>
    </w:p>
    <w:p w:rsidR="00B65DC9" w:rsidRDefault="00B65DC9" w:rsidP="00B65DC9">
      <w:r>
        <w:t>212.5069</w:t>
      </w:r>
      <w:r>
        <w:tab/>
        <w:t>1.013e0</w:t>
      </w:r>
    </w:p>
    <w:p w:rsidR="00B65DC9" w:rsidRDefault="00B65DC9" w:rsidP="00B65DC9">
      <w:r>
        <w:t>212.5486</w:t>
      </w:r>
      <w:r>
        <w:tab/>
        <w:t>1.013e0</w:t>
      </w:r>
    </w:p>
    <w:p w:rsidR="00B65DC9" w:rsidRDefault="00B65DC9" w:rsidP="00B65DC9">
      <w:r>
        <w:t>212.5561</w:t>
      </w:r>
      <w:r>
        <w:tab/>
        <w:t>1.013e0</w:t>
      </w:r>
    </w:p>
    <w:p w:rsidR="00B65DC9" w:rsidRDefault="00B65DC9" w:rsidP="00B65DC9">
      <w:r>
        <w:t>212.5652</w:t>
      </w:r>
      <w:r>
        <w:tab/>
        <w:t>2.038e0</w:t>
      </w:r>
    </w:p>
    <w:p w:rsidR="00B65DC9" w:rsidRDefault="00B65DC9" w:rsidP="00B65DC9">
      <w:r>
        <w:t>212.5797</w:t>
      </w:r>
      <w:r>
        <w:tab/>
        <w:t>1.025e0</w:t>
      </w:r>
    </w:p>
    <w:p w:rsidR="00B65DC9" w:rsidRDefault="00B65DC9" w:rsidP="00B65DC9">
      <w:r>
        <w:t>212.5998</w:t>
      </w:r>
      <w:r>
        <w:tab/>
        <w:t>1.266e-2</w:t>
      </w:r>
    </w:p>
    <w:p w:rsidR="00B65DC9" w:rsidRDefault="00B65DC9" w:rsidP="00B65DC9">
      <w:r>
        <w:t>212.6188</w:t>
      </w:r>
      <w:r>
        <w:tab/>
        <w:t>1.013e0</w:t>
      </w:r>
    </w:p>
    <w:p w:rsidR="00B65DC9" w:rsidRDefault="00B65DC9" w:rsidP="00B65DC9">
      <w:r>
        <w:t>212.6302</w:t>
      </w:r>
      <w:r>
        <w:tab/>
        <w:t>2.532e-2</w:t>
      </w:r>
    </w:p>
    <w:p w:rsidR="00B65DC9" w:rsidRDefault="00B65DC9" w:rsidP="00B65DC9">
      <w:r>
        <w:t>212.6343</w:t>
      </w:r>
      <w:r>
        <w:tab/>
        <w:t>1.013e0</w:t>
      </w:r>
    </w:p>
    <w:p w:rsidR="00B65DC9" w:rsidRDefault="00B65DC9" w:rsidP="00B65DC9">
      <w:r>
        <w:t>212.6415</w:t>
      </w:r>
      <w:r>
        <w:tab/>
        <w:t>1.025e0</w:t>
      </w:r>
    </w:p>
    <w:p w:rsidR="00B65DC9" w:rsidRDefault="00B65DC9" w:rsidP="00B65DC9">
      <w:r>
        <w:lastRenderedPageBreak/>
        <w:t>212.6611</w:t>
      </w:r>
      <w:r>
        <w:tab/>
        <w:t>1.013e0</w:t>
      </w:r>
    </w:p>
    <w:p w:rsidR="00B65DC9" w:rsidRDefault="00B65DC9" w:rsidP="00B65DC9">
      <w:r>
        <w:t>212.6692</w:t>
      </w:r>
      <w:r>
        <w:tab/>
        <w:t>1.266e-2</w:t>
      </w:r>
    </w:p>
    <w:p w:rsidR="00B65DC9" w:rsidRDefault="00B65DC9" w:rsidP="00B65DC9">
      <w:r>
        <w:t>212.6712</w:t>
      </w:r>
      <w:r>
        <w:tab/>
        <w:t>2.025e0</w:t>
      </w:r>
    </w:p>
    <w:p w:rsidR="00B65DC9" w:rsidRDefault="00B65DC9" w:rsidP="00B65DC9">
      <w:r>
        <w:t>212.6891</w:t>
      </w:r>
      <w:r>
        <w:tab/>
        <w:t>1.013e0</w:t>
      </w:r>
    </w:p>
    <w:p w:rsidR="00B65DC9" w:rsidRDefault="00B65DC9" w:rsidP="00B65DC9">
      <w:r>
        <w:t>212.7044</w:t>
      </w:r>
      <w:r>
        <w:tab/>
        <w:t>1.266e-2</w:t>
      </w:r>
    </w:p>
    <w:p w:rsidR="00B65DC9" w:rsidRDefault="00B65DC9" w:rsidP="00B65DC9">
      <w:r>
        <w:t>212.7137</w:t>
      </w:r>
      <w:r>
        <w:tab/>
        <w:t>2.025e0</w:t>
      </w:r>
    </w:p>
    <w:p w:rsidR="00B65DC9" w:rsidRDefault="00B65DC9" w:rsidP="00B65DC9">
      <w:r>
        <w:t>212.7270</w:t>
      </w:r>
      <w:r>
        <w:tab/>
        <w:t>1.013e0</w:t>
      </w:r>
    </w:p>
    <w:p w:rsidR="00B65DC9" w:rsidRDefault="00B65DC9" w:rsidP="00B65DC9">
      <w:r>
        <w:t>212.7513</w:t>
      </w:r>
      <w:r>
        <w:tab/>
        <w:t>2.025e0</w:t>
      </w:r>
    </w:p>
    <w:p w:rsidR="00B65DC9" w:rsidRDefault="00B65DC9" w:rsidP="00B65DC9">
      <w:r>
        <w:t>212.7542</w:t>
      </w:r>
      <w:r>
        <w:tab/>
        <w:t>1.266e-2</w:t>
      </w:r>
    </w:p>
    <w:p w:rsidR="00B65DC9" w:rsidRDefault="00B65DC9" w:rsidP="00B65DC9">
      <w:r>
        <w:t>212.7747</w:t>
      </w:r>
      <w:r>
        <w:tab/>
        <w:t>1.013e0</w:t>
      </w:r>
    </w:p>
    <w:p w:rsidR="00B65DC9" w:rsidRDefault="00B65DC9" w:rsidP="00B65DC9">
      <w:r>
        <w:t>212.8051</w:t>
      </w:r>
      <w:r>
        <w:tab/>
        <w:t>1.013e0</w:t>
      </w:r>
    </w:p>
    <w:p w:rsidR="00B65DC9" w:rsidRDefault="00B65DC9" w:rsidP="00B65DC9">
      <w:r>
        <w:t>212.8395</w:t>
      </w:r>
      <w:r>
        <w:tab/>
        <w:t>1.025e0</w:t>
      </w:r>
    </w:p>
    <w:p w:rsidR="00B65DC9" w:rsidRDefault="00B65DC9" w:rsidP="00B65DC9">
      <w:r>
        <w:t>212.8459</w:t>
      </w:r>
      <w:r>
        <w:tab/>
        <w:t>2.025e0</w:t>
      </w:r>
    </w:p>
    <w:p w:rsidR="00B65DC9" w:rsidRDefault="00B65DC9" w:rsidP="00B65DC9">
      <w:r>
        <w:t>212.8866</w:t>
      </w:r>
      <w:r>
        <w:tab/>
        <w:t>1.025e0</w:t>
      </w:r>
    </w:p>
    <w:p w:rsidR="00B65DC9" w:rsidRDefault="00B65DC9" w:rsidP="00B65DC9">
      <w:r>
        <w:t>212.9016</w:t>
      </w:r>
      <w:r>
        <w:tab/>
        <w:t>1.013e0</w:t>
      </w:r>
    </w:p>
    <w:p w:rsidR="00B65DC9" w:rsidRDefault="00B65DC9" w:rsidP="00B65DC9">
      <w:r>
        <w:t>212.9092</w:t>
      </w:r>
      <w:r>
        <w:tab/>
        <w:t>1.025e0</w:t>
      </w:r>
    </w:p>
    <w:p w:rsidR="00B65DC9" w:rsidRDefault="00B65DC9" w:rsidP="00B65DC9">
      <w:r>
        <w:t>212.9167</w:t>
      </w:r>
      <w:r>
        <w:tab/>
        <w:t>1.013e0</w:t>
      </w:r>
    </w:p>
    <w:p w:rsidR="00B65DC9" w:rsidRDefault="00B65DC9" w:rsidP="00B65DC9">
      <w:r>
        <w:t>212.9244</w:t>
      </w:r>
      <w:r>
        <w:tab/>
        <w:t>2.025e0</w:t>
      </w:r>
    </w:p>
    <w:p w:rsidR="00B65DC9" w:rsidRDefault="00B65DC9" w:rsidP="00B65DC9">
      <w:r>
        <w:t>212.9477</w:t>
      </w:r>
      <w:r>
        <w:tab/>
        <w:t>2.038e0</w:t>
      </w:r>
    </w:p>
    <w:p w:rsidR="00B65DC9" w:rsidRDefault="00B65DC9" w:rsidP="00B65DC9">
      <w:r>
        <w:lastRenderedPageBreak/>
        <w:t>212.9529</w:t>
      </w:r>
      <w:r>
        <w:tab/>
        <w:t>1.266e-2</w:t>
      </w:r>
    </w:p>
    <w:p w:rsidR="00B65DC9" w:rsidRDefault="00B65DC9" w:rsidP="00B65DC9">
      <w:r>
        <w:t>212.9582</w:t>
      </w:r>
      <w:r>
        <w:tab/>
        <w:t>2.025e0</w:t>
      </w:r>
    </w:p>
    <w:p w:rsidR="00B65DC9" w:rsidRDefault="00B65DC9" w:rsidP="00B65DC9">
      <w:r>
        <w:t>212.9759</w:t>
      </w:r>
      <w:r>
        <w:tab/>
        <w:t>1.266e-2</w:t>
      </w:r>
    </w:p>
    <w:p w:rsidR="00B65DC9" w:rsidRDefault="00B65DC9" w:rsidP="00B65DC9">
      <w:r>
        <w:t>212.9995</w:t>
      </w:r>
      <w:r>
        <w:tab/>
        <w:t>1.760e0</w:t>
      </w:r>
    </w:p>
    <w:p w:rsidR="00B65DC9" w:rsidRDefault="00B65DC9" w:rsidP="00B65DC9">
      <w:r>
        <w:t>213.0278</w:t>
      </w:r>
      <w:r>
        <w:tab/>
        <w:t>4.051e0</w:t>
      </w:r>
    </w:p>
    <w:p w:rsidR="00B65DC9" w:rsidRDefault="00B65DC9" w:rsidP="00B65DC9">
      <w:r>
        <w:t>213.0623</w:t>
      </w:r>
      <w:r>
        <w:tab/>
        <w:t>1.038e0</w:t>
      </w:r>
    </w:p>
    <w:p w:rsidR="00B65DC9" w:rsidRDefault="00B65DC9" w:rsidP="00B65DC9">
      <w:r>
        <w:t>213.1006</w:t>
      </w:r>
      <w:r>
        <w:tab/>
        <w:t>5.063e-2</w:t>
      </w:r>
    </w:p>
    <w:p w:rsidR="00B65DC9" w:rsidRDefault="00B65DC9" w:rsidP="00B65DC9">
      <w:r>
        <w:t>213.1131</w:t>
      </w:r>
      <w:r>
        <w:tab/>
        <w:t>3.867e0</w:t>
      </w:r>
    </w:p>
    <w:p w:rsidR="00B65DC9" w:rsidRDefault="00B65DC9" w:rsidP="00B65DC9">
      <w:r>
        <w:t>213.1414</w:t>
      </w:r>
      <w:r>
        <w:tab/>
        <w:t>3.138e1</w:t>
      </w:r>
    </w:p>
    <w:p w:rsidR="00B65DC9" w:rsidRDefault="00B65DC9" w:rsidP="00B65DC9">
      <w:r>
        <w:t>213.1455</w:t>
      </w:r>
      <w:r>
        <w:tab/>
        <w:t>1.009e1</w:t>
      </w:r>
    </w:p>
    <w:p w:rsidR="00B65DC9" w:rsidRDefault="00B65DC9" w:rsidP="00B65DC9">
      <w:r>
        <w:t>213.1502</w:t>
      </w:r>
      <w:r>
        <w:tab/>
        <w:t>3.376e0</w:t>
      </w:r>
    </w:p>
    <w:p w:rsidR="00B65DC9" w:rsidRDefault="00B65DC9" w:rsidP="00B65DC9">
      <w:r>
        <w:t>213.1538</w:t>
      </w:r>
      <w:r>
        <w:tab/>
        <w:t>2.740e1</w:t>
      </w:r>
    </w:p>
    <w:p w:rsidR="00B65DC9" w:rsidRDefault="00B65DC9" w:rsidP="00B65DC9">
      <w:r>
        <w:t>213.2061</w:t>
      </w:r>
      <w:r>
        <w:tab/>
        <w:t>2.532e-2</w:t>
      </w:r>
    </w:p>
    <w:p w:rsidR="00B65DC9" w:rsidRDefault="00B65DC9" w:rsidP="00B65DC9">
      <w:r>
        <w:t>213.2085</w:t>
      </w:r>
      <w:r>
        <w:tab/>
        <w:t>2.025e0</w:t>
      </w:r>
    </w:p>
    <w:p w:rsidR="00B65DC9" w:rsidRDefault="00B65DC9" w:rsidP="00B65DC9">
      <w:r>
        <w:t>213.2162</w:t>
      </w:r>
      <w:r>
        <w:tab/>
        <w:t>1.025e0</w:t>
      </w:r>
    </w:p>
    <w:p w:rsidR="00B65DC9" w:rsidRDefault="00B65DC9" w:rsidP="00B65DC9">
      <w:r>
        <w:t>213.2471</w:t>
      </w:r>
      <w:r>
        <w:tab/>
        <w:t>1.013e0</w:t>
      </w:r>
    </w:p>
    <w:p w:rsidR="00B65DC9" w:rsidRDefault="00B65DC9" w:rsidP="00B65DC9">
      <w:r>
        <w:t>213.2614</w:t>
      </w:r>
      <w:r>
        <w:tab/>
        <w:t>3.038e0</w:t>
      </w:r>
    </w:p>
    <w:p w:rsidR="00B65DC9" w:rsidRDefault="00B65DC9" w:rsidP="00B65DC9">
      <w:r>
        <w:t>213.2662</w:t>
      </w:r>
      <w:r>
        <w:tab/>
        <w:t>1.013e0</w:t>
      </w:r>
    </w:p>
    <w:p w:rsidR="00B65DC9" w:rsidRDefault="00B65DC9" w:rsidP="00B65DC9">
      <w:r>
        <w:t>213.3093</w:t>
      </w:r>
      <w:r>
        <w:tab/>
        <w:t>3.038e0</w:t>
      </w:r>
    </w:p>
    <w:p w:rsidR="00B65DC9" w:rsidRDefault="00B65DC9" w:rsidP="00B65DC9">
      <w:r>
        <w:lastRenderedPageBreak/>
        <w:t>213.3253</w:t>
      </w:r>
      <w:r>
        <w:tab/>
        <w:t>1.266e-2</w:t>
      </w:r>
    </w:p>
    <w:p w:rsidR="00B65DC9" w:rsidRDefault="00B65DC9" w:rsidP="00B65DC9">
      <w:r>
        <w:t>213.3631</w:t>
      </w:r>
      <w:r>
        <w:tab/>
        <w:t>1.266e-2</w:t>
      </w:r>
    </w:p>
    <w:p w:rsidR="00B65DC9" w:rsidRDefault="00B65DC9" w:rsidP="00B65DC9">
      <w:r>
        <w:t>213.3825</w:t>
      </w:r>
      <w:r>
        <w:tab/>
        <w:t>1.013e0</w:t>
      </w:r>
    </w:p>
    <w:p w:rsidR="00B65DC9" w:rsidRDefault="00B65DC9" w:rsidP="00B65DC9">
      <w:r>
        <w:t>213.4721</w:t>
      </w:r>
      <w:r>
        <w:tab/>
        <w:t>1.266e-2</w:t>
      </w:r>
    </w:p>
    <w:p w:rsidR="00B65DC9" w:rsidRDefault="00B65DC9" w:rsidP="00B65DC9">
      <w:r>
        <w:t>213.5416</w:t>
      </w:r>
      <w:r>
        <w:tab/>
        <w:t>1.266e-2</w:t>
      </w:r>
    </w:p>
    <w:p w:rsidR="00B65DC9" w:rsidRDefault="00B65DC9" w:rsidP="00B65DC9">
      <w:r>
        <w:t>213.5693</w:t>
      </w:r>
      <w:r>
        <w:tab/>
        <w:t>1.266e-2</w:t>
      </w:r>
    </w:p>
    <w:p w:rsidR="00B65DC9" w:rsidRDefault="00B65DC9" w:rsidP="00B65DC9">
      <w:r>
        <w:t>213.6158</w:t>
      </w:r>
      <w:r>
        <w:tab/>
        <w:t>1.266e-2</w:t>
      </w:r>
    </w:p>
    <w:p w:rsidR="00B65DC9" w:rsidRDefault="00B65DC9" w:rsidP="00B65DC9">
      <w:r>
        <w:t>213.6272</w:t>
      </w:r>
      <w:r>
        <w:tab/>
        <w:t>1.266e-2</w:t>
      </w:r>
    </w:p>
    <w:p w:rsidR="00B65DC9" w:rsidRDefault="00B65DC9" w:rsidP="00B65DC9">
      <w:r>
        <w:t>213.6506</w:t>
      </w:r>
      <w:r>
        <w:tab/>
        <w:t>1.025e0</w:t>
      </w:r>
    </w:p>
    <w:p w:rsidR="00B65DC9" w:rsidRDefault="00B65DC9" w:rsidP="00B65DC9">
      <w:r>
        <w:t>213.6566</w:t>
      </w:r>
      <w:r>
        <w:tab/>
        <w:t>2.025e0</w:t>
      </w:r>
    </w:p>
    <w:p w:rsidR="00B65DC9" w:rsidRDefault="00B65DC9" w:rsidP="00B65DC9">
      <w:r>
        <w:t>213.6587</w:t>
      </w:r>
      <w:r>
        <w:tab/>
        <w:t>1.013e0</w:t>
      </w:r>
    </w:p>
    <w:p w:rsidR="00B65DC9" w:rsidRDefault="00B65DC9" w:rsidP="00B65DC9">
      <w:r>
        <w:t>213.7089</w:t>
      </w:r>
      <w:r>
        <w:tab/>
        <w:t>1.266e-2</w:t>
      </w:r>
    </w:p>
    <w:p w:rsidR="00B65DC9" w:rsidRDefault="00B65DC9" w:rsidP="00B65DC9">
      <w:r>
        <w:t>213.7243</w:t>
      </w:r>
      <w:r>
        <w:tab/>
        <w:t>1.266e-2</w:t>
      </w:r>
    </w:p>
    <w:p w:rsidR="00B65DC9" w:rsidRDefault="00B65DC9" w:rsidP="00B65DC9">
      <w:r>
        <w:t>213.7481</w:t>
      </w:r>
      <w:r>
        <w:tab/>
        <w:t>1.266e-2</w:t>
      </w:r>
    </w:p>
    <w:p w:rsidR="00B65DC9" w:rsidRDefault="00B65DC9" w:rsidP="00B65DC9">
      <w:r>
        <w:t>213.7603</w:t>
      </w:r>
      <w:r>
        <w:tab/>
        <w:t>1.266e-2</w:t>
      </w:r>
    </w:p>
    <w:p w:rsidR="00B65DC9" w:rsidRDefault="00B65DC9" w:rsidP="00B65DC9">
      <w:r>
        <w:t>213.8020</w:t>
      </w:r>
      <w:r>
        <w:tab/>
        <w:t>1.266e-2</w:t>
      </w:r>
    </w:p>
    <w:p w:rsidR="00B65DC9" w:rsidRDefault="00B65DC9" w:rsidP="00B65DC9">
      <w:r>
        <w:t>213.8762</w:t>
      </w:r>
      <w:r>
        <w:tab/>
        <w:t>1.025e0</w:t>
      </w:r>
    </w:p>
    <w:p w:rsidR="00B65DC9" w:rsidRDefault="00B65DC9" w:rsidP="00B65DC9">
      <w:r>
        <w:t>213.8838</w:t>
      </w:r>
      <w:r>
        <w:tab/>
        <w:t>1.025e0</w:t>
      </w:r>
    </w:p>
    <w:p w:rsidR="00B65DC9" w:rsidRDefault="00B65DC9" w:rsidP="00B65DC9">
      <w:r>
        <w:t>213.8917</w:t>
      </w:r>
      <w:r>
        <w:tab/>
        <w:t>1.013e0</w:t>
      </w:r>
    </w:p>
    <w:p w:rsidR="00B65DC9" w:rsidRDefault="00B65DC9" w:rsidP="00B65DC9">
      <w:r>
        <w:lastRenderedPageBreak/>
        <w:t>213.9067</w:t>
      </w:r>
      <w:r>
        <w:tab/>
        <w:t>1.013e0</w:t>
      </w:r>
    </w:p>
    <w:p w:rsidR="00B65DC9" w:rsidRDefault="00B65DC9" w:rsidP="00B65DC9">
      <w:r>
        <w:t>213.9248</w:t>
      </w:r>
      <w:r>
        <w:tab/>
        <w:t>2.025e0</w:t>
      </w:r>
    </w:p>
    <w:p w:rsidR="00B65DC9" w:rsidRDefault="00B65DC9" w:rsidP="00B65DC9">
      <w:r>
        <w:t>213.9367</w:t>
      </w:r>
      <w:r>
        <w:tab/>
        <w:t>2.025e0</w:t>
      </w:r>
    </w:p>
    <w:p w:rsidR="00B65DC9" w:rsidRDefault="00B65DC9" w:rsidP="00B65DC9">
      <w:r>
        <w:t>213.9541</w:t>
      </w:r>
      <w:r>
        <w:tab/>
        <w:t>1.013e0</w:t>
      </w:r>
    </w:p>
    <w:p w:rsidR="00B65DC9" w:rsidRDefault="00B65DC9" w:rsidP="00B65DC9">
      <w:r>
        <w:t>213.9831</w:t>
      </w:r>
      <w:r>
        <w:tab/>
        <w:t>1.108e1</w:t>
      </w:r>
    </w:p>
    <w:p w:rsidR="00B65DC9" w:rsidRDefault="00B65DC9" w:rsidP="00B65DC9">
      <w:r>
        <w:t>213.9858</w:t>
      </w:r>
      <w:r>
        <w:tab/>
        <w:t>1.632e1</w:t>
      </w:r>
    </w:p>
    <w:p w:rsidR="00B65DC9" w:rsidRDefault="00B65DC9" w:rsidP="00B65DC9">
      <w:r>
        <w:t>213.9885</w:t>
      </w:r>
      <w:r>
        <w:tab/>
        <w:t>1.828e1</w:t>
      </w:r>
    </w:p>
    <w:p w:rsidR="00B65DC9" w:rsidRDefault="00B65DC9" w:rsidP="00B65DC9">
      <w:r>
        <w:t>214.0186</w:t>
      </w:r>
      <w:r>
        <w:tab/>
        <w:t>3.063e0</w:t>
      </w:r>
    </w:p>
    <w:p w:rsidR="00B65DC9" w:rsidRDefault="00B65DC9" w:rsidP="00B65DC9">
      <w:r>
        <w:t>214.0321</w:t>
      </w:r>
      <w:r>
        <w:tab/>
        <w:t>1.013e0</w:t>
      </w:r>
    </w:p>
    <w:p w:rsidR="00B65DC9" w:rsidRDefault="00B65DC9" w:rsidP="00B65DC9">
      <w:r>
        <w:t>214.0377</w:t>
      </w:r>
      <w:r>
        <w:tab/>
        <w:t>3.063e0</w:t>
      </w:r>
    </w:p>
    <w:p w:rsidR="00B65DC9" w:rsidRDefault="00B65DC9" w:rsidP="00B65DC9">
      <w:r>
        <w:t>214.0568</w:t>
      </w:r>
      <w:r>
        <w:tab/>
        <w:t>2.025e0</w:t>
      </w:r>
    </w:p>
    <w:p w:rsidR="00B65DC9" w:rsidRDefault="00B65DC9" w:rsidP="00B65DC9">
      <w:r>
        <w:t>214.0666</w:t>
      </w:r>
      <w:r>
        <w:tab/>
        <w:t>1.025e0</w:t>
      </w:r>
    </w:p>
    <w:p w:rsidR="00B65DC9" w:rsidRDefault="00B65DC9" w:rsidP="00B65DC9">
      <w:r>
        <w:t>214.0776</w:t>
      </w:r>
      <w:r>
        <w:tab/>
        <w:t>2.025e0</w:t>
      </w:r>
    </w:p>
    <w:p w:rsidR="00B65DC9" w:rsidRDefault="00B65DC9" w:rsidP="00B65DC9">
      <w:r>
        <w:t>214.0893</w:t>
      </w:r>
      <w:r>
        <w:tab/>
        <w:t>3.798e-2</w:t>
      </w:r>
    </w:p>
    <w:p w:rsidR="00B65DC9" w:rsidRDefault="00B65DC9" w:rsidP="00B65DC9">
      <w:r>
        <w:t>214.0911</w:t>
      </w:r>
      <w:r>
        <w:tab/>
        <w:t>1.038e0</w:t>
      </w:r>
    </w:p>
    <w:p w:rsidR="00B65DC9" w:rsidRDefault="00B65DC9" w:rsidP="00B65DC9">
      <w:r>
        <w:t>214.0965</w:t>
      </w:r>
      <w:r>
        <w:tab/>
        <w:t>3.038e0</w:t>
      </w:r>
    </w:p>
    <w:p w:rsidR="00B65DC9" w:rsidRDefault="00B65DC9" w:rsidP="00B65DC9">
      <w:r>
        <w:t>214.1196</w:t>
      </w:r>
      <w:r>
        <w:tab/>
        <w:t>2.025e0</w:t>
      </w:r>
    </w:p>
    <w:p w:rsidR="00B65DC9" w:rsidRDefault="00B65DC9" w:rsidP="00B65DC9">
      <w:r>
        <w:t>214.1367</w:t>
      </w:r>
      <w:r>
        <w:tab/>
        <w:t>1.013e0</w:t>
      </w:r>
    </w:p>
    <w:p w:rsidR="00B65DC9" w:rsidRDefault="00B65DC9" w:rsidP="00B65DC9">
      <w:r>
        <w:t>214.1408</w:t>
      </w:r>
      <w:r>
        <w:tab/>
        <w:t>2.532e-2</w:t>
      </w:r>
    </w:p>
    <w:p w:rsidR="00B65DC9" w:rsidRDefault="00B65DC9" w:rsidP="00B65DC9">
      <w:r>
        <w:lastRenderedPageBreak/>
        <w:t>214.1519</w:t>
      </w:r>
      <w:r>
        <w:tab/>
        <w:t>2.532e-2</w:t>
      </w:r>
    </w:p>
    <w:p w:rsidR="00B65DC9" w:rsidRDefault="00B65DC9" w:rsidP="00B65DC9">
      <w:r>
        <w:t>214.1694</w:t>
      </w:r>
      <w:r>
        <w:tab/>
        <w:t>2.025e0</w:t>
      </w:r>
    </w:p>
    <w:p w:rsidR="00B65DC9" w:rsidRDefault="00B65DC9" w:rsidP="00B65DC9">
      <w:r>
        <w:t>214.1834</w:t>
      </w:r>
      <w:r>
        <w:tab/>
        <w:t>1.266e-2</w:t>
      </w:r>
    </w:p>
    <w:p w:rsidR="00B65DC9" w:rsidRDefault="00B65DC9" w:rsidP="00B65DC9">
      <w:r>
        <w:t>214.1918</w:t>
      </w:r>
      <w:r>
        <w:tab/>
        <w:t>1.013e0</w:t>
      </w:r>
    </w:p>
    <w:p w:rsidR="00B65DC9" w:rsidRDefault="00B65DC9" w:rsidP="00B65DC9">
      <w:r>
        <w:t>214.1956</w:t>
      </w:r>
      <w:r>
        <w:tab/>
        <w:t>1.266e-2</w:t>
      </w:r>
    </w:p>
    <w:p w:rsidR="00B65DC9" w:rsidRDefault="00B65DC9" w:rsidP="00B65DC9">
      <w:r>
        <w:t>214.1996</w:t>
      </w:r>
      <w:r>
        <w:tab/>
        <w:t>1.266e-2</w:t>
      </w:r>
    </w:p>
    <w:p w:rsidR="00B65DC9" w:rsidRDefault="00B65DC9" w:rsidP="00B65DC9">
      <w:r>
        <w:t>214.2223</w:t>
      </w:r>
      <w:r>
        <w:tab/>
        <w:t>1.013e0</w:t>
      </w:r>
    </w:p>
    <w:p w:rsidR="00B65DC9" w:rsidRDefault="00B65DC9" w:rsidP="00B65DC9">
      <w:r>
        <w:t>214.2527</w:t>
      </w:r>
      <w:r>
        <w:tab/>
        <w:t>1.013e0</w:t>
      </w:r>
    </w:p>
    <w:p w:rsidR="00B65DC9" w:rsidRDefault="00B65DC9" w:rsidP="00B65DC9">
      <w:r>
        <w:t>214.2611</w:t>
      </w:r>
      <w:r>
        <w:tab/>
        <w:t>1.013e0</w:t>
      </w:r>
    </w:p>
    <w:p w:rsidR="00B65DC9" w:rsidRDefault="00B65DC9" w:rsidP="00B65DC9">
      <w:r>
        <w:t>214.3003</w:t>
      </w:r>
      <w:r>
        <w:tab/>
        <w:t>1.013e0</w:t>
      </w:r>
    </w:p>
    <w:p w:rsidR="00B65DC9" w:rsidRDefault="00B65DC9" w:rsidP="00B65DC9">
      <w:r>
        <w:t>214.3041</w:t>
      </w:r>
      <w:r>
        <w:tab/>
        <w:t>1.013e0</w:t>
      </w:r>
    </w:p>
    <w:p w:rsidR="00B65DC9" w:rsidRDefault="00B65DC9" w:rsidP="00B65DC9">
      <w:r>
        <w:t>214.3627</w:t>
      </w:r>
      <w:r>
        <w:tab/>
        <w:t>1.013e0</w:t>
      </w:r>
    </w:p>
    <w:p w:rsidR="00B65DC9" w:rsidRDefault="00B65DC9" w:rsidP="00B65DC9">
      <w:r>
        <w:t>214.3859</w:t>
      </w:r>
      <w:r>
        <w:tab/>
        <w:t>1.025e0</w:t>
      </w:r>
    </w:p>
    <w:p w:rsidR="00B65DC9" w:rsidRDefault="00B65DC9" w:rsidP="00B65DC9">
      <w:r>
        <w:t>214.4128</w:t>
      </w:r>
      <w:r>
        <w:tab/>
        <w:t>1.013e0</w:t>
      </w:r>
    </w:p>
    <w:p w:rsidR="00B65DC9" w:rsidRDefault="00B65DC9" w:rsidP="00B65DC9">
      <w:r>
        <w:t>214.4564</w:t>
      </w:r>
      <w:r>
        <w:tab/>
        <w:t>1.013e0</w:t>
      </w:r>
    </w:p>
    <w:p w:rsidR="00B65DC9" w:rsidRDefault="00B65DC9" w:rsidP="00B65DC9">
      <w:r>
        <w:t>214.5090</w:t>
      </w:r>
      <w:r>
        <w:tab/>
        <w:t>4.051e0</w:t>
      </w:r>
    </w:p>
    <w:p w:rsidR="00B65DC9" w:rsidRDefault="00B65DC9" w:rsidP="00B65DC9">
      <w:r>
        <w:t>214.5177</w:t>
      </w:r>
      <w:r>
        <w:tab/>
        <w:t>2.532e-2</w:t>
      </w:r>
    </w:p>
    <w:p w:rsidR="00B65DC9" w:rsidRDefault="00B65DC9" w:rsidP="00B65DC9">
      <w:r>
        <w:t>214.5420</w:t>
      </w:r>
      <w:r>
        <w:tab/>
        <w:t>1.013e0</w:t>
      </w:r>
    </w:p>
    <w:p w:rsidR="00B65DC9" w:rsidRDefault="00B65DC9" w:rsidP="00B65DC9">
      <w:r>
        <w:t>214.5571</w:t>
      </w:r>
      <w:r>
        <w:tab/>
        <w:t>1.013e0</w:t>
      </w:r>
    </w:p>
    <w:p w:rsidR="00B65DC9" w:rsidRDefault="00B65DC9" w:rsidP="00B65DC9">
      <w:r>
        <w:lastRenderedPageBreak/>
        <w:t>214.6032</w:t>
      </w:r>
      <w:r>
        <w:tab/>
        <w:t>1.266e-2</w:t>
      </w:r>
    </w:p>
    <w:p w:rsidR="00B65DC9" w:rsidRDefault="00B65DC9" w:rsidP="00B65DC9">
      <w:r>
        <w:t>214.6239</w:t>
      </w:r>
      <w:r>
        <w:tab/>
        <w:t>1.266e-2</w:t>
      </w:r>
    </w:p>
    <w:p w:rsidR="00B65DC9" w:rsidRDefault="00B65DC9" w:rsidP="00B65DC9">
      <w:r>
        <w:t>214.6390</w:t>
      </w:r>
      <w:r>
        <w:tab/>
        <w:t>1.013e0</w:t>
      </w:r>
    </w:p>
    <w:p w:rsidR="00B65DC9" w:rsidRDefault="00B65DC9" w:rsidP="00B65DC9">
      <w:r>
        <w:t>214.6507</w:t>
      </w:r>
      <w:r>
        <w:tab/>
        <w:t>1.013e0</w:t>
      </w:r>
    </w:p>
    <w:p w:rsidR="00B65DC9" w:rsidRDefault="00B65DC9" w:rsidP="00B65DC9">
      <w:r>
        <w:t>214.6581</w:t>
      </w:r>
      <w:r>
        <w:tab/>
        <w:t>1.266e-2</w:t>
      </w:r>
    </w:p>
    <w:p w:rsidR="00B65DC9" w:rsidRDefault="00B65DC9" w:rsidP="00B65DC9">
      <w:r>
        <w:t>214.6712</w:t>
      </w:r>
      <w:r>
        <w:tab/>
        <w:t>3.038e0</w:t>
      </w:r>
    </w:p>
    <w:p w:rsidR="00B65DC9" w:rsidRDefault="00B65DC9" w:rsidP="00B65DC9">
      <w:r>
        <w:t>214.6932</w:t>
      </w:r>
      <w:r>
        <w:tab/>
        <w:t>2.025e0</w:t>
      </w:r>
    </w:p>
    <w:p w:rsidR="00B65DC9" w:rsidRDefault="00B65DC9" w:rsidP="00B65DC9">
      <w:r>
        <w:t>214.7286</w:t>
      </w:r>
      <w:r>
        <w:tab/>
        <w:t>2.025e0</w:t>
      </w:r>
    </w:p>
    <w:p w:rsidR="00B65DC9" w:rsidRDefault="00B65DC9" w:rsidP="00B65DC9">
      <w:r>
        <w:t>214.7323</w:t>
      </w:r>
      <w:r>
        <w:tab/>
        <w:t>1.013e0</w:t>
      </w:r>
    </w:p>
    <w:p w:rsidR="00B65DC9" w:rsidRDefault="00B65DC9" w:rsidP="00B65DC9">
      <w:r>
        <w:t>214.7708</w:t>
      </w:r>
      <w:r>
        <w:tab/>
        <w:t>2.532e-2</w:t>
      </w:r>
    </w:p>
    <w:p w:rsidR="00B65DC9" w:rsidRDefault="00B65DC9" w:rsidP="00B65DC9">
      <w:r>
        <w:t>214.8218</w:t>
      </w:r>
      <w:r>
        <w:tab/>
        <w:t>1.013e0</w:t>
      </w:r>
    </w:p>
    <w:p w:rsidR="00B65DC9" w:rsidRDefault="00B65DC9" w:rsidP="00B65DC9">
      <w:r>
        <w:t>214.8372</w:t>
      </w:r>
      <w:r>
        <w:tab/>
        <w:t>2.025e0</w:t>
      </w:r>
    </w:p>
    <w:p w:rsidR="00B65DC9" w:rsidRDefault="00B65DC9" w:rsidP="00B65DC9">
      <w:r>
        <w:t>214.9230</w:t>
      </w:r>
      <w:r>
        <w:tab/>
        <w:t>1.013e0</w:t>
      </w:r>
    </w:p>
    <w:p w:rsidR="00B65DC9" w:rsidRDefault="00B65DC9" w:rsidP="00B65DC9">
      <w:r>
        <w:t>214.9501</w:t>
      </w:r>
      <w:r>
        <w:tab/>
        <w:t>1.266e-2</w:t>
      </w:r>
    </w:p>
    <w:p w:rsidR="00B65DC9" w:rsidRDefault="00B65DC9" w:rsidP="00B65DC9">
      <w:r>
        <w:t>214.9703</w:t>
      </w:r>
      <w:r>
        <w:tab/>
        <w:t>2.025e0</w:t>
      </w:r>
    </w:p>
    <w:p w:rsidR="00B65DC9" w:rsidRDefault="00B65DC9" w:rsidP="00B65DC9">
      <w:r>
        <w:t>214.9858</w:t>
      </w:r>
      <w:r>
        <w:tab/>
        <w:t>1.266e-2</w:t>
      </w:r>
    </w:p>
    <w:p w:rsidR="00B65DC9" w:rsidRDefault="00B65DC9" w:rsidP="00B65DC9">
      <w:r>
        <w:t>214.9879</w:t>
      </w:r>
      <w:r>
        <w:tab/>
        <w:t>3.614e0</w:t>
      </w:r>
    </w:p>
    <w:p w:rsidR="00B65DC9" w:rsidRDefault="00B65DC9" w:rsidP="00B65DC9">
      <w:r>
        <w:t>214.9923</w:t>
      </w:r>
      <w:r>
        <w:tab/>
        <w:t>3.076e0</w:t>
      </w:r>
    </w:p>
    <w:p w:rsidR="00B65DC9" w:rsidRDefault="00B65DC9" w:rsidP="00B65DC9">
      <w:r>
        <w:t>214.9977</w:t>
      </w:r>
      <w:r>
        <w:tab/>
        <w:t>3.712e0</w:t>
      </w:r>
    </w:p>
    <w:p w:rsidR="00B65DC9" w:rsidRDefault="00B65DC9" w:rsidP="00B65DC9">
      <w:r>
        <w:lastRenderedPageBreak/>
        <w:t>215.0274</w:t>
      </w:r>
      <w:r>
        <w:tab/>
        <w:t>1.266e0</w:t>
      </w:r>
    </w:p>
    <w:p w:rsidR="00B65DC9" w:rsidRDefault="00B65DC9" w:rsidP="00B65DC9">
      <w:r>
        <w:t>215.0288</w:t>
      </w:r>
      <w:r>
        <w:tab/>
        <w:t>1.025e0</w:t>
      </w:r>
    </w:p>
    <w:p w:rsidR="00B65DC9" w:rsidRDefault="00B65DC9" w:rsidP="00B65DC9">
      <w:r>
        <w:t>215.0321</w:t>
      </w:r>
      <w:r>
        <w:tab/>
        <w:t>1.013e0</w:t>
      </w:r>
    </w:p>
    <w:p w:rsidR="00B65DC9" w:rsidRDefault="00B65DC9" w:rsidP="00B65DC9">
      <w:r>
        <w:t>215.0579</w:t>
      </w:r>
      <w:r>
        <w:tab/>
        <w:t>2.025e0</w:t>
      </w:r>
    </w:p>
    <w:p w:rsidR="00B65DC9" w:rsidRDefault="00B65DC9" w:rsidP="00B65DC9">
      <w:r>
        <w:t>215.0674</w:t>
      </w:r>
      <w:r>
        <w:tab/>
        <w:t>1.013e0</w:t>
      </w:r>
    </w:p>
    <w:p w:rsidR="00B65DC9" w:rsidRDefault="00B65DC9" w:rsidP="00B65DC9">
      <w:r>
        <w:t>215.0750</w:t>
      </w:r>
      <w:r>
        <w:tab/>
        <w:t>1.013e0</w:t>
      </w:r>
    </w:p>
    <w:p w:rsidR="00B65DC9" w:rsidRDefault="00B65DC9" w:rsidP="00B65DC9">
      <w:r>
        <w:t>215.0959</w:t>
      </w:r>
      <w:r>
        <w:tab/>
        <w:t>5.063e0</w:t>
      </w:r>
    </w:p>
    <w:p w:rsidR="00B65DC9" w:rsidRDefault="00B65DC9" w:rsidP="00B65DC9">
      <w:r>
        <w:t>215.1195</w:t>
      </w:r>
      <w:r>
        <w:tab/>
        <w:t>1.038e0</w:t>
      </w:r>
    </w:p>
    <w:p w:rsidR="00B65DC9" w:rsidRDefault="00B65DC9" w:rsidP="00B65DC9">
      <w:r>
        <w:t>215.1538</w:t>
      </w:r>
      <w:r>
        <w:tab/>
        <w:t>2.676e0</w:t>
      </w:r>
    </w:p>
    <w:p w:rsidR="00B65DC9" w:rsidRDefault="00B65DC9" w:rsidP="00B65DC9">
      <w:r>
        <w:t>215.1741</w:t>
      </w:r>
      <w:r>
        <w:tab/>
        <w:t>2.025e0</w:t>
      </w:r>
    </w:p>
    <w:p w:rsidR="00B65DC9" w:rsidRDefault="00B65DC9" w:rsidP="00B65DC9">
      <w:r>
        <w:t>215.1799</w:t>
      </w:r>
      <w:r>
        <w:tab/>
        <w:t>3.038e0</w:t>
      </w:r>
    </w:p>
    <w:p w:rsidR="00B65DC9" w:rsidRDefault="00B65DC9" w:rsidP="00B65DC9">
      <w:r>
        <w:t>215.1839</w:t>
      </w:r>
      <w:r>
        <w:tab/>
        <w:t>1.013e0</w:t>
      </w:r>
    </w:p>
    <w:p w:rsidR="00B65DC9" w:rsidRDefault="00B65DC9" w:rsidP="00B65DC9">
      <w:r>
        <w:t>215.2693</w:t>
      </w:r>
      <w:r>
        <w:tab/>
        <w:t>1.266e-2</w:t>
      </w:r>
    </w:p>
    <w:p w:rsidR="00B65DC9" w:rsidRDefault="00B65DC9" w:rsidP="00B65DC9">
      <w:r>
        <w:t>215.2812</w:t>
      </w:r>
      <w:r>
        <w:tab/>
        <w:t>1.013e0</w:t>
      </w:r>
    </w:p>
    <w:p w:rsidR="00B65DC9" w:rsidRDefault="00B65DC9" w:rsidP="00B65DC9">
      <w:r>
        <w:t>215.2853</w:t>
      </w:r>
      <w:r>
        <w:tab/>
        <w:t>1.013e0</w:t>
      </w:r>
    </w:p>
    <w:p w:rsidR="00B65DC9" w:rsidRDefault="00B65DC9" w:rsidP="00B65DC9">
      <w:r>
        <w:t>215.2896</w:t>
      </w:r>
      <w:r>
        <w:tab/>
        <w:t>1.266e-2</w:t>
      </w:r>
    </w:p>
    <w:p w:rsidR="00B65DC9" w:rsidRDefault="00B65DC9" w:rsidP="00B65DC9">
      <w:r>
        <w:t>215.3072</w:t>
      </w:r>
      <w:r>
        <w:tab/>
        <w:t>4.051e0</w:t>
      </w:r>
    </w:p>
    <w:p w:rsidR="00B65DC9" w:rsidRDefault="00B65DC9" w:rsidP="00B65DC9">
      <w:r>
        <w:t>215.3287</w:t>
      </w:r>
      <w:r>
        <w:tab/>
        <w:t>1.013e0</w:t>
      </w:r>
    </w:p>
    <w:p w:rsidR="00B65DC9" w:rsidRDefault="00B65DC9" w:rsidP="00B65DC9">
      <w:r>
        <w:t>215.3323</w:t>
      </w:r>
      <w:r>
        <w:tab/>
        <w:t>2.532e-2</w:t>
      </w:r>
    </w:p>
    <w:p w:rsidR="00B65DC9" w:rsidRDefault="00B65DC9" w:rsidP="00B65DC9">
      <w:r>
        <w:lastRenderedPageBreak/>
        <w:t>215.3823</w:t>
      </w:r>
      <w:r>
        <w:tab/>
        <w:t>2.025e0</w:t>
      </w:r>
    </w:p>
    <w:p w:rsidR="00B65DC9" w:rsidRDefault="00B65DC9" w:rsidP="00B65DC9">
      <w:r>
        <w:t>215.3837</w:t>
      </w:r>
      <w:r>
        <w:tab/>
        <w:t>1.013e0</w:t>
      </w:r>
    </w:p>
    <w:p w:rsidR="00B65DC9" w:rsidRDefault="00B65DC9" w:rsidP="00B65DC9">
      <w:r>
        <w:t>215.4257</w:t>
      </w:r>
      <w:r>
        <w:tab/>
        <w:t>1.013e0</w:t>
      </w:r>
    </w:p>
    <w:p w:rsidR="00B65DC9" w:rsidRDefault="00B65DC9" w:rsidP="00B65DC9">
      <w:r>
        <w:t>215.4408</w:t>
      </w:r>
      <w:r>
        <w:tab/>
        <w:t>1.013e0</w:t>
      </w:r>
    </w:p>
    <w:p w:rsidR="00B65DC9" w:rsidRDefault="00B65DC9" w:rsidP="00B65DC9">
      <w:r>
        <w:t>215.4734</w:t>
      </w:r>
      <w:r>
        <w:tab/>
        <w:t>1.013e0</w:t>
      </w:r>
    </w:p>
    <w:p w:rsidR="00B65DC9" w:rsidRDefault="00B65DC9" w:rsidP="00B65DC9">
      <w:r>
        <w:t>215.4867</w:t>
      </w:r>
      <w:r>
        <w:tab/>
        <w:t>2.025e0</w:t>
      </w:r>
    </w:p>
    <w:p w:rsidR="00B65DC9" w:rsidRDefault="00B65DC9" w:rsidP="00B65DC9">
      <w:r>
        <w:t>215.5746</w:t>
      </w:r>
      <w:r>
        <w:tab/>
        <w:t>1.266e-2</w:t>
      </w:r>
    </w:p>
    <w:p w:rsidR="00B65DC9" w:rsidRDefault="00B65DC9" w:rsidP="00B65DC9">
      <w:r>
        <w:t>215.5781</w:t>
      </w:r>
      <w:r>
        <w:tab/>
        <w:t>1.266e-2</w:t>
      </w:r>
    </w:p>
    <w:p w:rsidR="00B65DC9" w:rsidRDefault="00B65DC9" w:rsidP="00B65DC9">
      <w:r>
        <w:t>215.5896</w:t>
      </w:r>
      <w:r>
        <w:tab/>
        <w:t>1.266e-2</w:t>
      </w:r>
    </w:p>
    <w:p w:rsidR="00B65DC9" w:rsidRDefault="00B65DC9" w:rsidP="00B65DC9">
      <w:r>
        <w:t>215.6012</w:t>
      </w:r>
      <w:r>
        <w:tab/>
        <w:t>3.797e-2</w:t>
      </w:r>
    </w:p>
    <w:p w:rsidR="00B65DC9" w:rsidRDefault="00B65DC9" w:rsidP="00B65DC9">
      <w:r>
        <w:t>215.6168</w:t>
      </w:r>
      <w:r>
        <w:tab/>
        <w:t>1.266e-2</w:t>
      </w:r>
    </w:p>
    <w:p w:rsidR="00B65DC9" w:rsidRDefault="00B65DC9" w:rsidP="00B65DC9">
      <w:r>
        <w:t>215.6212</w:t>
      </w:r>
      <w:r>
        <w:tab/>
        <w:t>2.025e0</w:t>
      </w:r>
    </w:p>
    <w:p w:rsidR="00B65DC9" w:rsidRDefault="00B65DC9" w:rsidP="00B65DC9">
      <w:r>
        <w:t>215.6449</w:t>
      </w:r>
      <w:r>
        <w:tab/>
        <w:t>1.013e0</w:t>
      </w:r>
    </w:p>
    <w:p w:rsidR="00B65DC9" w:rsidRDefault="00B65DC9" w:rsidP="00B65DC9">
      <w:r>
        <w:t>215.6678</w:t>
      </w:r>
      <w:r>
        <w:tab/>
        <w:t>2.025e0</w:t>
      </w:r>
    </w:p>
    <w:p w:rsidR="00B65DC9" w:rsidRDefault="00B65DC9" w:rsidP="00B65DC9">
      <w:r>
        <w:t>215.7687</w:t>
      </w:r>
      <w:r>
        <w:tab/>
        <w:t>1.013e0</w:t>
      </w:r>
    </w:p>
    <w:p w:rsidR="00B65DC9" w:rsidRDefault="00B65DC9" w:rsidP="00B65DC9">
      <w:r>
        <w:t>215.8011</w:t>
      </w:r>
      <w:r>
        <w:tab/>
        <w:t>2.025e0</w:t>
      </w:r>
    </w:p>
    <w:p w:rsidR="00B65DC9" w:rsidRDefault="00B65DC9" w:rsidP="00B65DC9">
      <w:r>
        <w:t>215.8358</w:t>
      </w:r>
      <w:r>
        <w:tab/>
        <w:t>1.013e0</w:t>
      </w:r>
    </w:p>
    <w:p w:rsidR="00B65DC9" w:rsidRDefault="00B65DC9" w:rsidP="00B65DC9">
      <w:r>
        <w:t>215.8394</w:t>
      </w:r>
      <w:r>
        <w:tab/>
        <w:t>1.013e0</w:t>
      </w:r>
    </w:p>
    <w:p w:rsidR="00B65DC9" w:rsidRDefault="00B65DC9" w:rsidP="00B65DC9">
      <w:r>
        <w:t>215.8711</w:t>
      </w:r>
      <w:r>
        <w:tab/>
        <w:t>1.266e-2</w:t>
      </w:r>
    </w:p>
    <w:p w:rsidR="00B65DC9" w:rsidRDefault="00B65DC9" w:rsidP="00B65DC9">
      <w:r>
        <w:lastRenderedPageBreak/>
        <w:t>215.9692</w:t>
      </w:r>
      <w:r>
        <w:tab/>
        <w:t>3.038e0</w:t>
      </w:r>
    </w:p>
    <w:p w:rsidR="00B65DC9" w:rsidRDefault="00B65DC9" w:rsidP="00B65DC9">
      <w:r>
        <w:t>215.9789</w:t>
      </w:r>
      <w:r>
        <w:tab/>
        <w:t>6.056e0</w:t>
      </w:r>
    </w:p>
    <w:p w:rsidR="00B65DC9" w:rsidRDefault="00B65DC9" w:rsidP="00B65DC9">
      <w:r>
        <w:t>215.9914</w:t>
      </w:r>
      <w:r>
        <w:tab/>
        <w:t>5.127e0</w:t>
      </w:r>
    </w:p>
    <w:p w:rsidR="00B65DC9" w:rsidRDefault="00B65DC9" w:rsidP="00B65DC9">
      <w:r>
        <w:t>215.9929</w:t>
      </w:r>
      <w:r>
        <w:tab/>
        <w:t>1.038e0</w:t>
      </w:r>
    </w:p>
    <w:p w:rsidR="00B65DC9" w:rsidRDefault="00B65DC9" w:rsidP="00B65DC9">
      <w:r>
        <w:t>216.0114</w:t>
      </w:r>
      <w:r>
        <w:tab/>
        <w:t>2.063e0</w:t>
      </w:r>
    </w:p>
    <w:p w:rsidR="00B65DC9" w:rsidRDefault="00B65DC9" w:rsidP="00B65DC9">
      <w:r>
        <w:t>216.0258</w:t>
      </w:r>
      <w:r>
        <w:tab/>
        <w:t>1.038e0</w:t>
      </w:r>
    </w:p>
    <w:p w:rsidR="00B65DC9" w:rsidRDefault="00B65DC9" w:rsidP="00B65DC9">
      <w:r>
        <w:t>216.0269</w:t>
      </w:r>
      <w:r>
        <w:tab/>
        <w:t>2.025e0</w:t>
      </w:r>
    </w:p>
    <w:p w:rsidR="00B65DC9" w:rsidRDefault="00B65DC9" w:rsidP="00B65DC9">
      <w:r>
        <w:t>216.0625</w:t>
      </w:r>
      <w:r>
        <w:tab/>
        <w:t>1.013e0</w:t>
      </w:r>
    </w:p>
    <w:p w:rsidR="00B65DC9" w:rsidRDefault="00B65DC9" w:rsidP="00B65DC9">
      <w:r>
        <w:t>216.0635</w:t>
      </w:r>
      <w:r>
        <w:tab/>
        <w:t>3.798e-2</w:t>
      </w:r>
    </w:p>
    <w:p w:rsidR="00B65DC9" w:rsidRDefault="00B65DC9" w:rsidP="00B65DC9">
      <w:r>
        <w:t>216.0664</w:t>
      </w:r>
      <w:r>
        <w:tab/>
        <w:t>3.797e-2</w:t>
      </w:r>
    </w:p>
    <w:p w:rsidR="00B65DC9" w:rsidRDefault="00B65DC9" w:rsidP="00B65DC9">
      <w:r>
        <w:t>216.1028</w:t>
      </w:r>
      <w:r>
        <w:tab/>
        <w:t>2.025e0</w:t>
      </w:r>
    </w:p>
    <w:p w:rsidR="00B65DC9" w:rsidRDefault="00B65DC9" w:rsidP="00B65DC9">
      <w:r>
        <w:t>216.1084</w:t>
      </w:r>
      <w:r>
        <w:tab/>
        <w:t>3.038e0</w:t>
      </w:r>
    </w:p>
    <w:p w:rsidR="00B65DC9" w:rsidRDefault="00B65DC9" w:rsidP="00B65DC9">
      <w:r>
        <w:t>216.1541</w:t>
      </w:r>
      <w:r>
        <w:tab/>
        <w:t>1.912e0</w:t>
      </w:r>
    </w:p>
    <w:p w:rsidR="00B65DC9" w:rsidRDefault="00B65DC9" w:rsidP="00B65DC9">
      <w:r>
        <w:t>216.1656</w:t>
      </w:r>
      <w:r>
        <w:tab/>
        <w:t>2.025e0</w:t>
      </w:r>
    </w:p>
    <w:p w:rsidR="00B65DC9" w:rsidRDefault="00B65DC9" w:rsidP="00B65DC9">
      <w:r>
        <w:t>216.1867</w:t>
      </w:r>
      <w:r>
        <w:tab/>
        <w:t>1.013e0</w:t>
      </w:r>
    </w:p>
    <w:p w:rsidR="00B65DC9" w:rsidRDefault="00B65DC9" w:rsidP="00B65DC9">
      <w:r>
        <w:t>216.1908</w:t>
      </w:r>
      <w:r>
        <w:tab/>
        <w:t>2.025e0</w:t>
      </w:r>
    </w:p>
    <w:p w:rsidR="00B65DC9" w:rsidRDefault="00B65DC9" w:rsidP="00B65DC9">
      <w:r>
        <w:t>216.2460</w:t>
      </w:r>
      <w:r>
        <w:tab/>
        <w:t>1.266e-2</w:t>
      </w:r>
    </w:p>
    <w:p w:rsidR="00B65DC9" w:rsidRDefault="00B65DC9" w:rsidP="00B65DC9">
      <w:r>
        <w:t>216.2571</w:t>
      </w:r>
      <w:r>
        <w:tab/>
        <w:t>1.266e-2</w:t>
      </w:r>
    </w:p>
    <w:p w:rsidR="00B65DC9" w:rsidRDefault="00B65DC9" w:rsidP="00B65DC9">
      <w:r>
        <w:t>216.2814</w:t>
      </w:r>
      <w:r>
        <w:tab/>
        <w:t>1.013e0</w:t>
      </w:r>
    </w:p>
    <w:p w:rsidR="00B65DC9" w:rsidRDefault="00B65DC9" w:rsidP="00B65DC9">
      <w:r>
        <w:lastRenderedPageBreak/>
        <w:t>216.3632</w:t>
      </w:r>
      <w:r>
        <w:tab/>
        <w:t>1.266e-2</w:t>
      </w:r>
    </w:p>
    <w:p w:rsidR="00B65DC9" w:rsidRDefault="00B65DC9" w:rsidP="00B65DC9">
      <w:r>
        <w:t>216.3984</w:t>
      </w:r>
      <w:r>
        <w:tab/>
        <w:t>2.025e0</w:t>
      </w:r>
    </w:p>
    <w:p w:rsidR="00B65DC9" w:rsidRDefault="00B65DC9" w:rsidP="00B65DC9">
      <w:r>
        <w:t>216.4137</w:t>
      </w:r>
      <w:r>
        <w:tab/>
        <w:t>1.266e-2</w:t>
      </w:r>
    </w:p>
    <w:p w:rsidR="00B65DC9" w:rsidRDefault="00B65DC9" w:rsidP="00B65DC9">
      <w:r>
        <w:t>216.4537</w:t>
      </w:r>
      <w:r>
        <w:tab/>
        <w:t>3.038e0</w:t>
      </w:r>
    </w:p>
    <w:p w:rsidR="00B65DC9" w:rsidRDefault="00B65DC9" w:rsidP="00B65DC9">
      <w:r>
        <w:t>216.5135</w:t>
      </w:r>
      <w:r>
        <w:tab/>
        <w:t>3.038e0</w:t>
      </w:r>
    </w:p>
    <w:p w:rsidR="00B65DC9" w:rsidRDefault="00B65DC9" w:rsidP="00B65DC9">
      <w:r>
        <w:t>216.5306</w:t>
      </w:r>
      <w:r>
        <w:tab/>
        <w:t>1.025e0</w:t>
      </w:r>
    </w:p>
    <w:p w:rsidR="00B65DC9" w:rsidRDefault="00B65DC9" w:rsidP="00B65DC9">
      <w:r>
        <w:t>216.5511</w:t>
      </w:r>
      <w:r>
        <w:tab/>
        <w:t>1.013e0</w:t>
      </w:r>
    </w:p>
    <w:p w:rsidR="00B65DC9" w:rsidRDefault="00B65DC9" w:rsidP="00B65DC9">
      <w:r>
        <w:t>216.5625</w:t>
      </w:r>
      <w:r>
        <w:tab/>
        <w:t>2.025e0</w:t>
      </w:r>
    </w:p>
    <w:p w:rsidR="00B65DC9" w:rsidRDefault="00B65DC9" w:rsidP="00B65DC9">
      <w:r>
        <w:t>216.5974</w:t>
      </w:r>
      <w:r>
        <w:tab/>
        <w:t>1.266e-2</w:t>
      </w:r>
    </w:p>
    <w:p w:rsidR="00B65DC9" w:rsidRDefault="00B65DC9" w:rsidP="00B65DC9">
      <w:r>
        <w:t>216.6098</w:t>
      </w:r>
      <w:r>
        <w:tab/>
        <w:t>1.013e0</w:t>
      </w:r>
    </w:p>
    <w:p w:rsidR="00B65DC9" w:rsidRDefault="00B65DC9" w:rsidP="00B65DC9">
      <w:r>
        <w:t>216.6523</w:t>
      </w:r>
      <w:r>
        <w:tab/>
        <w:t>1.025e0</w:t>
      </w:r>
    </w:p>
    <w:p w:rsidR="00B65DC9" w:rsidRDefault="00B65DC9" w:rsidP="00B65DC9">
      <w:r>
        <w:t>216.6838</w:t>
      </w:r>
      <w:r>
        <w:tab/>
        <w:t>1.013e0</w:t>
      </w:r>
    </w:p>
    <w:p w:rsidR="00B65DC9" w:rsidRDefault="00B65DC9" w:rsidP="00B65DC9">
      <w:r>
        <w:t>216.7268</w:t>
      </w:r>
      <w:r>
        <w:tab/>
        <w:t>1.013e0</w:t>
      </w:r>
    </w:p>
    <w:p w:rsidR="00B65DC9" w:rsidRDefault="00B65DC9" w:rsidP="00B65DC9">
      <w:r>
        <w:t>216.7787</w:t>
      </w:r>
      <w:r>
        <w:tab/>
        <w:t>2.025e0</w:t>
      </w:r>
    </w:p>
    <w:p w:rsidR="00B65DC9" w:rsidRDefault="00B65DC9" w:rsidP="00B65DC9">
      <w:r>
        <w:t>216.7974</w:t>
      </w:r>
      <w:r>
        <w:tab/>
        <w:t>1.013e0</w:t>
      </w:r>
    </w:p>
    <w:p w:rsidR="00B65DC9" w:rsidRDefault="00B65DC9" w:rsidP="00B65DC9">
      <w:r>
        <w:t>216.8757</w:t>
      </w:r>
      <w:r>
        <w:tab/>
        <w:t>1.013e0</w:t>
      </w:r>
    </w:p>
    <w:p w:rsidR="00B65DC9" w:rsidRDefault="00B65DC9" w:rsidP="00B65DC9">
      <w:r>
        <w:t>216.8875</w:t>
      </w:r>
      <w:r>
        <w:tab/>
        <w:t>1.013e0</w:t>
      </w:r>
    </w:p>
    <w:p w:rsidR="00B65DC9" w:rsidRDefault="00B65DC9" w:rsidP="00B65DC9">
      <w:r>
        <w:t>216.9348</w:t>
      </w:r>
      <w:r>
        <w:tab/>
        <w:t>1.013e0</w:t>
      </w:r>
    </w:p>
    <w:p w:rsidR="00B65DC9" w:rsidRDefault="00B65DC9" w:rsidP="00B65DC9">
      <w:r>
        <w:t>216.9427</w:t>
      </w:r>
      <w:r>
        <w:tab/>
        <w:t>1.013e0</w:t>
      </w:r>
    </w:p>
    <w:p w:rsidR="00B65DC9" w:rsidRDefault="00B65DC9" w:rsidP="00B65DC9">
      <w:r>
        <w:lastRenderedPageBreak/>
        <w:t>216.9502</w:t>
      </w:r>
      <w:r>
        <w:tab/>
        <w:t>1.013e0</w:t>
      </w:r>
    </w:p>
    <w:p w:rsidR="00B65DC9" w:rsidRDefault="00B65DC9" w:rsidP="00B65DC9">
      <w:r>
        <w:t>216.9620</w:t>
      </w:r>
      <w:r>
        <w:tab/>
        <w:t>1.013e0</w:t>
      </w:r>
    </w:p>
    <w:p w:rsidR="00B65DC9" w:rsidRDefault="00B65DC9" w:rsidP="00B65DC9">
      <w:r>
        <w:t>216.9655</w:t>
      </w:r>
      <w:r>
        <w:tab/>
        <w:t>2.025e0</w:t>
      </w:r>
    </w:p>
    <w:p w:rsidR="00B65DC9" w:rsidRDefault="00B65DC9" w:rsidP="00B65DC9">
      <w:r>
        <w:t>216.9694</w:t>
      </w:r>
      <w:r>
        <w:tab/>
        <w:t>1.266e-2</w:t>
      </w:r>
    </w:p>
    <w:p w:rsidR="00B65DC9" w:rsidRDefault="00B65DC9" w:rsidP="00B65DC9">
      <w:r>
        <w:t>216.9862</w:t>
      </w:r>
      <w:r>
        <w:tab/>
        <w:t>3.038e0</w:t>
      </w:r>
    </w:p>
    <w:p w:rsidR="00B65DC9" w:rsidRDefault="00B65DC9" w:rsidP="00B65DC9">
      <w:r>
        <w:t>216.9965</w:t>
      </w:r>
      <w:r>
        <w:tab/>
        <w:t>1.266e-2</w:t>
      </w:r>
    </w:p>
    <w:p w:rsidR="00B65DC9" w:rsidRDefault="00B65DC9" w:rsidP="00B65DC9">
      <w:r>
        <w:t>217.0248</w:t>
      </w:r>
      <w:r>
        <w:tab/>
        <w:t>1.013e0</w:t>
      </w:r>
    </w:p>
    <w:p w:rsidR="00B65DC9" w:rsidRDefault="00B65DC9" w:rsidP="00B65DC9">
      <w:r>
        <w:t>217.0525</w:t>
      </w:r>
      <w:r>
        <w:tab/>
        <w:t>3.038e0</w:t>
      </w:r>
    </w:p>
    <w:p w:rsidR="00B65DC9" w:rsidRDefault="00B65DC9" w:rsidP="00B65DC9">
      <w:r>
        <w:t>217.0568</w:t>
      </w:r>
      <w:r>
        <w:tab/>
        <w:t>1.456e0</w:t>
      </w:r>
    </w:p>
    <w:p w:rsidR="00B65DC9" w:rsidRDefault="00B65DC9" w:rsidP="00B65DC9">
      <w:r>
        <w:t>217.0957</w:t>
      </w:r>
      <w:r>
        <w:tab/>
        <w:t>2.099e0</w:t>
      </w:r>
    </w:p>
    <w:p w:rsidR="00B65DC9" w:rsidRDefault="00B65DC9" w:rsidP="00B65DC9">
      <w:r>
        <w:t>217.1240</w:t>
      </w:r>
      <w:r>
        <w:tab/>
        <w:t>3.038e0</w:t>
      </w:r>
    </w:p>
    <w:p w:rsidR="00B65DC9" w:rsidRDefault="00B65DC9" w:rsidP="00B65DC9">
      <w:r>
        <w:t>217.1375</w:t>
      </w:r>
      <w:r>
        <w:tab/>
        <w:t>1.013e0</w:t>
      </w:r>
    </w:p>
    <w:p w:rsidR="00B65DC9" w:rsidRDefault="00B65DC9" w:rsidP="00B65DC9">
      <w:r>
        <w:t>217.2024</w:t>
      </w:r>
      <w:r>
        <w:tab/>
        <w:t>2.532e-2</w:t>
      </w:r>
    </w:p>
    <w:p w:rsidR="00B65DC9" w:rsidRDefault="00B65DC9" w:rsidP="00B65DC9">
      <w:r>
        <w:t>217.2037</w:t>
      </w:r>
      <w:r>
        <w:tab/>
        <w:t>4.051e0</w:t>
      </w:r>
    </w:p>
    <w:p w:rsidR="00B65DC9" w:rsidRDefault="00B65DC9" w:rsidP="00B65DC9">
      <w:r>
        <w:t>217.2181</w:t>
      </w:r>
      <w:r>
        <w:tab/>
        <w:t>1.038e0</w:t>
      </w:r>
    </w:p>
    <w:p w:rsidR="00B65DC9" w:rsidRDefault="00B65DC9" w:rsidP="00B65DC9">
      <w:r>
        <w:t>217.2492</w:t>
      </w:r>
      <w:r>
        <w:tab/>
        <w:t>1.025e0</w:t>
      </w:r>
    </w:p>
    <w:p w:rsidR="00B65DC9" w:rsidRDefault="00B65DC9" w:rsidP="00B65DC9">
      <w:r>
        <w:t>217.2866</w:t>
      </w:r>
      <w:r>
        <w:tab/>
        <w:t>1.013e0</w:t>
      </w:r>
    </w:p>
    <w:p w:rsidR="00B65DC9" w:rsidRDefault="00B65DC9" w:rsidP="00B65DC9">
      <w:r>
        <w:t>217.3058</w:t>
      </w:r>
      <w:r>
        <w:tab/>
        <w:t>1.266e-2</w:t>
      </w:r>
    </w:p>
    <w:p w:rsidR="00B65DC9" w:rsidRDefault="00B65DC9" w:rsidP="00B65DC9">
      <w:r>
        <w:t>217.3611</w:t>
      </w:r>
      <w:r>
        <w:tab/>
        <w:t>2.532e-2</w:t>
      </w:r>
    </w:p>
    <w:p w:rsidR="00B65DC9" w:rsidRDefault="00B65DC9" w:rsidP="00B65DC9">
      <w:r>
        <w:lastRenderedPageBreak/>
        <w:t>217.3652</w:t>
      </w:r>
      <w:r>
        <w:tab/>
        <w:t>1.013e0</w:t>
      </w:r>
    </w:p>
    <w:p w:rsidR="00B65DC9" w:rsidRDefault="00B65DC9" w:rsidP="00B65DC9">
      <w:r>
        <w:t>217.4746</w:t>
      </w:r>
      <w:r>
        <w:tab/>
        <w:t>1.013e0</w:t>
      </w:r>
    </w:p>
    <w:p w:rsidR="00B65DC9" w:rsidRDefault="00B65DC9" w:rsidP="00B65DC9">
      <w:r>
        <w:t>217.4911</w:t>
      </w:r>
      <w:r>
        <w:tab/>
        <w:t>1.266e-2</w:t>
      </w:r>
    </w:p>
    <w:p w:rsidR="00B65DC9" w:rsidRDefault="00B65DC9" w:rsidP="00B65DC9">
      <w:r>
        <w:t>217.5847</w:t>
      </w:r>
      <w:r>
        <w:tab/>
        <w:t>1.013e0</w:t>
      </w:r>
    </w:p>
    <w:p w:rsidR="00B65DC9" w:rsidRDefault="00B65DC9" w:rsidP="00B65DC9">
      <w:r>
        <w:t>217.5924</w:t>
      </w:r>
      <w:r>
        <w:tab/>
        <w:t>1.266e-2</w:t>
      </w:r>
    </w:p>
    <w:p w:rsidR="00B65DC9" w:rsidRDefault="00B65DC9" w:rsidP="00B65DC9">
      <w:r>
        <w:t>217.6273</w:t>
      </w:r>
      <w:r>
        <w:tab/>
        <w:t>1.266e-2</w:t>
      </w:r>
    </w:p>
    <w:p w:rsidR="00B65DC9" w:rsidRDefault="00B65DC9" w:rsidP="00B65DC9">
      <w:r>
        <w:t>217.6397</w:t>
      </w:r>
      <w:r>
        <w:tab/>
        <w:t>1.013e0</w:t>
      </w:r>
    </w:p>
    <w:p w:rsidR="00B65DC9" w:rsidRDefault="00B65DC9" w:rsidP="00B65DC9">
      <w:r>
        <w:t>217.6518</w:t>
      </w:r>
      <w:r>
        <w:tab/>
        <w:t>1.013e0</w:t>
      </w:r>
    </w:p>
    <w:p w:rsidR="00B65DC9" w:rsidRDefault="00B65DC9" w:rsidP="00B65DC9">
      <w:r>
        <w:t>217.6785</w:t>
      </w:r>
      <w:r>
        <w:tab/>
        <w:t>1.266e-2</w:t>
      </w:r>
    </w:p>
    <w:p w:rsidR="00B65DC9" w:rsidRDefault="00B65DC9" w:rsidP="00B65DC9">
      <w:r>
        <w:t>217.6823</w:t>
      </w:r>
      <w:r>
        <w:tab/>
        <w:t>1.266e-2</w:t>
      </w:r>
    </w:p>
    <w:p w:rsidR="00B65DC9" w:rsidRDefault="00B65DC9" w:rsidP="00B65DC9">
      <w:r>
        <w:t>217.7340</w:t>
      </w:r>
      <w:r>
        <w:tab/>
        <w:t>1.266e-2</w:t>
      </w:r>
    </w:p>
    <w:p w:rsidR="00B65DC9" w:rsidRDefault="00B65DC9" w:rsidP="00B65DC9">
      <w:r>
        <w:t>217.7532</w:t>
      </w:r>
      <w:r>
        <w:tab/>
        <w:t>1.025e0</w:t>
      </w:r>
    </w:p>
    <w:p w:rsidR="00B65DC9" w:rsidRDefault="00B65DC9" w:rsidP="00B65DC9">
      <w:r>
        <w:t>217.7760</w:t>
      </w:r>
      <w:r>
        <w:tab/>
        <w:t>1.013e0</w:t>
      </w:r>
    </w:p>
    <w:p w:rsidR="00B65DC9" w:rsidRDefault="00B65DC9" w:rsidP="00B65DC9">
      <w:r>
        <w:t>217.7801</w:t>
      </w:r>
      <w:r>
        <w:tab/>
        <w:t>1.013e0</w:t>
      </w:r>
    </w:p>
    <w:p w:rsidR="00B65DC9" w:rsidRDefault="00B65DC9" w:rsidP="00B65DC9">
      <w:r>
        <w:t>217.8086</w:t>
      </w:r>
      <w:r>
        <w:tab/>
        <w:t>1.266e-2</w:t>
      </w:r>
    </w:p>
    <w:p w:rsidR="00B65DC9" w:rsidRDefault="00B65DC9" w:rsidP="00B65DC9">
      <w:r>
        <w:t>217.8394</w:t>
      </w:r>
      <w:r>
        <w:tab/>
        <w:t>1.013e0</w:t>
      </w:r>
    </w:p>
    <w:p w:rsidR="00B65DC9" w:rsidRDefault="00B65DC9" w:rsidP="00B65DC9">
      <w:r>
        <w:t>217.8545</w:t>
      </w:r>
      <w:r>
        <w:tab/>
        <w:t>3.038e0</w:t>
      </w:r>
    </w:p>
    <w:p w:rsidR="00B65DC9" w:rsidRDefault="00B65DC9" w:rsidP="00B65DC9">
      <w:r>
        <w:t>217.8873</w:t>
      </w:r>
      <w:r>
        <w:tab/>
        <w:t>1.013e0</w:t>
      </w:r>
    </w:p>
    <w:p w:rsidR="00B65DC9" w:rsidRDefault="00B65DC9" w:rsidP="00B65DC9">
      <w:r>
        <w:t>217.8946</w:t>
      </w:r>
      <w:r>
        <w:tab/>
        <w:t>1.013e0</w:t>
      </w:r>
    </w:p>
    <w:p w:rsidR="00B65DC9" w:rsidRDefault="00B65DC9" w:rsidP="00B65DC9">
      <w:r>
        <w:lastRenderedPageBreak/>
        <w:t>217.9578</w:t>
      </w:r>
      <w:r>
        <w:tab/>
        <w:t>1.013e0</w:t>
      </w:r>
    </w:p>
    <w:p w:rsidR="00B65DC9" w:rsidRDefault="00B65DC9" w:rsidP="00B65DC9">
      <w:r>
        <w:t>217.9993</w:t>
      </w:r>
      <w:r>
        <w:tab/>
        <w:t>7.089e0</w:t>
      </w:r>
    </w:p>
    <w:p w:rsidR="00B65DC9" w:rsidRDefault="00B65DC9" w:rsidP="00B65DC9">
      <w:r>
        <w:t>218.0026</w:t>
      </w:r>
      <w:r>
        <w:tab/>
        <w:t>1.089e0</w:t>
      </w:r>
    </w:p>
    <w:p w:rsidR="00B65DC9" w:rsidRDefault="00B65DC9" w:rsidP="00B65DC9">
      <w:r>
        <w:t>218.0573</w:t>
      </w:r>
      <w:r>
        <w:tab/>
        <w:t>2.025e0</w:t>
      </w:r>
    </w:p>
    <w:p w:rsidR="00B65DC9" w:rsidRDefault="00B65DC9" w:rsidP="00B65DC9">
      <w:r>
        <w:t>218.0845</w:t>
      </w:r>
      <w:r>
        <w:tab/>
        <w:t>4.051e0</w:t>
      </w:r>
    </w:p>
    <w:p w:rsidR="00B65DC9" w:rsidRDefault="00B65DC9" w:rsidP="00B65DC9">
      <w:r>
        <w:t>218.1567</w:t>
      </w:r>
      <w:r>
        <w:tab/>
        <w:t>1.266e-2</w:t>
      </w:r>
    </w:p>
    <w:p w:rsidR="00B65DC9" w:rsidRDefault="00B65DC9" w:rsidP="00B65DC9">
      <w:r>
        <w:t>218.1728</w:t>
      </w:r>
      <w:r>
        <w:tab/>
        <w:t>1.266e-2</w:t>
      </w:r>
    </w:p>
    <w:p w:rsidR="00B65DC9" w:rsidRDefault="00B65DC9" w:rsidP="00B65DC9">
      <w:r>
        <w:t>218.1893</w:t>
      </w:r>
      <w:r>
        <w:tab/>
        <w:t>1.266e-2</w:t>
      </w:r>
    </w:p>
    <w:p w:rsidR="00B65DC9" w:rsidRDefault="00B65DC9" w:rsidP="00B65DC9">
      <w:r>
        <w:t>218.2049</w:t>
      </w:r>
      <w:r>
        <w:tab/>
        <w:t>1.013e0</w:t>
      </w:r>
    </w:p>
    <w:p w:rsidR="00B65DC9" w:rsidRDefault="00B65DC9" w:rsidP="00B65DC9">
      <w:r>
        <w:t>218.2276</w:t>
      </w:r>
      <w:r>
        <w:tab/>
        <w:t>2.532e-2</w:t>
      </w:r>
    </w:p>
    <w:p w:rsidR="00B65DC9" w:rsidRDefault="00B65DC9" w:rsidP="00B65DC9">
      <w:r>
        <w:t>218.2720</w:t>
      </w:r>
      <w:r>
        <w:tab/>
        <w:t>1.013e0</w:t>
      </w:r>
    </w:p>
    <w:p w:rsidR="00B65DC9" w:rsidRDefault="00B65DC9" w:rsidP="00B65DC9">
      <w:r>
        <w:t>218.2755</w:t>
      </w:r>
      <w:r>
        <w:tab/>
        <w:t>1.266e-2</w:t>
      </w:r>
    </w:p>
    <w:p w:rsidR="00B65DC9" w:rsidRDefault="00B65DC9" w:rsidP="00B65DC9">
      <w:r>
        <w:t>218.2965</w:t>
      </w:r>
      <w:r>
        <w:tab/>
        <w:t>2.025e0</w:t>
      </w:r>
    </w:p>
    <w:p w:rsidR="00B65DC9" w:rsidRDefault="00B65DC9" w:rsidP="00B65DC9">
      <w:r>
        <w:t>218.3347</w:t>
      </w:r>
      <w:r>
        <w:tab/>
        <w:t>3.038e0</w:t>
      </w:r>
    </w:p>
    <w:p w:rsidR="00B65DC9" w:rsidRDefault="00B65DC9" w:rsidP="00B65DC9">
      <w:r>
        <w:t>218.3467</w:t>
      </w:r>
      <w:r>
        <w:tab/>
        <w:t>1.013e0</w:t>
      </w:r>
    </w:p>
    <w:p w:rsidR="00B65DC9" w:rsidRDefault="00B65DC9" w:rsidP="00B65DC9">
      <w:r>
        <w:t>218.3577</w:t>
      </w:r>
      <w:r>
        <w:tab/>
        <w:t>1.266e-2</w:t>
      </w:r>
    </w:p>
    <w:p w:rsidR="00B65DC9" w:rsidRDefault="00B65DC9" w:rsidP="00B65DC9">
      <w:r>
        <w:t>218.3963</w:t>
      </w:r>
      <w:r>
        <w:tab/>
        <w:t>1.013e0</w:t>
      </w:r>
    </w:p>
    <w:p w:rsidR="00B65DC9" w:rsidRDefault="00B65DC9" w:rsidP="00B65DC9">
      <w:r>
        <w:t>218.4170</w:t>
      </w:r>
      <w:r>
        <w:tab/>
        <w:t>1.013e0</w:t>
      </w:r>
    </w:p>
    <w:p w:rsidR="00B65DC9" w:rsidRDefault="00B65DC9" w:rsidP="00B65DC9">
      <w:r>
        <w:t>218.4204</w:t>
      </w:r>
      <w:r>
        <w:tab/>
        <w:t>2.532e-2</w:t>
      </w:r>
    </w:p>
    <w:p w:rsidR="00B65DC9" w:rsidRDefault="00B65DC9" w:rsidP="00B65DC9">
      <w:r>
        <w:lastRenderedPageBreak/>
        <w:t>218.4750</w:t>
      </w:r>
      <w:r>
        <w:tab/>
        <w:t>1.266e-2</w:t>
      </w:r>
    </w:p>
    <w:p w:rsidR="00B65DC9" w:rsidRDefault="00B65DC9" w:rsidP="00B65DC9">
      <w:r>
        <w:t>218.4813</w:t>
      </w:r>
      <w:r>
        <w:tab/>
        <w:t>2.025e0</w:t>
      </w:r>
    </w:p>
    <w:p w:rsidR="00B65DC9" w:rsidRDefault="00B65DC9" w:rsidP="00B65DC9">
      <w:r>
        <w:t>218.4957</w:t>
      </w:r>
      <w:r>
        <w:tab/>
        <w:t>2.025e0</w:t>
      </w:r>
    </w:p>
    <w:p w:rsidR="00B65DC9" w:rsidRDefault="00B65DC9" w:rsidP="00B65DC9">
      <w:r>
        <w:t>218.5109</w:t>
      </w:r>
      <w:r>
        <w:tab/>
        <w:t>1.013e0</w:t>
      </w:r>
    </w:p>
    <w:p w:rsidR="00B65DC9" w:rsidRDefault="00B65DC9" w:rsidP="00B65DC9">
      <w:r>
        <w:t>218.5418</w:t>
      </w:r>
      <w:r>
        <w:tab/>
        <w:t>1.025e0</w:t>
      </w:r>
    </w:p>
    <w:p w:rsidR="00B65DC9" w:rsidRDefault="00B65DC9" w:rsidP="00B65DC9">
      <w:r>
        <w:t>218.5495</w:t>
      </w:r>
      <w:r>
        <w:tab/>
        <w:t>1.266e-2</w:t>
      </w:r>
    </w:p>
    <w:p w:rsidR="00B65DC9" w:rsidRDefault="00B65DC9" w:rsidP="00B65DC9">
      <w:r>
        <w:t>218.5537</w:t>
      </w:r>
      <w:r>
        <w:tab/>
        <w:t>1.266e-2</w:t>
      </w:r>
    </w:p>
    <w:p w:rsidR="00B65DC9" w:rsidRDefault="00B65DC9" w:rsidP="00B65DC9">
      <w:r>
        <w:t>218.5780</w:t>
      </w:r>
      <w:r>
        <w:tab/>
        <w:t>1.013e0</w:t>
      </w:r>
    </w:p>
    <w:p w:rsidR="00B65DC9" w:rsidRDefault="00B65DC9" w:rsidP="00B65DC9">
      <w:r>
        <w:t>218.5818</w:t>
      </w:r>
      <w:r>
        <w:tab/>
        <w:t>1.013e0</w:t>
      </w:r>
    </w:p>
    <w:p w:rsidR="00B65DC9" w:rsidRDefault="00B65DC9" w:rsidP="00B65DC9">
      <w:r>
        <w:t>218.6199</w:t>
      </w:r>
      <w:r>
        <w:tab/>
        <w:t>1.013e0</w:t>
      </w:r>
    </w:p>
    <w:p w:rsidR="00B65DC9" w:rsidRDefault="00B65DC9" w:rsidP="00B65DC9">
      <w:r>
        <w:t>218.6407</w:t>
      </w:r>
      <w:r>
        <w:tab/>
        <w:t>2.025e0</w:t>
      </w:r>
    </w:p>
    <w:p w:rsidR="00B65DC9" w:rsidRDefault="00B65DC9" w:rsidP="00B65DC9">
      <w:r>
        <w:t>218.6795</w:t>
      </w:r>
      <w:r>
        <w:tab/>
        <w:t>1.266e-2</w:t>
      </w:r>
    </w:p>
    <w:p w:rsidR="00B65DC9" w:rsidRDefault="00B65DC9" w:rsidP="00B65DC9">
      <w:r>
        <w:t>218.6871</w:t>
      </w:r>
      <w:r>
        <w:tab/>
        <w:t>1.266e-2</w:t>
      </w:r>
    </w:p>
    <w:p w:rsidR="00B65DC9" w:rsidRDefault="00B65DC9" w:rsidP="00B65DC9">
      <w:r>
        <w:t>218.7051</w:t>
      </w:r>
      <w:r>
        <w:tab/>
        <w:t>2.025e0</w:t>
      </w:r>
    </w:p>
    <w:p w:rsidR="00B65DC9" w:rsidRDefault="00B65DC9" w:rsidP="00B65DC9">
      <w:r>
        <w:t>218.7070</w:t>
      </w:r>
      <w:r>
        <w:tab/>
        <w:t>1.013e0</w:t>
      </w:r>
    </w:p>
    <w:p w:rsidR="00B65DC9" w:rsidRDefault="00B65DC9" w:rsidP="00B65DC9">
      <w:r>
        <w:t>218.7350</w:t>
      </w:r>
      <w:r>
        <w:tab/>
        <w:t>1.013e0</w:t>
      </w:r>
    </w:p>
    <w:p w:rsidR="00B65DC9" w:rsidRDefault="00B65DC9" w:rsidP="00B65DC9">
      <w:r>
        <w:t>218.7858</w:t>
      </w:r>
      <w:r>
        <w:tab/>
        <w:t>1.013e0</w:t>
      </w:r>
    </w:p>
    <w:p w:rsidR="00B65DC9" w:rsidRDefault="00B65DC9" w:rsidP="00B65DC9">
      <w:r>
        <w:t>218.7897</w:t>
      </w:r>
      <w:r>
        <w:tab/>
        <w:t>2.025e0</w:t>
      </w:r>
    </w:p>
    <w:p w:rsidR="00B65DC9" w:rsidRDefault="00B65DC9" w:rsidP="00B65DC9">
      <w:r>
        <w:t>218.8177</w:t>
      </w:r>
      <w:r>
        <w:tab/>
        <w:t>1.266e-2</w:t>
      </w:r>
    </w:p>
    <w:p w:rsidR="00B65DC9" w:rsidRDefault="00B65DC9" w:rsidP="00B65DC9">
      <w:r>
        <w:lastRenderedPageBreak/>
        <w:t>218.8563</w:t>
      </w:r>
      <w:r>
        <w:tab/>
        <w:t>1.013e0</w:t>
      </w:r>
    </w:p>
    <w:p w:rsidR="00B65DC9" w:rsidRDefault="00B65DC9" w:rsidP="00B65DC9">
      <w:r>
        <w:t>218.8732</w:t>
      </w:r>
      <w:r>
        <w:tab/>
        <w:t>1.013e0</w:t>
      </w:r>
    </w:p>
    <w:p w:rsidR="00B65DC9" w:rsidRDefault="00B65DC9" w:rsidP="00B65DC9">
      <w:r>
        <w:t>218.9113</w:t>
      </w:r>
      <w:r>
        <w:tab/>
        <w:t>1.266e-2</w:t>
      </w:r>
    </w:p>
    <w:p w:rsidR="00B65DC9" w:rsidRDefault="00B65DC9" w:rsidP="00B65DC9">
      <w:r>
        <w:t>218.9151</w:t>
      </w:r>
      <w:r>
        <w:tab/>
        <w:t>1.013e0</w:t>
      </w:r>
    </w:p>
    <w:p w:rsidR="00B65DC9" w:rsidRDefault="00B65DC9" w:rsidP="00B65DC9">
      <w:r>
        <w:t>218.9312</w:t>
      </w:r>
      <w:r>
        <w:tab/>
        <w:t>1.266e-2</w:t>
      </w:r>
    </w:p>
    <w:p w:rsidR="00B65DC9" w:rsidRDefault="00B65DC9" w:rsidP="00B65DC9">
      <w:r>
        <w:t>218.9592</w:t>
      </w:r>
      <w:r>
        <w:tab/>
        <w:t>1.266e-2</w:t>
      </w:r>
    </w:p>
    <w:p w:rsidR="00B65DC9" w:rsidRDefault="00B65DC9" w:rsidP="00B65DC9">
      <w:r>
        <w:t>218.9863</w:t>
      </w:r>
      <w:r>
        <w:tab/>
        <w:t>1.013e0</w:t>
      </w:r>
    </w:p>
    <w:p w:rsidR="00B65DC9" w:rsidRDefault="00B65DC9" w:rsidP="00B65DC9">
      <w:r>
        <w:t>218.9974</w:t>
      </w:r>
      <w:r>
        <w:tab/>
        <w:t>1.266e-2</w:t>
      </w:r>
    </w:p>
    <w:p w:rsidR="00B65DC9" w:rsidRDefault="00B65DC9" w:rsidP="00B65DC9">
      <w:r>
        <w:t>219.0225</w:t>
      </w:r>
      <w:r>
        <w:tab/>
        <w:t>1.013e0</w:t>
      </w:r>
    </w:p>
    <w:p w:rsidR="00B65DC9" w:rsidRDefault="00B65DC9" w:rsidP="00B65DC9">
      <w:r>
        <w:t>219.0264</w:t>
      </w:r>
      <w:r>
        <w:tab/>
        <w:t>1.013e0</w:t>
      </w:r>
    </w:p>
    <w:p w:rsidR="00B65DC9" w:rsidRDefault="00B65DC9" w:rsidP="00B65DC9">
      <w:r>
        <w:t>219.0393</w:t>
      </w:r>
      <w:r>
        <w:tab/>
        <w:t>4.051e0</w:t>
      </w:r>
    </w:p>
    <w:p w:rsidR="00B65DC9" w:rsidRDefault="00B65DC9" w:rsidP="00B65DC9">
      <w:r>
        <w:t>219.0426</w:t>
      </w:r>
      <w:r>
        <w:tab/>
        <w:t>3.038e0</w:t>
      </w:r>
    </w:p>
    <w:p w:rsidR="00B65DC9" w:rsidRDefault="00B65DC9" w:rsidP="00B65DC9">
      <w:r>
        <w:t>219.0473</w:t>
      </w:r>
      <w:r>
        <w:tab/>
        <w:t>2.025e0</w:t>
      </w:r>
    </w:p>
    <w:p w:rsidR="00B65DC9" w:rsidRDefault="00B65DC9" w:rsidP="00B65DC9">
      <w:r>
        <w:t>219.0569</w:t>
      </w:r>
      <w:r>
        <w:tab/>
        <w:t>1.025e0</w:t>
      </w:r>
    </w:p>
    <w:p w:rsidR="00B65DC9" w:rsidRDefault="00B65DC9" w:rsidP="00B65DC9">
      <w:r>
        <w:t>219.0709</w:t>
      </w:r>
      <w:r>
        <w:tab/>
        <w:t>1.025e0</w:t>
      </w:r>
    </w:p>
    <w:p w:rsidR="00B65DC9" w:rsidRDefault="00B65DC9" w:rsidP="00B65DC9">
      <w:r>
        <w:t>219.0804</w:t>
      </w:r>
      <w:r>
        <w:tab/>
        <w:t>2.025e0</w:t>
      </w:r>
    </w:p>
    <w:p w:rsidR="00B65DC9" w:rsidRDefault="00B65DC9" w:rsidP="00B65DC9">
      <w:r>
        <w:t>219.0972</w:t>
      </w:r>
      <w:r>
        <w:tab/>
        <w:t>1.013e0</w:t>
      </w:r>
    </w:p>
    <w:p w:rsidR="00B65DC9" w:rsidRDefault="00B65DC9" w:rsidP="00B65DC9">
      <w:r>
        <w:t>219.1045</w:t>
      </w:r>
      <w:r>
        <w:tab/>
        <w:t>9.552e-1</w:t>
      </w:r>
    </w:p>
    <w:p w:rsidR="00B65DC9" w:rsidRDefault="00B65DC9" w:rsidP="00B65DC9">
      <w:r>
        <w:t>219.1087</w:t>
      </w:r>
      <w:r>
        <w:tab/>
        <w:t>1.266e-2</w:t>
      </w:r>
    </w:p>
    <w:p w:rsidR="00B65DC9" w:rsidRDefault="00B65DC9" w:rsidP="00B65DC9">
      <w:r>
        <w:lastRenderedPageBreak/>
        <w:t>219.1248</w:t>
      </w:r>
      <w:r>
        <w:tab/>
        <w:t>2.561e0</w:t>
      </w:r>
    </w:p>
    <w:p w:rsidR="00B65DC9" w:rsidRDefault="00B65DC9" w:rsidP="00B65DC9">
      <w:r>
        <w:t>219.1317</w:t>
      </w:r>
      <w:r>
        <w:tab/>
        <w:t>3.038e0</w:t>
      </w:r>
    </w:p>
    <w:p w:rsidR="00B65DC9" w:rsidRDefault="00B65DC9" w:rsidP="00B65DC9">
      <w:r>
        <w:t>219.1634</w:t>
      </w:r>
      <w:r>
        <w:tab/>
        <w:t>1.013e0</w:t>
      </w:r>
    </w:p>
    <w:p w:rsidR="00B65DC9" w:rsidRDefault="00B65DC9" w:rsidP="00B65DC9">
      <w:r>
        <w:t>219.1755</w:t>
      </w:r>
      <w:r>
        <w:tab/>
        <w:t>1.025e0</w:t>
      </w:r>
    </w:p>
    <w:p w:rsidR="00B65DC9" w:rsidRDefault="00B65DC9" w:rsidP="00B65DC9">
      <w:r>
        <w:t>219.1949</w:t>
      </w:r>
      <w:r>
        <w:tab/>
        <w:t>1.013e0</w:t>
      </w:r>
    </w:p>
    <w:p w:rsidR="00B65DC9" w:rsidRDefault="00B65DC9" w:rsidP="00B65DC9">
      <w:r>
        <w:t>219.3174</w:t>
      </w:r>
      <w:r>
        <w:tab/>
        <w:t>1.013e0</w:t>
      </w:r>
    </w:p>
    <w:p w:rsidR="00B65DC9" w:rsidRDefault="00B65DC9" w:rsidP="00B65DC9">
      <w:r>
        <w:t>219.3209</w:t>
      </w:r>
      <w:r>
        <w:tab/>
        <w:t>1.025e0</w:t>
      </w:r>
    </w:p>
    <w:p w:rsidR="00B65DC9" w:rsidRDefault="00B65DC9" w:rsidP="00B65DC9">
      <w:r>
        <w:t>219.3919</w:t>
      </w:r>
      <w:r>
        <w:tab/>
        <w:t>1.266e-2</w:t>
      </w:r>
    </w:p>
    <w:p w:rsidR="00B65DC9" w:rsidRDefault="00B65DC9" w:rsidP="00B65DC9">
      <w:r>
        <w:t>219.4002</w:t>
      </w:r>
      <w:r>
        <w:tab/>
        <w:t>1.266e-2</w:t>
      </w:r>
    </w:p>
    <w:p w:rsidR="00B65DC9" w:rsidRDefault="00B65DC9" w:rsidP="00B65DC9">
      <w:r>
        <w:t>219.4460</w:t>
      </w:r>
      <w:r>
        <w:tab/>
        <w:t>1.266e-2</w:t>
      </w:r>
    </w:p>
    <w:p w:rsidR="00B65DC9" w:rsidRDefault="00B65DC9" w:rsidP="00B65DC9">
      <w:r>
        <w:t>219.4684</w:t>
      </w:r>
      <w:r>
        <w:tab/>
        <w:t>2.025e0</w:t>
      </w:r>
    </w:p>
    <w:p w:rsidR="00B65DC9" w:rsidRDefault="00B65DC9" w:rsidP="00B65DC9">
      <w:r>
        <w:t>219.4709</w:t>
      </w:r>
      <w:r>
        <w:tab/>
        <w:t>1.266e-2</w:t>
      </w:r>
    </w:p>
    <w:p w:rsidR="00B65DC9" w:rsidRDefault="00B65DC9" w:rsidP="00B65DC9">
      <w:r>
        <w:t>219.4982</w:t>
      </w:r>
      <w:r>
        <w:tab/>
        <w:t>1.013e0</w:t>
      </w:r>
    </w:p>
    <w:p w:rsidR="00B65DC9" w:rsidRDefault="00B65DC9" w:rsidP="00B65DC9">
      <w:r>
        <w:t>219.5737</w:t>
      </w:r>
      <w:r>
        <w:tab/>
        <w:t>4.051e0</w:t>
      </w:r>
    </w:p>
    <w:p w:rsidR="00B65DC9" w:rsidRDefault="00B65DC9" w:rsidP="00B65DC9">
      <w:r>
        <w:t>219.5842</w:t>
      </w:r>
      <w:r>
        <w:tab/>
        <w:t>1.266e-2</w:t>
      </w:r>
    </w:p>
    <w:p w:rsidR="00B65DC9" w:rsidRDefault="00B65DC9" w:rsidP="00B65DC9">
      <w:r>
        <w:t>219.6286</w:t>
      </w:r>
      <w:r>
        <w:tab/>
        <w:t>1.013e0</w:t>
      </w:r>
    </w:p>
    <w:p w:rsidR="00B65DC9" w:rsidRDefault="00B65DC9" w:rsidP="00B65DC9">
      <w:r>
        <w:t>219.6590</w:t>
      </w:r>
      <w:r>
        <w:tab/>
        <w:t>1.013e0</w:t>
      </w:r>
    </w:p>
    <w:p w:rsidR="00B65DC9" w:rsidRDefault="00B65DC9" w:rsidP="00B65DC9">
      <w:r>
        <w:t>219.6833</w:t>
      </w:r>
      <w:r>
        <w:tab/>
        <w:t>1.013e0</w:t>
      </w:r>
    </w:p>
    <w:p w:rsidR="00B65DC9" w:rsidRDefault="00B65DC9" w:rsidP="00B65DC9">
      <w:r>
        <w:t>219.6955</w:t>
      </w:r>
      <w:r>
        <w:tab/>
        <w:t>1.013e0</w:t>
      </w:r>
    </w:p>
    <w:p w:rsidR="00B65DC9" w:rsidRDefault="00B65DC9" w:rsidP="00B65DC9">
      <w:r>
        <w:lastRenderedPageBreak/>
        <w:t>219.7032</w:t>
      </w:r>
      <w:r>
        <w:tab/>
        <w:t>1.013e0</w:t>
      </w:r>
    </w:p>
    <w:p w:rsidR="00B65DC9" w:rsidRDefault="00B65DC9" w:rsidP="00B65DC9">
      <w:r>
        <w:t>219.7424</w:t>
      </w:r>
      <w:r>
        <w:tab/>
        <w:t>1.025e0</w:t>
      </w:r>
    </w:p>
    <w:p w:rsidR="00B65DC9" w:rsidRDefault="00B65DC9" w:rsidP="00B65DC9">
      <w:r>
        <w:t>219.7878</w:t>
      </w:r>
      <w:r>
        <w:tab/>
        <w:t>2.025e0</w:t>
      </w:r>
    </w:p>
    <w:p w:rsidR="00B65DC9" w:rsidRDefault="00B65DC9" w:rsidP="00B65DC9">
      <w:r>
        <w:t>219.8605</w:t>
      </w:r>
      <w:r>
        <w:tab/>
        <w:t>2.025e0</w:t>
      </w:r>
    </w:p>
    <w:p w:rsidR="00B65DC9" w:rsidRDefault="00B65DC9" w:rsidP="00B65DC9">
      <w:r>
        <w:t>219.8997</w:t>
      </w:r>
      <w:r>
        <w:tab/>
        <w:t>2.025e0</w:t>
      </w:r>
    </w:p>
    <w:p w:rsidR="00B65DC9" w:rsidRDefault="00B65DC9" w:rsidP="00B65DC9">
      <w:r>
        <w:t>219.9276</w:t>
      </w:r>
      <w:r>
        <w:tab/>
        <w:t>1.013e0</w:t>
      </w:r>
    </w:p>
    <w:p w:rsidR="00B65DC9" w:rsidRDefault="00B65DC9" w:rsidP="00B65DC9">
      <w:r>
        <w:t>219.9507</w:t>
      </w:r>
      <w:r>
        <w:tab/>
        <w:t>1.266e-2</w:t>
      </w:r>
    </w:p>
    <w:p w:rsidR="00B65DC9" w:rsidRDefault="00B65DC9" w:rsidP="00B65DC9">
      <w:r>
        <w:t>219.9746</w:t>
      </w:r>
      <w:r>
        <w:tab/>
        <w:t>2.025e0</w:t>
      </w:r>
    </w:p>
    <w:p w:rsidR="00B65DC9" w:rsidRDefault="00B65DC9" w:rsidP="00B65DC9">
      <w:r>
        <w:t>220.0101</w:t>
      </w:r>
      <w:r>
        <w:tab/>
        <w:t>1.025e0</w:t>
      </w:r>
    </w:p>
    <w:p w:rsidR="00B65DC9" w:rsidRDefault="00B65DC9" w:rsidP="00B65DC9">
      <w:r>
        <w:t>220.0461</w:t>
      </w:r>
      <w:r>
        <w:tab/>
        <w:t>5.659e0</w:t>
      </w:r>
    </w:p>
    <w:p w:rsidR="00B65DC9" w:rsidRDefault="00B65DC9" w:rsidP="00B65DC9">
      <w:r>
        <w:t>220.0814</w:t>
      </w:r>
      <w:r>
        <w:tab/>
        <w:t>1.013e0</w:t>
      </w:r>
    </w:p>
    <w:p w:rsidR="00B65DC9" w:rsidRDefault="00B65DC9" w:rsidP="00B65DC9">
      <w:r>
        <w:t>220.1167</w:t>
      </w:r>
      <w:r>
        <w:tab/>
        <w:t>5.119e0</w:t>
      </w:r>
    </w:p>
    <w:p w:rsidR="00B65DC9" w:rsidRDefault="00B65DC9" w:rsidP="00B65DC9">
      <w:r>
        <w:t>220.1400</w:t>
      </w:r>
      <w:r>
        <w:tab/>
        <w:t>2.068e-2</w:t>
      </w:r>
    </w:p>
    <w:p w:rsidR="00B65DC9" w:rsidRDefault="00B65DC9" w:rsidP="00B65DC9">
      <w:r>
        <w:t>220.1714</w:t>
      </w:r>
      <w:r>
        <w:tab/>
        <w:t>1.013e0</w:t>
      </w:r>
    </w:p>
    <w:p w:rsidR="00B65DC9" w:rsidRDefault="00B65DC9" w:rsidP="00B65DC9">
      <w:r>
        <w:t>220.1752</w:t>
      </w:r>
      <w:r>
        <w:tab/>
        <w:t>1.013e0</w:t>
      </w:r>
    </w:p>
    <w:p w:rsidR="00B65DC9" w:rsidRDefault="00B65DC9" w:rsidP="00B65DC9">
      <w:r>
        <w:t>220.1790</w:t>
      </w:r>
      <w:r>
        <w:tab/>
        <w:t>1.266e-2</w:t>
      </w:r>
    </w:p>
    <w:p w:rsidR="00B65DC9" w:rsidRDefault="00B65DC9" w:rsidP="00B65DC9">
      <w:r>
        <w:t>220.1832</w:t>
      </w:r>
      <w:r>
        <w:tab/>
        <w:t>1.266e-2</w:t>
      </w:r>
    </w:p>
    <w:p w:rsidR="00B65DC9" w:rsidRDefault="00B65DC9" w:rsidP="00B65DC9">
      <w:r>
        <w:t>220.1912</w:t>
      </w:r>
      <w:r>
        <w:tab/>
        <w:t>1.266e-2</w:t>
      </w:r>
    </w:p>
    <w:p w:rsidR="00B65DC9" w:rsidRDefault="00B65DC9" w:rsidP="00B65DC9">
      <w:r>
        <w:t>220.2121</w:t>
      </w:r>
      <w:r>
        <w:tab/>
        <w:t>1.013e0</w:t>
      </w:r>
    </w:p>
    <w:p w:rsidR="00B65DC9" w:rsidRDefault="00B65DC9" w:rsidP="00B65DC9">
      <w:r>
        <w:lastRenderedPageBreak/>
        <w:t>220.2270</w:t>
      </w:r>
      <w:r>
        <w:tab/>
        <w:t>1.013e0</w:t>
      </w:r>
    </w:p>
    <w:p w:rsidR="00B65DC9" w:rsidRDefault="00B65DC9" w:rsidP="00B65DC9">
      <w:r>
        <w:t>220.2579</w:t>
      </w:r>
      <w:r>
        <w:tab/>
        <w:t>1.013e0</w:t>
      </w:r>
    </w:p>
    <w:p w:rsidR="00B65DC9" w:rsidRDefault="00B65DC9" w:rsidP="00B65DC9">
      <w:r>
        <w:t>220.2788</w:t>
      </w:r>
      <w:r>
        <w:tab/>
        <w:t>1.013e0</w:t>
      </w:r>
    </w:p>
    <w:p w:rsidR="00B65DC9" w:rsidRDefault="00B65DC9" w:rsidP="00B65DC9">
      <w:r>
        <w:t>220.3019</w:t>
      </w:r>
      <w:r>
        <w:tab/>
        <w:t>1.266e-2</w:t>
      </w:r>
    </w:p>
    <w:p w:rsidR="00B65DC9" w:rsidRDefault="00B65DC9" w:rsidP="00B65DC9">
      <w:r>
        <w:t>220.3249</w:t>
      </w:r>
      <w:r>
        <w:tab/>
        <w:t>1.013e0</w:t>
      </w:r>
    </w:p>
    <w:p w:rsidR="00B65DC9" w:rsidRDefault="00B65DC9" w:rsidP="00B65DC9">
      <w:r>
        <w:t>220.3330</w:t>
      </w:r>
      <w:r>
        <w:tab/>
        <w:t>1.013e0</w:t>
      </w:r>
    </w:p>
    <w:p w:rsidR="00B65DC9" w:rsidRDefault="00B65DC9" w:rsidP="00B65DC9">
      <w:r>
        <w:t>220.3375</w:t>
      </w:r>
      <w:r>
        <w:tab/>
        <w:t>1.013e0</w:t>
      </w:r>
    </w:p>
    <w:p w:rsidR="00B65DC9" w:rsidRDefault="00B65DC9" w:rsidP="00B65DC9">
      <w:r>
        <w:t>220.3535</w:t>
      </w:r>
      <w:r>
        <w:tab/>
        <w:t>2.025e0</w:t>
      </w:r>
    </w:p>
    <w:p w:rsidR="00B65DC9" w:rsidRDefault="00B65DC9" w:rsidP="00B65DC9">
      <w:r>
        <w:t>220.3692</w:t>
      </w:r>
      <w:r>
        <w:tab/>
        <w:t>2.025e0</w:t>
      </w:r>
    </w:p>
    <w:p w:rsidR="00B65DC9" w:rsidRDefault="00B65DC9" w:rsidP="00B65DC9">
      <w:r>
        <w:t>220.3846</w:t>
      </w:r>
      <w:r>
        <w:tab/>
        <w:t>1.013e0</w:t>
      </w:r>
    </w:p>
    <w:p w:rsidR="00B65DC9" w:rsidRDefault="00B65DC9" w:rsidP="00B65DC9">
      <w:r>
        <w:t>220.4324</w:t>
      </w:r>
      <w:r>
        <w:tab/>
        <w:t>3.038e0</w:t>
      </w:r>
    </w:p>
    <w:p w:rsidR="00B65DC9" w:rsidRDefault="00B65DC9" w:rsidP="00B65DC9">
      <w:r>
        <w:t>220.4518</w:t>
      </w:r>
      <w:r>
        <w:tab/>
        <w:t>1.013e0</w:t>
      </w:r>
    </w:p>
    <w:p w:rsidR="00B65DC9" w:rsidRDefault="00B65DC9" w:rsidP="00B65DC9">
      <w:r>
        <w:t>220.4832</w:t>
      </w:r>
      <w:r>
        <w:tab/>
        <w:t>2.025e0</w:t>
      </w:r>
    </w:p>
    <w:p w:rsidR="00B65DC9" w:rsidRDefault="00B65DC9" w:rsidP="00B65DC9">
      <w:r>
        <w:t>220.4874</w:t>
      </w:r>
      <w:r>
        <w:tab/>
        <w:t>1.013e0</w:t>
      </w:r>
    </w:p>
    <w:p w:rsidR="00B65DC9" w:rsidRDefault="00B65DC9" w:rsidP="00B65DC9">
      <w:r>
        <w:t>220.5343</w:t>
      </w:r>
      <w:r>
        <w:tab/>
        <w:t>1.013e0</w:t>
      </w:r>
    </w:p>
    <w:p w:rsidR="00B65DC9" w:rsidRDefault="00B65DC9" w:rsidP="00B65DC9">
      <w:r>
        <w:t>220.5786</w:t>
      </w:r>
      <w:r>
        <w:tab/>
        <w:t>1.013e0</w:t>
      </w:r>
    </w:p>
    <w:p w:rsidR="00B65DC9" w:rsidRDefault="00B65DC9" w:rsidP="00B65DC9">
      <w:r>
        <w:t>220.5939</w:t>
      </w:r>
      <w:r>
        <w:tab/>
        <w:t>1.266e-2</w:t>
      </w:r>
    </w:p>
    <w:p w:rsidR="00B65DC9" w:rsidRDefault="00B65DC9" w:rsidP="00B65DC9">
      <w:r>
        <w:t>220.5997</w:t>
      </w:r>
      <w:r>
        <w:tab/>
        <w:t>2.025e0</w:t>
      </w:r>
    </w:p>
    <w:p w:rsidR="00B65DC9" w:rsidRDefault="00B65DC9" w:rsidP="00B65DC9">
      <w:r>
        <w:t>220.6496</w:t>
      </w:r>
      <w:r>
        <w:tab/>
        <w:t>1.013e0</w:t>
      </w:r>
    </w:p>
    <w:p w:rsidR="00B65DC9" w:rsidRDefault="00B65DC9" w:rsidP="00B65DC9">
      <w:r>
        <w:lastRenderedPageBreak/>
        <w:t>220.6573</w:t>
      </w:r>
      <w:r>
        <w:tab/>
        <w:t>1.013e0</w:t>
      </w:r>
    </w:p>
    <w:p w:rsidR="00B65DC9" w:rsidRDefault="00B65DC9" w:rsidP="00B65DC9">
      <w:r>
        <w:t>220.7207</w:t>
      </w:r>
      <w:r>
        <w:tab/>
        <w:t>2.025e0</w:t>
      </w:r>
    </w:p>
    <w:p w:rsidR="00B65DC9" w:rsidRDefault="00B65DC9" w:rsidP="00B65DC9">
      <w:r>
        <w:t>220.7555</w:t>
      </w:r>
      <w:r>
        <w:tab/>
        <w:t>1.013e0</w:t>
      </w:r>
    </w:p>
    <w:p w:rsidR="00B65DC9" w:rsidRDefault="00B65DC9" w:rsidP="00B65DC9">
      <w:r>
        <w:t>220.7827</w:t>
      </w:r>
      <w:r>
        <w:tab/>
        <w:t>2.025e0</w:t>
      </w:r>
    </w:p>
    <w:p w:rsidR="00B65DC9" w:rsidRDefault="00B65DC9" w:rsidP="00B65DC9">
      <w:r>
        <w:t>220.8225</w:t>
      </w:r>
      <w:r>
        <w:tab/>
        <w:t>1.013e0</w:t>
      </w:r>
    </w:p>
    <w:p w:rsidR="00B65DC9" w:rsidRDefault="00B65DC9" w:rsidP="00B65DC9">
      <w:r>
        <w:t>220.8449</w:t>
      </w:r>
      <w:r>
        <w:tab/>
        <w:t>3.038e0</w:t>
      </w:r>
    </w:p>
    <w:p w:rsidR="00B65DC9" w:rsidRDefault="00B65DC9" w:rsidP="00B65DC9">
      <w:r>
        <w:t>220.8508</w:t>
      </w:r>
      <w:r>
        <w:tab/>
        <w:t>1.013e0</w:t>
      </w:r>
    </w:p>
    <w:p w:rsidR="00B65DC9" w:rsidRDefault="00B65DC9" w:rsidP="00B65DC9">
      <w:r>
        <w:t>220.8744</w:t>
      </w:r>
      <w:r>
        <w:tab/>
        <w:t>1.266e-2</w:t>
      </w:r>
    </w:p>
    <w:p w:rsidR="00B65DC9" w:rsidRDefault="00B65DC9" w:rsidP="00B65DC9">
      <w:r>
        <w:t>220.8974</w:t>
      </w:r>
      <w:r>
        <w:tab/>
        <w:t>1.013e0</w:t>
      </w:r>
    </w:p>
    <w:p w:rsidR="00B65DC9" w:rsidRDefault="00B65DC9" w:rsidP="00B65DC9">
      <w:r>
        <w:t>220.9417</w:t>
      </w:r>
      <w:r>
        <w:tab/>
        <w:t>1.013e0</w:t>
      </w:r>
    </w:p>
    <w:p w:rsidR="00B65DC9" w:rsidRDefault="00B65DC9" w:rsidP="00B65DC9">
      <w:r>
        <w:t>220.9496</w:t>
      </w:r>
      <w:r>
        <w:tab/>
        <w:t>1.013e0</w:t>
      </w:r>
    </w:p>
    <w:p w:rsidR="00B65DC9" w:rsidRDefault="00B65DC9" w:rsidP="00B65DC9">
      <w:r>
        <w:t>220.9648</w:t>
      </w:r>
      <w:r>
        <w:tab/>
        <w:t>1.013e0</w:t>
      </w:r>
    </w:p>
    <w:p w:rsidR="00B65DC9" w:rsidRDefault="00B65DC9" w:rsidP="00B65DC9">
      <w:r>
        <w:t>220.9846</w:t>
      </w:r>
      <w:r>
        <w:tab/>
        <w:t>1.013e0</w:t>
      </w:r>
    </w:p>
    <w:p w:rsidR="00B65DC9" w:rsidRDefault="00B65DC9" w:rsidP="00B65DC9">
      <w:r>
        <w:t>220.9930</w:t>
      </w:r>
      <w:r>
        <w:tab/>
        <w:t>1.013e0</w:t>
      </w:r>
    </w:p>
    <w:p w:rsidR="00B65DC9" w:rsidRDefault="00B65DC9" w:rsidP="00B65DC9">
      <w:r>
        <w:t>221.0458</w:t>
      </w:r>
      <w:r>
        <w:tab/>
        <w:t>1.051e0</w:t>
      </w:r>
    </w:p>
    <w:p w:rsidR="00B65DC9" w:rsidRDefault="00B65DC9" w:rsidP="00B65DC9">
      <w:r>
        <w:t>221.0474</w:t>
      </w:r>
      <w:r>
        <w:tab/>
        <w:t>1.013e0</w:t>
      </w:r>
    </w:p>
    <w:p w:rsidR="00B65DC9" w:rsidRDefault="00B65DC9" w:rsidP="00B65DC9">
      <w:r>
        <w:t>221.0487</w:t>
      </w:r>
      <w:r>
        <w:tab/>
        <w:t>1.610e0</w:t>
      </w:r>
    </w:p>
    <w:p w:rsidR="00B65DC9" w:rsidRDefault="00B65DC9" w:rsidP="00B65DC9">
      <w:r>
        <w:t>221.0521</w:t>
      </w:r>
      <w:r>
        <w:tab/>
        <w:t>1.051e0</w:t>
      </w:r>
    </w:p>
    <w:p w:rsidR="00B65DC9" w:rsidRDefault="00B65DC9" w:rsidP="00B65DC9">
      <w:r>
        <w:t>221.1191</w:t>
      </w:r>
      <w:r>
        <w:tab/>
        <w:t>1.548e0</w:t>
      </w:r>
    </w:p>
    <w:p w:rsidR="00B65DC9" w:rsidRDefault="00B65DC9" w:rsidP="00B65DC9">
      <w:r>
        <w:lastRenderedPageBreak/>
        <w:t>221.1239</w:t>
      </w:r>
      <w:r>
        <w:tab/>
        <w:t>1.051e0</w:t>
      </w:r>
    </w:p>
    <w:p w:rsidR="00B65DC9" w:rsidRDefault="00B65DC9" w:rsidP="00B65DC9">
      <w:r>
        <w:t>221.1666</w:t>
      </w:r>
      <w:r>
        <w:tab/>
        <w:t>1.013e0</w:t>
      </w:r>
    </w:p>
    <w:p w:rsidR="00B65DC9" w:rsidRDefault="00B65DC9" w:rsidP="00B65DC9">
      <w:r>
        <w:t>221.2531</w:t>
      </w:r>
      <w:r>
        <w:tab/>
        <w:t>1.013e0</w:t>
      </w:r>
    </w:p>
    <w:p w:rsidR="00B65DC9" w:rsidRDefault="00B65DC9" w:rsidP="00B65DC9">
      <w:r>
        <w:t>221.2776</w:t>
      </w:r>
      <w:r>
        <w:tab/>
        <w:t>1.266e-2</w:t>
      </w:r>
    </w:p>
    <w:p w:rsidR="00B65DC9" w:rsidRDefault="00B65DC9" w:rsidP="00B65DC9">
      <w:r>
        <w:t>221.3204</w:t>
      </w:r>
      <w:r>
        <w:tab/>
        <w:t>1.013e0</w:t>
      </w:r>
    </w:p>
    <w:p w:rsidR="00B65DC9" w:rsidRDefault="00B65DC9" w:rsidP="00B65DC9">
      <w:r>
        <w:t>221.3283</w:t>
      </w:r>
      <w:r>
        <w:tab/>
        <w:t>1.013e0</w:t>
      </w:r>
    </w:p>
    <w:p w:rsidR="00B65DC9" w:rsidRDefault="00B65DC9" w:rsidP="00B65DC9">
      <w:r>
        <w:t>221.3491</w:t>
      </w:r>
      <w:r>
        <w:tab/>
        <w:t>1.013e0</w:t>
      </w:r>
    </w:p>
    <w:p w:rsidR="00B65DC9" w:rsidRDefault="00B65DC9" w:rsidP="00B65DC9">
      <w:r>
        <w:t>221.3685</w:t>
      </w:r>
      <w:r>
        <w:tab/>
        <w:t>1.013e0</w:t>
      </w:r>
    </w:p>
    <w:p w:rsidR="00B65DC9" w:rsidRDefault="00B65DC9" w:rsidP="00B65DC9">
      <w:r>
        <w:t>221.4359</w:t>
      </w:r>
      <w:r>
        <w:tab/>
        <w:t>1.013e0</w:t>
      </w:r>
    </w:p>
    <w:p w:rsidR="00B65DC9" w:rsidRDefault="00B65DC9" w:rsidP="00B65DC9">
      <w:r>
        <w:t>221.4786</w:t>
      </w:r>
      <w:r>
        <w:tab/>
        <w:t>1.266e-2</w:t>
      </w:r>
    </w:p>
    <w:p w:rsidR="00B65DC9" w:rsidRDefault="00B65DC9" w:rsidP="00B65DC9">
      <w:r>
        <w:t>221.5224</w:t>
      </w:r>
      <w:r>
        <w:tab/>
        <w:t>2.025e0</w:t>
      </w:r>
    </w:p>
    <w:p w:rsidR="00B65DC9" w:rsidRDefault="00B65DC9" w:rsidP="00B65DC9">
      <w:r>
        <w:t>221.5625</w:t>
      </w:r>
      <w:r>
        <w:tab/>
        <w:t>1.266e-2</w:t>
      </w:r>
    </w:p>
    <w:p w:rsidR="00B65DC9" w:rsidRDefault="00B65DC9" w:rsidP="00B65DC9">
      <w:r>
        <w:t>221.6128</w:t>
      </w:r>
      <w:r>
        <w:tab/>
        <w:t>1.266e-2</w:t>
      </w:r>
    </w:p>
    <w:p w:rsidR="00B65DC9" w:rsidRDefault="00B65DC9" w:rsidP="00B65DC9">
      <w:r>
        <w:t>221.6170</w:t>
      </w:r>
      <w:r>
        <w:tab/>
        <w:t>1.013e0</w:t>
      </w:r>
    </w:p>
    <w:p w:rsidR="00B65DC9" w:rsidRDefault="00B65DC9" w:rsidP="00B65DC9">
      <w:r>
        <w:t>221.6494</w:t>
      </w:r>
      <w:r>
        <w:tab/>
        <w:t>1.013e0</w:t>
      </w:r>
    </w:p>
    <w:p w:rsidR="00B65DC9" w:rsidRDefault="00B65DC9" w:rsidP="00B65DC9">
      <w:r>
        <w:t>221.6882</w:t>
      </w:r>
      <w:r>
        <w:tab/>
        <w:t>1.013e0</w:t>
      </w:r>
    </w:p>
    <w:p w:rsidR="00B65DC9" w:rsidRDefault="00B65DC9" w:rsidP="00B65DC9">
      <w:r>
        <w:t>221.7037</w:t>
      </w:r>
      <w:r>
        <w:tab/>
        <w:t>3.038e0</w:t>
      </w:r>
    </w:p>
    <w:p w:rsidR="00B65DC9" w:rsidRDefault="00B65DC9" w:rsidP="00B65DC9">
      <w:r>
        <w:t>221.7130</w:t>
      </w:r>
      <w:r>
        <w:tab/>
        <w:t>1.266e-2</w:t>
      </w:r>
    </w:p>
    <w:p w:rsidR="00B65DC9" w:rsidRDefault="00B65DC9" w:rsidP="00B65DC9">
      <w:r>
        <w:t>221.7437</w:t>
      </w:r>
      <w:r>
        <w:tab/>
        <w:t>1.266e-2</w:t>
      </w:r>
    </w:p>
    <w:p w:rsidR="00B65DC9" w:rsidRDefault="00B65DC9" w:rsidP="00B65DC9">
      <w:r>
        <w:lastRenderedPageBreak/>
        <w:t>221.8309</w:t>
      </w:r>
      <w:r>
        <w:tab/>
        <w:t>1.266e-2</w:t>
      </w:r>
    </w:p>
    <w:p w:rsidR="00B65DC9" w:rsidRDefault="00B65DC9" w:rsidP="00B65DC9">
      <w:r>
        <w:t>221.8435</w:t>
      </w:r>
      <w:r>
        <w:tab/>
        <w:t>1.013e0</w:t>
      </w:r>
    </w:p>
    <w:p w:rsidR="00B65DC9" w:rsidRDefault="00B65DC9" w:rsidP="00B65DC9">
      <w:r>
        <w:t>221.8516</w:t>
      </w:r>
      <w:r>
        <w:tab/>
        <w:t>1.266e-2</w:t>
      </w:r>
    </w:p>
    <w:p w:rsidR="00B65DC9" w:rsidRDefault="00B65DC9" w:rsidP="00B65DC9">
      <w:r>
        <w:t>221.8901</w:t>
      </w:r>
      <w:r>
        <w:tab/>
        <w:t>1.013e0</w:t>
      </w:r>
    </w:p>
    <w:p w:rsidR="00B65DC9" w:rsidRDefault="00B65DC9" w:rsidP="00B65DC9">
      <w:r>
        <w:t>221.9265</w:t>
      </w:r>
      <w:r>
        <w:tab/>
        <w:t>1.013e0</w:t>
      </w:r>
    </w:p>
    <w:p w:rsidR="00B65DC9" w:rsidRDefault="00B65DC9" w:rsidP="00B65DC9">
      <w:r>
        <w:t>221.9496</w:t>
      </w:r>
      <w:r>
        <w:tab/>
        <w:t>1.266e-2</w:t>
      </w:r>
    </w:p>
    <w:p w:rsidR="00B65DC9" w:rsidRDefault="00B65DC9" w:rsidP="00B65DC9">
      <w:r>
        <w:t>221.9534</w:t>
      </w:r>
      <w:r>
        <w:tab/>
        <w:t>1.266e-2</w:t>
      </w:r>
    </w:p>
    <w:p w:rsidR="00B65DC9" w:rsidRDefault="00B65DC9" w:rsidP="00B65DC9">
      <w:r>
        <w:t>221.9740</w:t>
      </w:r>
      <w:r>
        <w:tab/>
        <w:t>2.025e0</w:t>
      </w:r>
    </w:p>
    <w:p w:rsidR="00B65DC9" w:rsidRDefault="00B65DC9" w:rsidP="00B65DC9">
      <w:r>
        <w:t>222.0183</w:t>
      </w:r>
      <w:r>
        <w:tab/>
        <w:t>1.116e1</w:t>
      </w:r>
    </w:p>
    <w:p w:rsidR="00B65DC9" w:rsidRDefault="00B65DC9" w:rsidP="00B65DC9">
      <w:r>
        <w:t>222.0197</w:t>
      </w:r>
      <w:r>
        <w:tab/>
        <w:t>1.188e1</w:t>
      </w:r>
    </w:p>
    <w:p w:rsidR="00B65DC9" w:rsidRDefault="00B65DC9" w:rsidP="00B65DC9">
      <w:r>
        <w:t>222.0215</w:t>
      </w:r>
      <w:r>
        <w:tab/>
        <w:t>3.487e1</w:t>
      </w:r>
    </w:p>
    <w:p w:rsidR="00B65DC9" w:rsidRDefault="00B65DC9" w:rsidP="00B65DC9">
      <w:r>
        <w:t>222.0618</w:t>
      </w:r>
      <w:r>
        <w:tab/>
        <w:t>7.089e0</w:t>
      </w:r>
    </w:p>
    <w:p w:rsidR="00B65DC9" w:rsidRDefault="00B65DC9" w:rsidP="00B65DC9">
      <w:r>
        <w:t>222.0782</w:t>
      </w:r>
      <w:r>
        <w:tab/>
        <w:t>4.051e0</w:t>
      </w:r>
    </w:p>
    <w:p w:rsidR="00B65DC9" w:rsidRDefault="00B65DC9" w:rsidP="00B65DC9">
      <w:r>
        <w:t>222.0827</w:t>
      </w:r>
      <w:r>
        <w:tab/>
        <w:t>2.025e0</w:t>
      </w:r>
    </w:p>
    <w:p w:rsidR="00B65DC9" w:rsidRDefault="00B65DC9" w:rsidP="00B65DC9">
      <w:r>
        <w:t>222.1007</w:t>
      </w:r>
      <w:r>
        <w:tab/>
        <w:t>5.063e-2</w:t>
      </w:r>
    </w:p>
    <w:p w:rsidR="00B65DC9" w:rsidRDefault="00B65DC9" w:rsidP="00B65DC9">
      <w:r>
        <w:t>222.1303</w:t>
      </w:r>
      <w:r>
        <w:tab/>
        <w:t>1.051e0</w:t>
      </w:r>
    </w:p>
    <w:p w:rsidR="00B65DC9" w:rsidRDefault="00B65DC9" w:rsidP="00B65DC9">
      <w:r>
        <w:t>222.1340</w:t>
      </w:r>
      <w:r>
        <w:tab/>
        <w:t>3.536e0</w:t>
      </w:r>
    </w:p>
    <w:p w:rsidR="00B65DC9" w:rsidRDefault="00B65DC9" w:rsidP="00B65DC9">
      <w:r>
        <w:t>222.1480</w:t>
      </w:r>
      <w:r>
        <w:tab/>
        <w:t>1.633e0</w:t>
      </w:r>
    </w:p>
    <w:p w:rsidR="00B65DC9" w:rsidRDefault="00B65DC9" w:rsidP="00B65DC9">
      <w:r>
        <w:t>222.1614</w:t>
      </w:r>
      <w:r>
        <w:tab/>
        <w:t>4.051e0</w:t>
      </w:r>
    </w:p>
    <w:p w:rsidR="00B65DC9" w:rsidRDefault="00B65DC9" w:rsidP="00B65DC9">
      <w:r>
        <w:lastRenderedPageBreak/>
        <w:t>222.2038</w:t>
      </w:r>
      <w:r>
        <w:tab/>
        <w:t>1.013e0</w:t>
      </w:r>
    </w:p>
    <w:p w:rsidR="00B65DC9" w:rsidRDefault="00B65DC9" w:rsidP="00B65DC9">
      <w:r>
        <w:t>222.2307</w:t>
      </w:r>
      <w:r>
        <w:tab/>
        <w:t>1.266e-2</w:t>
      </w:r>
    </w:p>
    <w:p w:rsidR="00B65DC9" w:rsidRDefault="00B65DC9" w:rsidP="00B65DC9">
      <w:r>
        <w:t>222.2411</w:t>
      </w:r>
      <w:r>
        <w:tab/>
        <w:t>2.532e-2</w:t>
      </w:r>
    </w:p>
    <w:p w:rsidR="00B65DC9" w:rsidRDefault="00B65DC9" w:rsidP="00B65DC9">
      <w:r>
        <w:t>222.2595</w:t>
      </w:r>
      <w:r>
        <w:tab/>
        <w:t>1.266e-2</w:t>
      </w:r>
    </w:p>
    <w:p w:rsidR="00B65DC9" w:rsidRDefault="00B65DC9" w:rsidP="00B65DC9">
      <w:r>
        <w:t>222.2634</w:t>
      </w:r>
      <w:r>
        <w:tab/>
        <w:t>1.013e0</w:t>
      </w:r>
    </w:p>
    <w:p w:rsidR="00B65DC9" w:rsidRDefault="00B65DC9" w:rsidP="00B65DC9">
      <w:r>
        <w:t>222.2712</w:t>
      </w:r>
      <w:r>
        <w:tab/>
        <w:t>1.013e0</w:t>
      </w:r>
    </w:p>
    <w:p w:rsidR="00B65DC9" w:rsidRDefault="00B65DC9" w:rsidP="00B65DC9">
      <w:r>
        <w:t>222.3042</w:t>
      </w:r>
      <w:r>
        <w:tab/>
        <w:t>2.025e0</w:t>
      </w:r>
    </w:p>
    <w:p w:rsidR="00B65DC9" w:rsidRDefault="00B65DC9" w:rsidP="00B65DC9">
      <w:r>
        <w:t>222.3097</w:t>
      </w:r>
      <w:r>
        <w:tab/>
        <w:t>1.266e-2</w:t>
      </w:r>
    </w:p>
    <w:p w:rsidR="00B65DC9" w:rsidRDefault="00B65DC9" w:rsidP="00B65DC9">
      <w:r>
        <w:t>222.3466</w:t>
      </w:r>
      <w:r>
        <w:tab/>
        <w:t>1.013e0</w:t>
      </w:r>
    </w:p>
    <w:p w:rsidR="00B65DC9" w:rsidRDefault="00B65DC9" w:rsidP="00B65DC9">
      <w:r>
        <w:t>222.3501</w:t>
      </w:r>
      <w:r>
        <w:tab/>
        <w:t>1.013e0</w:t>
      </w:r>
    </w:p>
    <w:p w:rsidR="00B65DC9" w:rsidRDefault="00B65DC9" w:rsidP="00B65DC9">
      <w:r>
        <w:t>222.3540</w:t>
      </w:r>
      <w:r>
        <w:tab/>
        <w:t>1.266e-2</w:t>
      </w:r>
    </w:p>
    <w:p w:rsidR="00B65DC9" w:rsidRDefault="00B65DC9" w:rsidP="00B65DC9">
      <w:r>
        <w:t>222.3672</w:t>
      </w:r>
      <w:r>
        <w:tab/>
        <w:t>1.038e0</w:t>
      </w:r>
    </w:p>
    <w:p w:rsidR="00B65DC9" w:rsidRDefault="00B65DC9" w:rsidP="00B65DC9">
      <w:r>
        <w:t>222.4179</w:t>
      </w:r>
      <w:r>
        <w:tab/>
        <w:t>1.025e0</w:t>
      </w:r>
    </w:p>
    <w:p w:rsidR="00B65DC9" w:rsidRDefault="00B65DC9" w:rsidP="00B65DC9">
      <w:r>
        <w:t>222.4406</w:t>
      </w:r>
      <w:r>
        <w:tab/>
        <w:t>1.266e-2</w:t>
      </w:r>
    </w:p>
    <w:p w:rsidR="00B65DC9" w:rsidRDefault="00B65DC9" w:rsidP="00B65DC9">
      <w:r>
        <w:t>222.4526</w:t>
      </w:r>
      <w:r>
        <w:tab/>
        <w:t>1.013e0</w:t>
      </w:r>
    </w:p>
    <w:p w:rsidR="00B65DC9" w:rsidRDefault="00B65DC9" w:rsidP="00B65DC9">
      <w:r>
        <w:t>222.4739</w:t>
      </w:r>
      <w:r>
        <w:tab/>
        <w:t>1.013e0</w:t>
      </w:r>
    </w:p>
    <w:p w:rsidR="00B65DC9" w:rsidRDefault="00B65DC9" w:rsidP="00B65DC9">
      <w:r>
        <w:t>222.5004</w:t>
      </w:r>
      <w:r>
        <w:tab/>
        <w:t>1.013e0</w:t>
      </w:r>
    </w:p>
    <w:p w:rsidR="00B65DC9" w:rsidRDefault="00B65DC9" w:rsidP="00B65DC9">
      <w:r>
        <w:t>222.5157</w:t>
      </w:r>
      <w:r>
        <w:tab/>
        <w:t>1.013e0</w:t>
      </w:r>
    </w:p>
    <w:p w:rsidR="00B65DC9" w:rsidRDefault="00B65DC9" w:rsidP="00B65DC9">
      <w:r>
        <w:t>222.5173</w:t>
      </w:r>
      <w:r>
        <w:tab/>
        <w:t>2.532e-2</w:t>
      </w:r>
    </w:p>
    <w:p w:rsidR="00B65DC9" w:rsidRDefault="00B65DC9" w:rsidP="00B65DC9">
      <w:r>
        <w:lastRenderedPageBreak/>
        <w:t>222.5242</w:t>
      </w:r>
      <w:r>
        <w:tab/>
        <w:t>1.266e-2</w:t>
      </w:r>
    </w:p>
    <w:p w:rsidR="00B65DC9" w:rsidRDefault="00B65DC9" w:rsidP="00B65DC9">
      <w:r>
        <w:t>222.5640</w:t>
      </w:r>
      <w:r>
        <w:tab/>
        <w:t>4.051e0</w:t>
      </w:r>
    </w:p>
    <w:p w:rsidR="00B65DC9" w:rsidRDefault="00B65DC9" w:rsidP="00B65DC9">
      <w:r>
        <w:t>222.5717</w:t>
      </w:r>
      <w:r>
        <w:tab/>
        <w:t>1.266e-2</w:t>
      </w:r>
    </w:p>
    <w:p w:rsidR="00B65DC9" w:rsidRDefault="00B65DC9" w:rsidP="00B65DC9">
      <w:r>
        <w:t>222.5915</w:t>
      </w:r>
      <w:r>
        <w:tab/>
        <w:t>1.013e0</w:t>
      </w:r>
    </w:p>
    <w:p w:rsidR="00B65DC9" w:rsidRDefault="00B65DC9" w:rsidP="00B65DC9">
      <w:r>
        <w:t>222.6000</w:t>
      </w:r>
      <w:r>
        <w:tab/>
        <w:t>2.532e-2</w:t>
      </w:r>
    </w:p>
    <w:p w:rsidR="00B65DC9" w:rsidRDefault="00B65DC9" w:rsidP="00B65DC9">
      <w:r>
        <w:t>222.6083</w:t>
      </w:r>
      <w:r>
        <w:tab/>
        <w:t>1.013e0</w:t>
      </w:r>
    </w:p>
    <w:p w:rsidR="00B65DC9" w:rsidRDefault="00B65DC9" w:rsidP="00B65DC9">
      <w:r>
        <w:t>222.6430</w:t>
      </w:r>
      <w:r>
        <w:tab/>
        <w:t>1.013e0</w:t>
      </w:r>
    </w:p>
    <w:p w:rsidR="00B65DC9" w:rsidRDefault="00B65DC9" w:rsidP="00B65DC9">
      <w:r>
        <w:t>222.6715</w:t>
      </w:r>
      <w:r>
        <w:tab/>
        <w:t>2.025e0</w:t>
      </w:r>
    </w:p>
    <w:p w:rsidR="00B65DC9" w:rsidRDefault="00B65DC9" w:rsidP="00B65DC9">
      <w:r>
        <w:t>222.7162</w:t>
      </w:r>
      <w:r>
        <w:tab/>
        <w:t>2.025e0</w:t>
      </w:r>
    </w:p>
    <w:p w:rsidR="00B65DC9" w:rsidRDefault="00B65DC9" w:rsidP="00B65DC9">
      <w:r>
        <w:t>222.7180</w:t>
      </w:r>
      <w:r>
        <w:tab/>
        <w:t>1.013e0</w:t>
      </w:r>
    </w:p>
    <w:p w:rsidR="00B65DC9" w:rsidRDefault="00B65DC9" w:rsidP="00B65DC9">
      <w:r>
        <w:t>222.7472</w:t>
      </w:r>
      <w:r>
        <w:tab/>
        <w:t>1.266e-2</w:t>
      </w:r>
    </w:p>
    <w:p w:rsidR="00B65DC9" w:rsidRDefault="00B65DC9" w:rsidP="00B65DC9">
      <w:r>
        <w:t>222.7702</w:t>
      </w:r>
      <w:r>
        <w:tab/>
        <w:t>1.013e0</w:t>
      </w:r>
    </w:p>
    <w:p w:rsidR="00B65DC9" w:rsidRDefault="00B65DC9" w:rsidP="00B65DC9">
      <w:r>
        <w:t>222.7779</w:t>
      </w:r>
      <w:r>
        <w:tab/>
        <w:t>1.013e0</w:t>
      </w:r>
    </w:p>
    <w:p w:rsidR="00B65DC9" w:rsidRDefault="00B65DC9" w:rsidP="00B65DC9">
      <w:r>
        <w:t>222.8020</w:t>
      </w:r>
      <w:r>
        <w:tab/>
        <w:t>1.013e0</w:t>
      </w:r>
    </w:p>
    <w:p w:rsidR="00B65DC9" w:rsidRDefault="00B65DC9" w:rsidP="00B65DC9">
      <w:r>
        <w:t>222.8225</w:t>
      </w:r>
      <w:r>
        <w:tab/>
        <w:t>1.266e-2</w:t>
      </w:r>
    </w:p>
    <w:p w:rsidR="00B65DC9" w:rsidRDefault="00B65DC9" w:rsidP="00B65DC9">
      <w:r>
        <w:t>222.8494</w:t>
      </w:r>
      <w:r>
        <w:tab/>
        <w:t>2.025e0</w:t>
      </w:r>
    </w:p>
    <w:p w:rsidR="00B65DC9" w:rsidRDefault="00B65DC9" w:rsidP="00B65DC9">
      <w:r>
        <w:t>222.9869</w:t>
      </w:r>
      <w:r>
        <w:tab/>
        <w:t>9.171e-1</w:t>
      </w:r>
    </w:p>
    <w:p w:rsidR="00B65DC9" w:rsidRDefault="00B65DC9" w:rsidP="00B65DC9">
      <w:r>
        <w:t>222.9962</w:t>
      </w:r>
      <w:r>
        <w:tab/>
        <w:t>1.967e0</w:t>
      </w:r>
    </w:p>
    <w:p w:rsidR="00B65DC9" w:rsidRDefault="00B65DC9" w:rsidP="00B65DC9">
      <w:r>
        <w:t>223.0099</w:t>
      </w:r>
      <w:r>
        <w:tab/>
        <w:t>8.101e0</w:t>
      </w:r>
    </w:p>
    <w:p w:rsidR="00B65DC9" w:rsidRDefault="00B65DC9" w:rsidP="00B65DC9">
      <w:r>
        <w:lastRenderedPageBreak/>
        <w:t>223.0225</w:t>
      </w:r>
      <w:r>
        <w:tab/>
        <w:t>6.076e0</w:t>
      </w:r>
    </w:p>
    <w:p w:rsidR="00B65DC9" w:rsidRDefault="00B65DC9" w:rsidP="00B65DC9">
      <w:r>
        <w:t>223.0717</w:t>
      </w:r>
      <w:r>
        <w:tab/>
        <w:t>1.266e-2</w:t>
      </w:r>
    </w:p>
    <w:p w:rsidR="00B65DC9" w:rsidRDefault="00B65DC9" w:rsidP="00B65DC9">
      <w:r>
        <w:t>223.0999</w:t>
      </w:r>
      <w:r>
        <w:tab/>
        <w:t>3.038e0</w:t>
      </w:r>
    </w:p>
    <w:p w:rsidR="00B65DC9" w:rsidRDefault="00B65DC9" w:rsidP="00B65DC9">
      <w:r>
        <w:t>223.1183</w:t>
      </w:r>
      <w:r>
        <w:tab/>
        <w:t>5.063e0</w:t>
      </w:r>
    </w:p>
    <w:p w:rsidR="00B65DC9" w:rsidRDefault="00B65DC9" w:rsidP="00B65DC9">
      <w:r>
        <w:t>223.1502</w:t>
      </w:r>
      <w:r>
        <w:tab/>
        <w:t>4.051e0</w:t>
      </w:r>
    </w:p>
    <w:p w:rsidR="00B65DC9" w:rsidRDefault="00B65DC9" w:rsidP="00B65DC9">
      <w:r>
        <w:t>223.1789</w:t>
      </w:r>
      <w:r>
        <w:tab/>
        <w:t>5.114e0</w:t>
      </w:r>
    </w:p>
    <w:p w:rsidR="00B65DC9" w:rsidRDefault="00B65DC9" w:rsidP="00B65DC9">
      <w:r>
        <w:t>223.2068</w:t>
      </w:r>
      <w:r>
        <w:tab/>
        <w:t>2.025e0</w:t>
      </w:r>
    </w:p>
    <w:p w:rsidR="00B65DC9" w:rsidRDefault="00B65DC9" w:rsidP="00B65DC9">
      <w:r>
        <w:t>223.2291</w:t>
      </w:r>
      <w:r>
        <w:tab/>
        <w:t>2.025e0</w:t>
      </w:r>
    </w:p>
    <w:p w:rsidR="00B65DC9" w:rsidRDefault="00B65DC9" w:rsidP="00B65DC9">
      <w:r>
        <w:t>223.2387</w:t>
      </w:r>
      <w:r>
        <w:tab/>
        <w:t>1.013e0</w:t>
      </w:r>
    </w:p>
    <w:p w:rsidR="00B65DC9" w:rsidRDefault="00B65DC9" w:rsidP="00B65DC9">
      <w:r>
        <w:t>223.3235</w:t>
      </w:r>
      <w:r>
        <w:tab/>
        <w:t>2.025e0</w:t>
      </w:r>
    </w:p>
    <w:p w:rsidR="00B65DC9" w:rsidRDefault="00B65DC9" w:rsidP="00B65DC9">
      <w:r>
        <w:t>223.3295</w:t>
      </w:r>
      <w:r>
        <w:tab/>
        <w:t>1.013e0</w:t>
      </w:r>
    </w:p>
    <w:p w:rsidR="00B65DC9" w:rsidRDefault="00B65DC9" w:rsidP="00B65DC9">
      <w:r>
        <w:t>223.3913</w:t>
      </w:r>
      <w:r>
        <w:tab/>
        <w:t>2.025e0</w:t>
      </w:r>
    </w:p>
    <w:p w:rsidR="00B65DC9" w:rsidRDefault="00B65DC9" w:rsidP="00B65DC9">
      <w:r>
        <w:t>223.3930</w:t>
      </w:r>
      <w:r>
        <w:tab/>
        <w:t>1.266e-2</w:t>
      </w:r>
    </w:p>
    <w:p w:rsidR="00B65DC9" w:rsidRDefault="00B65DC9" w:rsidP="00B65DC9">
      <w:r>
        <w:t>223.4377</w:t>
      </w:r>
      <w:r>
        <w:tab/>
        <w:t>1.013e0</w:t>
      </w:r>
    </w:p>
    <w:p w:rsidR="00B65DC9" w:rsidRDefault="00B65DC9" w:rsidP="00B65DC9">
      <w:r>
        <w:t>223.4725</w:t>
      </w:r>
      <w:r>
        <w:tab/>
        <w:t>1.266e-2</w:t>
      </w:r>
    </w:p>
    <w:p w:rsidR="00B65DC9" w:rsidRDefault="00B65DC9" w:rsidP="00B65DC9">
      <w:r>
        <w:t>223.4938</w:t>
      </w:r>
      <w:r>
        <w:tab/>
        <w:t>2.025e0</w:t>
      </w:r>
    </w:p>
    <w:p w:rsidR="00B65DC9" w:rsidRDefault="00B65DC9" w:rsidP="00B65DC9">
      <w:r>
        <w:t>223.5401</w:t>
      </w:r>
      <w:r>
        <w:tab/>
        <w:t>1.266e-2</w:t>
      </w:r>
    </w:p>
    <w:p w:rsidR="00B65DC9" w:rsidRDefault="00B65DC9" w:rsidP="00B65DC9">
      <w:r>
        <w:t>223.5841</w:t>
      </w:r>
      <w:r>
        <w:tab/>
        <w:t>2.025e0</w:t>
      </w:r>
    </w:p>
    <w:p w:rsidR="00B65DC9" w:rsidRDefault="00B65DC9" w:rsidP="00B65DC9">
      <w:r>
        <w:t>223.5882</w:t>
      </w:r>
      <w:r>
        <w:tab/>
        <w:t>1.025e0</w:t>
      </w:r>
    </w:p>
    <w:p w:rsidR="00B65DC9" w:rsidRDefault="00B65DC9" w:rsidP="00B65DC9">
      <w:r>
        <w:lastRenderedPageBreak/>
        <w:t>223.6119</w:t>
      </w:r>
      <w:r>
        <w:tab/>
        <w:t>1.266e-2</w:t>
      </w:r>
    </w:p>
    <w:p w:rsidR="00B65DC9" w:rsidRDefault="00B65DC9" w:rsidP="00B65DC9">
      <w:r>
        <w:t>223.6139</w:t>
      </w:r>
      <w:r>
        <w:tab/>
        <w:t>2.025e0</w:t>
      </w:r>
    </w:p>
    <w:p w:rsidR="00B65DC9" w:rsidRDefault="00B65DC9" w:rsidP="00B65DC9">
      <w:r>
        <w:t>223.6438</w:t>
      </w:r>
      <w:r>
        <w:tab/>
        <w:t>1.266e-2</w:t>
      </w:r>
    </w:p>
    <w:p w:rsidR="00B65DC9" w:rsidRDefault="00B65DC9" w:rsidP="00B65DC9">
      <w:r>
        <w:t>223.6466</w:t>
      </w:r>
      <w:r>
        <w:tab/>
        <w:t>3.759e0</w:t>
      </w:r>
    </w:p>
    <w:p w:rsidR="00B65DC9" w:rsidRDefault="00B65DC9" w:rsidP="00B65DC9">
      <w:r>
        <w:t>223.6711</w:t>
      </w:r>
      <w:r>
        <w:tab/>
        <w:t>1.266e-2</w:t>
      </w:r>
    </w:p>
    <w:p w:rsidR="00B65DC9" w:rsidRDefault="00B65DC9" w:rsidP="00B65DC9">
      <w:r>
        <w:t>223.6753</w:t>
      </w:r>
      <w:r>
        <w:tab/>
        <w:t>1.013e0</w:t>
      </w:r>
    </w:p>
    <w:p w:rsidR="00B65DC9" w:rsidRDefault="00B65DC9" w:rsidP="00B65DC9">
      <w:r>
        <w:t>223.6856</w:t>
      </w:r>
      <w:r>
        <w:tab/>
        <w:t>3.038e0</w:t>
      </w:r>
    </w:p>
    <w:p w:rsidR="00B65DC9" w:rsidRDefault="00B65DC9" w:rsidP="00B65DC9">
      <w:r>
        <w:t>223.6880</w:t>
      </w:r>
      <w:r>
        <w:tab/>
        <w:t>1.266e-2</w:t>
      </w:r>
    </w:p>
    <w:p w:rsidR="00B65DC9" w:rsidRDefault="00B65DC9" w:rsidP="00B65DC9">
      <w:r>
        <w:t>223.7348</w:t>
      </w:r>
      <w:r>
        <w:tab/>
        <w:t>1.013e0</w:t>
      </w:r>
    </w:p>
    <w:p w:rsidR="00B65DC9" w:rsidRDefault="00B65DC9" w:rsidP="00B65DC9">
      <w:r>
        <w:t>223.7387</w:t>
      </w:r>
      <w:r>
        <w:tab/>
        <w:t>2.532e-2</w:t>
      </w:r>
    </w:p>
    <w:p w:rsidR="00B65DC9" w:rsidRDefault="00B65DC9" w:rsidP="00B65DC9">
      <w:r>
        <w:t>223.7472</w:t>
      </w:r>
      <w:r>
        <w:tab/>
        <w:t>1.013e0</w:t>
      </w:r>
    </w:p>
    <w:p w:rsidR="00B65DC9" w:rsidRDefault="00B65DC9" w:rsidP="00B65DC9">
      <w:r>
        <w:t>223.7714</w:t>
      </w:r>
      <w:r>
        <w:tab/>
        <w:t>1.025e0</w:t>
      </w:r>
    </w:p>
    <w:p w:rsidR="00B65DC9" w:rsidRDefault="00B65DC9" w:rsidP="00B65DC9">
      <w:r>
        <w:t>223.7944</w:t>
      </w:r>
      <w:r>
        <w:tab/>
        <w:t>1.266e-2</w:t>
      </w:r>
    </w:p>
    <w:p w:rsidR="00B65DC9" w:rsidRDefault="00B65DC9" w:rsidP="00B65DC9">
      <w:r>
        <w:t>223.8106</w:t>
      </w:r>
      <w:r>
        <w:tab/>
        <w:t>1.013e0</w:t>
      </w:r>
    </w:p>
    <w:p w:rsidR="00B65DC9" w:rsidRDefault="00B65DC9" w:rsidP="00B65DC9">
      <w:r>
        <w:t>223.8274</w:t>
      </w:r>
      <w:r>
        <w:tab/>
        <w:t>1.266e-2</w:t>
      </w:r>
    </w:p>
    <w:p w:rsidR="00B65DC9" w:rsidRDefault="00B65DC9" w:rsidP="00B65DC9">
      <w:r>
        <w:t>223.8312</w:t>
      </w:r>
      <w:r>
        <w:tab/>
        <w:t>1.013e0</w:t>
      </w:r>
    </w:p>
    <w:p w:rsidR="00B65DC9" w:rsidRDefault="00B65DC9" w:rsidP="00B65DC9">
      <w:r>
        <w:t>223.8446</w:t>
      </w:r>
      <w:r>
        <w:tab/>
        <w:t>2.025e0</w:t>
      </w:r>
    </w:p>
    <w:p w:rsidR="00B65DC9" w:rsidRDefault="00B65DC9" w:rsidP="00B65DC9">
      <w:r>
        <w:t>223.9064</w:t>
      </w:r>
      <w:r>
        <w:tab/>
        <w:t>1.013e0</w:t>
      </w:r>
    </w:p>
    <w:p w:rsidR="00B65DC9" w:rsidRDefault="00B65DC9" w:rsidP="00B65DC9">
      <w:r>
        <w:t>223.9122</w:t>
      </w:r>
      <w:r>
        <w:tab/>
        <w:t>2.025e0</w:t>
      </w:r>
    </w:p>
    <w:p w:rsidR="00B65DC9" w:rsidRDefault="00B65DC9" w:rsidP="00B65DC9">
      <w:r>
        <w:lastRenderedPageBreak/>
        <w:t>223.9221</w:t>
      </w:r>
      <w:r>
        <w:tab/>
        <w:t>1.013e0</w:t>
      </w:r>
    </w:p>
    <w:p w:rsidR="00B65DC9" w:rsidRDefault="00B65DC9" w:rsidP="00B65DC9">
      <w:r>
        <w:t>223.9275</w:t>
      </w:r>
      <w:r>
        <w:tab/>
        <w:t>2.025e0</w:t>
      </w:r>
    </w:p>
    <w:p w:rsidR="00B65DC9" w:rsidRDefault="00B65DC9" w:rsidP="00B65DC9">
      <w:r>
        <w:t>223.9295</w:t>
      </w:r>
      <w:r>
        <w:tab/>
        <w:t>1.013e0</w:t>
      </w:r>
    </w:p>
    <w:p w:rsidR="00B65DC9" w:rsidRDefault="00B65DC9" w:rsidP="00B65DC9">
      <w:r>
        <w:t>223.9600</w:t>
      </w:r>
      <w:r>
        <w:tab/>
        <w:t>3.038e0</w:t>
      </w:r>
    </w:p>
    <w:p w:rsidR="00B65DC9" w:rsidRDefault="00B65DC9" w:rsidP="00B65DC9">
      <w:r>
        <w:t>224.0132</w:t>
      </w:r>
      <w:r>
        <w:tab/>
        <w:t>2.812e2</w:t>
      </w:r>
    </w:p>
    <w:p w:rsidR="00B65DC9" w:rsidRDefault="00B65DC9" w:rsidP="00B65DC9">
      <w:r>
        <w:t>224.1077</w:t>
      </w:r>
      <w:r>
        <w:tab/>
        <w:t>5.063e0</w:t>
      </w:r>
    </w:p>
    <w:p w:rsidR="00B65DC9" w:rsidRDefault="00B65DC9" w:rsidP="00B65DC9">
      <w:r>
        <w:t>224.1152</w:t>
      </w:r>
      <w:r>
        <w:tab/>
        <w:t>3.038e0</w:t>
      </w:r>
    </w:p>
    <w:p w:rsidR="00B65DC9" w:rsidRDefault="00B65DC9" w:rsidP="00B65DC9">
      <w:r>
        <w:t>224.1289</w:t>
      </w:r>
      <w:r>
        <w:tab/>
        <w:t>5.063e0</w:t>
      </w:r>
    </w:p>
    <w:p w:rsidR="00B65DC9" w:rsidRDefault="00B65DC9" w:rsidP="00B65DC9">
      <w:r>
        <w:t>224.1533</w:t>
      </w:r>
      <w:r>
        <w:tab/>
        <w:t>1.013e0</w:t>
      </w:r>
    </w:p>
    <w:p w:rsidR="00B65DC9" w:rsidRDefault="00B65DC9" w:rsidP="00B65DC9">
      <w:r>
        <w:t>224.1731</w:t>
      </w:r>
      <w:r>
        <w:tab/>
        <w:t>1.266e-2</w:t>
      </w:r>
    </w:p>
    <w:p w:rsidR="00B65DC9" w:rsidRDefault="00B65DC9" w:rsidP="00B65DC9">
      <w:r>
        <w:t>224.1791</w:t>
      </w:r>
      <w:r>
        <w:tab/>
        <w:t>9.139e0</w:t>
      </w:r>
    </w:p>
    <w:p w:rsidR="00B65DC9" w:rsidRDefault="00B65DC9" w:rsidP="00B65DC9">
      <w:r>
        <w:t>224.1940</w:t>
      </w:r>
      <w:r>
        <w:tab/>
        <w:t>2.532e-2</w:t>
      </w:r>
    </w:p>
    <w:p w:rsidR="00B65DC9" w:rsidRDefault="00B65DC9" w:rsidP="00B65DC9">
      <w:r>
        <w:t>224.2168</w:t>
      </w:r>
      <w:r>
        <w:tab/>
        <w:t>1.266e-2</w:t>
      </w:r>
    </w:p>
    <w:p w:rsidR="00B65DC9" w:rsidRDefault="00B65DC9" w:rsidP="00B65DC9">
      <w:r>
        <w:t>224.2252</w:t>
      </w:r>
      <w:r>
        <w:tab/>
        <w:t>1.266e-2</w:t>
      </w:r>
    </w:p>
    <w:p w:rsidR="00B65DC9" w:rsidRDefault="00B65DC9" w:rsidP="00B65DC9">
      <w:r>
        <w:t>224.2290</w:t>
      </w:r>
      <w:r>
        <w:tab/>
        <w:t>1.266e-2</w:t>
      </w:r>
    </w:p>
    <w:p w:rsidR="00B65DC9" w:rsidRDefault="00B65DC9" w:rsidP="00B65DC9">
      <w:r>
        <w:t>224.2446</w:t>
      </w:r>
      <w:r>
        <w:tab/>
        <w:t>2.532e-2</w:t>
      </w:r>
    </w:p>
    <w:p w:rsidR="00B65DC9" w:rsidRDefault="00B65DC9" w:rsidP="00B65DC9">
      <w:r>
        <w:t>224.2501</w:t>
      </w:r>
      <w:r>
        <w:tab/>
        <w:t>2.025e0</w:t>
      </w:r>
    </w:p>
    <w:p w:rsidR="00B65DC9" w:rsidRDefault="00B65DC9" w:rsidP="00B65DC9">
      <w:r>
        <w:t>224.2663</w:t>
      </w:r>
      <w:r>
        <w:tab/>
        <w:t>2.105e0</w:t>
      </w:r>
    </w:p>
    <w:p w:rsidR="00B65DC9" w:rsidRDefault="00B65DC9" w:rsidP="00B65DC9">
      <w:r>
        <w:t>224.2821</w:t>
      </w:r>
      <w:r>
        <w:tab/>
        <w:t>2.205e0</w:t>
      </w:r>
    </w:p>
    <w:p w:rsidR="00B65DC9" w:rsidRDefault="00B65DC9" w:rsidP="00B65DC9">
      <w:r>
        <w:lastRenderedPageBreak/>
        <w:t>224.2990</w:t>
      </w:r>
      <w:r>
        <w:tab/>
        <w:t>3.038e0</w:t>
      </w:r>
    </w:p>
    <w:p w:rsidR="00B65DC9" w:rsidRDefault="00B65DC9" w:rsidP="00B65DC9">
      <w:r>
        <w:t>224.3024</w:t>
      </w:r>
      <w:r>
        <w:tab/>
        <w:t>2.025e0</w:t>
      </w:r>
    </w:p>
    <w:p w:rsidR="00B65DC9" w:rsidRDefault="00B65DC9" w:rsidP="00B65DC9">
      <w:r>
        <w:t>224.3123</w:t>
      </w:r>
      <w:r>
        <w:tab/>
        <w:t>1.266e-2</w:t>
      </w:r>
    </w:p>
    <w:p w:rsidR="00B65DC9" w:rsidRDefault="00B65DC9" w:rsidP="00B65DC9">
      <w:r>
        <w:t>224.3342</w:t>
      </w:r>
      <w:r>
        <w:tab/>
        <w:t>2.025e0</w:t>
      </w:r>
    </w:p>
    <w:p w:rsidR="00B65DC9" w:rsidRDefault="00B65DC9" w:rsidP="00B65DC9">
      <w:r>
        <w:t>224.3502</w:t>
      </w:r>
      <w:r>
        <w:tab/>
        <w:t>3.038e0</w:t>
      </w:r>
    </w:p>
    <w:p w:rsidR="00B65DC9" w:rsidRDefault="00B65DC9" w:rsidP="00B65DC9">
      <w:r>
        <w:t>224.3642</w:t>
      </w:r>
      <w:r>
        <w:tab/>
        <w:t>2.532e-2</w:t>
      </w:r>
    </w:p>
    <w:p w:rsidR="00B65DC9" w:rsidRDefault="00B65DC9" w:rsidP="00B65DC9">
      <w:r>
        <w:t>224.3757</w:t>
      </w:r>
      <w:r>
        <w:tab/>
        <w:t>1.266e-2</w:t>
      </w:r>
    </w:p>
    <w:p w:rsidR="00B65DC9" w:rsidRDefault="00B65DC9" w:rsidP="00B65DC9">
      <w:r>
        <w:t>224.3826</w:t>
      </w:r>
      <w:r>
        <w:tab/>
        <w:t>2.051e0</w:t>
      </w:r>
    </w:p>
    <w:p w:rsidR="00B65DC9" w:rsidRDefault="00B65DC9" w:rsidP="00B65DC9">
      <w:r>
        <w:t>224.4099</w:t>
      </w:r>
      <w:r>
        <w:tab/>
        <w:t>4.327e0</w:t>
      </w:r>
    </w:p>
    <w:p w:rsidR="00B65DC9" w:rsidRDefault="00B65DC9" w:rsidP="00B65DC9">
      <w:r>
        <w:t>224.4279</w:t>
      </w:r>
      <w:r>
        <w:tab/>
        <w:t>1.013e0</w:t>
      </w:r>
    </w:p>
    <w:p w:rsidR="00B65DC9" w:rsidRDefault="00B65DC9" w:rsidP="00B65DC9">
      <w:r>
        <w:t>224.4332</w:t>
      </w:r>
      <w:r>
        <w:tab/>
        <w:t>5.063e0</w:t>
      </w:r>
    </w:p>
    <w:p w:rsidR="00B65DC9" w:rsidRDefault="00B65DC9" w:rsidP="00B65DC9">
      <w:r>
        <w:t>224.4548</w:t>
      </w:r>
      <w:r>
        <w:tab/>
        <w:t>2.532e-2</w:t>
      </w:r>
    </w:p>
    <w:p w:rsidR="00B65DC9" w:rsidRDefault="00B65DC9" w:rsidP="00B65DC9">
      <w:r>
        <w:t>224.4871</w:t>
      </w:r>
      <w:r>
        <w:tab/>
        <w:t>3.798e-2</w:t>
      </w:r>
    </w:p>
    <w:p w:rsidR="00B65DC9" w:rsidRDefault="00B65DC9" w:rsidP="00B65DC9">
      <w:r>
        <w:t>224.4918</w:t>
      </w:r>
      <w:r>
        <w:tab/>
        <w:t>1.025e0</w:t>
      </w:r>
    </w:p>
    <w:p w:rsidR="00B65DC9" w:rsidRDefault="00B65DC9" w:rsidP="00B65DC9">
      <w:r>
        <w:t>224.4937</w:t>
      </w:r>
      <w:r>
        <w:tab/>
        <w:t>2.025e0</w:t>
      </w:r>
    </w:p>
    <w:p w:rsidR="00B65DC9" w:rsidRDefault="00B65DC9" w:rsidP="00B65DC9">
      <w:r>
        <w:t>224.4996</w:t>
      </w:r>
      <w:r>
        <w:tab/>
        <w:t>3.038e0</w:t>
      </w:r>
    </w:p>
    <w:p w:rsidR="00B65DC9" w:rsidRDefault="00B65DC9" w:rsidP="00B65DC9">
      <w:r>
        <w:t>224.5288</w:t>
      </w:r>
      <w:r>
        <w:tab/>
        <w:t>3.038e0</w:t>
      </w:r>
    </w:p>
    <w:p w:rsidR="00B65DC9" w:rsidRDefault="00B65DC9" w:rsidP="00B65DC9">
      <w:r>
        <w:t>224.5432</w:t>
      </w:r>
      <w:r>
        <w:tab/>
        <w:t>2.025e0</w:t>
      </w:r>
    </w:p>
    <w:p w:rsidR="00B65DC9" w:rsidRDefault="00B65DC9" w:rsidP="00B65DC9">
      <w:r>
        <w:t>224.5748</w:t>
      </w:r>
      <w:r>
        <w:tab/>
        <w:t>1.013e0</w:t>
      </w:r>
    </w:p>
    <w:p w:rsidR="00B65DC9" w:rsidRDefault="00B65DC9" w:rsidP="00B65DC9">
      <w:r>
        <w:lastRenderedPageBreak/>
        <w:t>224.5805</w:t>
      </w:r>
      <w:r>
        <w:tab/>
        <w:t>2.025e0</w:t>
      </w:r>
    </w:p>
    <w:p w:rsidR="00B65DC9" w:rsidRDefault="00B65DC9" w:rsidP="00B65DC9">
      <w:r>
        <w:t>224.5912</w:t>
      </w:r>
      <w:r>
        <w:tab/>
        <w:t>2.025e0</w:t>
      </w:r>
    </w:p>
    <w:p w:rsidR="00B65DC9" w:rsidRDefault="00B65DC9" w:rsidP="00B65DC9">
      <w:r>
        <w:t>224.6067</w:t>
      </w:r>
      <w:r>
        <w:tab/>
        <w:t>1.013e0</w:t>
      </w:r>
    </w:p>
    <w:p w:rsidR="00B65DC9" w:rsidRDefault="00B65DC9" w:rsidP="00B65DC9">
      <w:r>
        <w:t>224.6270</w:t>
      </w:r>
      <w:r>
        <w:tab/>
        <w:t>1.025e0</w:t>
      </w:r>
    </w:p>
    <w:p w:rsidR="00B65DC9" w:rsidRDefault="00B65DC9" w:rsidP="00B65DC9">
      <w:r>
        <w:t>224.6331</w:t>
      </w:r>
      <w:r>
        <w:tab/>
        <w:t>2.025e0</w:t>
      </w:r>
    </w:p>
    <w:p w:rsidR="00B65DC9" w:rsidRDefault="00B65DC9" w:rsidP="00B65DC9">
      <w:r>
        <w:t>224.6463</w:t>
      </w:r>
      <w:r>
        <w:tab/>
        <w:t>1.266e-2</w:t>
      </w:r>
    </w:p>
    <w:p w:rsidR="00B65DC9" w:rsidRDefault="00B65DC9" w:rsidP="00B65DC9">
      <w:r>
        <w:t>224.6501</w:t>
      </w:r>
      <w:r>
        <w:tab/>
        <w:t>1.266e-2</w:t>
      </w:r>
    </w:p>
    <w:p w:rsidR="00B65DC9" w:rsidRDefault="00B65DC9" w:rsidP="00B65DC9">
      <w:r>
        <w:t>224.6774</w:t>
      </w:r>
      <w:r>
        <w:tab/>
        <w:t>3.038e0</w:t>
      </w:r>
    </w:p>
    <w:p w:rsidR="00B65DC9" w:rsidRDefault="00B65DC9" w:rsidP="00B65DC9">
      <w:r>
        <w:t>224.6844</w:t>
      </w:r>
      <w:r>
        <w:tab/>
        <w:t>2.532e-2</w:t>
      </w:r>
    </w:p>
    <w:p w:rsidR="00B65DC9" w:rsidRDefault="00B65DC9" w:rsidP="00B65DC9">
      <w:r>
        <w:t>224.6870</w:t>
      </w:r>
      <w:r>
        <w:tab/>
        <w:t>1.013e0</w:t>
      </w:r>
    </w:p>
    <w:p w:rsidR="00B65DC9" w:rsidRDefault="00B65DC9" w:rsidP="00B65DC9">
      <w:r>
        <w:t>224.6985</w:t>
      </w:r>
      <w:r>
        <w:tab/>
        <w:t>2.025e0</w:t>
      </w:r>
    </w:p>
    <w:p w:rsidR="00B65DC9" w:rsidRDefault="00B65DC9" w:rsidP="00B65DC9">
      <w:r>
        <w:t>224.7004</w:t>
      </w:r>
      <w:r>
        <w:tab/>
        <w:t>2.025e0</w:t>
      </w:r>
    </w:p>
    <w:p w:rsidR="00B65DC9" w:rsidRDefault="00B65DC9" w:rsidP="00B65DC9">
      <w:r>
        <w:t>224.7215</w:t>
      </w:r>
      <w:r>
        <w:tab/>
        <w:t>1.013e0</w:t>
      </w:r>
    </w:p>
    <w:p w:rsidR="00B65DC9" w:rsidRDefault="00B65DC9" w:rsidP="00B65DC9">
      <w:r>
        <w:t>224.7382</w:t>
      </w:r>
      <w:r>
        <w:tab/>
        <w:t>1.266e-2</w:t>
      </w:r>
    </w:p>
    <w:p w:rsidR="00B65DC9" w:rsidRDefault="00B65DC9" w:rsidP="00B65DC9">
      <w:r>
        <w:t>224.7467</w:t>
      </w:r>
      <w:r>
        <w:tab/>
        <w:t>1.025e0</w:t>
      </w:r>
    </w:p>
    <w:p w:rsidR="00B65DC9" w:rsidRDefault="00B65DC9" w:rsidP="00B65DC9">
      <w:r>
        <w:t>224.7757</w:t>
      </w:r>
      <w:r>
        <w:tab/>
        <w:t>2.025e0</w:t>
      </w:r>
    </w:p>
    <w:p w:rsidR="00B65DC9" w:rsidRDefault="00B65DC9" w:rsidP="00B65DC9">
      <w:r>
        <w:t>224.7853</w:t>
      </w:r>
      <w:r>
        <w:tab/>
        <w:t>1.266e-2</w:t>
      </w:r>
    </w:p>
    <w:p w:rsidR="00B65DC9" w:rsidRDefault="00B65DC9" w:rsidP="00B65DC9">
      <w:r>
        <w:t>224.8037</w:t>
      </w:r>
      <w:r>
        <w:tab/>
        <w:t>2.025e0</w:t>
      </w:r>
    </w:p>
    <w:p w:rsidR="00B65DC9" w:rsidRDefault="00B65DC9" w:rsidP="00B65DC9">
      <w:r>
        <w:t>224.8079</w:t>
      </w:r>
      <w:r>
        <w:tab/>
        <w:t>4.051e0</w:t>
      </w:r>
    </w:p>
    <w:p w:rsidR="00B65DC9" w:rsidRDefault="00B65DC9" w:rsidP="00B65DC9">
      <w:r>
        <w:lastRenderedPageBreak/>
        <w:t>224.8184</w:t>
      </w:r>
      <w:r>
        <w:tab/>
        <w:t>1.013e0</w:t>
      </w:r>
    </w:p>
    <w:p w:rsidR="00B65DC9" w:rsidRDefault="00B65DC9" w:rsidP="00B65DC9">
      <w:r>
        <w:t>224.8222</w:t>
      </w:r>
      <w:r>
        <w:tab/>
        <w:t>1.013e0</w:t>
      </w:r>
    </w:p>
    <w:p w:rsidR="00B65DC9" w:rsidRDefault="00B65DC9" w:rsidP="00B65DC9">
      <w:r>
        <w:t>224.8260</w:t>
      </w:r>
      <w:r>
        <w:tab/>
        <w:t>1.266e-2</w:t>
      </w:r>
    </w:p>
    <w:p w:rsidR="00B65DC9" w:rsidRDefault="00B65DC9" w:rsidP="00B65DC9">
      <w:r>
        <w:t>224.8379</w:t>
      </w:r>
      <w:r>
        <w:tab/>
        <w:t>1.038e0</w:t>
      </w:r>
    </w:p>
    <w:p w:rsidR="00B65DC9" w:rsidRDefault="00B65DC9" w:rsidP="00B65DC9">
      <w:r>
        <w:t>224.8656</w:t>
      </w:r>
      <w:r>
        <w:tab/>
        <w:t>1.266e-2</w:t>
      </w:r>
    </w:p>
    <w:p w:rsidR="00B65DC9" w:rsidRDefault="00B65DC9" w:rsidP="00B65DC9">
      <w:r>
        <w:t>224.8841</w:t>
      </w:r>
      <w:r>
        <w:tab/>
        <w:t>1.025e0</w:t>
      </w:r>
    </w:p>
    <w:p w:rsidR="00B65DC9" w:rsidRDefault="00B65DC9" w:rsidP="00B65DC9">
      <w:r>
        <w:t>224.9014</w:t>
      </w:r>
      <w:r>
        <w:tab/>
        <w:t>1.013e0</w:t>
      </w:r>
    </w:p>
    <w:p w:rsidR="00B65DC9" w:rsidRDefault="00B65DC9" w:rsidP="00B65DC9">
      <w:r>
        <w:t>224.9575</w:t>
      </w:r>
      <w:r>
        <w:tab/>
        <w:t>2.532e-2</w:t>
      </w:r>
    </w:p>
    <w:p w:rsidR="00B65DC9" w:rsidRDefault="00B65DC9" w:rsidP="00B65DC9">
      <w:r>
        <w:t>225.0117</w:t>
      </w:r>
      <w:r>
        <w:tab/>
        <w:t>3.225e1</w:t>
      </w:r>
    </w:p>
    <w:p w:rsidR="00B65DC9" w:rsidRDefault="00B65DC9" w:rsidP="00B65DC9">
      <w:r>
        <w:t>225.0130</w:t>
      </w:r>
      <w:r>
        <w:tab/>
        <w:t>3.201e1</w:t>
      </w:r>
    </w:p>
    <w:p w:rsidR="00B65DC9" w:rsidRDefault="00B65DC9" w:rsidP="00B65DC9">
      <w:r>
        <w:t>225.0146</w:t>
      </w:r>
      <w:r>
        <w:tab/>
        <w:t>3.054e1</w:t>
      </w:r>
    </w:p>
    <w:p w:rsidR="00B65DC9" w:rsidRDefault="00B65DC9" w:rsidP="00B65DC9">
      <w:r>
        <w:t>225.0414</w:t>
      </w:r>
      <w:r>
        <w:tab/>
        <w:t>4.793e-1</w:t>
      </w:r>
    </w:p>
    <w:p w:rsidR="00B65DC9" w:rsidRDefault="00B65DC9" w:rsidP="00B65DC9">
      <w:r>
        <w:t>225.0957</w:t>
      </w:r>
      <w:r>
        <w:tab/>
        <w:t>5.063e0</w:t>
      </w:r>
    </w:p>
    <w:p w:rsidR="00B65DC9" w:rsidRDefault="00B65DC9" w:rsidP="00B65DC9">
      <w:r>
        <w:t>225.1335</w:t>
      </w:r>
      <w:r>
        <w:tab/>
        <w:t>1.089e0</w:t>
      </w:r>
    </w:p>
    <w:p w:rsidR="00B65DC9" w:rsidRDefault="00B65DC9" w:rsidP="00B65DC9">
      <w:r>
        <w:t>225.1365</w:t>
      </w:r>
      <w:r>
        <w:tab/>
        <w:t>6.201e0</w:t>
      </w:r>
    </w:p>
    <w:p w:rsidR="00B65DC9" w:rsidRDefault="00B65DC9" w:rsidP="00B65DC9">
      <w:r>
        <w:t>225.1456</w:t>
      </w:r>
      <w:r>
        <w:tab/>
        <w:t>1.051e0</w:t>
      </w:r>
    </w:p>
    <w:p w:rsidR="00B65DC9" w:rsidRDefault="00B65DC9" w:rsidP="00B65DC9">
      <w:r>
        <w:t>225.1466</w:t>
      </w:r>
      <w:r>
        <w:tab/>
        <w:t>7.106e0</w:t>
      </w:r>
    </w:p>
    <w:p w:rsidR="00B65DC9" w:rsidRDefault="00B65DC9" w:rsidP="00B65DC9">
      <w:r>
        <w:t>225.1573</w:t>
      </w:r>
      <w:r>
        <w:tab/>
        <w:t>2.051e0</w:t>
      </w:r>
    </w:p>
    <w:p w:rsidR="00B65DC9" w:rsidRDefault="00B65DC9" w:rsidP="00B65DC9">
      <w:r>
        <w:t>225.1898</w:t>
      </w:r>
      <w:r>
        <w:tab/>
        <w:t>4.051e0</w:t>
      </w:r>
    </w:p>
    <w:p w:rsidR="00B65DC9" w:rsidRDefault="00B65DC9" w:rsidP="00B65DC9">
      <w:r>
        <w:lastRenderedPageBreak/>
        <w:t>225.1926</w:t>
      </w:r>
      <w:r>
        <w:tab/>
        <w:t>1.013e0</w:t>
      </w:r>
    </w:p>
    <w:p w:rsidR="00B65DC9" w:rsidRDefault="00B65DC9" w:rsidP="00B65DC9">
      <w:r>
        <w:t>225.1988</w:t>
      </w:r>
      <w:r>
        <w:tab/>
        <w:t>2.025e0</w:t>
      </w:r>
    </w:p>
    <w:p w:rsidR="00B65DC9" w:rsidRDefault="00B65DC9" w:rsidP="00B65DC9">
      <w:r>
        <w:t>225.2244</w:t>
      </w:r>
      <w:r>
        <w:tab/>
        <w:t>2.038e0</w:t>
      </w:r>
    </w:p>
    <w:p w:rsidR="00B65DC9" w:rsidRDefault="00B65DC9" w:rsidP="00B65DC9">
      <w:r>
        <w:t>225.2321</w:t>
      </w:r>
      <w:r>
        <w:tab/>
        <w:t>2.532e-2</w:t>
      </w:r>
    </w:p>
    <w:p w:rsidR="00B65DC9" w:rsidRDefault="00B65DC9" w:rsidP="00B65DC9">
      <w:r>
        <w:t>225.2437</w:t>
      </w:r>
      <w:r>
        <w:tab/>
        <w:t>1.266e-2</w:t>
      </w:r>
    </w:p>
    <w:p w:rsidR="00B65DC9" w:rsidRDefault="00B65DC9" w:rsidP="00B65DC9">
      <w:r>
        <w:t>225.2547</w:t>
      </w:r>
      <w:r>
        <w:tab/>
        <w:t>2.025e0</w:t>
      </w:r>
    </w:p>
    <w:p w:rsidR="00B65DC9" w:rsidRDefault="00B65DC9" w:rsidP="00B65DC9">
      <w:r>
        <w:t>225.2883</w:t>
      </w:r>
      <w:r>
        <w:tab/>
        <w:t>1.013e0</w:t>
      </w:r>
    </w:p>
    <w:p w:rsidR="00B65DC9" w:rsidRDefault="00B65DC9" w:rsidP="00B65DC9">
      <w:r>
        <w:t>225.2960</w:t>
      </w:r>
      <w:r>
        <w:tab/>
        <w:t>1.013e0</w:t>
      </w:r>
    </w:p>
    <w:p w:rsidR="00B65DC9" w:rsidRDefault="00B65DC9" w:rsidP="00B65DC9">
      <w:r>
        <w:t>225.3077</w:t>
      </w:r>
      <w:r>
        <w:tab/>
        <w:t>1.013e0</w:t>
      </w:r>
    </w:p>
    <w:p w:rsidR="00B65DC9" w:rsidRDefault="00B65DC9" w:rsidP="00B65DC9">
      <w:r>
        <w:t>225.3287</w:t>
      </w:r>
      <w:r>
        <w:tab/>
        <w:t>1.266e-2</w:t>
      </w:r>
    </w:p>
    <w:p w:rsidR="00B65DC9" w:rsidRDefault="00B65DC9" w:rsidP="00B65DC9">
      <w:r>
        <w:t>225.3405</w:t>
      </w:r>
      <w:r>
        <w:tab/>
        <w:t>1.013e0</w:t>
      </w:r>
    </w:p>
    <w:p w:rsidR="00B65DC9" w:rsidRDefault="00B65DC9" w:rsidP="00B65DC9">
      <w:r>
        <w:t>225.3781</w:t>
      </w:r>
      <w:r>
        <w:tab/>
        <w:t>2.025e0</w:t>
      </w:r>
    </w:p>
    <w:p w:rsidR="00B65DC9" w:rsidRDefault="00B65DC9" w:rsidP="00B65DC9">
      <w:r>
        <w:t>225.4064</w:t>
      </w:r>
      <w:r>
        <w:tab/>
        <w:t>2.025e0</w:t>
      </w:r>
    </w:p>
    <w:p w:rsidR="00B65DC9" w:rsidRDefault="00B65DC9" w:rsidP="00B65DC9">
      <w:r>
        <w:t>225.4105</w:t>
      </w:r>
      <w:r>
        <w:tab/>
        <w:t>2.025e0</w:t>
      </w:r>
    </w:p>
    <w:p w:rsidR="00B65DC9" w:rsidRDefault="00B65DC9" w:rsidP="00B65DC9">
      <w:r>
        <w:t>225.4566</w:t>
      </w:r>
      <w:r>
        <w:tab/>
        <w:t>1.266e-2</w:t>
      </w:r>
    </w:p>
    <w:p w:rsidR="00B65DC9" w:rsidRDefault="00B65DC9" w:rsidP="00B65DC9">
      <w:r>
        <w:t>225.4637</w:t>
      </w:r>
      <w:r>
        <w:tab/>
        <w:t>1.025e0</w:t>
      </w:r>
    </w:p>
    <w:p w:rsidR="00B65DC9" w:rsidRDefault="00B65DC9" w:rsidP="00B65DC9">
      <w:r>
        <w:t>225.4955</w:t>
      </w:r>
      <w:r>
        <w:tab/>
        <w:t>1.013e0</w:t>
      </w:r>
    </w:p>
    <w:p w:rsidR="00B65DC9" w:rsidRDefault="00B65DC9" w:rsidP="00B65DC9">
      <w:r>
        <w:t>225.5189</w:t>
      </w:r>
      <w:r>
        <w:tab/>
        <w:t>2.025e0</w:t>
      </w:r>
    </w:p>
    <w:p w:rsidR="00B65DC9" w:rsidRDefault="00B65DC9" w:rsidP="00B65DC9">
      <w:r>
        <w:t>225.5220</w:t>
      </w:r>
      <w:r>
        <w:tab/>
        <w:t>2.025e0</w:t>
      </w:r>
    </w:p>
    <w:p w:rsidR="00B65DC9" w:rsidRDefault="00B65DC9" w:rsidP="00B65DC9">
      <w:r>
        <w:lastRenderedPageBreak/>
        <w:t>225.5324</w:t>
      </w:r>
      <w:r>
        <w:tab/>
        <w:t>1.266e-2</w:t>
      </w:r>
    </w:p>
    <w:p w:rsidR="00B65DC9" w:rsidRDefault="00B65DC9" w:rsidP="00B65DC9">
      <w:r>
        <w:t>225.5631</w:t>
      </w:r>
      <w:r>
        <w:tab/>
        <w:t>1.025e0</w:t>
      </w:r>
    </w:p>
    <w:p w:rsidR="00B65DC9" w:rsidRDefault="00B65DC9" w:rsidP="00B65DC9">
      <w:r>
        <w:t>225.5843</w:t>
      </w:r>
      <w:r>
        <w:tab/>
        <w:t>1.013e0</w:t>
      </w:r>
    </w:p>
    <w:p w:rsidR="00B65DC9" w:rsidRDefault="00B65DC9" w:rsidP="00B65DC9">
      <w:r>
        <w:t>225.5922</w:t>
      </w:r>
      <w:r>
        <w:tab/>
        <w:t>1.013e0</w:t>
      </w:r>
    </w:p>
    <w:p w:rsidR="00B65DC9" w:rsidRDefault="00B65DC9" w:rsidP="00B65DC9">
      <w:r>
        <w:t>225.6675</w:t>
      </w:r>
      <w:r>
        <w:tab/>
        <w:t>1.266e-2</w:t>
      </w:r>
    </w:p>
    <w:p w:rsidR="00B65DC9" w:rsidRDefault="00B65DC9" w:rsidP="00B65DC9">
      <w:r>
        <w:t>225.6871</w:t>
      </w:r>
      <w:r>
        <w:tab/>
        <w:t>1.013e0</w:t>
      </w:r>
    </w:p>
    <w:p w:rsidR="00B65DC9" w:rsidRDefault="00B65DC9" w:rsidP="00B65DC9">
      <w:r>
        <w:t>225.6961</w:t>
      </w:r>
      <w:r>
        <w:tab/>
        <w:t>2.025e0</w:t>
      </w:r>
    </w:p>
    <w:p w:rsidR="00B65DC9" w:rsidRDefault="00B65DC9" w:rsidP="00B65DC9">
      <w:r>
        <w:t>225.7240</w:t>
      </w:r>
      <w:r>
        <w:tab/>
        <w:t>1.266e-2</w:t>
      </w:r>
    </w:p>
    <w:p w:rsidR="00B65DC9" w:rsidRDefault="00B65DC9" w:rsidP="00B65DC9">
      <w:r>
        <w:t>225.7314</w:t>
      </w:r>
      <w:r>
        <w:tab/>
        <w:t>1.025e0</w:t>
      </w:r>
    </w:p>
    <w:p w:rsidR="00B65DC9" w:rsidRDefault="00B65DC9" w:rsidP="00B65DC9">
      <w:r>
        <w:t>225.7469</w:t>
      </w:r>
      <w:r>
        <w:tab/>
        <w:t>1.013e0</w:t>
      </w:r>
    </w:p>
    <w:p w:rsidR="00B65DC9" w:rsidRDefault="00B65DC9" w:rsidP="00B65DC9">
      <w:r>
        <w:t>225.7673</w:t>
      </w:r>
      <w:r>
        <w:tab/>
        <w:t>2.025e0</w:t>
      </w:r>
    </w:p>
    <w:p w:rsidR="00B65DC9" w:rsidRDefault="00B65DC9" w:rsidP="00B65DC9">
      <w:r>
        <w:t>225.7916</w:t>
      </w:r>
      <w:r>
        <w:tab/>
        <w:t>4.051e0</w:t>
      </w:r>
    </w:p>
    <w:p w:rsidR="00B65DC9" w:rsidRDefault="00B65DC9" w:rsidP="00B65DC9">
      <w:r>
        <w:t>225.8353</w:t>
      </w:r>
      <w:r>
        <w:tab/>
        <w:t>1.266e-2</w:t>
      </w:r>
    </w:p>
    <w:p w:rsidR="00B65DC9" w:rsidRDefault="00B65DC9" w:rsidP="00B65DC9">
      <w:r>
        <w:t>225.8396</w:t>
      </w:r>
      <w:r>
        <w:tab/>
        <w:t>1.266e-2</w:t>
      </w:r>
    </w:p>
    <w:p w:rsidR="00B65DC9" w:rsidRDefault="00B65DC9" w:rsidP="00B65DC9">
      <w:r>
        <w:t>225.8634</w:t>
      </w:r>
      <w:r>
        <w:tab/>
        <w:t>1.025e0</w:t>
      </w:r>
    </w:p>
    <w:p w:rsidR="00B65DC9" w:rsidRDefault="00B65DC9" w:rsidP="00B65DC9">
      <w:r>
        <w:t>225.8747</w:t>
      </w:r>
      <w:r>
        <w:tab/>
        <w:t>1.013e0</w:t>
      </w:r>
    </w:p>
    <w:p w:rsidR="00B65DC9" w:rsidRDefault="00B65DC9" w:rsidP="00B65DC9">
      <w:r>
        <w:t>225.8894</w:t>
      </w:r>
      <w:r>
        <w:tab/>
        <w:t>2.025e0</w:t>
      </w:r>
    </w:p>
    <w:p w:rsidR="00B65DC9" w:rsidRDefault="00B65DC9" w:rsidP="00B65DC9">
      <w:r>
        <w:t>225.8990</w:t>
      </w:r>
      <w:r>
        <w:tab/>
        <w:t>2.025e0</w:t>
      </w:r>
    </w:p>
    <w:p w:rsidR="00B65DC9" w:rsidRDefault="00B65DC9" w:rsidP="00B65DC9">
      <w:r>
        <w:t>225.9193</w:t>
      </w:r>
      <w:r>
        <w:tab/>
        <w:t>1.266e-2</w:t>
      </w:r>
    </w:p>
    <w:p w:rsidR="00B65DC9" w:rsidRDefault="00B65DC9" w:rsidP="00B65DC9">
      <w:r>
        <w:lastRenderedPageBreak/>
        <w:t>225.9270</w:t>
      </w:r>
      <w:r>
        <w:tab/>
        <w:t>1.013e0</w:t>
      </w:r>
    </w:p>
    <w:p w:rsidR="00B65DC9" w:rsidRDefault="00B65DC9" w:rsidP="00B65DC9">
      <w:r>
        <w:t>225.9634</w:t>
      </w:r>
      <w:r>
        <w:tab/>
        <w:t>1.013e0</w:t>
      </w:r>
    </w:p>
    <w:p w:rsidR="00B65DC9" w:rsidRDefault="00B65DC9" w:rsidP="00B65DC9">
      <w:r>
        <w:t>225.9977</w:t>
      </w:r>
      <w:r>
        <w:tab/>
        <w:t>8.577e0</w:t>
      </w:r>
    </w:p>
    <w:p w:rsidR="00B65DC9" w:rsidRDefault="00B65DC9" w:rsidP="00B65DC9">
      <w:r>
        <w:t>226.0072</w:t>
      </w:r>
      <w:r>
        <w:tab/>
        <w:t>1.537e1</w:t>
      </w:r>
    </w:p>
    <w:p w:rsidR="00B65DC9" w:rsidRDefault="00B65DC9" w:rsidP="00B65DC9">
      <w:r>
        <w:t>226.0167</w:t>
      </w:r>
      <w:r>
        <w:tab/>
        <w:t>6.806e-1</w:t>
      </w:r>
    </w:p>
    <w:p w:rsidR="00B65DC9" w:rsidRDefault="00B65DC9" w:rsidP="00B65DC9">
      <w:r>
        <w:t>226.0184</w:t>
      </w:r>
      <w:r>
        <w:tab/>
        <w:t>5.468e0</w:t>
      </w:r>
    </w:p>
    <w:p w:rsidR="00B65DC9" w:rsidRDefault="00B65DC9" w:rsidP="00B65DC9">
      <w:r>
        <w:t>226.0225</w:t>
      </w:r>
      <w:r>
        <w:tab/>
        <w:t>3.387e1</w:t>
      </w:r>
    </w:p>
    <w:p w:rsidR="00B65DC9" w:rsidRDefault="00B65DC9" w:rsidP="00B65DC9">
      <w:r>
        <w:t>226.0598</w:t>
      </w:r>
      <w:r>
        <w:tab/>
        <w:t>6.670e0</w:t>
      </w:r>
    </w:p>
    <w:p w:rsidR="00B65DC9" w:rsidRDefault="00B65DC9" w:rsidP="00B65DC9">
      <w:r>
        <w:t>226.0787</w:t>
      </w:r>
      <w:r>
        <w:tab/>
        <w:t>2.025e0</w:t>
      </w:r>
    </w:p>
    <w:p w:rsidR="00B65DC9" w:rsidRDefault="00B65DC9" w:rsidP="00B65DC9">
      <w:r>
        <w:t>226.0806</w:t>
      </w:r>
      <w:r>
        <w:tab/>
        <w:t>2.025e0</w:t>
      </w:r>
    </w:p>
    <w:p w:rsidR="00B65DC9" w:rsidRDefault="00B65DC9" w:rsidP="00B65DC9">
      <w:r>
        <w:t>226.0840</w:t>
      </w:r>
      <w:r>
        <w:tab/>
        <w:t>7.595e-2</w:t>
      </w:r>
    </w:p>
    <w:p w:rsidR="00B65DC9" w:rsidRDefault="00B65DC9" w:rsidP="00B65DC9">
      <w:r>
        <w:t>226.1110</w:t>
      </w:r>
      <w:r>
        <w:tab/>
        <w:t>1.013e0</w:t>
      </w:r>
    </w:p>
    <w:p w:rsidR="00B65DC9" w:rsidRDefault="00B65DC9" w:rsidP="00B65DC9">
      <w:r>
        <w:t>226.1264</w:t>
      </w:r>
      <w:r>
        <w:tab/>
        <w:t>7.791e0</w:t>
      </w:r>
    </w:p>
    <w:p w:rsidR="00B65DC9" w:rsidRDefault="00B65DC9" w:rsidP="00B65DC9">
      <w:r>
        <w:t>226.1526</w:t>
      </w:r>
      <w:r>
        <w:tab/>
        <w:t>3.038e0</w:t>
      </w:r>
    </w:p>
    <w:p w:rsidR="00B65DC9" w:rsidRDefault="00B65DC9" w:rsidP="00B65DC9">
      <w:r>
        <w:t>226.1758</w:t>
      </w:r>
      <w:r>
        <w:tab/>
        <w:t>3.038e0</w:t>
      </w:r>
    </w:p>
    <w:p w:rsidR="00B65DC9" w:rsidRDefault="00B65DC9" w:rsidP="00B65DC9">
      <w:r>
        <w:t>226.1906</w:t>
      </w:r>
      <w:r>
        <w:tab/>
        <w:t>2.025e0</w:t>
      </w:r>
    </w:p>
    <w:p w:rsidR="00B65DC9" w:rsidRDefault="00B65DC9" w:rsidP="00B65DC9">
      <w:r>
        <w:t>226.2101</w:t>
      </w:r>
      <w:r>
        <w:tab/>
        <w:t>3.190e-1</w:t>
      </w:r>
    </w:p>
    <w:p w:rsidR="00B65DC9" w:rsidRDefault="00B65DC9" w:rsidP="00B65DC9">
      <w:r>
        <w:t>226.2194</w:t>
      </w:r>
      <w:r>
        <w:tab/>
        <w:t>1.266e-2</w:t>
      </w:r>
    </w:p>
    <w:p w:rsidR="00B65DC9" w:rsidRDefault="00B65DC9" w:rsidP="00B65DC9">
      <w:r>
        <w:t>226.2248</w:t>
      </w:r>
      <w:r>
        <w:tab/>
        <w:t>5.063e0</w:t>
      </w:r>
    </w:p>
    <w:p w:rsidR="00B65DC9" w:rsidRDefault="00B65DC9" w:rsidP="00B65DC9">
      <w:r>
        <w:lastRenderedPageBreak/>
        <w:t>226.2507</w:t>
      </w:r>
      <w:r>
        <w:tab/>
        <w:t>3.038e0</w:t>
      </w:r>
    </w:p>
    <w:p w:rsidR="00B65DC9" w:rsidRDefault="00B65DC9" w:rsidP="00B65DC9">
      <w:r>
        <w:t>226.2729</w:t>
      </w:r>
      <w:r>
        <w:tab/>
        <w:t>2.025e0</w:t>
      </w:r>
    </w:p>
    <w:p w:rsidR="00B65DC9" w:rsidRDefault="00B65DC9" w:rsidP="00B65DC9">
      <w:r>
        <w:t>226.2767</w:t>
      </w:r>
      <w:r>
        <w:tab/>
        <w:t>2.025e0</w:t>
      </w:r>
    </w:p>
    <w:p w:rsidR="00B65DC9" w:rsidRDefault="00B65DC9" w:rsidP="00B65DC9">
      <w:r>
        <w:t>226.2874</w:t>
      </w:r>
      <w:r>
        <w:tab/>
        <w:t>1.013e0</w:t>
      </w:r>
    </w:p>
    <w:p w:rsidR="00B65DC9" w:rsidRDefault="00B65DC9" w:rsidP="00B65DC9">
      <w:r>
        <w:t>226.3631</w:t>
      </w:r>
      <w:r>
        <w:tab/>
        <w:t>2.038e0</w:t>
      </w:r>
    </w:p>
    <w:p w:rsidR="00B65DC9" w:rsidRDefault="00B65DC9" w:rsidP="00B65DC9">
      <w:r>
        <w:t>226.3809</w:t>
      </w:r>
      <w:r>
        <w:tab/>
        <w:t>3.038e0</w:t>
      </w:r>
    </w:p>
    <w:p w:rsidR="00B65DC9" w:rsidRDefault="00B65DC9" w:rsidP="00B65DC9">
      <w:r>
        <w:t>226.3928</w:t>
      </w:r>
      <w:r>
        <w:tab/>
        <w:t>1.025e0</w:t>
      </w:r>
    </w:p>
    <w:p w:rsidR="00B65DC9" w:rsidRDefault="00B65DC9" w:rsidP="00B65DC9">
      <w:r>
        <w:t>226.4154</w:t>
      </w:r>
      <w:r>
        <w:tab/>
        <w:t>1.266e-2</w:t>
      </w:r>
    </w:p>
    <w:p w:rsidR="00B65DC9" w:rsidRDefault="00B65DC9" w:rsidP="00B65DC9">
      <w:r>
        <w:t>226.4385</w:t>
      </w:r>
      <w:r>
        <w:tab/>
        <w:t>1.266e-2</w:t>
      </w:r>
    </w:p>
    <w:p w:rsidR="00B65DC9" w:rsidRDefault="00B65DC9" w:rsidP="00B65DC9">
      <w:r>
        <w:t>226.4949</w:t>
      </w:r>
      <w:r>
        <w:tab/>
        <w:t>1.013e0</w:t>
      </w:r>
    </w:p>
    <w:p w:rsidR="00B65DC9" w:rsidRDefault="00B65DC9" w:rsidP="00B65DC9">
      <w:r>
        <w:t>226.5101</w:t>
      </w:r>
      <w:r>
        <w:tab/>
        <w:t>1.013e0</w:t>
      </w:r>
    </w:p>
    <w:p w:rsidR="00B65DC9" w:rsidRDefault="00B65DC9" w:rsidP="00B65DC9">
      <w:r>
        <w:t>226.5162</w:t>
      </w:r>
      <w:r>
        <w:tab/>
        <w:t>2.532e-2</w:t>
      </w:r>
    </w:p>
    <w:p w:rsidR="00B65DC9" w:rsidRDefault="00B65DC9" w:rsidP="00B65DC9">
      <w:r>
        <w:t>226.5266</w:t>
      </w:r>
      <w:r>
        <w:tab/>
        <w:t>2.532e-2</w:t>
      </w:r>
    </w:p>
    <w:p w:rsidR="00B65DC9" w:rsidRDefault="00B65DC9" w:rsidP="00B65DC9">
      <w:r>
        <w:t>226.5350</w:t>
      </w:r>
      <w:r>
        <w:tab/>
        <w:t>1.266e-2</w:t>
      </w:r>
    </w:p>
    <w:p w:rsidR="00B65DC9" w:rsidRDefault="00B65DC9" w:rsidP="00B65DC9">
      <w:r>
        <w:t>226.5453</w:t>
      </w:r>
      <w:r>
        <w:tab/>
        <w:t>2.025e0</w:t>
      </w:r>
    </w:p>
    <w:p w:rsidR="00B65DC9" w:rsidRDefault="00B65DC9" w:rsidP="00B65DC9">
      <w:r>
        <w:t>226.5509</w:t>
      </w:r>
      <w:r>
        <w:tab/>
        <w:t>2.038e0</w:t>
      </w:r>
    </w:p>
    <w:p w:rsidR="00B65DC9" w:rsidRDefault="00B65DC9" w:rsidP="00B65DC9">
      <w:r>
        <w:t>226.5678</w:t>
      </w:r>
      <w:r>
        <w:tab/>
        <w:t>1.038e0</w:t>
      </w:r>
    </w:p>
    <w:p w:rsidR="00B65DC9" w:rsidRDefault="00B65DC9" w:rsidP="00B65DC9">
      <w:r>
        <w:t>226.5991</w:t>
      </w:r>
      <w:r>
        <w:tab/>
        <w:t>2.025e0</w:t>
      </w:r>
    </w:p>
    <w:p w:rsidR="00B65DC9" w:rsidRDefault="00B65DC9" w:rsidP="00B65DC9">
      <w:r>
        <w:t>226.6148</w:t>
      </w:r>
      <w:r>
        <w:tab/>
        <w:t>1.013e0</w:t>
      </w:r>
    </w:p>
    <w:p w:rsidR="00B65DC9" w:rsidRDefault="00B65DC9" w:rsidP="00B65DC9">
      <w:r>
        <w:lastRenderedPageBreak/>
        <w:t>226.6342</w:t>
      </w:r>
      <w:r>
        <w:tab/>
        <w:t>1.266e-2</w:t>
      </w:r>
    </w:p>
    <w:p w:rsidR="00B65DC9" w:rsidRDefault="00B65DC9" w:rsidP="00B65DC9">
      <w:r>
        <w:t>226.6749</w:t>
      </w:r>
      <w:r>
        <w:tab/>
        <w:t>1.266e-2</w:t>
      </w:r>
    </w:p>
    <w:p w:rsidR="00B65DC9" w:rsidRDefault="00B65DC9" w:rsidP="00B65DC9">
      <w:r>
        <w:t>226.6788</w:t>
      </w:r>
      <w:r>
        <w:tab/>
        <w:t>1.013e0</w:t>
      </w:r>
    </w:p>
    <w:p w:rsidR="00B65DC9" w:rsidRDefault="00B65DC9" w:rsidP="00B65DC9">
      <w:r>
        <w:t>226.7145</w:t>
      </w:r>
      <w:r>
        <w:tab/>
        <w:t>1.266e-2</w:t>
      </w:r>
    </w:p>
    <w:p w:rsidR="00B65DC9" w:rsidRDefault="00B65DC9" w:rsidP="00B65DC9">
      <w:r>
        <w:t>226.7260</w:t>
      </w:r>
      <w:r>
        <w:tab/>
        <w:t>2.025e0</w:t>
      </w:r>
    </w:p>
    <w:p w:rsidR="00B65DC9" w:rsidRDefault="00B65DC9" w:rsidP="00B65DC9">
      <w:r>
        <w:t>226.7431</w:t>
      </w:r>
      <w:r>
        <w:tab/>
        <w:t>1.266e-2</w:t>
      </w:r>
    </w:p>
    <w:p w:rsidR="00B65DC9" w:rsidRDefault="00B65DC9" w:rsidP="00B65DC9">
      <w:r>
        <w:t>226.7563</w:t>
      </w:r>
      <w:r>
        <w:tab/>
        <w:t>2.025e0</w:t>
      </w:r>
    </w:p>
    <w:p w:rsidR="00B65DC9" w:rsidRDefault="00B65DC9" w:rsidP="00B65DC9">
      <w:r>
        <w:t>226.7645</w:t>
      </w:r>
      <w:r>
        <w:tab/>
        <w:t>2.025e0</w:t>
      </w:r>
    </w:p>
    <w:p w:rsidR="00B65DC9" w:rsidRDefault="00B65DC9" w:rsidP="00B65DC9">
      <w:r>
        <w:t>226.7701</w:t>
      </w:r>
      <w:r>
        <w:tab/>
        <w:t>1.266e-2</w:t>
      </w:r>
    </w:p>
    <w:p w:rsidR="00B65DC9" w:rsidRDefault="00B65DC9" w:rsidP="00B65DC9">
      <w:r>
        <w:t>226.7744</w:t>
      </w:r>
      <w:r>
        <w:tab/>
        <w:t>1.266e-2</w:t>
      </w:r>
    </w:p>
    <w:p w:rsidR="00B65DC9" w:rsidRDefault="00B65DC9" w:rsidP="00B65DC9">
      <w:r>
        <w:t>226.8067</w:t>
      </w:r>
      <w:r>
        <w:tab/>
        <w:t>3.797e-2</w:t>
      </w:r>
    </w:p>
    <w:p w:rsidR="00B65DC9" w:rsidRDefault="00B65DC9" w:rsidP="00B65DC9">
      <w:r>
        <w:t>226.8300</w:t>
      </w:r>
      <w:r>
        <w:tab/>
        <w:t>2.025e0</w:t>
      </w:r>
    </w:p>
    <w:p w:rsidR="00B65DC9" w:rsidRDefault="00B65DC9" w:rsidP="00B65DC9">
      <w:r>
        <w:t>226.8592</w:t>
      </w:r>
      <w:r>
        <w:tab/>
        <w:t>1.266e-2</w:t>
      </w:r>
    </w:p>
    <w:p w:rsidR="00B65DC9" w:rsidRDefault="00B65DC9" w:rsidP="00B65DC9">
      <w:r>
        <w:t>226.8630</w:t>
      </w:r>
      <w:r>
        <w:tab/>
        <w:t>1.266e-2</w:t>
      </w:r>
    </w:p>
    <w:p w:rsidR="00B65DC9" w:rsidRDefault="00B65DC9" w:rsidP="00B65DC9">
      <w:r>
        <w:t>226.8785</w:t>
      </w:r>
      <w:r>
        <w:tab/>
        <w:t>1.266e-2</w:t>
      </w:r>
    </w:p>
    <w:p w:rsidR="00B65DC9" w:rsidRDefault="00B65DC9" w:rsidP="00B65DC9">
      <w:r>
        <w:t>226.8862</w:t>
      </w:r>
      <w:r>
        <w:tab/>
        <w:t>1.013e0</w:t>
      </w:r>
    </w:p>
    <w:p w:rsidR="00B65DC9" w:rsidRDefault="00B65DC9" w:rsidP="00B65DC9">
      <w:r>
        <w:t>226.9156</w:t>
      </w:r>
      <w:r>
        <w:tab/>
        <w:t>1.013e0</w:t>
      </w:r>
    </w:p>
    <w:p w:rsidR="00B65DC9" w:rsidRDefault="00B65DC9" w:rsidP="00B65DC9">
      <w:r>
        <w:t>226.9309</w:t>
      </w:r>
      <w:r>
        <w:tab/>
        <w:t>1.013e0</w:t>
      </w:r>
    </w:p>
    <w:p w:rsidR="00B65DC9" w:rsidRDefault="00B65DC9" w:rsidP="00B65DC9">
      <w:r>
        <w:t>226.9425</w:t>
      </w:r>
      <w:r>
        <w:tab/>
        <w:t>1.266e-2</w:t>
      </w:r>
    </w:p>
    <w:p w:rsidR="00B65DC9" w:rsidRDefault="00B65DC9" w:rsidP="00B65DC9">
      <w:r>
        <w:lastRenderedPageBreak/>
        <w:t>226.9833</w:t>
      </w:r>
      <w:r>
        <w:tab/>
        <w:t>1.266e-2</w:t>
      </w:r>
    </w:p>
    <w:p w:rsidR="00B65DC9" w:rsidRDefault="00B65DC9" w:rsidP="00B65DC9">
      <w:r>
        <w:t>226.9950</w:t>
      </w:r>
      <w:r>
        <w:tab/>
        <w:t>1.025e0</w:t>
      </w:r>
    </w:p>
    <w:p w:rsidR="00B65DC9" w:rsidRDefault="00B65DC9" w:rsidP="00B65DC9">
      <w:r>
        <w:t>227.0148</w:t>
      </w:r>
      <w:r>
        <w:tab/>
        <w:t>5.089e0</w:t>
      </w:r>
    </w:p>
    <w:p w:rsidR="00B65DC9" w:rsidRDefault="00B65DC9" w:rsidP="00B65DC9">
      <w:r>
        <w:t>227.0366</w:t>
      </w:r>
      <w:r>
        <w:tab/>
        <w:t>2.833e0</w:t>
      </w:r>
    </w:p>
    <w:p w:rsidR="00B65DC9" w:rsidRDefault="00B65DC9" w:rsidP="00B65DC9">
      <w:r>
        <w:t>227.0397</w:t>
      </w:r>
      <w:r>
        <w:tab/>
        <w:t>2.025e0</w:t>
      </w:r>
    </w:p>
    <w:p w:rsidR="00B65DC9" w:rsidRDefault="00B65DC9" w:rsidP="00B65DC9">
      <w:r>
        <w:t>227.0589</w:t>
      </w:r>
      <w:r>
        <w:tab/>
        <w:t>1.051e0</w:t>
      </w:r>
    </w:p>
    <w:p w:rsidR="00B65DC9" w:rsidRDefault="00B65DC9" w:rsidP="00B65DC9">
      <w:r>
        <w:t>227.0649</w:t>
      </w:r>
      <w:r>
        <w:tab/>
        <w:t>3.900e0</w:t>
      </w:r>
    </w:p>
    <w:p w:rsidR="00B65DC9" w:rsidRDefault="00B65DC9" w:rsidP="00B65DC9">
      <w:r>
        <w:t>227.0685</w:t>
      </w:r>
      <w:r>
        <w:tab/>
        <w:t>2.025e0</w:t>
      </w:r>
    </w:p>
    <w:p w:rsidR="00B65DC9" w:rsidRDefault="00B65DC9" w:rsidP="00B65DC9">
      <w:r>
        <w:t>227.0868</w:t>
      </w:r>
      <w:r>
        <w:tab/>
        <w:t>1.266e-2</w:t>
      </w:r>
    </w:p>
    <w:p w:rsidR="00B65DC9" w:rsidRDefault="00B65DC9" w:rsidP="00B65DC9">
      <w:r>
        <w:t>227.0950</w:t>
      </w:r>
      <w:r>
        <w:tab/>
        <w:t>2.025e0</w:t>
      </w:r>
    </w:p>
    <w:p w:rsidR="00B65DC9" w:rsidRDefault="00B65DC9" w:rsidP="00B65DC9">
      <w:r>
        <w:t>227.1051</w:t>
      </w:r>
      <w:r>
        <w:tab/>
        <w:t>8.101e0</w:t>
      </w:r>
    </w:p>
    <w:p w:rsidR="00B65DC9" w:rsidRDefault="00B65DC9" w:rsidP="00B65DC9">
      <w:r>
        <w:t>227.1070</w:t>
      </w:r>
      <w:r>
        <w:tab/>
        <w:t>7.089e0</w:t>
      </w:r>
    </w:p>
    <w:p w:rsidR="00B65DC9" w:rsidRDefault="00B65DC9" w:rsidP="00B65DC9">
      <w:r>
        <w:t>227.1142</w:t>
      </w:r>
      <w:r>
        <w:tab/>
        <w:t>4.051e0</w:t>
      </w:r>
    </w:p>
    <w:p w:rsidR="00B65DC9" w:rsidRDefault="00B65DC9" w:rsidP="00B65DC9">
      <w:r>
        <w:t>227.1424</w:t>
      </w:r>
      <w:r>
        <w:tab/>
        <w:t>1.013e0</w:t>
      </w:r>
    </w:p>
    <w:p w:rsidR="00B65DC9" w:rsidRDefault="00B65DC9" w:rsidP="00B65DC9">
      <w:r>
        <w:t>227.1473</w:t>
      </w:r>
      <w:r>
        <w:tab/>
        <w:t>3.038e0</w:t>
      </w:r>
    </w:p>
    <w:p w:rsidR="00B65DC9" w:rsidRDefault="00B65DC9" w:rsidP="00B65DC9">
      <w:r>
        <w:t>227.1510</w:t>
      </w:r>
      <w:r>
        <w:tab/>
        <w:t>5.063e0</w:t>
      </w:r>
    </w:p>
    <w:p w:rsidR="00B65DC9" w:rsidRDefault="00B65DC9" w:rsidP="00B65DC9">
      <w:r>
        <w:t>227.1606</w:t>
      </w:r>
      <w:r>
        <w:tab/>
        <w:t>5.063e-2</w:t>
      </w:r>
    </w:p>
    <w:p w:rsidR="00B65DC9" w:rsidRDefault="00B65DC9" w:rsidP="00B65DC9">
      <w:r>
        <w:t>227.1966</w:t>
      </w:r>
      <w:r>
        <w:tab/>
        <w:t>5.063e0</w:t>
      </w:r>
    </w:p>
    <w:p w:rsidR="00B65DC9" w:rsidRDefault="00B65DC9" w:rsidP="00B65DC9">
      <w:r>
        <w:t>227.2041</w:t>
      </w:r>
      <w:r>
        <w:tab/>
        <w:t>2.025e0</w:t>
      </w:r>
    </w:p>
    <w:p w:rsidR="00B65DC9" w:rsidRDefault="00B65DC9" w:rsidP="00B65DC9">
      <w:r>
        <w:lastRenderedPageBreak/>
        <w:t>227.2251</w:t>
      </w:r>
      <w:r>
        <w:tab/>
        <w:t>2.025e0</w:t>
      </w:r>
    </w:p>
    <w:p w:rsidR="00B65DC9" w:rsidRDefault="00B65DC9" w:rsidP="00B65DC9">
      <w:r>
        <w:t>227.2278</w:t>
      </w:r>
      <w:r>
        <w:tab/>
        <w:t>1.013e0</w:t>
      </w:r>
    </w:p>
    <w:p w:rsidR="00B65DC9" w:rsidRDefault="00B65DC9" w:rsidP="00B65DC9">
      <w:r>
        <w:t>227.2432</w:t>
      </w:r>
      <w:r>
        <w:tab/>
        <w:t>1.266e-2</w:t>
      </w:r>
    </w:p>
    <w:p w:rsidR="00B65DC9" w:rsidRDefault="00B65DC9" w:rsidP="00B65DC9">
      <w:r>
        <w:t>227.2454</w:t>
      </w:r>
      <w:r>
        <w:tab/>
        <w:t>2.025e0</w:t>
      </w:r>
    </w:p>
    <w:p w:rsidR="00B65DC9" w:rsidRDefault="00B65DC9" w:rsidP="00B65DC9">
      <w:r>
        <w:t>227.2624</w:t>
      </w:r>
      <w:r>
        <w:tab/>
        <w:t>1.013e0</w:t>
      </w:r>
    </w:p>
    <w:p w:rsidR="00B65DC9" w:rsidRDefault="00B65DC9" w:rsidP="00B65DC9">
      <w:r>
        <w:t>227.2709</w:t>
      </w:r>
      <w:r>
        <w:tab/>
        <w:t>1.266e-2</w:t>
      </w:r>
    </w:p>
    <w:p w:rsidR="00B65DC9" w:rsidRDefault="00B65DC9" w:rsidP="00B65DC9">
      <w:r>
        <w:t>227.3226</w:t>
      </w:r>
      <w:r>
        <w:tab/>
        <w:t>1.013e0</w:t>
      </w:r>
    </w:p>
    <w:p w:rsidR="00B65DC9" w:rsidRDefault="00B65DC9" w:rsidP="00B65DC9">
      <w:r>
        <w:t>227.3395</w:t>
      </w:r>
      <w:r>
        <w:tab/>
        <w:t>1.266e-2</w:t>
      </w:r>
    </w:p>
    <w:p w:rsidR="00B65DC9" w:rsidRDefault="00B65DC9" w:rsidP="00B65DC9">
      <w:r>
        <w:t>227.4276</w:t>
      </w:r>
      <w:r>
        <w:tab/>
        <w:t>2.025e0</w:t>
      </w:r>
    </w:p>
    <w:p w:rsidR="00B65DC9" w:rsidRDefault="00B65DC9" w:rsidP="00B65DC9">
      <w:r>
        <w:t>227.4838</w:t>
      </w:r>
      <w:r>
        <w:tab/>
        <w:t>1.266e-2</w:t>
      </w:r>
    </w:p>
    <w:p w:rsidR="00B65DC9" w:rsidRDefault="00B65DC9" w:rsidP="00B65DC9">
      <w:r>
        <w:t>227.4955</w:t>
      </w:r>
      <w:r>
        <w:tab/>
        <w:t>1.025e0</w:t>
      </w:r>
    </w:p>
    <w:p w:rsidR="00B65DC9" w:rsidRDefault="00B65DC9" w:rsidP="00B65DC9">
      <w:r>
        <w:t>227.5195</w:t>
      </w:r>
      <w:r>
        <w:tab/>
        <w:t>1.013e0</w:t>
      </w:r>
    </w:p>
    <w:p w:rsidR="00B65DC9" w:rsidRDefault="00B65DC9" w:rsidP="00B65DC9">
      <w:r>
        <w:t>227.5281</w:t>
      </w:r>
      <w:r>
        <w:tab/>
        <w:t>1.013e0</w:t>
      </w:r>
    </w:p>
    <w:p w:rsidR="00B65DC9" w:rsidRDefault="00B65DC9" w:rsidP="00B65DC9">
      <w:r>
        <w:t>227.5579</w:t>
      </w:r>
      <w:r>
        <w:tab/>
        <w:t>2.532e-2</w:t>
      </w:r>
    </w:p>
    <w:p w:rsidR="00B65DC9" w:rsidRDefault="00B65DC9" w:rsidP="00B65DC9">
      <w:r>
        <w:t>227.5924</w:t>
      </w:r>
      <w:r>
        <w:tab/>
        <w:t>1.266e-2</w:t>
      </w:r>
    </w:p>
    <w:p w:rsidR="00B65DC9" w:rsidRDefault="00B65DC9" w:rsidP="00B65DC9">
      <w:r>
        <w:t>227.6312</w:t>
      </w:r>
      <w:r>
        <w:tab/>
        <w:t>1.266e-2</w:t>
      </w:r>
    </w:p>
    <w:p w:rsidR="00B65DC9" w:rsidRDefault="00B65DC9" w:rsidP="00B65DC9">
      <w:r>
        <w:t>227.6568</w:t>
      </w:r>
      <w:r>
        <w:tab/>
        <w:t>1.266e-2</w:t>
      </w:r>
    </w:p>
    <w:p w:rsidR="00B65DC9" w:rsidRDefault="00B65DC9" w:rsidP="00B65DC9">
      <w:r>
        <w:t>227.6914</w:t>
      </w:r>
      <w:r>
        <w:tab/>
        <w:t>1.013e0</w:t>
      </w:r>
    </w:p>
    <w:p w:rsidR="00B65DC9" w:rsidRDefault="00B65DC9" w:rsidP="00B65DC9">
      <w:r>
        <w:t>227.6954</w:t>
      </w:r>
      <w:r>
        <w:tab/>
        <w:t>1.013e0</w:t>
      </w:r>
    </w:p>
    <w:p w:rsidR="00B65DC9" w:rsidRDefault="00B65DC9" w:rsidP="00B65DC9">
      <w:r>
        <w:lastRenderedPageBreak/>
        <w:t>227.7443</w:t>
      </w:r>
      <w:r>
        <w:tab/>
        <w:t>1.266e-2</w:t>
      </w:r>
    </w:p>
    <w:p w:rsidR="00B65DC9" w:rsidRDefault="00B65DC9" w:rsidP="00B65DC9">
      <w:r>
        <w:t>227.7641</w:t>
      </w:r>
      <w:r>
        <w:tab/>
        <w:t>1.013e0</w:t>
      </w:r>
    </w:p>
    <w:p w:rsidR="00B65DC9" w:rsidRDefault="00B65DC9" w:rsidP="00B65DC9">
      <w:r>
        <w:t>227.7685</w:t>
      </w:r>
      <w:r>
        <w:tab/>
        <w:t>2.025e0</w:t>
      </w:r>
    </w:p>
    <w:p w:rsidR="00B65DC9" w:rsidRDefault="00B65DC9" w:rsidP="00B65DC9">
      <w:r>
        <w:t>227.8371</w:t>
      </w:r>
      <w:r>
        <w:tab/>
        <w:t>1.013e0</w:t>
      </w:r>
    </w:p>
    <w:p w:rsidR="00B65DC9" w:rsidRDefault="00B65DC9" w:rsidP="00B65DC9">
      <w:r>
        <w:t>227.8566</w:t>
      </w:r>
      <w:r>
        <w:tab/>
        <w:t>1.266e-2</w:t>
      </w:r>
    </w:p>
    <w:p w:rsidR="00B65DC9" w:rsidRDefault="00B65DC9" w:rsidP="00B65DC9">
      <w:r>
        <w:t>227.8787</w:t>
      </w:r>
      <w:r>
        <w:tab/>
        <w:t>2.025e0</w:t>
      </w:r>
    </w:p>
    <w:p w:rsidR="00B65DC9" w:rsidRDefault="00B65DC9" w:rsidP="00B65DC9">
      <w:r>
        <w:t>227.9168</w:t>
      </w:r>
      <w:r>
        <w:tab/>
        <w:t>1.266e-2</w:t>
      </w:r>
    </w:p>
    <w:p w:rsidR="00B65DC9" w:rsidRDefault="00B65DC9" w:rsidP="00B65DC9">
      <w:r>
        <w:t>227.9326</w:t>
      </w:r>
      <w:r>
        <w:tab/>
        <w:t>1.266e-2</w:t>
      </w:r>
    </w:p>
    <w:p w:rsidR="00B65DC9" w:rsidRDefault="00B65DC9" w:rsidP="00B65DC9">
      <w:r>
        <w:t>227.9401</w:t>
      </w:r>
      <w:r>
        <w:tab/>
        <w:t>1.013e0</w:t>
      </w:r>
    </w:p>
    <w:p w:rsidR="00B65DC9" w:rsidRDefault="00B65DC9" w:rsidP="00B65DC9">
      <w:r>
        <w:t>228.0528</w:t>
      </w:r>
      <w:r>
        <w:tab/>
        <w:t>3.798e-2</w:t>
      </w:r>
    </w:p>
    <w:p w:rsidR="00B65DC9" w:rsidRDefault="00B65DC9" w:rsidP="00B65DC9">
      <w:r>
        <w:t>228.0591</w:t>
      </w:r>
      <w:r>
        <w:tab/>
        <w:t>1.106e0</w:t>
      </w:r>
    </w:p>
    <w:p w:rsidR="00B65DC9" w:rsidRDefault="00B65DC9" w:rsidP="00B65DC9">
      <w:r>
        <w:t>228.0604</w:t>
      </w:r>
      <w:r>
        <w:tab/>
        <w:t>1.013e0</w:t>
      </w:r>
    </w:p>
    <w:p w:rsidR="00B65DC9" w:rsidRDefault="00B65DC9" w:rsidP="00B65DC9">
      <w:r>
        <w:t>228.0757</w:t>
      </w:r>
      <w:r>
        <w:tab/>
        <w:t>5.063e0</w:t>
      </w:r>
    </w:p>
    <w:p w:rsidR="00B65DC9" w:rsidRDefault="00B65DC9" w:rsidP="00B65DC9">
      <w:r>
        <w:t>228.0945</w:t>
      </w:r>
      <w:r>
        <w:tab/>
        <w:t>1.865e0</w:t>
      </w:r>
    </w:p>
    <w:p w:rsidR="00B65DC9" w:rsidRDefault="00B65DC9" w:rsidP="00B65DC9">
      <w:r>
        <w:t>228.1110</w:t>
      </w:r>
      <w:r>
        <w:tab/>
        <w:t>2.025e0</w:t>
      </w:r>
    </w:p>
    <w:p w:rsidR="00B65DC9" w:rsidRDefault="00B65DC9" w:rsidP="00B65DC9">
      <w:r>
        <w:t>228.1309</w:t>
      </w:r>
      <w:r>
        <w:tab/>
        <w:t>2.552e0</w:t>
      </w:r>
    </w:p>
    <w:p w:rsidR="00B65DC9" w:rsidRDefault="00B65DC9" w:rsidP="00B65DC9">
      <w:r>
        <w:t>228.1366</w:t>
      </w:r>
      <w:r>
        <w:tab/>
        <w:t>4.383e0</w:t>
      </w:r>
    </w:p>
    <w:p w:rsidR="00B65DC9" w:rsidRDefault="00B65DC9" w:rsidP="00B65DC9">
      <w:r>
        <w:t>228.1401</w:t>
      </w:r>
      <w:r>
        <w:tab/>
        <w:t>8.490e0</w:t>
      </w:r>
    </w:p>
    <w:p w:rsidR="00B65DC9" w:rsidRDefault="00B65DC9" w:rsidP="00B65DC9">
      <w:r>
        <w:t>228.1516</w:t>
      </w:r>
      <w:r>
        <w:tab/>
        <w:t>5.146e0</w:t>
      </w:r>
    </w:p>
    <w:p w:rsidR="00B65DC9" w:rsidRDefault="00B65DC9" w:rsidP="00B65DC9">
      <w:r>
        <w:lastRenderedPageBreak/>
        <w:t>228.1839</w:t>
      </w:r>
      <w:r>
        <w:tab/>
        <w:t>1.418e0</w:t>
      </w:r>
    </w:p>
    <w:p w:rsidR="00B65DC9" w:rsidRDefault="00B65DC9" w:rsidP="00B65DC9">
      <w:r>
        <w:t>228.1916</w:t>
      </w:r>
      <w:r>
        <w:tab/>
        <w:t>2.532e-2</w:t>
      </w:r>
    </w:p>
    <w:p w:rsidR="00B65DC9" w:rsidRDefault="00B65DC9" w:rsidP="00B65DC9">
      <w:r>
        <w:t>228.2179</w:t>
      </w:r>
      <w:r>
        <w:tab/>
        <w:t>2.038e0</w:t>
      </w:r>
    </w:p>
    <w:p w:rsidR="00B65DC9" w:rsidRDefault="00B65DC9" w:rsidP="00B65DC9">
      <w:r>
        <w:t>228.2260</w:t>
      </w:r>
      <w:r>
        <w:tab/>
        <w:t>1.266e-2</w:t>
      </w:r>
    </w:p>
    <w:p w:rsidR="00B65DC9" w:rsidRDefault="00B65DC9" w:rsidP="00B65DC9">
      <w:r>
        <w:t>228.2296</w:t>
      </w:r>
      <w:r>
        <w:tab/>
        <w:t>2.038e0</w:t>
      </w:r>
    </w:p>
    <w:p w:rsidR="00B65DC9" w:rsidRDefault="00B65DC9" w:rsidP="00B65DC9">
      <w:r>
        <w:t>228.2499</w:t>
      </w:r>
      <w:r>
        <w:tab/>
        <w:t>1.013e0</w:t>
      </w:r>
    </w:p>
    <w:p w:rsidR="00B65DC9" w:rsidRDefault="00B65DC9" w:rsidP="00B65DC9">
      <w:r>
        <w:t>228.2667</w:t>
      </w:r>
      <w:r>
        <w:tab/>
        <w:t>1.266e-2</w:t>
      </w:r>
    </w:p>
    <w:p w:rsidR="00B65DC9" w:rsidRDefault="00B65DC9" w:rsidP="00B65DC9">
      <w:r>
        <w:t>228.2877</w:t>
      </w:r>
      <w:r>
        <w:tab/>
        <w:t>4.051e0</w:t>
      </w:r>
    </w:p>
    <w:p w:rsidR="00B65DC9" w:rsidRDefault="00B65DC9" w:rsidP="00B65DC9">
      <w:r>
        <w:t>228.3056</w:t>
      </w:r>
      <w:r>
        <w:tab/>
        <w:t>1.025e0</w:t>
      </w:r>
    </w:p>
    <w:p w:rsidR="00B65DC9" w:rsidRDefault="00B65DC9" w:rsidP="00B65DC9">
      <w:r>
        <w:t>228.3270</w:t>
      </w:r>
      <w:r>
        <w:tab/>
        <w:t>1.266e-2</w:t>
      </w:r>
    </w:p>
    <w:p w:rsidR="00B65DC9" w:rsidRDefault="00B65DC9" w:rsidP="00B65DC9">
      <w:r>
        <w:t>228.3423</w:t>
      </w:r>
      <w:r>
        <w:tab/>
        <w:t>1.013e0</w:t>
      </w:r>
    </w:p>
    <w:p w:rsidR="00B65DC9" w:rsidRDefault="00B65DC9" w:rsidP="00B65DC9">
      <w:r>
        <w:t>228.3543</w:t>
      </w:r>
      <w:r>
        <w:tab/>
        <w:t>1.266e-2</w:t>
      </w:r>
    </w:p>
    <w:p w:rsidR="00B65DC9" w:rsidRDefault="00B65DC9" w:rsidP="00B65DC9">
      <w:r>
        <w:t>228.3829</w:t>
      </w:r>
      <w:r>
        <w:tab/>
        <w:t>2.532e-2</w:t>
      </w:r>
    </w:p>
    <w:p w:rsidR="00B65DC9" w:rsidRDefault="00B65DC9" w:rsidP="00B65DC9">
      <w:r>
        <w:t>228.3910</w:t>
      </w:r>
      <w:r>
        <w:tab/>
        <w:t>1.013e0</w:t>
      </w:r>
    </w:p>
    <w:p w:rsidR="00B65DC9" w:rsidRDefault="00B65DC9" w:rsidP="00B65DC9">
      <w:r>
        <w:t>228.4513</w:t>
      </w:r>
      <w:r>
        <w:tab/>
        <w:t>1.013e0</w:t>
      </w:r>
    </w:p>
    <w:p w:rsidR="00B65DC9" w:rsidRDefault="00B65DC9" w:rsidP="00B65DC9">
      <w:r>
        <w:t>228.4546</w:t>
      </w:r>
      <w:r>
        <w:tab/>
        <w:t>2.960e0</w:t>
      </w:r>
    </w:p>
    <w:p w:rsidR="00B65DC9" w:rsidRDefault="00B65DC9" w:rsidP="00B65DC9">
      <w:r>
        <w:t>228.4628</w:t>
      </w:r>
      <w:r>
        <w:tab/>
        <w:t>1.266e-2</w:t>
      </w:r>
    </w:p>
    <w:p w:rsidR="00B65DC9" w:rsidRDefault="00B65DC9" w:rsidP="00B65DC9">
      <w:r>
        <w:t>228.4908</w:t>
      </w:r>
      <w:r>
        <w:tab/>
        <w:t>3.038e0</w:t>
      </w:r>
    </w:p>
    <w:p w:rsidR="00B65DC9" w:rsidRDefault="00B65DC9" w:rsidP="00B65DC9">
      <w:r>
        <w:t>228.5034</w:t>
      </w:r>
      <w:r>
        <w:tab/>
        <w:t>1.266e-2</w:t>
      </w:r>
    </w:p>
    <w:p w:rsidR="00B65DC9" w:rsidRDefault="00B65DC9" w:rsidP="00B65DC9">
      <w:r>
        <w:lastRenderedPageBreak/>
        <w:t>228.5116</w:t>
      </w:r>
      <w:r>
        <w:tab/>
        <w:t>2.532e-2</w:t>
      </w:r>
    </w:p>
    <w:p w:rsidR="00B65DC9" w:rsidRDefault="00B65DC9" w:rsidP="00B65DC9">
      <w:r>
        <w:t>228.5173</w:t>
      </w:r>
      <w:r>
        <w:tab/>
        <w:t>2.025e0</w:t>
      </w:r>
    </w:p>
    <w:p w:rsidR="00B65DC9" w:rsidRDefault="00B65DC9" w:rsidP="00B65DC9">
      <w:r>
        <w:t>228.5273</w:t>
      </w:r>
      <w:r>
        <w:tab/>
        <w:t>2.025e0</w:t>
      </w:r>
    </w:p>
    <w:p w:rsidR="00B65DC9" w:rsidRDefault="00B65DC9" w:rsidP="00B65DC9">
      <w:r>
        <w:t>228.5424</w:t>
      </w:r>
      <w:r>
        <w:tab/>
        <w:t>1.013e0</w:t>
      </w:r>
    </w:p>
    <w:p w:rsidR="00B65DC9" w:rsidRDefault="00B65DC9" w:rsidP="00B65DC9">
      <w:r>
        <w:t>228.5464</w:t>
      </w:r>
      <w:r>
        <w:tab/>
        <w:t>1.013e0</w:t>
      </w:r>
    </w:p>
    <w:p w:rsidR="00B65DC9" w:rsidRDefault="00B65DC9" w:rsidP="00B65DC9">
      <w:r>
        <w:t>228.5571</w:t>
      </w:r>
      <w:r>
        <w:tab/>
        <w:t>2.025e0</w:t>
      </w:r>
    </w:p>
    <w:p w:rsidR="00B65DC9" w:rsidRDefault="00B65DC9" w:rsidP="00B65DC9">
      <w:r>
        <w:t>228.5694</w:t>
      </w:r>
      <w:r>
        <w:tab/>
        <w:t>3.051e0</w:t>
      </w:r>
    </w:p>
    <w:p w:rsidR="00B65DC9" w:rsidRDefault="00B65DC9" w:rsidP="00B65DC9">
      <w:r>
        <w:t>228.5911</w:t>
      </w:r>
      <w:r>
        <w:tab/>
        <w:t>1.013e0</w:t>
      </w:r>
    </w:p>
    <w:p w:rsidR="00B65DC9" w:rsidRDefault="00B65DC9" w:rsidP="00B65DC9">
      <w:r>
        <w:t>228.6082</w:t>
      </w:r>
      <w:r>
        <w:tab/>
        <w:t>2.025e0</w:t>
      </w:r>
    </w:p>
    <w:p w:rsidR="00B65DC9" w:rsidRDefault="00B65DC9" w:rsidP="00B65DC9">
      <w:r>
        <w:t>228.6436</w:t>
      </w:r>
      <w:r>
        <w:tab/>
        <w:t>4.051e0</w:t>
      </w:r>
    </w:p>
    <w:p w:rsidR="00B65DC9" w:rsidRDefault="00B65DC9" w:rsidP="00B65DC9">
      <w:r>
        <w:t>228.6554</w:t>
      </w:r>
      <w:r>
        <w:tab/>
        <w:t>2.025e0</w:t>
      </w:r>
    </w:p>
    <w:p w:rsidR="00B65DC9" w:rsidRDefault="00B65DC9" w:rsidP="00B65DC9">
      <w:r>
        <w:t>228.6842</w:t>
      </w:r>
      <w:r>
        <w:tab/>
        <w:t>1.013e0</w:t>
      </w:r>
    </w:p>
    <w:p w:rsidR="00B65DC9" w:rsidRDefault="00B65DC9" w:rsidP="00B65DC9">
      <w:r>
        <w:t>228.6886</w:t>
      </w:r>
      <w:r>
        <w:tab/>
        <w:t>1.013e0</w:t>
      </w:r>
    </w:p>
    <w:p w:rsidR="00B65DC9" w:rsidRDefault="00B65DC9" w:rsidP="00B65DC9">
      <w:r>
        <w:t>228.6926</w:t>
      </w:r>
      <w:r>
        <w:tab/>
        <w:t>1.266e-2</w:t>
      </w:r>
    </w:p>
    <w:p w:rsidR="00B65DC9" w:rsidRDefault="00B65DC9" w:rsidP="00B65DC9">
      <w:r>
        <w:t>228.7319</w:t>
      </w:r>
      <w:r>
        <w:tab/>
        <w:t>1.266e-2</w:t>
      </w:r>
    </w:p>
    <w:p w:rsidR="00B65DC9" w:rsidRDefault="00B65DC9" w:rsidP="00B65DC9">
      <w:r>
        <w:t>228.7526</w:t>
      </w:r>
      <w:r>
        <w:tab/>
        <w:t>1.013e0</w:t>
      </w:r>
    </w:p>
    <w:p w:rsidR="00B65DC9" w:rsidRDefault="00B65DC9" w:rsidP="00B65DC9">
      <w:r>
        <w:t>228.7690</w:t>
      </w:r>
      <w:r>
        <w:tab/>
        <w:t>4.051e0</w:t>
      </w:r>
    </w:p>
    <w:p w:rsidR="00B65DC9" w:rsidRDefault="00B65DC9" w:rsidP="00B65DC9">
      <w:r>
        <w:t>228.7758</w:t>
      </w:r>
      <w:r>
        <w:tab/>
        <w:t>1.266e-2</w:t>
      </w:r>
    </w:p>
    <w:p w:rsidR="00B65DC9" w:rsidRDefault="00B65DC9" w:rsidP="00B65DC9">
      <w:r>
        <w:t>228.7820</w:t>
      </w:r>
      <w:r>
        <w:tab/>
        <w:t>3.038e0</w:t>
      </w:r>
    </w:p>
    <w:p w:rsidR="00B65DC9" w:rsidRDefault="00B65DC9" w:rsidP="00B65DC9">
      <w:r>
        <w:lastRenderedPageBreak/>
        <w:t>228.8399</w:t>
      </w:r>
      <w:r>
        <w:tab/>
        <w:t>1.025e0</w:t>
      </w:r>
    </w:p>
    <w:p w:rsidR="00B65DC9" w:rsidRDefault="00B65DC9" w:rsidP="00B65DC9">
      <w:r>
        <w:t>228.8652</w:t>
      </w:r>
      <w:r>
        <w:tab/>
        <w:t>1.266e-2</w:t>
      </w:r>
    </w:p>
    <w:p w:rsidR="00B65DC9" w:rsidRDefault="00B65DC9" w:rsidP="00B65DC9">
      <w:r>
        <w:t>228.8726</w:t>
      </w:r>
      <w:r>
        <w:tab/>
        <w:t>3.038e0</w:t>
      </w:r>
    </w:p>
    <w:p w:rsidR="00B65DC9" w:rsidRDefault="00B65DC9" w:rsidP="00B65DC9">
      <w:r>
        <w:t>228.9454</w:t>
      </w:r>
      <w:r>
        <w:tab/>
        <w:t>1.013e0</w:t>
      </w:r>
    </w:p>
    <w:p w:rsidR="00B65DC9" w:rsidRDefault="00B65DC9" w:rsidP="00B65DC9">
      <w:r>
        <w:t>228.9795</w:t>
      </w:r>
      <w:r>
        <w:tab/>
        <w:t>6.127e0</w:t>
      </w:r>
    </w:p>
    <w:p w:rsidR="00B65DC9" w:rsidRDefault="00B65DC9" w:rsidP="00B65DC9">
      <w:r>
        <w:t>228.9891</w:t>
      </w:r>
      <w:r>
        <w:tab/>
        <w:t>2.788e0</w:t>
      </w:r>
    </w:p>
    <w:p w:rsidR="00B65DC9" w:rsidRDefault="00B65DC9" w:rsidP="00B65DC9">
      <w:r>
        <w:t>229.0116</w:t>
      </w:r>
      <w:r>
        <w:tab/>
        <w:t>4.101e0</w:t>
      </w:r>
    </w:p>
    <w:p w:rsidR="00B65DC9" w:rsidRDefault="00B65DC9" w:rsidP="00B65DC9">
      <w:r>
        <w:t>229.0560</w:t>
      </w:r>
      <w:r>
        <w:tab/>
        <w:t>2.532e-2</w:t>
      </w:r>
    </w:p>
    <w:p w:rsidR="00B65DC9" w:rsidRDefault="00B65DC9" w:rsidP="00B65DC9">
      <w:r>
        <w:t>229.0735</w:t>
      </w:r>
      <w:r>
        <w:tab/>
        <w:t>1.013e0</w:t>
      </w:r>
    </w:p>
    <w:p w:rsidR="00B65DC9" w:rsidRDefault="00B65DC9" w:rsidP="00B65DC9">
      <w:r>
        <w:t>229.0792</w:t>
      </w:r>
      <w:r>
        <w:tab/>
        <w:t>2.025e0</w:t>
      </w:r>
    </w:p>
    <w:p w:rsidR="00B65DC9" w:rsidRDefault="00B65DC9" w:rsidP="00B65DC9">
      <w:r>
        <w:t>229.0814</w:t>
      </w:r>
      <w:r>
        <w:tab/>
        <w:t>1.013e0</w:t>
      </w:r>
    </w:p>
    <w:p w:rsidR="00B65DC9" w:rsidRDefault="00B65DC9" w:rsidP="00B65DC9">
      <w:r>
        <w:t>229.0938</w:t>
      </w:r>
      <w:r>
        <w:tab/>
        <w:t>1.266e-2</w:t>
      </w:r>
    </w:p>
    <w:p w:rsidR="00B65DC9" w:rsidRDefault="00B65DC9" w:rsidP="00B65DC9">
      <w:r>
        <w:t>229.1067</w:t>
      </w:r>
      <w:r>
        <w:tab/>
        <w:t>1.013e0</w:t>
      </w:r>
    </w:p>
    <w:p w:rsidR="00B65DC9" w:rsidRDefault="00B65DC9" w:rsidP="00B65DC9">
      <w:r>
        <w:t>229.1083</w:t>
      </w:r>
      <w:r>
        <w:tab/>
        <w:t>2.025e0</w:t>
      </w:r>
    </w:p>
    <w:p w:rsidR="00B65DC9" w:rsidRDefault="00B65DC9" w:rsidP="00B65DC9">
      <w:r>
        <w:t>229.1105</w:t>
      </w:r>
      <w:r>
        <w:tab/>
        <w:t>1.266e-2</w:t>
      </w:r>
    </w:p>
    <w:p w:rsidR="00B65DC9" w:rsidRDefault="00B65DC9" w:rsidP="00B65DC9">
      <w:r>
        <w:t>229.1210</w:t>
      </w:r>
      <w:r>
        <w:tab/>
        <w:t>3.727e0</w:t>
      </w:r>
    </w:p>
    <w:p w:rsidR="00B65DC9" w:rsidRDefault="00B65DC9" w:rsidP="00B65DC9">
      <w:r>
        <w:t>229.1260</w:t>
      </w:r>
      <w:r>
        <w:tab/>
        <w:t>1.266e-2</w:t>
      </w:r>
    </w:p>
    <w:p w:rsidR="00B65DC9" w:rsidRDefault="00B65DC9" w:rsidP="00B65DC9">
      <w:r>
        <w:t>229.1747</w:t>
      </w:r>
      <w:r>
        <w:tab/>
        <w:t>2.038e0</w:t>
      </w:r>
    </w:p>
    <w:p w:rsidR="00B65DC9" w:rsidRDefault="00B65DC9" w:rsidP="00B65DC9">
      <w:r>
        <w:t>229.1940</w:t>
      </w:r>
      <w:r>
        <w:tab/>
        <w:t>1.025e0</w:t>
      </w:r>
    </w:p>
    <w:p w:rsidR="00B65DC9" w:rsidRDefault="00B65DC9" w:rsidP="00B65DC9">
      <w:r>
        <w:lastRenderedPageBreak/>
        <w:t>229.2059</w:t>
      </w:r>
      <w:r>
        <w:tab/>
        <w:t>1.013e0</w:t>
      </w:r>
    </w:p>
    <w:p w:rsidR="00B65DC9" w:rsidRDefault="00B65DC9" w:rsidP="00B65DC9">
      <w:r>
        <w:t>229.2388</w:t>
      </w:r>
      <w:r>
        <w:tab/>
        <w:t>1.266e-2</w:t>
      </w:r>
    </w:p>
    <w:p w:rsidR="00B65DC9" w:rsidRDefault="00B65DC9" w:rsidP="00B65DC9">
      <w:r>
        <w:t>229.2707</w:t>
      </w:r>
      <w:r>
        <w:tab/>
        <w:t>1.013e0</w:t>
      </w:r>
    </w:p>
    <w:p w:rsidR="00B65DC9" w:rsidRDefault="00B65DC9" w:rsidP="00B65DC9">
      <w:r>
        <w:t>229.2796</w:t>
      </w:r>
      <w:r>
        <w:tab/>
        <w:t>2.025e0</w:t>
      </w:r>
    </w:p>
    <w:p w:rsidR="00B65DC9" w:rsidRDefault="00B65DC9" w:rsidP="00B65DC9">
      <w:r>
        <w:t>229.2836</w:t>
      </w:r>
      <w:r>
        <w:tab/>
        <w:t>1.266e-2</w:t>
      </w:r>
    </w:p>
    <w:p w:rsidR="00B65DC9" w:rsidRDefault="00B65DC9" w:rsidP="00B65DC9">
      <w:r>
        <w:t>229.3228</w:t>
      </w:r>
      <w:r>
        <w:tab/>
        <w:t>1.266e-2</w:t>
      </w:r>
    </w:p>
    <w:p w:rsidR="00B65DC9" w:rsidRDefault="00B65DC9" w:rsidP="00B65DC9">
      <w:r>
        <w:t>229.3441</w:t>
      </w:r>
      <w:r>
        <w:tab/>
        <w:t>1.013e0</w:t>
      </w:r>
    </w:p>
    <w:p w:rsidR="00B65DC9" w:rsidRDefault="00B65DC9" w:rsidP="00B65DC9">
      <w:r>
        <w:t>229.3919</w:t>
      </w:r>
      <w:r>
        <w:tab/>
        <w:t>1.266e-2</w:t>
      </w:r>
    </w:p>
    <w:p w:rsidR="00B65DC9" w:rsidRDefault="00B65DC9" w:rsidP="00B65DC9">
      <w:r>
        <w:t>229.4121</w:t>
      </w:r>
      <w:r>
        <w:tab/>
        <w:t>1.013e0</w:t>
      </w:r>
    </w:p>
    <w:p w:rsidR="00B65DC9" w:rsidRDefault="00B65DC9" w:rsidP="00B65DC9">
      <w:r>
        <w:t>229.4391</w:t>
      </w:r>
      <w:r>
        <w:tab/>
        <w:t>1.013e0</w:t>
      </w:r>
    </w:p>
    <w:p w:rsidR="00B65DC9" w:rsidRDefault="00B65DC9" w:rsidP="00B65DC9">
      <w:r>
        <w:t>229.4607</w:t>
      </w:r>
      <w:r>
        <w:tab/>
        <w:t>1.266e-2</w:t>
      </w:r>
    </w:p>
    <w:p w:rsidR="00B65DC9" w:rsidRDefault="00B65DC9" w:rsidP="00B65DC9">
      <w:r>
        <w:t>229.4645</w:t>
      </w:r>
      <w:r>
        <w:tab/>
        <w:t>2.025e0</w:t>
      </w:r>
    </w:p>
    <w:p w:rsidR="00B65DC9" w:rsidRDefault="00B65DC9" w:rsidP="00B65DC9">
      <w:r>
        <w:t>229.4725</w:t>
      </w:r>
      <w:r>
        <w:tab/>
        <w:t>1.025e0</w:t>
      </w:r>
    </w:p>
    <w:p w:rsidR="00B65DC9" w:rsidRDefault="00B65DC9" w:rsidP="00B65DC9">
      <w:r>
        <w:t>229.4999</w:t>
      </w:r>
      <w:r>
        <w:tab/>
        <w:t>1.266e-2</w:t>
      </w:r>
    </w:p>
    <w:p w:rsidR="00B65DC9" w:rsidRDefault="00B65DC9" w:rsidP="00B65DC9">
      <w:r>
        <w:t>229.5082</w:t>
      </w:r>
      <w:r>
        <w:tab/>
        <w:t>1.013e0</w:t>
      </w:r>
    </w:p>
    <w:p w:rsidR="00B65DC9" w:rsidRDefault="00B65DC9" w:rsidP="00B65DC9">
      <w:r>
        <w:t>229.5251</w:t>
      </w:r>
      <w:r>
        <w:tab/>
        <w:t>1.013e0</w:t>
      </w:r>
    </w:p>
    <w:p w:rsidR="00B65DC9" w:rsidRDefault="00B65DC9" w:rsidP="00B65DC9">
      <w:r>
        <w:t>229.5445</w:t>
      </w:r>
      <w:r>
        <w:tab/>
        <w:t>1.013e0</w:t>
      </w:r>
    </w:p>
    <w:p w:rsidR="00B65DC9" w:rsidRDefault="00B65DC9" w:rsidP="00B65DC9">
      <w:r>
        <w:t>229.5645</w:t>
      </w:r>
      <w:r>
        <w:tab/>
        <w:t>1.025e0</w:t>
      </w:r>
    </w:p>
    <w:p w:rsidR="00B65DC9" w:rsidRDefault="00B65DC9" w:rsidP="00B65DC9">
      <w:r>
        <w:t>229.5730</w:t>
      </w:r>
      <w:r>
        <w:tab/>
        <w:t>2.025e0</w:t>
      </w:r>
    </w:p>
    <w:p w:rsidR="00B65DC9" w:rsidRDefault="00B65DC9" w:rsidP="00B65DC9">
      <w:r>
        <w:lastRenderedPageBreak/>
        <w:t>229.6292</w:t>
      </w:r>
      <w:r>
        <w:tab/>
        <w:t>1.013e0</w:t>
      </w:r>
    </w:p>
    <w:p w:rsidR="00B65DC9" w:rsidRDefault="00B65DC9" w:rsidP="00B65DC9">
      <w:r>
        <w:t>229.7023</w:t>
      </w:r>
      <w:r>
        <w:tab/>
        <w:t>1.013e0</w:t>
      </w:r>
    </w:p>
    <w:p w:rsidR="00B65DC9" w:rsidRDefault="00B65DC9" w:rsidP="00B65DC9">
      <w:r>
        <w:t>229.7400</w:t>
      </w:r>
      <w:r>
        <w:tab/>
        <w:t>2.025e0</w:t>
      </w:r>
    </w:p>
    <w:p w:rsidR="00B65DC9" w:rsidRDefault="00B65DC9" w:rsidP="00B65DC9">
      <w:r>
        <w:t>229.7723</w:t>
      </w:r>
      <w:r>
        <w:tab/>
        <w:t>2.025e0</w:t>
      </w:r>
    </w:p>
    <w:p w:rsidR="00B65DC9" w:rsidRDefault="00B65DC9" w:rsidP="00B65DC9">
      <w:r>
        <w:t>229.8385</w:t>
      </w:r>
      <w:r>
        <w:tab/>
        <w:t>2.038e0</w:t>
      </w:r>
    </w:p>
    <w:p w:rsidR="00B65DC9" w:rsidRDefault="00B65DC9" w:rsidP="00B65DC9">
      <w:r>
        <w:t>229.8500</w:t>
      </w:r>
      <w:r>
        <w:tab/>
        <w:t>1.013e0</w:t>
      </w:r>
    </w:p>
    <w:p w:rsidR="00B65DC9" w:rsidRDefault="00B65DC9" w:rsidP="00B65DC9">
      <w:r>
        <w:t>229.8989</w:t>
      </w:r>
      <w:r>
        <w:tab/>
        <w:t>1.013e0</w:t>
      </w:r>
    </w:p>
    <w:p w:rsidR="00B65DC9" w:rsidRDefault="00B65DC9" w:rsidP="00B65DC9">
      <w:r>
        <w:t>229.9276</w:t>
      </w:r>
      <w:r>
        <w:tab/>
        <w:t>1.025e0</w:t>
      </w:r>
    </w:p>
    <w:p w:rsidR="00B65DC9" w:rsidRDefault="00B65DC9" w:rsidP="00B65DC9">
      <w:r>
        <w:t>229.9323</w:t>
      </w:r>
      <w:r>
        <w:tab/>
        <w:t>1.013e0</w:t>
      </w:r>
    </w:p>
    <w:p w:rsidR="00B65DC9" w:rsidRDefault="00B65DC9" w:rsidP="00B65DC9">
      <w:r>
        <w:t>229.9554</w:t>
      </w:r>
      <w:r>
        <w:tab/>
        <w:t>1.013e0</w:t>
      </w:r>
    </w:p>
    <w:p w:rsidR="00B65DC9" w:rsidRDefault="00B65DC9" w:rsidP="00B65DC9">
      <w:r>
        <w:t>229.9631</w:t>
      </w:r>
      <w:r>
        <w:tab/>
        <w:t>1.013e0</w:t>
      </w:r>
    </w:p>
    <w:p w:rsidR="00B65DC9" w:rsidRDefault="00B65DC9" w:rsidP="00B65DC9">
      <w:r>
        <w:t>229.9672</w:t>
      </w:r>
      <w:r>
        <w:tab/>
        <w:t>1.266e-2</w:t>
      </w:r>
    </w:p>
    <w:p w:rsidR="00B65DC9" w:rsidRDefault="00B65DC9" w:rsidP="00B65DC9">
      <w:r>
        <w:t>229.9837</w:t>
      </w:r>
      <w:r>
        <w:tab/>
        <w:t>3.798e-2</w:t>
      </w:r>
    </w:p>
    <w:p w:rsidR="00B65DC9" w:rsidRDefault="00B65DC9" w:rsidP="00B65DC9">
      <w:r>
        <w:t>229.9897</w:t>
      </w:r>
      <w:r>
        <w:tab/>
        <w:t>2.025e0</w:t>
      </w:r>
    </w:p>
    <w:p w:rsidR="00B65DC9" w:rsidRDefault="00B65DC9" w:rsidP="00B65DC9">
      <w:r>
        <w:t>229.9921</w:t>
      </w:r>
      <w:r>
        <w:tab/>
        <w:t>1.025e0</w:t>
      </w:r>
    </w:p>
    <w:p w:rsidR="00B65DC9" w:rsidRDefault="00B65DC9" w:rsidP="00B65DC9">
      <w:r>
        <w:t>230.0060</w:t>
      </w:r>
      <w:r>
        <w:tab/>
        <w:t>3.038e0</w:t>
      </w:r>
    </w:p>
    <w:p w:rsidR="00B65DC9" w:rsidRDefault="00B65DC9" w:rsidP="00B65DC9">
      <w:r>
        <w:t>230.0273</w:t>
      </w:r>
      <w:r>
        <w:tab/>
        <w:t>1.266e-2</w:t>
      </w:r>
    </w:p>
    <w:p w:rsidR="00B65DC9" w:rsidRDefault="00B65DC9" w:rsidP="00B65DC9">
      <w:r>
        <w:t>230.0606</w:t>
      </w:r>
      <w:r>
        <w:tab/>
        <w:t>1.013e0</w:t>
      </w:r>
    </w:p>
    <w:p w:rsidR="00B65DC9" w:rsidRDefault="00B65DC9" w:rsidP="00B65DC9">
      <w:r>
        <w:t>230.0618</w:t>
      </w:r>
      <w:r>
        <w:tab/>
        <w:t>2.089e0</w:t>
      </w:r>
    </w:p>
    <w:p w:rsidR="00B65DC9" w:rsidRDefault="00B65DC9" w:rsidP="00B65DC9">
      <w:r>
        <w:lastRenderedPageBreak/>
        <w:t>230.0735</w:t>
      </w:r>
      <w:r>
        <w:tab/>
        <w:t>3.038e0</w:t>
      </w:r>
    </w:p>
    <w:p w:rsidR="00B65DC9" w:rsidRDefault="00B65DC9" w:rsidP="00B65DC9">
      <w:r>
        <w:t>230.0802</w:t>
      </w:r>
      <w:r>
        <w:tab/>
        <w:t>2.025e0</w:t>
      </w:r>
    </w:p>
    <w:p w:rsidR="00B65DC9" w:rsidRDefault="00B65DC9" w:rsidP="00B65DC9">
      <w:r>
        <w:t>230.0821</w:t>
      </w:r>
      <w:r>
        <w:tab/>
        <w:t>2.532e-2</w:t>
      </w:r>
    </w:p>
    <w:p w:rsidR="00B65DC9" w:rsidRDefault="00B65DC9" w:rsidP="00B65DC9">
      <w:r>
        <w:t>230.0928</w:t>
      </w:r>
      <w:r>
        <w:tab/>
        <w:t>1.025e0</w:t>
      </w:r>
    </w:p>
    <w:p w:rsidR="00B65DC9" w:rsidRDefault="00B65DC9" w:rsidP="00B65DC9">
      <w:r>
        <w:t>230.1062</w:t>
      </w:r>
      <w:r>
        <w:tab/>
        <w:t>1.814e0</w:t>
      </w:r>
    </w:p>
    <w:p w:rsidR="00B65DC9" w:rsidRDefault="00B65DC9" w:rsidP="00B65DC9">
      <w:r>
        <w:t>230.1291</w:t>
      </w:r>
      <w:r>
        <w:tab/>
        <w:t>1.266e-2</w:t>
      </w:r>
    </w:p>
    <w:p w:rsidR="00B65DC9" w:rsidRDefault="00B65DC9" w:rsidP="00B65DC9">
      <w:r>
        <w:t>230.1451</w:t>
      </w:r>
      <w:r>
        <w:tab/>
        <w:t>1.038e0</w:t>
      </w:r>
    </w:p>
    <w:p w:rsidR="00B65DC9" w:rsidRDefault="00B65DC9" w:rsidP="00B65DC9">
      <w:r>
        <w:t>230.1482</w:t>
      </w:r>
      <w:r>
        <w:tab/>
        <w:t>4.051e0</w:t>
      </w:r>
    </w:p>
    <w:p w:rsidR="00B65DC9" w:rsidRDefault="00B65DC9" w:rsidP="00B65DC9">
      <w:r>
        <w:t>230.1553</w:t>
      </w:r>
      <w:r>
        <w:tab/>
        <w:t>4.051e0</w:t>
      </w:r>
    </w:p>
    <w:p w:rsidR="00B65DC9" w:rsidRDefault="00B65DC9" w:rsidP="00B65DC9">
      <w:r>
        <w:t>230.1911</w:t>
      </w:r>
      <w:r>
        <w:tab/>
        <w:t>2.025e0</w:t>
      </w:r>
    </w:p>
    <w:p w:rsidR="00B65DC9" w:rsidRDefault="00B65DC9" w:rsidP="00B65DC9">
      <w:r>
        <w:t>230.2047</w:t>
      </w:r>
      <w:r>
        <w:tab/>
        <w:t>1.013e0</w:t>
      </w:r>
    </w:p>
    <w:p w:rsidR="00B65DC9" w:rsidRDefault="00B65DC9" w:rsidP="00B65DC9">
      <w:r>
        <w:t>230.2457</w:t>
      </w:r>
      <w:r>
        <w:tab/>
        <w:t>2.532e-2</w:t>
      </w:r>
    </w:p>
    <w:p w:rsidR="00B65DC9" w:rsidRDefault="00B65DC9" w:rsidP="00B65DC9">
      <w:r>
        <w:t>230.2830</w:t>
      </w:r>
      <w:r>
        <w:tab/>
        <w:t>1.013e0</w:t>
      </w:r>
    </w:p>
    <w:p w:rsidR="00B65DC9" w:rsidRDefault="00B65DC9" w:rsidP="00B65DC9">
      <w:r>
        <w:t>230.2868</w:t>
      </w:r>
      <w:r>
        <w:tab/>
        <w:t>1.266e-2</w:t>
      </w:r>
    </w:p>
    <w:p w:rsidR="00B65DC9" w:rsidRDefault="00B65DC9" w:rsidP="00B65DC9">
      <w:r>
        <w:t>230.3022</w:t>
      </w:r>
      <w:r>
        <w:tab/>
        <w:t>1.266e-2</w:t>
      </w:r>
    </w:p>
    <w:p w:rsidR="00B65DC9" w:rsidRDefault="00B65DC9" w:rsidP="00B65DC9">
      <w:r>
        <w:t>230.3061</w:t>
      </w:r>
      <w:r>
        <w:tab/>
        <w:t>1.266e-2</w:t>
      </w:r>
    </w:p>
    <w:p w:rsidR="00B65DC9" w:rsidRDefault="00B65DC9" w:rsidP="00B65DC9">
      <w:r>
        <w:t>230.3261</w:t>
      </w:r>
      <w:r>
        <w:tab/>
        <w:t>1.013e0</w:t>
      </w:r>
    </w:p>
    <w:p w:rsidR="00B65DC9" w:rsidRDefault="00B65DC9" w:rsidP="00B65DC9">
      <w:r>
        <w:t>230.3867</w:t>
      </w:r>
      <w:r>
        <w:tab/>
        <w:t>1.013e0</w:t>
      </w:r>
    </w:p>
    <w:p w:rsidR="00B65DC9" w:rsidRDefault="00B65DC9" w:rsidP="00B65DC9">
      <w:r>
        <w:t>230.4346</w:t>
      </w:r>
      <w:r>
        <w:tab/>
        <w:t>1.266e-2</w:t>
      </w:r>
    </w:p>
    <w:p w:rsidR="00B65DC9" w:rsidRDefault="00B65DC9" w:rsidP="00B65DC9">
      <w:r>
        <w:lastRenderedPageBreak/>
        <w:t>230.4796</w:t>
      </w:r>
      <w:r>
        <w:tab/>
        <w:t>1.266e-2</w:t>
      </w:r>
    </w:p>
    <w:p w:rsidR="00B65DC9" w:rsidRDefault="00B65DC9" w:rsidP="00B65DC9">
      <w:r>
        <w:t>230.5342</w:t>
      </w:r>
      <w:r>
        <w:tab/>
        <w:t>2.025e0</w:t>
      </w:r>
    </w:p>
    <w:p w:rsidR="00B65DC9" w:rsidRDefault="00B65DC9" w:rsidP="00B65DC9">
      <w:r>
        <w:t>230.5643</w:t>
      </w:r>
      <w:r>
        <w:tab/>
        <w:t>2.025e0</w:t>
      </w:r>
    </w:p>
    <w:p w:rsidR="00B65DC9" w:rsidRDefault="00B65DC9" w:rsidP="00B65DC9">
      <w:r>
        <w:t>230.6043</w:t>
      </w:r>
      <w:r>
        <w:tab/>
        <w:t>1.013e0</w:t>
      </w:r>
    </w:p>
    <w:p w:rsidR="00B65DC9" w:rsidRDefault="00B65DC9" w:rsidP="00B65DC9">
      <w:r>
        <w:t>230.6126</w:t>
      </w:r>
      <w:r>
        <w:tab/>
        <w:t>1.013e0</w:t>
      </w:r>
    </w:p>
    <w:p w:rsidR="00B65DC9" w:rsidRDefault="00B65DC9" w:rsidP="00B65DC9">
      <w:r>
        <w:t>230.6532</w:t>
      </w:r>
      <w:r>
        <w:tab/>
        <w:t>1.013e0</w:t>
      </w:r>
    </w:p>
    <w:p w:rsidR="00B65DC9" w:rsidRDefault="00B65DC9" w:rsidP="00B65DC9">
      <w:r>
        <w:t>230.6612</w:t>
      </w:r>
      <w:r>
        <w:tab/>
        <w:t>1.266e-2</w:t>
      </w:r>
    </w:p>
    <w:p w:rsidR="00B65DC9" w:rsidRDefault="00B65DC9" w:rsidP="00B65DC9">
      <w:r>
        <w:t>230.7019</w:t>
      </w:r>
      <w:r>
        <w:tab/>
        <w:t>1.013e0</w:t>
      </w:r>
    </w:p>
    <w:p w:rsidR="00B65DC9" w:rsidRDefault="00B65DC9" w:rsidP="00B65DC9">
      <w:r>
        <w:t>230.7100</w:t>
      </w:r>
      <w:r>
        <w:tab/>
        <w:t>1.013e0</w:t>
      </w:r>
    </w:p>
    <w:p w:rsidR="00B65DC9" w:rsidRDefault="00B65DC9" w:rsidP="00B65DC9">
      <w:r>
        <w:t>230.7155</w:t>
      </w:r>
      <w:r>
        <w:tab/>
        <w:t>2.025e0</w:t>
      </w:r>
    </w:p>
    <w:p w:rsidR="00B65DC9" w:rsidRDefault="00B65DC9" w:rsidP="00B65DC9">
      <w:r>
        <w:t>230.7508</w:t>
      </w:r>
      <w:r>
        <w:tab/>
        <w:t>1.013e0</w:t>
      </w:r>
    </w:p>
    <w:p w:rsidR="00B65DC9" w:rsidRDefault="00B65DC9" w:rsidP="00B65DC9">
      <w:r>
        <w:t>230.8032</w:t>
      </w:r>
      <w:r>
        <w:tab/>
        <w:t>1.266e-2</w:t>
      </w:r>
    </w:p>
    <w:p w:rsidR="00B65DC9" w:rsidRDefault="00B65DC9" w:rsidP="00B65DC9">
      <w:r>
        <w:t>230.8074</w:t>
      </w:r>
      <w:r>
        <w:tab/>
        <w:t>1.025e0</w:t>
      </w:r>
    </w:p>
    <w:p w:rsidR="00B65DC9" w:rsidRDefault="00B65DC9" w:rsidP="00B65DC9">
      <w:r>
        <w:t>230.8228</w:t>
      </w:r>
      <w:r>
        <w:tab/>
        <w:t>1.266e-2</w:t>
      </w:r>
    </w:p>
    <w:p w:rsidR="00B65DC9" w:rsidRDefault="00B65DC9" w:rsidP="00B65DC9">
      <w:r>
        <w:t>230.8600</w:t>
      </w:r>
      <w:r>
        <w:tab/>
        <w:t>1.013e0</w:t>
      </w:r>
    </w:p>
    <w:p w:rsidR="00B65DC9" w:rsidRDefault="00B65DC9" w:rsidP="00B65DC9">
      <w:r>
        <w:t>230.8678</w:t>
      </w:r>
      <w:r>
        <w:tab/>
        <w:t>1.266e-2</w:t>
      </w:r>
    </w:p>
    <w:p w:rsidR="00B65DC9" w:rsidRDefault="00B65DC9" w:rsidP="00B65DC9">
      <w:r>
        <w:t>230.8833</w:t>
      </w:r>
      <w:r>
        <w:tab/>
        <w:t>1.013e0</w:t>
      </w:r>
    </w:p>
    <w:p w:rsidR="00B65DC9" w:rsidRDefault="00B65DC9" w:rsidP="00B65DC9">
      <w:r>
        <w:t>230.8988</w:t>
      </w:r>
      <w:r>
        <w:tab/>
        <w:t>1.013e0</w:t>
      </w:r>
    </w:p>
    <w:p w:rsidR="00B65DC9" w:rsidRDefault="00B65DC9" w:rsidP="00B65DC9">
      <w:r>
        <w:t>230.9081</w:t>
      </w:r>
      <w:r>
        <w:tab/>
        <w:t>3.038e0</w:t>
      </w:r>
    </w:p>
    <w:p w:rsidR="00B65DC9" w:rsidRDefault="00B65DC9" w:rsidP="00B65DC9">
      <w:r>
        <w:lastRenderedPageBreak/>
        <w:t>230.9161</w:t>
      </w:r>
      <w:r>
        <w:tab/>
        <w:t>1.013e0</w:t>
      </w:r>
    </w:p>
    <w:p w:rsidR="00B65DC9" w:rsidRDefault="00B65DC9" w:rsidP="00B65DC9">
      <w:r>
        <w:t>230.9360</w:t>
      </w:r>
      <w:r>
        <w:tab/>
        <w:t>2.025e0</w:t>
      </w:r>
    </w:p>
    <w:p w:rsidR="00B65DC9" w:rsidRDefault="00B65DC9" w:rsidP="00B65DC9">
      <w:r>
        <w:t>230.9514</w:t>
      </w:r>
      <w:r>
        <w:tab/>
        <w:t>2.025e0</w:t>
      </w:r>
    </w:p>
    <w:p w:rsidR="00B65DC9" w:rsidRDefault="00B65DC9" w:rsidP="00B65DC9">
      <w:r>
        <w:t>230.9929</w:t>
      </w:r>
      <w:r>
        <w:tab/>
        <w:t>3.797e-2</w:t>
      </w:r>
    </w:p>
    <w:p w:rsidR="00B65DC9" w:rsidRDefault="00B65DC9" w:rsidP="00B65DC9">
      <w:r>
        <w:t>230.9984</w:t>
      </w:r>
      <w:r>
        <w:tab/>
        <w:t>2.532e-2</w:t>
      </w:r>
    </w:p>
    <w:p w:rsidR="00B65DC9" w:rsidRDefault="00B65DC9" w:rsidP="00B65DC9">
      <w:r>
        <w:t>231.0075</w:t>
      </w:r>
      <w:r>
        <w:tab/>
        <w:t>3.614e0</w:t>
      </w:r>
    </w:p>
    <w:p w:rsidR="00B65DC9" w:rsidRDefault="00B65DC9" w:rsidP="00B65DC9">
      <w:r>
        <w:t>231.0207</w:t>
      </w:r>
      <w:r>
        <w:tab/>
        <w:t>1.025e0</w:t>
      </w:r>
    </w:p>
    <w:p w:rsidR="00B65DC9" w:rsidRDefault="00B65DC9" w:rsidP="00B65DC9">
      <w:r>
        <w:t>231.0312</w:t>
      </w:r>
      <w:r>
        <w:tab/>
        <w:t>4.394e0</w:t>
      </w:r>
    </w:p>
    <w:p w:rsidR="00B65DC9" w:rsidRDefault="00B65DC9" w:rsidP="00B65DC9">
      <w:r>
        <w:t>231.0491</w:t>
      </w:r>
      <w:r>
        <w:tab/>
        <w:t>1.266e-2</w:t>
      </w:r>
    </w:p>
    <w:p w:rsidR="00B65DC9" w:rsidRDefault="00B65DC9" w:rsidP="00B65DC9">
      <w:r>
        <w:t>231.0849</w:t>
      </w:r>
      <w:r>
        <w:tab/>
        <w:t>5.273e0</w:t>
      </w:r>
    </w:p>
    <w:p w:rsidR="00B65DC9" w:rsidRDefault="00B65DC9" w:rsidP="00B65DC9">
      <w:r>
        <w:t>231.1000</w:t>
      </w:r>
      <w:r>
        <w:tab/>
        <w:t>4.427e0</w:t>
      </w:r>
    </w:p>
    <w:p w:rsidR="00B65DC9" w:rsidRDefault="00B65DC9" w:rsidP="00B65DC9">
      <w:r>
        <w:t>231.1290</w:t>
      </w:r>
      <w:r>
        <w:tab/>
        <w:t>1.013e0</w:t>
      </w:r>
    </w:p>
    <w:p w:rsidR="00B65DC9" w:rsidRDefault="00B65DC9" w:rsidP="00B65DC9">
      <w:r>
        <w:t>231.1546</w:t>
      </w:r>
      <w:r>
        <w:tab/>
        <w:t>1.013e0</w:t>
      </w:r>
    </w:p>
    <w:p w:rsidR="00B65DC9" w:rsidRDefault="00B65DC9" w:rsidP="00B65DC9">
      <w:r>
        <w:t>231.1565</w:t>
      </w:r>
      <w:r>
        <w:tab/>
        <w:t>2.025e0</w:t>
      </w:r>
    </w:p>
    <w:p w:rsidR="00B65DC9" w:rsidRDefault="00B65DC9" w:rsidP="00B65DC9">
      <w:r>
        <w:t>231.2189</w:t>
      </w:r>
      <w:r>
        <w:tab/>
        <w:t>1.013e0</w:t>
      </w:r>
    </w:p>
    <w:p w:rsidR="00B65DC9" w:rsidRDefault="00B65DC9" w:rsidP="00B65DC9">
      <w:r>
        <w:t>231.2228</w:t>
      </w:r>
      <w:r>
        <w:tab/>
        <w:t>1.266e-2</w:t>
      </w:r>
    </w:p>
    <w:p w:rsidR="00B65DC9" w:rsidRDefault="00B65DC9" w:rsidP="00B65DC9">
      <w:r>
        <w:t>231.2595</w:t>
      </w:r>
      <w:r>
        <w:tab/>
        <w:t>1.013e0</w:t>
      </w:r>
    </w:p>
    <w:p w:rsidR="00B65DC9" w:rsidRDefault="00B65DC9" w:rsidP="00B65DC9">
      <w:r>
        <w:t>231.2698</w:t>
      </w:r>
      <w:r>
        <w:tab/>
        <w:t>2.025e0</w:t>
      </w:r>
    </w:p>
    <w:p w:rsidR="00B65DC9" w:rsidRDefault="00B65DC9" w:rsidP="00B65DC9">
      <w:r>
        <w:t>231.2930</w:t>
      </w:r>
      <w:r>
        <w:tab/>
        <w:t>2.025e0</w:t>
      </w:r>
    </w:p>
    <w:p w:rsidR="00B65DC9" w:rsidRDefault="00B65DC9" w:rsidP="00B65DC9">
      <w:r>
        <w:lastRenderedPageBreak/>
        <w:t>231.3516</w:t>
      </w:r>
      <w:r>
        <w:tab/>
        <w:t>1.266e-2</w:t>
      </w:r>
    </w:p>
    <w:p w:rsidR="00B65DC9" w:rsidRDefault="00B65DC9" w:rsidP="00B65DC9">
      <w:r>
        <w:t>231.3814</w:t>
      </w:r>
      <w:r>
        <w:tab/>
        <w:t>1.013e0</w:t>
      </w:r>
    </w:p>
    <w:p w:rsidR="00B65DC9" w:rsidRDefault="00B65DC9" w:rsidP="00B65DC9">
      <w:r>
        <w:t>231.3869</w:t>
      </w:r>
      <w:r>
        <w:tab/>
        <w:t>2.025e0</w:t>
      </w:r>
    </w:p>
    <w:p w:rsidR="00B65DC9" w:rsidRDefault="00B65DC9" w:rsidP="00B65DC9">
      <w:r>
        <w:t>231.4044</w:t>
      </w:r>
      <w:r>
        <w:tab/>
        <w:t>1.013e0</w:t>
      </w:r>
    </w:p>
    <w:p w:rsidR="00B65DC9" w:rsidRDefault="00B65DC9" w:rsidP="00B65DC9">
      <w:r>
        <w:t>231.4305</w:t>
      </w:r>
      <w:r>
        <w:tab/>
        <w:t>2.025e0</w:t>
      </w:r>
    </w:p>
    <w:p w:rsidR="00B65DC9" w:rsidRDefault="00B65DC9" w:rsidP="00B65DC9">
      <w:r>
        <w:t>231.4377</w:t>
      </w:r>
      <w:r>
        <w:tab/>
        <w:t>1.013e0</w:t>
      </w:r>
    </w:p>
    <w:p w:rsidR="00B65DC9" w:rsidRDefault="00B65DC9" w:rsidP="00B65DC9">
      <w:r>
        <w:t>231.4814</w:t>
      </w:r>
      <w:r>
        <w:tab/>
        <w:t>1.013e0</w:t>
      </w:r>
    </w:p>
    <w:p w:rsidR="00B65DC9" w:rsidRDefault="00B65DC9" w:rsidP="00B65DC9">
      <w:r>
        <w:t>231.5549</w:t>
      </w:r>
      <w:r>
        <w:tab/>
        <w:t>2.532e-2</w:t>
      </w:r>
    </w:p>
    <w:p w:rsidR="00B65DC9" w:rsidRDefault="00B65DC9" w:rsidP="00B65DC9">
      <w:r>
        <w:t>231.5781</w:t>
      </w:r>
      <w:r>
        <w:tab/>
        <w:t>1.266e-2</w:t>
      </w:r>
    </w:p>
    <w:p w:rsidR="00B65DC9" w:rsidRDefault="00B65DC9" w:rsidP="00B65DC9">
      <w:r>
        <w:t>231.6193</w:t>
      </w:r>
      <w:r>
        <w:tab/>
        <w:t>1.025e0</w:t>
      </w:r>
    </w:p>
    <w:p w:rsidR="00B65DC9" w:rsidRDefault="00B65DC9" w:rsidP="00B65DC9">
      <w:r>
        <w:t>231.6836</w:t>
      </w:r>
      <w:r>
        <w:tab/>
        <w:t>1.013e0</w:t>
      </w:r>
    </w:p>
    <w:p w:rsidR="00B65DC9" w:rsidRDefault="00B65DC9" w:rsidP="00B65DC9">
      <w:r>
        <w:t>231.6952</w:t>
      </w:r>
      <w:r>
        <w:tab/>
        <w:t>1.266e-2</w:t>
      </w:r>
    </w:p>
    <w:p w:rsidR="00B65DC9" w:rsidRDefault="00B65DC9" w:rsidP="00B65DC9">
      <w:r>
        <w:t>231.7035</w:t>
      </w:r>
      <w:r>
        <w:tab/>
        <w:t>1.013e0</w:t>
      </w:r>
    </w:p>
    <w:p w:rsidR="00B65DC9" w:rsidRDefault="00B65DC9" w:rsidP="00B65DC9">
      <w:r>
        <w:t>231.7404</w:t>
      </w:r>
      <w:r>
        <w:tab/>
        <w:t>1.025e0</w:t>
      </w:r>
    </w:p>
    <w:p w:rsidR="00B65DC9" w:rsidRDefault="00B65DC9" w:rsidP="00B65DC9">
      <w:r>
        <w:t>231.7893</w:t>
      </w:r>
      <w:r>
        <w:tab/>
        <w:t>1.266e-2</w:t>
      </w:r>
    </w:p>
    <w:p w:rsidR="00B65DC9" w:rsidRDefault="00B65DC9" w:rsidP="00B65DC9">
      <w:r>
        <w:t>231.8256</w:t>
      </w:r>
      <w:r>
        <w:tab/>
        <w:t>2.025e0</w:t>
      </w:r>
    </w:p>
    <w:p w:rsidR="00B65DC9" w:rsidRDefault="00B65DC9" w:rsidP="00B65DC9">
      <w:r>
        <w:t>231.8457</w:t>
      </w:r>
      <w:r>
        <w:tab/>
        <w:t>1.013e0</w:t>
      </w:r>
    </w:p>
    <w:p w:rsidR="00B65DC9" w:rsidRDefault="00B65DC9" w:rsidP="00B65DC9">
      <w:r>
        <w:t>231.8496</w:t>
      </w:r>
      <w:r>
        <w:tab/>
        <w:t>2.532e-2</w:t>
      </w:r>
    </w:p>
    <w:p w:rsidR="00B65DC9" w:rsidRDefault="00B65DC9" w:rsidP="00B65DC9">
      <w:r>
        <w:t>231.8734</w:t>
      </w:r>
      <w:r>
        <w:tab/>
        <w:t>1.266e-2</w:t>
      </w:r>
    </w:p>
    <w:p w:rsidR="00B65DC9" w:rsidRDefault="00B65DC9" w:rsidP="00B65DC9">
      <w:r>
        <w:lastRenderedPageBreak/>
        <w:t>231.9179</w:t>
      </w:r>
      <w:r>
        <w:tab/>
        <w:t>1.013e0</w:t>
      </w:r>
    </w:p>
    <w:p w:rsidR="00B65DC9" w:rsidRDefault="00B65DC9" w:rsidP="00B65DC9">
      <w:r>
        <w:t>231.9432</w:t>
      </w:r>
      <w:r>
        <w:tab/>
        <w:t>1.013e0</w:t>
      </w:r>
    </w:p>
    <w:p w:rsidR="00B65DC9" w:rsidRDefault="00B65DC9" w:rsidP="00B65DC9">
      <w:r>
        <w:t>231.9868</w:t>
      </w:r>
      <w:r>
        <w:tab/>
        <w:t>1.013e0</w:t>
      </w:r>
    </w:p>
    <w:p w:rsidR="00B65DC9" w:rsidRDefault="00B65DC9" w:rsidP="00B65DC9">
      <w:r>
        <w:t>231.9964</w:t>
      </w:r>
      <w:r>
        <w:tab/>
        <w:t>5.063e0</w:t>
      </w:r>
    </w:p>
    <w:p w:rsidR="00B65DC9" w:rsidRDefault="00B65DC9" w:rsidP="00B65DC9">
      <w:r>
        <w:t>232.0059</w:t>
      </w:r>
      <w:r>
        <w:tab/>
        <w:t>2.025e0</w:t>
      </w:r>
    </w:p>
    <w:p w:rsidR="00B65DC9" w:rsidRDefault="00B65DC9" w:rsidP="00B65DC9">
      <w:r>
        <w:t>232.0186</w:t>
      </w:r>
      <w:r>
        <w:tab/>
        <w:t>2.038e0</w:t>
      </w:r>
    </w:p>
    <w:p w:rsidR="00B65DC9" w:rsidRDefault="00B65DC9" w:rsidP="00B65DC9">
      <w:r>
        <w:t>232.0470</w:t>
      </w:r>
      <w:r>
        <w:tab/>
        <w:t>6.076e0</w:t>
      </w:r>
    </w:p>
    <w:p w:rsidR="00B65DC9" w:rsidRDefault="00B65DC9" w:rsidP="00B65DC9">
      <w:r>
        <w:t>232.0500</w:t>
      </w:r>
      <w:r>
        <w:tab/>
        <w:t>1.038e0</w:t>
      </w:r>
    </w:p>
    <w:p w:rsidR="00B65DC9" w:rsidRDefault="00B65DC9" w:rsidP="00B65DC9">
      <w:r>
        <w:t>232.0975</w:t>
      </w:r>
      <w:r>
        <w:tab/>
        <w:t>1.753e0</w:t>
      </w:r>
    </w:p>
    <w:p w:rsidR="00B65DC9" w:rsidRDefault="00B65DC9" w:rsidP="00B65DC9">
      <w:r>
        <w:t>232.1193</w:t>
      </w:r>
      <w:r>
        <w:tab/>
        <w:t>2.532e-2</w:t>
      </w:r>
    </w:p>
    <w:p w:rsidR="00B65DC9" w:rsidRDefault="00B65DC9" w:rsidP="00B65DC9">
      <w:r>
        <w:t>232.1225</w:t>
      </w:r>
      <w:r>
        <w:tab/>
        <w:t>1.038e0</w:t>
      </w:r>
    </w:p>
    <w:p w:rsidR="00B65DC9" w:rsidRDefault="00B65DC9" w:rsidP="00B65DC9">
      <w:r>
        <w:t>232.1407</w:t>
      </w:r>
      <w:r>
        <w:tab/>
        <w:t>1.013e0</w:t>
      </w:r>
    </w:p>
    <w:p w:rsidR="00B65DC9" w:rsidRDefault="00B65DC9" w:rsidP="00B65DC9">
      <w:r>
        <w:t>232.1935</w:t>
      </w:r>
      <w:r>
        <w:tab/>
        <w:t>2.025e0</w:t>
      </w:r>
    </w:p>
    <w:p w:rsidR="00B65DC9" w:rsidRDefault="00B65DC9" w:rsidP="00B65DC9">
      <w:r>
        <w:t>232.2571</w:t>
      </w:r>
      <w:r>
        <w:tab/>
        <w:t>1.038e0</w:t>
      </w:r>
    </w:p>
    <w:p w:rsidR="00B65DC9" w:rsidRDefault="00B65DC9" w:rsidP="00B65DC9">
      <w:r>
        <w:t>232.2704</w:t>
      </w:r>
      <w:r>
        <w:tab/>
        <w:t>1.013e0</w:t>
      </w:r>
    </w:p>
    <w:p w:rsidR="00B65DC9" w:rsidRDefault="00B65DC9" w:rsidP="00B65DC9">
      <w:r>
        <w:t>232.2913</w:t>
      </w:r>
      <w:r>
        <w:tab/>
        <w:t>1.266e-2</w:t>
      </w:r>
    </w:p>
    <w:p w:rsidR="00B65DC9" w:rsidRDefault="00B65DC9" w:rsidP="00B65DC9">
      <w:r>
        <w:t>232.3402</w:t>
      </w:r>
      <w:r>
        <w:tab/>
        <w:t>1.266e-2</w:t>
      </w:r>
    </w:p>
    <w:p w:rsidR="00B65DC9" w:rsidRDefault="00B65DC9" w:rsidP="00B65DC9">
      <w:r>
        <w:t>232.3518</w:t>
      </w:r>
      <w:r>
        <w:tab/>
        <w:t>1.013e0</w:t>
      </w:r>
    </w:p>
    <w:p w:rsidR="00B65DC9" w:rsidRDefault="00B65DC9" w:rsidP="00B65DC9">
      <w:r>
        <w:t>232.3842</w:t>
      </w:r>
      <w:r>
        <w:tab/>
        <w:t>1.266e-2</w:t>
      </w:r>
    </w:p>
    <w:p w:rsidR="00B65DC9" w:rsidRDefault="00B65DC9" w:rsidP="00B65DC9">
      <w:r>
        <w:lastRenderedPageBreak/>
        <w:t>232.3970</w:t>
      </w:r>
      <w:r>
        <w:tab/>
        <w:t>1.266e-2</w:t>
      </w:r>
    </w:p>
    <w:p w:rsidR="00B65DC9" w:rsidRDefault="00B65DC9" w:rsidP="00B65DC9">
      <w:r>
        <w:t>232.4167</w:t>
      </w:r>
      <w:r>
        <w:tab/>
        <w:t>1.266e-2</w:t>
      </w:r>
    </w:p>
    <w:p w:rsidR="00B65DC9" w:rsidRDefault="00B65DC9" w:rsidP="00B65DC9">
      <w:r>
        <w:t>232.4407</w:t>
      </w:r>
      <w:r>
        <w:tab/>
        <w:t>1.266e-2</w:t>
      </w:r>
    </w:p>
    <w:p w:rsidR="00B65DC9" w:rsidRDefault="00B65DC9" w:rsidP="00B65DC9">
      <w:r>
        <w:t>232.4613</w:t>
      </w:r>
      <w:r>
        <w:tab/>
        <w:t>1.013e0</w:t>
      </w:r>
    </w:p>
    <w:p w:rsidR="00B65DC9" w:rsidRDefault="00B65DC9" w:rsidP="00B65DC9">
      <w:r>
        <w:t>232.4791</w:t>
      </w:r>
      <w:r>
        <w:tab/>
        <w:t>2.025e0</w:t>
      </w:r>
    </w:p>
    <w:p w:rsidR="00B65DC9" w:rsidRDefault="00B65DC9" w:rsidP="00B65DC9">
      <w:r>
        <w:t>232.5015</w:t>
      </w:r>
      <w:r>
        <w:tab/>
        <w:t>2.532e-2</w:t>
      </w:r>
    </w:p>
    <w:p w:rsidR="00B65DC9" w:rsidRDefault="00B65DC9" w:rsidP="00B65DC9">
      <w:r>
        <w:t>232.5145</w:t>
      </w:r>
      <w:r>
        <w:tab/>
        <w:t>1.266e-2</w:t>
      </w:r>
    </w:p>
    <w:p w:rsidR="00B65DC9" w:rsidRDefault="00B65DC9" w:rsidP="00B65DC9">
      <w:r>
        <w:t>232.5162</w:t>
      </w:r>
      <w:r>
        <w:tab/>
        <w:t>2.025e0</w:t>
      </w:r>
    </w:p>
    <w:p w:rsidR="00B65DC9" w:rsidRDefault="00B65DC9" w:rsidP="00B65DC9">
      <w:r>
        <w:t>232.5455</w:t>
      </w:r>
      <w:r>
        <w:tab/>
        <w:t>1.266e-2</w:t>
      </w:r>
    </w:p>
    <w:p w:rsidR="00B65DC9" w:rsidRDefault="00B65DC9" w:rsidP="00B65DC9">
      <w:r>
        <w:t>232.5865</w:t>
      </w:r>
      <w:r>
        <w:tab/>
        <w:t>1.013e0</w:t>
      </w:r>
    </w:p>
    <w:p w:rsidR="00B65DC9" w:rsidRDefault="00B65DC9" w:rsidP="00B65DC9">
      <w:r>
        <w:t>232.5983</w:t>
      </w:r>
      <w:r>
        <w:tab/>
        <w:t>1.013e0</w:t>
      </w:r>
    </w:p>
    <w:p w:rsidR="00B65DC9" w:rsidRDefault="00B65DC9" w:rsidP="00B65DC9">
      <w:r>
        <w:t>232.6723</w:t>
      </w:r>
      <w:r>
        <w:tab/>
        <w:t>1.013e0</w:t>
      </w:r>
    </w:p>
    <w:p w:rsidR="00B65DC9" w:rsidRDefault="00B65DC9" w:rsidP="00B65DC9">
      <w:r>
        <w:t>232.7160</w:t>
      </w:r>
      <w:r>
        <w:tab/>
        <w:t>1.013e0</w:t>
      </w:r>
    </w:p>
    <w:p w:rsidR="00B65DC9" w:rsidRDefault="00B65DC9" w:rsidP="00B65DC9">
      <w:r>
        <w:t>232.7685</w:t>
      </w:r>
      <w:r>
        <w:tab/>
        <w:t>1.266e-2</w:t>
      </w:r>
    </w:p>
    <w:p w:rsidR="00B65DC9" w:rsidRDefault="00B65DC9" w:rsidP="00B65DC9">
      <w:r>
        <w:t>232.8470</w:t>
      </w:r>
      <w:r>
        <w:tab/>
        <w:t>1.013e0</w:t>
      </w:r>
    </w:p>
    <w:p w:rsidR="00B65DC9" w:rsidRDefault="00B65DC9" w:rsidP="00B65DC9">
      <w:r>
        <w:t>232.8506</w:t>
      </w:r>
      <w:r>
        <w:tab/>
        <w:t>2.025e0</w:t>
      </w:r>
    </w:p>
    <w:p w:rsidR="00B65DC9" w:rsidRDefault="00B65DC9" w:rsidP="00B65DC9">
      <w:r>
        <w:t>232.8583</w:t>
      </w:r>
      <w:r>
        <w:tab/>
        <w:t>1.266e-2</w:t>
      </w:r>
    </w:p>
    <w:p w:rsidR="00B65DC9" w:rsidRDefault="00B65DC9" w:rsidP="00B65DC9">
      <w:r>
        <w:t>232.8623</w:t>
      </w:r>
      <w:r>
        <w:tab/>
        <w:t>1.013e0</w:t>
      </w:r>
    </w:p>
    <w:p w:rsidR="00B65DC9" w:rsidRDefault="00B65DC9" w:rsidP="00B65DC9">
      <w:r>
        <w:t>232.9563</w:t>
      </w:r>
      <w:r>
        <w:tab/>
        <w:t>1.013e0</w:t>
      </w:r>
    </w:p>
    <w:p w:rsidR="00B65DC9" w:rsidRDefault="00B65DC9" w:rsidP="00B65DC9">
      <w:r>
        <w:lastRenderedPageBreak/>
        <w:t>232.9625</w:t>
      </w:r>
      <w:r>
        <w:tab/>
        <w:t>3.038e0</w:t>
      </w:r>
    </w:p>
    <w:p w:rsidR="00B65DC9" w:rsidRDefault="00B65DC9" w:rsidP="00B65DC9">
      <w:r>
        <w:t>232.9796</w:t>
      </w:r>
      <w:r>
        <w:tab/>
        <w:t>1.266e-2</w:t>
      </w:r>
    </w:p>
    <w:p w:rsidR="00B65DC9" w:rsidRDefault="00B65DC9" w:rsidP="00B65DC9">
      <w:r>
        <w:t>232.9946</w:t>
      </w:r>
      <w:r>
        <w:tab/>
        <w:t>2.025e0</w:t>
      </w:r>
    </w:p>
    <w:p w:rsidR="00B65DC9" w:rsidRDefault="00B65DC9" w:rsidP="00B65DC9">
      <w:r>
        <w:t>233.0137</w:t>
      </w:r>
      <w:r>
        <w:tab/>
        <w:t>3.038e0</w:t>
      </w:r>
    </w:p>
    <w:p w:rsidR="00B65DC9" w:rsidRDefault="00B65DC9" w:rsidP="00B65DC9">
      <w:r>
        <w:t>233.0172</w:t>
      </w:r>
      <w:r>
        <w:tab/>
        <w:t>1.013e0</w:t>
      </w:r>
    </w:p>
    <w:p w:rsidR="00B65DC9" w:rsidRDefault="00B65DC9" w:rsidP="00B65DC9">
      <w:r>
        <w:t>233.0444</w:t>
      </w:r>
      <w:r>
        <w:tab/>
        <w:t>1.013e0</w:t>
      </w:r>
    </w:p>
    <w:p w:rsidR="00B65DC9" w:rsidRDefault="00B65DC9" w:rsidP="00B65DC9">
      <w:r>
        <w:t>233.0872</w:t>
      </w:r>
      <w:r>
        <w:tab/>
        <w:t>2.532e-2</w:t>
      </w:r>
    </w:p>
    <w:p w:rsidR="00B65DC9" w:rsidRDefault="00B65DC9" w:rsidP="00B65DC9">
      <w:r>
        <w:t>233.0887</w:t>
      </w:r>
      <w:r>
        <w:tab/>
        <w:t>1.284e1</w:t>
      </w:r>
    </w:p>
    <w:p w:rsidR="00B65DC9" w:rsidRDefault="00B65DC9" w:rsidP="00B65DC9">
      <w:r>
        <w:t>233.0946</w:t>
      </w:r>
      <w:r>
        <w:tab/>
        <w:t>2.089e0</w:t>
      </w:r>
    </w:p>
    <w:p w:rsidR="00B65DC9" w:rsidRDefault="00B65DC9" w:rsidP="00B65DC9">
      <w:r>
        <w:t>233.1498</w:t>
      </w:r>
      <w:r>
        <w:tab/>
        <w:t>1.013e0</w:t>
      </w:r>
    </w:p>
    <w:p w:rsidR="00B65DC9" w:rsidRDefault="00B65DC9" w:rsidP="00B65DC9">
      <w:r>
        <w:t>233.1968</w:t>
      </w:r>
      <w:r>
        <w:tab/>
        <w:t>2.025e0</w:t>
      </w:r>
    </w:p>
    <w:p w:rsidR="00B65DC9" w:rsidRDefault="00B65DC9" w:rsidP="00B65DC9">
      <w:r>
        <w:t>233.2070</w:t>
      </w:r>
      <w:r>
        <w:tab/>
        <w:t>2.532e-2</w:t>
      </w:r>
    </w:p>
    <w:p w:rsidR="00B65DC9" w:rsidRDefault="00B65DC9" w:rsidP="00B65DC9">
      <w:r>
        <w:t>233.2281</w:t>
      </w:r>
      <w:r>
        <w:tab/>
        <w:t>1.013e0</w:t>
      </w:r>
    </w:p>
    <w:p w:rsidR="00B65DC9" w:rsidRDefault="00B65DC9" w:rsidP="00B65DC9">
      <w:r>
        <w:t>233.2632</w:t>
      </w:r>
      <w:r>
        <w:tab/>
        <w:t>1.013e0</w:t>
      </w:r>
    </w:p>
    <w:p w:rsidR="00B65DC9" w:rsidRDefault="00B65DC9" w:rsidP="00B65DC9">
      <w:r>
        <w:t>233.3276</w:t>
      </w:r>
      <w:r>
        <w:tab/>
        <w:t>3.051e0</w:t>
      </w:r>
    </w:p>
    <w:p w:rsidR="00B65DC9" w:rsidRDefault="00B65DC9" w:rsidP="00B65DC9">
      <w:r>
        <w:t>233.3458</w:t>
      </w:r>
      <w:r>
        <w:tab/>
        <w:t>2.025e0</w:t>
      </w:r>
    </w:p>
    <w:p w:rsidR="00B65DC9" w:rsidRDefault="00B65DC9" w:rsidP="00B65DC9">
      <w:r>
        <w:t>233.4103</w:t>
      </w:r>
      <w:r>
        <w:tab/>
        <w:t>1.013e0</w:t>
      </w:r>
    </w:p>
    <w:p w:rsidR="00B65DC9" w:rsidRDefault="00B65DC9" w:rsidP="00B65DC9">
      <w:r>
        <w:t>233.4297</w:t>
      </w:r>
      <w:r>
        <w:tab/>
        <w:t>1.013e0</w:t>
      </w:r>
    </w:p>
    <w:p w:rsidR="00B65DC9" w:rsidRDefault="00B65DC9" w:rsidP="00B65DC9">
      <w:r>
        <w:t>233.4385</w:t>
      </w:r>
      <w:r>
        <w:tab/>
        <w:t>1.013e0</w:t>
      </w:r>
    </w:p>
    <w:p w:rsidR="00B65DC9" w:rsidRDefault="00B65DC9" w:rsidP="00B65DC9">
      <w:r>
        <w:lastRenderedPageBreak/>
        <w:t>233.4752</w:t>
      </w:r>
      <w:r>
        <w:tab/>
        <w:t>1.013e0</w:t>
      </w:r>
    </w:p>
    <w:p w:rsidR="00B65DC9" w:rsidRDefault="00B65DC9" w:rsidP="00B65DC9">
      <w:r>
        <w:t>233.4911</w:t>
      </w:r>
      <w:r>
        <w:tab/>
        <w:t>1.013e0</w:t>
      </w:r>
    </w:p>
    <w:p w:rsidR="00B65DC9" w:rsidRDefault="00B65DC9" w:rsidP="00B65DC9">
      <w:r>
        <w:t>233.5525</w:t>
      </w:r>
      <w:r>
        <w:tab/>
        <w:t>1.013e0</w:t>
      </w:r>
    </w:p>
    <w:p w:rsidR="00B65DC9" w:rsidRDefault="00B65DC9" w:rsidP="00B65DC9">
      <w:r>
        <w:t>233.5728</w:t>
      </w:r>
      <w:r>
        <w:tab/>
        <w:t>1.266e-2</w:t>
      </w:r>
    </w:p>
    <w:p w:rsidR="00B65DC9" w:rsidRDefault="00B65DC9" w:rsidP="00B65DC9">
      <w:r>
        <w:t>233.5806</w:t>
      </w:r>
      <w:r>
        <w:tab/>
        <w:t>1.013e0</w:t>
      </w:r>
    </w:p>
    <w:p w:rsidR="00B65DC9" w:rsidRDefault="00B65DC9" w:rsidP="00B65DC9">
      <w:r>
        <w:t>233.5922</w:t>
      </w:r>
      <w:r>
        <w:tab/>
        <w:t>1.266e-2</w:t>
      </w:r>
    </w:p>
    <w:p w:rsidR="00B65DC9" w:rsidRDefault="00B65DC9" w:rsidP="00B65DC9">
      <w:r>
        <w:t>233.6319</w:t>
      </w:r>
      <w:r>
        <w:tab/>
        <w:t>2.025e0</w:t>
      </w:r>
    </w:p>
    <w:p w:rsidR="00B65DC9" w:rsidRDefault="00B65DC9" w:rsidP="00B65DC9">
      <w:r>
        <w:t>233.6786</w:t>
      </w:r>
      <w:r>
        <w:tab/>
        <w:t>1.013e0</w:t>
      </w:r>
    </w:p>
    <w:p w:rsidR="00B65DC9" w:rsidRDefault="00B65DC9" w:rsidP="00B65DC9">
      <w:r>
        <w:t>233.7060</w:t>
      </w:r>
      <w:r>
        <w:tab/>
        <w:t>1.013e0</w:t>
      </w:r>
    </w:p>
    <w:p w:rsidR="00B65DC9" w:rsidRDefault="00B65DC9" w:rsidP="00B65DC9">
      <w:r>
        <w:t>233.7104</w:t>
      </w:r>
      <w:r>
        <w:tab/>
        <w:t>1.266e-2</w:t>
      </w:r>
    </w:p>
    <w:p w:rsidR="00B65DC9" w:rsidRDefault="00B65DC9" w:rsidP="00B65DC9">
      <w:r>
        <w:t>233.7130</w:t>
      </w:r>
      <w:r>
        <w:tab/>
        <w:t>2.025e0</w:t>
      </w:r>
    </w:p>
    <w:p w:rsidR="00B65DC9" w:rsidRDefault="00B65DC9" w:rsidP="00B65DC9">
      <w:r>
        <w:t>233.7151</w:t>
      </w:r>
      <w:r>
        <w:tab/>
        <w:t>1.013e0</w:t>
      </w:r>
    </w:p>
    <w:p w:rsidR="00B65DC9" w:rsidRDefault="00B65DC9" w:rsidP="00B65DC9">
      <w:r>
        <w:t>233.7548</w:t>
      </w:r>
      <w:r>
        <w:tab/>
        <w:t>3.038e0</w:t>
      </w:r>
    </w:p>
    <w:p w:rsidR="00B65DC9" w:rsidRDefault="00B65DC9" w:rsidP="00B65DC9">
      <w:r>
        <w:t>233.7634</w:t>
      </w:r>
      <w:r>
        <w:tab/>
        <w:t>1.013e0</w:t>
      </w:r>
    </w:p>
    <w:p w:rsidR="00B65DC9" w:rsidRDefault="00B65DC9" w:rsidP="00B65DC9">
      <w:r>
        <w:t>233.8000</w:t>
      </w:r>
      <w:r>
        <w:tab/>
        <w:t>1.013e0</w:t>
      </w:r>
    </w:p>
    <w:p w:rsidR="00B65DC9" w:rsidRDefault="00B65DC9" w:rsidP="00B65DC9">
      <w:r>
        <w:t>233.8415</w:t>
      </w:r>
      <w:r>
        <w:tab/>
        <w:t>1.013e0</w:t>
      </w:r>
    </w:p>
    <w:p w:rsidR="00B65DC9" w:rsidRDefault="00B65DC9" w:rsidP="00B65DC9">
      <w:r>
        <w:t>233.9666</w:t>
      </w:r>
      <w:r>
        <w:tab/>
        <w:t>1.013e0</w:t>
      </w:r>
    </w:p>
    <w:p w:rsidR="00B65DC9" w:rsidRDefault="00B65DC9" w:rsidP="00B65DC9">
      <w:r>
        <w:t>233.9979</w:t>
      </w:r>
      <w:r>
        <w:tab/>
        <w:t>3.569e0</w:t>
      </w:r>
    </w:p>
    <w:p w:rsidR="00B65DC9" w:rsidRDefault="00B65DC9" w:rsidP="00B65DC9">
      <w:r>
        <w:t>234.0019</w:t>
      </w:r>
      <w:r>
        <w:tab/>
        <w:t>2.025e0</w:t>
      </w:r>
    </w:p>
    <w:p w:rsidR="00B65DC9" w:rsidRDefault="00B65DC9" w:rsidP="00B65DC9">
      <w:r>
        <w:lastRenderedPageBreak/>
        <w:t>234.0080</w:t>
      </w:r>
      <w:r>
        <w:tab/>
        <w:t>1.266e-2</w:t>
      </w:r>
    </w:p>
    <w:p w:rsidR="00B65DC9" w:rsidRDefault="00B65DC9" w:rsidP="00B65DC9">
      <w:r>
        <w:t>234.0297</w:t>
      </w:r>
      <w:r>
        <w:tab/>
        <w:t>2.025e0</w:t>
      </w:r>
    </w:p>
    <w:p w:rsidR="00B65DC9" w:rsidRDefault="00B65DC9" w:rsidP="00B65DC9">
      <w:r>
        <w:t>234.0445</w:t>
      </w:r>
      <w:r>
        <w:tab/>
        <w:t>1.013e0</w:t>
      </w:r>
    </w:p>
    <w:p w:rsidR="00B65DC9" w:rsidRDefault="00B65DC9" w:rsidP="00B65DC9">
      <w:r>
        <w:t>234.1481</w:t>
      </w:r>
      <w:r>
        <w:tab/>
        <w:t>3.038e0</w:t>
      </w:r>
    </w:p>
    <w:p w:rsidR="00B65DC9" w:rsidRDefault="00B65DC9" w:rsidP="00B65DC9">
      <w:r>
        <w:t>234.1586</w:t>
      </w:r>
      <w:r>
        <w:tab/>
        <w:t>3.038e0</w:t>
      </w:r>
    </w:p>
    <w:p w:rsidR="00B65DC9" w:rsidRDefault="00B65DC9" w:rsidP="00B65DC9">
      <w:r>
        <w:t>234.1641</w:t>
      </w:r>
      <w:r>
        <w:tab/>
        <w:t>2.532e-2</w:t>
      </w:r>
    </w:p>
    <w:p w:rsidR="00B65DC9" w:rsidRDefault="00B65DC9" w:rsidP="00B65DC9">
      <w:r>
        <w:t>234.1743</w:t>
      </w:r>
      <w:r>
        <w:tab/>
        <w:t>1.266e-2</w:t>
      </w:r>
    </w:p>
    <w:p w:rsidR="00B65DC9" w:rsidRDefault="00B65DC9" w:rsidP="00B65DC9">
      <w:r>
        <w:t>234.1824</w:t>
      </w:r>
      <w:r>
        <w:tab/>
        <w:t>1.266e-2</w:t>
      </w:r>
    </w:p>
    <w:p w:rsidR="00B65DC9" w:rsidRDefault="00B65DC9" w:rsidP="00B65DC9">
      <w:r>
        <w:t>234.2112</w:t>
      </w:r>
      <w:r>
        <w:tab/>
        <w:t>3.797e-2</w:t>
      </w:r>
    </w:p>
    <w:p w:rsidR="00B65DC9" w:rsidRDefault="00B65DC9" w:rsidP="00B65DC9">
      <w:r>
        <w:t>234.2195</w:t>
      </w:r>
      <w:r>
        <w:tab/>
        <w:t>1.266e-2</w:t>
      </w:r>
    </w:p>
    <w:p w:rsidR="00B65DC9" w:rsidRDefault="00B65DC9" w:rsidP="00B65DC9">
      <w:r>
        <w:t>234.2331</w:t>
      </w:r>
      <w:r>
        <w:tab/>
        <w:t>2.025e0</w:t>
      </w:r>
    </w:p>
    <w:p w:rsidR="00B65DC9" w:rsidRDefault="00B65DC9" w:rsidP="00B65DC9">
      <w:r>
        <w:t>234.2655</w:t>
      </w:r>
      <w:r>
        <w:tab/>
        <w:t>2.025e0</w:t>
      </w:r>
    </w:p>
    <w:p w:rsidR="00B65DC9" w:rsidRDefault="00B65DC9" w:rsidP="00B65DC9">
      <w:r>
        <w:t>234.2688</w:t>
      </w:r>
      <w:r>
        <w:tab/>
        <w:t>2.051e0</w:t>
      </w:r>
    </w:p>
    <w:p w:rsidR="00B65DC9" w:rsidRDefault="00B65DC9" w:rsidP="00B65DC9">
      <w:r>
        <w:t>234.3061</w:t>
      </w:r>
      <w:r>
        <w:tab/>
        <w:t>2.532e-2</w:t>
      </w:r>
    </w:p>
    <w:p w:rsidR="00B65DC9" w:rsidRDefault="00B65DC9" w:rsidP="00B65DC9">
      <w:r>
        <w:t>234.3487</w:t>
      </w:r>
      <w:r>
        <w:tab/>
        <w:t>1.013e0</w:t>
      </w:r>
    </w:p>
    <w:p w:rsidR="00B65DC9" w:rsidRDefault="00B65DC9" w:rsidP="00B65DC9">
      <w:r>
        <w:t>234.3696</w:t>
      </w:r>
      <w:r>
        <w:tab/>
        <w:t>1.025e0</w:t>
      </w:r>
    </w:p>
    <w:p w:rsidR="00B65DC9" w:rsidRDefault="00B65DC9" w:rsidP="00B65DC9">
      <w:r>
        <w:t>234.3739</w:t>
      </w:r>
      <w:r>
        <w:tab/>
        <w:t>1.025e0</w:t>
      </w:r>
    </w:p>
    <w:p w:rsidR="00B65DC9" w:rsidRDefault="00B65DC9" w:rsidP="00B65DC9">
      <w:r>
        <w:t>234.4179</w:t>
      </w:r>
      <w:r>
        <w:tab/>
        <w:t>1.266e-2</w:t>
      </w:r>
    </w:p>
    <w:p w:rsidR="00B65DC9" w:rsidRDefault="00B65DC9" w:rsidP="00B65DC9">
      <w:r>
        <w:t>234.4311</w:t>
      </w:r>
      <w:r>
        <w:tab/>
        <w:t>1.266e-2</w:t>
      </w:r>
    </w:p>
    <w:p w:rsidR="00B65DC9" w:rsidRDefault="00B65DC9" w:rsidP="00B65DC9">
      <w:r>
        <w:lastRenderedPageBreak/>
        <w:t>234.4471</w:t>
      </w:r>
      <w:r>
        <w:tab/>
        <w:t>1.013e0</w:t>
      </w:r>
    </w:p>
    <w:p w:rsidR="00B65DC9" w:rsidRDefault="00B65DC9" w:rsidP="00B65DC9">
      <w:r>
        <w:t>234.4773</w:t>
      </w:r>
      <w:r>
        <w:tab/>
        <w:t>2.025e0</w:t>
      </w:r>
    </w:p>
    <w:p w:rsidR="00B65DC9" w:rsidRDefault="00B65DC9" w:rsidP="00B65DC9">
      <w:r>
        <w:t>234.5114</w:t>
      </w:r>
      <w:r>
        <w:tab/>
        <w:t>3.038e0</w:t>
      </w:r>
    </w:p>
    <w:p w:rsidR="00B65DC9" w:rsidRDefault="00B65DC9" w:rsidP="00B65DC9">
      <w:r>
        <w:t>234.5371</w:t>
      </w:r>
      <w:r>
        <w:tab/>
        <w:t>1.266e-2</w:t>
      </w:r>
    </w:p>
    <w:p w:rsidR="00B65DC9" w:rsidRDefault="00B65DC9" w:rsidP="00B65DC9">
      <w:r>
        <w:t>234.5412</w:t>
      </w:r>
      <w:r>
        <w:tab/>
        <w:t>1.013e0</w:t>
      </w:r>
    </w:p>
    <w:p w:rsidR="00B65DC9" w:rsidRDefault="00B65DC9" w:rsidP="00B65DC9">
      <w:r>
        <w:t>234.5449</w:t>
      </w:r>
      <w:r>
        <w:tab/>
        <w:t>1.266e-2</w:t>
      </w:r>
    </w:p>
    <w:p w:rsidR="00B65DC9" w:rsidRDefault="00B65DC9" w:rsidP="00B65DC9">
      <w:r>
        <w:t>234.5686</w:t>
      </w:r>
      <w:r>
        <w:tab/>
        <w:t>1.266e-2</w:t>
      </w:r>
    </w:p>
    <w:p w:rsidR="00B65DC9" w:rsidRDefault="00B65DC9" w:rsidP="00B65DC9">
      <w:r>
        <w:t>234.6096</w:t>
      </w:r>
      <w:r>
        <w:tab/>
        <w:t>1.013e0</w:t>
      </w:r>
    </w:p>
    <w:p w:rsidR="00B65DC9" w:rsidRDefault="00B65DC9" w:rsidP="00B65DC9">
      <w:r>
        <w:t>234.6135</w:t>
      </w:r>
      <w:r>
        <w:tab/>
        <w:t>1.013e0</w:t>
      </w:r>
    </w:p>
    <w:p w:rsidR="00B65DC9" w:rsidRDefault="00B65DC9" w:rsidP="00B65DC9">
      <w:r>
        <w:t>234.6489</w:t>
      </w:r>
      <w:r>
        <w:tab/>
        <w:t>2.025e0</w:t>
      </w:r>
    </w:p>
    <w:p w:rsidR="00B65DC9" w:rsidRDefault="00B65DC9" w:rsidP="00B65DC9">
      <w:r>
        <w:t>234.6997</w:t>
      </w:r>
      <w:r>
        <w:tab/>
        <w:t>1.266e-2</w:t>
      </w:r>
    </w:p>
    <w:p w:rsidR="00B65DC9" w:rsidRDefault="00B65DC9" w:rsidP="00B65DC9">
      <w:r>
        <w:t>234.7158</w:t>
      </w:r>
      <w:r>
        <w:tab/>
        <w:t>1.013e0</w:t>
      </w:r>
    </w:p>
    <w:p w:rsidR="00B65DC9" w:rsidRDefault="00B65DC9" w:rsidP="00B65DC9">
      <w:r>
        <w:t>234.7194</w:t>
      </w:r>
      <w:r>
        <w:tab/>
        <w:t>1.013e0</w:t>
      </w:r>
    </w:p>
    <w:p w:rsidR="00B65DC9" w:rsidRDefault="00B65DC9" w:rsidP="00B65DC9">
      <w:r>
        <w:t>234.7607</w:t>
      </w:r>
      <w:r>
        <w:tab/>
        <w:t>1.013e0</w:t>
      </w:r>
    </w:p>
    <w:p w:rsidR="00B65DC9" w:rsidRDefault="00B65DC9" w:rsidP="00B65DC9">
      <w:r>
        <w:t>234.7684</w:t>
      </w:r>
      <w:r>
        <w:tab/>
        <w:t>1.266e-2</w:t>
      </w:r>
    </w:p>
    <w:p w:rsidR="00B65DC9" w:rsidRDefault="00B65DC9" w:rsidP="00B65DC9">
      <w:r>
        <w:t>234.7952</w:t>
      </w:r>
      <w:r>
        <w:tab/>
        <w:t>2.025e0</w:t>
      </w:r>
    </w:p>
    <w:p w:rsidR="00B65DC9" w:rsidRDefault="00B65DC9" w:rsidP="00B65DC9">
      <w:r>
        <w:t>234.8175</w:t>
      </w:r>
      <w:r>
        <w:tab/>
        <w:t>1.013e0</w:t>
      </w:r>
    </w:p>
    <w:p w:rsidR="00B65DC9" w:rsidRDefault="00B65DC9" w:rsidP="00B65DC9">
      <w:r>
        <w:t>234.8332</w:t>
      </w:r>
      <w:r>
        <w:tab/>
        <w:t>1.266e-2</w:t>
      </w:r>
    </w:p>
    <w:p w:rsidR="00B65DC9" w:rsidRDefault="00B65DC9" w:rsidP="00B65DC9">
      <w:r>
        <w:t>234.8391</w:t>
      </w:r>
      <w:r>
        <w:tab/>
        <w:t>2.532e-2</w:t>
      </w:r>
    </w:p>
    <w:p w:rsidR="00B65DC9" w:rsidRDefault="00B65DC9" w:rsidP="00B65DC9">
      <w:r>
        <w:lastRenderedPageBreak/>
        <w:t>234.8630</w:t>
      </w:r>
      <w:r>
        <w:tab/>
        <w:t>1.013e0</w:t>
      </w:r>
    </w:p>
    <w:p w:rsidR="00B65DC9" w:rsidRDefault="00B65DC9" w:rsidP="00B65DC9">
      <w:r>
        <w:t>234.8725</w:t>
      </w:r>
      <w:r>
        <w:tab/>
        <w:t>2.025e0</w:t>
      </w:r>
    </w:p>
    <w:p w:rsidR="00B65DC9" w:rsidRDefault="00B65DC9" w:rsidP="00B65DC9">
      <w:r>
        <w:t>234.8783</w:t>
      </w:r>
      <w:r>
        <w:tab/>
        <w:t>1.266e-2</w:t>
      </w:r>
    </w:p>
    <w:p w:rsidR="00B65DC9" w:rsidRDefault="00B65DC9" w:rsidP="00B65DC9">
      <w:r>
        <w:t>234.9024</w:t>
      </w:r>
      <w:r>
        <w:tab/>
        <w:t>1.266e-2</w:t>
      </w:r>
    </w:p>
    <w:p w:rsidR="00B65DC9" w:rsidRDefault="00B65DC9" w:rsidP="00B65DC9">
      <w:r>
        <w:t>234.9213</w:t>
      </w:r>
      <w:r>
        <w:tab/>
        <w:t>3.038e0</w:t>
      </w:r>
    </w:p>
    <w:p w:rsidR="00B65DC9" w:rsidRDefault="00B65DC9" w:rsidP="00B65DC9">
      <w:r>
        <w:t>234.9430</w:t>
      </w:r>
      <w:r>
        <w:tab/>
        <w:t>1.266e-2</w:t>
      </w:r>
    </w:p>
    <w:p w:rsidR="00B65DC9" w:rsidRDefault="00B65DC9" w:rsidP="00B65DC9">
      <w:r>
        <w:t>234.9727</w:t>
      </w:r>
      <w:r>
        <w:tab/>
        <w:t>1.266e-2</w:t>
      </w:r>
    </w:p>
    <w:p w:rsidR="00B65DC9" w:rsidRDefault="00B65DC9" w:rsidP="00B65DC9">
      <w:r>
        <w:t>234.9998</w:t>
      </w:r>
      <w:r>
        <w:tab/>
        <w:t>1.266e-2</w:t>
      </w:r>
    </w:p>
    <w:p w:rsidR="00B65DC9" w:rsidRDefault="00B65DC9" w:rsidP="00B65DC9">
      <w:r>
        <w:t>235.0076</w:t>
      </w:r>
      <w:r>
        <w:tab/>
        <w:t>3.798e-2</w:t>
      </w:r>
    </w:p>
    <w:p w:rsidR="00B65DC9" w:rsidRDefault="00B65DC9" w:rsidP="00B65DC9">
      <w:r>
        <w:t>235.0102</w:t>
      </w:r>
      <w:r>
        <w:tab/>
        <w:t>3.038e0</w:t>
      </w:r>
    </w:p>
    <w:p w:rsidR="00B65DC9" w:rsidRDefault="00B65DC9" w:rsidP="00B65DC9">
      <w:r>
        <w:t>235.0170</w:t>
      </w:r>
      <w:r>
        <w:tab/>
        <w:t>2.122e0</w:t>
      </w:r>
    </w:p>
    <w:p w:rsidR="00B65DC9" w:rsidRDefault="00B65DC9" w:rsidP="00B65DC9">
      <w:r>
        <w:t>235.0239</w:t>
      </w:r>
      <w:r>
        <w:tab/>
        <w:t>3.038e0</w:t>
      </w:r>
    </w:p>
    <w:p w:rsidR="00B65DC9" w:rsidRDefault="00B65DC9" w:rsidP="00B65DC9">
      <w:r>
        <w:t>235.0392</w:t>
      </w:r>
      <w:r>
        <w:tab/>
        <w:t>2.532e-2</w:t>
      </w:r>
    </w:p>
    <w:p w:rsidR="00B65DC9" w:rsidRDefault="00B65DC9" w:rsidP="00B65DC9">
      <w:r>
        <w:t>235.0432</w:t>
      </w:r>
      <w:r>
        <w:tab/>
        <w:t>4.051e0</w:t>
      </w:r>
    </w:p>
    <w:p w:rsidR="00B65DC9" w:rsidRDefault="00B65DC9" w:rsidP="00B65DC9">
      <w:r>
        <w:t>235.0462</w:t>
      </w:r>
      <w:r>
        <w:tab/>
        <w:t>2.038e0</w:t>
      </w:r>
    </w:p>
    <w:p w:rsidR="00B65DC9" w:rsidRDefault="00B65DC9" w:rsidP="00B65DC9">
      <w:r>
        <w:t>235.0656</w:t>
      </w:r>
      <w:r>
        <w:tab/>
        <w:t>1.013e0</w:t>
      </w:r>
    </w:p>
    <w:p w:rsidR="00B65DC9" w:rsidRDefault="00B65DC9" w:rsidP="00B65DC9">
      <w:r>
        <w:t>235.0744</w:t>
      </w:r>
      <w:r>
        <w:tab/>
        <w:t>1.013e0</w:t>
      </w:r>
    </w:p>
    <w:p w:rsidR="00B65DC9" w:rsidRDefault="00B65DC9" w:rsidP="00B65DC9">
      <w:r>
        <w:t>235.1412</w:t>
      </w:r>
      <w:r>
        <w:tab/>
        <w:t>2.887e1</w:t>
      </w:r>
    </w:p>
    <w:p w:rsidR="00B65DC9" w:rsidRDefault="00B65DC9" w:rsidP="00B65DC9">
      <w:r>
        <w:t>235.1963</w:t>
      </w:r>
      <w:r>
        <w:tab/>
        <w:t>3.798e-2</w:t>
      </w:r>
    </w:p>
    <w:p w:rsidR="00B65DC9" w:rsidRDefault="00B65DC9" w:rsidP="00B65DC9">
      <w:r>
        <w:lastRenderedPageBreak/>
        <w:t>235.2002</w:t>
      </w:r>
      <w:r>
        <w:tab/>
        <w:t>1.266e-2</w:t>
      </w:r>
    </w:p>
    <w:p w:rsidR="00B65DC9" w:rsidRDefault="00B65DC9" w:rsidP="00B65DC9">
      <w:r>
        <w:t>235.2335</w:t>
      </w:r>
      <w:r>
        <w:tab/>
        <w:t>1.266e-2</w:t>
      </w:r>
    </w:p>
    <w:p w:rsidR="00B65DC9" w:rsidRDefault="00B65DC9" w:rsidP="00B65DC9">
      <w:r>
        <w:t>235.2393</w:t>
      </w:r>
      <w:r>
        <w:tab/>
        <w:t>2.025e0</w:t>
      </w:r>
    </w:p>
    <w:p w:rsidR="00B65DC9" w:rsidRDefault="00B65DC9" w:rsidP="00B65DC9">
      <w:r>
        <w:t>235.2492</w:t>
      </w:r>
      <w:r>
        <w:tab/>
        <w:t>1.266e-2</w:t>
      </w:r>
    </w:p>
    <w:p w:rsidR="00B65DC9" w:rsidRDefault="00B65DC9" w:rsidP="00B65DC9">
      <w:r>
        <w:t>235.2649</w:t>
      </w:r>
      <w:r>
        <w:tab/>
        <w:t>1.266e-2</w:t>
      </w:r>
    </w:p>
    <w:p w:rsidR="00B65DC9" w:rsidRDefault="00B65DC9" w:rsidP="00B65DC9">
      <w:r>
        <w:t>235.3043</w:t>
      </w:r>
      <w:r>
        <w:tab/>
        <w:t>2.025e0</w:t>
      </w:r>
    </w:p>
    <w:p w:rsidR="00B65DC9" w:rsidRDefault="00B65DC9" w:rsidP="00B65DC9">
      <w:r>
        <w:t>235.3140</w:t>
      </w:r>
      <w:r>
        <w:tab/>
        <w:t>2.025e0</w:t>
      </w:r>
    </w:p>
    <w:p w:rsidR="00B65DC9" w:rsidRDefault="00B65DC9" w:rsidP="00B65DC9">
      <w:r>
        <w:t>235.3921</w:t>
      </w:r>
      <w:r>
        <w:tab/>
        <w:t>1.013e0</w:t>
      </w:r>
    </w:p>
    <w:p w:rsidR="00B65DC9" w:rsidRDefault="00B65DC9" w:rsidP="00B65DC9">
      <w:r>
        <w:t>235.4086</w:t>
      </w:r>
      <w:r>
        <w:tab/>
        <w:t>1.266e-2</w:t>
      </w:r>
    </w:p>
    <w:p w:rsidR="00B65DC9" w:rsidRDefault="00B65DC9" w:rsidP="00B65DC9">
      <w:r>
        <w:t>235.4407</w:t>
      </w:r>
      <w:r>
        <w:tab/>
        <w:t>1.266e-2</w:t>
      </w:r>
    </w:p>
    <w:p w:rsidR="00B65DC9" w:rsidRDefault="00B65DC9" w:rsidP="00B65DC9">
      <w:r>
        <w:t>235.4770</w:t>
      </w:r>
      <w:r>
        <w:tab/>
        <w:t>1.013e0</w:t>
      </w:r>
    </w:p>
    <w:p w:rsidR="00B65DC9" w:rsidRDefault="00B65DC9" w:rsidP="00B65DC9">
      <w:r>
        <w:t>235.4811</w:t>
      </w:r>
      <w:r>
        <w:tab/>
        <w:t>1.013e0</w:t>
      </w:r>
    </w:p>
    <w:p w:rsidR="00B65DC9" w:rsidRDefault="00B65DC9" w:rsidP="00B65DC9">
      <w:r>
        <w:t>235.4849</w:t>
      </w:r>
      <w:r>
        <w:tab/>
        <w:t>1.013e0</w:t>
      </w:r>
    </w:p>
    <w:p w:rsidR="00B65DC9" w:rsidRDefault="00B65DC9" w:rsidP="00B65DC9">
      <w:r>
        <w:t>235.4937</w:t>
      </w:r>
      <w:r>
        <w:tab/>
        <w:t>1.025e0</w:t>
      </w:r>
    </w:p>
    <w:p w:rsidR="00B65DC9" w:rsidRDefault="00B65DC9" w:rsidP="00B65DC9">
      <w:r>
        <w:t>235.5029</w:t>
      </w:r>
      <w:r>
        <w:tab/>
        <w:t>1.013e0</w:t>
      </w:r>
    </w:p>
    <w:p w:rsidR="00B65DC9" w:rsidRDefault="00B65DC9" w:rsidP="00B65DC9">
      <w:r>
        <w:t>235.5243</w:t>
      </w:r>
      <w:r>
        <w:tab/>
        <w:t>1.643e0</w:t>
      </w:r>
    </w:p>
    <w:p w:rsidR="00B65DC9" w:rsidRDefault="00B65DC9" w:rsidP="00B65DC9">
      <w:r>
        <w:t>235.5382</w:t>
      </w:r>
      <w:r>
        <w:tab/>
        <w:t>1.013e0</w:t>
      </w:r>
    </w:p>
    <w:p w:rsidR="00B65DC9" w:rsidRDefault="00B65DC9" w:rsidP="00B65DC9">
      <w:r>
        <w:t>235.5556</w:t>
      </w:r>
      <w:r>
        <w:tab/>
        <w:t>1.266e-2</w:t>
      </w:r>
    </w:p>
    <w:p w:rsidR="00B65DC9" w:rsidRDefault="00B65DC9" w:rsidP="00B65DC9">
      <w:r>
        <w:t>235.5674</w:t>
      </w:r>
      <w:r>
        <w:tab/>
        <w:t>1.025e0</w:t>
      </w:r>
    </w:p>
    <w:p w:rsidR="00B65DC9" w:rsidRDefault="00B65DC9" w:rsidP="00B65DC9">
      <w:r>
        <w:lastRenderedPageBreak/>
        <w:t>235.5830</w:t>
      </w:r>
      <w:r>
        <w:tab/>
        <w:t>1.013e0</w:t>
      </w:r>
    </w:p>
    <w:p w:rsidR="00B65DC9" w:rsidRDefault="00B65DC9" w:rsidP="00B65DC9">
      <w:r>
        <w:t>235.5909</w:t>
      </w:r>
      <w:r>
        <w:tab/>
        <w:t>2.025e0</w:t>
      </w:r>
    </w:p>
    <w:p w:rsidR="00B65DC9" w:rsidRDefault="00B65DC9" w:rsidP="00B65DC9">
      <w:r>
        <w:t>235.6399</w:t>
      </w:r>
      <w:r>
        <w:tab/>
        <w:t>1.013e0</w:t>
      </w:r>
    </w:p>
    <w:p w:rsidR="00B65DC9" w:rsidRDefault="00B65DC9" w:rsidP="00B65DC9">
      <w:r>
        <w:t>235.6591</w:t>
      </w:r>
      <w:r>
        <w:tab/>
        <w:t>2.025e0</w:t>
      </w:r>
    </w:p>
    <w:p w:rsidR="00B65DC9" w:rsidRDefault="00B65DC9" w:rsidP="00B65DC9">
      <w:r>
        <w:t>235.6773</w:t>
      </w:r>
      <w:r>
        <w:tab/>
        <w:t>2.025e0</w:t>
      </w:r>
    </w:p>
    <w:p w:rsidR="00B65DC9" w:rsidRDefault="00B65DC9" w:rsidP="00B65DC9">
      <w:r>
        <w:t>235.6852</w:t>
      </w:r>
      <w:r>
        <w:tab/>
        <w:t>2.532e-2</w:t>
      </w:r>
    </w:p>
    <w:p w:rsidR="00B65DC9" w:rsidRDefault="00B65DC9" w:rsidP="00B65DC9">
      <w:r>
        <w:t>235.7305</w:t>
      </w:r>
      <w:r>
        <w:tab/>
        <w:t>2.532e-2</w:t>
      </w:r>
    </w:p>
    <w:p w:rsidR="00B65DC9" w:rsidRDefault="00B65DC9" w:rsidP="00B65DC9">
      <w:r>
        <w:t>235.7759</w:t>
      </w:r>
      <w:r>
        <w:tab/>
        <w:t>1.013e0</w:t>
      </w:r>
    </w:p>
    <w:p w:rsidR="00B65DC9" w:rsidRDefault="00B65DC9" w:rsidP="00B65DC9">
      <w:r>
        <w:t>235.7854</w:t>
      </w:r>
      <w:r>
        <w:tab/>
        <w:t>2.025e0</w:t>
      </w:r>
    </w:p>
    <w:p w:rsidR="00B65DC9" w:rsidRDefault="00B65DC9" w:rsidP="00B65DC9">
      <w:r>
        <w:t>235.8737</w:t>
      </w:r>
      <w:r>
        <w:tab/>
        <w:t>2.025e0</w:t>
      </w:r>
    </w:p>
    <w:p w:rsidR="00B65DC9" w:rsidRDefault="00B65DC9" w:rsidP="00B65DC9">
      <w:r>
        <w:t>235.8935</w:t>
      </w:r>
      <w:r>
        <w:tab/>
        <w:t>1.013e0</w:t>
      </w:r>
    </w:p>
    <w:p w:rsidR="00B65DC9" w:rsidRDefault="00B65DC9" w:rsidP="00B65DC9">
      <w:r>
        <w:t>235.9309</w:t>
      </w:r>
      <w:r>
        <w:tab/>
        <w:t>1.266e-2</w:t>
      </w:r>
    </w:p>
    <w:p w:rsidR="00B65DC9" w:rsidRDefault="00B65DC9" w:rsidP="00B65DC9">
      <w:r>
        <w:t>235.9692</w:t>
      </w:r>
      <w:r>
        <w:tab/>
        <w:t>2.025e0</w:t>
      </w:r>
    </w:p>
    <w:p w:rsidR="00B65DC9" w:rsidRDefault="00B65DC9" w:rsidP="00B65DC9">
      <w:r>
        <w:t>235.9975</w:t>
      </w:r>
      <w:r>
        <w:tab/>
        <w:t>3.038e0</w:t>
      </w:r>
    </w:p>
    <w:p w:rsidR="00B65DC9" w:rsidRDefault="00B65DC9" w:rsidP="00B65DC9">
      <w:r>
        <w:t>236.0176</w:t>
      </w:r>
      <w:r>
        <w:tab/>
        <w:t>3.798e-2</w:t>
      </w:r>
    </w:p>
    <w:p w:rsidR="00B65DC9" w:rsidRDefault="00B65DC9" w:rsidP="00B65DC9">
      <w:r>
        <w:t>236.0630</w:t>
      </w:r>
      <w:r>
        <w:tab/>
        <w:t>2.025e0</w:t>
      </w:r>
    </w:p>
    <w:p w:rsidR="00B65DC9" w:rsidRDefault="00B65DC9" w:rsidP="00B65DC9">
      <w:r>
        <w:t>236.0829</w:t>
      </w:r>
      <w:r>
        <w:tab/>
        <w:t>1.038e0</w:t>
      </w:r>
    </w:p>
    <w:p w:rsidR="00B65DC9" w:rsidRDefault="00B65DC9" w:rsidP="00B65DC9">
      <w:r>
        <w:t>236.0847</w:t>
      </w:r>
      <w:r>
        <w:tab/>
        <w:t>2.025e0</w:t>
      </w:r>
    </w:p>
    <w:p w:rsidR="00B65DC9" w:rsidRDefault="00B65DC9" w:rsidP="00B65DC9">
      <w:r>
        <w:t>236.1126</w:t>
      </w:r>
      <w:r>
        <w:tab/>
        <w:t>3.051e0</w:t>
      </w:r>
    </w:p>
    <w:p w:rsidR="00B65DC9" w:rsidRDefault="00B65DC9" w:rsidP="00B65DC9">
      <w:r>
        <w:lastRenderedPageBreak/>
        <w:t>236.1221</w:t>
      </w:r>
      <w:r>
        <w:tab/>
        <w:t>5.063e0</w:t>
      </w:r>
    </w:p>
    <w:p w:rsidR="00B65DC9" w:rsidRDefault="00B65DC9" w:rsidP="00B65DC9">
      <w:r>
        <w:t>236.1443</w:t>
      </w:r>
      <w:r>
        <w:tab/>
        <w:t>1.013e1</w:t>
      </w:r>
    </w:p>
    <w:p w:rsidR="00B65DC9" w:rsidRDefault="00B65DC9" w:rsidP="00B65DC9">
      <w:r>
        <w:t>236.1476</w:t>
      </w:r>
      <w:r>
        <w:tab/>
        <w:t>2.786e0</w:t>
      </w:r>
    </w:p>
    <w:p w:rsidR="00B65DC9" w:rsidRDefault="00B65DC9" w:rsidP="00B65DC9">
      <w:r>
        <w:t>236.1509</w:t>
      </w:r>
      <w:r>
        <w:tab/>
        <w:t>6.329e-2</w:t>
      </w:r>
    </w:p>
    <w:p w:rsidR="00B65DC9" w:rsidRDefault="00B65DC9" w:rsidP="00B65DC9">
      <w:r>
        <w:t>236.1783</w:t>
      </w:r>
      <w:r>
        <w:tab/>
        <w:t>3.038e0</w:t>
      </w:r>
    </w:p>
    <w:p w:rsidR="00B65DC9" w:rsidRDefault="00B65DC9" w:rsidP="00B65DC9">
      <w:r>
        <w:t>236.1857</w:t>
      </w:r>
      <w:r>
        <w:tab/>
        <w:t>2.025e0</w:t>
      </w:r>
    </w:p>
    <w:p w:rsidR="00B65DC9" w:rsidRDefault="00B65DC9" w:rsidP="00B65DC9">
      <w:r>
        <w:t>236.1893</w:t>
      </w:r>
      <w:r>
        <w:tab/>
        <w:t>2.025e0</w:t>
      </w:r>
    </w:p>
    <w:p w:rsidR="00B65DC9" w:rsidRDefault="00B65DC9" w:rsidP="00B65DC9">
      <w:r>
        <w:t>236.2236</w:t>
      </w:r>
      <w:r>
        <w:tab/>
        <w:t>1.266e-2</w:t>
      </w:r>
    </w:p>
    <w:p w:rsidR="00B65DC9" w:rsidRDefault="00B65DC9" w:rsidP="00B65DC9">
      <w:r>
        <w:t>236.2280</w:t>
      </w:r>
      <w:r>
        <w:tab/>
        <w:t>1.025e0</w:t>
      </w:r>
    </w:p>
    <w:p w:rsidR="00B65DC9" w:rsidRDefault="00B65DC9" w:rsidP="00B65DC9">
      <w:r>
        <w:t>236.2325</w:t>
      </w:r>
      <w:r>
        <w:tab/>
        <w:t>1.266e-2</w:t>
      </w:r>
    </w:p>
    <w:p w:rsidR="00B65DC9" w:rsidRDefault="00B65DC9" w:rsidP="00B65DC9">
      <w:r>
        <w:t>236.2531</w:t>
      </w:r>
      <w:r>
        <w:tab/>
        <w:t>1.266e-2</w:t>
      </w:r>
    </w:p>
    <w:p w:rsidR="00B65DC9" w:rsidRDefault="00B65DC9" w:rsidP="00B65DC9">
      <w:r>
        <w:t>236.3062</w:t>
      </w:r>
      <w:r>
        <w:tab/>
        <w:t>1.266e-2</w:t>
      </w:r>
    </w:p>
    <w:p w:rsidR="00B65DC9" w:rsidRDefault="00B65DC9" w:rsidP="00B65DC9">
      <w:r>
        <w:t>236.3463</w:t>
      </w:r>
      <w:r>
        <w:tab/>
        <w:t>2.025e0</w:t>
      </w:r>
    </w:p>
    <w:p w:rsidR="00B65DC9" w:rsidRDefault="00B65DC9" w:rsidP="00B65DC9">
      <w:r>
        <w:t>236.3632</w:t>
      </w:r>
      <w:r>
        <w:tab/>
        <w:t>1.025e0</w:t>
      </w:r>
    </w:p>
    <w:p w:rsidR="00B65DC9" w:rsidRDefault="00B65DC9" w:rsidP="00B65DC9">
      <w:r>
        <w:t>236.3876</w:t>
      </w:r>
      <w:r>
        <w:tab/>
        <w:t>1.013e0</w:t>
      </w:r>
    </w:p>
    <w:p w:rsidR="00B65DC9" w:rsidRDefault="00B65DC9" w:rsidP="00B65DC9">
      <w:r>
        <w:t>236.4012</w:t>
      </w:r>
      <w:r>
        <w:tab/>
        <w:t>1.266e-2</w:t>
      </w:r>
    </w:p>
    <w:p w:rsidR="00B65DC9" w:rsidRDefault="00B65DC9" w:rsidP="00B65DC9">
      <w:r>
        <w:t>236.4242</w:t>
      </w:r>
      <w:r>
        <w:tab/>
        <w:t>1.013e0</w:t>
      </w:r>
    </w:p>
    <w:p w:rsidR="00B65DC9" w:rsidRDefault="00B65DC9" w:rsidP="00B65DC9">
      <w:r>
        <w:t>236.4260</w:t>
      </w:r>
      <w:r>
        <w:tab/>
        <w:t>2.025e0</w:t>
      </w:r>
    </w:p>
    <w:p w:rsidR="00B65DC9" w:rsidRDefault="00B65DC9" w:rsidP="00B65DC9">
      <w:r>
        <w:t>236.4423</w:t>
      </w:r>
      <w:r>
        <w:tab/>
        <w:t>3.038e0</w:t>
      </w:r>
    </w:p>
    <w:p w:rsidR="00B65DC9" w:rsidRDefault="00B65DC9" w:rsidP="00B65DC9">
      <w:r>
        <w:lastRenderedPageBreak/>
        <w:t>236.4664</w:t>
      </w:r>
      <w:r>
        <w:tab/>
        <w:t>3.038e0</w:t>
      </w:r>
    </w:p>
    <w:p w:rsidR="00B65DC9" w:rsidRDefault="00B65DC9" w:rsidP="00B65DC9">
      <w:r>
        <w:t>236.4870</w:t>
      </w:r>
      <w:r>
        <w:tab/>
        <w:t>2.025e0</w:t>
      </w:r>
    </w:p>
    <w:p w:rsidR="00B65DC9" w:rsidRDefault="00B65DC9" w:rsidP="00B65DC9">
      <w:r>
        <w:t>236.5147</w:t>
      </w:r>
      <w:r>
        <w:tab/>
        <w:t>1.266e-2</w:t>
      </w:r>
    </w:p>
    <w:p w:rsidR="00B65DC9" w:rsidRDefault="00B65DC9" w:rsidP="00B65DC9">
      <w:r>
        <w:t>236.5552</w:t>
      </w:r>
      <w:r>
        <w:tab/>
        <w:t>4.051e0</w:t>
      </w:r>
    </w:p>
    <w:p w:rsidR="00B65DC9" w:rsidRDefault="00B65DC9" w:rsidP="00B65DC9">
      <w:r>
        <w:t>236.5796</w:t>
      </w:r>
      <w:r>
        <w:tab/>
        <w:t>2.532e-2</w:t>
      </w:r>
    </w:p>
    <w:p w:rsidR="00B65DC9" w:rsidRDefault="00B65DC9" w:rsidP="00B65DC9">
      <w:r>
        <w:t>236.5849</w:t>
      </w:r>
      <w:r>
        <w:tab/>
        <w:t>1.458e0</w:t>
      </w:r>
    </w:p>
    <w:p w:rsidR="00B65DC9" w:rsidRDefault="00B65DC9" w:rsidP="00B65DC9">
      <w:r>
        <w:t>236.6093</w:t>
      </w:r>
      <w:r>
        <w:tab/>
        <w:t>1.013e0</w:t>
      </w:r>
    </w:p>
    <w:p w:rsidR="00B65DC9" w:rsidRDefault="00B65DC9" w:rsidP="00B65DC9">
      <w:r>
        <w:t>236.6288</w:t>
      </w:r>
      <w:r>
        <w:tab/>
        <w:t>1.025e0</w:t>
      </w:r>
    </w:p>
    <w:p w:rsidR="00B65DC9" w:rsidRDefault="00B65DC9" w:rsidP="00B65DC9">
      <w:r>
        <w:t>236.6329</w:t>
      </w:r>
      <w:r>
        <w:tab/>
        <w:t>1.013e0</w:t>
      </w:r>
    </w:p>
    <w:p w:rsidR="00B65DC9" w:rsidRDefault="00B65DC9" w:rsidP="00B65DC9">
      <w:r>
        <w:t>236.6857</w:t>
      </w:r>
      <w:r>
        <w:tab/>
        <w:t>1.013e0</w:t>
      </w:r>
    </w:p>
    <w:p w:rsidR="00B65DC9" w:rsidRDefault="00B65DC9" w:rsidP="00B65DC9">
      <w:r>
        <w:t>236.7029</w:t>
      </w:r>
      <w:r>
        <w:tab/>
        <w:t>2.025e0</w:t>
      </w:r>
    </w:p>
    <w:p w:rsidR="00B65DC9" w:rsidRDefault="00B65DC9" w:rsidP="00B65DC9">
      <w:r>
        <w:t>236.7155</w:t>
      </w:r>
      <w:r>
        <w:tab/>
        <w:t>1.013e0</w:t>
      </w:r>
    </w:p>
    <w:p w:rsidR="00B65DC9" w:rsidRDefault="00B65DC9" w:rsidP="00B65DC9">
      <w:r>
        <w:t>236.7310</w:t>
      </w:r>
      <w:r>
        <w:tab/>
        <w:t>1.266e-2</w:t>
      </w:r>
    </w:p>
    <w:p w:rsidR="00B65DC9" w:rsidRDefault="00B65DC9" w:rsidP="00B65DC9">
      <w:r>
        <w:t>236.7468</w:t>
      </w:r>
      <w:r>
        <w:tab/>
        <w:t>1.266e-2</w:t>
      </w:r>
    </w:p>
    <w:p w:rsidR="00B65DC9" w:rsidRDefault="00B65DC9" w:rsidP="00B65DC9">
      <w:r>
        <w:t>236.7686</w:t>
      </w:r>
      <w:r>
        <w:tab/>
        <w:t>1.266e-2</w:t>
      </w:r>
    </w:p>
    <w:p w:rsidR="00B65DC9" w:rsidRDefault="00B65DC9" w:rsidP="00B65DC9">
      <w:r>
        <w:t>236.7732</w:t>
      </w:r>
      <w:r>
        <w:tab/>
        <w:t>1.038e0</w:t>
      </w:r>
    </w:p>
    <w:p w:rsidR="00B65DC9" w:rsidRDefault="00B65DC9" w:rsidP="00B65DC9">
      <w:r>
        <w:t>236.8087</w:t>
      </w:r>
      <w:r>
        <w:tab/>
        <w:t>1.025e0</w:t>
      </w:r>
    </w:p>
    <w:p w:rsidR="00B65DC9" w:rsidRDefault="00B65DC9" w:rsidP="00B65DC9">
      <w:r>
        <w:t>236.8178</w:t>
      </w:r>
      <w:r>
        <w:tab/>
        <w:t>1.013e0</w:t>
      </w:r>
    </w:p>
    <w:p w:rsidR="00B65DC9" w:rsidRDefault="00B65DC9" w:rsidP="00B65DC9">
      <w:r>
        <w:t>236.8250</w:t>
      </w:r>
      <w:r>
        <w:tab/>
        <w:t>3.038e0</w:t>
      </w:r>
    </w:p>
    <w:p w:rsidR="00B65DC9" w:rsidRDefault="00B65DC9" w:rsidP="00B65DC9">
      <w:r>
        <w:lastRenderedPageBreak/>
        <w:t>236.8489</w:t>
      </w:r>
      <w:r>
        <w:tab/>
        <w:t>1.266e-2</w:t>
      </w:r>
    </w:p>
    <w:p w:rsidR="00B65DC9" w:rsidRDefault="00B65DC9" w:rsidP="00B65DC9">
      <w:r>
        <w:t>236.8578</w:t>
      </w:r>
      <w:r>
        <w:tab/>
        <w:t>1.266e-2</w:t>
      </w:r>
    </w:p>
    <w:p w:rsidR="00B65DC9" w:rsidRDefault="00B65DC9" w:rsidP="00B65DC9">
      <w:r>
        <w:t>236.8808</w:t>
      </w:r>
      <w:r>
        <w:tab/>
        <w:t>4.051e0</w:t>
      </w:r>
    </w:p>
    <w:p w:rsidR="00B65DC9" w:rsidRDefault="00B65DC9" w:rsidP="00B65DC9">
      <w:r>
        <w:t>236.9004</w:t>
      </w:r>
      <w:r>
        <w:tab/>
        <w:t>2.025e0</w:t>
      </w:r>
    </w:p>
    <w:p w:rsidR="00B65DC9" w:rsidRDefault="00B65DC9" w:rsidP="00B65DC9">
      <w:r>
        <w:t>236.9110</w:t>
      </w:r>
      <w:r>
        <w:tab/>
        <w:t>1.013e0</w:t>
      </w:r>
    </w:p>
    <w:p w:rsidR="00B65DC9" w:rsidRDefault="00B65DC9" w:rsidP="00B65DC9">
      <w:r>
        <w:t>236.9302</w:t>
      </w:r>
      <w:r>
        <w:tab/>
        <w:t>2.025e0</w:t>
      </w:r>
    </w:p>
    <w:p w:rsidR="00B65DC9" w:rsidRDefault="00B65DC9" w:rsidP="00B65DC9">
      <w:r>
        <w:t>236.9410</w:t>
      </w:r>
      <w:r>
        <w:tab/>
        <w:t>5.063e0</w:t>
      </w:r>
    </w:p>
    <w:p w:rsidR="00B65DC9" w:rsidRDefault="00B65DC9" w:rsidP="00B65DC9">
      <w:r>
        <w:t>236.9432</w:t>
      </w:r>
      <w:r>
        <w:tab/>
        <w:t>8.335e-1</w:t>
      </w:r>
    </w:p>
    <w:p w:rsidR="00B65DC9" w:rsidRDefault="00B65DC9" w:rsidP="00B65DC9">
      <w:r>
        <w:t>236.9686</w:t>
      </w:r>
      <w:r>
        <w:tab/>
        <w:t>1.025e0</w:t>
      </w:r>
    </w:p>
    <w:p w:rsidR="00B65DC9" w:rsidRDefault="00B65DC9" w:rsidP="00B65DC9">
      <w:r>
        <w:t>236.9947</w:t>
      </w:r>
      <w:r>
        <w:tab/>
        <w:t>4.051e0</w:t>
      </w:r>
    </w:p>
    <w:p w:rsidR="00B65DC9" w:rsidRDefault="00B65DC9" w:rsidP="00B65DC9">
      <w:r>
        <w:t>237.0173</w:t>
      </w:r>
      <w:r>
        <w:tab/>
        <w:t>1.165e0</w:t>
      </w:r>
    </w:p>
    <w:p w:rsidR="00B65DC9" w:rsidRDefault="00B65DC9" w:rsidP="00B65DC9">
      <w:r>
        <w:t>237.0593</w:t>
      </w:r>
      <w:r>
        <w:tab/>
        <w:t>1.038e0</w:t>
      </w:r>
    </w:p>
    <w:p w:rsidR="00B65DC9" w:rsidRDefault="00B65DC9" w:rsidP="00B65DC9">
      <w:r>
        <w:t>237.0791</w:t>
      </w:r>
      <w:r>
        <w:tab/>
        <w:t>3.038e0</w:t>
      </w:r>
    </w:p>
    <w:p w:rsidR="00B65DC9" w:rsidRDefault="00B65DC9" w:rsidP="00B65DC9">
      <w:r>
        <w:t>237.2013</w:t>
      </w:r>
      <w:r>
        <w:tab/>
        <w:t>2.025e0</w:t>
      </w:r>
    </w:p>
    <w:p w:rsidR="00B65DC9" w:rsidRDefault="00B65DC9" w:rsidP="00B65DC9">
      <w:r>
        <w:t>237.2176</w:t>
      </w:r>
      <w:r>
        <w:tab/>
        <w:t>1.013e0</w:t>
      </w:r>
    </w:p>
    <w:p w:rsidR="00B65DC9" w:rsidRDefault="00B65DC9" w:rsidP="00B65DC9">
      <w:r>
        <w:t>237.2213</w:t>
      </w:r>
      <w:r>
        <w:tab/>
        <w:t>1.038e0</w:t>
      </w:r>
    </w:p>
    <w:p w:rsidR="00B65DC9" w:rsidRDefault="00B65DC9" w:rsidP="00B65DC9">
      <w:r>
        <w:t>237.2400</w:t>
      </w:r>
      <w:r>
        <w:tab/>
        <w:t>4.051e0</w:t>
      </w:r>
    </w:p>
    <w:p w:rsidR="00B65DC9" w:rsidRDefault="00B65DC9" w:rsidP="00B65DC9">
      <w:r>
        <w:t>237.2855</w:t>
      </w:r>
      <w:r>
        <w:tab/>
        <w:t>2.025e0</w:t>
      </w:r>
    </w:p>
    <w:p w:rsidR="00B65DC9" w:rsidRDefault="00B65DC9" w:rsidP="00B65DC9">
      <w:r>
        <w:t>237.2882</w:t>
      </w:r>
      <w:r>
        <w:tab/>
        <w:t>1.857e0</w:t>
      </w:r>
    </w:p>
    <w:p w:rsidR="00B65DC9" w:rsidRDefault="00B65DC9" w:rsidP="00B65DC9">
      <w:r>
        <w:lastRenderedPageBreak/>
        <w:t>237.2920</w:t>
      </w:r>
      <w:r>
        <w:tab/>
        <w:t>2.532e-2</w:t>
      </w:r>
    </w:p>
    <w:p w:rsidR="00B65DC9" w:rsidRDefault="00B65DC9" w:rsidP="00B65DC9">
      <w:r>
        <w:t>237.2939</w:t>
      </w:r>
      <w:r>
        <w:tab/>
        <w:t>3.038e0</w:t>
      </w:r>
    </w:p>
    <w:p w:rsidR="00B65DC9" w:rsidRDefault="00B65DC9" w:rsidP="00B65DC9">
      <w:r>
        <w:t>237.3471</w:t>
      </w:r>
      <w:r>
        <w:tab/>
        <w:t>2.025e0</w:t>
      </w:r>
    </w:p>
    <w:p w:rsidR="00B65DC9" w:rsidRDefault="00B65DC9" w:rsidP="00B65DC9">
      <w:r>
        <w:t>237.3610</w:t>
      </w:r>
      <w:r>
        <w:tab/>
        <w:t>1.025e0</w:t>
      </w:r>
    </w:p>
    <w:p w:rsidR="00B65DC9" w:rsidRDefault="00B65DC9" w:rsidP="00B65DC9">
      <w:r>
        <w:t>237.3640</w:t>
      </w:r>
      <w:r>
        <w:tab/>
        <w:t>1.038e0</w:t>
      </w:r>
    </w:p>
    <w:p w:rsidR="00B65DC9" w:rsidRDefault="00B65DC9" w:rsidP="00B65DC9">
      <w:r>
        <w:t>237.4042</w:t>
      </w:r>
      <w:r>
        <w:tab/>
        <w:t>2.025e0</w:t>
      </w:r>
    </w:p>
    <w:p w:rsidR="00B65DC9" w:rsidRDefault="00B65DC9" w:rsidP="00B65DC9">
      <w:r>
        <w:t>237.4139</w:t>
      </w:r>
      <w:r>
        <w:tab/>
        <w:t>1.013e0</w:t>
      </w:r>
    </w:p>
    <w:p w:rsidR="00B65DC9" w:rsidRDefault="00B65DC9" w:rsidP="00B65DC9">
      <w:r>
        <w:t>237.4160</w:t>
      </w:r>
      <w:r>
        <w:tab/>
        <w:t>3.038e0</w:t>
      </w:r>
    </w:p>
    <w:p w:rsidR="00B65DC9" w:rsidRDefault="00B65DC9" w:rsidP="00B65DC9">
      <w:r>
        <w:t>237.4694</w:t>
      </w:r>
      <w:r>
        <w:tab/>
        <w:t>2.025e0</w:t>
      </w:r>
    </w:p>
    <w:p w:rsidR="00B65DC9" w:rsidRDefault="00B65DC9" w:rsidP="00B65DC9">
      <w:r>
        <w:t>237.4800</w:t>
      </w:r>
      <w:r>
        <w:tab/>
        <w:t>1.013e0</w:t>
      </w:r>
    </w:p>
    <w:p w:rsidR="00B65DC9" w:rsidRDefault="00B65DC9" w:rsidP="00B65DC9">
      <w:r>
        <w:t>237.4858</w:t>
      </w:r>
      <w:r>
        <w:tab/>
        <w:t>4.051e0</w:t>
      </w:r>
    </w:p>
    <w:p w:rsidR="00B65DC9" w:rsidRDefault="00B65DC9" w:rsidP="00B65DC9">
      <w:r>
        <w:t>237.5104</w:t>
      </w:r>
      <w:r>
        <w:tab/>
        <w:t>2.025e0</w:t>
      </w:r>
    </w:p>
    <w:p w:rsidR="00B65DC9" w:rsidRDefault="00B65DC9" w:rsidP="00B65DC9">
      <w:r>
        <w:t>237.5146</w:t>
      </w:r>
      <w:r>
        <w:tab/>
        <w:t>2.532e-2</w:t>
      </w:r>
    </w:p>
    <w:p w:rsidR="00B65DC9" w:rsidRDefault="00B65DC9" w:rsidP="00B65DC9">
      <w:r>
        <w:t>237.5163</w:t>
      </w:r>
      <w:r>
        <w:tab/>
        <w:t>2.025e0</w:t>
      </w:r>
    </w:p>
    <w:p w:rsidR="00B65DC9" w:rsidRDefault="00B65DC9" w:rsidP="00B65DC9">
      <w:r>
        <w:t>237.5201</w:t>
      </w:r>
      <w:r>
        <w:tab/>
        <w:t>1.013e0</w:t>
      </w:r>
    </w:p>
    <w:p w:rsidR="00B65DC9" w:rsidRDefault="00B65DC9" w:rsidP="00B65DC9">
      <w:r>
        <w:t>237.5311</w:t>
      </w:r>
      <w:r>
        <w:tab/>
        <w:t>1.038e0</w:t>
      </w:r>
    </w:p>
    <w:p w:rsidR="00B65DC9" w:rsidRDefault="00B65DC9" w:rsidP="00B65DC9">
      <w:r>
        <w:t>237.5423</w:t>
      </w:r>
      <w:r>
        <w:tab/>
        <w:t>1.013e0</w:t>
      </w:r>
    </w:p>
    <w:p w:rsidR="00B65DC9" w:rsidRDefault="00B65DC9" w:rsidP="00B65DC9">
      <w:r>
        <w:t>237.5520</w:t>
      </w:r>
      <w:r>
        <w:tab/>
        <w:t>2.025e0</w:t>
      </w:r>
    </w:p>
    <w:p w:rsidR="00B65DC9" w:rsidRDefault="00B65DC9" w:rsidP="00B65DC9">
      <w:r>
        <w:t>237.5656</w:t>
      </w:r>
      <w:r>
        <w:tab/>
        <w:t>1.038e0</w:t>
      </w:r>
    </w:p>
    <w:p w:rsidR="00B65DC9" w:rsidRDefault="00B65DC9" w:rsidP="00B65DC9">
      <w:r>
        <w:lastRenderedPageBreak/>
        <w:t>237.5717</w:t>
      </w:r>
      <w:r>
        <w:tab/>
        <w:t>2.025e0</w:t>
      </w:r>
    </w:p>
    <w:p w:rsidR="00B65DC9" w:rsidRDefault="00B65DC9" w:rsidP="00B65DC9">
      <w:r>
        <w:t>237.5735</w:t>
      </w:r>
      <w:r>
        <w:tab/>
        <w:t>1.266e-2</w:t>
      </w:r>
    </w:p>
    <w:p w:rsidR="00B65DC9" w:rsidRDefault="00B65DC9" w:rsidP="00B65DC9">
      <w:r>
        <w:t>237.5845</w:t>
      </w:r>
      <w:r>
        <w:tab/>
        <w:t>4.051e0</w:t>
      </w:r>
    </w:p>
    <w:p w:rsidR="00B65DC9" w:rsidRDefault="00B65DC9" w:rsidP="00B65DC9">
      <w:r>
        <w:t>237.6031</w:t>
      </w:r>
      <w:r>
        <w:tab/>
        <w:t>1.013e0</w:t>
      </w:r>
    </w:p>
    <w:p w:rsidR="00B65DC9" w:rsidRDefault="00B65DC9" w:rsidP="00B65DC9">
      <w:r>
        <w:t>237.6230</w:t>
      </w:r>
      <w:r>
        <w:tab/>
        <w:t>4.147e0</w:t>
      </w:r>
    </w:p>
    <w:p w:rsidR="00B65DC9" w:rsidRDefault="00B65DC9" w:rsidP="00B65DC9">
      <w:r>
        <w:t>237.6314</w:t>
      </w:r>
      <w:r>
        <w:tab/>
        <w:t>1.013e0</w:t>
      </w:r>
    </w:p>
    <w:p w:rsidR="00B65DC9" w:rsidRDefault="00B65DC9" w:rsidP="00B65DC9">
      <w:r>
        <w:t>237.6417</w:t>
      </w:r>
      <w:r>
        <w:tab/>
        <w:t>2.025e0</w:t>
      </w:r>
    </w:p>
    <w:p w:rsidR="00B65DC9" w:rsidRDefault="00B65DC9" w:rsidP="00B65DC9">
      <w:r>
        <w:t>237.6480</w:t>
      </w:r>
      <w:r>
        <w:tab/>
        <w:t>1.038e0</w:t>
      </w:r>
    </w:p>
    <w:p w:rsidR="00B65DC9" w:rsidRDefault="00B65DC9" w:rsidP="00B65DC9">
      <w:r>
        <w:t>237.6563</w:t>
      </w:r>
      <w:r>
        <w:tab/>
        <w:t>1.266e-2</w:t>
      </w:r>
    </w:p>
    <w:p w:rsidR="00B65DC9" w:rsidRDefault="00B65DC9" w:rsidP="00B65DC9">
      <w:r>
        <w:t>237.6848</w:t>
      </w:r>
      <w:r>
        <w:tab/>
        <w:t>1.266e-2</w:t>
      </w:r>
    </w:p>
    <w:p w:rsidR="00B65DC9" w:rsidRDefault="00B65DC9" w:rsidP="00B65DC9">
      <w:r>
        <w:t>237.6911</w:t>
      </w:r>
      <w:r>
        <w:tab/>
        <w:t>3.038e0</w:t>
      </w:r>
    </w:p>
    <w:p w:rsidR="00B65DC9" w:rsidRDefault="00B65DC9" w:rsidP="00B65DC9">
      <w:r>
        <w:t>237.7016</w:t>
      </w:r>
      <w:r>
        <w:tab/>
        <w:t>1.013e0</w:t>
      </w:r>
    </w:p>
    <w:p w:rsidR="00B65DC9" w:rsidRDefault="00B65DC9" w:rsidP="00B65DC9">
      <w:r>
        <w:t>237.7085</w:t>
      </w:r>
      <w:r>
        <w:tab/>
        <w:t>3.798e-2</w:t>
      </w:r>
    </w:p>
    <w:p w:rsidR="00B65DC9" w:rsidRDefault="00B65DC9" w:rsidP="00B65DC9">
      <w:r>
        <w:t>237.7430</w:t>
      </w:r>
      <w:r>
        <w:tab/>
        <w:t>2.025e0</w:t>
      </w:r>
    </w:p>
    <w:p w:rsidR="00B65DC9" w:rsidRDefault="00B65DC9" w:rsidP="00B65DC9">
      <w:r>
        <w:t>237.7505</w:t>
      </w:r>
      <w:r>
        <w:tab/>
        <w:t>3.038e0</w:t>
      </w:r>
    </w:p>
    <w:p w:rsidR="00B65DC9" w:rsidRDefault="00B65DC9" w:rsidP="00B65DC9">
      <w:r>
        <w:t>237.7533</w:t>
      </w:r>
      <w:r>
        <w:tab/>
        <w:t>6.082e0</w:t>
      </w:r>
    </w:p>
    <w:p w:rsidR="00B65DC9" w:rsidRDefault="00B65DC9" w:rsidP="00B65DC9">
      <w:r>
        <w:t>237.7708</w:t>
      </w:r>
      <w:r>
        <w:tab/>
        <w:t>1.101e0</w:t>
      </w:r>
    </w:p>
    <w:p w:rsidR="00B65DC9" w:rsidRDefault="00B65DC9" w:rsidP="00B65DC9">
      <w:r>
        <w:t>237.7792</w:t>
      </w:r>
      <w:r>
        <w:tab/>
        <w:t>2.532e-2</w:t>
      </w:r>
    </w:p>
    <w:p w:rsidR="00B65DC9" w:rsidRDefault="00B65DC9" w:rsidP="00B65DC9">
      <w:r>
        <w:t>237.7891</w:t>
      </w:r>
      <w:r>
        <w:tab/>
        <w:t>2.532e-2</w:t>
      </w:r>
    </w:p>
    <w:p w:rsidR="00B65DC9" w:rsidRDefault="00B65DC9" w:rsidP="00B65DC9">
      <w:r>
        <w:lastRenderedPageBreak/>
        <w:t>237.8236</w:t>
      </w:r>
      <w:r>
        <w:tab/>
        <w:t>1.266e-2</w:t>
      </w:r>
    </w:p>
    <w:p w:rsidR="00B65DC9" w:rsidRDefault="00B65DC9" w:rsidP="00B65DC9">
      <w:r>
        <w:t>237.8632</w:t>
      </w:r>
      <w:r>
        <w:tab/>
        <w:t>2.025e0</w:t>
      </w:r>
    </w:p>
    <w:p w:rsidR="00B65DC9" w:rsidRDefault="00B65DC9" w:rsidP="00B65DC9">
      <w:r>
        <w:t>237.8664</w:t>
      </w:r>
      <w:r>
        <w:tab/>
        <w:t>3.798e-2</w:t>
      </w:r>
    </w:p>
    <w:p w:rsidR="00B65DC9" w:rsidRDefault="00B65DC9" w:rsidP="00B65DC9">
      <w:r>
        <w:t>237.8797</w:t>
      </w:r>
      <w:r>
        <w:tab/>
        <w:t>2.025e0</w:t>
      </w:r>
    </w:p>
    <w:p w:rsidR="00B65DC9" w:rsidRDefault="00B65DC9" w:rsidP="00B65DC9">
      <w:r>
        <w:t>237.8909</w:t>
      </w:r>
      <w:r>
        <w:tab/>
        <w:t>2.038e0</w:t>
      </w:r>
    </w:p>
    <w:p w:rsidR="00B65DC9" w:rsidRDefault="00B65DC9" w:rsidP="00B65DC9">
      <w:r>
        <w:t>237.9164</w:t>
      </w:r>
      <w:r>
        <w:tab/>
        <w:t>2.025e0</w:t>
      </w:r>
    </w:p>
    <w:p w:rsidR="00B65DC9" w:rsidRDefault="00B65DC9" w:rsidP="00B65DC9">
      <w:r>
        <w:t>237.9202</w:t>
      </w:r>
      <w:r>
        <w:tab/>
        <w:t>2.025e0</w:t>
      </w:r>
    </w:p>
    <w:p w:rsidR="00B65DC9" w:rsidRDefault="00B65DC9" w:rsidP="00B65DC9">
      <w:r>
        <w:t>237.9435</w:t>
      </w:r>
      <w:r>
        <w:tab/>
        <w:t>1.266e-2</w:t>
      </w:r>
    </w:p>
    <w:p w:rsidR="00B65DC9" w:rsidRDefault="00B65DC9" w:rsidP="00B65DC9">
      <w:r>
        <w:t>237.9557</w:t>
      </w:r>
      <w:r>
        <w:tab/>
        <w:t>2.051e0</w:t>
      </w:r>
    </w:p>
    <w:p w:rsidR="00B65DC9" w:rsidRDefault="00B65DC9" w:rsidP="00B65DC9">
      <w:r>
        <w:t>238.0035</w:t>
      </w:r>
      <w:r>
        <w:tab/>
        <w:t>2.063e0</w:t>
      </w:r>
    </w:p>
    <w:p w:rsidR="00B65DC9" w:rsidRDefault="00B65DC9" w:rsidP="00B65DC9">
      <w:r>
        <w:t>238.0197</w:t>
      </w:r>
      <w:r>
        <w:tab/>
        <w:t>8.165e0</w:t>
      </w:r>
    </w:p>
    <w:p w:rsidR="00B65DC9" w:rsidRDefault="00B65DC9" w:rsidP="00B65DC9">
      <w:r>
        <w:t>238.0403</w:t>
      </w:r>
      <w:r>
        <w:tab/>
        <w:t>3.798e-2</w:t>
      </w:r>
    </w:p>
    <w:p w:rsidR="00B65DC9" w:rsidRDefault="00B65DC9" w:rsidP="00B65DC9">
      <w:r>
        <w:t>238.0482</w:t>
      </w:r>
      <w:r>
        <w:tab/>
        <w:t>2.051e0</w:t>
      </w:r>
    </w:p>
    <w:p w:rsidR="00B65DC9" w:rsidRDefault="00B65DC9" w:rsidP="00B65DC9">
      <w:r>
        <w:t>238.1051</w:t>
      </w:r>
      <w:r>
        <w:tab/>
        <w:t>5.685e1</w:t>
      </w:r>
    </w:p>
    <w:p w:rsidR="00B65DC9" w:rsidRDefault="00B65DC9" w:rsidP="00B65DC9">
      <w:r>
        <w:t>238.1303</w:t>
      </w:r>
      <w:r>
        <w:tab/>
        <w:t>4.184e1</w:t>
      </w:r>
    </w:p>
    <w:p w:rsidR="00B65DC9" w:rsidRDefault="00B65DC9" w:rsidP="00B65DC9">
      <w:r>
        <w:t>238.1726</w:t>
      </w:r>
      <w:r>
        <w:tab/>
        <w:t>1.013e0</w:t>
      </w:r>
    </w:p>
    <w:p w:rsidR="00B65DC9" w:rsidRDefault="00B65DC9" w:rsidP="00B65DC9">
      <w:r>
        <w:t>238.1972</w:t>
      </w:r>
      <w:r>
        <w:tab/>
        <w:t>3.038e0</w:t>
      </w:r>
    </w:p>
    <w:p w:rsidR="00B65DC9" w:rsidRDefault="00B65DC9" w:rsidP="00B65DC9">
      <w:r>
        <w:t>238.2219</w:t>
      </w:r>
      <w:r>
        <w:tab/>
        <w:t>1.013e0</w:t>
      </w:r>
    </w:p>
    <w:p w:rsidR="00B65DC9" w:rsidRDefault="00B65DC9" w:rsidP="00B65DC9">
      <w:r>
        <w:t>238.2420</w:t>
      </w:r>
      <w:r>
        <w:tab/>
        <w:t>1.013e0</w:t>
      </w:r>
    </w:p>
    <w:p w:rsidR="00B65DC9" w:rsidRDefault="00B65DC9" w:rsidP="00B65DC9">
      <w:r>
        <w:lastRenderedPageBreak/>
        <w:t>238.2447</w:t>
      </w:r>
      <w:r>
        <w:tab/>
        <w:t>2.025e0</w:t>
      </w:r>
    </w:p>
    <w:p w:rsidR="00B65DC9" w:rsidRDefault="00B65DC9" w:rsidP="00B65DC9">
      <w:r>
        <w:t>238.2712</w:t>
      </w:r>
      <w:r>
        <w:tab/>
        <w:t>1.025e0</w:t>
      </w:r>
    </w:p>
    <w:p w:rsidR="00B65DC9" w:rsidRDefault="00B65DC9" w:rsidP="00B65DC9">
      <w:r>
        <w:t>238.3360</w:t>
      </w:r>
      <w:r>
        <w:tab/>
        <w:t>1.266e-2</w:t>
      </w:r>
    </w:p>
    <w:p w:rsidR="00B65DC9" w:rsidRDefault="00B65DC9" w:rsidP="00B65DC9">
      <w:r>
        <w:t>238.3450</w:t>
      </w:r>
      <w:r>
        <w:tab/>
        <w:t>1.266e-2</w:t>
      </w:r>
    </w:p>
    <w:p w:rsidR="00B65DC9" w:rsidRDefault="00B65DC9" w:rsidP="00B65DC9">
      <w:r>
        <w:t>238.3536</w:t>
      </w:r>
      <w:r>
        <w:tab/>
        <w:t>3.038e0</w:t>
      </w:r>
    </w:p>
    <w:p w:rsidR="00B65DC9" w:rsidRDefault="00B65DC9" w:rsidP="00B65DC9">
      <w:r>
        <w:t>238.3581</w:t>
      </w:r>
      <w:r>
        <w:tab/>
        <w:t>1.013e0</w:t>
      </w:r>
    </w:p>
    <w:p w:rsidR="00B65DC9" w:rsidRDefault="00B65DC9" w:rsidP="00B65DC9">
      <w:r>
        <w:t>238.3798</w:t>
      </w:r>
      <w:r>
        <w:tab/>
        <w:t>2.025e0</w:t>
      </w:r>
    </w:p>
    <w:p w:rsidR="00B65DC9" w:rsidRDefault="00B65DC9" w:rsidP="00B65DC9">
      <w:r>
        <w:t>238.3893</w:t>
      </w:r>
      <w:r>
        <w:tab/>
        <w:t>1.025e0</w:t>
      </w:r>
    </w:p>
    <w:p w:rsidR="00B65DC9" w:rsidRDefault="00B65DC9" w:rsidP="00B65DC9">
      <w:r>
        <w:t>238.4078</w:t>
      </w:r>
      <w:r>
        <w:tab/>
        <w:t>1.038e0</w:t>
      </w:r>
    </w:p>
    <w:p w:rsidR="00B65DC9" w:rsidRDefault="00B65DC9" w:rsidP="00B65DC9">
      <w:r>
        <w:t>238.4687</w:t>
      </w:r>
      <w:r>
        <w:tab/>
        <w:t>2.025e0</w:t>
      </w:r>
    </w:p>
    <w:p w:rsidR="00B65DC9" w:rsidRDefault="00B65DC9" w:rsidP="00B65DC9">
      <w:r>
        <w:t>238.5372</w:t>
      </w:r>
      <w:r>
        <w:tab/>
        <w:t>1.266e-2</w:t>
      </w:r>
    </w:p>
    <w:p w:rsidR="00B65DC9" w:rsidRDefault="00B65DC9" w:rsidP="00B65DC9">
      <w:r>
        <w:t>238.5501</w:t>
      </w:r>
      <w:r>
        <w:tab/>
        <w:t>1.013e0</w:t>
      </w:r>
    </w:p>
    <w:p w:rsidR="00B65DC9" w:rsidRDefault="00B65DC9" w:rsidP="00B65DC9">
      <w:r>
        <w:t>238.5597</w:t>
      </w:r>
      <w:r>
        <w:tab/>
        <w:t>1.038e0</w:t>
      </w:r>
    </w:p>
    <w:p w:rsidR="00B65DC9" w:rsidRDefault="00B65DC9" w:rsidP="00B65DC9">
      <w:r>
        <w:t>238.5632</w:t>
      </w:r>
      <w:r>
        <w:tab/>
        <w:t>1.266e-2</w:t>
      </w:r>
    </w:p>
    <w:p w:rsidR="00B65DC9" w:rsidRDefault="00B65DC9" w:rsidP="00B65DC9">
      <w:r>
        <w:t>238.6052</w:t>
      </w:r>
      <w:r>
        <w:tab/>
        <w:t>1.038e0</w:t>
      </w:r>
    </w:p>
    <w:p w:rsidR="00B65DC9" w:rsidRDefault="00B65DC9" w:rsidP="00B65DC9">
      <w:r>
        <w:t>238.6321</w:t>
      </w:r>
      <w:r>
        <w:tab/>
        <w:t>2.025e0</w:t>
      </w:r>
    </w:p>
    <w:p w:rsidR="00B65DC9" w:rsidRDefault="00B65DC9" w:rsidP="00B65DC9">
      <w:r>
        <w:t>238.6573</w:t>
      </w:r>
      <w:r>
        <w:tab/>
        <w:t>1.013e0</w:t>
      </w:r>
    </w:p>
    <w:p w:rsidR="00B65DC9" w:rsidRDefault="00B65DC9" w:rsidP="00B65DC9">
      <w:r>
        <w:t>238.6677</w:t>
      </w:r>
      <w:r>
        <w:tab/>
        <w:t>2.532e-2</w:t>
      </w:r>
    </w:p>
    <w:p w:rsidR="00B65DC9" w:rsidRDefault="00B65DC9" w:rsidP="00B65DC9">
      <w:r>
        <w:t>238.6813</w:t>
      </w:r>
      <w:r>
        <w:tab/>
        <w:t>2.025e0</w:t>
      </w:r>
    </w:p>
    <w:p w:rsidR="00B65DC9" w:rsidRDefault="00B65DC9" w:rsidP="00B65DC9">
      <w:r>
        <w:lastRenderedPageBreak/>
        <w:t>238.6931</w:t>
      </w:r>
      <w:r>
        <w:tab/>
        <w:t>1.266e-2</w:t>
      </w:r>
    </w:p>
    <w:p w:rsidR="00B65DC9" w:rsidRDefault="00B65DC9" w:rsidP="00B65DC9">
      <w:r>
        <w:t>238.7044</w:t>
      </w:r>
      <w:r>
        <w:tab/>
        <w:t>3.038e0</w:t>
      </w:r>
    </w:p>
    <w:p w:rsidR="00B65DC9" w:rsidRDefault="00B65DC9" w:rsidP="00B65DC9">
      <w:r>
        <w:t>238.7104</w:t>
      </w:r>
      <w:r>
        <w:tab/>
        <w:t>2.025e0</w:t>
      </w:r>
    </w:p>
    <w:p w:rsidR="00B65DC9" w:rsidRDefault="00B65DC9" w:rsidP="00B65DC9">
      <w:r>
        <w:t>238.7189</w:t>
      </w:r>
      <w:r>
        <w:tab/>
        <w:t>1.266e-2</w:t>
      </w:r>
    </w:p>
    <w:p w:rsidR="00B65DC9" w:rsidRDefault="00B65DC9" w:rsidP="00B65DC9">
      <w:r>
        <w:t>238.7385</w:t>
      </w:r>
      <w:r>
        <w:tab/>
        <w:t>1.013e0</w:t>
      </w:r>
    </w:p>
    <w:p w:rsidR="00B65DC9" w:rsidRDefault="00B65DC9" w:rsidP="00B65DC9">
      <w:r>
        <w:t>238.7556</w:t>
      </w:r>
      <w:r>
        <w:tab/>
        <w:t>1.266e-2</w:t>
      </w:r>
    </w:p>
    <w:p w:rsidR="00B65DC9" w:rsidRDefault="00B65DC9" w:rsidP="00B65DC9">
      <w:r>
        <w:t>238.7683</w:t>
      </w:r>
      <w:r>
        <w:tab/>
        <w:t>1.266e-2</w:t>
      </w:r>
    </w:p>
    <w:p w:rsidR="00B65DC9" w:rsidRDefault="00B65DC9" w:rsidP="00B65DC9">
      <w:r>
        <w:t>238.7917</w:t>
      </w:r>
      <w:r>
        <w:tab/>
        <w:t>1.013e0</w:t>
      </w:r>
    </w:p>
    <w:p w:rsidR="00B65DC9" w:rsidRDefault="00B65DC9" w:rsidP="00B65DC9">
      <w:r>
        <w:t>238.8004</w:t>
      </w:r>
      <w:r>
        <w:tab/>
        <w:t>1.013e0</w:t>
      </w:r>
    </w:p>
    <w:p w:rsidR="00B65DC9" w:rsidRDefault="00B65DC9" w:rsidP="00B65DC9">
      <w:r>
        <w:t>238.8215</w:t>
      </w:r>
      <w:r>
        <w:tab/>
        <w:t>1.266e-2</w:t>
      </w:r>
    </w:p>
    <w:p w:rsidR="00B65DC9" w:rsidRDefault="00B65DC9" w:rsidP="00B65DC9">
      <w:r>
        <w:t>238.8347</w:t>
      </w:r>
      <w:r>
        <w:tab/>
        <w:t>1.712e0</w:t>
      </w:r>
    </w:p>
    <w:p w:rsidR="00B65DC9" w:rsidRDefault="00B65DC9" w:rsidP="00B65DC9">
      <w:r>
        <w:t>238.8443</w:t>
      </w:r>
      <w:r>
        <w:tab/>
        <w:t>1.025e0</w:t>
      </w:r>
    </w:p>
    <w:p w:rsidR="00B65DC9" w:rsidRDefault="00B65DC9" w:rsidP="00B65DC9">
      <w:r>
        <w:t>238.8540</w:t>
      </w:r>
      <w:r>
        <w:tab/>
        <w:t>3.798e-2</w:t>
      </w:r>
    </w:p>
    <w:p w:rsidR="00B65DC9" w:rsidRDefault="00B65DC9" w:rsidP="00B65DC9">
      <w:r>
        <w:t>238.9125</w:t>
      </w:r>
      <w:r>
        <w:tab/>
        <w:t>1.266e-2</w:t>
      </w:r>
    </w:p>
    <w:p w:rsidR="00B65DC9" w:rsidRDefault="00B65DC9" w:rsidP="00B65DC9">
      <w:r>
        <w:t>238.9359</w:t>
      </w:r>
      <w:r>
        <w:tab/>
        <w:t>1.013e0</w:t>
      </w:r>
    </w:p>
    <w:p w:rsidR="00B65DC9" w:rsidRDefault="00B65DC9" w:rsidP="00B65DC9">
      <w:r>
        <w:t>238.9398</w:t>
      </w:r>
      <w:r>
        <w:tab/>
        <w:t>1.013e0</w:t>
      </w:r>
    </w:p>
    <w:p w:rsidR="00B65DC9" w:rsidRDefault="00B65DC9" w:rsidP="00B65DC9">
      <w:r>
        <w:t>238.9480</w:t>
      </w:r>
      <w:r>
        <w:tab/>
        <w:t>1.266e-2</w:t>
      </w:r>
    </w:p>
    <w:p w:rsidR="00B65DC9" w:rsidRDefault="00B65DC9" w:rsidP="00B65DC9">
      <w:r>
        <w:t>238.9658</w:t>
      </w:r>
      <w:r>
        <w:tab/>
        <w:t>1.013e0</w:t>
      </w:r>
    </w:p>
    <w:p w:rsidR="00B65DC9" w:rsidRDefault="00B65DC9" w:rsidP="00B65DC9">
      <w:r>
        <w:t>238.9737</w:t>
      </w:r>
      <w:r>
        <w:tab/>
        <w:t>3.038e0</w:t>
      </w:r>
    </w:p>
    <w:p w:rsidR="00B65DC9" w:rsidRDefault="00B65DC9" w:rsidP="00B65DC9">
      <w:r>
        <w:lastRenderedPageBreak/>
        <w:t>239.0151</w:t>
      </w:r>
      <w:r>
        <w:tab/>
        <w:t>4.051e0</w:t>
      </w:r>
    </w:p>
    <w:p w:rsidR="00B65DC9" w:rsidRDefault="00B65DC9" w:rsidP="00B65DC9">
      <w:r>
        <w:t>239.0326</w:t>
      </w:r>
      <w:r>
        <w:tab/>
        <w:t>2.532e-2</w:t>
      </w:r>
    </w:p>
    <w:p w:rsidR="00B65DC9" w:rsidRDefault="00B65DC9" w:rsidP="00B65DC9">
      <w:r>
        <w:t>239.0413</w:t>
      </w:r>
      <w:r>
        <w:tab/>
        <w:t>3.038e0</w:t>
      </w:r>
    </w:p>
    <w:p w:rsidR="00B65DC9" w:rsidRDefault="00B65DC9" w:rsidP="00B65DC9">
      <w:r>
        <w:t>239.0535</w:t>
      </w:r>
      <w:r>
        <w:tab/>
        <w:t>2.025e0</w:t>
      </w:r>
    </w:p>
    <w:p w:rsidR="00B65DC9" w:rsidRDefault="00B65DC9" w:rsidP="00B65DC9">
      <w:r>
        <w:t>239.0574</w:t>
      </w:r>
      <w:r>
        <w:tab/>
        <w:t>2.025e0</w:t>
      </w:r>
    </w:p>
    <w:p w:rsidR="00B65DC9" w:rsidRDefault="00B65DC9" w:rsidP="00B65DC9">
      <w:r>
        <w:t>239.0598</w:t>
      </w:r>
      <w:r>
        <w:tab/>
        <w:t>2.158e0</w:t>
      </w:r>
    </w:p>
    <w:p w:rsidR="00B65DC9" w:rsidRDefault="00B65DC9" w:rsidP="00B65DC9">
      <w:r>
        <w:t>239.1064</w:t>
      </w:r>
      <w:r>
        <w:tab/>
        <w:t>1.245e1</w:t>
      </w:r>
    </w:p>
    <w:p w:rsidR="00B65DC9" w:rsidRDefault="00B65DC9" w:rsidP="00B65DC9">
      <w:r>
        <w:t>239.1277</w:t>
      </w:r>
      <w:r>
        <w:tab/>
        <w:t>1.426e1</w:t>
      </w:r>
    </w:p>
    <w:p w:rsidR="00B65DC9" w:rsidRDefault="00B65DC9" w:rsidP="00B65DC9">
      <w:r>
        <w:t>239.1580</w:t>
      </w:r>
      <w:r>
        <w:tab/>
        <w:t>2.025e0</w:t>
      </w:r>
    </w:p>
    <w:p w:rsidR="00B65DC9" w:rsidRDefault="00B65DC9" w:rsidP="00B65DC9">
      <w:r>
        <w:t>239.1768</w:t>
      </w:r>
      <w:r>
        <w:tab/>
        <w:t>2.025e0</w:t>
      </w:r>
    </w:p>
    <w:p w:rsidR="00B65DC9" w:rsidRDefault="00B65DC9" w:rsidP="00B65DC9">
      <w:r>
        <w:t>239.1850</w:t>
      </w:r>
      <w:r>
        <w:tab/>
        <w:t>3.038e0</w:t>
      </w:r>
    </w:p>
    <w:p w:rsidR="00B65DC9" w:rsidRDefault="00B65DC9" w:rsidP="00B65DC9">
      <w:r>
        <w:t>239.1986</w:t>
      </w:r>
      <w:r>
        <w:tab/>
        <w:t>1.266e-2</w:t>
      </w:r>
    </w:p>
    <w:p w:rsidR="00B65DC9" w:rsidRDefault="00B65DC9" w:rsidP="00B65DC9">
      <w:r>
        <w:t>239.2116</w:t>
      </w:r>
      <w:r>
        <w:tab/>
        <w:t>5.063e0</w:t>
      </w:r>
    </w:p>
    <w:p w:rsidR="00B65DC9" w:rsidRDefault="00B65DC9" w:rsidP="00B65DC9">
      <w:r>
        <w:t>239.2203</w:t>
      </w:r>
      <w:r>
        <w:tab/>
        <w:t>1.025e0</w:t>
      </w:r>
    </w:p>
    <w:p w:rsidR="00B65DC9" w:rsidRDefault="00B65DC9" w:rsidP="00B65DC9">
      <w:r>
        <w:t>239.2303</w:t>
      </w:r>
      <w:r>
        <w:tab/>
        <w:t>2.025e0</w:t>
      </w:r>
    </w:p>
    <w:p w:rsidR="00B65DC9" w:rsidRDefault="00B65DC9" w:rsidP="00B65DC9">
      <w:r>
        <w:t>239.2359</w:t>
      </w:r>
      <w:r>
        <w:tab/>
        <w:t>1.266e-2</w:t>
      </w:r>
    </w:p>
    <w:p w:rsidR="00B65DC9" w:rsidRDefault="00B65DC9" w:rsidP="00B65DC9">
      <w:r>
        <w:t>239.2532</w:t>
      </w:r>
      <w:r>
        <w:tab/>
        <w:t>2.025e0</w:t>
      </w:r>
    </w:p>
    <w:p w:rsidR="00B65DC9" w:rsidRDefault="00B65DC9" w:rsidP="00B65DC9">
      <w:r>
        <w:t>239.2971</w:t>
      </w:r>
      <w:r>
        <w:tab/>
        <w:t>1.266e-2</w:t>
      </w:r>
    </w:p>
    <w:p w:rsidR="00B65DC9" w:rsidRDefault="00B65DC9" w:rsidP="00B65DC9">
      <w:r>
        <w:t>239.3117</w:t>
      </w:r>
      <w:r>
        <w:tab/>
        <w:t>2.025e0</w:t>
      </w:r>
    </w:p>
    <w:p w:rsidR="00B65DC9" w:rsidRDefault="00B65DC9" w:rsidP="00B65DC9">
      <w:r>
        <w:lastRenderedPageBreak/>
        <w:t>239.3347</w:t>
      </w:r>
      <w:r>
        <w:tab/>
        <w:t>2.532e-2</w:t>
      </w:r>
    </w:p>
    <w:p w:rsidR="00B65DC9" w:rsidRDefault="00B65DC9" w:rsidP="00B65DC9">
      <w:r>
        <w:t>239.4237</w:t>
      </w:r>
      <w:r>
        <w:tab/>
        <w:t>2.025e0</w:t>
      </w:r>
    </w:p>
    <w:p w:rsidR="00B65DC9" w:rsidRDefault="00B65DC9" w:rsidP="00B65DC9">
      <w:r>
        <w:t>239.4295</w:t>
      </w:r>
      <w:r>
        <w:tab/>
        <w:t>3.038e0</w:t>
      </w:r>
    </w:p>
    <w:p w:rsidR="00B65DC9" w:rsidRDefault="00B65DC9" w:rsidP="00B65DC9">
      <w:r>
        <w:t>239.4671</w:t>
      </w:r>
      <w:r>
        <w:tab/>
        <w:t>1.025e0</w:t>
      </w:r>
    </w:p>
    <w:p w:rsidR="00B65DC9" w:rsidRDefault="00B65DC9" w:rsidP="00B65DC9">
      <w:r>
        <w:t>239.4686</w:t>
      </w:r>
      <w:r>
        <w:tab/>
        <w:t>2.025e0</w:t>
      </w:r>
    </w:p>
    <w:p w:rsidR="00B65DC9" w:rsidRDefault="00B65DC9" w:rsidP="00B65DC9">
      <w:r>
        <w:t>239.4987</w:t>
      </w:r>
      <w:r>
        <w:tab/>
        <w:t>1.266e-2</w:t>
      </w:r>
    </w:p>
    <w:p w:rsidR="00B65DC9" w:rsidRDefault="00B65DC9" w:rsidP="00B65DC9">
      <w:r>
        <w:t>239.5019</w:t>
      </w:r>
      <w:r>
        <w:tab/>
        <w:t>2.025e0</w:t>
      </w:r>
    </w:p>
    <w:p w:rsidR="00B65DC9" w:rsidRDefault="00B65DC9" w:rsidP="00B65DC9">
      <w:r>
        <w:t>239.5032</w:t>
      </w:r>
      <w:r>
        <w:tab/>
        <w:t>1.266e-2</w:t>
      </w:r>
    </w:p>
    <w:p w:rsidR="00B65DC9" w:rsidRDefault="00B65DC9" w:rsidP="00B65DC9">
      <w:r>
        <w:t>239.5410</w:t>
      </w:r>
      <w:r>
        <w:tab/>
        <w:t>5.063e0</w:t>
      </w:r>
    </w:p>
    <w:p w:rsidR="00B65DC9" w:rsidRDefault="00B65DC9" w:rsidP="00B65DC9">
      <w:r>
        <w:t>239.6153</w:t>
      </w:r>
      <w:r>
        <w:tab/>
        <w:t>1.266e-2</w:t>
      </w:r>
    </w:p>
    <w:p w:rsidR="00B65DC9" w:rsidRDefault="00B65DC9" w:rsidP="00B65DC9">
      <w:r>
        <w:t>239.6192</w:t>
      </w:r>
      <w:r>
        <w:tab/>
        <w:t>1.013e0</w:t>
      </w:r>
    </w:p>
    <w:p w:rsidR="00B65DC9" w:rsidRDefault="00B65DC9" w:rsidP="00B65DC9">
      <w:r>
        <w:t>239.6214</w:t>
      </w:r>
      <w:r>
        <w:tab/>
        <w:t>2.025e0</w:t>
      </w:r>
    </w:p>
    <w:p w:rsidR="00B65DC9" w:rsidRDefault="00B65DC9" w:rsidP="00B65DC9">
      <w:r>
        <w:t>239.6290</w:t>
      </w:r>
      <w:r>
        <w:tab/>
        <w:t>2.025e0</w:t>
      </w:r>
    </w:p>
    <w:p w:rsidR="00B65DC9" w:rsidRDefault="00B65DC9" w:rsidP="00B65DC9">
      <w:r>
        <w:t>239.6602</w:t>
      </w:r>
      <w:r>
        <w:tab/>
        <w:t>1.266e-2</w:t>
      </w:r>
    </w:p>
    <w:p w:rsidR="00B65DC9" w:rsidRDefault="00B65DC9" w:rsidP="00B65DC9">
      <w:r>
        <w:t>239.6678</w:t>
      </w:r>
      <w:r>
        <w:tab/>
        <w:t>2.025e0</w:t>
      </w:r>
    </w:p>
    <w:p w:rsidR="00B65DC9" w:rsidRDefault="00B65DC9" w:rsidP="00B65DC9">
      <w:r>
        <w:t>239.6706</w:t>
      </w:r>
      <w:r>
        <w:tab/>
        <w:t>2.025e0</w:t>
      </w:r>
    </w:p>
    <w:p w:rsidR="00B65DC9" w:rsidRDefault="00B65DC9" w:rsidP="00B65DC9">
      <w:r>
        <w:t>239.6803</w:t>
      </w:r>
      <w:r>
        <w:tab/>
        <w:t>1.266e-2</w:t>
      </w:r>
    </w:p>
    <w:p w:rsidR="00B65DC9" w:rsidRDefault="00B65DC9" w:rsidP="00B65DC9">
      <w:r>
        <w:t>239.6843</w:t>
      </w:r>
      <w:r>
        <w:tab/>
        <w:t>1.013e0</w:t>
      </w:r>
    </w:p>
    <w:p w:rsidR="00B65DC9" w:rsidRDefault="00B65DC9" w:rsidP="00B65DC9">
      <w:r>
        <w:t>239.6920</w:t>
      </w:r>
      <w:r>
        <w:tab/>
        <w:t>1.013e0</w:t>
      </w:r>
    </w:p>
    <w:p w:rsidR="00B65DC9" w:rsidRDefault="00B65DC9" w:rsidP="00B65DC9">
      <w:r>
        <w:lastRenderedPageBreak/>
        <w:t>239.7053</w:t>
      </w:r>
      <w:r>
        <w:tab/>
        <w:t>1.013e0</w:t>
      </w:r>
    </w:p>
    <w:p w:rsidR="00B65DC9" w:rsidRDefault="00B65DC9" w:rsidP="00B65DC9">
      <w:r>
        <w:t>239.7454</w:t>
      </w:r>
      <w:r>
        <w:tab/>
        <w:t>1.266e-2</w:t>
      </w:r>
    </w:p>
    <w:p w:rsidR="00B65DC9" w:rsidRDefault="00B65DC9" w:rsidP="00B65DC9">
      <w:r>
        <w:t>239.7544</w:t>
      </w:r>
      <w:r>
        <w:tab/>
        <w:t>1.266e-2</w:t>
      </w:r>
    </w:p>
    <w:p w:rsidR="00B65DC9" w:rsidRDefault="00B65DC9" w:rsidP="00B65DC9">
      <w:r>
        <w:t>239.7637</w:t>
      </w:r>
      <w:r>
        <w:tab/>
        <w:t>1.013e0</w:t>
      </w:r>
    </w:p>
    <w:p w:rsidR="00B65DC9" w:rsidRDefault="00B65DC9" w:rsidP="00B65DC9">
      <w:r>
        <w:t>239.7998</w:t>
      </w:r>
      <w:r>
        <w:tab/>
        <w:t>3.797e-2</w:t>
      </w:r>
    </w:p>
    <w:p w:rsidR="00B65DC9" w:rsidRDefault="00B65DC9" w:rsidP="00B65DC9">
      <w:r>
        <w:t>239.8364</w:t>
      </w:r>
      <w:r>
        <w:tab/>
        <w:t>1.013e0</w:t>
      </w:r>
    </w:p>
    <w:p w:rsidR="00B65DC9" w:rsidRDefault="00B65DC9" w:rsidP="00B65DC9">
      <w:r>
        <w:t>239.8402</w:t>
      </w:r>
      <w:r>
        <w:tab/>
        <w:t>1.266e-2</w:t>
      </w:r>
    </w:p>
    <w:p w:rsidR="00B65DC9" w:rsidRDefault="00B65DC9" w:rsidP="00B65DC9">
      <w:r>
        <w:t>239.8779</w:t>
      </w:r>
      <w:r>
        <w:tab/>
        <w:t>1.013e0</w:t>
      </w:r>
    </w:p>
    <w:p w:rsidR="00B65DC9" w:rsidRDefault="00B65DC9" w:rsidP="00B65DC9">
      <w:r>
        <w:t>239.8819</w:t>
      </w:r>
      <w:r>
        <w:tab/>
        <w:t>1.266e-2</w:t>
      </w:r>
    </w:p>
    <w:p w:rsidR="00B65DC9" w:rsidRDefault="00B65DC9" w:rsidP="00B65DC9">
      <w:r>
        <w:t>239.8935</w:t>
      </w:r>
      <w:r>
        <w:tab/>
        <w:t>1.266e-2</w:t>
      </w:r>
    </w:p>
    <w:p w:rsidR="00B65DC9" w:rsidRDefault="00B65DC9" w:rsidP="00B65DC9">
      <w:r>
        <w:t>239.9234</w:t>
      </w:r>
      <w:r>
        <w:tab/>
        <w:t>2.025e0</w:t>
      </w:r>
    </w:p>
    <w:p w:rsidR="00B65DC9" w:rsidRDefault="00B65DC9" w:rsidP="00B65DC9">
      <w:r>
        <w:t>239.9923</w:t>
      </w:r>
      <w:r>
        <w:tab/>
        <w:t>1.013e0</w:t>
      </w:r>
    </w:p>
    <w:p w:rsidR="00B65DC9" w:rsidRDefault="00B65DC9" w:rsidP="00B65DC9">
      <w:r>
        <w:t>240.0016</w:t>
      </w:r>
      <w:r>
        <w:tab/>
        <w:t>1.013e0</w:t>
      </w:r>
    </w:p>
    <w:p w:rsidR="00B65DC9" w:rsidRDefault="00B65DC9" w:rsidP="00B65DC9">
      <w:r>
        <w:t>240.0232</w:t>
      </w:r>
      <w:r>
        <w:tab/>
        <w:t>3.038e0</w:t>
      </w:r>
    </w:p>
    <w:p w:rsidR="00B65DC9" w:rsidRDefault="00B65DC9" w:rsidP="00B65DC9">
      <w:r>
        <w:t>240.0321</w:t>
      </w:r>
      <w:r>
        <w:tab/>
        <w:t>1.038e0</w:t>
      </w:r>
    </w:p>
    <w:p w:rsidR="00B65DC9" w:rsidRDefault="00B65DC9" w:rsidP="00B65DC9">
      <w:r>
        <w:t>240.0420</w:t>
      </w:r>
      <w:r>
        <w:tab/>
        <w:t>3.798e-2</w:t>
      </w:r>
    </w:p>
    <w:p w:rsidR="00B65DC9" w:rsidRDefault="00B65DC9" w:rsidP="00B65DC9">
      <w:r>
        <w:t>240.0677</w:t>
      </w:r>
      <w:r>
        <w:tab/>
        <w:t>3.797e-2</w:t>
      </w:r>
    </w:p>
    <w:p w:rsidR="00B65DC9" w:rsidRDefault="00B65DC9" w:rsidP="00B65DC9">
      <w:r>
        <w:t>240.0814</w:t>
      </w:r>
      <w:r>
        <w:tab/>
        <w:t>2.025e0</w:t>
      </w:r>
    </w:p>
    <w:p w:rsidR="00B65DC9" w:rsidRDefault="00B65DC9" w:rsidP="00B65DC9">
      <w:r>
        <w:t>240.1244</w:t>
      </w:r>
      <w:r>
        <w:tab/>
        <w:t>2.063e0</w:t>
      </w:r>
    </w:p>
    <w:p w:rsidR="00B65DC9" w:rsidRDefault="00B65DC9" w:rsidP="00B65DC9">
      <w:r>
        <w:lastRenderedPageBreak/>
        <w:t>240.1328</w:t>
      </w:r>
      <w:r>
        <w:tab/>
        <w:t>1.266e-2</w:t>
      </w:r>
    </w:p>
    <w:p w:rsidR="00B65DC9" w:rsidRDefault="00B65DC9" w:rsidP="00B65DC9">
      <w:r>
        <w:t>240.1408</w:t>
      </w:r>
      <w:r>
        <w:tab/>
        <w:t>1.013e0</w:t>
      </w:r>
    </w:p>
    <w:p w:rsidR="00B65DC9" w:rsidRDefault="00B65DC9" w:rsidP="00B65DC9">
      <w:r>
        <w:t>240.1667</w:t>
      </w:r>
      <w:r>
        <w:tab/>
        <w:t>2.038e0</w:t>
      </w:r>
    </w:p>
    <w:p w:rsidR="00B65DC9" w:rsidRDefault="00B65DC9" w:rsidP="00B65DC9">
      <w:r>
        <w:t>240.1805</w:t>
      </w:r>
      <w:r>
        <w:tab/>
        <w:t>5.063e0</w:t>
      </w:r>
    </w:p>
    <w:p w:rsidR="00B65DC9" w:rsidRDefault="00B65DC9" w:rsidP="00B65DC9">
      <w:r>
        <w:t>240.1989</w:t>
      </w:r>
      <w:r>
        <w:tab/>
        <w:t>1.266e-2</w:t>
      </w:r>
    </w:p>
    <w:p w:rsidR="00B65DC9" w:rsidRDefault="00B65DC9" w:rsidP="00B65DC9">
      <w:r>
        <w:t>240.2097</w:t>
      </w:r>
      <w:r>
        <w:tab/>
        <w:t>2.025e0</w:t>
      </w:r>
    </w:p>
    <w:p w:rsidR="00B65DC9" w:rsidRDefault="00B65DC9" w:rsidP="00B65DC9">
      <w:r>
        <w:t>240.2317</w:t>
      </w:r>
      <w:r>
        <w:tab/>
        <w:t>1.266e-2</w:t>
      </w:r>
    </w:p>
    <w:p w:rsidR="00B65DC9" w:rsidRDefault="00B65DC9" w:rsidP="00B65DC9">
      <w:r>
        <w:t>240.2978</w:t>
      </w:r>
      <w:r>
        <w:tab/>
        <w:t>1.266e-2</w:t>
      </w:r>
    </w:p>
    <w:p w:rsidR="00B65DC9" w:rsidRDefault="00B65DC9" w:rsidP="00B65DC9">
      <w:r>
        <w:t>240.3266</w:t>
      </w:r>
      <w:r>
        <w:tab/>
        <w:t>1.013e0</w:t>
      </w:r>
    </w:p>
    <w:p w:rsidR="00B65DC9" w:rsidRDefault="00B65DC9" w:rsidP="00B65DC9">
      <w:r>
        <w:t>240.3838</w:t>
      </w:r>
      <w:r>
        <w:tab/>
        <w:t>1.013e0</w:t>
      </w:r>
    </w:p>
    <w:p w:rsidR="00B65DC9" w:rsidRDefault="00B65DC9" w:rsidP="00B65DC9">
      <w:r>
        <w:t>240.4015</w:t>
      </w:r>
      <w:r>
        <w:tab/>
        <w:t>1.266e-2</w:t>
      </w:r>
    </w:p>
    <w:p w:rsidR="00B65DC9" w:rsidRDefault="00B65DC9" w:rsidP="00B65DC9">
      <w:r>
        <w:t>240.4893</w:t>
      </w:r>
      <w:r>
        <w:tab/>
        <w:t>2.025e0</w:t>
      </w:r>
    </w:p>
    <w:p w:rsidR="00B65DC9" w:rsidRDefault="00B65DC9" w:rsidP="00B65DC9">
      <w:r>
        <w:t>240.4912</w:t>
      </w:r>
      <w:r>
        <w:tab/>
        <w:t>1.013e0</w:t>
      </w:r>
    </w:p>
    <w:p w:rsidR="00B65DC9" w:rsidRDefault="00B65DC9" w:rsidP="00B65DC9">
      <w:r>
        <w:t>240.5021</w:t>
      </w:r>
      <w:r>
        <w:tab/>
        <w:t>2.025e0</w:t>
      </w:r>
    </w:p>
    <w:p w:rsidR="00B65DC9" w:rsidRDefault="00B65DC9" w:rsidP="00B65DC9">
      <w:r>
        <w:t>240.5391</w:t>
      </w:r>
      <w:r>
        <w:tab/>
        <w:t>2.025e0</w:t>
      </w:r>
    </w:p>
    <w:p w:rsidR="00B65DC9" w:rsidRDefault="00B65DC9" w:rsidP="00B65DC9">
      <w:r>
        <w:t>240.5497</w:t>
      </w:r>
      <w:r>
        <w:tab/>
        <w:t>1.266e-2</w:t>
      </w:r>
    </w:p>
    <w:p w:rsidR="00B65DC9" w:rsidRDefault="00B65DC9" w:rsidP="00B65DC9">
      <w:r>
        <w:t>240.5620</w:t>
      </w:r>
      <w:r>
        <w:tab/>
        <w:t>1.266e-2</w:t>
      </w:r>
    </w:p>
    <w:p w:rsidR="00B65DC9" w:rsidRDefault="00B65DC9" w:rsidP="00B65DC9">
      <w:r>
        <w:t>240.5738</w:t>
      </w:r>
      <w:r>
        <w:tab/>
        <w:t>1.266e-2</w:t>
      </w:r>
    </w:p>
    <w:p w:rsidR="00B65DC9" w:rsidRDefault="00B65DC9" w:rsidP="00B65DC9">
      <w:r>
        <w:t>240.5816</w:t>
      </w:r>
      <w:r>
        <w:tab/>
        <w:t>2.025e0</w:t>
      </w:r>
    </w:p>
    <w:p w:rsidR="00B65DC9" w:rsidRDefault="00B65DC9" w:rsidP="00B65DC9">
      <w:r>
        <w:lastRenderedPageBreak/>
        <w:t>240.6068</w:t>
      </w:r>
      <w:r>
        <w:tab/>
        <w:t>2.025e0</w:t>
      </w:r>
    </w:p>
    <w:p w:rsidR="00B65DC9" w:rsidRDefault="00B65DC9" w:rsidP="00B65DC9">
      <w:r>
        <w:t>240.6233</w:t>
      </w:r>
      <w:r>
        <w:tab/>
        <w:t>1.013e0</w:t>
      </w:r>
    </w:p>
    <w:p w:rsidR="00B65DC9" w:rsidRDefault="00B65DC9" w:rsidP="00B65DC9">
      <w:r>
        <w:t>240.6445</w:t>
      </w:r>
      <w:r>
        <w:tab/>
        <w:t>1.266e-2</w:t>
      </w:r>
    </w:p>
    <w:p w:rsidR="00B65DC9" w:rsidRDefault="00B65DC9" w:rsidP="00B65DC9">
      <w:r>
        <w:t>240.6571</w:t>
      </w:r>
      <w:r>
        <w:tab/>
        <w:t>3.038e0</w:t>
      </w:r>
    </w:p>
    <w:p w:rsidR="00B65DC9" w:rsidRDefault="00B65DC9" w:rsidP="00B65DC9">
      <w:r>
        <w:t>240.6892</w:t>
      </w:r>
      <w:r>
        <w:tab/>
        <w:t>1.266e-2</w:t>
      </w:r>
    </w:p>
    <w:p w:rsidR="00B65DC9" w:rsidRDefault="00B65DC9" w:rsidP="00B65DC9">
      <w:r>
        <w:t>240.7143</w:t>
      </w:r>
      <w:r>
        <w:tab/>
        <w:t>1.266e-2</w:t>
      </w:r>
    </w:p>
    <w:p w:rsidR="00B65DC9" w:rsidRDefault="00B65DC9" w:rsidP="00B65DC9">
      <w:r>
        <w:t>240.7477</w:t>
      </w:r>
      <w:r>
        <w:tab/>
        <w:t>3.038e0</w:t>
      </w:r>
    </w:p>
    <w:p w:rsidR="00B65DC9" w:rsidRDefault="00B65DC9" w:rsidP="00B65DC9">
      <w:r>
        <w:t>240.7758</w:t>
      </w:r>
      <w:r>
        <w:tab/>
        <w:t>1.266e-2</w:t>
      </w:r>
    </w:p>
    <w:p w:rsidR="00B65DC9" w:rsidRDefault="00B65DC9" w:rsidP="00B65DC9">
      <w:r>
        <w:t>240.7793</w:t>
      </w:r>
      <w:r>
        <w:tab/>
        <w:t>1.013e0</w:t>
      </w:r>
    </w:p>
    <w:p w:rsidR="00B65DC9" w:rsidRDefault="00B65DC9" w:rsidP="00B65DC9">
      <w:r>
        <w:t>240.7973</w:t>
      </w:r>
      <w:r>
        <w:tab/>
        <w:t>1.013e0</w:t>
      </w:r>
    </w:p>
    <w:p w:rsidR="00B65DC9" w:rsidRDefault="00B65DC9" w:rsidP="00B65DC9">
      <w:r>
        <w:t>240.8074</w:t>
      </w:r>
      <w:r>
        <w:tab/>
        <w:t>2.025e0</w:t>
      </w:r>
    </w:p>
    <w:p w:rsidR="00B65DC9" w:rsidRDefault="00B65DC9" w:rsidP="00B65DC9">
      <w:r>
        <w:t>240.8510</w:t>
      </w:r>
      <w:r>
        <w:tab/>
        <w:t>1.013e0</w:t>
      </w:r>
    </w:p>
    <w:p w:rsidR="00B65DC9" w:rsidRDefault="00B65DC9" w:rsidP="00B65DC9">
      <w:r>
        <w:t>240.8748</w:t>
      </w:r>
      <w:r>
        <w:tab/>
        <w:t>1.266e-2</w:t>
      </w:r>
    </w:p>
    <w:p w:rsidR="00B65DC9" w:rsidRDefault="00B65DC9" w:rsidP="00B65DC9">
      <w:r>
        <w:t>240.9085</w:t>
      </w:r>
      <w:r>
        <w:tab/>
        <w:t>1.013e0</w:t>
      </w:r>
    </w:p>
    <w:p w:rsidR="00B65DC9" w:rsidRDefault="00B65DC9" w:rsidP="00B65DC9">
      <w:r>
        <w:t>240.9122</w:t>
      </w:r>
      <w:r>
        <w:tab/>
        <w:t>1.266e-2</w:t>
      </w:r>
    </w:p>
    <w:p w:rsidR="00B65DC9" w:rsidRDefault="00B65DC9" w:rsidP="00B65DC9">
      <w:r>
        <w:t>240.9261</w:t>
      </w:r>
      <w:r>
        <w:tab/>
        <w:t>2.025e0</w:t>
      </w:r>
    </w:p>
    <w:p w:rsidR="00B65DC9" w:rsidRDefault="00B65DC9" w:rsidP="00B65DC9">
      <w:r>
        <w:t>240.9580</w:t>
      </w:r>
      <w:r>
        <w:tab/>
        <w:t>1.013e0</w:t>
      </w:r>
    </w:p>
    <w:p w:rsidR="00B65DC9" w:rsidRDefault="00B65DC9" w:rsidP="00B65DC9">
      <w:r>
        <w:t>240.9636</w:t>
      </w:r>
      <w:r>
        <w:tab/>
        <w:t>2.025e0</w:t>
      </w:r>
    </w:p>
    <w:p w:rsidR="00B65DC9" w:rsidRDefault="00B65DC9" w:rsidP="00B65DC9">
      <w:r>
        <w:t>240.9910</w:t>
      </w:r>
      <w:r>
        <w:tab/>
        <w:t>6.076e0</w:t>
      </w:r>
    </w:p>
    <w:p w:rsidR="00B65DC9" w:rsidRDefault="00B65DC9" w:rsidP="00B65DC9">
      <w:r>
        <w:lastRenderedPageBreak/>
        <w:t>241.0048</w:t>
      </w:r>
      <w:r>
        <w:tab/>
        <w:t>3.038e0</w:t>
      </w:r>
    </w:p>
    <w:p w:rsidR="00B65DC9" w:rsidRDefault="00B65DC9" w:rsidP="00B65DC9">
      <w:r>
        <w:t>241.0203</w:t>
      </w:r>
      <w:r>
        <w:tab/>
        <w:t>1.038e0</w:t>
      </w:r>
    </w:p>
    <w:p w:rsidR="00B65DC9" w:rsidRDefault="00B65DC9" w:rsidP="00B65DC9">
      <w:r>
        <w:t>241.0363</w:t>
      </w:r>
      <w:r>
        <w:tab/>
        <w:t>1.266e-2</w:t>
      </w:r>
    </w:p>
    <w:p w:rsidR="00B65DC9" w:rsidRDefault="00B65DC9" w:rsidP="00B65DC9">
      <w:r>
        <w:t>241.0646</w:t>
      </w:r>
      <w:r>
        <w:tab/>
        <w:t>1.025e0</w:t>
      </w:r>
    </w:p>
    <w:p w:rsidR="00B65DC9" w:rsidRDefault="00B65DC9" w:rsidP="00B65DC9">
      <w:r>
        <w:t>241.0756</w:t>
      </w:r>
      <w:r>
        <w:tab/>
        <w:t>2.025e0</w:t>
      </w:r>
    </w:p>
    <w:p w:rsidR="00B65DC9" w:rsidRDefault="00B65DC9" w:rsidP="00B65DC9">
      <w:r>
        <w:t>241.0856</w:t>
      </w:r>
      <w:r>
        <w:tab/>
        <w:t>1.013e0</w:t>
      </w:r>
    </w:p>
    <w:p w:rsidR="00B65DC9" w:rsidRDefault="00B65DC9" w:rsidP="00B65DC9">
      <w:r>
        <w:t>241.0958</w:t>
      </w:r>
      <w:r>
        <w:tab/>
        <w:t>1.025e0</w:t>
      </w:r>
    </w:p>
    <w:p w:rsidR="00B65DC9" w:rsidRDefault="00B65DC9" w:rsidP="00B65DC9">
      <w:r>
        <w:t>241.1179</w:t>
      </w:r>
      <w:r>
        <w:tab/>
        <w:t>1.266e-2</w:t>
      </w:r>
    </w:p>
    <w:p w:rsidR="00B65DC9" w:rsidRDefault="00B65DC9" w:rsidP="00B65DC9">
      <w:r>
        <w:t>241.1556</w:t>
      </w:r>
      <w:r>
        <w:tab/>
        <w:t>1.013e0</w:t>
      </w:r>
    </w:p>
    <w:p w:rsidR="00B65DC9" w:rsidRDefault="00B65DC9" w:rsidP="00B65DC9">
      <w:r>
        <w:t>241.1579</w:t>
      </w:r>
      <w:r>
        <w:tab/>
        <w:t>2.025e0</w:t>
      </w:r>
    </w:p>
    <w:p w:rsidR="00B65DC9" w:rsidRDefault="00B65DC9" w:rsidP="00B65DC9">
      <w:r>
        <w:t>241.1674</w:t>
      </w:r>
      <w:r>
        <w:tab/>
        <w:t>1.013e0</w:t>
      </w:r>
    </w:p>
    <w:p w:rsidR="00B65DC9" w:rsidRDefault="00B65DC9" w:rsidP="00B65DC9">
      <w:r>
        <w:t>241.1911</w:t>
      </w:r>
      <w:r>
        <w:tab/>
        <w:t>2.025e0</w:t>
      </w:r>
    </w:p>
    <w:p w:rsidR="00B65DC9" w:rsidRDefault="00B65DC9" w:rsidP="00B65DC9">
      <w:r>
        <w:t>241.2142</w:t>
      </w:r>
      <w:r>
        <w:tab/>
        <w:t>3.038e0</w:t>
      </w:r>
    </w:p>
    <w:p w:rsidR="00B65DC9" w:rsidRDefault="00B65DC9" w:rsidP="00B65DC9">
      <w:r>
        <w:t>241.2363</w:t>
      </w:r>
      <w:r>
        <w:tab/>
        <w:t>2.025e0</w:t>
      </w:r>
    </w:p>
    <w:p w:rsidR="00B65DC9" w:rsidRDefault="00B65DC9" w:rsidP="00B65DC9">
      <w:r>
        <w:t>241.2507</w:t>
      </w:r>
      <w:r>
        <w:tab/>
        <w:t>1.266e-2</w:t>
      </w:r>
    </w:p>
    <w:p w:rsidR="00B65DC9" w:rsidRDefault="00B65DC9" w:rsidP="00B65DC9">
      <w:r>
        <w:t>241.2965</w:t>
      </w:r>
      <w:r>
        <w:tab/>
        <w:t>1.013e0</w:t>
      </w:r>
    </w:p>
    <w:p w:rsidR="00B65DC9" w:rsidRDefault="00B65DC9" w:rsidP="00B65DC9">
      <w:r>
        <w:t>241.3120</w:t>
      </w:r>
      <w:r>
        <w:tab/>
        <w:t>1.266e-2</w:t>
      </w:r>
    </w:p>
    <w:p w:rsidR="00B65DC9" w:rsidRDefault="00B65DC9" w:rsidP="00B65DC9">
      <w:r>
        <w:t>241.3354</w:t>
      </w:r>
      <w:r>
        <w:tab/>
        <w:t>3.038e0</w:t>
      </w:r>
    </w:p>
    <w:p w:rsidR="00B65DC9" w:rsidRDefault="00B65DC9" w:rsidP="00B65DC9">
      <w:r>
        <w:t>241.3457</w:t>
      </w:r>
      <w:r>
        <w:tab/>
        <w:t>1.266e-2</w:t>
      </w:r>
    </w:p>
    <w:p w:rsidR="00B65DC9" w:rsidRDefault="00B65DC9" w:rsidP="00B65DC9">
      <w:r>
        <w:lastRenderedPageBreak/>
        <w:t>241.3614</w:t>
      </w:r>
      <w:r>
        <w:tab/>
        <w:t>1.013e0</w:t>
      </w:r>
    </w:p>
    <w:p w:rsidR="00B65DC9" w:rsidRDefault="00B65DC9" w:rsidP="00B65DC9">
      <w:r>
        <w:t>241.4330</w:t>
      </w:r>
      <w:r>
        <w:tab/>
        <w:t>1.013e0</w:t>
      </w:r>
    </w:p>
    <w:p w:rsidR="00B65DC9" w:rsidRDefault="00B65DC9" w:rsidP="00B65DC9">
      <w:r>
        <w:t>241.4867</w:t>
      </w:r>
      <w:r>
        <w:tab/>
        <w:t>1.013e0</w:t>
      </w:r>
    </w:p>
    <w:p w:rsidR="00B65DC9" w:rsidRDefault="00B65DC9" w:rsidP="00B65DC9">
      <w:r>
        <w:t>241.5098</w:t>
      </w:r>
      <w:r>
        <w:tab/>
        <w:t>1.266e-2</w:t>
      </w:r>
    </w:p>
    <w:p w:rsidR="00B65DC9" w:rsidRDefault="00B65DC9" w:rsidP="00B65DC9">
      <w:r>
        <w:t>241.5401</w:t>
      </w:r>
      <w:r>
        <w:tab/>
        <w:t>1.013e0</w:t>
      </w:r>
    </w:p>
    <w:p w:rsidR="00B65DC9" w:rsidRDefault="00B65DC9" w:rsidP="00B65DC9">
      <w:r>
        <w:t>241.5555</w:t>
      </w:r>
      <w:r>
        <w:tab/>
        <w:t>1.013e0</w:t>
      </w:r>
    </w:p>
    <w:p w:rsidR="00B65DC9" w:rsidRDefault="00B65DC9" w:rsidP="00B65DC9">
      <w:r>
        <w:t>241.5894</w:t>
      </w:r>
      <w:r>
        <w:tab/>
        <w:t>3.038e0</w:t>
      </w:r>
    </w:p>
    <w:p w:rsidR="00B65DC9" w:rsidRDefault="00B65DC9" w:rsidP="00B65DC9">
      <w:r>
        <w:t>241.5972</w:t>
      </w:r>
      <w:r>
        <w:tab/>
        <w:t>1.266e-2</w:t>
      </w:r>
    </w:p>
    <w:p w:rsidR="00B65DC9" w:rsidRDefault="00B65DC9" w:rsidP="00B65DC9">
      <w:r>
        <w:t>241.6310</w:t>
      </w:r>
      <w:r>
        <w:tab/>
        <w:t>1.266e-2</w:t>
      </w:r>
    </w:p>
    <w:p w:rsidR="00B65DC9" w:rsidRDefault="00B65DC9" w:rsidP="00B65DC9">
      <w:r>
        <w:t>241.6333</w:t>
      </w:r>
      <w:r>
        <w:tab/>
        <w:t>2.025e0</w:t>
      </w:r>
    </w:p>
    <w:p w:rsidR="00B65DC9" w:rsidRDefault="00B65DC9" w:rsidP="00B65DC9">
      <w:r>
        <w:t>241.6388</w:t>
      </w:r>
      <w:r>
        <w:tab/>
        <w:t>1.266e-2</w:t>
      </w:r>
    </w:p>
    <w:p w:rsidR="00B65DC9" w:rsidRDefault="00B65DC9" w:rsidP="00B65DC9">
      <w:r>
        <w:t>241.6634</w:t>
      </w:r>
      <w:r>
        <w:tab/>
        <w:t>2.025e0</w:t>
      </w:r>
    </w:p>
    <w:p w:rsidR="00B65DC9" w:rsidRDefault="00B65DC9" w:rsidP="00B65DC9">
      <w:r>
        <w:t>241.6678</w:t>
      </w:r>
      <w:r>
        <w:tab/>
        <w:t>1.013e0</w:t>
      </w:r>
    </w:p>
    <w:p w:rsidR="00B65DC9" w:rsidRDefault="00B65DC9" w:rsidP="00B65DC9">
      <w:r>
        <w:t>241.6904</w:t>
      </w:r>
      <w:r>
        <w:tab/>
        <w:t>2.025e0</w:t>
      </w:r>
    </w:p>
    <w:p w:rsidR="00B65DC9" w:rsidRDefault="00B65DC9" w:rsidP="00B65DC9">
      <w:r>
        <w:t>241.7175</w:t>
      </w:r>
      <w:r>
        <w:tab/>
        <w:t>1.266e-2</w:t>
      </w:r>
    </w:p>
    <w:p w:rsidR="00B65DC9" w:rsidRDefault="00B65DC9" w:rsidP="00B65DC9">
      <w:r>
        <w:t>241.7458</w:t>
      </w:r>
      <w:r>
        <w:tab/>
        <w:t>1.266e-2</w:t>
      </w:r>
    </w:p>
    <w:p w:rsidR="00B65DC9" w:rsidRDefault="00B65DC9" w:rsidP="00B65DC9">
      <w:r>
        <w:t>241.7536</w:t>
      </w:r>
      <w:r>
        <w:tab/>
        <w:t>1.013e0</w:t>
      </w:r>
    </w:p>
    <w:p w:rsidR="00B65DC9" w:rsidRDefault="00B65DC9" w:rsidP="00B65DC9">
      <w:r>
        <w:t>241.8291</w:t>
      </w:r>
      <w:r>
        <w:tab/>
        <w:t>1.266e-2</w:t>
      </w:r>
    </w:p>
    <w:p w:rsidR="00B65DC9" w:rsidRDefault="00B65DC9" w:rsidP="00B65DC9">
      <w:r>
        <w:t>241.8409</w:t>
      </w:r>
      <w:r>
        <w:tab/>
        <w:t>1.266e-2</w:t>
      </w:r>
    </w:p>
    <w:p w:rsidR="00B65DC9" w:rsidRDefault="00B65DC9" w:rsidP="00B65DC9">
      <w:r>
        <w:lastRenderedPageBreak/>
        <w:t>241.8431</w:t>
      </w:r>
      <w:r>
        <w:tab/>
        <w:t>2.025e0</w:t>
      </w:r>
    </w:p>
    <w:p w:rsidR="00B65DC9" w:rsidRDefault="00B65DC9" w:rsidP="00B65DC9">
      <w:r>
        <w:t>241.8786</w:t>
      </w:r>
      <w:r>
        <w:tab/>
        <w:t>1.013e0</w:t>
      </w:r>
    </w:p>
    <w:p w:rsidR="00B65DC9" w:rsidRDefault="00B65DC9" w:rsidP="00B65DC9">
      <w:r>
        <w:t>241.9055</w:t>
      </w:r>
      <w:r>
        <w:tab/>
        <w:t>2.025e0</w:t>
      </w:r>
    </w:p>
    <w:p w:rsidR="00B65DC9" w:rsidRDefault="00B65DC9" w:rsidP="00B65DC9">
      <w:r>
        <w:t>242.0220</w:t>
      </w:r>
      <w:r>
        <w:tab/>
        <w:t>1.676e1</w:t>
      </w:r>
    </w:p>
    <w:p w:rsidR="00B65DC9" w:rsidRDefault="00B65DC9" w:rsidP="00B65DC9">
      <w:r>
        <w:t>242.0257</w:t>
      </w:r>
      <w:r>
        <w:tab/>
        <w:t>2.504e1</w:t>
      </w:r>
    </w:p>
    <w:p w:rsidR="00B65DC9" w:rsidRDefault="00B65DC9" w:rsidP="00B65DC9">
      <w:r>
        <w:t>242.1060</w:t>
      </w:r>
      <w:r>
        <w:tab/>
        <w:t>3.051e0</w:t>
      </w:r>
    </w:p>
    <w:p w:rsidR="00B65DC9" w:rsidRDefault="00B65DC9" w:rsidP="00B65DC9">
      <w:r>
        <w:t>242.1340</w:t>
      </w:r>
      <w:r>
        <w:tab/>
        <w:t>3.063e0</w:t>
      </w:r>
    </w:p>
    <w:p w:rsidR="00B65DC9" w:rsidRDefault="00B65DC9" w:rsidP="00B65DC9">
      <w:r>
        <w:t>242.1363</w:t>
      </w:r>
      <w:r>
        <w:tab/>
        <w:t>2.025e0</w:t>
      </w:r>
    </w:p>
    <w:p w:rsidR="00B65DC9" w:rsidRDefault="00B65DC9" w:rsidP="00B65DC9">
      <w:r>
        <w:t>242.1719</w:t>
      </w:r>
      <w:r>
        <w:tab/>
        <w:t>1.013e0</w:t>
      </w:r>
    </w:p>
    <w:p w:rsidR="00B65DC9" w:rsidRDefault="00B65DC9" w:rsidP="00B65DC9">
      <w:r>
        <w:t>242.2097</w:t>
      </w:r>
      <w:r>
        <w:tab/>
        <w:t>1.266e-2</w:t>
      </w:r>
    </w:p>
    <w:p w:rsidR="00B65DC9" w:rsidRDefault="00B65DC9" w:rsidP="00B65DC9">
      <w:r>
        <w:t>242.2215</w:t>
      </w:r>
      <w:r>
        <w:tab/>
        <w:t>1.266e-2</w:t>
      </w:r>
    </w:p>
    <w:p w:rsidR="00B65DC9" w:rsidRDefault="00B65DC9" w:rsidP="00B65DC9">
      <w:r>
        <w:t>242.2234</w:t>
      </w:r>
      <w:r>
        <w:tab/>
        <w:t>2.025e0</w:t>
      </w:r>
    </w:p>
    <w:p w:rsidR="00B65DC9" w:rsidRDefault="00B65DC9" w:rsidP="00B65DC9">
      <w:r>
        <w:t>242.2254</w:t>
      </w:r>
      <w:r>
        <w:tab/>
        <w:t>1.025e0</w:t>
      </w:r>
    </w:p>
    <w:p w:rsidR="00B65DC9" w:rsidRDefault="00B65DC9" w:rsidP="00B65DC9">
      <w:r>
        <w:t>242.2803</w:t>
      </w:r>
      <w:r>
        <w:tab/>
        <w:t>1.519e-1</w:t>
      </w:r>
    </w:p>
    <w:p w:rsidR="00B65DC9" w:rsidRDefault="00B65DC9" w:rsidP="00B65DC9">
      <w:r>
        <w:t>242.3262</w:t>
      </w:r>
      <w:r>
        <w:tab/>
        <w:t>3.038e0</w:t>
      </w:r>
    </w:p>
    <w:p w:rsidR="00B65DC9" w:rsidRDefault="00B65DC9" w:rsidP="00B65DC9">
      <w:r>
        <w:t>242.3413</w:t>
      </w:r>
      <w:r>
        <w:tab/>
        <w:t>2.038e0</w:t>
      </w:r>
    </w:p>
    <w:p w:rsidR="00B65DC9" w:rsidRDefault="00B65DC9" w:rsidP="00B65DC9">
      <w:r>
        <w:t>242.3506</w:t>
      </w:r>
      <w:r>
        <w:tab/>
        <w:t>1.013e0</w:t>
      </w:r>
    </w:p>
    <w:p w:rsidR="00B65DC9" w:rsidRDefault="00B65DC9" w:rsidP="00B65DC9">
      <w:r>
        <w:t>242.3583</w:t>
      </w:r>
      <w:r>
        <w:tab/>
        <w:t>1.013e0</w:t>
      </w:r>
    </w:p>
    <w:p w:rsidR="00B65DC9" w:rsidRDefault="00B65DC9" w:rsidP="00B65DC9">
      <w:r>
        <w:t>242.4021</w:t>
      </w:r>
      <w:r>
        <w:tab/>
        <w:t>2.025e0</w:t>
      </w:r>
    </w:p>
    <w:p w:rsidR="00B65DC9" w:rsidRDefault="00B65DC9" w:rsidP="00B65DC9">
      <w:r>
        <w:lastRenderedPageBreak/>
        <w:t>242.4236</w:t>
      </w:r>
      <w:r>
        <w:tab/>
        <w:t>1.266e-2</w:t>
      </w:r>
    </w:p>
    <w:p w:rsidR="00B65DC9" w:rsidRDefault="00B65DC9" w:rsidP="00B65DC9">
      <w:r>
        <w:t>242.4372</w:t>
      </w:r>
      <w:r>
        <w:tab/>
        <w:t>1.266e-2</w:t>
      </w:r>
    </w:p>
    <w:p w:rsidR="00B65DC9" w:rsidRDefault="00B65DC9" w:rsidP="00B65DC9">
      <w:r>
        <w:t>242.5071</w:t>
      </w:r>
      <w:r>
        <w:tab/>
        <w:t>1.266e-2</w:t>
      </w:r>
    </w:p>
    <w:p w:rsidR="00B65DC9" w:rsidRDefault="00B65DC9" w:rsidP="00B65DC9">
      <w:r>
        <w:t>242.5188</w:t>
      </w:r>
      <w:r>
        <w:tab/>
        <w:t>2.025e0</w:t>
      </w:r>
    </w:p>
    <w:p w:rsidR="00B65DC9" w:rsidRDefault="00B65DC9" w:rsidP="00B65DC9">
      <w:r>
        <w:t>242.5547</w:t>
      </w:r>
      <w:r>
        <w:tab/>
        <w:t>2.025e0</w:t>
      </w:r>
    </w:p>
    <w:p w:rsidR="00B65DC9" w:rsidRDefault="00B65DC9" w:rsidP="00B65DC9">
      <w:r>
        <w:t>242.5645</w:t>
      </w:r>
      <w:r>
        <w:tab/>
        <w:t>1.013e0</w:t>
      </w:r>
    </w:p>
    <w:p w:rsidR="00B65DC9" w:rsidRDefault="00B65DC9" w:rsidP="00B65DC9">
      <w:r>
        <w:t>242.5795</w:t>
      </w:r>
      <w:r>
        <w:tab/>
        <w:t>2.532e-2</w:t>
      </w:r>
    </w:p>
    <w:p w:rsidR="00B65DC9" w:rsidRDefault="00B65DC9" w:rsidP="00B65DC9">
      <w:r>
        <w:t>242.6023</w:t>
      </w:r>
      <w:r>
        <w:tab/>
        <w:t>1.266e-2</w:t>
      </w:r>
    </w:p>
    <w:p w:rsidR="00B65DC9" w:rsidRDefault="00B65DC9" w:rsidP="00B65DC9">
      <w:r>
        <w:t>242.7033</w:t>
      </w:r>
      <w:r>
        <w:tab/>
        <w:t>2.025e0</w:t>
      </w:r>
    </w:p>
    <w:p w:rsidR="00B65DC9" w:rsidRDefault="00B65DC9" w:rsidP="00B65DC9">
      <w:r>
        <w:t>242.7678</w:t>
      </w:r>
      <w:r>
        <w:tab/>
        <w:t>1.266e-2</w:t>
      </w:r>
    </w:p>
    <w:p w:rsidR="00B65DC9" w:rsidRDefault="00B65DC9" w:rsidP="00B65DC9">
      <w:r>
        <w:t>242.7967</w:t>
      </w:r>
      <w:r>
        <w:tab/>
        <w:t>1.013e0</w:t>
      </w:r>
    </w:p>
    <w:p w:rsidR="00B65DC9" w:rsidRDefault="00B65DC9" w:rsidP="00B65DC9">
      <w:r>
        <w:t>242.8510</w:t>
      </w:r>
      <w:r>
        <w:tab/>
        <w:t>1.025e0</w:t>
      </w:r>
    </w:p>
    <w:p w:rsidR="00B65DC9" w:rsidRDefault="00B65DC9" w:rsidP="00B65DC9">
      <w:r>
        <w:t>242.8804</w:t>
      </w:r>
      <w:r>
        <w:tab/>
        <w:t>1.013e0</w:t>
      </w:r>
    </w:p>
    <w:p w:rsidR="00B65DC9" w:rsidRDefault="00B65DC9" w:rsidP="00B65DC9">
      <w:r>
        <w:t>242.8840</w:t>
      </w:r>
      <w:r>
        <w:tab/>
        <w:t>1.266e-2</w:t>
      </w:r>
    </w:p>
    <w:p w:rsidR="00B65DC9" w:rsidRDefault="00B65DC9" w:rsidP="00B65DC9">
      <w:r>
        <w:t>242.8997</w:t>
      </w:r>
      <w:r>
        <w:tab/>
        <w:t>1.013e0</w:t>
      </w:r>
    </w:p>
    <w:p w:rsidR="00B65DC9" w:rsidRDefault="00B65DC9" w:rsidP="00B65DC9">
      <w:r>
        <w:t>242.9297</w:t>
      </w:r>
      <w:r>
        <w:tab/>
        <w:t>1.013e0</w:t>
      </w:r>
    </w:p>
    <w:p w:rsidR="00B65DC9" w:rsidRDefault="00B65DC9" w:rsidP="00B65DC9">
      <w:r>
        <w:t>242.9852</w:t>
      </w:r>
      <w:r>
        <w:tab/>
        <w:t>4.051e0</w:t>
      </w:r>
    </w:p>
    <w:p w:rsidR="00B65DC9" w:rsidRDefault="00B65DC9" w:rsidP="00B65DC9">
      <w:r>
        <w:t>242.9911</w:t>
      </w:r>
      <w:r>
        <w:tab/>
        <w:t>1.013e0</w:t>
      </w:r>
    </w:p>
    <w:p w:rsidR="00B65DC9" w:rsidRDefault="00B65DC9" w:rsidP="00B65DC9">
      <w:r>
        <w:t>243.0211</w:t>
      </w:r>
      <w:r>
        <w:tab/>
        <w:t>1.025e0</w:t>
      </w:r>
    </w:p>
    <w:p w:rsidR="00B65DC9" w:rsidRDefault="00B65DC9" w:rsidP="00B65DC9">
      <w:r>
        <w:lastRenderedPageBreak/>
        <w:t>243.0227</w:t>
      </w:r>
      <w:r>
        <w:tab/>
        <w:t>2.089e0</w:t>
      </w:r>
    </w:p>
    <w:p w:rsidR="00B65DC9" w:rsidRDefault="00B65DC9" w:rsidP="00B65DC9">
      <w:r>
        <w:t>243.0456</w:t>
      </w:r>
      <w:r>
        <w:tab/>
        <w:t>6.089e0</w:t>
      </w:r>
    </w:p>
    <w:p w:rsidR="00B65DC9" w:rsidRDefault="00B65DC9" w:rsidP="00B65DC9">
      <w:r>
        <w:t>243.0825</w:t>
      </w:r>
      <w:r>
        <w:tab/>
        <w:t>2.532e-2</w:t>
      </w:r>
    </w:p>
    <w:p w:rsidR="00B65DC9" w:rsidRDefault="00B65DC9" w:rsidP="00B65DC9">
      <w:r>
        <w:t>243.0904</w:t>
      </w:r>
      <w:r>
        <w:tab/>
        <w:t>2.025e0</w:t>
      </w:r>
    </w:p>
    <w:p w:rsidR="00B65DC9" w:rsidRDefault="00B65DC9" w:rsidP="00B65DC9">
      <w:r>
        <w:t>243.1128</w:t>
      </w:r>
      <w:r>
        <w:tab/>
        <w:t>1.025e0</w:t>
      </w:r>
    </w:p>
    <w:p w:rsidR="00B65DC9" w:rsidRDefault="00B65DC9" w:rsidP="00B65DC9">
      <w:r>
        <w:t>243.1607</w:t>
      </w:r>
      <w:r>
        <w:tab/>
        <w:t>3.798e-2</w:t>
      </w:r>
    </w:p>
    <w:p w:rsidR="00B65DC9" w:rsidRDefault="00B65DC9" w:rsidP="00B65DC9">
      <w:r>
        <w:t>243.1725</w:t>
      </w:r>
      <w:r>
        <w:tab/>
        <w:t>1.038e0</w:t>
      </w:r>
    </w:p>
    <w:p w:rsidR="00B65DC9" w:rsidRDefault="00B65DC9" w:rsidP="00B65DC9">
      <w:r>
        <w:t>243.1738</w:t>
      </w:r>
      <w:r>
        <w:tab/>
        <w:t>2.025e0</w:t>
      </w:r>
    </w:p>
    <w:p w:rsidR="00B65DC9" w:rsidRDefault="00B65DC9" w:rsidP="00B65DC9">
      <w:r>
        <w:t>243.2155</w:t>
      </w:r>
      <w:r>
        <w:tab/>
        <w:t>1.013e0</w:t>
      </w:r>
    </w:p>
    <w:p w:rsidR="00B65DC9" w:rsidRDefault="00B65DC9" w:rsidP="00B65DC9">
      <w:r>
        <w:t>243.2214</w:t>
      </w:r>
      <w:r>
        <w:tab/>
        <w:t>2.025e0</w:t>
      </w:r>
    </w:p>
    <w:p w:rsidR="00B65DC9" w:rsidRDefault="00B65DC9" w:rsidP="00B65DC9">
      <w:r>
        <w:t>243.2353</w:t>
      </w:r>
      <w:r>
        <w:tab/>
        <w:t>2.025e0</w:t>
      </w:r>
    </w:p>
    <w:p w:rsidR="00B65DC9" w:rsidRDefault="00B65DC9" w:rsidP="00B65DC9">
      <w:r>
        <w:t>243.2574</w:t>
      </w:r>
      <w:r>
        <w:tab/>
        <w:t>1.025e0</w:t>
      </w:r>
    </w:p>
    <w:p w:rsidR="00B65DC9" w:rsidRDefault="00B65DC9" w:rsidP="00B65DC9">
      <w:r>
        <w:t>243.2858</w:t>
      </w:r>
      <w:r>
        <w:tab/>
        <w:t>3.051e0</w:t>
      </w:r>
    </w:p>
    <w:p w:rsidR="00B65DC9" w:rsidRDefault="00B65DC9" w:rsidP="00B65DC9">
      <w:r>
        <w:t>243.2944</w:t>
      </w:r>
      <w:r>
        <w:tab/>
        <w:t>1.266e-2</w:t>
      </w:r>
    </w:p>
    <w:p w:rsidR="00B65DC9" w:rsidRDefault="00B65DC9" w:rsidP="00B65DC9">
      <w:r>
        <w:t>243.2989</w:t>
      </w:r>
      <w:r>
        <w:tab/>
        <w:t>1.013e0</w:t>
      </w:r>
    </w:p>
    <w:p w:rsidR="00B65DC9" w:rsidRDefault="00B65DC9" w:rsidP="00B65DC9">
      <w:r>
        <w:t>243.3111</w:t>
      </w:r>
      <w:r>
        <w:tab/>
        <w:t>2.532e-2</w:t>
      </w:r>
    </w:p>
    <w:p w:rsidR="00B65DC9" w:rsidRDefault="00B65DC9" w:rsidP="00B65DC9">
      <w:r>
        <w:t>243.3444</w:t>
      </w:r>
      <w:r>
        <w:tab/>
        <w:t>1.013e0</w:t>
      </w:r>
    </w:p>
    <w:p w:rsidR="00B65DC9" w:rsidRDefault="00B65DC9" w:rsidP="00B65DC9">
      <w:r>
        <w:t>243.3687</w:t>
      </w:r>
      <w:r>
        <w:tab/>
        <w:t>1.266e-2</w:t>
      </w:r>
    </w:p>
    <w:p w:rsidR="00B65DC9" w:rsidRDefault="00B65DC9" w:rsidP="00B65DC9">
      <w:r>
        <w:t>243.3807</w:t>
      </w:r>
      <w:r>
        <w:tab/>
        <w:t>1.266e-2</w:t>
      </w:r>
    </w:p>
    <w:p w:rsidR="00B65DC9" w:rsidRDefault="00B65DC9" w:rsidP="00B65DC9">
      <w:r>
        <w:lastRenderedPageBreak/>
        <w:t>243.3853</w:t>
      </w:r>
      <w:r>
        <w:tab/>
        <w:t>1.266e-2</w:t>
      </w:r>
    </w:p>
    <w:p w:rsidR="00B65DC9" w:rsidRDefault="00B65DC9" w:rsidP="00B65DC9">
      <w:r>
        <w:t>243.5198</w:t>
      </w:r>
      <w:r>
        <w:tab/>
        <w:t>2.025e0</w:t>
      </w:r>
    </w:p>
    <w:p w:rsidR="00B65DC9" w:rsidRDefault="00B65DC9" w:rsidP="00B65DC9">
      <w:r>
        <w:t>243.5262</w:t>
      </w:r>
      <w:r>
        <w:tab/>
        <w:t>1.013e0</w:t>
      </w:r>
    </w:p>
    <w:p w:rsidR="00B65DC9" w:rsidRDefault="00B65DC9" w:rsidP="00B65DC9">
      <w:r>
        <w:t>243.5397</w:t>
      </w:r>
      <w:r>
        <w:tab/>
        <w:t>1.013e0</w:t>
      </w:r>
    </w:p>
    <w:p w:rsidR="00B65DC9" w:rsidRDefault="00B65DC9" w:rsidP="00B65DC9">
      <w:r>
        <w:t>243.5430</w:t>
      </w:r>
      <w:r>
        <w:tab/>
        <w:t>2.532e-2</w:t>
      </w:r>
    </w:p>
    <w:p w:rsidR="00B65DC9" w:rsidRDefault="00B65DC9" w:rsidP="00B65DC9">
      <w:r>
        <w:t>243.5672</w:t>
      </w:r>
      <w:r>
        <w:tab/>
        <w:t>1.013e0</w:t>
      </w:r>
    </w:p>
    <w:p w:rsidR="00B65DC9" w:rsidRDefault="00B65DC9" w:rsidP="00B65DC9">
      <w:r>
        <w:t>243.5762</w:t>
      </w:r>
      <w:r>
        <w:tab/>
        <w:t>1.266e-2</w:t>
      </w:r>
    </w:p>
    <w:p w:rsidR="00B65DC9" w:rsidRDefault="00B65DC9" w:rsidP="00B65DC9">
      <w:r>
        <w:t>243.5851</w:t>
      </w:r>
      <w:r>
        <w:tab/>
        <w:t>1.013e0</w:t>
      </w:r>
    </w:p>
    <w:p w:rsidR="00B65DC9" w:rsidRDefault="00B65DC9" w:rsidP="00B65DC9">
      <w:r>
        <w:t>243.6763</w:t>
      </w:r>
      <w:r>
        <w:tab/>
        <w:t>1.013e0</w:t>
      </w:r>
    </w:p>
    <w:p w:rsidR="00B65DC9" w:rsidRDefault="00B65DC9" w:rsidP="00B65DC9">
      <w:r>
        <w:t>243.6922</w:t>
      </w:r>
      <w:r>
        <w:tab/>
        <w:t>1.266e-2</w:t>
      </w:r>
    </w:p>
    <w:p w:rsidR="00B65DC9" w:rsidRDefault="00B65DC9" w:rsidP="00B65DC9">
      <w:r>
        <w:t>243.7043</w:t>
      </w:r>
      <w:r>
        <w:tab/>
        <w:t>2.025e0</w:t>
      </w:r>
    </w:p>
    <w:p w:rsidR="00B65DC9" w:rsidRDefault="00B65DC9" w:rsidP="00B65DC9">
      <w:r>
        <w:t>243.7303</w:t>
      </w:r>
      <w:r>
        <w:tab/>
        <w:t>1.013e0</w:t>
      </w:r>
    </w:p>
    <w:p w:rsidR="00B65DC9" w:rsidRDefault="00B65DC9" w:rsidP="00B65DC9">
      <w:r>
        <w:t>243.7915</w:t>
      </w:r>
      <w:r>
        <w:tab/>
        <w:t>1.266e-2</w:t>
      </w:r>
    </w:p>
    <w:p w:rsidR="00B65DC9" w:rsidRDefault="00B65DC9" w:rsidP="00B65DC9">
      <w:r>
        <w:t>243.8086</w:t>
      </w:r>
      <w:r>
        <w:tab/>
        <w:t>1.266e-2</w:t>
      </w:r>
    </w:p>
    <w:p w:rsidR="00B65DC9" w:rsidRDefault="00B65DC9" w:rsidP="00B65DC9">
      <w:r>
        <w:t>243.8174</w:t>
      </w:r>
      <w:r>
        <w:tab/>
        <w:t>1.013e0</w:t>
      </w:r>
    </w:p>
    <w:p w:rsidR="00B65DC9" w:rsidRDefault="00B65DC9" w:rsidP="00B65DC9">
      <w:r>
        <w:t>243.8215</w:t>
      </w:r>
      <w:r>
        <w:tab/>
        <w:t>1.013e0</w:t>
      </w:r>
    </w:p>
    <w:p w:rsidR="00B65DC9" w:rsidRDefault="00B65DC9" w:rsidP="00B65DC9">
      <w:r>
        <w:t>243.8332</w:t>
      </w:r>
      <w:r>
        <w:tab/>
        <w:t>1.013e0</w:t>
      </w:r>
    </w:p>
    <w:p w:rsidR="00B65DC9" w:rsidRDefault="00B65DC9" w:rsidP="00B65DC9">
      <w:r>
        <w:t>243.9246</w:t>
      </w:r>
      <w:r>
        <w:tab/>
        <w:t>1.013e0</w:t>
      </w:r>
    </w:p>
    <w:p w:rsidR="00B65DC9" w:rsidRDefault="00B65DC9" w:rsidP="00B65DC9">
      <w:r>
        <w:t>243.9289</w:t>
      </w:r>
      <w:r>
        <w:tab/>
        <w:t>1.013e0</w:t>
      </w:r>
    </w:p>
    <w:p w:rsidR="00B65DC9" w:rsidRDefault="00B65DC9" w:rsidP="00B65DC9">
      <w:r>
        <w:lastRenderedPageBreak/>
        <w:t>243.9664</w:t>
      </w:r>
      <w:r>
        <w:tab/>
        <w:t>1.266e-2</w:t>
      </w:r>
    </w:p>
    <w:p w:rsidR="00B65DC9" w:rsidRDefault="00B65DC9" w:rsidP="00B65DC9">
      <w:r>
        <w:t>243.9825</w:t>
      </w:r>
      <w:r>
        <w:tab/>
        <w:t>1.013e0</w:t>
      </w:r>
    </w:p>
    <w:p w:rsidR="00B65DC9" w:rsidRDefault="00B65DC9" w:rsidP="00B65DC9">
      <w:r>
        <w:t>243.9894</w:t>
      </w:r>
      <w:r>
        <w:tab/>
        <w:t>2.025e0</w:t>
      </w:r>
    </w:p>
    <w:p w:rsidR="00B65DC9" w:rsidRDefault="00B65DC9" w:rsidP="00B65DC9">
      <w:r>
        <w:t>244.0041</w:t>
      </w:r>
      <w:r>
        <w:tab/>
        <w:t>1.013e0</w:t>
      </w:r>
    </w:p>
    <w:p w:rsidR="00B65DC9" w:rsidRDefault="00B65DC9" w:rsidP="00B65DC9">
      <w:r>
        <w:t>244.0130</w:t>
      </w:r>
      <w:r>
        <w:tab/>
        <w:t>3.063e0</w:t>
      </w:r>
    </w:p>
    <w:p w:rsidR="00B65DC9" w:rsidRDefault="00B65DC9" w:rsidP="00B65DC9">
      <w:r>
        <w:t>244.0153</w:t>
      </w:r>
      <w:r>
        <w:tab/>
        <w:t>1.038e0</w:t>
      </w:r>
    </w:p>
    <w:p w:rsidR="00B65DC9" w:rsidRDefault="00B65DC9" w:rsidP="00B65DC9">
      <w:r>
        <w:t>244.0342</w:t>
      </w:r>
      <w:r>
        <w:tab/>
        <w:t>2.025e0</w:t>
      </w:r>
    </w:p>
    <w:p w:rsidR="00B65DC9" w:rsidRDefault="00B65DC9" w:rsidP="00B65DC9">
      <w:r>
        <w:t>244.0370</w:t>
      </w:r>
      <w:r>
        <w:tab/>
        <w:t>2.025e0</w:t>
      </w:r>
    </w:p>
    <w:p w:rsidR="00B65DC9" w:rsidRDefault="00B65DC9" w:rsidP="00B65DC9">
      <w:r>
        <w:t>244.0472</w:t>
      </w:r>
      <w:r>
        <w:tab/>
        <w:t>2.025e0</w:t>
      </w:r>
    </w:p>
    <w:p w:rsidR="00B65DC9" w:rsidRDefault="00B65DC9" w:rsidP="00B65DC9">
      <w:r>
        <w:t>244.0635</w:t>
      </w:r>
      <w:r>
        <w:tab/>
        <w:t>2.832e0</w:t>
      </w:r>
    </w:p>
    <w:p w:rsidR="00B65DC9" w:rsidRDefault="00B65DC9" w:rsidP="00B65DC9">
      <w:r>
        <w:t>244.0803</w:t>
      </w:r>
      <w:r>
        <w:tab/>
        <w:t>3.038e0</w:t>
      </w:r>
    </w:p>
    <w:p w:rsidR="00B65DC9" w:rsidRDefault="00B65DC9" w:rsidP="00B65DC9">
      <w:r>
        <w:t>244.1215</w:t>
      </w:r>
      <w:r>
        <w:tab/>
        <w:t>3.038e0</w:t>
      </w:r>
    </w:p>
    <w:p w:rsidR="00B65DC9" w:rsidRDefault="00B65DC9" w:rsidP="00B65DC9">
      <w:r>
        <w:t>244.1331</w:t>
      </w:r>
      <w:r>
        <w:tab/>
        <w:t>4.051e0</w:t>
      </w:r>
    </w:p>
    <w:p w:rsidR="00B65DC9" w:rsidRDefault="00B65DC9" w:rsidP="00B65DC9">
      <w:r>
        <w:t>244.1344</w:t>
      </w:r>
      <w:r>
        <w:tab/>
        <w:t>5.063e0</w:t>
      </w:r>
    </w:p>
    <w:p w:rsidR="00B65DC9" w:rsidRDefault="00B65DC9" w:rsidP="00B65DC9">
      <w:r>
        <w:t>244.1408</w:t>
      </w:r>
      <w:r>
        <w:tab/>
        <w:t>1.266e-2</w:t>
      </w:r>
    </w:p>
    <w:p w:rsidR="00B65DC9" w:rsidRDefault="00B65DC9" w:rsidP="00B65DC9">
      <w:r>
        <w:t>244.1952</w:t>
      </w:r>
      <w:r>
        <w:tab/>
        <w:t>1.266e-2</w:t>
      </w:r>
    </w:p>
    <w:p w:rsidR="00B65DC9" w:rsidRDefault="00B65DC9" w:rsidP="00B65DC9">
      <w:r>
        <w:t>244.2229</w:t>
      </w:r>
      <w:r>
        <w:tab/>
        <w:t>2.025e0</w:t>
      </w:r>
    </w:p>
    <w:p w:rsidR="00B65DC9" w:rsidRDefault="00B65DC9" w:rsidP="00B65DC9">
      <w:r>
        <w:t>244.2278</w:t>
      </w:r>
      <w:r>
        <w:tab/>
        <w:t>1.025e0</w:t>
      </w:r>
    </w:p>
    <w:p w:rsidR="00B65DC9" w:rsidRDefault="00B65DC9" w:rsidP="00B65DC9">
      <w:r>
        <w:t>244.2566</w:t>
      </w:r>
      <w:r>
        <w:tab/>
        <w:t>1.013e0</w:t>
      </w:r>
    </w:p>
    <w:p w:rsidR="00B65DC9" w:rsidRDefault="00B65DC9" w:rsidP="00B65DC9">
      <w:r>
        <w:lastRenderedPageBreak/>
        <w:t>244.2644</w:t>
      </w:r>
      <w:r>
        <w:tab/>
        <w:t>2.025e0</w:t>
      </w:r>
    </w:p>
    <w:p w:rsidR="00B65DC9" w:rsidRDefault="00B65DC9" w:rsidP="00B65DC9">
      <w:r>
        <w:t>244.2944</w:t>
      </w:r>
      <w:r>
        <w:tab/>
        <w:t>1.013e0</w:t>
      </w:r>
    </w:p>
    <w:p w:rsidR="00B65DC9" w:rsidRDefault="00B65DC9" w:rsidP="00B65DC9">
      <w:r>
        <w:t>244.3024</w:t>
      </w:r>
      <w:r>
        <w:tab/>
        <w:t>1.013e0</w:t>
      </w:r>
    </w:p>
    <w:p w:rsidR="00B65DC9" w:rsidRDefault="00B65DC9" w:rsidP="00B65DC9">
      <w:r>
        <w:t>244.3102</w:t>
      </w:r>
      <w:r>
        <w:tab/>
        <w:t>1.266e-2</w:t>
      </w:r>
    </w:p>
    <w:p w:rsidR="00B65DC9" w:rsidRDefault="00B65DC9" w:rsidP="00B65DC9">
      <w:r>
        <w:t>244.3141</w:t>
      </w:r>
      <w:r>
        <w:tab/>
        <w:t>1.013e0</w:t>
      </w:r>
    </w:p>
    <w:p w:rsidR="00B65DC9" w:rsidRDefault="00B65DC9" w:rsidP="00B65DC9">
      <w:r>
        <w:t>244.3186</w:t>
      </w:r>
      <w:r>
        <w:tab/>
        <w:t>1.013e0</w:t>
      </w:r>
    </w:p>
    <w:p w:rsidR="00B65DC9" w:rsidRDefault="00B65DC9" w:rsidP="00B65DC9">
      <w:r>
        <w:t>244.3402</w:t>
      </w:r>
      <w:r>
        <w:tab/>
        <w:t>1.013e0</w:t>
      </w:r>
    </w:p>
    <w:p w:rsidR="00B65DC9" w:rsidRDefault="00B65DC9" w:rsidP="00B65DC9">
      <w:r>
        <w:t>244.3583</w:t>
      </w:r>
      <w:r>
        <w:tab/>
        <w:t>1.025e0</w:t>
      </w:r>
    </w:p>
    <w:p w:rsidR="00B65DC9" w:rsidRDefault="00B65DC9" w:rsidP="00B65DC9">
      <w:r>
        <w:t>244.3978</w:t>
      </w:r>
      <w:r>
        <w:tab/>
        <w:t>1.266e-2</w:t>
      </w:r>
    </w:p>
    <w:p w:rsidR="00B65DC9" w:rsidRDefault="00B65DC9" w:rsidP="00B65DC9">
      <w:r>
        <w:t>244.4236</w:t>
      </w:r>
      <w:r>
        <w:tab/>
        <w:t>1.266e-2</w:t>
      </w:r>
    </w:p>
    <w:p w:rsidR="00B65DC9" w:rsidRDefault="00B65DC9" w:rsidP="00B65DC9">
      <w:r>
        <w:t>244.4359</w:t>
      </w:r>
      <w:r>
        <w:tab/>
        <w:t>1.013e0</w:t>
      </w:r>
    </w:p>
    <w:p w:rsidR="00B65DC9" w:rsidRDefault="00B65DC9" w:rsidP="00B65DC9">
      <w:r>
        <w:t>244.4475</w:t>
      </w:r>
      <w:r>
        <w:tab/>
        <w:t>1.013e0</w:t>
      </w:r>
    </w:p>
    <w:p w:rsidR="00B65DC9" w:rsidRDefault="00B65DC9" w:rsidP="00B65DC9">
      <w:r>
        <w:t>244.4601</w:t>
      </w:r>
      <w:r>
        <w:tab/>
        <w:t>1.013e0</w:t>
      </w:r>
    </w:p>
    <w:p w:rsidR="00B65DC9" w:rsidRDefault="00B65DC9" w:rsidP="00B65DC9">
      <w:r>
        <w:t>244.4896</w:t>
      </w:r>
      <w:r>
        <w:tab/>
        <w:t>1.013e0</w:t>
      </w:r>
    </w:p>
    <w:p w:rsidR="00B65DC9" w:rsidRDefault="00B65DC9" w:rsidP="00B65DC9">
      <w:r>
        <w:t>244.4912</w:t>
      </w:r>
      <w:r>
        <w:tab/>
        <w:t>2.532e-2</w:t>
      </w:r>
    </w:p>
    <w:p w:rsidR="00B65DC9" w:rsidRDefault="00B65DC9" w:rsidP="00B65DC9">
      <w:r>
        <w:t>244.5927</w:t>
      </w:r>
      <w:r>
        <w:tab/>
        <w:t>1.013e0</w:t>
      </w:r>
    </w:p>
    <w:p w:rsidR="00B65DC9" w:rsidRDefault="00B65DC9" w:rsidP="00B65DC9">
      <w:r>
        <w:t>244.5955</w:t>
      </w:r>
      <w:r>
        <w:tab/>
        <w:t>3.038e0</w:t>
      </w:r>
    </w:p>
    <w:p w:rsidR="00B65DC9" w:rsidRDefault="00B65DC9" w:rsidP="00B65DC9">
      <w:r>
        <w:t>244.6840</w:t>
      </w:r>
      <w:r>
        <w:tab/>
        <w:t>1.013e0</w:t>
      </w:r>
    </w:p>
    <w:p w:rsidR="00B65DC9" w:rsidRDefault="00B65DC9" w:rsidP="00B65DC9">
      <w:r>
        <w:t>244.6883</w:t>
      </w:r>
      <w:r>
        <w:tab/>
        <w:t>1.013e0</w:t>
      </w:r>
    </w:p>
    <w:p w:rsidR="00B65DC9" w:rsidRDefault="00B65DC9" w:rsidP="00B65DC9">
      <w:r>
        <w:lastRenderedPageBreak/>
        <w:t>244.7180</w:t>
      </w:r>
      <w:r>
        <w:tab/>
        <w:t>1.266e-2</w:t>
      </w:r>
    </w:p>
    <w:p w:rsidR="00B65DC9" w:rsidRDefault="00B65DC9" w:rsidP="00B65DC9">
      <w:r>
        <w:t>244.7431</w:t>
      </w:r>
      <w:r>
        <w:tab/>
        <w:t>1.013e0</w:t>
      </w:r>
    </w:p>
    <w:p w:rsidR="00B65DC9" w:rsidRDefault="00B65DC9" w:rsidP="00B65DC9">
      <w:r>
        <w:t>244.7560</w:t>
      </w:r>
      <w:r>
        <w:tab/>
        <w:t>1.266e-2</w:t>
      </w:r>
    </w:p>
    <w:p w:rsidR="00B65DC9" w:rsidRDefault="00B65DC9" w:rsidP="00B65DC9">
      <w:r>
        <w:t>244.7638</w:t>
      </w:r>
      <w:r>
        <w:tab/>
        <w:t>1.013e0</w:t>
      </w:r>
    </w:p>
    <w:p w:rsidR="00B65DC9" w:rsidRDefault="00B65DC9" w:rsidP="00B65DC9">
      <w:r>
        <w:t>244.7979</w:t>
      </w:r>
      <w:r>
        <w:tab/>
        <w:t>1.266e-2</w:t>
      </w:r>
    </w:p>
    <w:p w:rsidR="00B65DC9" w:rsidRDefault="00B65DC9" w:rsidP="00B65DC9">
      <w:r>
        <w:t>244.8175</w:t>
      </w:r>
      <w:r>
        <w:tab/>
        <w:t>1.013e0</w:t>
      </w:r>
    </w:p>
    <w:p w:rsidR="00B65DC9" w:rsidRDefault="00B65DC9" w:rsidP="00B65DC9">
      <w:r>
        <w:t>244.8514</w:t>
      </w:r>
      <w:r>
        <w:tab/>
        <w:t>1.013e0</w:t>
      </w:r>
    </w:p>
    <w:p w:rsidR="00B65DC9" w:rsidRDefault="00B65DC9" w:rsidP="00B65DC9">
      <w:r>
        <w:t>244.8672</w:t>
      </w:r>
      <w:r>
        <w:tab/>
        <w:t>1.013e0</w:t>
      </w:r>
    </w:p>
    <w:p w:rsidR="00B65DC9" w:rsidRDefault="00B65DC9" w:rsidP="00B65DC9">
      <w:r>
        <w:t>244.8756</w:t>
      </w:r>
      <w:r>
        <w:tab/>
        <w:t>1.266e-2</w:t>
      </w:r>
    </w:p>
    <w:p w:rsidR="00B65DC9" w:rsidRDefault="00B65DC9" w:rsidP="00B65DC9">
      <w:r>
        <w:t>244.8805</w:t>
      </w:r>
      <w:r>
        <w:tab/>
        <w:t>1.013e0</w:t>
      </w:r>
    </w:p>
    <w:p w:rsidR="00B65DC9" w:rsidRDefault="00B65DC9" w:rsidP="00B65DC9">
      <w:r>
        <w:t>244.9717</w:t>
      </w:r>
      <w:r>
        <w:tab/>
        <w:t>2.038e0</w:t>
      </w:r>
    </w:p>
    <w:p w:rsidR="00B65DC9" w:rsidRDefault="00B65DC9" w:rsidP="00B65DC9">
      <w:r>
        <w:t>244.9908</w:t>
      </w:r>
      <w:r>
        <w:tab/>
        <w:t>2.025e0</w:t>
      </w:r>
    </w:p>
    <w:p w:rsidR="00B65DC9" w:rsidRDefault="00B65DC9" w:rsidP="00B65DC9">
      <w:r>
        <w:t>245.0290</w:t>
      </w:r>
      <w:r>
        <w:tab/>
        <w:t>3.038e0</w:t>
      </w:r>
    </w:p>
    <w:p w:rsidR="00B65DC9" w:rsidRDefault="00B65DC9" w:rsidP="00B65DC9">
      <w:r>
        <w:t>245.0312</w:t>
      </w:r>
      <w:r>
        <w:tab/>
        <w:t>4.051e0</w:t>
      </w:r>
    </w:p>
    <w:p w:rsidR="00B65DC9" w:rsidRDefault="00B65DC9" w:rsidP="00B65DC9">
      <w:r>
        <w:t>245.0384</w:t>
      </w:r>
      <w:r>
        <w:tab/>
        <w:t>4.051e0</w:t>
      </w:r>
    </w:p>
    <w:p w:rsidR="00B65DC9" w:rsidRDefault="00B65DC9" w:rsidP="00B65DC9">
      <w:r>
        <w:t>245.0584</w:t>
      </w:r>
      <w:r>
        <w:tab/>
        <w:t>1.013e0</w:t>
      </w:r>
    </w:p>
    <w:p w:rsidR="00B65DC9" w:rsidRDefault="00B65DC9" w:rsidP="00B65DC9">
      <w:r>
        <w:t>245.0739</w:t>
      </w:r>
      <w:r>
        <w:tab/>
        <w:t>3.038e0</w:t>
      </w:r>
    </w:p>
    <w:p w:rsidR="00B65DC9" w:rsidRDefault="00B65DC9" w:rsidP="00B65DC9">
      <w:r>
        <w:t>245.0921</w:t>
      </w:r>
      <w:r>
        <w:tab/>
        <w:t>1.025e0</w:t>
      </w:r>
    </w:p>
    <w:p w:rsidR="00B65DC9" w:rsidRDefault="00B65DC9" w:rsidP="00B65DC9">
      <w:r>
        <w:t>245.1182</w:t>
      </w:r>
      <w:r>
        <w:tab/>
        <w:t>1.013e0</w:t>
      </w:r>
    </w:p>
    <w:p w:rsidR="00B65DC9" w:rsidRDefault="00B65DC9" w:rsidP="00B65DC9">
      <w:r>
        <w:lastRenderedPageBreak/>
        <w:t>245.1223</w:t>
      </w:r>
      <w:r>
        <w:tab/>
        <w:t>1.266e-2</w:t>
      </w:r>
    </w:p>
    <w:p w:rsidR="00B65DC9" w:rsidRDefault="00B65DC9" w:rsidP="00B65DC9">
      <w:r>
        <w:t>245.1402</w:t>
      </w:r>
      <w:r>
        <w:tab/>
        <w:t>2.025e0</w:t>
      </w:r>
    </w:p>
    <w:p w:rsidR="00B65DC9" w:rsidRDefault="00B65DC9" w:rsidP="00B65DC9">
      <w:r>
        <w:t>245.1545</w:t>
      </w:r>
      <w:r>
        <w:tab/>
        <w:t>1.013e0</w:t>
      </w:r>
    </w:p>
    <w:p w:rsidR="00B65DC9" w:rsidRDefault="00B65DC9" w:rsidP="00B65DC9">
      <w:r>
        <w:t>245.1738</w:t>
      </w:r>
      <w:r>
        <w:tab/>
        <w:t>3.038e0</w:t>
      </w:r>
    </w:p>
    <w:p w:rsidR="00B65DC9" w:rsidRDefault="00B65DC9" w:rsidP="00B65DC9">
      <w:r>
        <w:t>245.1838</w:t>
      </w:r>
      <w:r>
        <w:tab/>
        <w:t>1.025e0</w:t>
      </w:r>
    </w:p>
    <w:p w:rsidR="00B65DC9" w:rsidRDefault="00B65DC9" w:rsidP="00B65DC9">
      <w:r>
        <w:t>245.2139</w:t>
      </w:r>
      <w:r>
        <w:tab/>
        <w:t>1.266e-2</w:t>
      </w:r>
    </w:p>
    <w:p w:rsidR="00B65DC9" w:rsidRDefault="00B65DC9" w:rsidP="00B65DC9">
      <w:r>
        <w:t>245.2460</w:t>
      </w:r>
      <w:r>
        <w:tab/>
        <w:t>1.266e-2</w:t>
      </w:r>
    </w:p>
    <w:p w:rsidR="00B65DC9" w:rsidRDefault="00B65DC9" w:rsidP="00B65DC9">
      <w:r>
        <w:t>245.2963</w:t>
      </w:r>
      <w:r>
        <w:tab/>
        <w:t>1.266e-2</w:t>
      </w:r>
    </w:p>
    <w:p w:rsidR="00B65DC9" w:rsidRDefault="00B65DC9" w:rsidP="00B65DC9">
      <w:r>
        <w:t>245.3058</w:t>
      </w:r>
      <w:r>
        <w:tab/>
        <w:t>1.013e0</w:t>
      </w:r>
    </w:p>
    <w:p w:rsidR="00B65DC9" w:rsidRDefault="00B65DC9" w:rsidP="00B65DC9">
      <w:r>
        <w:t>245.3590</w:t>
      </w:r>
      <w:r>
        <w:tab/>
        <w:t>1.013e0</w:t>
      </w:r>
    </w:p>
    <w:p w:rsidR="00B65DC9" w:rsidRDefault="00B65DC9" w:rsidP="00B65DC9">
      <w:r>
        <w:t>245.3836</w:t>
      </w:r>
      <w:r>
        <w:tab/>
        <w:t>1.013e0</w:t>
      </w:r>
    </w:p>
    <w:p w:rsidR="00B65DC9" w:rsidRDefault="00B65DC9" w:rsidP="00B65DC9">
      <w:r>
        <w:t>245.3924</w:t>
      </w:r>
      <w:r>
        <w:tab/>
        <w:t>1.013e0</w:t>
      </w:r>
    </w:p>
    <w:p w:rsidR="00B65DC9" w:rsidRDefault="00B65DC9" w:rsidP="00B65DC9">
      <w:r>
        <w:t>245.4048</w:t>
      </w:r>
      <w:r>
        <w:tab/>
        <w:t>1.266e-2</w:t>
      </w:r>
    </w:p>
    <w:p w:rsidR="00B65DC9" w:rsidRDefault="00B65DC9" w:rsidP="00B65DC9">
      <w:r>
        <w:t>245.4965</w:t>
      </w:r>
      <w:r>
        <w:tab/>
        <w:t>1.038e0</w:t>
      </w:r>
    </w:p>
    <w:p w:rsidR="00B65DC9" w:rsidRDefault="00B65DC9" w:rsidP="00B65DC9">
      <w:r>
        <w:t>245.5545</w:t>
      </w:r>
      <w:r>
        <w:tab/>
        <w:t>1.266e-2</w:t>
      </w:r>
    </w:p>
    <w:p w:rsidR="00B65DC9" w:rsidRDefault="00B65DC9" w:rsidP="00B65DC9">
      <w:r>
        <w:t>245.5819</w:t>
      </w:r>
      <w:r>
        <w:tab/>
        <w:t>2.025e0</w:t>
      </w:r>
    </w:p>
    <w:p w:rsidR="00B65DC9" w:rsidRDefault="00B65DC9" w:rsidP="00B65DC9">
      <w:r>
        <w:t>245.5842</w:t>
      </w:r>
      <w:r>
        <w:tab/>
        <w:t>1.013e0</w:t>
      </w:r>
    </w:p>
    <w:p w:rsidR="00B65DC9" w:rsidRDefault="00B65DC9" w:rsidP="00B65DC9">
      <w:r>
        <w:t>245.6041</w:t>
      </w:r>
      <w:r>
        <w:tab/>
        <w:t>1.025e0</w:t>
      </w:r>
    </w:p>
    <w:p w:rsidR="00B65DC9" w:rsidRDefault="00B65DC9" w:rsidP="00B65DC9">
      <w:r>
        <w:t>245.6214</w:t>
      </w:r>
      <w:r>
        <w:tab/>
        <w:t>2.025e0</w:t>
      </w:r>
    </w:p>
    <w:p w:rsidR="00B65DC9" w:rsidRDefault="00B65DC9" w:rsidP="00B65DC9">
      <w:r>
        <w:lastRenderedPageBreak/>
        <w:t>245.6718</w:t>
      </w:r>
      <w:r>
        <w:tab/>
        <w:t>1.013e0</w:t>
      </w:r>
    </w:p>
    <w:p w:rsidR="00B65DC9" w:rsidRDefault="00B65DC9" w:rsidP="00B65DC9">
      <w:r>
        <w:t>245.7039</w:t>
      </w:r>
      <w:r>
        <w:tab/>
        <w:t>1.013e0</w:t>
      </w:r>
    </w:p>
    <w:p w:rsidR="00B65DC9" w:rsidRDefault="00B65DC9" w:rsidP="00B65DC9">
      <w:r>
        <w:t>245.7258</w:t>
      </w:r>
      <w:r>
        <w:tab/>
        <w:t>1.266e-2</w:t>
      </w:r>
    </w:p>
    <w:p w:rsidR="00B65DC9" w:rsidRDefault="00B65DC9" w:rsidP="00B65DC9">
      <w:r>
        <w:t>245.7374</w:t>
      </w:r>
      <w:r>
        <w:tab/>
        <w:t>1.013e0</w:t>
      </w:r>
    </w:p>
    <w:p w:rsidR="00B65DC9" w:rsidRDefault="00B65DC9" w:rsidP="00B65DC9">
      <w:r>
        <w:t>245.9131</w:t>
      </w:r>
      <w:r>
        <w:tab/>
        <w:t>1.266e-2</w:t>
      </w:r>
    </w:p>
    <w:p w:rsidR="00B65DC9" w:rsidRDefault="00B65DC9" w:rsidP="00B65DC9">
      <w:r>
        <w:t>245.9626</w:t>
      </w:r>
      <w:r>
        <w:tab/>
        <w:t>1.025e0</w:t>
      </w:r>
    </w:p>
    <w:p w:rsidR="00B65DC9" w:rsidRDefault="00B65DC9" w:rsidP="00B65DC9">
      <w:r>
        <w:t>245.9976</w:t>
      </w:r>
      <w:r>
        <w:tab/>
        <w:t>3.291e-1</w:t>
      </w:r>
    </w:p>
    <w:p w:rsidR="00B65DC9" w:rsidRDefault="00B65DC9" w:rsidP="00B65DC9">
      <w:r>
        <w:t>245.9996</w:t>
      </w:r>
      <w:r>
        <w:tab/>
        <w:t>2.132e0</w:t>
      </w:r>
    </w:p>
    <w:p w:rsidR="00B65DC9" w:rsidRDefault="00B65DC9" w:rsidP="00B65DC9">
      <w:r>
        <w:t>246.0028</w:t>
      </w:r>
      <w:r>
        <w:tab/>
        <w:t>6.853e0</w:t>
      </w:r>
    </w:p>
    <w:p w:rsidR="00B65DC9" w:rsidRDefault="00B65DC9" w:rsidP="00B65DC9">
      <w:r>
        <w:t>246.0360</w:t>
      </w:r>
      <w:r>
        <w:tab/>
        <w:t>2.532e-2</w:t>
      </w:r>
    </w:p>
    <w:p w:rsidR="00B65DC9" w:rsidRDefault="00B65DC9" w:rsidP="00B65DC9">
      <w:r>
        <w:t>246.0511</w:t>
      </w:r>
      <w:r>
        <w:tab/>
        <w:t>2.809e0</w:t>
      </w:r>
    </w:p>
    <w:p w:rsidR="00B65DC9" w:rsidRDefault="00B65DC9" w:rsidP="00B65DC9">
      <w:r>
        <w:t>246.0736</w:t>
      </w:r>
      <w:r>
        <w:tab/>
        <w:t>2.025e0</w:t>
      </w:r>
    </w:p>
    <w:p w:rsidR="00B65DC9" w:rsidRDefault="00B65DC9" w:rsidP="00B65DC9">
      <w:r>
        <w:t>246.0854</w:t>
      </w:r>
      <w:r>
        <w:tab/>
        <w:t>2.038e0</w:t>
      </w:r>
    </w:p>
    <w:p w:rsidR="00B65DC9" w:rsidRDefault="00B65DC9" w:rsidP="00B65DC9">
      <w:r>
        <w:t>246.0961</w:t>
      </w:r>
      <w:r>
        <w:tab/>
        <w:t>1.013e0</w:t>
      </w:r>
    </w:p>
    <w:p w:rsidR="00B65DC9" w:rsidRDefault="00B65DC9" w:rsidP="00B65DC9">
      <w:r>
        <w:t>246.1190</w:t>
      </w:r>
      <w:r>
        <w:tab/>
        <w:t>2.025e0</w:t>
      </w:r>
    </w:p>
    <w:p w:rsidR="00B65DC9" w:rsidRDefault="00B65DC9" w:rsidP="00B65DC9">
      <w:r>
        <w:t>246.1423</w:t>
      </w:r>
      <w:r>
        <w:tab/>
        <w:t>1.266e-2</w:t>
      </w:r>
    </w:p>
    <w:p w:rsidR="00B65DC9" w:rsidRDefault="00B65DC9" w:rsidP="00B65DC9">
      <w:r>
        <w:t>246.1918</w:t>
      </w:r>
      <w:r>
        <w:tab/>
        <w:t>1.038e0</w:t>
      </w:r>
    </w:p>
    <w:p w:rsidR="00B65DC9" w:rsidRDefault="00B65DC9" w:rsidP="00B65DC9">
      <w:r>
        <w:t>246.1996</w:t>
      </w:r>
      <w:r>
        <w:tab/>
        <w:t>1.013e0</w:t>
      </w:r>
    </w:p>
    <w:p w:rsidR="00B65DC9" w:rsidRDefault="00B65DC9" w:rsidP="00B65DC9">
      <w:r>
        <w:t>246.2239</w:t>
      </w:r>
      <w:r>
        <w:tab/>
        <w:t>2.025e0</w:t>
      </w:r>
    </w:p>
    <w:p w:rsidR="00B65DC9" w:rsidRDefault="00B65DC9" w:rsidP="00B65DC9">
      <w:r>
        <w:lastRenderedPageBreak/>
        <w:t>246.2639</w:t>
      </w:r>
      <w:r>
        <w:tab/>
        <w:t>1.266e-2</w:t>
      </w:r>
    </w:p>
    <w:p w:rsidR="00B65DC9" w:rsidRDefault="00B65DC9" w:rsidP="00B65DC9">
      <w:r>
        <w:t>246.2835</w:t>
      </w:r>
      <w:r>
        <w:tab/>
        <w:t>1.013e0</w:t>
      </w:r>
    </w:p>
    <w:p w:rsidR="00B65DC9" w:rsidRDefault="00B65DC9" w:rsidP="00B65DC9">
      <w:r>
        <w:t>246.2874</w:t>
      </w:r>
      <w:r>
        <w:tab/>
        <w:t>1.013e0</w:t>
      </w:r>
    </w:p>
    <w:p w:rsidR="00B65DC9" w:rsidRDefault="00B65DC9" w:rsidP="00B65DC9">
      <w:r>
        <w:t>246.2916</w:t>
      </w:r>
      <w:r>
        <w:tab/>
        <w:t>1.266e-2</w:t>
      </w:r>
    </w:p>
    <w:p w:rsidR="00B65DC9" w:rsidRDefault="00B65DC9" w:rsidP="00B65DC9">
      <w:r>
        <w:t>246.4172</w:t>
      </w:r>
      <w:r>
        <w:tab/>
        <w:t>2.025e0</w:t>
      </w:r>
    </w:p>
    <w:p w:rsidR="00B65DC9" w:rsidRDefault="00B65DC9" w:rsidP="00B65DC9">
      <w:r>
        <w:t>246.4473</w:t>
      </w:r>
      <w:r>
        <w:tab/>
        <w:t>1.013e0</w:t>
      </w:r>
    </w:p>
    <w:p w:rsidR="00B65DC9" w:rsidRDefault="00B65DC9" w:rsidP="00B65DC9">
      <w:r>
        <w:t>246.4708</w:t>
      </w:r>
      <w:r>
        <w:tab/>
        <w:t>2.532e-2</w:t>
      </w:r>
    </w:p>
    <w:p w:rsidR="00B65DC9" w:rsidRDefault="00B65DC9" w:rsidP="00B65DC9">
      <w:r>
        <w:t>246.5347</w:t>
      </w:r>
      <w:r>
        <w:tab/>
        <w:t>1.266e-2</w:t>
      </w:r>
    </w:p>
    <w:p w:rsidR="00B65DC9" w:rsidRDefault="00B65DC9" w:rsidP="00B65DC9">
      <w:r>
        <w:t>246.5590</w:t>
      </w:r>
      <w:r>
        <w:tab/>
        <w:t>3.038e0</w:t>
      </w:r>
    </w:p>
    <w:p w:rsidR="00B65DC9" w:rsidRDefault="00B65DC9" w:rsidP="00B65DC9">
      <w:r>
        <w:t>246.5888</w:t>
      </w:r>
      <w:r>
        <w:tab/>
        <w:t>1.266e-2</w:t>
      </w:r>
    </w:p>
    <w:p w:rsidR="00B65DC9" w:rsidRDefault="00B65DC9" w:rsidP="00B65DC9">
      <w:r>
        <w:t>246.6510</w:t>
      </w:r>
      <w:r>
        <w:tab/>
        <w:t>3.051e0</w:t>
      </w:r>
    </w:p>
    <w:p w:rsidR="00B65DC9" w:rsidRDefault="00B65DC9" w:rsidP="00B65DC9">
      <w:r>
        <w:t>246.6963</w:t>
      </w:r>
      <w:r>
        <w:tab/>
        <w:t>1.013e0</w:t>
      </w:r>
    </w:p>
    <w:p w:rsidR="00B65DC9" w:rsidRDefault="00B65DC9" w:rsidP="00B65DC9">
      <w:r>
        <w:t>246.7186</w:t>
      </w:r>
      <w:r>
        <w:tab/>
        <w:t>1.013e0</w:t>
      </w:r>
    </w:p>
    <w:p w:rsidR="00B65DC9" w:rsidRDefault="00B65DC9" w:rsidP="00B65DC9">
      <w:r>
        <w:t>246.7762</w:t>
      </w:r>
      <w:r>
        <w:tab/>
        <w:t>1.013e0</w:t>
      </w:r>
    </w:p>
    <w:p w:rsidR="00B65DC9" w:rsidRDefault="00B65DC9" w:rsidP="00B65DC9">
      <w:r>
        <w:t>246.8300</w:t>
      </w:r>
      <w:r>
        <w:tab/>
        <w:t>1.013e0</w:t>
      </w:r>
    </w:p>
    <w:p w:rsidR="00B65DC9" w:rsidRDefault="00B65DC9" w:rsidP="00B65DC9">
      <w:r>
        <w:t>246.9256</w:t>
      </w:r>
      <w:r>
        <w:tab/>
        <w:t>1.013e0</w:t>
      </w:r>
    </w:p>
    <w:p w:rsidR="00B65DC9" w:rsidRDefault="00B65DC9" w:rsidP="00B65DC9">
      <w:r>
        <w:t>246.9334</w:t>
      </w:r>
      <w:r>
        <w:tab/>
        <w:t>2.025e0</w:t>
      </w:r>
    </w:p>
    <w:p w:rsidR="00B65DC9" w:rsidRDefault="00B65DC9" w:rsidP="00B65DC9">
      <w:r>
        <w:t>246.9598</w:t>
      </w:r>
      <w:r>
        <w:tab/>
        <w:t>1.013e0</w:t>
      </w:r>
    </w:p>
    <w:p w:rsidR="00B65DC9" w:rsidRDefault="00B65DC9" w:rsidP="00B65DC9">
      <w:r>
        <w:t>246.9641</w:t>
      </w:r>
      <w:r>
        <w:tab/>
        <w:t>1.013e0</w:t>
      </w:r>
    </w:p>
    <w:p w:rsidR="00B65DC9" w:rsidRDefault="00B65DC9" w:rsidP="00B65DC9">
      <w:r>
        <w:lastRenderedPageBreak/>
        <w:t>246.9676</w:t>
      </w:r>
      <w:r>
        <w:tab/>
        <w:t>1.013e0</w:t>
      </w:r>
    </w:p>
    <w:p w:rsidR="00B65DC9" w:rsidRDefault="00B65DC9" w:rsidP="00B65DC9">
      <w:r>
        <w:t>246.9978</w:t>
      </w:r>
      <w:r>
        <w:tab/>
        <w:t>2.532e-2</w:t>
      </w:r>
    </w:p>
    <w:p w:rsidR="00B65DC9" w:rsidRDefault="00B65DC9" w:rsidP="00B65DC9">
      <w:r>
        <w:t>247.0115</w:t>
      </w:r>
      <w:r>
        <w:tab/>
        <w:t>2.025e0</w:t>
      </w:r>
    </w:p>
    <w:p w:rsidR="00B65DC9" w:rsidRDefault="00B65DC9" w:rsidP="00B65DC9">
      <w:r>
        <w:t>247.0242</w:t>
      </w:r>
      <w:r>
        <w:tab/>
        <w:t>3.038e0</w:t>
      </w:r>
    </w:p>
    <w:p w:rsidR="00B65DC9" w:rsidRDefault="00B65DC9" w:rsidP="00B65DC9">
      <w:r>
        <w:t>247.0325</w:t>
      </w:r>
      <w:r>
        <w:tab/>
        <w:t>4.051e0</w:t>
      </w:r>
    </w:p>
    <w:p w:rsidR="00B65DC9" w:rsidRDefault="00B65DC9" w:rsidP="00B65DC9">
      <w:r>
        <w:t>247.0401</w:t>
      </w:r>
      <w:r>
        <w:tab/>
        <w:t>5.920e0</w:t>
      </w:r>
    </w:p>
    <w:p w:rsidR="00B65DC9" w:rsidRDefault="00B65DC9" w:rsidP="00B65DC9">
      <w:r>
        <w:t>247.0497</w:t>
      </w:r>
      <w:r>
        <w:tab/>
        <w:t>3.798e-2</w:t>
      </w:r>
    </w:p>
    <w:p w:rsidR="00B65DC9" w:rsidRDefault="00B65DC9" w:rsidP="00B65DC9">
      <w:r>
        <w:t>247.0705</w:t>
      </w:r>
      <w:r>
        <w:tab/>
        <w:t>2.025e0</w:t>
      </w:r>
    </w:p>
    <w:p w:rsidR="00B65DC9" w:rsidRDefault="00B65DC9" w:rsidP="00B65DC9">
      <w:r>
        <w:t>247.0935</w:t>
      </w:r>
      <w:r>
        <w:tab/>
        <w:t>1.025e0</w:t>
      </w:r>
    </w:p>
    <w:p w:rsidR="00B65DC9" w:rsidRDefault="00B65DC9" w:rsidP="00B65DC9">
      <w:r>
        <w:t>247.1079</w:t>
      </w:r>
      <w:r>
        <w:tab/>
        <w:t>2.025e0</w:t>
      </w:r>
    </w:p>
    <w:p w:rsidR="00B65DC9" w:rsidRDefault="00B65DC9" w:rsidP="00B65DC9">
      <w:r>
        <w:t>247.1106</w:t>
      </w:r>
      <w:r>
        <w:tab/>
        <w:t>3.038e0</w:t>
      </w:r>
    </w:p>
    <w:p w:rsidR="00B65DC9" w:rsidRDefault="00B65DC9" w:rsidP="00B65DC9">
      <w:r>
        <w:t>247.1355</w:t>
      </w:r>
      <w:r>
        <w:tab/>
        <w:t>1.013e0</w:t>
      </w:r>
    </w:p>
    <w:p w:rsidR="00B65DC9" w:rsidRDefault="00B65DC9" w:rsidP="00B65DC9">
      <w:r>
        <w:t>247.1605</w:t>
      </w:r>
      <w:r>
        <w:tab/>
        <w:t>1.013e0</w:t>
      </w:r>
    </w:p>
    <w:p w:rsidR="00B65DC9" w:rsidRDefault="00B65DC9" w:rsidP="00B65DC9">
      <w:r>
        <w:t>247.1814</w:t>
      </w:r>
      <w:r>
        <w:tab/>
        <w:t>1.266e-2</w:t>
      </w:r>
    </w:p>
    <w:p w:rsidR="00B65DC9" w:rsidRDefault="00B65DC9" w:rsidP="00B65DC9">
      <w:r>
        <w:t>247.1833</w:t>
      </w:r>
      <w:r>
        <w:tab/>
        <w:t>2.532e-2</w:t>
      </w:r>
    </w:p>
    <w:p w:rsidR="00B65DC9" w:rsidRDefault="00B65DC9" w:rsidP="00B65DC9">
      <w:r>
        <w:t>247.1854</w:t>
      </w:r>
      <w:r>
        <w:tab/>
        <w:t>1.266e-2</w:t>
      </w:r>
    </w:p>
    <w:p w:rsidR="00B65DC9" w:rsidRDefault="00B65DC9" w:rsidP="00B65DC9">
      <w:r>
        <w:t>247.2194</w:t>
      </w:r>
      <w:r>
        <w:tab/>
        <w:t>1.266e-2</w:t>
      </w:r>
    </w:p>
    <w:p w:rsidR="00B65DC9" w:rsidRDefault="00B65DC9" w:rsidP="00B65DC9">
      <w:r>
        <w:t>247.3076</w:t>
      </w:r>
      <w:r>
        <w:tab/>
        <w:t>1.013e0</w:t>
      </w:r>
    </w:p>
    <w:p w:rsidR="00B65DC9" w:rsidRDefault="00B65DC9" w:rsidP="00B65DC9">
      <w:r>
        <w:t>247.4110</w:t>
      </w:r>
      <w:r>
        <w:tab/>
        <w:t>1.013e0</w:t>
      </w:r>
    </w:p>
    <w:p w:rsidR="00B65DC9" w:rsidRDefault="00B65DC9" w:rsidP="00B65DC9">
      <w:r>
        <w:lastRenderedPageBreak/>
        <w:t>247.4152</w:t>
      </w:r>
      <w:r>
        <w:tab/>
        <w:t>1.013e0</w:t>
      </w:r>
    </w:p>
    <w:p w:rsidR="00B65DC9" w:rsidRDefault="00B65DC9" w:rsidP="00B65DC9">
      <w:r>
        <w:t>247.4415</w:t>
      </w:r>
      <w:r>
        <w:tab/>
        <w:t>1.013e0</w:t>
      </w:r>
    </w:p>
    <w:p w:rsidR="00B65DC9" w:rsidRDefault="00B65DC9" w:rsidP="00B65DC9">
      <w:r>
        <w:t>247.4785</w:t>
      </w:r>
      <w:r>
        <w:tab/>
        <w:t>1.013e0</w:t>
      </w:r>
    </w:p>
    <w:p w:rsidR="00B65DC9" w:rsidRDefault="00B65DC9" w:rsidP="00B65DC9">
      <w:r>
        <w:t>247.5221</w:t>
      </w:r>
      <w:r>
        <w:tab/>
        <w:t>2.025e0</w:t>
      </w:r>
    </w:p>
    <w:p w:rsidR="00B65DC9" w:rsidRDefault="00B65DC9" w:rsidP="00B65DC9">
      <w:r>
        <w:t>247.5788</w:t>
      </w:r>
      <w:r>
        <w:tab/>
        <w:t>1.266e-2</w:t>
      </w:r>
    </w:p>
    <w:p w:rsidR="00B65DC9" w:rsidRDefault="00B65DC9" w:rsidP="00B65DC9">
      <w:r>
        <w:t>247.5867</w:t>
      </w:r>
      <w:r>
        <w:tab/>
        <w:t>1.013e0</w:t>
      </w:r>
    </w:p>
    <w:p w:rsidR="00B65DC9" w:rsidRDefault="00B65DC9" w:rsidP="00B65DC9">
      <w:r>
        <w:t>247.6077</w:t>
      </w:r>
      <w:r>
        <w:tab/>
        <w:t>1.013e0</w:t>
      </w:r>
    </w:p>
    <w:p w:rsidR="00B65DC9" w:rsidRDefault="00B65DC9" w:rsidP="00B65DC9">
      <w:r>
        <w:t>247.6172</w:t>
      </w:r>
      <w:r>
        <w:tab/>
        <w:t>1.266e-2</w:t>
      </w:r>
    </w:p>
    <w:p w:rsidR="00B65DC9" w:rsidRDefault="00B65DC9" w:rsidP="00B65DC9">
      <w:r>
        <w:t>247.6327</w:t>
      </w:r>
      <w:r>
        <w:tab/>
        <w:t>1.266e-2</w:t>
      </w:r>
    </w:p>
    <w:p w:rsidR="00B65DC9" w:rsidRDefault="00B65DC9" w:rsidP="00B65DC9">
      <w:r>
        <w:t>247.6447</w:t>
      </w:r>
      <w:r>
        <w:tab/>
        <w:t>2.025e0</w:t>
      </w:r>
    </w:p>
    <w:p w:rsidR="00B65DC9" w:rsidRDefault="00B65DC9" w:rsidP="00B65DC9">
      <w:r>
        <w:t>247.6671</w:t>
      </w:r>
      <w:r>
        <w:tab/>
        <w:t>1.266e-2</w:t>
      </w:r>
    </w:p>
    <w:p w:rsidR="00B65DC9" w:rsidRDefault="00B65DC9" w:rsidP="00B65DC9">
      <w:r>
        <w:t>247.6746</w:t>
      </w:r>
      <w:r>
        <w:tab/>
        <w:t>1.013e0</w:t>
      </w:r>
    </w:p>
    <w:p w:rsidR="00B65DC9" w:rsidRDefault="00B65DC9" w:rsidP="00B65DC9">
      <w:r>
        <w:t>247.7127</w:t>
      </w:r>
      <w:r>
        <w:tab/>
        <w:t>2.025e0</w:t>
      </w:r>
    </w:p>
    <w:p w:rsidR="00B65DC9" w:rsidRDefault="00B65DC9" w:rsidP="00B65DC9">
      <w:r>
        <w:t>247.7547</w:t>
      </w:r>
      <w:r>
        <w:tab/>
        <w:t>1.013e0</w:t>
      </w:r>
    </w:p>
    <w:p w:rsidR="00B65DC9" w:rsidRDefault="00B65DC9" w:rsidP="00B65DC9">
      <w:r>
        <w:t>247.7629</w:t>
      </w:r>
      <w:r>
        <w:tab/>
        <w:t>1.013e0</w:t>
      </w:r>
    </w:p>
    <w:p w:rsidR="00B65DC9" w:rsidRDefault="00B65DC9" w:rsidP="00B65DC9">
      <w:r>
        <w:t>247.7665</w:t>
      </w:r>
      <w:r>
        <w:tab/>
        <w:t>2.025e0</w:t>
      </w:r>
    </w:p>
    <w:p w:rsidR="00B65DC9" w:rsidRDefault="00B65DC9" w:rsidP="00B65DC9">
      <w:r>
        <w:t>247.7989</w:t>
      </w:r>
      <w:r>
        <w:tab/>
        <w:t>2.025e0</w:t>
      </w:r>
    </w:p>
    <w:p w:rsidR="00B65DC9" w:rsidRDefault="00B65DC9" w:rsidP="00B65DC9">
      <w:r>
        <w:t>247.8623</w:t>
      </w:r>
      <w:r>
        <w:tab/>
        <w:t>1.266e-2</w:t>
      </w:r>
    </w:p>
    <w:p w:rsidR="00B65DC9" w:rsidRDefault="00B65DC9" w:rsidP="00B65DC9">
      <w:r>
        <w:t>247.8708</w:t>
      </w:r>
      <w:r>
        <w:tab/>
        <w:t>1.013e0</w:t>
      </w:r>
    </w:p>
    <w:p w:rsidR="00B65DC9" w:rsidRDefault="00B65DC9" w:rsidP="00B65DC9">
      <w:r>
        <w:lastRenderedPageBreak/>
        <w:t>247.8800</w:t>
      </w:r>
      <w:r>
        <w:tab/>
        <w:t>1.266e-2</w:t>
      </w:r>
    </w:p>
    <w:p w:rsidR="00B65DC9" w:rsidRDefault="00B65DC9" w:rsidP="00B65DC9">
      <w:r>
        <w:t>247.8925</w:t>
      </w:r>
      <w:r>
        <w:tab/>
        <w:t>1.013e0</w:t>
      </w:r>
    </w:p>
    <w:p w:rsidR="00B65DC9" w:rsidRDefault="00B65DC9" w:rsidP="00B65DC9">
      <w:r>
        <w:t>247.9044</w:t>
      </w:r>
      <w:r>
        <w:tab/>
        <w:t>1.013e0</w:t>
      </w:r>
    </w:p>
    <w:p w:rsidR="00B65DC9" w:rsidRDefault="00B65DC9" w:rsidP="00B65DC9">
      <w:r>
        <w:t>247.9123</w:t>
      </w:r>
      <w:r>
        <w:tab/>
        <w:t>1.013e0</w:t>
      </w:r>
    </w:p>
    <w:p w:rsidR="00B65DC9" w:rsidRDefault="00B65DC9" w:rsidP="00B65DC9">
      <w:r>
        <w:t>247.9929</w:t>
      </w:r>
      <w:r>
        <w:tab/>
        <w:t>3.798e-2</w:t>
      </w:r>
    </w:p>
    <w:p w:rsidR="00B65DC9" w:rsidRDefault="00B65DC9" w:rsidP="00B65DC9">
      <w:r>
        <w:t>248.0111</w:t>
      </w:r>
      <w:r>
        <w:tab/>
        <w:t>2.532e-2</w:t>
      </w:r>
    </w:p>
    <w:p w:rsidR="00B65DC9" w:rsidRDefault="00B65DC9" w:rsidP="00B65DC9">
      <w:r>
        <w:t>248.0448</w:t>
      </w:r>
      <w:r>
        <w:tab/>
        <w:t>2.532e-2</w:t>
      </w:r>
    </w:p>
    <w:p w:rsidR="00B65DC9" w:rsidRDefault="00B65DC9" w:rsidP="00B65DC9">
      <w:r>
        <w:t>248.0463</w:t>
      </w:r>
      <w:r>
        <w:tab/>
        <w:t>1.266e-2</w:t>
      </w:r>
    </w:p>
    <w:p w:rsidR="00B65DC9" w:rsidRDefault="00B65DC9" w:rsidP="00B65DC9">
      <w:r>
        <w:t>248.0782</w:t>
      </w:r>
      <w:r>
        <w:tab/>
        <w:t>2.025e0</w:t>
      </w:r>
    </w:p>
    <w:p w:rsidR="00B65DC9" w:rsidRDefault="00B65DC9" w:rsidP="00B65DC9">
      <w:r>
        <w:t>248.0843</w:t>
      </w:r>
      <w:r>
        <w:tab/>
        <w:t>2.025e0</w:t>
      </w:r>
    </w:p>
    <w:p w:rsidR="00B65DC9" w:rsidRDefault="00B65DC9" w:rsidP="00B65DC9">
      <w:r>
        <w:t>248.1030</w:t>
      </w:r>
      <w:r>
        <w:tab/>
        <w:t>2.025e0</w:t>
      </w:r>
    </w:p>
    <w:p w:rsidR="00B65DC9" w:rsidRDefault="00B65DC9" w:rsidP="00B65DC9">
      <w:r>
        <w:t>248.1142</w:t>
      </w:r>
      <w:r>
        <w:tab/>
        <w:t>4.051e0</w:t>
      </w:r>
    </w:p>
    <w:p w:rsidR="00B65DC9" w:rsidRDefault="00B65DC9" w:rsidP="00B65DC9">
      <w:r>
        <w:t>248.1564</w:t>
      </w:r>
      <w:r>
        <w:tab/>
        <w:t>1.025e0</w:t>
      </w:r>
    </w:p>
    <w:p w:rsidR="00B65DC9" w:rsidRDefault="00B65DC9" w:rsidP="00B65DC9">
      <w:r>
        <w:t>248.1864</w:t>
      </w:r>
      <w:r>
        <w:tab/>
        <w:t>1.051e0</w:t>
      </w:r>
    </w:p>
    <w:p w:rsidR="00B65DC9" w:rsidRDefault="00B65DC9" w:rsidP="00B65DC9">
      <w:r>
        <w:t>248.2405</w:t>
      </w:r>
      <w:r>
        <w:tab/>
        <w:t>1.266e-2</w:t>
      </w:r>
    </w:p>
    <w:p w:rsidR="00B65DC9" w:rsidRDefault="00B65DC9" w:rsidP="00B65DC9">
      <w:r>
        <w:t>248.2447</w:t>
      </w:r>
      <w:r>
        <w:tab/>
        <w:t>1.013e0</w:t>
      </w:r>
    </w:p>
    <w:p w:rsidR="00B65DC9" w:rsidRDefault="00B65DC9" w:rsidP="00B65DC9">
      <w:r>
        <w:t>248.2778</w:t>
      </w:r>
      <w:r>
        <w:tab/>
        <w:t>1.013e0</w:t>
      </w:r>
    </w:p>
    <w:p w:rsidR="00B65DC9" w:rsidRDefault="00B65DC9" w:rsidP="00B65DC9">
      <w:r>
        <w:t>248.2864</w:t>
      </w:r>
      <w:r>
        <w:tab/>
        <w:t>1.266e-2</w:t>
      </w:r>
    </w:p>
    <w:p w:rsidR="00B65DC9" w:rsidRDefault="00B65DC9" w:rsidP="00B65DC9">
      <w:r>
        <w:t>248.3402</w:t>
      </w:r>
      <w:r>
        <w:tab/>
        <w:t>1.013e0</w:t>
      </w:r>
    </w:p>
    <w:p w:rsidR="00B65DC9" w:rsidRDefault="00B65DC9" w:rsidP="00B65DC9">
      <w:r>
        <w:lastRenderedPageBreak/>
        <w:t>248.3445</w:t>
      </w:r>
      <w:r>
        <w:tab/>
        <w:t>1.013e0</w:t>
      </w:r>
    </w:p>
    <w:p w:rsidR="00B65DC9" w:rsidRDefault="00B65DC9" w:rsidP="00B65DC9">
      <w:r>
        <w:t>248.3481</w:t>
      </w:r>
      <w:r>
        <w:tab/>
        <w:t>1.013e0</w:t>
      </w:r>
    </w:p>
    <w:p w:rsidR="00B65DC9" w:rsidRDefault="00B65DC9" w:rsidP="00B65DC9">
      <w:r>
        <w:t>248.3607</w:t>
      </w:r>
      <w:r>
        <w:tab/>
        <w:t>1.013e0</w:t>
      </w:r>
    </w:p>
    <w:p w:rsidR="00B65DC9" w:rsidRDefault="00B65DC9" w:rsidP="00B65DC9">
      <w:r>
        <w:t>248.4162</w:t>
      </w:r>
      <w:r>
        <w:tab/>
        <w:t>1.013e0</w:t>
      </w:r>
    </w:p>
    <w:p w:rsidR="00B65DC9" w:rsidRDefault="00B65DC9" w:rsidP="00B65DC9">
      <w:r>
        <w:t>248.4663</w:t>
      </w:r>
      <w:r>
        <w:tab/>
        <w:t>1.013e0</w:t>
      </w:r>
    </w:p>
    <w:p w:rsidR="00B65DC9" w:rsidRDefault="00B65DC9" w:rsidP="00B65DC9">
      <w:r>
        <w:t>248.4893</w:t>
      </w:r>
      <w:r>
        <w:tab/>
        <w:t>2.025e0</w:t>
      </w:r>
    </w:p>
    <w:p w:rsidR="00B65DC9" w:rsidRDefault="00B65DC9" w:rsidP="00B65DC9">
      <w:r>
        <w:t>248.5122</w:t>
      </w:r>
      <w:r>
        <w:tab/>
        <w:t>1.013e0</w:t>
      </w:r>
    </w:p>
    <w:p w:rsidR="00B65DC9" w:rsidRDefault="00B65DC9" w:rsidP="00B65DC9">
      <w:r>
        <w:t>248.5280</w:t>
      </w:r>
      <w:r>
        <w:tab/>
        <w:t>1.266e-2</w:t>
      </w:r>
    </w:p>
    <w:p w:rsidR="00B65DC9" w:rsidRDefault="00B65DC9" w:rsidP="00B65DC9">
      <w:r>
        <w:t>248.5415</w:t>
      </w:r>
      <w:r>
        <w:tab/>
        <w:t>1.013e0</w:t>
      </w:r>
    </w:p>
    <w:p w:rsidR="00B65DC9" w:rsidRDefault="00B65DC9" w:rsidP="00B65DC9">
      <w:r>
        <w:t>248.5622</w:t>
      </w:r>
      <w:r>
        <w:tab/>
        <w:t>1.266e-2</w:t>
      </w:r>
    </w:p>
    <w:p w:rsidR="00B65DC9" w:rsidRDefault="00B65DC9" w:rsidP="00B65DC9">
      <w:r>
        <w:t>248.5829</w:t>
      </w:r>
      <w:r>
        <w:tab/>
        <w:t>1.013e0</w:t>
      </w:r>
    </w:p>
    <w:p w:rsidR="00B65DC9" w:rsidRDefault="00B65DC9" w:rsidP="00B65DC9">
      <w:r>
        <w:t>248.6082</w:t>
      </w:r>
      <w:r>
        <w:tab/>
        <w:t>2.038e0</w:t>
      </w:r>
    </w:p>
    <w:p w:rsidR="00B65DC9" w:rsidRDefault="00B65DC9" w:rsidP="00B65DC9">
      <w:r>
        <w:t>248.6140</w:t>
      </w:r>
      <w:r>
        <w:tab/>
        <w:t>2.025e0</w:t>
      </w:r>
    </w:p>
    <w:p w:rsidR="00B65DC9" w:rsidRDefault="00B65DC9" w:rsidP="00B65DC9">
      <w:r>
        <w:t>248.6662</w:t>
      </w:r>
      <w:r>
        <w:tab/>
        <w:t>1.013e0</w:t>
      </w:r>
    </w:p>
    <w:p w:rsidR="00B65DC9" w:rsidRDefault="00B65DC9" w:rsidP="00B65DC9">
      <w:r>
        <w:t>248.6965</w:t>
      </w:r>
      <w:r>
        <w:tab/>
        <w:t>1.266e-2</w:t>
      </w:r>
    </w:p>
    <w:p w:rsidR="00B65DC9" w:rsidRDefault="00B65DC9" w:rsidP="00B65DC9">
      <w:r>
        <w:t>248.7342</w:t>
      </w:r>
      <w:r>
        <w:tab/>
        <w:t>1.013e0</w:t>
      </w:r>
    </w:p>
    <w:p w:rsidR="00B65DC9" w:rsidRDefault="00B65DC9" w:rsidP="00B65DC9">
      <w:r>
        <w:t>248.7503</w:t>
      </w:r>
      <w:r>
        <w:tab/>
        <w:t>1.013e0</w:t>
      </w:r>
    </w:p>
    <w:p w:rsidR="00B65DC9" w:rsidRDefault="00B65DC9" w:rsidP="00B65DC9">
      <w:r>
        <w:t>248.7763</w:t>
      </w:r>
      <w:r>
        <w:tab/>
        <w:t>1.013e0</w:t>
      </w:r>
    </w:p>
    <w:p w:rsidR="00B65DC9" w:rsidRDefault="00B65DC9" w:rsidP="00B65DC9">
      <w:r>
        <w:t>248.7962</w:t>
      </w:r>
      <w:r>
        <w:tab/>
        <w:t>1.266e-2</w:t>
      </w:r>
    </w:p>
    <w:p w:rsidR="00B65DC9" w:rsidRDefault="00B65DC9" w:rsidP="00B65DC9">
      <w:r>
        <w:lastRenderedPageBreak/>
        <w:t>248.8052</w:t>
      </w:r>
      <w:r>
        <w:tab/>
        <w:t>2.532e-2</w:t>
      </w:r>
    </w:p>
    <w:p w:rsidR="00B65DC9" w:rsidRDefault="00B65DC9" w:rsidP="00B65DC9">
      <w:r>
        <w:t>248.8262</w:t>
      </w:r>
      <w:r>
        <w:tab/>
        <w:t>1.013e0</w:t>
      </w:r>
    </w:p>
    <w:p w:rsidR="00B65DC9" w:rsidRDefault="00B65DC9" w:rsidP="00B65DC9">
      <w:r>
        <w:t>248.8342</w:t>
      </w:r>
      <w:r>
        <w:tab/>
        <w:t>1.266e-2</w:t>
      </w:r>
    </w:p>
    <w:p w:rsidR="00B65DC9" w:rsidRDefault="00B65DC9" w:rsidP="00B65DC9">
      <w:r>
        <w:t>248.8644</w:t>
      </w:r>
      <w:r>
        <w:tab/>
        <w:t>1.025e0</w:t>
      </w:r>
    </w:p>
    <w:p w:rsidR="00B65DC9" w:rsidRDefault="00B65DC9" w:rsidP="00B65DC9">
      <w:r>
        <w:t>248.8801</w:t>
      </w:r>
      <w:r>
        <w:tab/>
        <w:t>1.025e0</w:t>
      </w:r>
    </w:p>
    <w:p w:rsidR="00B65DC9" w:rsidRDefault="00B65DC9" w:rsidP="00B65DC9">
      <w:r>
        <w:t>248.9025</w:t>
      </w:r>
      <w:r>
        <w:tab/>
        <w:t>1.266e-2</w:t>
      </w:r>
    </w:p>
    <w:p w:rsidR="00B65DC9" w:rsidRDefault="00B65DC9" w:rsidP="00B65DC9">
      <w:r>
        <w:t>248.9183</w:t>
      </w:r>
      <w:r>
        <w:tab/>
        <w:t>1.266e-2</w:t>
      </w:r>
    </w:p>
    <w:p w:rsidR="00B65DC9" w:rsidRDefault="00B65DC9" w:rsidP="00B65DC9">
      <w:r>
        <w:t>248.9222</w:t>
      </w:r>
      <w:r>
        <w:tab/>
        <w:t>1.266e-2</w:t>
      </w:r>
    </w:p>
    <w:p w:rsidR="00B65DC9" w:rsidRDefault="00B65DC9" w:rsidP="00B65DC9">
      <w:r>
        <w:t>249.0023</w:t>
      </w:r>
      <w:r>
        <w:tab/>
        <w:t>1.266e-2</w:t>
      </w:r>
    </w:p>
    <w:p w:rsidR="00B65DC9" w:rsidRDefault="00B65DC9" w:rsidP="00B65DC9">
      <w:r>
        <w:t>249.0184</w:t>
      </w:r>
      <w:r>
        <w:tab/>
        <w:t>1.266e-2</w:t>
      </w:r>
    </w:p>
    <w:p w:rsidR="00B65DC9" w:rsidRDefault="00B65DC9" w:rsidP="00B65DC9">
      <w:r>
        <w:t>249.0316</w:t>
      </w:r>
      <w:r>
        <w:tab/>
        <w:t>2.532e-2</w:t>
      </w:r>
    </w:p>
    <w:p w:rsidR="00B65DC9" w:rsidRDefault="00B65DC9" w:rsidP="00B65DC9">
      <w:r>
        <w:t>249.0404</w:t>
      </w:r>
      <w:r>
        <w:tab/>
        <w:t>1.266e-2</w:t>
      </w:r>
    </w:p>
    <w:p w:rsidR="00B65DC9" w:rsidRDefault="00B65DC9" w:rsidP="00B65DC9">
      <w:r>
        <w:t>249.0566</w:t>
      </w:r>
      <w:r>
        <w:tab/>
        <w:t>2.063e0</w:t>
      </w:r>
    </w:p>
    <w:p w:rsidR="00B65DC9" w:rsidRDefault="00B65DC9" w:rsidP="00B65DC9">
      <w:r>
        <w:t>249.0648</w:t>
      </w:r>
      <w:r>
        <w:tab/>
        <w:t>3.089e0</w:t>
      </w:r>
    </w:p>
    <w:p w:rsidR="00B65DC9" w:rsidRDefault="00B65DC9" w:rsidP="00B65DC9">
      <w:r>
        <w:t>249.0780</w:t>
      </w:r>
      <w:r>
        <w:tab/>
        <w:t>3.665e0</w:t>
      </w:r>
    </w:p>
    <w:p w:rsidR="00B65DC9" w:rsidRDefault="00B65DC9" w:rsidP="00B65DC9">
      <w:r>
        <w:t>249.0835</w:t>
      </w:r>
      <w:r>
        <w:tab/>
        <w:t>3.038e0</w:t>
      </w:r>
    </w:p>
    <w:p w:rsidR="00B65DC9" w:rsidRDefault="00B65DC9" w:rsidP="00B65DC9">
      <w:r>
        <w:t>249.1022</w:t>
      </w:r>
      <w:r>
        <w:tab/>
        <w:t>1.266e-2</w:t>
      </w:r>
    </w:p>
    <w:p w:rsidR="00B65DC9" w:rsidRDefault="00B65DC9" w:rsidP="00B65DC9">
      <w:r>
        <w:t>249.1067</w:t>
      </w:r>
      <w:r>
        <w:tab/>
        <w:t>3.038e0</w:t>
      </w:r>
    </w:p>
    <w:p w:rsidR="00B65DC9" w:rsidRDefault="00B65DC9" w:rsidP="00B65DC9">
      <w:r>
        <w:t>249.1130</w:t>
      </w:r>
      <w:r>
        <w:tab/>
        <w:t>2.342e0</w:t>
      </w:r>
    </w:p>
    <w:p w:rsidR="00B65DC9" w:rsidRDefault="00B65DC9" w:rsidP="00B65DC9">
      <w:r>
        <w:lastRenderedPageBreak/>
        <w:t>249.1178</w:t>
      </w:r>
      <w:r>
        <w:tab/>
        <w:t>7.595e-2</w:t>
      </w:r>
    </w:p>
    <w:p w:rsidR="00B65DC9" w:rsidRDefault="00B65DC9" w:rsidP="00B65DC9">
      <w:r>
        <w:t>249.1446</w:t>
      </w:r>
      <w:r>
        <w:tab/>
        <w:t>1.013e0</w:t>
      </w:r>
    </w:p>
    <w:p w:rsidR="00B65DC9" w:rsidRDefault="00B65DC9" w:rsidP="00B65DC9">
      <w:r>
        <w:t>249.1668</w:t>
      </w:r>
      <w:r>
        <w:tab/>
        <w:t>1.266e-2</w:t>
      </w:r>
    </w:p>
    <w:p w:rsidR="00B65DC9" w:rsidRDefault="00B65DC9" w:rsidP="00B65DC9">
      <w:r>
        <w:t>249.1902</w:t>
      </w:r>
      <w:r>
        <w:tab/>
        <w:t>1.266e-2</w:t>
      </w:r>
    </w:p>
    <w:p w:rsidR="00B65DC9" w:rsidRDefault="00B65DC9" w:rsidP="00B65DC9">
      <w:r>
        <w:t>249.1949</w:t>
      </w:r>
      <w:r>
        <w:tab/>
        <w:t>1.013e0</w:t>
      </w:r>
    </w:p>
    <w:p w:rsidR="00B65DC9" w:rsidRDefault="00B65DC9" w:rsidP="00B65DC9">
      <w:r>
        <w:t>249.2522</w:t>
      </w:r>
      <w:r>
        <w:tab/>
        <w:t>2.025e0</w:t>
      </w:r>
    </w:p>
    <w:p w:rsidR="00B65DC9" w:rsidRDefault="00B65DC9" w:rsidP="00B65DC9">
      <w:r>
        <w:t>249.3683</w:t>
      </w:r>
      <w:r>
        <w:tab/>
        <w:t>2.025e0</w:t>
      </w:r>
    </w:p>
    <w:p w:rsidR="00B65DC9" w:rsidRDefault="00B65DC9" w:rsidP="00B65DC9">
      <w:r>
        <w:t>249.3967</w:t>
      </w:r>
      <w:r>
        <w:tab/>
        <w:t>1.266e-2</w:t>
      </w:r>
    </w:p>
    <w:p w:rsidR="00B65DC9" w:rsidRDefault="00B65DC9" w:rsidP="00B65DC9">
      <w:r>
        <w:t>249.4220</w:t>
      </w:r>
      <w:r>
        <w:tab/>
        <w:t>1.266e-2</w:t>
      </w:r>
    </w:p>
    <w:p w:rsidR="00B65DC9" w:rsidRDefault="00B65DC9" w:rsidP="00B65DC9">
      <w:r>
        <w:t>249.4428</w:t>
      </w:r>
      <w:r>
        <w:tab/>
        <w:t>1.013e0</w:t>
      </w:r>
    </w:p>
    <w:p w:rsidR="00B65DC9" w:rsidRDefault="00B65DC9" w:rsidP="00B65DC9">
      <w:r>
        <w:t>249.4769</w:t>
      </w:r>
      <w:r>
        <w:tab/>
        <w:t>3.038e0</w:t>
      </w:r>
    </w:p>
    <w:p w:rsidR="00B65DC9" w:rsidRDefault="00B65DC9" w:rsidP="00B65DC9">
      <w:r>
        <w:t>249.4812</w:t>
      </w:r>
      <w:r>
        <w:tab/>
        <w:t>1.013e0</w:t>
      </w:r>
    </w:p>
    <w:p w:rsidR="00B65DC9" w:rsidRDefault="00B65DC9" w:rsidP="00B65DC9">
      <w:r>
        <w:t>249.5131</w:t>
      </w:r>
      <w:r>
        <w:tab/>
        <w:t>2.025e0</w:t>
      </w:r>
    </w:p>
    <w:p w:rsidR="00B65DC9" w:rsidRDefault="00B65DC9" w:rsidP="00B65DC9">
      <w:r>
        <w:t>249.5229</w:t>
      </w:r>
      <w:r>
        <w:tab/>
        <w:t>2.025e0</w:t>
      </w:r>
    </w:p>
    <w:p w:rsidR="00B65DC9" w:rsidRDefault="00B65DC9" w:rsidP="00B65DC9">
      <w:r>
        <w:t>249.5387</w:t>
      </w:r>
      <w:r>
        <w:tab/>
        <w:t>1.013e0</w:t>
      </w:r>
    </w:p>
    <w:p w:rsidR="00B65DC9" w:rsidRDefault="00B65DC9" w:rsidP="00B65DC9">
      <w:r>
        <w:t>249.5651</w:t>
      </w:r>
      <w:r>
        <w:tab/>
        <w:t>1.025e0</w:t>
      </w:r>
    </w:p>
    <w:p w:rsidR="00B65DC9" w:rsidRDefault="00B65DC9" w:rsidP="00B65DC9">
      <w:r>
        <w:t>249.5939</w:t>
      </w:r>
      <w:r>
        <w:tab/>
        <w:t>1.266e-2</w:t>
      </w:r>
    </w:p>
    <w:p w:rsidR="00B65DC9" w:rsidRDefault="00B65DC9" w:rsidP="00B65DC9">
      <w:r>
        <w:t>249.6090</w:t>
      </w:r>
      <w:r>
        <w:tab/>
        <w:t>2.025e0</w:t>
      </w:r>
    </w:p>
    <w:p w:rsidR="00B65DC9" w:rsidRDefault="00B65DC9" w:rsidP="00B65DC9">
      <w:r>
        <w:t>249.6404</w:t>
      </w:r>
      <w:r>
        <w:tab/>
        <w:t>1.266e-2</w:t>
      </w:r>
    </w:p>
    <w:p w:rsidR="00B65DC9" w:rsidRDefault="00B65DC9" w:rsidP="00B65DC9">
      <w:r>
        <w:lastRenderedPageBreak/>
        <w:t>249.6531</w:t>
      </w:r>
      <w:r>
        <w:tab/>
        <w:t>1.013e0</w:t>
      </w:r>
    </w:p>
    <w:p w:rsidR="00B65DC9" w:rsidRDefault="00B65DC9" w:rsidP="00B65DC9">
      <w:r>
        <w:t>249.6729</w:t>
      </w:r>
      <w:r>
        <w:tab/>
        <w:t>1.266e-2</w:t>
      </w:r>
    </w:p>
    <w:p w:rsidR="00B65DC9" w:rsidRDefault="00B65DC9" w:rsidP="00B65DC9">
      <w:r>
        <w:t>249.7194</w:t>
      </w:r>
      <w:r>
        <w:tab/>
        <w:t>1.013e0</w:t>
      </w:r>
    </w:p>
    <w:p w:rsidR="00B65DC9" w:rsidRDefault="00B65DC9" w:rsidP="00B65DC9">
      <w:r>
        <w:t>249.7532</w:t>
      </w:r>
      <w:r>
        <w:tab/>
        <w:t>1.013e0</w:t>
      </w:r>
    </w:p>
    <w:p w:rsidR="00B65DC9" w:rsidRDefault="00B65DC9" w:rsidP="00B65DC9">
      <w:r>
        <w:t>249.8209</w:t>
      </w:r>
      <w:r>
        <w:tab/>
        <w:t>2.025e0</w:t>
      </w:r>
    </w:p>
    <w:p w:rsidR="00B65DC9" w:rsidRDefault="00B65DC9" w:rsidP="00B65DC9">
      <w:r>
        <w:t>249.8416</w:t>
      </w:r>
      <w:r>
        <w:tab/>
        <w:t>1.013e0</w:t>
      </w:r>
    </w:p>
    <w:p w:rsidR="00B65DC9" w:rsidRDefault="00B65DC9" w:rsidP="00B65DC9">
      <w:r>
        <w:t>249.8964</w:t>
      </w:r>
      <w:r>
        <w:tab/>
        <w:t>1.013e0</w:t>
      </w:r>
    </w:p>
    <w:p w:rsidR="00B65DC9" w:rsidRDefault="00B65DC9" w:rsidP="00B65DC9">
      <w:r>
        <w:t>249.9136</w:t>
      </w:r>
      <w:r>
        <w:tab/>
        <w:t>1.266e-2</w:t>
      </w:r>
    </w:p>
    <w:p w:rsidR="00B65DC9" w:rsidRDefault="00B65DC9" w:rsidP="00B65DC9">
      <w:r>
        <w:t>249.9715</w:t>
      </w:r>
      <w:r>
        <w:tab/>
        <w:t>1.266e-2</w:t>
      </w:r>
    </w:p>
    <w:p w:rsidR="00B65DC9" w:rsidRDefault="00B65DC9" w:rsidP="00B65DC9">
      <w:r>
        <w:t>249.9891</w:t>
      </w:r>
      <w:r>
        <w:tab/>
        <w:t>1.266e-2</w:t>
      </w:r>
    </w:p>
    <w:p w:rsidR="00B65DC9" w:rsidRDefault="00B65DC9" w:rsidP="00B65DC9">
      <w:r>
        <w:t>250.0017</w:t>
      </w:r>
      <w:r>
        <w:tab/>
        <w:t>1.266e-2</w:t>
      </w:r>
    </w:p>
    <w:p w:rsidR="00B65DC9" w:rsidRDefault="00B65DC9" w:rsidP="00B65DC9">
      <w:r>
        <w:t>250.0177</w:t>
      </w:r>
      <w:r>
        <w:tab/>
        <w:t>1.025e0</w:t>
      </w:r>
    </w:p>
    <w:p w:rsidR="00B65DC9" w:rsidRDefault="00B65DC9" w:rsidP="00B65DC9">
      <w:r>
        <w:t>250.0256</w:t>
      </w:r>
      <w:r>
        <w:tab/>
        <w:t>3.369e0</w:t>
      </w:r>
    </w:p>
    <w:p w:rsidR="00B65DC9" w:rsidRDefault="00B65DC9" w:rsidP="00B65DC9">
      <w:r>
        <w:t>250.0297</w:t>
      </w:r>
      <w:r>
        <w:tab/>
        <w:t>1.038e0</w:t>
      </w:r>
    </w:p>
    <w:p w:rsidR="00B65DC9" w:rsidRDefault="00B65DC9" w:rsidP="00B65DC9">
      <w:r>
        <w:t>250.0596</w:t>
      </w:r>
      <w:r>
        <w:tab/>
        <w:t>2.025e0</w:t>
      </w:r>
    </w:p>
    <w:p w:rsidR="00B65DC9" w:rsidRDefault="00B65DC9" w:rsidP="00B65DC9">
      <w:r>
        <w:t>250.0728</w:t>
      </w:r>
      <w:r>
        <w:tab/>
        <w:t>1.013e0</w:t>
      </w:r>
    </w:p>
    <w:p w:rsidR="00B65DC9" w:rsidRDefault="00B65DC9" w:rsidP="00B65DC9">
      <w:r>
        <w:t>250.0860</w:t>
      </w:r>
      <w:r>
        <w:tab/>
        <w:t>1.025e0</w:t>
      </w:r>
    </w:p>
    <w:p w:rsidR="00B65DC9" w:rsidRDefault="00B65DC9" w:rsidP="00B65DC9">
      <w:r>
        <w:t>250.1104</w:t>
      </w:r>
      <w:r>
        <w:tab/>
        <w:t>2.025e0</w:t>
      </w:r>
    </w:p>
    <w:p w:rsidR="00B65DC9" w:rsidRDefault="00B65DC9" w:rsidP="00B65DC9">
      <w:r>
        <w:t>250.1240</w:t>
      </w:r>
      <w:r>
        <w:tab/>
        <w:t>1.266e-2</w:t>
      </w:r>
    </w:p>
    <w:p w:rsidR="00B65DC9" w:rsidRDefault="00B65DC9" w:rsidP="00B65DC9">
      <w:r>
        <w:lastRenderedPageBreak/>
        <w:t>250.1341</w:t>
      </w:r>
      <w:r>
        <w:tab/>
        <w:t>2.025e0</w:t>
      </w:r>
    </w:p>
    <w:p w:rsidR="00B65DC9" w:rsidRDefault="00B65DC9" w:rsidP="00B65DC9">
      <w:r>
        <w:t>250.1418</w:t>
      </w:r>
      <w:r>
        <w:tab/>
        <w:t>5.063e-2</w:t>
      </w:r>
    </w:p>
    <w:p w:rsidR="00B65DC9" w:rsidRDefault="00B65DC9" w:rsidP="00B65DC9">
      <w:r>
        <w:t>250.1566</w:t>
      </w:r>
      <w:r>
        <w:tab/>
        <w:t>1.013e0</w:t>
      </w:r>
    </w:p>
    <w:p w:rsidR="00B65DC9" w:rsidRDefault="00B65DC9" w:rsidP="00B65DC9">
      <w:r>
        <w:t>250.1659</w:t>
      </w:r>
      <w:r>
        <w:tab/>
        <w:t>2.532e-2</w:t>
      </w:r>
    </w:p>
    <w:p w:rsidR="00B65DC9" w:rsidRDefault="00B65DC9" w:rsidP="00B65DC9">
      <w:r>
        <w:t>250.1741</w:t>
      </w:r>
      <w:r>
        <w:tab/>
        <w:t>1.013e0</w:t>
      </w:r>
    </w:p>
    <w:p w:rsidR="00B65DC9" w:rsidRDefault="00B65DC9" w:rsidP="00B65DC9">
      <w:r>
        <w:t>250.2112</w:t>
      </w:r>
      <w:r>
        <w:tab/>
        <w:t>3.038e0</w:t>
      </w:r>
    </w:p>
    <w:p w:rsidR="00B65DC9" w:rsidRDefault="00B65DC9" w:rsidP="00B65DC9">
      <w:r>
        <w:t>250.2156</w:t>
      </w:r>
      <w:r>
        <w:tab/>
        <w:t>2.025e0</w:t>
      </w:r>
    </w:p>
    <w:p w:rsidR="00B65DC9" w:rsidRDefault="00B65DC9" w:rsidP="00B65DC9">
      <w:r>
        <w:t>250.2359</w:t>
      </w:r>
      <w:r>
        <w:tab/>
        <w:t>1.266e-2</w:t>
      </w:r>
    </w:p>
    <w:p w:rsidR="00B65DC9" w:rsidRDefault="00B65DC9" w:rsidP="00B65DC9">
      <w:r>
        <w:t>250.2703</w:t>
      </w:r>
      <w:r>
        <w:tab/>
        <w:t>1.013e0</w:t>
      </w:r>
    </w:p>
    <w:p w:rsidR="00B65DC9" w:rsidRDefault="00B65DC9" w:rsidP="00B65DC9">
      <w:r>
        <w:t>250.2761</w:t>
      </w:r>
      <w:r>
        <w:tab/>
        <w:t>2.025e0</w:t>
      </w:r>
    </w:p>
    <w:p w:rsidR="00B65DC9" w:rsidRDefault="00B65DC9" w:rsidP="00B65DC9">
      <w:r>
        <w:t>250.2823</w:t>
      </w:r>
      <w:r>
        <w:tab/>
        <w:t>1.266e-2</w:t>
      </w:r>
    </w:p>
    <w:p w:rsidR="00B65DC9" w:rsidRDefault="00B65DC9" w:rsidP="00B65DC9">
      <w:r>
        <w:t>250.3505</w:t>
      </w:r>
      <w:r>
        <w:tab/>
        <w:t>1.013e0</w:t>
      </w:r>
    </w:p>
    <w:p w:rsidR="00B65DC9" w:rsidRDefault="00B65DC9" w:rsidP="00B65DC9">
      <w:r>
        <w:t>250.3545</w:t>
      </w:r>
      <w:r>
        <w:tab/>
        <w:t>1.266e-2</w:t>
      </w:r>
    </w:p>
    <w:p w:rsidR="00B65DC9" w:rsidRDefault="00B65DC9" w:rsidP="00B65DC9">
      <w:r>
        <w:t>250.3712</w:t>
      </w:r>
      <w:r>
        <w:tab/>
        <w:t>1.013e0</w:t>
      </w:r>
    </w:p>
    <w:p w:rsidR="00B65DC9" w:rsidRDefault="00B65DC9" w:rsidP="00B65DC9">
      <w:r>
        <w:t>250.4221</w:t>
      </w:r>
      <w:r>
        <w:tab/>
        <w:t>1.013e0</w:t>
      </w:r>
    </w:p>
    <w:p w:rsidR="00B65DC9" w:rsidRDefault="00B65DC9" w:rsidP="00B65DC9">
      <w:r>
        <w:t>250.4939</w:t>
      </w:r>
      <w:r>
        <w:tab/>
        <w:t>1.025e0</w:t>
      </w:r>
    </w:p>
    <w:p w:rsidR="00B65DC9" w:rsidRDefault="00B65DC9" w:rsidP="00B65DC9">
      <w:r>
        <w:t>250.5309</w:t>
      </w:r>
      <w:r>
        <w:tab/>
        <w:t>1.266e-2</w:t>
      </w:r>
    </w:p>
    <w:p w:rsidR="00B65DC9" w:rsidRDefault="00B65DC9" w:rsidP="00B65DC9">
      <w:r>
        <w:t>250.5852</w:t>
      </w:r>
      <w:r>
        <w:tab/>
        <w:t>1.013e0</w:t>
      </w:r>
    </w:p>
    <w:p w:rsidR="00B65DC9" w:rsidRDefault="00B65DC9" w:rsidP="00B65DC9">
      <w:r>
        <w:t>250.5899</w:t>
      </w:r>
      <w:r>
        <w:tab/>
        <w:t>1.266e-2</w:t>
      </w:r>
    </w:p>
    <w:p w:rsidR="00B65DC9" w:rsidRDefault="00B65DC9" w:rsidP="00B65DC9">
      <w:r>
        <w:lastRenderedPageBreak/>
        <w:t>250.6152</w:t>
      </w:r>
      <w:r>
        <w:tab/>
        <w:t>1.013e0</w:t>
      </w:r>
    </w:p>
    <w:p w:rsidR="00B65DC9" w:rsidRDefault="00B65DC9" w:rsidP="00B65DC9">
      <w:r>
        <w:t>250.6785</w:t>
      </w:r>
      <w:r>
        <w:tab/>
        <w:t>1.013e0</w:t>
      </w:r>
    </w:p>
    <w:p w:rsidR="00B65DC9" w:rsidRDefault="00B65DC9" w:rsidP="00B65DC9">
      <w:r>
        <w:t>250.7456</w:t>
      </w:r>
      <w:r>
        <w:tab/>
        <w:t>1.013e0</w:t>
      </w:r>
    </w:p>
    <w:p w:rsidR="00B65DC9" w:rsidRDefault="00B65DC9" w:rsidP="00B65DC9">
      <w:r>
        <w:t>250.7578</w:t>
      </w:r>
      <w:r>
        <w:tab/>
        <w:t>2.025e0</w:t>
      </w:r>
    </w:p>
    <w:p w:rsidR="00B65DC9" w:rsidRDefault="00B65DC9" w:rsidP="00B65DC9">
      <w:r>
        <w:t>250.8618</w:t>
      </w:r>
      <w:r>
        <w:tab/>
        <w:t>2.025e0</w:t>
      </w:r>
    </w:p>
    <w:p w:rsidR="00B65DC9" w:rsidRDefault="00B65DC9" w:rsidP="00B65DC9">
      <w:r>
        <w:t>250.8680</w:t>
      </w:r>
      <w:r>
        <w:tab/>
        <w:t>1.013e0</w:t>
      </w:r>
    </w:p>
    <w:p w:rsidR="00B65DC9" w:rsidRDefault="00B65DC9" w:rsidP="00B65DC9">
      <w:r>
        <w:t>250.9184</w:t>
      </w:r>
      <w:r>
        <w:tab/>
        <w:t>1.266e-2</w:t>
      </w:r>
    </w:p>
    <w:p w:rsidR="00B65DC9" w:rsidRDefault="00B65DC9" w:rsidP="00B65DC9">
      <w:r>
        <w:t>250.9304</w:t>
      </w:r>
      <w:r>
        <w:tab/>
        <w:t>1.266e-2</w:t>
      </w:r>
    </w:p>
    <w:p w:rsidR="00B65DC9" w:rsidRDefault="00B65DC9" w:rsidP="00B65DC9">
      <w:r>
        <w:t>250.9523</w:t>
      </w:r>
      <w:r>
        <w:tab/>
        <w:t>1.266e-2</w:t>
      </w:r>
    </w:p>
    <w:p w:rsidR="00B65DC9" w:rsidRDefault="00B65DC9" w:rsidP="00B65DC9">
      <w:r>
        <w:t>250.9725</w:t>
      </w:r>
      <w:r>
        <w:tab/>
        <w:t>7.595e-2</w:t>
      </w:r>
    </w:p>
    <w:p w:rsidR="00B65DC9" w:rsidRDefault="00B65DC9" w:rsidP="00B65DC9">
      <w:r>
        <w:t>250.9770</w:t>
      </w:r>
      <w:r>
        <w:tab/>
        <w:t>4.101e0</w:t>
      </w:r>
    </w:p>
    <w:p w:rsidR="00B65DC9" w:rsidRDefault="00B65DC9" w:rsidP="00B65DC9">
      <w:r>
        <w:t>251.0366</w:t>
      </w:r>
      <w:r>
        <w:tab/>
        <w:t>2.532e-2</w:t>
      </w:r>
    </w:p>
    <w:p w:rsidR="00B65DC9" w:rsidRDefault="00B65DC9" w:rsidP="00B65DC9">
      <w:r>
        <w:t>251.0376</w:t>
      </w:r>
      <w:r>
        <w:tab/>
        <w:t>2.038e0</w:t>
      </w:r>
    </w:p>
    <w:p w:rsidR="00B65DC9" w:rsidRDefault="00B65DC9" w:rsidP="00B65DC9">
      <w:r>
        <w:t>251.0565</w:t>
      </w:r>
      <w:r>
        <w:tab/>
        <w:t>1.266e-2</w:t>
      </w:r>
    </w:p>
    <w:p w:rsidR="00B65DC9" w:rsidRDefault="00B65DC9" w:rsidP="00B65DC9">
      <w:r>
        <w:t>251.0658</w:t>
      </w:r>
      <w:r>
        <w:tab/>
        <w:t>1.266e-2</w:t>
      </w:r>
    </w:p>
    <w:p w:rsidR="00B65DC9" w:rsidRDefault="00B65DC9" w:rsidP="00B65DC9">
      <w:r>
        <w:t>251.1217</w:t>
      </w:r>
      <w:r>
        <w:tab/>
        <w:t>1.038e0</w:t>
      </w:r>
    </w:p>
    <w:p w:rsidR="00B65DC9" w:rsidRDefault="00B65DC9" w:rsidP="00B65DC9">
      <w:r>
        <w:t>251.1478</w:t>
      </w:r>
      <w:r>
        <w:tab/>
        <w:t>3.038e0</w:t>
      </w:r>
    </w:p>
    <w:p w:rsidR="00B65DC9" w:rsidRDefault="00B65DC9" w:rsidP="00B65DC9">
      <w:r>
        <w:t>251.1670</w:t>
      </w:r>
      <w:r>
        <w:tab/>
        <w:t>1.266e-2</w:t>
      </w:r>
    </w:p>
    <w:p w:rsidR="00B65DC9" w:rsidRDefault="00B65DC9" w:rsidP="00B65DC9">
      <w:r>
        <w:t>251.1848</w:t>
      </w:r>
      <w:r>
        <w:tab/>
        <w:t>3.038e0</w:t>
      </w:r>
    </w:p>
    <w:p w:rsidR="00B65DC9" w:rsidRDefault="00B65DC9" w:rsidP="00B65DC9">
      <w:r>
        <w:lastRenderedPageBreak/>
        <w:t>251.2132</w:t>
      </w:r>
      <w:r>
        <w:tab/>
        <w:t>1.013e0</w:t>
      </w:r>
    </w:p>
    <w:p w:rsidR="00B65DC9" w:rsidRDefault="00B65DC9" w:rsidP="00B65DC9">
      <w:r>
        <w:t>251.2211</w:t>
      </w:r>
      <w:r>
        <w:tab/>
        <w:t>1.013e0</w:t>
      </w:r>
    </w:p>
    <w:p w:rsidR="00B65DC9" w:rsidRDefault="00B65DC9" w:rsidP="00B65DC9">
      <w:r>
        <w:t>251.2340</w:t>
      </w:r>
      <w:r>
        <w:tab/>
        <w:t>1.266e-2</w:t>
      </w:r>
    </w:p>
    <w:p w:rsidR="00B65DC9" w:rsidRDefault="00B65DC9" w:rsidP="00B65DC9">
      <w:r>
        <w:t>251.3274</w:t>
      </w:r>
      <w:r>
        <w:tab/>
        <w:t>1.013e0</w:t>
      </w:r>
    </w:p>
    <w:p w:rsidR="00B65DC9" w:rsidRDefault="00B65DC9" w:rsidP="00B65DC9">
      <w:r>
        <w:t>251.3381</w:t>
      </w:r>
      <w:r>
        <w:tab/>
        <w:t>2.025e0</w:t>
      </w:r>
    </w:p>
    <w:p w:rsidR="00B65DC9" w:rsidRDefault="00B65DC9" w:rsidP="00B65DC9">
      <w:r>
        <w:t>251.3741</w:t>
      </w:r>
      <w:r>
        <w:tab/>
        <w:t>1.013e0</w:t>
      </w:r>
    </w:p>
    <w:p w:rsidR="00B65DC9" w:rsidRDefault="00B65DC9" w:rsidP="00B65DC9">
      <w:r>
        <w:t>251.3779</w:t>
      </w:r>
      <w:r>
        <w:tab/>
        <w:t>1.013e0</w:t>
      </w:r>
    </w:p>
    <w:p w:rsidR="00B65DC9" w:rsidRDefault="00B65DC9" w:rsidP="00B65DC9">
      <w:r>
        <w:t>251.4022</w:t>
      </w:r>
      <w:r>
        <w:tab/>
        <w:t>1.013e0</w:t>
      </w:r>
    </w:p>
    <w:p w:rsidR="00B65DC9" w:rsidRDefault="00B65DC9" w:rsidP="00B65DC9">
      <w:r>
        <w:t>251.4280</w:t>
      </w:r>
      <w:r>
        <w:tab/>
        <w:t>1.266e-2</w:t>
      </w:r>
    </w:p>
    <w:p w:rsidR="00B65DC9" w:rsidRDefault="00B65DC9" w:rsidP="00B65DC9">
      <w:r>
        <w:t>251.4537</w:t>
      </w:r>
      <w:r>
        <w:tab/>
        <w:t>1.013e0</w:t>
      </w:r>
    </w:p>
    <w:p w:rsidR="00B65DC9" w:rsidRDefault="00B65DC9" w:rsidP="00B65DC9">
      <w:r>
        <w:t>251.4556</w:t>
      </w:r>
      <w:r>
        <w:tab/>
        <w:t>2.025e0</w:t>
      </w:r>
    </w:p>
    <w:p w:rsidR="00B65DC9" w:rsidRDefault="00B65DC9" w:rsidP="00B65DC9">
      <w:r>
        <w:t>251.4961</w:t>
      </w:r>
      <w:r>
        <w:tab/>
        <w:t>1.013e0</w:t>
      </w:r>
    </w:p>
    <w:p w:rsidR="00B65DC9" w:rsidRDefault="00B65DC9" w:rsidP="00B65DC9">
      <w:r>
        <w:t>251.5163</w:t>
      </w:r>
      <w:r>
        <w:tab/>
        <w:t>2.025e0</w:t>
      </w:r>
    </w:p>
    <w:p w:rsidR="00B65DC9" w:rsidRDefault="00B65DC9" w:rsidP="00B65DC9">
      <w:r>
        <w:t>251.5203</w:t>
      </w:r>
      <w:r>
        <w:tab/>
        <w:t>1.013e0</w:t>
      </w:r>
    </w:p>
    <w:p w:rsidR="00B65DC9" w:rsidRDefault="00B65DC9" w:rsidP="00B65DC9">
      <w:r>
        <w:t>251.5332</w:t>
      </w:r>
      <w:r>
        <w:tab/>
        <w:t>1.266e-2</w:t>
      </w:r>
    </w:p>
    <w:p w:rsidR="00B65DC9" w:rsidRDefault="00B65DC9" w:rsidP="00B65DC9">
      <w:r>
        <w:t>251.5663</w:t>
      </w:r>
      <w:r>
        <w:tab/>
        <w:t>1.266e-2</w:t>
      </w:r>
    </w:p>
    <w:p w:rsidR="00B65DC9" w:rsidRDefault="00B65DC9" w:rsidP="00B65DC9">
      <w:r>
        <w:t>251.6085</w:t>
      </w:r>
      <w:r>
        <w:tab/>
        <w:t>1.013e0</w:t>
      </w:r>
    </w:p>
    <w:p w:rsidR="00B65DC9" w:rsidRDefault="00B65DC9" w:rsidP="00B65DC9">
      <w:r>
        <w:t>251.6224</w:t>
      </w:r>
      <w:r>
        <w:tab/>
        <w:t>1.013e0</w:t>
      </w:r>
    </w:p>
    <w:p w:rsidR="00B65DC9" w:rsidRDefault="00B65DC9" w:rsidP="00B65DC9">
      <w:r>
        <w:t>251.6862</w:t>
      </w:r>
      <w:r>
        <w:tab/>
        <w:t>3.038e0</w:t>
      </w:r>
    </w:p>
    <w:p w:rsidR="00B65DC9" w:rsidRDefault="00B65DC9" w:rsidP="00B65DC9">
      <w:r>
        <w:lastRenderedPageBreak/>
        <w:t>251.6952</w:t>
      </w:r>
      <w:r>
        <w:tab/>
        <w:t>2.025e0</w:t>
      </w:r>
    </w:p>
    <w:p w:rsidR="00B65DC9" w:rsidRDefault="00B65DC9" w:rsidP="00B65DC9">
      <w:r>
        <w:t>251.7158</w:t>
      </w:r>
      <w:r>
        <w:tab/>
        <w:t>1.266e-2</w:t>
      </w:r>
    </w:p>
    <w:p w:rsidR="00B65DC9" w:rsidRDefault="00B65DC9" w:rsidP="00B65DC9">
      <w:r>
        <w:t>251.7272</w:t>
      </w:r>
      <w:r>
        <w:tab/>
        <w:t>1.013e0</w:t>
      </w:r>
    </w:p>
    <w:p w:rsidR="00B65DC9" w:rsidRDefault="00B65DC9" w:rsidP="00B65DC9">
      <w:r>
        <w:t>251.7351</w:t>
      </w:r>
      <w:r>
        <w:tab/>
        <w:t>1.013e0</w:t>
      </w:r>
    </w:p>
    <w:p w:rsidR="00B65DC9" w:rsidRDefault="00B65DC9" w:rsidP="00B65DC9">
      <w:r>
        <w:t>251.7654</w:t>
      </w:r>
      <w:r>
        <w:tab/>
        <w:t>1.266e-2</w:t>
      </w:r>
    </w:p>
    <w:p w:rsidR="00B65DC9" w:rsidRDefault="00B65DC9" w:rsidP="00B65DC9">
      <w:r>
        <w:t>251.7694</w:t>
      </w:r>
      <w:r>
        <w:tab/>
        <w:t>1.013e0</w:t>
      </w:r>
    </w:p>
    <w:p w:rsidR="00B65DC9" w:rsidRDefault="00B65DC9" w:rsidP="00B65DC9">
      <w:r>
        <w:t>251.7905</w:t>
      </w:r>
      <w:r>
        <w:tab/>
        <w:t>1.266e-2</w:t>
      </w:r>
    </w:p>
    <w:p w:rsidR="00B65DC9" w:rsidRDefault="00B65DC9" w:rsidP="00B65DC9">
      <w:r>
        <w:t>251.8424</w:t>
      </w:r>
      <w:r>
        <w:tab/>
        <w:t>1.266e-2</w:t>
      </w:r>
    </w:p>
    <w:p w:rsidR="00B65DC9" w:rsidRDefault="00B65DC9" w:rsidP="00B65DC9">
      <w:r>
        <w:t>251.9290</w:t>
      </w:r>
      <w:r>
        <w:tab/>
        <w:t>2.025e0</w:t>
      </w:r>
    </w:p>
    <w:p w:rsidR="00B65DC9" w:rsidRDefault="00B65DC9" w:rsidP="00B65DC9">
      <w:r>
        <w:t>251.9594</w:t>
      </w:r>
      <w:r>
        <w:tab/>
        <w:t>1.266e-2</w:t>
      </w:r>
    </w:p>
    <w:p w:rsidR="00B65DC9" w:rsidRDefault="00B65DC9" w:rsidP="00B65DC9">
      <w:r>
        <w:t>251.9666</w:t>
      </w:r>
      <w:r>
        <w:tab/>
        <w:t>2.025e0</w:t>
      </w:r>
    </w:p>
    <w:p w:rsidR="00B65DC9" w:rsidRDefault="00B65DC9" w:rsidP="00B65DC9">
      <w:r>
        <w:t>252.0015</w:t>
      </w:r>
      <w:r>
        <w:tab/>
        <w:t>3.051e0</w:t>
      </w:r>
    </w:p>
    <w:p w:rsidR="00B65DC9" w:rsidRDefault="00B65DC9" w:rsidP="00B65DC9">
      <w:r>
        <w:t>252.0187</w:t>
      </w:r>
      <w:r>
        <w:tab/>
        <w:t>2.025e0</w:t>
      </w:r>
    </w:p>
    <w:p w:rsidR="00B65DC9" w:rsidRDefault="00B65DC9" w:rsidP="00B65DC9">
      <w:r>
        <w:t>252.0344</w:t>
      </w:r>
      <w:r>
        <w:tab/>
        <w:t>1.013e0</w:t>
      </w:r>
    </w:p>
    <w:p w:rsidR="00B65DC9" w:rsidRDefault="00B65DC9" w:rsidP="00B65DC9">
      <w:r>
        <w:t>252.0471</w:t>
      </w:r>
      <w:r>
        <w:tab/>
        <w:t>3.038e0</w:t>
      </w:r>
    </w:p>
    <w:p w:rsidR="00B65DC9" w:rsidRDefault="00B65DC9" w:rsidP="00B65DC9">
      <w:r>
        <w:t>252.0481</w:t>
      </w:r>
      <w:r>
        <w:tab/>
        <w:t>1.013e0</w:t>
      </w:r>
    </w:p>
    <w:p w:rsidR="00B65DC9" w:rsidRDefault="00B65DC9" w:rsidP="00B65DC9">
      <w:r>
        <w:t>252.0769</w:t>
      </w:r>
      <w:r>
        <w:tab/>
        <w:t>1.013e0</w:t>
      </w:r>
    </w:p>
    <w:p w:rsidR="00B65DC9" w:rsidRDefault="00B65DC9" w:rsidP="00B65DC9">
      <w:r>
        <w:t>252.0950</w:t>
      </w:r>
      <w:r>
        <w:tab/>
        <w:t>1.013e0</w:t>
      </w:r>
    </w:p>
    <w:p w:rsidR="00B65DC9" w:rsidRDefault="00B65DC9" w:rsidP="00B65DC9">
      <w:r>
        <w:t>252.1375</w:t>
      </w:r>
      <w:r>
        <w:tab/>
        <w:t>1.013e0</w:t>
      </w:r>
    </w:p>
    <w:p w:rsidR="00B65DC9" w:rsidRDefault="00B65DC9" w:rsidP="00B65DC9">
      <w:r>
        <w:lastRenderedPageBreak/>
        <w:t>252.1973</w:t>
      </w:r>
      <w:r>
        <w:tab/>
        <w:t>3.038e0</w:t>
      </w:r>
    </w:p>
    <w:p w:rsidR="00B65DC9" w:rsidRDefault="00B65DC9" w:rsidP="00B65DC9">
      <w:r>
        <w:t>252.2500</w:t>
      </w:r>
      <w:r>
        <w:tab/>
        <w:t>1.013e0</w:t>
      </w:r>
    </w:p>
    <w:p w:rsidR="00B65DC9" w:rsidRDefault="00B65DC9" w:rsidP="00B65DC9">
      <w:r>
        <w:t>252.2637</w:t>
      </w:r>
      <w:r>
        <w:tab/>
        <w:t>1.266e-2</w:t>
      </w:r>
    </w:p>
    <w:p w:rsidR="00B65DC9" w:rsidRDefault="00B65DC9" w:rsidP="00B65DC9">
      <w:r>
        <w:t>252.2758</w:t>
      </w:r>
      <w:r>
        <w:tab/>
        <w:t>1.266e-2</w:t>
      </w:r>
    </w:p>
    <w:p w:rsidR="00B65DC9" w:rsidRDefault="00B65DC9" w:rsidP="00B65DC9">
      <w:r>
        <w:t>252.3102</w:t>
      </w:r>
      <w:r>
        <w:tab/>
        <w:t>1.266e-2</w:t>
      </w:r>
    </w:p>
    <w:p w:rsidR="00B65DC9" w:rsidRDefault="00B65DC9" w:rsidP="00B65DC9">
      <w:r>
        <w:t>252.3260</w:t>
      </w:r>
      <w:r>
        <w:tab/>
        <w:t>1.013e0</w:t>
      </w:r>
    </w:p>
    <w:p w:rsidR="00B65DC9" w:rsidRDefault="00B65DC9" w:rsidP="00B65DC9">
      <w:r>
        <w:t>252.3810</w:t>
      </w:r>
      <w:r>
        <w:tab/>
        <w:t>1.013e0</w:t>
      </w:r>
    </w:p>
    <w:p w:rsidR="00B65DC9" w:rsidRDefault="00B65DC9" w:rsidP="00B65DC9">
      <w:r>
        <w:t>252.4279</w:t>
      </w:r>
      <w:r>
        <w:tab/>
        <w:t>1.013e0</w:t>
      </w:r>
    </w:p>
    <w:p w:rsidR="00B65DC9" w:rsidRDefault="00B65DC9" w:rsidP="00B65DC9">
      <w:r>
        <w:t>252.4326</w:t>
      </w:r>
      <w:r>
        <w:tab/>
        <w:t>1.013e0</w:t>
      </w:r>
    </w:p>
    <w:p w:rsidR="00B65DC9" w:rsidRDefault="00B65DC9" w:rsidP="00B65DC9">
      <w:r>
        <w:t>252.4491</w:t>
      </w:r>
      <w:r>
        <w:tab/>
        <w:t>1.013e0</w:t>
      </w:r>
    </w:p>
    <w:p w:rsidR="00B65DC9" w:rsidRDefault="00B65DC9" w:rsidP="00B65DC9">
      <w:r>
        <w:t>252.4830</w:t>
      </w:r>
      <w:r>
        <w:tab/>
        <w:t>1.013e0</w:t>
      </w:r>
    </w:p>
    <w:p w:rsidR="00B65DC9" w:rsidRDefault="00B65DC9" w:rsidP="00B65DC9">
      <w:r>
        <w:t>252.5335</w:t>
      </w:r>
      <w:r>
        <w:tab/>
        <w:t>1.266e-2</w:t>
      </w:r>
    </w:p>
    <w:p w:rsidR="00B65DC9" w:rsidRDefault="00B65DC9" w:rsidP="00B65DC9">
      <w:r>
        <w:t>252.5639</w:t>
      </w:r>
      <w:r>
        <w:tab/>
        <w:t>1.266e-2</w:t>
      </w:r>
    </w:p>
    <w:p w:rsidR="00B65DC9" w:rsidRDefault="00B65DC9" w:rsidP="00B65DC9">
      <w:r>
        <w:t>252.5674</w:t>
      </w:r>
      <w:r>
        <w:tab/>
        <w:t>1.013e0</w:t>
      </w:r>
    </w:p>
    <w:p w:rsidR="00B65DC9" w:rsidRDefault="00B65DC9" w:rsidP="00B65DC9">
      <w:r>
        <w:t>252.5922</w:t>
      </w:r>
      <w:r>
        <w:tab/>
        <w:t>1.013e0</w:t>
      </w:r>
    </w:p>
    <w:p w:rsidR="00B65DC9" w:rsidRDefault="00B65DC9" w:rsidP="00B65DC9">
      <w:r>
        <w:t>252.6001</w:t>
      </w:r>
      <w:r>
        <w:tab/>
        <w:t>2.025e0</w:t>
      </w:r>
    </w:p>
    <w:p w:rsidR="00B65DC9" w:rsidRDefault="00B65DC9" w:rsidP="00B65DC9">
      <w:r>
        <w:t>252.6177</w:t>
      </w:r>
      <w:r>
        <w:tab/>
        <w:t>1.013e0</w:t>
      </w:r>
    </w:p>
    <w:p w:rsidR="00B65DC9" w:rsidRDefault="00B65DC9" w:rsidP="00B65DC9">
      <w:r>
        <w:t>252.6599</w:t>
      </w:r>
      <w:r>
        <w:tab/>
        <w:t>1.013e0</w:t>
      </w:r>
    </w:p>
    <w:p w:rsidR="00B65DC9" w:rsidRDefault="00B65DC9" w:rsidP="00B65DC9">
      <w:r>
        <w:t>252.6639</w:t>
      </w:r>
      <w:r>
        <w:tab/>
        <w:t>1.266e-2</w:t>
      </w:r>
    </w:p>
    <w:p w:rsidR="00B65DC9" w:rsidRDefault="00B65DC9" w:rsidP="00B65DC9">
      <w:r>
        <w:lastRenderedPageBreak/>
        <w:t>252.6684</w:t>
      </w:r>
      <w:r>
        <w:tab/>
        <w:t>1.025e0</w:t>
      </w:r>
    </w:p>
    <w:p w:rsidR="00B65DC9" w:rsidRDefault="00B65DC9" w:rsidP="00B65DC9">
      <w:r>
        <w:t>252.6767</w:t>
      </w:r>
      <w:r>
        <w:tab/>
        <w:t>1.013e0</w:t>
      </w:r>
    </w:p>
    <w:p w:rsidR="00B65DC9" w:rsidRDefault="00B65DC9" w:rsidP="00B65DC9">
      <w:r>
        <w:t>252.7508</w:t>
      </w:r>
      <w:r>
        <w:tab/>
        <w:t>2.025e0</w:t>
      </w:r>
    </w:p>
    <w:p w:rsidR="00B65DC9" w:rsidRDefault="00B65DC9" w:rsidP="00B65DC9">
      <w:r>
        <w:t>252.8928</w:t>
      </w:r>
      <w:r>
        <w:tab/>
        <w:t>1.013e0</w:t>
      </w:r>
    </w:p>
    <w:p w:rsidR="00B65DC9" w:rsidRDefault="00B65DC9" w:rsidP="00B65DC9">
      <w:r>
        <w:t>252.8975</w:t>
      </w:r>
      <w:r>
        <w:tab/>
        <w:t>1.013e0</w:t>
      </w:r>
    </w:p>
    <w:p w:rsidR="00B65DC9" w:rsidRDefault="00B65DC9" w:rsidP="00B65DC9">
      <w:r>
        <w:t>252.9053</w:t>
      </w:r>
      <w:r>
        <w:tab/>
        <w:t>1.266e-2</w:t>
      </w:r>
    </w:p>
    <w:p w:rsidR="00B65DC9" w:rsidRDefault="00B65DC9" w:rsidP="00B65DC9">
      <w:r>
        <w:t>252.9693</w:t>
      </w:r>
      <w:r>
        <w:tab/>
        <w:t>2.025e0</w:t>
      </w:r>
    </w:p>
    <w:p w:rsidR="00B65DC9" w:rsidRDefault="00B65DC9" w:rsidP="00B65DC9">
      <w:r>
        <w:t>253.0244</w:t>
      </w:r>
      <w:r>
        <w:tab/>
        <w:t>1.013e0</w:t>
      </w:r>
    </w:p>
    <w:p w:rsidR="00B65DC9" w:rsidRDefault="00B65DC9" w:rsidP="00B65DC9">
      <w:r>
        <w:t>253.0361</w:t>
      </w:r>
      <w:r>
        <w:tab/>
        <w:t>1.025e0</w:t>
      </w:r>
    </w:p>
    <w:p w:rsidR="00B65DC9" w:rsidRDefault="00B65DC9" w:rsidP="00B65DC9">
      <w:r>
        <w:t>253.0436</w:t>
      </w:r>
      <w:r>
        <w:tab/>
        <w:t>1.038e0</w:t>
      </w:r>
    </w:p>
    <w:p w:rsidR="00B65DC9" w:rsidRDefault="00B65DC9" w:rsidP="00B65DC9">
      <w:r>
        <w:t>253.0620</w:t>
      </w:r>
      <w:r>
        <w:tab/>
        <w:t>2.532e-2</w:t>
      </w:r>
    </w:p>
    <w:p w:rsidR="00B65DC9" w:rsidRDefault="00B65DC9" w:rsidP="00B65DC9">
      <w:r>
        <w:t>253.0906</w:t>
      </w:r>
      <w:r>
        <w:tab/>
        <w:t>1.013e0</w:t>
      </w:r>
    </w:p>
    <w:p w:rsidR="00B65DC9" w:rsidRDefault="00B65DC9" w:rsidP="00B65DC9">
      <w:r>
        <w:t>253.0925</w:t>
      </w:r>
      <w:r>
        <w:tab/>
        <w:t>3.038e0</w:t>
      </w:r>
    </w:p>
    <w:p w:rsidR="00B65DC9" w:rsidRDefault="00B65DC9" w:rsidP="00B65DC9">
      <w:r>
        <w:t>253.1038</w:t>
      </w:r>
      <w:r>
        <w:tab/>
        <w:t>3.038e0</w:t>
      </w:r>
    </w:p>
    <w:p w:rsidR="00B65DC9" w:rsidRDefault="00B65DC9" w:rsidP="00B65DC9">
      <w:r>
        <w:t>253.1248</w:t>
      </w:r>
      <w:r>
        <w:tab/>
        <w:t>2.025e0</w:t>
      </w:r>
    </w:p>
    <w:p w:rsidR="00B65DC9" w:rsidRDefault="00B65DC9" w:rsidP="00B65DC9">
      <w:r>
        <w:t>253.1540</w:t>
      </w:r>
      <w:r>
        <w:tab/>
        <w:t>3.051e0</w:t>
      </w:r>
    </w:p>
    <w:p w:rsidR="00B65DC9" w:rsidRDefault="00B65DC9" w:rsidP="00B65DC9">
      <w:r>
        <w:t>253.1720</w:t>
      </w:r>
      <w:r>
        <w:tab/>
        <w:t>2.396e1</w:t>
      </w:r>
    </w:p>
    <w:p w:rsidR="00B65DC9" w:rsidRDefault="00B65DC9" w:rsidP="00B65DC9">
      <w:r>
        <w:t>253.1756</w:t>
      </w:r>
      <w:r>
        <w:tab/>
        <w:t>7.138e0</w:t>
      </w:r>
    </w:p>
    <w:p w:rsidR="00B65DC9" w:rsidRDefault="00B65DC9" w:rsidP="00B65DC9">
      <w:r>
        <w:t>253.1799</w:t>
      </w:r>
      <w:r>
        <w:tab/>
        <w:t>3.798e-2</w:t>
      </w:r>
    </w:p>
    <w:p w:rsidR="00B65DC9" w:rsidRDefault="00B65DC9" w:rsidP="00B65DC9">
      <w:r>
        <w:lastRenderedPageBreak/>
        <w:t>253.1842</w:t>
      </w:r>
      <w:r>
        <w:tab/>
        <w:t>1.063e0</w:t>
      </w:r>
    </w:p>
    <w:p w:rsidR="00B65DC9" w:rsidRDefault="00B65DC9" w:rsidP="00B65DC9">
      <w:r>
        <w:t>253.2356</w:t>
      </w:r>
      <w:r>
        <w:tab/>
        <w:t>1.013e0</w:t>
      </w:r>
    </w:p>
    <w:p w:rsidR="00B65DC9" w:rsidRDefault="00B65DC9" w:rsidP="00B65DC9">
      <w:r>
        <w:t>253.2474</w:t>
      </w:r>
      <w:r>
        <w:tab/>
        <w:t>2.025e0</w:t>
      </w:r>
    </w:p>
    <w:p w:rsidR="00B65DC9" w:rsidRDefault="00B65DC9" w:rsidP="00B65DC9">
      <w:r>
        <w:t>253.2516</w:t>
      </w:r>
      <w:r>
        <w:tab/>
        <w:t>2.025e0</w:t>
      </w:r>
    </w:p>
    <w:p w:rsidR="00B65DC9" w:rsidRDefault="00B65DC9" w:rsidP="00B65DC9">
      <w:r>
        <w:t>253.2778</w:t>
      </w:r>
      <w:r>
        <w:tab/>
        <w:t>1.013e0</w:t>
      </w:r>
    </w:p>
    <w:p w:rsidR="00B65DC9" w:rsidRDefault="00B65DC9" w:rsidP="00B65DC9">
      <w:r>
        <w:t>253.3280</w:t>
      </w:r>
      <w:r>
        <w:tab/>
        <w:t>1.266e-2</w:t>
      </w:r>
    </w:p>
    <w:p w:rsidR="00B65DC9" w:rsidRDefault="00B65DC9" w:rsidP="00B65DC9">
      <w:r>
        <w:t>253.3443</w:t>
      </w:r>
      <w:r>
        <w:tab/>
        <w:t>1.013e0</w:t>
      </w:r>
    </w:p>
    <w:p w:rsidR="00B65DC9" w:rsidRDefault="00B65DC9" w:rsidP="00B65DC9">
      <w:r>
        <w:t>253.3492</w:t>
      </w:r>
      <w:r>
        <w:tab/>
        <w:t>2.025e0</w:t>
      </w:r>
    </w:p>
    <w:p w:rsidR="00B65DC9" w:rsidRDefault="00B65DC9" w:rsidP="00B65DC9">
      <w:r>
        <w:t>253.3702</w:t>
      </w:r>
      <w:r>
        <w:tab/>
        <w:t>1.266e-2</w:t>
      </w:r>
    </w:p>
    <w:p w:rsidR="00B65DC9" w:rsidRDefault="00B65DC9" w:rsidP="00B65DC9">
      <w:r>
        <w:t>253.3743</w:t>
      </w:r>
      <w:r>
        <w:tab/>
        <w:t>1.013e0</w:t>
      </w:r>
    </w:p>
    <w:p w:rsidR="00B65DC9" w:rsidRDefault="00B65DC9" w:rsidP="00B65DC9">
      <w:r>
        <w:t>253.4011</w:t>
      </w:r>
      <w:r>
        <w:tab/>
        <w:t>1.266e-2</w:t>
      </w:r>
    </w:p>
    <w:p w:rsidR="00B65DC9" w:rsidRDefault="00B65DC9" w:rsidP="00B65DC9">
      <w:r>
        <w:t>253.4165</w:t>
      </w:r>
      <w:r>
        <w:tab/>
        <w:t>1.013e0</w:t>
      </w:r>
    </w:p>
    <w:p w:rsidR="00B65DC9" w:rsidRDefault="00B65DC9" w:rsidP="00B65DC9">
      <w:r>
        <w:t>253.4204</w:t>
      </w:r>
      <w:r>
        <w:tab/>
        <w:t>1.013e0</w:t>
      </w:r>
    </w:p>
    <w:p w:rsidR="00B65DC9" w:rsidRDefault="00B65DC9" w:rsidP="00B65DC9">
      <w:r>
        <w:t>253.4371</w:t>
      </w:r>
      <w:r>
        <w:tab/>
        <w:t>2.025e0</w:t>
      </w:r>
    </w:p>
    <w:p w:rsidR="00B65DC9" w:rsidRDefault="00B65DC9" w:rsidP="00B65DC9">
      <w:r>
        <w:t>253.4469</w:t>
      </w:r>
      <w:r>
        <w:tab/>
        <w:t>1.266e-2</w:t>
      </w:r>
    </w:p>
    <w:p w:rsidR="00B65DC9" w:rsidRDefault="00B65DC9" w:rsidP="00B65DC9">
      <w:r>
        <w:t>253.4891</w:t>
      </w:r>
      <w:r>
        <w:tab/>
        <w:t>1.266e-2</w:t>
      </w:r>
    </w:p>
    <w:p w:rsidR="00B65DC9" w:rsidRDefault="00B65DC9" w:rsidP="00B65DC9">
      <w:r>
        <w:t>253.5295</w:t>
      </w:r>
      <w:r>
        <w:tab/>
        <w:t>2.025e0</w:t>
      </w:r>
    </w:p>
    <w:p w:rsidR="00B65DC9" w:rsidRDefault="00B65DC9" w:rsidP="00B65DC9">
      <w:r>
        <w:t>253.5354</w:t>
      </w:r>
      <w:r>
        <w:tab/>
        <w:t>1.266e-2</w:t>
      </w:r>
    </w:p>
    <w:p w:rsidR="00B65DC9" w:rsidRDefault="00B65DC9" w:rsidP="00B65DC9">
      <w:r>
        <w:t>253.5609</w:t>
      </w:r>
      <w:r>
        <w:tab/>
        <w:t>1.013e0</w:t>
      </w:r>
    </w:p>
    <w:p w:rsidR="00B65DC9" w:rsidRDefault="00B65DC9" w:rsidP="00B65DC9">
      <w:r>
        <w:lastRenderedPageBreak/>
        <w:t>253.5780</w:t>
      </w:r>
      <w:r>
        <w:tab/>
        <w:t>2.025e0</w:t>
      </w:r>
    </w:p>
    <w:p w:rsidR="00B65DC9" w:rsidRDefault="00B65DC9" w:rsidP="00B65DC9">
      <w:r>
        <w:t>253.6317</w:t>
      </w:r>
      <w:r>
        <w:tab/>
        <w:t>1.013e0</w:t>
      </w:r>
    </w:p>
    <w:p w:rsidR="00B65DC9" w:rsidRDefault="00B65DC9" w:rsidP="00B65DC9">
      <w:r>
        <w:t>253.6543</w:t>
      </w:r>
      <w:r>
        <w:tab/>
        <w:t>1.266e-2</w:t>
      </w:r>
    </w:p>
    <w:p w:rsidR="00B65DC9" w:rsidRDefault="00B65DC9" w:rsidP="00B65DC9">
      <w:r>
        <w:t>253.6662</w:t>
      </w:r>
      <w:r>
        <w:tab/>
        <w:t>1.013e0</w:t>
      </w:r>
    </w:p>
    <w:p w:rsidR="00B65DC9" w:rsidRDefault="00B65DC9" w:rsidP="00B65DC9">
      <w:r>
        <w:t>253.6834</w:t>
      </w:r>
      <w:r>
        <w:tab/>
        <w:t>1.266e-2</w:t>
      </w:r>
    </w:p>
    <w:p w:rsidR="00B65DC9" w:rsidRDefault="00B65DC9" w:rsidP="00B65DC9">
      <w:r>
        <w:t>253.7045</w:t>
      </w:r>
      <w:r>
        <w:tab/>
        <w:t>1.013e0</w:t>
      </w:r>
    </w:p>
    <w:p w:rsidR="00B65DC9" w:rsidRDefault="00B65DC9" w:rsidP="00B65DC9">
      <w:r>
        <w:t>253.7851</w:t>
      </w:r>
      <w:r>
        <w:tab/>
        <w:t>1.266e-2</w:t>
      </w:r>
    </w:p>
    <w:p w:rsidR="00B65DC9" w:rsidRDefault="00B65DC9" w:rsidP="00B65DC9">
      <w:r>
        <w:t>253.7891</w:t>
      </w:r>
      <w:r>
        <w:tab/>
        <w:t>1.025e0</w:t>
      </w:r>
    </w:p>
    <w:p w:rsidR="00B65DC9" w:rsidRDefault="00B65DC9" w:rsidP="00B65DC9">
      <w:r>
        <w:t>253.8908</w:t>
      </w:r>
      <w:r>
        <w:tab/>
        <w:t>2.025e0</w:t>
      </w:r>
    </w:p>
    <w:p w:rsidR="00B65DC9" w:rsidRDefault="00B65DC9" w:rsidP="00B65DC9">
      <w:r>
        <w:t>253.9503</w:t>
      </w:r>
      <w:r>
        <w:tab/>
        <w:t>1.013e0</w:t>
      </w:r>
    </w:p>
    <w:p w:rsidR="00B65DC9" w:rsidRDefault="00B65DC9" w:rsidP="00B65DC9">
      <w:r>
        <w:t>253.9622</w:t>
      </w:r>
      <w:r>
        <w:tab/>
        <w:t>1.013e0</w:t>
      </w:r>
    </w:p>
    <w:p w:rsidR="00B65DC9" w:rsidRDefault="00B65DC9" w:rsidP="00B65DC9">
      <w:r>
        <w:t>253.9666</w:t>
      </w:r>
      <w:r>
        <w:tab/>
        <w:t>1.013e0</w:t>
      </w:r>
    </w:p>
    <w:p w:rsidR="00B65DC9" w:rsidRDefault="00B65DC9" w:rsidP="00B65DC9">
      <w:r>
        <w:t>253.9803</w:t>
      </w:r>
      <w:r>
        <w:tab/>
        <w:t>1.038e0</w:t>
      </w:r>
    </w:p>
    <w:p w:rsidR="00B65DC9" w:rsidRDefault="00B65DC9" w:rsidP="00B65DC9">
      <w:r>
        <w:t>254.0097</w:t>
      </w:r>
      <w:r>
        <w:tab/>
        <w:t>3.038e0</w:t>
      </w:r>
    </w:p>
    <w:p w:rsidR="00B65DC9" w:rsidRDefault="00B65DC9" w:rsidP="00B65DC9">
      <w:r>
        <w:t>254.0496</w:t>
      </w:r>
      <w:r>
        <w:tab/>
        <w:t>2.911e0</w:t>
      </w:r>
    </w:p>
    <w:p w:rsidR="00B65DC9" w:rsidRDefault="00B65DC9" w:rsidP="00B65DC9">
      <w:r>
        <w:t>254.0855</w:t>
      </w:r>
      <w:r>
        <w:tab/>
        <w:t>1.266e-2</w:t>
      </w:r>
    </w:p>
    <w:p w:rsidR="00B65DC9" w:rsidRDefault="00B65DC9" w:rsidP="00B65DC9">
      <w:r>
        <w:t>254.0890</w:t>
      </w:r>
      <w:r>
        <w:tab/>
        <w:t>1.013e0</w:t>
      </w:r>
    </w:p>
    <w:p w:rsidR="00B65DC9" w:rsidRDefault="00B65DC9" w:rsidP="00B65DC9">
      <w:r>
        <w:t>254.1127</w:t>
      </w:r>
      <w:r>
        <w:tab/>
        <w:t>4.051e0</w:t>
      </w:r>
    </w:p>
    <w:p w:rsidR="00B65DC9" w:rsidRDefault="00B65DC9" w:rsidP="00B65DC9">
      <w:r>
        <w:t>254.1680</w:t>
      </w:r>
      <w:r>
        <w:tab/>
        <w:t>1.114e1</w:t>
      </w:r>
    </w:p>
    <w:p w:rsidR="00B65DC9" w:rsidRDefault="00B65DC9" w:rsidP="00B65DC9">
      <w:r>
        <w:lastRenderedPageBreak/>
        <w:t>254.1698</w:t>
      </w:r>
      <w:r>
        <w:tab/>
        <w:t>5.076e0</w:t>
      </w:r>
    </w:p>
    <w:p w:rsidR="00B65DC9" w:rsidRDefault="00B65DC9" w:rsidP="00B65DC9">
      <w:r>
        <w:t>254.2022</w:t>
      </w:r>
      <w:r>
        <w:tab/>
        <w:t>2.025e0</w:t>
      </w:r>
    </w:p>
    <w:p w:rsidR="00B65DC9" w:rsidRDefault="00B65DC9" w:rsidP="00B65DC9">
      <w:r>
        <w:t>254.2042</w:t>
      </w:r>
      <w:r>
        <w:tab/>
        <w:t>1.266e-2</w:t>
      </w:r>
    </w:p>
    <w:p w:rsidR="00B65DC9" w:rsidRDefault="00B65DC9" w:rsidP="00B65DC9">
      <w:r>
        <w:t>254.2428</w:t>
      </w:r>
      <w:r>
        <w:tab/>
        <w:t>2.532e-2</w:t>
      </w:r>
    </w:p>
    <w:p w:rsidR="00B65DC9" w:rsidRDefault="00B65DC9" w:rsidP="00B65DC9">
      <w:r>
        <w:t>254.2465</w:t>
      </w:r>
      <w:r>
        <w:tab/>
        <w:t>1.266e-2</w:t>
      </w:r>
    </w:p>
    <w:p w:rsidR="00B65DC9" w:rsidRDefault="00B65DC9" w:rsidP="00B65DC9">
      <w:r>
        <w:t>254.3013</w:t>
      </w:r>
      <w:r>
        <w:tab/>
        <w:t>1.013e0</w:t>
      </w:r>
    </w:p>
    <w:p w:rsidR="00B65DC9" w:rsidRDefault="00B65DC9" w:rsidP="00B65DC9">
      <w:r>
        <w:t>254.3042</w:t>
      </w:r>
      <w:r>
        <w:tab/>
        <w:t>2.025e0</w:t>
      </w:r>
    </w:p>
    <w:p w:rsidR="00B65DC9" w:rsidRDefault="00B65DC9" w:rsidP="00B65DC9">
      <w:r>
        <w:t>254.3111</w:t>
      </w:r>
      <w:r>
        <w:tab/>
        <w:t>1.266e-2</w:t>
      </w:r>
    </w:p>
    <w:p w:rsidR="00B65DC9" w:rsidRDefault="00B65DC9" w:rsidP="00B65DC9">
      <w:r>
        <w:t>254.3154</w:t>
      </w:r>
      <w:r>
        <w:tab/>
        <w:t>1.013e0</w:t>
      </w:r>
    </w:p>
    <w:p w:rsidR="00B65DC9" w:rsidRDefault="00B65DC9" w:rsidP="00B65DC9">
      <w:r>
        <w:t>254.3165</w:t>
      </w:r>
      <w:r>
        <w:tab/>
        <w:t>2.025e0</w:t>
      </w:r>
    </w:p>
    <w:p w:rsidR="00B65DC9" w:rsidRDefault="00B65DC9" w:rsidP="00B65DC9">
      <w:r>
        <w:t>254.3580</w:t>
      </w:r>
      <w:r>
        <w:tab/>
        <w:t>1.013e0</w:t>
      </w:r>
    </w:p>
    <w:p w:rsidR="00B65DC9" w:rsidRDefault="00B65DC9" w:rsidP="00B65DC9">
      <w:r>
        <w:t>254.4040</w:t>
      </w:r>
      <w:r>
        <w:tab/>
        <w:t>2.025e0</w:t>
      </w:r>
    </w:p>
    <w:p w:rsidR="00B65DC9" w:rsidRDefault="00B65DC9" w:rsidP="00B65DC9">
      <w:r>
        <w:t>254.4288</w:t>
      </w:r>
      <w:r>
        <w:tab/>
        <w:t>1.266e-2</w:t>
      </w:r>
    </w:p>
    <w:p w:rsidR="00B65DC9" w:rsidRDefault="00B65DC9" w:rsidP="00B65DC9">
      <w:r>
        <w:t>254.4383</w:t>
      </w:r>
      <w:r>
        <w:tab/>
        <w:t>2.025e0</w:t>
      </w:r>
    </w:p>
    <w:p w:rsidR="00B65DC9" w:rsidRDefault="00B65DC9" w:rsidP="00B65DC9">
      <w:r>
        <w:t>254.4659</w:t>
      </w:r>
      <w:r>
        <w:tab/>
        <w:t>2.025e0</w:t>
      </w:r>
    </w:p>
    <w:p w:rsidR="00B65DC9" w:rsidRDefault="00B65DC9" w:rsidP="00B65DC9">
      <w:r>
        <w:t>254.4761</w:t>
      </w:r>
      <w:r>
        <w:tab/>
        <w:t>1.013e0</w:t>
      </w:r>
    </w:p>
    <w:p w:rsidR="00B65DC9" w:rsidRDefault="00B65DC9" w:rsidP="00B65DC9">
      <w:r>
        <w:t>254.5096</w:t>
      </w:r>
      <w:r>
        <w:tab/>
        <w:t>1.025e0</w:t>
      </w:r>
    </w:p>
    <w:p w:rsidR="00B65DC9" w:rsidRDefault="00B65DC9" w:rsidP="00B65DC9">
      <w:r>
        <w:t>254.5348</w:t>
      </w:r>
      <w:r>
        <w:tab/>
        <w:t>1.266e-2</w:t>
      </w:r>
    </w:p>
    <w:p w:rsidR="00B65DC9" w:rsidRDefault="00B65DC9" w:rsidP="00B65DC9">
      <w:r>
        <w:t>254.5391</w:t>
      </w:r>
      <w:r>
        <w:tab/>
        <w:t>1.013e0</w:t>
      </w:r>
    </w:p>
    <w:p w:rsidR="00B65DC9" w:rsidRDefault="00B65DC9" w:rsidP="00B65DC9">
      <w:r>
        <w:lastRenderedPageBreak/>
        <w:t>254.5652</w:t>
      </w:r>
      <w:r>
        <w:tab/>
        <w:t>1.013e0</w:t>
      </w:r>
    </w:p>
    <w:p w:rsidR="00B65DC9" w:rsidRDefault="00B65DC9" w:rsidP="00B65DC9">
      <w:r>
        <w:t>254.5691</w:t>
      </w:r>
      <w:r>
        <w:tab/>
        <w:t>1.266e-2</w:t>
      </w:r>
    </w:p>
    <w:p w:rsidR="00B65DC9" w:rsidRDefault="00B65DC9" w:rsidP="00B65DC9">
      <w:r>
        <w:t>254.6037</w:t>
      </w:r>
      <w:r>
        <w:tab/>
        <w:t>2.025e0</w:t>
      </w:r>
    </w:p>
    <w:p w:rsidR="00B65DC9" w:rsidRDefault="00B65DC9" w:rsidP="00B65DC9">
      <w:r>
        <w:t>254.6538</w:t>
      </w:r>
      <w:r>
        <w:tab/>
        <w:t>1.013e0</w:t>
      </w:r>
    </w:p>
    <w:p w:rsidR="00B65DC9" w:rsidRDefault="00B65DC9" w:rsidP="00B65DC9">
      <w:r>
        <w:t>254.6641</w:t>
      </w:r>
      <w:r>
        <w:tab/>
        <w:t>2.025e0</w:t>
      </w:r>
    </w:p>
    <w:p w:rsidR="00B65DC9" w:rsidRDefault="00B65DC9" w:rsidP="00B65DC9">
      <w:r>
        <w:t>254.7124</w:t>
      </w:r>
      <w:r>
        <w:tab/>
        <w:t>1.266e-2</w:t>
      </w:r>
    </w:p>
    <w:p w:rsidR="00B65DC9" w:rsidRDefault="00B65DC9" w:rsidP="00B65DC9">
      <w:r>
        <w:t>254.7503</w:t>
      </w:r>
      <w:r>
        <w:tab/>
        <w:t>2.025e0</w:t>
      </w:r>
    </w:p>
    <w:p w:rsidR="00B65DC9" w:rsidRDefault="00B65DC9" w:rsidP="00B65DC9">
      <w:r>
        <w:t>254.7550</w:t>
      </w:r>
      <w:r>
        <w:tab/>
        <w:t>1.266e-2</w:t>
      </w:r>
    </w:p>
    <w:p w:rsidR="00B65DC9" w:rsidRDefault="00B65DC9" w:rsidP="00B65DC9">
      <w:r>
        <w:t>254.7849</w:t>
      </w:r>
      <w:r>
        <w:tab/>
        <w:t>1.025e0</w:t>
      </w:r>
    </w:p>
    <w:p w:rsidR="00B65DC9" w:rsidRDefault="00B65DC9" w:rsidP="00B65DC9">
      <w:r>
        <w:t>254.8023</w:t>
      </w:r>
      <w:r>
        <w:tab/>
        <w:t>1.266e-2</w:t>
      </w:r>
    </w:p>
    <w:p w:rsidR="00B65DC9" w:rsidRDefault="00B65DC9" w:rsidP="00B65DC9">
      <w:r>
        <w:t>254.8733</w:t>
      </w:r>
      <w:r>
        <w:tab/>
        <w:t>1.013e0</w:t>
      </w:r>
    </w:p>
    <w:p w:rsidR="00B65DC9" w:rsidRDefault="00B65DC9" w:rsidP="00B65DC9">
      <w:r>
        <w:t>254.9118</w:t>
      </w:r>
      <w:r>
        <w:tab/>
        <w:t>1.013e0</w:t>
      </w:r>
    </w:p>
    <w:p w:rsidR="00B65DC9" w:rsidRDefault="00B65DC9" w:rsidP="00B65DC9">
      <w:r>
        <w:t>254.9255</w:t>
      </w:r>
      <w:r>
        <w:tab/>
        <w:t>2.025e0</w:t>
      </w:r>
    </w:p>
    <w:p w:rsidR="00B65DC9" w:rsidRDefault="00B65DC9" w:rsidP="00B65DC9">
      <w:r>
        <w:t>254.9502</w:t>
      </w:r>
      <w:r>
        <w:tab/>
        <w:t>1.013e0</w:t>
      </w:r>
    </w:p>
    <w:p w:rsidR="00B65DC9" w:rsidRDefault="00B65DC9" w:rsidP="00B65DC9">
      <w:r>
        <w:t>254.9691</w:t>
      </w:r>
      <w:r>
        <w:tab/>
        <w:t>2.025e0</w:t>
      </w:r>
    </w:p>
    <w:p w:rsidR="00B65DC9" w:rsidRDefault="00B65DC9" w:rsidP="00B65DC9">
      <w:r>
        <w:t>254.9886</w:t>
      </w:r>
      <w:r>
        <w:tab/>
        <w:t>1.266e-2</w:t>
      </w:r>
    </w:p>
    <w:p w:rsidR="00B65DC9" w:rsidRDefault="00B65DC9" w:rsidP="00B65DC9">
      <w:r>
        <w:t>255.0105</w:t>
      </w:r>
      <w:r>
        <w:tab/>
        <w:t>1.013e0</w:t>
      </w:r>
    </w:p>
    <w:p w:rsidR="00B65DC9" w:rsidRDefault="00B65DC9" w:rsidP="00B65DC9">
      <w:r>
        <w:t>255.0372</w:t>
      </w:r>
      <w:r>
        <w:tab/>
        <w:t>2.025e0</w:t>
      </w:r>
    </w:p>
    <w:p w:rsidR="00B65DC9" w:rsidRDefault="00B65DC9" w:rsidP="00B65DC9">
      <w:r>
        <w:t>255.0408</w:t>
      </w:r>
      <w:r>
        <w:tab/>
        <w:t>2.025e0</w:t>
      </w:r>
    </w:p>
    <w:p w:rsidR="00B65DC9" w:rsidRDefault="00B65DC9" w:rsidP="00B65DC9">
      <w:r>
        <w:lastRenderedPageBreak/>
        <w:t>255.0464</w:t>
      </w:r>
      <w:r>
        <w:tab/>
        <w:t>2.532e-2</w:t>
      </w:r>
    </w:p>
    <w:p w:rsidR="00B65DC9" w:rsidRDefault="00B65DC9" w:rsidP="00B65DC9">
      <w:r>
        <w:t>255.0536</w:t>
      </w:r>
      <w:r>
        <w:tab/>
        <w:t>1.063e0</w:t>
      </w:r>
    </w:p>
    <w:p w:rsidR="00B65DC9" w:rsidRDefault="00B65DC9" w:rsidP="00B65DC9">
      <w:r>
        <w:t>255.0594</w:t>
      </w:r>
      <w:r>
        <w:tab/>
        <w:t>2.532e-2</w:t>
      </w:r>
    </w:p>
    <w:p w:rsidR="00B65DC9" w:rsidRDefault="00B65DC9" w:rsidP="00B65DC9">
      <w:r>
        <w:t>255.0961</w:t>
      </w:r>
      <w:r>
        <w:tab/>
        <w:t>2.025e0</w:t>
      </w:r>
    </w:p>
    <w:p w:rsidR="00B65DC9" w:rsidRDefault="00B65DC9" w:rsidP="00B65DC9">
      <w:r>
        <w:t>255.0974</w:t>
      </w:r>
      <w:r>
        <w:tab/>
        <w:t>3.038e0</w:t>
      </w:r>
    </w:p>
    <w:p w:rsidR="00B65DC9" w:rsidRDefault="00B65DC9" w:rsidP="00B65DC9">
      <w:r>
        <w:t>255.0998</w:t>
      </w:r>
      <w:r>
        <w:tab/>
        <w:t>1.013e0</w:t>
      </w:r>
    </w:p>
    <w:p w:rsidR="00B65DC9" w:rsidRDefault="00B65DC9" w:rsidP="00B65DC9">
      <w:r>
        <w:t>255.1077</w:t>
      </w:r>
      <w:r>
        <w:tab/>
        <w:t>1.266e-2</w:t>
      </w:r>
    </w:p>
    <w:p w:rsidR="00B65DC9" w:rsidRDefault="00B65DC9" w:rsidP="00B65DC9">
      <w:r>
        <w:t>255.1267</w:t>
      </w:r>
      <w:r>
        <w:tab/>
        <w:t>4.051e0</w:t>
      </w:r>
    </w:p>
    <w:p w:rsidR="00B65DC9" w:rsidRDefault="00B65DC9" w:rsidP="00B65DC9">
      <w:r>
        <w:t>255.1501</w:t>
      </w:r>
      <w:r>
        <w:tab/>
        <w:t>1.266e-2</w:t>
      </w:r>
    </w:p>
    <w:p w:rsidR="00B65DC9" w:rsidRDefault="00B65DC9" w:rsidP="00B65DC9">
      <w:r>
        <w:t>255.1668</w:t>
      </w:r>
      <w:r>
        <w:tab/>
        <w:t>2.025e0</w:t>
      </w:r>
    </w:p>
    <w:p w:rsidR="00B65DC9" w:rsidRDefault="00B65DC9" w:rsidP="00B65DC9">
      <w:r>
        <w:t>255.1925</w:t>
      </w:r>
      <w:r>
        <w:tab/>
        <w:t>1.025e0</w:t>
      </w:r>
    </w:p>
    <w:p w:rsidR="00B65DC9" w:rsidRDefault="00B65DC9" w:rsidP="00B65DC9">
      <w:r>
        <w:t>255.2146</w:t>
      </w:r>
      <w:r>
        <w:tab/>
        <w:t>5.076e0</w:t>
      </w:r>
    </w:p>
    <w:p w:rsidR="00B65DC9" w:rsidRDefault="00B65DC9" w:rsidP="00B65DC9">
      <w:r>
        <w:t>255.2292</w:t>
      </w:r>
      <w:r>
        <w:tab/>
        <w:t>2.025e0</w:t>
      </w:r>
    </w:p>
    <w:p w:rsidR="00B65DC9" w:rsidRDefault="00B65DC9" w:rsidP="00B65DC9">
      <w:r>
        <w:t>255.2388</w:t>
      </w:r>
      <w:r>
        <w:tab/>
        <w:t>1.013e0</w:t>
      </w:r>
    </w:p>
    <w:p w:rsidR="00B65DC9" w:rsidRDefault="00B65DC9" w:rsidP="00B65DC9">
      <w:r>
        <w:t>255.2426</w:t>
      </w:r>
      <w:r>
        <w:tab/>
        <w:t>1.266e-2</w:t>
      </w:r>
    </w:p>
    <w:p w:rsidR="00B65DC9" w:rsidRDefault="00B65DC9" w:rsidP="00B65DC9">
      <w:r>
        <w:t>255.2520</w:t>
      </w:r>
      <w:r>
        <w:tab/>
        <w:t>1.025e0</w:t>
      </w:r>
    </w:p>
    <w:p w:rsidR="00B65DC9" w:rsidRDefault="00B65DC9" w:rsidP="00B65DC9">
      <w:r>
        <w:t>255.3037</w:t>
      </w:r>
      <w:r>
        <w:tab/>
        <w:t>1.013e0</w:t>
      </w:r>
    </w:p>
    <w:p w:rsidR="00B65DC9" w:rsidRDefault="00B65DC9" w:rsidP="00B65DC9">
      <w:r>
        <w:t>255.3665</w:t>
      </w:r>
      <w:r>
        <w:tab/>
        <w:t>2.025e0</w:t>
      </w:r>
    </w:p>
    <w:p w:rsidR="00B65DC9" w:rsidRDefault="00B65DC9" w:rsidP="00B65DC9">
      <w:r>
        <w:t>255.3793</w:t>
      </w:r>
      <w:r>
        <w:tab/>
        <w:t>1.025e0</w:t>
      </w:r>
    </w:p>
    <w:p w:rsidR="00B65DC9" w:rsidRDefault="00B65DC9" w:rsidP="00B65DC9">
      <w:r>
        <w:lastRenderedPageBreak/>
        <w:t>255.3867</w:t>
      </w:r>
      <w:r>
        <w:tab/>
        <w:t>2.025e0</w:t>
      </w:r>
    </w:p>
    <w:p w:rsidR="00B65DC9" w:rsidRDefault="00B65DC9" w:rsidP="00B65DC9">
      <w:r>
        <w:t>255.3923</w:t>
      </w:r>
      <w:r>
        <w:tab/>
        <w:t>2.025e0</w:t>
      </w:r>
    </w:p>
    <w:p w:rsidR="00B65DC9" w:rsidRDefault="00B65DC9" w:rsidP="00B65DC9">
      <w:r>
        <w:t>255.4465</w:t>
      </w:r>
      <w:r>
        <w:tab/>
        <w:t>1.013e0</w:t>
      </w:r>
    </w:p>
    <w:p w:rsidR="00B65DC9" w:rsidRDefault="00B65DC9" w:rsidP="00B65DC9">
      <w:r>
        <w:t>255.4605</w:t>
      </w:r>
      <w:r>
        <w:tab/>
        <w:t>1.013e0</w:t>
      </w:r>
    </w:p>
    <w:p w:rsidR="00B65DC9" w:rsidRDefault="00B65DC9" w:rsidP="00B65DC9">
      <w:r>
        <w:t>255.4732</w:t>
      </w:r>
      <w:r>
        <w:tab/>
        <w:t>4.051e0</w:t>
      </w:r>
    </w:p>
    <w:p w:rsidR="00B65DC9" w:rsidRDefault="00B65DC9" w:rsidP="00B65DC9">
      <w:r>
        <w:t>255.4811</w:t>
      </w:r>
      <w:r>
        <w:tab/>
        <w:t>1.266e-2</w:t>
      </w:r>
    </w:p>
    <w:p w:rsidR="00B65DC9" w:rsidRDefault="00B65DC9" w:rsidP="00B65DC9">
      <w:r>
        <w:t>255.5317</w:t>
      </w:r>
      <w:r>
        <w:tab/>
        <w:t>1.013e0</w:t>
      </w:r>
    </w:p>
    <w:p w:rsidR="00B65DC9" w:rsidRDefault="00B65DC9" w:rsidP="00B65DC9">
      <w:r>
        <w:t>255.5412</w:t>
      </w:r>
      <w:r>
        <w:tab/>
        <w:t>1.266e-2</w:t>
      </w:r>
    </w:p>
    <w:p w:rsidR="00B65DC9" w:rsidRDefault="00B65DC9" w:rsidP="00B65DC9">
      <w:r>
        <w:t>255.5562</w:t>
      </w:r>
      <w:r>
        <w:tab/>
        <w:t>2.025e0</w:t>
      </w:r>
    </w:p>
    <w:p w:rsidR="00B65DC9" w:rsidRDefault="00B65DC9" w:rsidP="00B65DC9">
      <w:r>
        <w:t>255.6123</w:t>
      </w:r>
      <w:r>
        <w:tab/>
        <w:t>1.013e0</w:t>
      </w:r>
    </w:p>
    <w:p w:rsidR="00B65DC9" w:rsidRDefault="00B65DC9" w:rsidP="00B65DC9">
      <w:r>
        <w:t>255.6308</w:t>
      </w:r>
      <w:r>
        <w:tab/>
        <w:t>1.266e-2</w:t>
      </w:r>
    </w:p>
    <w:p w:rsidR="00B65DC9" w:rsidRDefault="00B65DC9" w:rsidP="00B65DC9">
      <w:r>
        <w:t>255.6599</w:t>
      </w:r>
      <w:r>
        <w:tab/>
        <w:t>2.025e0</w:t>
      </w:r>
    </w:p>
    <w:p w:rsidR="00B65DC9" w:rsidRDefault="00B65DC9" w:rsidP="00B65DC9">
      <w:r>
        <w:t>255.6869</w:t>
      </w:r>
      <w:r>
        <w:tab/>
        <w:t>2.025e0</w:t>
      </w:r>
    </w:p>
    <w:p w:rsidR="00B65DC9" w:rsidRDefault="00B65DC9" w:rsidP="00B65DC9">
      <w:r>
        <w:t>255.7879</w:t>
      </w:r>
      <w:r>
        <w:tab/>
        <w:t>1.013e0</w:t>
      </w:r>
    </w:p>
    <w:p w:rsidR="00B65DC9" w:rsidRDefault="00B65DC9" w:rsidP="00B65DC9">
      <w:r>
        <w:t>255.8771</w:t>
      </w:r>
      <w:r>
        <w:tab/>
        <w:t>1.013e0</w:t>
      </w:r>
    </w:p>
    <w:p w:rsidR="00B65DC9" w:rsidRDefault="00B65DC9" w:rsidP="00B65DC9">
      <w:r>
        <w:t>255.8970</w:t>
      </w:r>
      <w:r>
        <w:tab/>
        <w:t>1.013e0</w:t>
      </w:r>
    </w:p>
    <w:p w:rsidR="00B65DC9" w:rsidRDefault="00B65DC9" w:rsidP="00B65DC9">
      <w:r>
        <w:t>255.9065</w:t>
      </w:r>
      <w:r>
        <w:tab/>
        <w:t>1.266e-2</w:t>
      </w:r>
    </w:p>
    <w:p w:rsidR="00B65DC9" w:rsidRDefault="00B65DC9" w:rsidP="00B65DC9">
      <w:r>
        <w:t>255.9698</w:t>
      </w:r>
      <w:r>
        <w:tab/>
        <w:t>1.013e0</w:t>
      </w:r>
    </w:p>
    <w:p w:rsidR="00B65DC9" w:rsidRDefault="00B65DC9" w:rsidP="00B65DC9">
      <w:r>
        <w:t>255.9825</w:t>
      </w:r>
      <w:r>
        <w:tab/>
        <w:t>1.013e0</w:t>
      </w:r>
    </w:p>
    <w:p w:rsidR="00B65DC9" w:rsidRDefault="00B65DC9" w:rsidP="00B65DC9">
      <w:r>
        <w:lastRenderedPageBreak/>
        <w:t>255.9967</w:t>
      </w:r>
      <w:r>
        <w:tab/>
        <w:t>1.266e-2</w:t>
      </w:r>
    </w:p>
    <w:p w:rsidR="00B65DC9" w:rsidRDefault="00B65DC9" w:rsidP="00B65DC9">
      <w:r>
        <w:t>256.0203</w:t>
      </w:r>
      <w:r>
        <w:tab/>
        <w:t>4.063e0</w:t>
      </w:r>
    </w:p>
    <w:p w:rsidR="00B65DC9" w:rsidRDefault="00B65DC9" w:rsidP="00B65DC9">
      <w:r>
        <w:t>256.0255</w:t>
      </w:r>
      <w:r>
        <w:tab/>
        <w:t>1.025e0</w:t>
      </w:r>
    </w:p>
    <w:p w:rsidR="00B65DC9" w:rsidRDefault="00B65DC9" w:rsidP="00B65DC9">
      <w:r>
        <w:t>256.0408</w:t>
      </w:r>
      <w:r>
        <w:tab/>
        <w:t>3.063e0</w:t>
      </w:r>
    </w:p>
    <w:p w:rsidR="00B65DC9" w:rsidRDefault="00B65DC9" w:rsidP="00B65DC9">
      <w:r>
        <w:t>256.0466</w:t>
      </w:r>
      <w:r>
        <w:tab/>
        <w:t>1.013e0</w:t>
      </w:r>
    </w:p>
    <w:p w:rsidR="00B65DC9" w:rsidRDefault="00B65DC9" w:rsidP="00B65DC9">
      <w:r>
        <w:t>256.0506</w:t>
      </w:r>
      <w:r>
        <w:tab/>
        <w:t>2.025e0</w:t>
      </w:r>
    </w:p>
    <w:p w:rsidR="00B65DC9" w:rsidRDefault="00B65DC9" w:rsidP="00B65DC9">
      <w:r>
        <w:t>256.0994</w:t>
      </w:r>
      <w:r>
        <w:tab/>
        <w:t>2.025e0</w:t>
      </w:r>
    </w:p>
    <w:p w:rsidR="00B65DC9" w:rsidRDefault="00B65DC9" w:rsidP="00B65DC9">
      <w:r>
        <w:t>256.1136</w:t>
      </w:r>
      <w:r>
        <w:tab/>
        <w:t>4.051e0</w:t>
      </w:r>
    </w:p>
    <w:p w:rsidR="00B65DC9" w:rsidRDefault="00B65DC9" w:rsidP="00B65DC9">
      <w:r>
        <w:t>256.1545</w:t>
      </w:r>
      <w:r>
        <w:tab/>
        <w:t>2.532e-2</w:t>
      </w:r>
    </w:p>
    <w:p w:rsidR="00B65DC9" w:rsidRDefault="00B65DC9" w:rsidP="00B65DC9">
      <w:r>
        <w:t>256.1619</w:t>
      </w:r>
      <w:r>
        <w:tab/>
        <w:t>1.013e0</w:t>
      </w:r>
    </w:p>
    <w:p w:rsidR="00B65DC9" w:rsidRDefault="00B65DC9" w:rsidP="00B65DC9">
      <w:r>
        <w:t>256.2021</w:t>
      </w:r>
      <w:r>
        <w:tab/>
        <w:t>2.025e0</w:t>
      </w:r>
    </w:p>
    <w:p w:rsidR="00B65DC9" w:rsidRDefault="00B65DC9" w:rsidP="00B65DC9">
      <w:r>
        <w:t>256.2221</w:t>
      </w:r>
      <w:r>
        <w:tab/>
        <w:t>2.532e-2</w:t>
      </w:r>
    </w:p>
    <w:p w:rsidR="00B65DC9" w:rsidRDefault="00B65DC9" w:rsidP="00B65DC9">
      <w:r>
        <w:t>256.2526</w:t>
      </w:r>
      <w:r>
        <w:tab/>
        <w:t>3.038e0</w:t>
      </w:r>
    </w:p>
    <w:p w:rsidR="00B65DC9" w:rsidRDefault="00B65DC9" w:rsidP="00B65DC9">
      <w:r>
        <w:t>256.2932</w:t>
      </w:r>
      <w:r>
        <w:tab/>
        <w:t>1.013e0</w:t>
      </w:r>
    </w:p>
    <w:p w:rsidR="00B65DC9" w:rsidRDefault="00B65DC9" w:rsidP="00B65DC9">
      <w:r>
        <w:t>256.3012</w:t>
      </w:r>
      <w:r>
        <w:tab/>
        <w:t>1.266e-2</w:t>
      </w:r>
    </w:p>
    <w:p w:rsidR="00B65DC9" w:rsidRDefault="00B65DC9" w:rsidP="00B65DC9">
      <w:r>
        <w:t>256.3275</w:t>
      </w:r>
      <w:r>
        <w:tab/>
        <w:t>1.013e0</w:t>
      </w:r>
    </w:p>
    <w:p w:rsidR="00B65DC9" w:rsidRDefault="00B65DC9" w:rsidP="00B65DC9">
      <w:r>
        <w:t>256.3319</w:t>
      </w:r>
      <w:r>
        <w:tab/>
        <w:t>1.013e0</w:t>
      </w:r>
    </w:p>
    <w:p w:rsidR="00B65DC9" w:rsidRDefault="00B65DC9" w:rsidP="00B65DC9">
      <w:r>
        <w:t>256.4164</w:t>
      </w:r>
      <w:r>
        <w:tab/>
        <w:t>1.013e0</w:t>
      </w:r>
    </w:p>
    <w:p w:rsidR="00B65DC9" w:rsidRDefault="00B65DC9" w:rsidP="00B65DC9">
      <w:r>
        <w:t>256.4588</w:t>
      </w:r>
      <w:r>
        <w:tab/>
        <w:t>1.013e0</w:t>
      </w:r>
    </w:p>
    <w:p w:rsidR="00B65DC9" w:rsidRDefault="00B65DC9" w:rsidP="00B65DC9">
      <w:r>
        <w:lastRenderedPageBreak/>
        <w:t>256.4721</w:t>
      </w:r>
      <w:r>
        <w:tab/>
        <w:t>1.025e0</w:t>
      </w:r>
    </w:p>
    <w:p w:rsidR="00B65DC9" w:rsidRDefault="00B65DC9" w:rsidP="00B65DC9">
      <w:r>
        <w:t>256.4953</w:t>
      </w:r>
      <w:r>
        <w:tab/>
        <w:t>2.025e0</w:t>
      </w:r>
    </w:p>
    <w:p w:rsidR="00B65DC9" w:rsidRDefault="00B65DC9" w:rsidP="00B65DC9">
      <w:r>
        <w:t>256.5397</w:t>
      </w:r>
      <w:r>
        <w:tab/>
        <w:t>2.025e0</w:t>
      </w:r>
    </w:p>
    <w:p w:rsidR="00B65DC9" w:rsidRDefault="00B65DC9" w:rsidP="00B65DC9">
      <w:r>
        <w:t>256.5820</w:t>
      </w:r>
      <w:r>
        <w:tab/>
        <w:t>2.025e0</w:t>
      </w:r>
    </w:p>
    <w:p w:rsidR="00B65DC9" w:rsidRDefault="00B65DC9" w:rsidP="00B65DC9">
      <w:r>
        <w:t>256.6089</w:t>
      </w:r>
      <w:r>
        <w:tab/>
        <w:t>1.013e0</w:t>
      </w:r>
    </w:p>
    <w:p w:rsidR="00B65DC9" w:rsidRDefault="00B65DC9" w:rsidP="00B65DC9">
      <w:r>
        <w:t>256.6227</w:t>
      </w:r>
      <w:r>
        <w:tab/>
        <w:t>2.025e0</w:t>
      </w:r>
    </w:p>
    <w:p w:rsidR="00B65DC9" w:rsidRDefault="00B65DC9" w:rsidP="00B65DC9">
      <w:r>
        <w:t>256.6594</w:t>
      </w:r>
      <w:r>
        <w:tab/>
        <w:t>1.013e0</w:t>
      </w:r>
    </w:p>
    <w:p w:rsidR="00B65DC9" w:rsidRDefault="00B65DC9" w:rsidP="00B65DC9">
      <w:r>
        <w:t>256.6647</w:t>
      </w:r>
      <w:r>
        <w:tab/>
        <w:t>2.025e0</w:t>
      </w:r>
    </w:p>
    <w:p w:rsidR="00B65DC9" w:rsidRDefault="00B65DC9" w:rsidP="00B65DC9">
      <w:r>
        <w:t>256.6720</w:t>
      </w:r>
      <w:r>
        <w:tab/>
        <w:t>1.013e0</w:t>
      </w:r>
    </w:p>
    <w:p w:rsidR="00B65DC9" w:rsidRDefault="00B65DC9" w:rsidP="00B65DC9">
      <w:r>
        <w:t>256.6768</w:t>
      </w:r>
      <w:r>
        <w:tab/>
        <w:t>1.013e0</w:t>
      </w:r>
    </w:p>
    <w:p w:rsidR="00B65DC9" w:rsidRDefault="00B65DC9" w:rsidP="00B65DC9">
      <w:r>
        <w:t>256.7827</w:t>
      </w:r>
      <w:r>
        <w:tab/>
        <w:t>1.013e0</w:t>
      </w:r>
    </w:p>
    <w:p w:rsidR="00B65DC9" w:rsidRDefault="00B65DC9" w:rsidP="00B65DC9">
      <w:r>
        <w:t>256.8247</w:t>
      </w:r>
      <w:r>
        <w:tab/>
        <w:t>1.013e0</w:t>
      </w:r>
    </w:p>
    <w:p w:rsidR="00B65DC9" w:rsidRDefault="00B65DC9" w:rsidP="00B65DC9">
      <w:r>
        <w:t>256.8813</w:t>
      </w:r>
      <w:r>
        <w:tab/>
        <w:t>2.038e0</w:t>
      </w:r>
    </w:p>
    <w:p w:rsidR="00B65DC9" w:rsidRDefault="00B65DC9" w:rsidP="00B65DC9">
      <w:r>
        <w:t>256.9303</w:t>
      </w:r>
      <w:r>
        <w:tab/>
        <w:t>2.025e0</w:t>
      </w:r>
    </w:p>
    <w:p w:rsidR="00B65DC9" w:rsidRDefault="00B65DC9" w:rsidP="00B65DC9">
      <w:r>
        <w:t>256.9590</w:t>
      </w:r>
      <w:r>
        <w:tab/>
        <w:t>2.025e0</w:t>
      </w:r>
    </w:p>
    <w:p w:rsidR="00B65DC9" w:rsidRDefault="00B65DC9" w:rsidP="00B65DC9">
      <w:r>
        <w:t>256.9746</w:t>
      </w:r>
      <w:r>
        <w:tab/>
        <w:t>1.266e-2</w:t>
      </w:r>
    </w:p>
    <w:p w:rsidR="00B65DC9" w:rsidRDefault="00B65DC9" w:rsidP="00B65DC9">
      <w:r>
        <w:t>256.9962</w:t>
      </w:r>
      <w:r>
        <w:tab/>
        <w:t>1.013e0</w:t>
      </w:r>
    </w:p>
    <w:p w:rsidR="00B65DC9" w:rsidRDefault="00B65DC9" w:rsidP="00B65DC9">
      <w:r>
        <w:t>257.0201</w:t>
      </w:r>
      <w:r>
        <w:tab/>
        <w:t>2.038e0</w:t>
      </w:r>
    </w:p>
    <w:p w:rsidR="00B65DC9" w:rsidRDefault="00B65DC9" w:rsidP="00B65DC9">
      <w:r>
        <w:t>257.0278</w:t>
      </w:r>
      <w:r>
        <w:tab/>
        <w:t>2.025e0</w:t>
      </w:r>
    </w:p>
    <w:p w:rsidR="00B65DC9" w:rsidRDefault="00B65DC9" w:rsidP="00B65DC9">
      <w:r>
        <w:lastRenderedPageBreak/>
        <w:t>257.0475</w:t>
      </w:r>
      <w:r>
        <w:tab/>
        <w:t>2.025e0</w:t>
      </w:r>
    </w:p>
    <w:p w:rsidR="00B65DC9" w:rsidRDefault="00B65DC9" w:rsidP="00B65DC9">
      <w:r>
        <w:t>257.0663</w:t>
      </w:r>
      <w:r>
        <w:tab/>
        <w:t>3.038e0</w:t>
      </w:r>
    </w:p>
    <w:p w:rsidR="00B65DC9" w:rsidRDefault="00B65DC9" w:rsidP="00B65DC9">
      <w:r>
        <w:t>257.0677</w:t>
      </w:r>
      <w:r>
        <w:tab/>
        <w:t>1.013e0</w:t>
      </w:r>
    </w:p>
    <w:p w:rsidR="00B65DC9" w:rsidRDefault="00B65DC9" w:rsidP="00B65DC9">
      <w:r>
        <w:t>257.0721</w:t>
      </w:r>
      <w:r>
        <w:tab/>
        <w:t>1.013e0</w:t>
      </w:r>
    </w:p>
    <w:p w:rsidR="00B65DC9" w:rsidRDefault="00B65DC9" w:rsidP="00B65DC9">
      <w:r>
        <w:t>257.0810</w:t>
      </w:r>
      <w:r>
        <w:tab/>
        <w:t>2.025e0</w:t>
      </w:r>
    </w:p>
    <w:p w:rsidR="00B65DC9" w:rsidRDefault="00B65DC9" w:rsidP="00B65DC9">
      <w:r>
        <w:t>257.0904</w:t>
      </w:r>
      <w:r>
        <w:tab/>
        <w:t>1.266e-2</w:t>
      </w:r>
    </w:p>
    <w:p w:rsidR="00B65DC9" w:rsidRDefault="00B65DC9" w:rsidP="00B65DC9">
      <w:r>
        <w:t>257.1492</w:t>
      </w:r>
      <w:r>
        <w:tab/>
        <w:t>2.025e0</w:t>
      </w:r>
    </w:p>
    <w:p w:rsidR="00B65DC9" w:rsidRDefault="00B65DC9" w:rsidP="00B65DC9">
      <w:r>
        <w:t>257.1868</w:t>
      </w:r>
      <w:r>
        <w:tab/>
        <w:t>1.266e-2</w:t>
      </w:r>
    </w:p>
    <w:p w:rsidR="00B65DC9" w:rsidRDefault="00B65DC9" w:rsidP="00B65DC9">
      <w:r>
        <w:t>257.1961</w:t>
      </w:r>
      <w:r>
        <w:tab/>
        <w:t>1.266e-2</w:t>
      </w:r>
    </w:p>
    <w:p w:rsidR="00B65DC9" w:rsidRDefault="00B65DC9" w:rsidP="00B65DC9">
      <w:r>
        <w:t>257.2009</w:t>
      </w:r>
      <w:r>
        <w:tab/>
        <w:t>1.013e0</w:t>
      </w:r>
    </w:p>
    <w:p w:rsidR="00B65DC9" w:rsidRDefault="00B65DC9" w:rsidP="00B65DC9">
      <w:r>
        <w:t>257.2057</w:t>
      </w:r>
      <w:r>
        <w:tab/>
        <w:t>1.013e0</w:t>
      </w:r>
    </w:p>
    <w:p w:rsidR="00B65DC9" w:rsidRDefault="00B65DC9" w:rsidP="00B65DC9">
      <w:r>
        <w:t>257.2559</w:t>
      </w:r>
      <w:r>
        <w:tab/>
        <w:t>1.266e-2</w:t>
      </w:r>
    </w:p>
    <w:p w:rsidR="00B65DC9" w:rsidRDefault="00B65DC9" w:rsidP="00B65DC9">
      <w:r>
        <w:t>257.2724</w:t>
      </w:r>
      <w:r>
        <w:tab/>
        <w:t>1.013e0</w:t>
      </w:r>
    </w:p>
    <w:p w:rsidR="00B65DC9" w:rsidRDefault="00B65DC9" w:rsidP="00B65DC9">
      <w:r>
        <w:t>257.2865</w:t>
      </w:r>
      <w:r>
        <w:tab/>
        <w:t>1.266e-2</w:t>
      </w:r>
    </w:p>
    <w:p w:rsidR="00B65DC9" w:rsidRDefault="00B65DC9" w:rsidP="00B65DC9">
      <w:r>
        <w:t>257.3106</w:t>
      </w:r>
      <w:r>
        <w:tab/>
        <w:t>1.266e-2</w:t>
      </w:r>
    </w:p>
    <w:p w:rsidR="00B65DC9" w:rsidRDefault="00B65DC9" w:rsidP="00B65DC9">
      <w:r>
        <w:t>257.3965</w:t>
      </w:r>
      <w:r>
        <w:tab/>
        <w:t>1.013e0</w:t>
      </w:r>
    </w:p>
    <w:p w:rsidR="00B65DC9" w:rsidRDefault="00B65DC9" w:rsidP="00B65DC9">
      <w:r>
        <w:t>257.4012</w:t>
      </w:r>
      <w:r>
        <w:tab/>
        <w:t>2.532e-2</w:t>
      </w:r>
    </w:p>
    <w:p w:rsidR="00B65DC9" w:rsidRDefault="00B65DC9" w:rsidP="00B65DC9">
      <w:r>
        <w:t>257.4221</w:t>
      </w:r>
      <w:r>
        <w:tab/>
        <w:t>2.025e0</w:t>
      </w:r>
    </w:p>
    <w:p w:rsidR="00B65DC9" w:rsidRDefault="00B65DC9" w:rsidP="00B65DC9">
      <w:r>
        <w:t>257.4326</w:t>
      </w:r>
      <w:r>
        <w:tab/>
        <w:t>2.025e0</w:t>
      </w:r>
    </w:p>
    <w:p w:rsidR="00B65DC9" w:rsidRDefault="00B65DC9" w:rsidP="00B65DC9">
      <w:r>
        <w:lastRenderedPageBreak/>
        <w:t>257.4347</w:t>
      </w:r>
      <w:r>
        <w:tab/>
        <w:t>2.025e0</w:t>
      </w:r>
    </w:p>
    <w:p w:rsidR="00B65DC9" w:rsidRDefault="00B65DC9" w:rsidP="00B65DC9">
      <w:r>
        <w:t>257.4603</w:t>
      </w:r>
      <w:r>
        <w:tab/>
        <w:t>1.266e-2</w:t>
      </w:r>
    </w:p>
    <w:p w:rsidR="00B65DC9" w:rsidRDefault="00B65DC9" w:rsidP="00B65DC9">
      <w:r>
        <w:t>257.4908</w:t>
      </w:r>
      <w:r>
        <w:tab/>
        <w:t>1.013e0</w:t>
      </w:r>
    </w:p>
    <w:p w:rsidR="00B65DC9" w:rsidRDefault="00B65DC9" w:rsidP="00B65DC9">
      <w:r>
        <w:t>257.5336</w:t>
      </w:r>
      <w:r>
        <w:tab/>
        <w:t>2.025e0</w:t>
      </w:r>
    </w:p>
    <w:p w:rsidR="00B65DC9" w:rsidRDefault="00B65DC9" w:rsidP="00B65DC9">
      <w:r>
        <w:t>257.5588</w:t>
      </w:r>
      <w:r>
        <w:tab/>
        <w:t>1.013e0</w:t>
      </w:r>
    </w:p>
    <w:p w:rsidR="00B65DC9" w:rsidRDefault="00B65DC9" w:rsidP="00B65DC9">
      <w:r>
        <w:t>257.5875</w:t>
      </w:r>
      <w:r>
        <w:tab/>
        <w:t>1.266e-2</w:t>
      </w:r>
    </w:p>
    <w:p w:rsidR="00B65DC9" w:rsidRDefault="00B65DC9" w:rsidP="00B65DC9">
      <w:r>
        <w:t>257.6142</w:t>
      </w:r>
      <w:r>
        <w:tab/>
        <w:t>1.266e-2</w:t>
      </w:r>
    </w:p>
    <w:p w:rsidR="00B65DC9" w:rsidRDefault="00B65DC9" w:rsidP="00B65DC9">
      <w:r>
        <w:t>257.6610</w:t>
      </w:r>
      <w:r>
        <w:tab/>
        <w:t>1.013e0</w:t>
      </w:r>
    </w:p>
    <w:p w:rsidR="00B65DC9" w:rsidRDefault="00B65DC9" w:rsidP="00B65DC9">
      <w:r>
        <w:t>257.6782</w:t>
      </w:r>
      <w:r>
        <w:tab/>
        <w:t>1.266e-2</w:t>
      </w:r>
    </w:p>
    <w:p w:rsidR="00B65DC9" w:rsidRDefault="00B65DC9" w:rsidP="00B65DC9">
      <w:r>
        <w:t>257.6992</w:t>
      </w:r>
      <w:r>
        <w:tab/>
        <w:t>1.013e0</w:t>
      </w:r>
    </w:p>
    <w:p w:rsidR="00B65DC9" w:rsidRDefault="00B65DC9" w:rsidP="00B65DC9">
      <w:r>
        <w:t>257.7297</w:t>
      </w:r>
      <w:r>
        <w:tab/>
        <w:t>1.013e0</w:t>
      </w:r>
    </w:p>
    <w:p w:rsidR="00B65DC9" w:rsidRDefault="00B65DC9" w:rsidP="00B65DC9">
      <w:r>
        <w:t>257.7928</w:t>
      </w:r>
      <w:r>
        <w:tab/>
        <w:t>1.266e-2</w:t>
      </w:r>
    </w:p>
    <w:p w:rsidR="00B65DC9" w:rsidRDefault="00B65DC9" w:rsidP="00B65DC9">
      <w:r>
        <w:t>257.8301</w:t>
      </w:r>
      <w:r>
        <w:tab/>
        <w:t>2.025e0</w:t>
      </w:r>
    </w:p>
    <w:p w:rsidR="00B65DC9" w:rsidRDefault="00B65DC9" w:rsidP="00B65DC9">
      <w:r>
        <w:t>257.9036</w:t>
      </w:r>
      <w:r>
        <w:tab/>
        <w:t>1.266e-2</w:t>
      </w:r>
    </w:p>
    <w:p w:rsidR="00B65DC9" w:rsidRDefault="00B65DC9" w:rsidP="00B65DC9">
      <w:r>
        <w:t>257.9727</w:t>
      </w:r>
      <w:r>
        <w:tab/>
        <w:t>1.013e0</w:t>
      </w:r>
    </w:p>
    <w:p w:rsidR="00B65DC9" w:rsidRDefault="00B65DC9" w:rsidP="00B65DC9">
      <w:r>
        <w:t>258.0112</w:t>
      </w:r>
      <w:r>
        <w:tab/>
        <w:t>2.025e0</w:t>
      </w:r>
    </w:p>
    <w:p w:rsidR="00B65DC9" w:rsidRDefault="00B65DC9" w:rsidP="00B65DC9">
      <w:r>
        <w:t>258.0190</w:t>
      </w:r>
      <w:r>
        <w:tab/>
        <w:t>1.051e0</w:t>
      </w:r>
    </w:p>
    <w:p w:rsidR="00B65DC9" w:rsidRDefault="00B65DC9" w:rsidP="00B65DC9">
      <w:r>
        <w:t>258.0255</w:t>
      </w:r>
      <w:r>
        <w:tab/>
        <w:t>2.051e0</w:t>
      </w:r>
    </w:p>
    <w:p w:rsidR="00B65DC9" w:rsidRDefault="00B65DC9" w:rsidP="00B65DC9">
      <w:r>
        <w:t>258.0685</w:t>
      </w:r>
      <w:r>
        <w:tab/>
        <w:t>5.063e0</w:t>
      </w:r>
    </w:p>
    <w:p w:rsidR="00B65DC9" w:rsidRDefault="00B65DC9" w:rsidP="00B65DC9">
      <w:r>
        <w:lastRenderedPageBreak/>
        <w:t>258.0797</w:t>
      </w:r>
      <w:r>
        <w:tab/>
        <w:t>1.266e-2</w:t>
      </w:r>
    </w:p>
    <w:p w:rsidR="00B65DC9" w:rsidRDefault="00B65DC9" w:rsidP="00B65DC9">
      <w:r>
        <w:t>258.0965</w:t>
      </w:r>
      <w:r>
        <w:tab/>
        <w:t>1.266e-2</w:t>
      </w:r>
    </w:p>
    <w:p w:rsidR="00B65DC9" w:rsidRDefault="00B65DC9" w:rsidP="00B65DC9">
      <w:r>
        <w:t>258.1002</w:t>
      </w:r>
      <w:r>
        <w:tab/>
        <w:t>1.266e-2</w:t>
      </w:r>
    </w:p>
    <w:p w:rsidR="00B65DC9" w:rsidRDefault="00B65DC9" w:rsidP="00B65DC9">
      <w:r>
        <w:t>258.1387</w:t>
      </w:r>
      <w:r>
        <w:tab/>
        <w:t>1.025e0</w:t>
      </w:r>
    </w:p>
    <w:p w:rsidR="00B65DC9" w:rsidRDefault="00B65DC9" w:rsidP="00B65DC9">
      <w:r>
        <w:t>258.1515</w:t>
      </w:r>
      <w:r>
        <w:tab/>
        <w:t>1.266e-2</w:t>
      </w:r>
    </w:p>
    <w:p w:rsidR="00B65DC9" w:rsidRDefault="00B65DC9" w:rsidP="00B65DC9">
      <w:r>
        <w:t>258.1539</w:t>
      </w:r>
      <w:r>
        <w:tab/>
        <w:t>2.025e0</w:t>
      </w:r>
    </w:p>
    <w:p w:rsidR="00B65DC9" w:rsidRDefault="00B65DC9" w:rsidP="00B65DC9">
      <w:r>
        <w:t>258.1791</w:t>
      </w:r>
      <w:r>
        <w:tab/>
        <w:t>2.532e-2</w:t>
      </w:r>
    </w:p>
    <w:p w:rsidR="00B65DC9" w:rsidRDefault="00B65DC9" w:rsidP="00B65DC9">
      <w:r>
        <w:t>258.2161</w:t>
      </w:r>
      <w:r>
        <w:tab/>
        <w:t>1.266e-2</w:t>
      </w:r>
    </w:p>
    <w:p w:rsidR="00B65DC9" w:rsidRDefault="00B65DC9" w:rsidP="00B65DC9">
      <w:r>
        <w:t>258.2352</w:t>
      </w:r>
      <w:r>
        <w:tab/>
        <w:t>3.038e0</w:t>
      </w:r>
    </w:p>
    <w:p w:rsidR="00B65DC9" w:rsidRDefault="00B65DC9" w:rsidP="00B65DC9">
      <w:r>
        <w:t>258.2376</w:t>
      </w:r>
      <w:r>
        <w:tab/>
        <w:t>1.013e0</w:t>
      </w:r>
    </w:p>
    <w:p w:rsidR="00B65DC9" w:rsidRDefault="00B65DC9" w:rsidP="00B65DC9">
      <w:r>
        <w:t>258.2463</w:t>
      </w:r>
      <w:r>
        <w:tab/>
        <w:t>1.013e0</w:t>
      </w:r>
    </w:p>
    <w:p w:rsidR="00B65DC9" w:rsidRDefault="00B65DC9" w:rsidP="00B65DC9">
      <w:r>
        <w:t>258.2888</w:t>
      </w:r>
      <w:r>
        <w:tab/>
        <w:t>1.013e0</w:t>
      </w:r>
    </w:p>
    <w:p w:rsidR="00B65DC9" w:rsidRDefault="00B65DC9" w:rsidP="00B65DC9">
      <w:r>
        <w:t>258.3097</w:t>
      </w:r>
      <w:r>
        <w:tab/>
        <w:t>1.013e0</w:t>
      </w:r>
    </w:p>
    <w:p w:rsidR="00B65DC9" w:rsidRDefault="00B65DC9" w:rsidP="00B65DC9">
      <w:r>
        <w:t>258.3142</w:t>
      </w:r>
      <w:r>
        <w:tab/>
        <w:t>1.013e0</w:t>
      </w:r>
    </w:p>
    <w:p w:rsidR="00B65DC9" w:rsidRDefault="00B65DC9" w:rsidP="00B65DC9">
      <w:r>
        <w:t>258.3353</w:t>
      </w:r>
      <w:r>
        <w:tab/>
        <w:t>1.266e-2</w:t>
      </w:r>
    </w:p>
    <w:p w:rsidR="00B65DC9" w:rsidRDefault="00B65DC9" w:rsidP="00B65DC9">
      <w:r>
        <w:t>258.3393</w:t>
      </w:r>
      <w:r>
        <w:tab/>
        <w:t>1.266e-2</w:t>
      </w:r>
    </w:p>
    <w:p w:rsidR="00B65DC9" w:rsidRDefault="00B65DC9" w:rsidP="00B65DC9">
      <w:r>
        <w:t>258.3434</w:t>
      </w:r>
      <w:r>
        <w:tab/>
        <w:t>1.266e-2</w:t>
      </w:r>
    </w:p>
    <w:p w:rsidR="00B65DC9" w:rsidRDefault="00B65DC9" w:rsidP="00B65DC9">
      <w:r>
        <w:t>258.3817</w:t>
      </w:r>
      <w:r>
        <w:tab/>
        <w:t>1.013e0</w:t>
      </w:r>
    </w:p>
    <w:p w:rsidR="00B65DC9" w:rsidRDefault="00B65DC9" w:rsidP="00B65DC9">
      <w:r>
        <w:t>258.4111</w:t>
      </w:r>
      <w:r>
        <w:tab/>
        <w:t>3.038e0</w:t>
      </w:r>
    </w:p>
    <w:p w:rsidR="00B65DC9" w:rsidRDefault="00B65DC9" w:rsidP="00B65DC9">
      <w:r>
        <w:lastRenderedPageBreak/>
        <w:t>258.4382</w:t>
      </w:r>
      <w:r>
        <w:tab/>
        <w:t>2.025e0</w:t>
      </w:r>
    </w:p>
    <w:p w:rsidR="00B65DC9" w:rsidRDefault="00B65DC9" w:rsidP="00B65DC9">
      <w:r>
        <w:t>258.5057</w:t>
      </w:r>
      <w:r>
        <w:tab/>
        <w:t>1.013e0</w:t>
      </w:r>
    </w:p>
    <w:p w:rsidR="00B65DC9" w:rsidRDefault="00B65DC9" w:rsidP="00B65DC9">
      <w:r>
        <w:t>258.5153</w:t>
      </w:r>
      <w:r>
        <w:tab/>
        <w:t>1.266e-2</w:t>
      </w:r>
    </w:p>
    <w:p w:rsidR="00B65DC9" w:rsidRDefault="00B65DC9" w:rsidP="00B65DC9">
      <w:r>
        <w:t>258.5536</w:t>
      </w:r>
      <w:r>
        <w:tab/>
        <w:t>1.013e0</w:t>
      </w:r>
    </w:p>
    <w:p w:rsidR="00B65DC9" w:rsidRDefault="00B65DC9" w:rsidP="00B65DC9">
      <w:r>
        <w:t>258.5584</w:t>
      </w:r>
      <w:r>
        <w:tab/>
        <w:t>1.013e0</w:t>
      </w:r>
    </w:p>
    <w:p w:rsidR="00B65DC9" w:rsidRDefault="00B65DC9" w:rsidP="00B65DC9">
      <w:r>
        <w:t>258.5824</w:t>
      </w:r>
      <w:r>
        <w:tab/>
        <w:t>1.266e-2</w:t>
      </w:r>
    </w:p>
    <w:p w:rsidR="00B65DC9" w:rsidRDefault="00B65DC9" w:rsidP="00B65DC9">
      <w:r>
        <w:t>258.6351</w:t>
      </w:r>
      <w:r>
        <w:tab/>
        <w:t>1.013e0</w:t>
      </w:r>
    </w:p>
    <w:p w:rsidR="00B65DC9" w:rsidRDefault="00B65DC9" w:rsidP="00B65DC9">
      <w:r>
        <w:t>258.6475</w:t>
      </w:r>
      <w:r>
        <w:tab/>
        <w:t>1.013e0</w:t>
      </w:r>
    </w:p>
    <w:p w:rsidR="00B65DC9" w:rsidRDefault="00B65DC9" w:rsidP="00B65DC9">
      <w:r>
        <w:t>258.6824</w:t>
      </w:r>
      <w:r>
        <w:tab/>
        <w:t>1.013e0</w:t>
      </w:r>
    </w:p>
    <w:p w:rsidR="00B65DC9" w:rsidRDefault="00B65DC9" w:rsidP="00B65DC9">
      <w:r>
        <w:t>258.7070</w:t>
      </w:r>
      <w:r>
        <w:tab/>
        <w:t>1.266e-2</w:t>
      </w:r>
    </w:p>
    <w:p w:rsidR="00B65DC9" w:rsidRDefault="00B65DC9" w:rsidP="00B65DC9">
      <w:r>
        <w:t>258.7592</w:t>
      </w:r>
      <w:r>
        <w:tab/>
        <w:t>1.266e-2</w:t>
      </w:r>
    </w:p>
    <w:p w:rsidR="00B65DC9" w:rsidRDefault="00B65DC9" w:rsidP="00B65DC9">
      <w:r>
        <w:t>258.7797</w:t>
      </w:r>
      <w:r>
        <w:tab/>
        <w:t>1.025e0</w:t>
      </w:r>
    </w:p>
    <w:p w:rsidR="00B65DC9" w:rsidRDefault="00B65DC9" w:rsidP="00B65DC9">
      <w:r>
        <w:t>258.8100</w:t>
      </w:r>
      <w:r>
        <w:tab/>
        <w:t>1.266e-2</w:t>
      </w:r>
    </w:p>
    <w:p w:rsidR="00B65DC9" w:rsidRDefault="00B65DC9" w:rsidP="00B65DC9">
      <w:r>
        <w:t>258.8947</w:t>
      </w:r>
      <w:r>
        <w:tab/>
        <w:t>3.038e0</w:t>
      </w:r>
    </w:p>
    <w:p w:rsidR="00B65DC9" w:rsidRDefault="00B65DC9" w:rsidP="00B65DC9">
      <w:r>
        <w:t>258.9174</w:t>
      </w:r>
      <w:r>
        <w:tab/>
        <w:t>1.013e0</w:t>
      </w:r>
    </w:p>
    <w:p w:rsidR="00B65DC9" w:rsidRDefault="00B65DC9" w:rsidP="00B65DC9">
      <w:r>
        <w:t>258.9560</w:t>
      </w:r>
      <w:r>
        <w:tab/>
        <w:t>1.266e-2</w:t>
      </w:r>
    </w:p>
    <w:p w:rsidR="00B65DC9" w:rsidRDefault="00B65DC9" w:rsidP="00B65DC9">
      <w:r>
        <w:t>258.9757</w:t>
      </w:r>
      <w:r>
        <w:tab/>
        <w:t>1.266e-2</w:t>
      </w:r>
    </w:p>
    <w:p w:rsidR="00B65DC9" w:rsidRDefault="00B65DC9" w:rsidP="00B65DC9">
      <w:r>
        <w:t>259.0306</w:t>
      </w:r>
      <w:r>
        <w:tab/>
        <w:t>2.025e0</w:t>
      </w:r>
    </w:p>
    <w:p w:rsidR="00B65DC9" w:rsidRDefault="00B65DC9" w:rsidP="00B65DC9">
      <w:r>
        <w:t>259.0370</w:t>
      </w:r>
      <w:r>
        <w:tab/>
        <w:t>1.013e0</w:t>
      </w:r>
    </w:p>
    <w:p w:rsidR="00B65DC9" w:rsidRDefault="00B65DC9" w:rsidP="00B65DC9">
      <w:r>
        <w:lastRenderedPageBreak/>
        <w:t>259.0693</w:t>
      </w:r>
      <w:r>
        <w:tab/>
        <w:t>6.076e0</w:t>
      </w:r>
    </w:p>
    <w:p w:rsidR="00B65DC9" w:rsidRDefault="00B65DC9" w:rsidP="00B65DC9">
      <w:r>
        <w:t>259.0708</w:t>
      </w:r>
      <w:r>
        <w:tab/>
        <w:t>1.076e0</w:t>
      </w:r>
    </w:p>
    <w:p w:rsidR="00B65DC9" w:rsidRDefault="00B65DC9" w:rsidP="00B65DC9">
      <w:r>
        <w:t>259.0795</w:t>
      </w:r>
      <w:r>
        <w:tab/>
        <w:t>1.013e0</w:t>
      </w:r>
    </w:p>
    <w:p w:rsidR="00B65DC9" w:rsidRDefault="00B65DC9" w:rsidP="00B65DC9">
      <w:r>
        <w:t>259.0835</w:t>
      </w:r>
      <w:r>
        <w:tab/>
        <w:t>1.266e-2</w:t>
      </w:r>
    </w:p>
    <w:p w:rsidR="00B65DC9" w:rsidRDefault="00B65DC9" w:rsidP="00B65DC9">
      <w:r>
        <w:t>259.1304</w:t>
      </w:r>
      <w:r>
        <w:tab/>
        <w:t>1.266e-2</w:t>
      </w:r>
    </w:p>
    <w:p w:rsidR="00B65DC9" w:rsidRDefault="00B65DC9" w:rsidP="00B65DC9">
      <w:r>
        <w:t>259.1457</w:t>
      </w:r>
      <w:r>
        <w:tab/>
        <w:t>2.025e0</w:t>
      </w:r>
    </w:p>
    <w:p w:rsidR="00B65DC9" w:rsidRDefault="00B65DC9" w:rsidP="00B65DC9">
      <w:r>
        <w:t>259.1528</w:t>
      </w:r>
      <w:r>
        <w:tab/>
        <w:t>2.025e0</w:t>
      </w:r>
    </w:p>
    <w:p w:rsidR="00B65DC9" w:rsidRDefault="00B65DC9" w:rsidP="00B65DC9">
      <w:r>
        <w:t>259.1725</w:t>
      </w:r>
      <w:r>
        <w:tab/>
        <w:t>1.266e-2</w:t>
      </w:r>
    </w:p>
    <w:p w:rsidR="00B65DC9" w:rsidRDefault="00B65DC9" w:rsidP="00B65DC9">
      <w:r>
        <w:t>259.1777</w:t>
      </w:r>
      <w:r>
        <w:tab/>
        <w:t>2.025e0</w:t>
      </w:r>
    </w:p>
    <w:p w:rsidR="00B65DC9" w:rsidRDefault="00B65DC9" w:rsidP="00B65DC9">
      <w:r>
        <w:t>259.2091</w:t>
      </w:r>
      <w:r>
        <w:tab/>
        <w:t>2.025e0</w:t>
      </w:r>
    </w:p>
    <w:p w:rsidR="00B65DC9" w:rsidRDefault="00B65DC9" w:rsidP="00B65DC9">
      <w:r>
        <w:t>259.2159</w:t>
      </w:r>
      <w:r>
        <w:tab/>
        <w:t>1.266e-2</w:t>
      </w:r>
    </w:p>
    <w:p w:rsidR="00B65DC9" w:rsidRDefault="00B65DC9" w:rsidP="00B65DC9">
      <w:r>
        <w:t>259.2377</w:t>
      </w:r>
      <w:r>
        <w:tab/>
        <w:t>1.266e-2</w:t>
      </w:r>
    </w:p>
    <w:p w:rsidR="00B65DC9" w:rsidRDefault="00B65DC9" w:rsidP="00B65DC9">
      <w:r>
        <w:t>259.2437</w:t>
      </w:r>
      <w:r>
        <w:tab/>
        <w:t>2.025e0</w:t>
      </w:r>
    </w:p>
    <w:p w:rsidR="00B65DC9" w:rsidRDefault="00B65DC9" w:rsidP="00B65DC9">
      <w:r>
        <w:t>259.2639</w:t>
      </w:r>
      <w:r>
        <w:tab/>
        <w:t>1.266e-2</w:t>
      </w:r>
    </w:p>
    <w:p w:rsidR="00B65DC9" w:rsidRDefault="00B65DC9" w:rsidP="00B65DC9">
      <w:r>
        <w:t>259.3189</w:t>
      </w:r>
      <w:r>
        <w:tab/>
        <w:t>1.266e-2</w:t>
      </w:r>
    </w:p>
    <w:p w:rsidR="00B65DC9" w:rsidRDefault="00B65DC9" w:rsidP="00B65DC9">
      <w:r>
        <w:t>259.3516</w:t>
      </w:r>
      <w:r>
        <w:tab/>
        <w:t>2.025e0</w:t>
      </w:r>
    </w:p>
    <w:p w:rsidR="00B65DC9" w:rsidRDefault="00B65DC9" w:rsidP="00B65DC9">
      <w:r>
        <w:t>259.3578</w:t>
      </w:r>
      <w:r>
        <w:tab/>
        <w:t>1.013e0</w:t>
      </w:r>
    </w:p>
    <w:p w:rsidR="00B65DC9" w:rsidRDefault="00B65DC9" w:rsidP="00B65DC9">
      <w:r>
        <w:t>259.3740</w:t>
      </w:r>
      <w:r>
        <w:tab/>
        <w:t>1.266e-2</w:t>
      </w:r>
    </w:p>
    <w:p w:rsidR="00B65DC9" w:rsidRDefault="00B65DC9" w:rsidP="00B65DC9">
      <w:r>
        <w:t>259.3788</w:t>
      </w:r>
      <w:r>
        <w:tab/>
        <w:t>1.013e0</w:t>
      </w:r>
    </w:p>
    <w:p w:rsidR="00B65DC9" w:rsidRDefault="00B65DC9" w:rsidP="00B65DC9">
      <w:r>
        <w:lastRenderedPageBreak/>
        <w:t>259.3885</w:t>
      </w:r>
      <w:r>
        <w:tab/>
        <w:t>1.013e0</w:t>
      </w:r>
    </w:p>
    <w:p w:rsidR="00B65DC9" w:rsidRDefault="00B65DC9" w:rsidP="00B65DC9">
      <w:r>
        <w:t>259.4653</w:t>
      </w:r>
      <w:r>
        <w:tab/>
        <w:t>1.266e-2</w:t>
      </w:r>
    </w:p>
    <w:p w:rsidR="00B65DC9" w:rsidRDefault="00B65DC9" w:rsidP="00B65DC9">
      <w:r>
        <w:t>259.4772</w:t>
      </w:r>
      <w:r>
        <w:tab/>
        <w:t>1.013e0</w:t>
      </w:r>
    </w:p>
    <w:p w:rsidR="00B65DC9" w:rsidRDefault="00B65DC9" w:rsidP="00B65DC9">
      <w:r>
        <w:t>259.5270</w:t>
      </w:r>
      <w:r>
        <w:tab/>
        <w:t>2.025e0</w:t>
      </w:r>
    </w:p>
    <w:p w:rsidR="00B65DC9" w:rsidRDefault="00B65DC9" w:rsidP="00B65DC9">
      <w:r>
        <w:t>259.5663</w:t>
      </w:r>
      <w:r>
        <w:tab/>
        <w:t>1.013e0</w:t>
      </w:r>
    </w:p>
    <w:p w:rsidR="00B65DC9" w:rsidRDefault="00B65DC9" w:rsidP="00B65DC9">
      <w:r>
        <w:t>259.6009</w:t>
      </w:r>
      <w:r>
        <w:tab/>
        <w:t>1.013e0</w:t>
      </w:r>
    </w:p>
    <w:p w:rsidR="00B65DC9" w:rsidRDefault="00B65DC9" w:rsidP="00B65DC9">
      <w:r>
        <w:t>259.6068</w:t>
      </w:r>
      <w:r>
        <w:tab/>
        <w:t>2.025e0</w:t>
      </w:r>
    </w:p>
    <w:p w:rsidR="00B65DC9" w:rsidRDefault="00B65DC9" w:rsidP="00B65DC9">
      <w:r>
        <w:t>259.6195</w:t>
      </w:r>
      <w:r>
        <w:tab/>
        <w:t>1.013e0</w:t>
      </w:r>
    </w:p>
    <w:p w:rsidR="00B65DC9" w:rsidRDefault="00B65DC9" w:rsidP="00B65DC9">
      <w:r>
        <w:t>259.6510</w:t>
      </w:r>
      <w:r>
        <w:tab/>
        <w:t>2.025e0</w:t>
      </w:r>
    </w:p>
    <w:p w:rsidR="00B65DC9" w:rsidRDefault="00B65DC9" w:rsidP="00B65DC9">
      <w:r>
        <w:t>259.7086</w:t>
      </w:r>
      <w:r>
        <w:tab/>
        <w:t>2.532e-2</w:t>
      </w:r>
    </w:p>
    <w:p w:rsidR="00B65DC9" w:rsidRDefault="00B65DC9" w:rsidP="00B65DC9">
      <w:r>
        <w:t>259.7476</w:t>
      </w:r>
      <w:r>
        <w:tab/>
        <w:t>1.013e0</w:t>
      </w:r>
    </w:p>
    <w:p w:rsidR="00B65DC9" w:rsidRDefault="00B65DC9" w:rsidP="00B65DC9">
      <w:r>
        <w:t>259.8019</w:t>
      </w:r>
      <w:r>
        <w:tab/>
        <w:t>1.266e-2</w:t>
      </w:r>
    </w:p>
    <w:p w:rsidR="00B65DC9" w:rsidRDefault="00B65DC9" w:rsidP="00B65DC9">
      <w:r>
        <w:t>259.8115</w:t>
      </w:r>
      <w:r>
        <w:tab/>
        <w:t>1.266e-2</w:t>
      </w:r>
    </w:p>
    <w:p w:rsidR="00B65DC9" w:rsidRDefault="00B65DC9" w:rsidP="00B65DC9">
      <w:r>
        <w:t>259.8205</w:t>
      </w:r>
      <w:r>
        <w:tab/>
        <w:t>1.266e-2</w:t>
      </w:r>
    </w:p>
    <w:p w:rsidR="00B65DC9" w:rsidRDefault="00B65DC9" w:rsidP="00B65DC9">
      <w:r>
        <w:t>259.8710</w:t>
      </w:r>
      <w:r>
        <w:tab/>
        <w:t>1.266e-2</w:t>
      </w:r>
    </w:p>
    <w:p w:rsidR="00B65DC9" w:rsidRDefault="00B65DC9" w:rsidP="00B65DC9">
      <w:r>
        <w:t>259.8977</w:t>
      </w:r>
      <w:r>
        <w:tab/>
        <w:t>1.266e-2</w:t>
      </w:r>
    </w:p>
    <w:p w:rsidR="00B65DC9" w:rsidRDefault="00B65DC9" w:rsidP="00B65DC9">
      <w:r>
        <w:t>259.9270</w:t>
      </w:r>
      <w:r>
        <w:tab/>
        <w:t>1.013e0</w:t>
      </w:r>
    </w:p>
    <w:p w:rsidR="00B65DC9" w:rsidRDefault="00B65DC9" w:rsidP="00B65DC9">
      <w:r>
        <w:t>259.9588</w:t>
      </w:r>
      <w:r>
        <w:tab/>
        <w:t>2.532e-2</w:t>
      </w:r>
    </w:p>
    <w:p w:rsidR="00B65DC9" w:rsidRDefault="00B65DC9" w:rsidP="00B65DC9">
      <w:r>
        <w:t>259.9950</w:t>
      </w:r>
      <w:r>
        <w:tab/>
        <w:t>1.266e-2</w:t>
      </w:r>
    </w:p>
    <w:p w:rsidR="00B65DC9" w:rsidRDefault="00B65DC9" w:rsidP="00B65DC9">
      <w:r>
        <w:lastRenderedPageBreak/>
        <w:t>259.9992</w:t>
      </w:r>
      <w:r>
        <w:tab/>
        <w:t>1.266e-2</w:t>
      </w:r>
    </w:p>
    <w:p w:rsidR="00B65DC9" w:rsidRDefault="00B65DC9" w:rsidP="00B65DC9">
      <w:r>
        <w:t>260.0076</w:t>
      </w:r>
      <w:r>
        <w:tab/>
        <w:t>2.532e-2</w:t>
      </w:r>
    </w:p>
    <w:p w:rsidR="00B65DC9" w:rsidRDefault="00B65DC9" w:rsidP="00B65DC9">
      <w:r>
        <w:t>260.0294</w:t>
      </w:r>
      <w:r>
        <w:tab/>
        <w:t>1.013e0</w:t>
      </w:r>
    </w:p>
    <w:p w:rsidR="00B65DC9" w:rsidRDefault="00B65DC9" w:rsidP="00B65DC9">
      <w:r>
        <w:t>260.0332</w:t>
      </w:r>
      <w:r>
        <w:tab/>
        <w:t>1.266e-2</w:t>
      </w:r>
    </w:p>
    <w:p w:rsidR="00B65DC9" w:rsidRDefault="00B65DC9" w:rsidP="00B65DC9">
      <w:r>
        <w:t>260.0430</w:t>
      </w:r>
      <w:r>
        <w:tab/>
        <w:t>2.025e0</w:t>
      </w:r>
    </w:p>
    <w:p w:rsidR="00B65DC9" w:rsidRDefault="00B65DC9" w:rsidP="00B65DC9">
      <w:r>
        <w:t>260.0680</w:t>
      </w:r>
      <w:r>
        <w:tab/>
        <w:t>1.013e0</w:t>
      </w:r>
    </w:p>
    <w:p w:rsidR="00B65DC9" w:rsidRDefault="00B65DC9" w:rsidP="00B65DC9">
      <w:r>
        <w:t>260.0754</w:t>
      </w:r>
      <w:r>
        <w:tab/>
        <w:t>2.025e0</w:t>
      </w:r>
    </w:p>
    <w:p w:rsidR="00B65DC9" w:rsidRDefault="00B65DC9" w:rsidP="00B65DC9">
      <w:r>
        <w:t>260.0970</w:t>
      </w:r>
      <w:r>
        <w:tab/>
        <w:t>2.025e0</w:t>
      </w:r>
    </w:p>
    <w:p w:rsidR="00B65DC9" w:rsidRDefault="00B65DC9" w:rsidP="00B65DC9">
      <w:r>
        <w:t>260.1015</w:t>
      </w:r>
      <w:r>
        <w:tab/>
        <w:t>2.038e0</w:t>
      </w:r>
    </w:p>
    <w:p w:rsidR="00B65DC9" w:rsidRDefault="00B65DC9" w:rsidP="00B65DC9">
      <w:r>
        <w:t>260.1066</w:t>
      </w:r>
      <w:r>
        <w:tab/>
        <w:t>1.013e0</w:t>
      </w:r>
    </w:p>
    <w:p w:rsidR="00B65DC9" w:rsidRDefault="00B65DC9" w:rsidP="00B65DC9">
      <w:r>
        <w:t>260.1473</w:t>
      </w:r>
      <w:r>
        <w:tab/>
        <w:t>1.038e0</w:t>
      </w:r>
    </w:p>
    <w:p w:rsidR="00B65DC9" w:rsidRDefault="00B65DC9" w:rsidP="00B65DC9">
      <w:r>
        <w:t>260.1770</w:t>
      </w:r>
      <w:r>
        <w:tab/>
        <w:t>4.051e0</w:t>
      </w:r>
    </w:p>
    <w:p w:rsidR="00B65DC9" w:rsidRDefault="00B65DC9" w:rsidP="00B65DC9">
      <w:r>
        <w:t>260.1801</w:t>
      </w:r>
      <w:r>
        <w:tab/>
        <w:t>2.038e0</w:t>
      </w:r>
    </w:p>
    <w:p w:rsidR="00B65DC9" w:rsidRDefault="00B65DC9" w:rsidP="00B65DC9">
      <w:r>
        <w:t>260.1927</w:t>
      </w:r>
      <w:r>
        <w:tab/>
        <w:t>2.025e0</w:t>
      </w:r>
    </w:p>
    <w:p w:rsidR="00B65DC9" w:rsidRDefault="00B65DC9" w:rsidP="00B65DC9">
      <w:r>
        <w:t>260.2121</w:t>
      </w:r>
      <w:r>
        <w:tab/>
        <w:t>2.532e-2</w:t>
      </w:r>
    </w:p>
    <w:p w:rsidR="00B65DC9" w:rsidRDefault="00B65DC9" w:rsidP="00B65DC9">
      <w:r>
        <w:t>260.2506</w:t>
      </w:r>
      <w:r>
        <w:tab/>
        <w:t>2.532e-2</w:t>
      </w:r>
    </w:p>
    <w:p w:rsidR="00B65DC9" w:rsidRDefault="00B65DC9" w:rsidP="00B65DC9">
      <w:r>
        <w:t>260.2570</w:t>
      </w:r>
      <w:r>
        <w:tab/>
        <w:t>1.013e0</w:t>
      </w:r>
    </w:p>
    <w:p w:rsidR="00B65DC9" w:rsidRDefault="00B65DC9" w:rsidP="00B65DC9">
      <w:r>
        <w:t>260.2997</w:t>
      </w:r>
      <w:r>
        <w:tab/>
        <w:t>1.266e-2</w:t>
      </w:r>
    </w:p>
    <w:p w:rsidR="00B65DC9" w:rsidRDefault="00B65DC9" w:rsidP="00B65DC9">
      <w:r>
        <w:t>260.3123</w:t>
      </w:r>
      <w:r>
        <w:tab/>
        <w:t>1.013e0</w:t>
      </w:r>
    </w:p>
    <w:p w:rsidR="00B65DC9" w:rsidRDefault="00B65DC9" w:rsidP="00B65DC9">
      <w:r>
        <w:lastRenderedPageBreak/>
        <w:t>260.3991</w:t>
      </w:r>
      <w:r>
        <w:tab/>
        <w:t>1.025e0</w:t>
      </w:r>
    </w:p>
    <w:p w:rsidR="00B65DC9" w:rsidRDefault="00B65DC9" w:rsidP="00B65DC9">
      <w:r>
        <w:t>260.4078</w:t>
      </w:r>
      <w:r>
        <w:tab/>
        <w:t>1.013e0</w:t>
      </w:r>
    </w:p>
    <w:p w:rsidR="00B65DC9" w:rsidRDefault="00B65DC9" w:rsidP="00B65DC9">
      <w:r>
        <w:t>260.4114</w:t>
      </w:r>
      <w:r>
        <w:tab/>
        <w:t>1.266e-2</w:t>
      </w:r>
    </w:p>
    <w:p w:rsidR="00B65DC9" w:rsidRDefault="00B65DC9" w:rsidP="00B65DC9">
      <w:r>
        <w:t>260.4280</w:t>
      </w:r>
      <w:r>
        <w:tab/>
        <w:t>1.013e0</w:t>
      </w:r>
    </w:p>
    <w:p w:rsidR="00B65DC9" w:rsidRDefault="00B65DC9" w:rsidP="00B65DC9">
      <w:r>
        <w:t>260.4541</w:t>
      </w:r>
      <w:r>
        <w:tab/>
        <w:t>1.266e-2</w:t>
      </w:r>
    </w:p>
    <w:p w:rsidR="00B65DC9" w:rsidRDefault="00B65DC9" w:rsidP="00B65DC9">
      <w:r>
        <w:t>260.4887</w:t>
      </w:r>
      <w:r>
        <w:tab/>
        <w:t>1.266e-2</w:t>
      </w:r>
    </w:p>
    <w:p w:rsidR="00B65DC9" w:rsidRDefault="00B65DC9" w:rsidP="00B65DC9">
      <w:r>
        <w:t>260.5392</w:t>
      </w:r>
      <w:r>
        <w:tab/>
        <w:t>1.266e-2</w:t>
      </w:r>
    </w:p>
    <w:p w:rsidR="00B65DC9" w:rsidRDefault="00B65DC9" w:rsidP="00B65DC9">
      <w:r>
        <w:t>260.5448</w:t>
      </w:r>
      <w:r>
        <w:tab/>
        <w:t>3.038e0</w:t>
      </w:r>
    </w:p>
    <w:p w:rsidR="00B65DC9" w:rsidRDefault="00B65DC9" w:rsidP="00B65DC9">
      <w:r>
        <w:t>260.6209</w:t>
      </w:r>
      <w:r>
        <w:tab/>
        <w:t>1.266e-2</w:t>
      </w:r>
    </w:p>
    <w:p w:rsidR="00B65DC9" w:rsidRDefault="00B65DC9" w:rsidP="00B65DC9">
      <w:r>
        <w:t>260.6258</w:t>
      </w:r>
      <w:r>
        <w:tab/>
        <w:t>1.013e0</w:t>
      </w:r>
    </w:p>
    <w:p w:rsidR="00B65DC9" w:rsidRDefault="00B65DC9" w:rsidP="00B65DC9">
      <w:r>
        <w:t>260.6595</w:t>
      </w:r>
      <w:r>
        <w:tab/>
        <w:t>1.013e0</w:t>
      </w:r>
    </w:p>
    <w:p w:rsidR="00B65DC9" w:rsidRDefault="00B65DC9" w:rsidP="00B65DC9">
      <w:r>
        <w:t>260.6692</w:t>
      </w:r>
      <w:r>
        <w:tab/>
        <w:t>1.013e0</w:t>
      </w:r>
    </w:p>
    <w:p w:rsidR="00B65DC9" w:rsidRDefault="00B65DC9" w:rsidP="00B65DC9">
      <w:r>
        <w:t>260.7165</w:t>
      </w:r>
      <w:r>
        <w:tab/>
        <w:t>1.013e0</w:t>
      </w:r>
    </w:p>
    <w:p w:rsidR="00B65DC9" w:rsidRDefault="00B65DC9" w:rsidP="00B65DC9">
      <w:r>
        <w:t>260.7594</w:t>
      </w:r>
      <w:r>
        <w:tab/>
        <w:t>1.013e0</w:t>
      </w:r>
    </w:p>
    <w:p w:rsidR="00B65DC9" w:rsidRDefault="00B65DC9" w:rsidP="00B65DC9">
      <w:r>
        <w:t>260.7853</w:t>
      </w:r>
      <w:r>
        <w:tab/>
        <w:t>1.013e0</w:t>
      </w:r>
    </w:p>
    <w:p w:rsidR="00B65DC9" w:rsidRDefault="00B65DC9" w:rsidP="00B65DC9">
      <w:r>
        <w:t>260.8017</w:t>
      </w:r>
      <w:r>
        <w:tab/>
        <w:t>1.013e0</w:t>
      </w:r>
    </w:p>
    <w:p w:rsidR="00B65DC9" w:rsidRDefault="00B65DC9" w:rsidP="00B65DC9">
      <w:r>
        <w:t>260.8098</w:t>
      </w:r>
      <w:r>
        <w:tab/>
        <w:t>4.051e0</w:t>
      </w:r>
    </w:p>
    <w:p w:rsidR="00B65DC9" w:rsidRDefault="00B65DC9" w:rsidP="00B65DC9">
      <w:r>
        <w:t>260.8574</w:t>
      </w:r>
      <w:r>
        <w:tab/>
        <w:t>1.266e-2</w:t>
      </w:r>
    </w:p>
    <w:p w:rsidR="00B65DC9" w:rsidRDefault="00B65DC9" w:rsidP="00B65DC9">
      <w:r>
        <w:t>260.9009</w:t>
      </w:r>
      <w:r>
        <w:tab/>
        <w:t>1.266e-2</w:t>
      </w:r>
    </w:p>
    <w:p w:rsidR="00B65DC9" w:rsidRDefault="00B65DC9" w:rsidP="00B65DC9">
      <w:r>
        <w:lastRenderedPageBreak/>
        <w:t>260.9398</w:t>
      </w:r>
      <w:r>
        <w:tab/>
        <w:t>1.013e0</w:t>
      </w:r>
    </w:p>
    <w:p w:rsidR="00B65DC9" w:rsidRDefault="00B65DC9" w:rsidP="00B65DC9">
      <w:r>
        <w:t>260.9778</w:t>
      </w:r>
      <w:r>
        <w:tab/>
        <w:t>3.038e0</w:t>
      </w:r>
    </w:p>
    <w:p w:rsidR="00B65DC9" w:rsidRDefault="00B65DC9" w:rsidP="00B65DC9">
      <w:r>
        <w:t>260.9904</w:t>
      </w:r>
      <w:r>
        <w:tab/>
        <w:t>8.329e0</w:t>
      </w:r>
    </w:p>
    <w:p w:rsidR="00B65DC9" w:rsidRDefault="00B65DC9" w:rsidP="00B65DC9">
      <w:r>
        <w:t>260.9997</w:t>
      </w:r>
      <w:r>
        <w:tab/>
        <w:t>1.682e1</w:t>
      </w:r>
    </w:p>
    <w:p w:rsidR="00B65DC9" w:rsidRDefault="00B65DC9" w:rsidP="00B65DC9">
      <w:r>
        <w:t>261.0042</w:t>
      </w:r>
      <w:r>
        <w:tab/>
        <w:t>2.355e0</w:t>
      </w:r>
    </w:p>
    <w:p w:rsidR="00B65DC9" w:rsidRDefault="00B65DC9" w:rsidP="00B65DC9">
      <w:r>
        <w:t>261.0089</w:t>
      </w:r>
      <w:r>
        <w:tab/>
        <w:t>5.114e0</w:t>
      </w:r>
    </w:p>
    <w:p w:rsidR="00B65DC9" w:rsidRDefault="00B65DC9" w:rsidP="00B65DC9">
      <w:r>
        <w:t>261.0725</w:t>
      </w:r>
      <w:r>
        <w:tab/>
        <w:t>2.025e0</w:t>
      </w:r>
    </w:p>
    <w:p w:rsidR="00B65DC9" w:rsidRDefault="00B65DC9" w:rsidP="00B65DC9">
      <w:r>
        <w:t>261.0741</w:t>
      </w:r>
      <w:r>
        <w:tab/>
        <w:t>2.025e0</w:t>
      </w:r>
    </w:p>
    <w:p w:rsidR="00B65DC9" w:rsidRDefault="00B65DC9" w:rsidP="00B65DC9">
      <w:r>
        <w:t>261.0914</w:t>
      </w:r>
      <w:r>
        <w:tab/>
        <w:t>3.038e0</w:t>
      </w:r>
    </w:p>
    <w:p w:rsidR="00B65DC9" w:rsidRDefault="00B65DC9" w:rsidP="00B65DC9">
      <w:r>
        <w:t>261.1322</w:t>
      </w:r>
      <w:r>
        <w:tab/>
        <w:t>1.025e0</w:t>
      </w:r>
    </w:p>
    <w:p w:rsidR="00B65DC9" w:rsidRDefault="00B65DC9" w:rsidP="00B65DC9">
      <w:r>
        <w:t>261.1337</w:t>
      </w:r>
      <w:r>
        <w:tab/>
        <w:t>3.038e0</w:t>
      </w:r>
    </w:p>
    <w:p w:rsidR="00B65DC9" w:rsidRDefault="00B65DC9" w:rsidP="00B65DC9">
      <w:r>
        <w:t>261.1514</w:t>
      </w:r>
      <w:r>
        <w:tab/>
        <w:t>2.532e-2</w:t>
      </w:r>
    </w:p>
    <w:p w:rsidR="00B65DC9" w:rsidRDefault="00B65DC9" w:rsidP="00B65DC9">
      <w:r>
        <w:t>261.1560</w:t>
      </w:r>
      <w:r>
        <w:tab/>
        <w:t>2.025e0</w:t>
      </w:r>
    </w:p>
    <w:p w:rsidR="00B65DC9" w:rsidRDefault="00B65DC9" w:rsidP="00B65DC9">
      <w:r>
        <w:t>261.1919</w:t>
      </w:r>
      <w:r>
        <w:tab/>
        <w:t>5.063e0</w:t>
      </w:r>
    </w:p>
    <w:p w:rsidR="00B65DC9" w:rsidRDefault="00B65DC9" w:rsidP="00B65DC9">
      <w:r>
        <w:t>261.2149</w:t>
      </w:r>
      <w:r>
        <w:tab/>
        <w:t>1.266e-2</w:t>
      </w:r>
    </w:p>
    <w:p w:rsidR="00B65DC9" w:rsidRDefault="00B65DC9" w:rsidP="00B65DC9">
      <w:r>
        <w:t>261.2654</w:t>
      </w:r>
      <w:r>
        <w:tab/>
        <w:t>1.013e0</w:t>
      </w:r>
    </w:p>
    <w:p w:rsidR="00B65DC9" w:rsidRDefault="00B65DC9" w:rsidP="00B65DC9">
      <w:r>
        <w:t>261.2826</w:t>
      </w:r>
      <w:r>
        <w:tab/>
        <w:t>1.266e-2</w:t>
      </w:r>
    </w:p>
    <w:p w:rsidR="00B65DC9" w:rsidRDefault="00B65DC9" w:rsidP="00B65DC9">
      <w:r>
        <w:t>261.3041</w:t>
      </w:r>
      <w:r>
        <w:tab/>
        <w:t>1.266e-2</w:t>
      </w:r>
    </w:p>
    <w:p w:rsidR="00B65DC9" w:rsidRDefault="00B65DC9" w:rsidP="00B65DC9">
      <w:r>
        <w:t>261.3309</w:t>
      </w:r>
      <w:r>
        <w:tab/>
        <w:t>1.013e0</w:t>
      </w:r>
    </w:p>
    <w:p w:rsidR="00B65DC9" w:rsidRDefault="00B65DC9" w:rsidP="00B65DC9">
      <w:r>
        <w:lastRenderedPageBreak/>
        <w:t>261.3893</w:t>
      </w:r>
      <w:r>
        <w:tab/>
        <w:t>1.266e-2</w:t>
      </w:r>
    </w:p>
    <w:p w:rsidR="00B65DC9" w:rsidRDefault="00B65DC9" w:rsidP="00B65DC9">
      <w:r>
        <w:t>261.4220</w:t>
      </w:r>
      <w:r>
        <w:tab/>
        <w:t>2.025e0</w:t>
      </w:r>
    </w:p>
    <w:p w:rsidR="00B65DC9" w:rsidRDefault="00B65DC9" w:rsidP="00B65DC9">
      <w:r>
        <w:t>261.4302</w:t>
      </w:r>
      <w:r>
        <w:tab/>
        <w:t>2.025e0</w:t>
      </w:r>
    </w:p>
    <w:p w:rsidR="00B65DC9" w:rsidRDefault="00B65DC9" w:rsidP="00B65DC9">
      <w:r>
        <w:t>261.4422</w:t>
      </w:r>
      <w:r>
        <w:tab/>
        <w:t>1.013e0</w:t>
      </w:r>
    </w:p>
    <w:p w:rsidR="00B65DC9" w:rsidRDefault="00B65DC9" w:rsidP="00B65DC9">
      <w:r>
        <w:t>261.4894</w:t>
      </w:r>
      <w:r>
        <w:tab/>
        <w:t>1.266e-2</w:t>
      </w:r>
    </w:p>
    <w:p w:rsidR="00B65DC9" w:rsidRDefault="00B65DC9" w:rsidP="00B65DC9">
      <w:r>
        <w:t>261.5196</w:t>
      </w:r>
      <w:r>
        <w:tab/>
        <w:t>1.266e-2</w:t>
      </w:r>
    </w:p>
    <w:p w:rsidR="00B65DC9" w:rsidRDefault="00B65DC9" w:rsidP="00B65DC9">
      <w:r>
        <w:t>261.5280</w:t>
      </w:r>
      <w:r>
        <w:tab/>
        <w:t>1.025e0</w:t>
      </w:r>
    </w:p>
    <w:p w:rsidR="00B65DC9" w:rsidRDefault="00B65DC9" w:rsidP="00B65DC9">
      <w:r>
        <w:t>261.5439</w:t>
      </w:r>
      <w:r>
        <w:tab/>
        <w:t>1.266e-2</w:t>
      </w:r>
    </w:p>
    <w:p w:rsidR="00B65DC9" w:rsidRDefault="00B65DC9" w:rsidP="00B65DC9">
      <w:r>
        <w:t>261.5667</w:t>
      </w:r>
      <w:r>
        <w:tab/>
        <w:t>1.013e0</w:t>
      </w:r>
    </w:p>
    <w:p w:rsidR="00B65DC9" w:rsidRDefault="00B65DC9" w:rsidP="00B65DC9">
      <w:r>
        <w:t>261.5874</w:t>
      </w:r>
      <w:r>
        <w:tab/>
        <w:t>1.266e-2</w:t>
      </w:r>
    </w:p>
    <w:p w:rsidR="00B65DC9" w:rsidRDefault="00B65DC9" w:rsidP="00B65DC9">
      <w:r>
        <w:t>261.6264</w:t>
      </w:r>
      <w:r>
        <w:tab/>
        <w:t>1.013e0</w:t>
      </w:r>
    </w:p>
    <w:p w:rsidR="00B65DC9" w:rsidRDefault="00B65DC9" w:rsidP="00B65DC9">
      <w:r>
        <w:t>261.6586</w:t>
      </w:r>
      <w:r>
        <w:tab/>
        <w:t>2.025e0</w:t>
      </w:r>
    </w:p>
    <w:p w:rsidR="00B65DC9" w:rsidRDefault="00B65DC9" w:rsidP="00B65DC9">
      <w:r>
        <w:t>261.6697</w:t>
      </w:r>
      <w:r>
        <w:tab/>
        <w:t>1.013e0</w:t>
      </w:r>
    </w:p>
    <w:p w:rsidR="00B65DC9" w:rsidRDefault="00B65DC9" w:rsidP="00B65DC9">
      <w:r>
        <w:t>261.6867</w:t>
      </w:r>
      <w:r>
        <w:tab/>
        <w:t>1.025e0</w:t>
      </w:r>
    </w:p>
    <w:p w:rsidR="00B65DC9" w:rsidRDefault="00B65DC9" w:rsidP="00B65DC9">
      <w:r>
        <w:t>261.7378</w:t>
      </w:r>
      <w:r>
        <w:tab/>
        <w:t>1.266e-2</w:t>
      </w:r>
    </w:p>
    <w:p w:rsidR="00B65DC9" w:rsidRDefault="00B65DC9" w:rsidP="00B65DC9">
      <w:r>
        <w:t>261.7471</w:t>
      </w:r>
      <w:r>
        <w:tab/>
        <w:t>1.013e0</w:t>
      </w:r>
    </w:p>
    <w:p w:rsidR="00B65DC9" w:rsidRDefault="00B65DC9" w:rsidP="00B65DC9">
      <w:r>
        <w:t>261.7520</w:t>
      </w:r>
      <w:r>
        <w:tab/>
        <w:t>1.013e0</w:t>
      </w:r>
    </w:p>
    <w:p w:rsidR="00B65DC9" w:rsidRDefault="00B65DC9" w:rsidP="00B65DC9">
      <w:r>
        <w:t>261.7641</w:t>
      </w:r>
      <w:r>
        <w:tab/>
        <w:t>1.266e-2</w:t>
      </w:r>
    </w:p>
    <w:p w:rsidR="00B65DC9" w:rsidRDefault="00B65DC9" w:rsidP="00B65DC9">
      <w:r>
        <w:t>261.8801</w:t>
      </w:r>
      <w:r>
        <w:tab/>
        <w:t>1.013e0</w:t>
      </w:r>
    </w:p>
    <w:p w:rsidR="00B65DC9" w:rsidRDefault="00B65DC9" w:rsidP="00B65DC9">
      <w:r>
        <w:lastRenderedPageBreak/>
        <w:t>261.9941</w:t>
      </w:r>
      <w:r>
        <w:tab/>
        <w:t>2.025e0</w:t>
      </w:r>
    </w:p>
    <w:p w:rsidR="00B65DC9" w:rsidRDefault="00B65DC9" w:rsidP="00B65DC9">
      <w:r>
        <w:t>262.0088</w:t>
      </w:r>
      <w:r>
        <w:tab/>
        <w:t>1.266e-2</w:t>
      </w:r>
    </w:p>
    <w:p w:rsidR="00B65DC9" w:rsidRDefault="00B65DC9" w:rsidP="00B65DC9">
      <w:r>
        <w:t>262.0268</w:t>
      </w:r>
      <w:r>
        <w:tab/>
        <w:t>1.013e0</w:t>
      </w:r>
    </w:p>
    <w:p w:rsidR="00B65DC9" w:rsidRDefault="00B65DC9" w:rsidP="00B65DC9">
      <w:r>
        <w:t>262.0427</w:t>
      </w:r>
      <w:r>
        <w:tab/>
        <w:t>1.266e-2</w:t>
      </w:r>
    </w:p>
    <w:p w:rsidR="00B65DC9" w:rsidRDefault="00B65DC9" w:rsidP="00B65DC9">
      <w:r>
        <w:t>262.0500</w:t>
      </w:r>
      <w:r>
        <w:tab/>
        <w:t>2.025e0</w:t>
      </w:r>
    </w:p>
    <w:p w:rsidR="00B65DC9" w:rsidRDefault="00B65DC9" w:rsidP="00B65DC9">
      <w:r>
        <w:t>262.0775</w:t>
      </w:r>
      <w:r>
        <w:tab/>
        <w:t>1.266e-2</w:t>
      </w:r>
    </w:p>
    <w:p w:rsidR="00B65DC9" w:rsidRDefault="00B65DC9" w:rsidP="00B65DC9">
      <w:r>
        <w:t>262.0815</w:t>
      </w:r>
      <w:r>
        <w:tab/>
        <w:t>1.266e-2</w:t>
      </w:r>
    </w:p>
    <w:p w:rsidR="00B65DC9" w:rsidRDefault="00B65DC9" w:rsidP="00B65DC9">
      <w:r>
        <w:t>262.1085</w:t>
      </w:r>
      <w:r>
        <w:tab/>
        <w:t>1.013e0</w:t>
      </w:r>
    </w:p>
    <w:p w:rsidR="00B65DC9" w:rsidRDefault="00B65DC9" w:rsidP="00B65DC9">
      <w:r>
        <w:t>262.1671</w:t>
      </w:r>
      <w:r>
        <w:tab/>
        <w:t>1.051e0</w:t>
      </w:r>
    </w:p>
    <w:p w:rsidR="00B65DC9" w:rsidRDefault="00B65DC9" w:rsidP="00B65DC9">
      <w:r>
        <w:t>262.1780</w:t>
      </w:r>
      <w:r>
        <w:tab/>
        <w:t>4.834e0</w:t>
      </w:r>
    </w:p>
    <w:p w:rsidR="00B65DC9" w:rsidRDefault="00B65DC9" w:rsidP="00B65DC9">
      <w:r>
        <w:t>262.1982</w:t>
      </w:r>
      <w:r>
        <w:tab/>
        <w:t>1.013e0</w:t>
      </w:r>
    </w:p>
    <w:p w:rsidR="00B65DC9" w:rsidRDefault="00B65DC9" w:rsidP="00B65DC9">
      <w:r>
        <w:t>262.2124</w:t>
      </w:r>
      <w:r>
        <w:tab/>
        <w:t>1.013e0</w:t>
      </w:r>
    </w:p>
    <w:p w:rsidR="00B65DC9" w:rsidRDefault="00B65DC9" w:rsidP="00B65DC9">
      <w:r>
        <w:t>262.2262</w:t>
      </w:r>
      <w:r>
        <w:tab/>
        <w:t>2.025e0</w:t>
      </w:r>
    </w:p>
    <w:p w:rsidR="00B65DC9" w:rsidRDefault="00B65DC9" w:rsidP="00B65DC9">
      <w:r>
        <w:t>262.2321</w:t>
      </w:r>
      <w:r>
        <w:tab/>
        <w:t>1.013e0</w:t>
      </w:r>
    </w:p>
    <w:p w:rsidR="00B65DC9" w:rsidRDefault="00B65DC9" w:rsidP="00B65DC9">
      <w:r>
        <w:t>262.2512</w:t>
      </w:r>
      <w:r>
        <w:tab/>
        <w:t>1.266e-2</w:t>
      </w:r>
    </w:p>
    <w:p w:rsidR="00B65DC9" w:rsidRDefault="00B65DC9" w:rsidP="00B65DC9">
      <w:r>
        <w:t>262.3095</w:t>
      </w:r>
      <w:r>
        <w:tab/>
        <w:t>1.013e0</w:t>
      </w:r>
    </w:p>
    <w:p w:rsidR="00B65DC9" w:rsidRDefault="00B65DC9" w:rsidP="00B65DC9">
      <w:r>
        <w:t>262.3583</w:t>
      </w:r>
      <w:r>
        <w:tab/>
        <w:t>1.266e-2</w:t>
      </w:r>
    </w:p>
    <w:p w:rsidR="00B65DC9" w:rsidRDefault="00B65DC9" w:rsidP="00B65DC9">
      <w:r>
        <w:t>262.4488</w:t>
      </w:r>
      <w:r>
        <w:tab/>
        <w:t>1.013e0</w:t>
      </w:r>
    </w:p>
    <w:p w:rsidR="00B65DC9" w:rsidRDefault="00B65DC9" w:rsidP="00B65DC9">
      <w:r>
        <w:t>262.4604</w:t>
      </w:r>
      <w:r>
        <w:tab/>
        <w:t>1.013e0</w:t>
      </w:r>
    </w:p>
    <w:p w:rsidR="00B65DC9" w:rsidRDefault="00B65DC9" w:rsidP="00B65DC9">
      <w:r>
        <w:lastRenderedPageBreak/>
        <w:t>262.5181</w:t>
      </w:r>
      <w:r>
        <w:tab/>
        <w:t>1.025e0</w:t>
      </w:r>
    </w:p>
    <w:p w:rsidR="00B65DC9" w:rsidRDefault="00B65DC9" w:rsidP="00B65DC9">
      <w:r>
        <w:t>262.5427</w:t>
      </w:r>
      <w:r>
        <w:tab/>
        <w:t>2.025e0</w:t>
      </w:r>
    </w:p>
    <w:p w:rsidR="00B65DC9" w:rsidRDefault="00B65DC9" w:rsidP="00B65DC9">
      <w:r>
        <w:t>262.5472</w:t>
      </w:r>
      <w:r>
        <w:tab/>
        <w:t>1.266e-2</w:t>
      </w:r>
    </w:p>
    <w:p w:rsidR="00B65DC9" w:rsidRDefault="00B65DC9" w:rsidP="00B65DC9">
      <w:r>
        <w:t>262.5521</w:t>
      </w:r>
      <w:r>
        <w:tab/>
        <w:t>1.013e0</w:t>
      </w:r>
    </w:p>
    <w:p w:rsidR="00B65DC9" w:rsidRDefault="00B65DC9" w:rsidP="00B65DC9">
      <w:r>
        <w:t>262.6073</w:t>
      </w:r>
      <w:r>
        <w:tab/>
        <w:t>1.266e-2</w:t>
      </w:r>
    </w:p>
    <w:p w:rsidR="00B65DC9" w:rsidRDefault="00B65DC9" w:rsidP="00B65DC9">
      <w:r>
        <w:t>262.6116</w:t>
      </w:r>
      <w:r>
        <w:tab/>
        <w:t>1.013e0</w:t>
      </w:r>
    </w:p>
    <w:p w:rsidR="00B65DC9" w:rsidRDefault="00B65DC9" w:rsidP="00B65DC9">
      <w:r>
        <w:t>262.6461</w:t>
      </w:r>
      <w:r>
        <w:tab/>
        <w:t>1.013e0</w:t>
      </w:r>
    </w:p>
    <w:p w:rsidR="00B65DC9" w:rsidRDefault="00B65DC9" w:rsidP="00B65DC9">
      <w:r>
        <w:t>262.6541</w:t>
      </w:r>
      <w:r>
        <w:tab/>
        <w:t>1.013e0</w:t>
      </w:r>
    </w:p>
    <w:p w:rsidR="00B65DC9" w:rsidRDefault="00B65DC9" w:rsidP="00B65DC9">
      <w:r>
        <w:t>262.6638</w:t>
      </w:r>
      <w:r>
        <w:tab/>
        <w:t>1.266e-2</w:t>
      </w:r>
    </w:p>
    <w:p w:rsidR="00B65DC9" w:rsidRDefault="00B65DC9" w:rsidP="00B65DC9">
      <w:r>
        <w:t>262.7027</w:t>
      </w:r>
      <w:r>
        <w:tab/>
        <w:t>1.266e-2</w:t>
      </w:r>
    </w:p>
    <w:p w:rsidR="00B65DC9" w:rsidRDefault="00B65DC9" w:rsidP="00B65DC9">
      <w:r>
        <w:t>262.7075</w:t>
      </w:r>
      <w:r>
        <w:tab/>
        <w:t>1.266e-2</w:t>
      </w:r>
    </w:p>
    <w:p w:rsidR="00B65DC9" w:rsidRDefault="00B65DC9" w:rsidP="00B65DC9">
      <w:r>
        <w:t>262.7541</w:t>
      </w:r>
      <w:r>
        <w:tab/>
        <w:t>1.013e0</w:t>
      </w:r>
    </w:p>
    <w:p w:rsidR="00B65DC9" w:rsidRDefault="00B65DC9" w:rsidP="00B65DC9">
      <w:r>
        <w:t>262.7660</w:t>
      </w:r>
      <w:r>
        <w:tab/>
        <w:t>1.013e0</w:t>
      </w:r>
    </w:p>
    <w:p w:rsidR="00B65DC9" w:rsidRDefault="00B65DC9" w:rsidP="00B65DC9">
      <w:r>
        <w:t>262.7972</w:t>
      </w:r>
      <w:r>
        <w:tab/>
        <w:t>1.013e0</w:t>
      </w:r>
    </w:p>
    <w:p w:rsidR="00B65DC9" w:rsidRDefault="00B65DC9" w:rsidP="00B65DC9">
      <w:r>
        <w:t>262.8047</w:t>
      </w:r>
      <w:r>
        <w:tab/>
        <w:t>1.266e-2</w:t>
      </w:r>
    </w:p>
    <w:p w:rsidR="00B65DC9" w:rsidRDefault="00B65DC9" w:rsidP="00B65DC9">
      <w:r>
        <w:t>262.8276</w:t>
      </w:r>
      <w:r>
        <w:tab/>
        <w:t>1.013e0</w:t>
      </w:r>
    </w:p>
    <w:p w:rsidR="00B65DC9" w:rsidRDefault="00B65DC9" w:rsidP="00B65DC9">
      <w:r>
        <w:t>262.8439</w:t>
      </w:r>
      <w:r>
        <w:tab/>
        <w:t>1.013e0</w:t>
      </w:r>
    </w:p>
    <w:p w:rsidR="00B65DC9" w:rsidRDefault="00B65DC9" w:rsidP="00B65DC9">
      <w:r>
        <w:t>262.8703</w:t>
      </w:r>
      <w:r>
        <w:tab/>
        <w:t>1.013e0</w:t>
      </w:r>
    </w:p>
    <w:p w:rsidR="00B65DC9" w:rsidRDefault="00B65DC9" w:rsidP="00B65DC9">
      <w:r>
        <w:t>262.9131</w:t>
      </w:r>
      <w:r>
        <w:tab/>
        <w:t>2.025e0</w:t>
      </w:r>
    </w:p>
    <w:p w:rsidR="00B65DC9" w:rsidRDefault="00B65DC9" w:rsidP="00B65DC9">
      <w:r>
        <w:lastRenderedPageBreak/>
        <w:t>262.9437</w:t>
      </w:r>
      <w:r>
        <w:tab/>
        <w:t>1.266e-2</w:t>
      </w:r>
    </w:p>
    <w:p w:rsidR="00B65DC9" w:rsidRDefault="00B65DC9" w:rsidP="00B65DC9">
      <w:r>
        <w:t>262.9576</w:t>
      </w:r>
      <w:r>
        <w:tab/>
        <w:t>2.025e0</w:t>
      </w:r>
    </w:p>
    <w:p w:rsidR="00B65DC9" w:rsidRDefault="00B65DC9" w:rsidP="00B65DC9">
      <w:r>
        <w:t>262.9655</w:t>
      </w:r>
      <w:r>
        <w:tab/>
        <w:t>1.266e-2</w:t>
      </w:r>
    </w:p>
    <w:p w:rsidR="00B65DC9" w:rsidRDefault="00B65DC9" w:rsidP="00B65DC9">
      <w:r>
        <w:t>262.9825</w:t>
      </w:r>
      <w:r>
        <w:tab/>
        <w:t>1.013e0</w:t>
      </w:r>
    </w:p>
    <w:p w:rsidR="00B65DC9" w:rsidRDefault="00B65DC9" w:rsidP="00B65DC9">
      <w:r>
        <w:t>262.9905</w:t>
      </w:r>
      <w:r>
        <w:tab/>
        <w:t>1.266e-2</w:t>
      </w:r>
    </w:p>
    <w:p w:rsidR="00B65DC9" w:rsidRDefault="00B65DC9" w:rsidP="00B65DC9">
      <w:r>
        <w:t>262.9971</w:t>
      </w:r>
      <w:r>
        <w:tab/>
        <w:t>3.798e-2</w:t>
      </w:r>
    </w:p>
    <w:p w:rsidR="00B65DC9" w:rsidRDefault="00B65DC9" w:rsidP="00B65DC9">
      <w:r>
        <w:t>263.0089</w:t>
      </w:r>
      <w:r>
        <w:tab/>
        <w:t>1.013e0</w:t>
      </w:r>
    </w:p>
    <w:p w:rsidR="00B65DC9" w:rsidRDefault="00B65DC9" w:rsidP="00B65DC9">
      <w:r>
        <w:t>263.0271</w:t>
      </w:r>
      <w:r>
        <w:tab/>
        <w:t>2.025e0</w:t>
      </w:r>
    </w:p>
    <w:p w:rsidR="00B65DC9" w:rsidRDefault="00B65DC9" w:rsidP="00B65DC9">
      <w:r>
        <w:t>263.0334</w:t>
      </w:r>
      <w:r>
        <w:tab/>
        <w:t>1.025e0</w:t>
      </w:r>
    </w:p>
    <w:p w:rsidR="00B65DC9" w:rsidRDefault="00B65DC9" w:rsidP="00B65DC9">
      <w:r>
        <w:t>263.0721</w:t>
      </w:r>
      <w:r>
        <w:tab/>
        <w:t>1.013e0</w:t>
      </w:r>
    </w:p>
    <w:p w:rsidR="00B65DC9" w:rsidRDefault="00B65DC9" w:rsidP="00B65DC9">
      <w:r>
        <w:t>263.0770</w:t>
      </w:r>
      <w:r>
        <w:tab/>
        <w:t>2.025e0</w:t>
      </w:r>
    </w:p>
    <w:p w:rsidR="00B65DC9" w:rsidRDefault="00B65DC9" w:rsidP="00B65DC9">
      <w:r>
        <w:t>263.1425</w:t>
      </w:r>
      <w:r>
        <w:tab/>
        <w:t>2.025e0</w:t>
      </w:r>
    </w:p>
    <w:p w:rsidR="00B65DC9" w:rsidRDefault="00B65DC9" w:rsidP="00B65DC9">
      <w:r>
        <w:t>263.1702</w:t>
      </w:r>
      <w:r>
        <w:tab/>
        <w:t>2.088e0</w:t>
      </w:r>
    </w:p>
    <w:p w:rsidR="00B65DC9" w:rsidRDefault="00B65DC9" w:rsidP="00B65DC9">
      <w:r>
        <w:t>263.2033</w:t>
      </w:r>
      <w:r>
        <w:tab/>
        <w:t>1.013e0</w:t>
      </w:r>
    </w:p>
    <w:p w:rsidR="00B65DC9" w:rsidRDefault="00B65DC9" w:rsidP="00B65DC9">
      <w:r>
        <w:t>263.2149</w:t>
      </w:r>
      <w:r>
        <w:tab/>
        <w:t>1.025e0</w:t>
      </w:r>
    </w:p>
    <w:p w:rsidR="00B65DC9" w:rsidRDefault="00B65DC9" w:rsidP="00B65DC9">
      <w:r>
        <w:t>263.2171</w:t>
      </w:r>
      <w:r>
        <w:tab/>
        <w:t>2.025e0</w:t>
      </w:r>
    </w:p>
    <w:p w:rsidR="00B65DC9" w:rsidRDefault="00B65DC9" w:rsidP="00B65DC9">
      <w:r>
        <w:t>263.2536</w:t>
      </w:r>
      <w:r>
        <w:tab/>
        <w:t>1.013e0</w:t>
      </w:r>
    </w:p>
    <w:p w:rsidR="00B65DC9" w:rsidRDefault="00B65DC9" w:rsidP="00B65DC9">
      <w:r>
        <w:t>263.3926</w:t>
      </w:r>
      <w:r>
        <w:tab/>
        <w:t>1.266e-2</w:t>
      </w:r>
    </w:p>
    <w:p w:rsidR="00B65DC9" w:rsidRDefault="00B65DC9" w:rsidP="00B65DC9">
      <w:r>
        <w:t>263.3947</w:t>
      </w:r>
      <w:r>
        <w:tab/>
        <w:t>2.025e0</w:t>
      </w:r>
    </w:p>
    <w:p w:rsidR="00B65DC9" w:rsidRDefault="00B65DC9" w:rsidP="00B65DC9">
      <w:r>
        <w:lastRenderedPageBreak/>
        <w:t>263.3965</w:t>
      </w:r>
      <w:r>
        <w:tab/>
        <w:t>1.013e0</w:t>
      </w:r>
    </w:p>
    <w:p w:rsidR="00B65DC9" w:rsidRDefault="00B65DC9" w:rsidP="00B65DC9">
      <w:r>
        <w:t>263.4229</w:t>
      </w:r>
      <w:r>
        <w:tab/>
        <w:t>1.013e0</w:t>
      </w:r>
    </w:p>
    <w:p w:rsidR="00B65DC9" w:rsidRDefault="00B65DC9" w:rsidP="00B65DC9">
      <w:r>
        <w:t>263.4313</w:t>
      </w:r>
      <w:r>
        <w:tab/>
        <w:t>1.013e0</w:t>
      </w:r>
    </w:p>
    <w:p w:rsidR="00B65DC9" w:rsidRDefault="00B65DC9" w:rsidP="00B65DC9">
      <w:r>
        <w:t>263.4859</w:t>
      </w:r>
      <w:r>
        <w:tab/>
        <w:t>1.013e0</w:t>
      </w:r>
    </w:p>
    <w:p w:rsidR="00B65DC9" w:rsidRDefault="00B65DC9" w:rsidP="00B65DC9">
      <w:r>
        <w:t>263.5049</w:t>
      </w:r>
      <w:r>
        <w:tab/>
        <w:t>1.266e-2</w:t>
      </w:r>
    </w:p>
    <w:p w:rsidR="00B65DC9" w:rsidRDefault="00B65DC9" w:rsidP="00B65DC9">
      <w:r>
        <w:t>263.5556</w:t>
      </w:r>
      <w:r>
        <w:tab/>
        <w:t>1.266e-2</w:t>
      </w:r>
    </w:p>
    <w:p w:rsidR="00B65DC9" w:rsidRDefault="00B65DC9" w:rsidP="00B65DC9">
      <w:r>
        <w:t>263.5690</w:t>
      </w:r>
      <w:r>
        <w:tab/>
        <w:t>1.013e0</w:t>
      </w:r>
    </w:p>
    <w:p w:rsidR="00B65DC9" w:rsidRDefault="00B65DC9" w:rsidP="00B65DC9">
      <w:r>
        <w:t>263.6028</w:t>
      </w:r>
      <w:r>
        <w:tab/>
        <w:t>1.266e-2</w:t>
      </w:r>
    </w:p>
    <w:p w:rsidR="00B65DC9" w:rsidRDefault="00B65DC9" w:rsidP="00B65DC9">
      <w:r>
        <w:t>263.6515</w:t>
      </w:r>
      <w:r>
        <w:tab/>
        <w:t>1.013e0</w:t>
      </w:r>
    </w:p>
    <w:p w:rsidR="00B65DC9" w:rsidRDefault="00B65DC9" w:rsidP="00B65DC9">
      <w:r>
        <w:t>263.6946</w:t>
      </w:r>
      <w:r>
        <w:tab/>
        <w:t>1.013e0</w:t>
      </w:r>
    </w:p>
    <w:p w:rsidR="00B65DC9" w:rsidRDefault="00B65DC9" w:rsidP="00B65DC9">
      <w:r>
        <w:t>263.7105</w:t>
      </w:r>
      <w:r>
        <w:tab/>
        <w:t>1.013e0</w:t>
      </w:r>
    </w:p>
    <w:p w:rsidR="00B65DC9" w:rsidRDefault="00B65DC9" w:rsidP="00B65DC9">
      <w:r>
        <w:t>263.7201</w:t>
      </w:r>
      <w:r>
        <w:tab/>
        <w:t>1.013e0</w:t>
      </w:r>
    </w:p>
    <w:p w:rsidR="00B65DC9" w:rsidRDefault="00B65DC9" w:rsidP="00B65DC9">
      <w:r>
        <w:t>263.7801</w:t>
      </w:r>
      <w:r>
        <w:tab/>
        <w:t>1.013e0</w:t>
      </w:r>
    </w:p>
    <w:p w:rsidR="00B65DC9" w:rsidRDefault="00B65DC9" w:rsidP="00B65DC9">
      <w:r>
        <w:t>263.8189</w:t>
      </w:r>
      <w:r>
        <w:tab/>
        <w:t>1.013e0</w:t>
      </w:r>
    </w:p>
    <w:p w:rsidR="00B65DC9" w:rsidRDefault="00B65DC9" w:rsidP="00B65DC9">
      <w:r>
        <w:t>263.8576</w:t>
      </w:r>
      <w:r>
        <w:tab/>
        <w:t>1.013e0</w:t>
      </w:r>
    </w:p>
    <w:p w:rsidR="00B65DC9" w:rsidRDefault="00B65DC9" w:rsidP="00B65DC9">
      <w:r>
        <w:t>263.9050</w:t>
      </w:r>
      <w:r>
        <w:tab/>
        <w:t>1.013e0</w:t>
      </w:r>
    </w:p>
    <w:p w:rsidR="00B65DC9" w:rsidRDefault="00B65DC9" w:rsidP="00B65DC9">
      <w:r>
        <w:t>263.9271</w:t>
      </w:r>
      <w:r>
        <w:tab/>
        <w:t>1.025e0</w:t>
      </w:r>
    </w:p>
    <w:p w:rsidR="00B65DC9" w:rsidRDefault="00B65DC9" w:rsidP="00B65DC9">
      <w:r>
        <w:t>263.9489</w:t>
      </w:r>
      <w:r>
        <w:tab/>
        <w:t>1.025e0</w:t>
      </w:r>
    </w:p>
    <w:p w:rsidR="00B65DC9" w:rsidRDefault="00B65DC9" w:rsidP="00B65DC9">
      <w:r>
        <w:t>263.9881</w:t>
      </w:r>
      <w:r>
        <w:tab/>
        <w:t>1.025e0</w:t>
      </w:r>
    </w:p>
    <w:p w:rsidR="00B65DC9" w:rsidRDefault="00B65DC9" w:rsidP="00B65DC9">
      <w:r>
        <w:lastRenderedPageBreak/>
        <w:t>264.0079</w:t>
      </w:r>
      <w:r>
        <w:tab/>
        <w:t>4.051e0</w:t>
      </w:r>
    </w:p>
    <w:p w:rsidR="00B65DC9" w:rsidRDefault="00B65DC9" w:rsidP="00B65DC9">
      <w:r>
        <w:t>264.0126</w:t>
      </w:r>
      <w:r>
        <w:tab/>
        <w:t>4.089e0</w:t>
      </w:r>
    </w:p>
    <w:p w:rsidR="00B65DC9" w:rsidRDefault="00B65DC9" w:rsidP="00B65DC9">
      <w:r>
        <w:t>264.0428</w:t>
      </w:r>
      <w:r>
        <w:tab/>
        <w:t>2.008e0</w:t>
      </w:r>
    </w:p>
    <w:p w:rsidR="00B65DC9" w:rsidRDefault="00B65DC9" w:rsidP="00B65DC9">
      <w:r>
        <w:t>264.0564</w:t>
      </w:r>
      <w:r>
        <w:tab/>
        <w:t>1.025e0</w:t>
      </w:r>
    </w:p>
    <w:p w:rsidR="00B65DC9" w:rsidRDefault="00B65DC9" w:rsidP="00B65DC9">
      <w:r>
        <w:t>264.0865</w:t>
      </w:r>
      <w:r>
        <w:tab/>
        <w:t>1.013e0</w:t>
      </w:r>
    </w:p>
    <w:p w:rsidR="00B65DC9" w:rsidRDefault="00B65DC9" w:rsidP="00B65DC9">
      <w:r>
        <w:t>264.1298</w:t>
      </w:r>
      <w:r>
        <w:tab/>
        <w:t>1.013e0</w:t>
      </w:r>
    </w:p>
    <w:p w:rsidR="00B65DC9" w:rsidRDefault="00B65DC9" w:rsidP="00B65DC9">
      <w:r>
        <w:t>264.1392</w:t>
      </w:r>
      <w:r>
        <w:tab/>
        <w:t>1.266e-2</w:t>
      </w:r>
    </w:p>
    <w:p w:rsidR="00B65DC9" w:rsidRDefault="00B65DC9" w:rsidP="00B65DC9">
      <w:r>
        <w:t>264.1498</w:t>
      </w:r>
      <w:r>
        <w:tab/>
        <w:t>2.025e0</w:t>
      </w:r>
    </w:p>
    <w:p w:rsidR="00B65DC9" w:rsidRDefault="00B65DC9" w:rsidP="00B65DC9">
      <w:r>
        <w:t>264.1713</w:t>
      </w:r>
      <w:r>
        <w:tab/>
        <w:t>2.532e-2</w:t>
      </w:r>
    </w:p>
    <w:p w:rsidR="00B65DC9" w:rsidRDefault="00B65DC9" w:rsidP="00B65DC9">
      <w:r>
        <w:t>264.2372</w:t>
      </w:r>
      <w:r>
        <w:tab/>
        <w:t>1.013e0</w:t>
      </w:r>
    </w:p>
    <w:p w:rsidR="00B65DC9" w:rsidRDefault="00B65DC9" w:rsidP="00B65DC9">
      <w:r>
        <w:t>264.2467</w:t>
      </w:r>
      <w:r>
        <w:tab/>
        <w:t>2.025e0</w:t>
      </w:r>
    </w:p>
    <w:p w:rsidR="00B65DC9" w:rsidRDefault="00B65DC9" w:rsidP="00B65DC9">
      <w:r>
        <w:t>264.2808</w:t>
      </w:r>
      <w:r>
        <w:tab/>
        <w:t>1.025e0</w:t>
      </w:r>
    </w:p>
    <w:p w:rsidR="00B65DC9" w:rsidRDefault="00B65DC9" w:rsidP="00B65DC9">
      <w:r>
        <w:t>264.3297</w:t>
      </w:r>
      <w:r>
        <w:tab/>
        <w:t>1.013e0</w:t>
      </w:r>
    </w:p>
    <w:p w:rsidR="00B65DC9" w:rsidRDefault="00B65DC9" w:rsidP="00B65DC9">
      <w:r>
        <w:t>264.3724</w:t>
      </w:r>
      <w:r>
        <w:tab/>
        <w:t>1.013e0</w:t>
      </w:r>
    </w:p>
    <w:p w:rsidR="00B65DC9" w:rsidRDefault="00B65DC9" w:rsidP="00B65DC9">
      <w:r>
        <w:t>264.3848</w:t>
      </w:r>
      <w:r>
        <w:tab/>
        <w:t>1.013e0</w:t>
      </w:r>
    </w:p>
    <w:p w:rsidR="00B65DC9" w:rsidRDefault="00B65DC9" w:rsidP="00B65DC9">
      <w:r>
        <w:t>264.4054</w:t>
      </w:r>
      <w:r>
        <w:tab/>
        <w:t>2.025e0</w:t>
      </w:r>
    </w:p>
    <w:p w:rsidR="00B65DC9" w:rsidRDefault="00B65DC9" w:rsidP="00B65DC9">
      <w:r>
        <w:t>264.4273</w:t>
      </w:r>
      <w:r>
        <w:tab/>
        <w:t>1.013e0</w:t>
      </w:r>
    </w:p>
    <w:p w:rsidR="00B65DC9" w:rsidRDefault="00B65DC9" w:rsidP="00B65DC9">
      <w:r>
        <w:t>264.4714</w:t>
      </w:r>
      <w:r>
        <w:tab/>
        <w:t>2.025e0</w:t>
      </w:r>
    </w:p>
    <w:p w:rsidR="00B65DC9" w:rsidRDefault="00B65DC9" w:rsidP="00B65DC9">
      <w:r>
        <w:t>264.4851</w:t>
      </w:r>
      <w:r>
        <w:tab/>
        <w:t>1.013e0</w:t>
      </w:r>
    </w:p>
    <w:p w:rsidR="00B65DC9" w:rsidRDefault="00B65DC9" w:rsidP="00B65DC9">
      <w:r>
        <w:lastRenderedPageBreak/>
        <w:t>264.5584</w:t>
      </w:r>
      <w:r>
        <w:tab/>
        <w:t>1.013e0</w:t>
      </w:r>
    </w:p>
    <w:p w:rsidR="00B65DC9" w:rsidRDefault="00B65DC9" w:rsidP="00B65DC9">
      <w:r>
        <w:t>264.6092</w:t>
      </w:r>
      <w:r>
        <w:tab/>
        <w:t>1.013e0</w:t>
      </w:r>
    </w:p>
    <w:p w:rsidR="00B65DC9" w:rsidRDefault="00B65DC9" w:rsidP="00B65DC9">
      <w:r>
        <w:t>264.6156</w:t>
      </w:r>
      <w:r>
        <w:tab/>
        <w:t>2.025e0</w:t>
      </w:r>
    </w:p>
    <w:p w:rsidR="00B65DC9" w:rsidRDefault="00B65DC9" w:rsidP="00B65DC9">
      <w:r>
        <w:t>264.7057</w:t>
      </w:r>
      <w:r>
        <w:tab/>
        <w:t>1.266e-2</w:t>
      </w:r>
    </w:p>
    <w:p w:rsidR="00B65DC9" w:rsidRDefault="00B65DC9" w:rsidP="00B65DC9">
      <w:r>
        <w:t>264.7524</w:t>
      </w:r>
      <w:r>
        <w:tab/>
        <w:t>1.266e-2</w:t>
      </w:r>
    </w:p>
    <w:p w:rsidR="00B65DC9" w:rsidRDefault="00B65DC9" w:rsidP="00B65DC9">
      <w:r>
        <w:t>264.8087</w:t>
      </w:r>
      <w:r>
        <w:tab/>
        <w:t>1.266e-2</w:t>
      </w:r>
    </w:p>
    <w:p w:rsidR="00B65DC9" w:rsidRDefault="00B65DC9" w:rsidP="00B65DC9">
      <w:r>
        <w:t>264.8478</w:t>
      </w:r>
      <w:r>
        <w:tab/>
        <w:t>1.013e0</w:t>
      </w:r>
    </w:p>
    <w:p w:rsidR="00B65DC9" w:rsidRDefault="00B65DC9" w:rsidP="00B65DC9">
      <w:r>
        <w:t>264.8714</w:t>
      </w:r>
      <w:r>
        <w:tab/>
        <w:t>2.025e0</w:t>
      </w:r>
    </w:p>
    <w:p w:rsidR="00B65DC9" w:rsidRDefault="00B65DC9" w:rsidP="00B65DC9">
      <w:r>
        <w:t>264.8870</w:t>
      </w:r>
      <w:r>
        <w:tab/>
        <w:t>1.266e-2</w:t>
      </w:r>
    </w:p>
    <w:p w:rsidR="00B65DC9" w:rsidRDefault="00B65DC9" w:rsidP="00B65DC9">
      <w:r>
        <w:t>264.8956</w:t>
      </w:r>
      <w:r>
        <w:tab/>
        <w:t>1.013e0</w:t>
      </w:r>
    </w:p>
    <w:p w:rsidR="00B65DC9" w:rsidRDefault="00B65DC9" w:rsidP="00B65DC9">
      <w:r>
        <w:t>264.9036</w:t>
      </w:r>
      <w:r>
        <w:tab/>
        <w:t>1.013e0</w:t>
      </w:r>
    </w:p>
    <w:p w:rsidR="00B65DC9" w:rsidRDefault="00B65DC9" w:rsidP="00B65DC9">
      <w:r>
        <w:t>264.9344</w:t>
      </w:r>
      <w:r>
        <w:tab/>
        <w:t>1.013e0</w:t>
      </w:r>
    </w:p>
    <w:p w:rsidR="00B65DC9" w:rsidRDefault="00B65DC9" w:rsidP="00B65DC9">
      <w:r>
        <w:t>264.9555</w:t>
      </w:r>
      <w:r>
        <w:tab/>
        <w:t>1.013e0</w:t>
      </w:r>
    </w:p>
    <w:p w:rsidR="00B65DC9" w:rsidRDefault="00B65DC9" w:rsidP="00B65DC9">
      <w:r>
        <w:t>264.9713</w:t>
      </w:r>
      <w:r>
        <w:tab/>
        <w:t>4.051e0</w:t>
      </w:r>
    </w:p>
    <w:p w:rsidR="00B65DC9" w:rsidRDefault="00B65DC9" w:rsidP="00B65DC9">
      <w:r>
        <w:t>264.9969</w:t>
      </w:r>
      <w:r>
        <w:tab/>
        <w:t>4.051e0</w:t>
      </w:r>
    </w:p>
    <w:p w:rsidR="00B65DC9" w:rsidRDefault="00B65DC9" w:rsidP="00B65DC9">
      <w:r>
        <w:t>264.9992</w:t>
      </w:r>
      <w:r>
        <w:tab/>
        <w:t>5.063e0</w:t>
      </w:r>
    </w:p>
    <w:p w:rsidR="00B65DC9" w:rsidRDefault="00B65DC9" w:rsidP="00B65DC9">
      <w:r>
        <w:t>265.0007</w:t>
      </w:r>
      <w:r>
        <w:tab/>
        <w:t>2.051e0</w:t>
      </w:r>
    </w:p>
    <w:p w:rsidR="00B65DC9" w:rsidRDefault="00B65DC9" w:rsidP="00B65DC9">
      <w:r>
        <w:t>265.0121</w:t>
      </w:r>
      <w:r>
        <w:tab/>
        <w:t>3.911e0</w:t>
      </w:r>
    </w:p>
    <w:p w:rsidR="00B65DC9" w:rsidRDefault="00B65DC9" w:rsidP="00B65DC9">
      <w:r>
        <w:t>265.0395</w:t>
      </w:r>
      <w:r>
        <w:tab/>
        <w:t>2.164e0</w:t>
      </w:r>
    </w:p>
    <w:p w:rsidR="00B65DC9" w:rsidRDefault="00B65DC9" w:rsidP="00B65DC9">
      <w:r>
        <w:lastRenderedPageBreak/>
        <w:t>265.0432</w:t>
      </w:r>
      <w:r>
        <w:tab/>
        <w:t>1.266e-2</w:t>
      </w:r>
    </w:p>
    <w:p w:rsidR="00B65DC9" w:rsidRDefault="00B65DC9" w:rsidP="00B65DC9">
      <w:r>
        <w:t>265.1169</w:t>
      </w:r>
      <w:r>
        <w:tab/>
        <w:t>1.266e-2</w:t>
      </w:r>
    </w:p>
    <w:p w:rsidR="00B65DC9" w:rsidRDefault="00B65DC9" w:rsidP="00B65DC9">
      <w:r>
        <w:t>265.1272</w:t>
      </w:r>
      <w:r>
        <w:tab/>
        <w:t>2.038e0</w:t>
      </w:r>
    </w:p>
    <w:p w:rsidR="00B65DC9" w:rsidRDefault="00B65DC9" w:rsidP="00B65DC9">
      <w:r>
        <w:t>265.1285</w:t>
      </w:r>
      <w:r>
        <w:tab/>
        <w:t>2.025e0</w:t>
      </w:r>
    </w:p>
    <w:p w:rsidR="00B65DC9" w:rsidRDefault="00B65DC9" w:rsidP="00B65DC9">
      <w:r>
        <w:t>265.1327</w:t>
      </w:r>
      <w:r>
        <w:tab/>
        <w:t>1.025e0</w:t>
      </w:r>
    </w:p>
    <w:p w:rsidR="00B65DC9" w:rsidRDefault="00B65DC9" w:rsidP="00B65DC9">
      <w:r>
        <w:t>265.1856</w:t>
      </w:r>
      <w:r>
        <w:tab/>
        <w:t>1.013e0</w:t>
      </w:r>
    </w:p>
    <w:p w:rsidR="00B65DC9" w:rsidRDefault="00B65DC9" w:rsidP="00B65DC9">
      <w:r>
        <w:t>265.2001</w:t>
      </w:r>
      <w:r>
        <w:tab/>
        <w:t>2.532e-2</w:t>
      </w:r>
    </w:p>
    <w:p w:rsidR="00B65DC9" w:rsidRDefault="00B65DC9" w:rsidP="00B65DC9">
      <w:r>
        <w:t>265.2150</w:t>
      </w:r>
      <w:r>
        <w:tab/>
        <w:t>1.266e-2</w:t>
      </w:r>
    </w:p>
    <w:p w:rsidR="00B65DC9" w:rsidRDefault="00B65DC9" w:rsidP="00B65DC9">
      <w:r>
        <w:t>265.2220</w:t>
      </w:r>
      <w:r>
        <w:tab/>
        <w:t>2.025e0</w:t>
      </w:r>
    </w:p>
    <w:p w:rsidR="00B65DC9" w:rsidRDefault="00B65DC9" w:rsidP="00B65DC9">
      <w:r>
        <w:t>265.2269</w:t>
      </w:r>
      <w:r>
        <w:tab/>
        <w:t>3.038e0</w:t>
      </w:r>
    </w:p>
    <w:p w:rsidR="00B65DC9" w:rsidRDefault="00B65DC9" w:rsidP="00B65DC9">
      <w:r>
        <w:t>265.2448</w:t>
      </w:r>
      <w:r>
        <w:tab/>
        <w:t>1.266e-2</w:t>
      </w:r>
    </w:p>
    <w:p w:rsidR="00B65DC9" w:rsidRDefault="00B65DC9" w:rsidP="00B65DC9">
      <w:r>
        <w:t>265.2493</w:t>
      </w:r>
      <w:r>
        <w:tab/>
        <w:t>1.266e-2</w:t>
      </w:r>
    </w:p>
    <w:p w:rsidR="00B65DC9" w:rsidRDefault="00B65DC9" w:rsidP="00B65DC9">
      <w:r>
        <w:t>265.2937</w:t>
      </w:r>
      <w:r>
        <w:tab/>
        <w:t>1.013e0</w:t>
      </w:r>
    </w:p>
    <w:p w:rsidR="00B65DC9" w:rsidRDefault="00B65DC9" w:rsidP="00B65DC9">
      <w:r>
        <w:t>265.4863</w:t>
      </w:r>
      <w:r>
        <w:tab/>
        <w:t>2.025e0</w:t>
      </w:r>
    </w:p>
    <w:p w:rsidR="00B65DC9" w:rsidRDefault="00B65DC9" w:rsidP="00B65DC9">
      <w:r>
        <w:t>265.5583</w:t>
      </w:r>
      <w:r>
        <w:tab/>
        <w:t>2.025e0</w:t>
      </w:r>
    </w:p>
    <w:p w:rsidR="00B65DC9" w:rsidRDefault="00B65DC9" w:rsidP="00B65DC9">
      <w:r>
        <w:t>265.5703</w:t>
      </w:r>
      <w:r>
        <w:tab/>
        <w:t>1.025e0</w:t>
      </w:r>
    </w:p>
    <w:p w:rsidR="00B65DC9" w:rsidRDefault="00B65DC9" w:rsidP="00B65DC9">
      <w:r>
        <w:t>265.5902</w:t>
      </w:r>
      <w:r>
        <w:tab/>
        <w:t>2.532e-2</w:t>
      </w:r>
    </w:p>
    <w:p w:rsidR="00B65DC9" w:rsidRDefault="00B65DC9" w:rsidP="00B65DC9">
      <w:r>
        <w:t>265.6219</w:t>
      </w:r>
      <w:r>
        <w:tab/>
        <w:t>1.013e0</w:t>
      </w:r>
    </w:p>
    <w:p w:rsidR="00B65DC9" w:rsidRDefault="00B65DC9" w:rsidP="00B65DC9">
      <w:r>
        <w:t>265.6523</w:t>
      </w:r>
      <w:r>
        <w:tab/>
        <w:t>1.013e0</w:t>
      </w:r>
    </w:p>
    <w:p w:rsidR="00B65DC9" w:rsidRDefault="00B65DC9" w:rsidP="00B65DC9">
      <w:r>
        <w:lastRenderedPageBreak/>
        <w:t>265.7176</w:t>
      </w:r>
      <w:r>
        <w:tab/>
        <w:t>1.025e0</w:t>
      </w:r>
    </w:p>
    <w:p w:rsidR="00B65DC9" w:rsidRDefault="00B65DC9" w:rsidP="00B65DC9">
      <w:r>
        <w:t>265.7647</w:t>
      </w:r>
      <w:r>
        <w:tab/>
        <w:t>1.266e-2</w:t>
      </w:r>
    </w:p>
    <w:p w:rsidR="00B65DC9" w:rsidRDefault="00B65DC9" w:rsidP="00B65DC9">
      <w:r>
        <w:t>265.9713</w:t>
      </w:r>
      <w:r>
        <w:tab/>
        <w:t>2.025e0</w:t>
      </w:r>
    </w:p>
    <w:p w:rsidR="00B65DC9" w:rsidRDefault="00B65DC9" w:rsidP="00B65DC9">
      <w:r>
        <w:t>265.9759</w:t>
      </w:r>
      <w:r>
        <w:tab/>
        <w:t>2.025e0</w:t>
      </w:r>
    </w:p>
    <w:p w:rsidR="00B65DC9" w:rsidRDefault="00B65DC9" w:rsidP="00B65DC9">
      <w:r>
        <w:t>265.9998</w:t>
      </w:r>
      <w:r>
        <w:tab/>
        <w:t>1.266e-2</w:t>
      </w:r>
    </w:p>
    <w:p w:rsidR="00B65DC9" w:rsidRDefault="00B65DC9" w:rsidP="00B65DC9">
      <w:r>
        <w:t>266.0104</w:t>
      </w:r>
      <w:r>
        <w:tab/>
        <w:t>2.025e0</w:t>
      </w:r>
    </w:p>
    <w:p w:rsidR="00B65DC9" w:rsidRDefault="00B65DC9" w:rsidP="00B65DC9">
      <w:r>
        <w:t>266.0382</w:t>
      </w:r>
      <w:r>
        <w:tab/>
        <w:t>1.025e0</w:t>
      </w:r>
    </w:p>
    <w:p w:rsidR="00B65DC9" w:rsidRDefault="00B65DC9" w:rsidP="00B65DC9">
      <w:r>
        <w:t>266.0493</w:t>
      </w:r>
      <w:r>
        <w:tab/>
        <w:t>2.025e0</w:t>
      </w:r>
    </w:p>
    <w:p w:rsidR="00B65DC9" w:rsidRDefault="00B65DC9" w:rsidP="00B65DC9">
      <w:r>
        <w:t>266.0686</w:t>
      </w:r>
      <w:r>
        <w:tab/>
        <w:t>1.038e0</w:t>
      </w:r>
    </w:p>
    <w:p w:rsidR="00B65DC9" w:rsidRDefault="00B65DC9" w:rsidP="00B65DC9">
      <w:r>
        <w:t>266.1290</w:t>
      </w:r>
      <w:r>
        <w:tab/>
        <w:t>1.266e-2</w:t>
      </w:r>
    </w:p>
    <w:p w:rsidR="00B65DC9" w:rsidRDefault="00B65DC9" w:rsidP="00B65DC9">
      <w:r>
        <w:t>266.1558</w:t>
      </w:r>
      <w:r>
        <w:tab/>
        <w:t>1.013e0</w:t>
      </w:r>
    </w:p>
    <w:p w:rsidR="00B65DC9" w:rsidRDefault="00B65DC9" w:rsidP="00B65DC9">
      <w:r>
        <w:t>266.1601</w:t>
      </w:r>
      <w:r>
        <w:tab/>
        <w:t>1.013e0</w:t>
      </w:r>
    </w:p>
    <w:p w:rsidR="00B65DC9" w:rsidRDefault="00B65DC9" w:rsidP="00B65DC9">
      <w:r>
        <w:t>266.1625</w:t>
      </w:r>
      <w:r>
        <w:tab/>
        <w:t>4.063e0</w:t>
      </w:r>
    </w:p>
    <w:p w:rsidR="00B65DC9" w:rsidRDefault="00B65DC9" w:rsidP="00B65DC9">
      <w:r>
        <w:t>266.2111</w:t>
      </w:r>
      <w:r>
        <w:tab/>
        <w:t>1.266e-2</w:t>
      </w:r>
    </w:p>
    <w:p w:rsidR="00B65DC9" w:rsidRDefault="00B65DC9" w:rsidP="00B65DC9">
      <w:r>
        <w:t>266.2232</w:t>
      </w:r>
      <w:r>
        <w:tab/>
        <w:t>2.532e-2</w:t>
      </w:r>
    </w:p>
    <w:p w:rsidR="00B65DC9" w:rsidRDefault="00B65DC9" w:rsidP="00B65DC9">
      <w:r>
        <w:t>266.2343</w:t>
      </w:r>
      <w:r>
        <w:tab/>
        <w:t>3.038e0</w:t>
      </w:r>
    </w:p>
    <w:p w:rsidR="00B65DC9" w:rsidRDefault="00B65DC9" w:rsidP="00B65DC9">
      <w:r>
        <w:t>266.2553</w:t>
      </w:r>
      <w:r>
        <w:tab/>
        <w:t>1.013e0</w:t>
      </w:r>
    </w:p>
    <w:p w:rsidR="00B65DC9" w:rsidRDefault="00B65DC9" w:rsidP="00B65DC9">
      <w:r>
        <w:t>266.2829</w:t>
      </w:r>
      <w:r>
        <w:tab/>
        <w:t>2.025e0</w:t>
      </w:r>
    </w:p>
    <w:p w:rsidR="00B65DC9" w:rsidRDefault="00B65DC9" w:rsidP="00B65DC9">
      <w:r>
        <w:t>266.2946</w:t>
      </w:r>
      <w:r>
        <w:tab/>
        <w:t>1.013e0</w:t>
      </w:r>
    </w:p>
    <w:p w:rsidR="00B65DC9" w:rsidRDefault="00B65DC9" w:rsidP="00B65DC9">
      <w:r>
        <w:lastRenderedPageBreak/>
        <w:t>266.3114</w:t>
      </w:r>
      <w:r>
        <w:tab/>
        <w:t>2.025e0</w:t>
      </w:r>
    </w:p>
    <w:p w:rsidR="00B65DC9" w:rsidRDefault="00B65DC9" w:rsidP="00B65DC9">
      <w:r>
        <w:t>266.3152</w:t>
      </w:r>
      <w:r>
        <w:tab/>
        <w:t>1.013e0</w:t>
      </w:r>
    </w:p>
    <w:p w:rsidR="00B65DC9" w:rsidRDefault="00B65DC9" w:rsidP="00B65DC9">
      <w:r>
        <w:t>266.3420</w:t>
      </w:r>
      <w:r>
        <w:tab/>
        <w:t>1.013e0</w:t>
      </w:r>
    </w:p>
    <w:p w:rsidR="00B65DC9" w:rsidRDefault="00B65DC9" w:rsidP="00B65DC9">
      <w:r>
        <w:t>266.4587</w:t>
      </w:r>
      <w:r>
        <w:tab/>
        <w:t>1.013e0</w:t>
      </w:r>
    </w:p>
    <w:p w:rsidR="00B65DC9" w:rsidRDefault="00B65DC9" w:rsidP="00B65DC9">
      <w:r>
        <w:t>266.4613</w:t>
      </w:r>
      <w:r>
        <w:tab/>
        <w:t>2.025e0</w:t>
      </w:r>
    </w:p>
    <w:p w:rsidR="00B65DC9" w:rsidRDefault="00B65DC9" w:rsidP="00B65DC9">
      <w:r>
        <w:t>266.5364</w:t>
      </w:r>
      <w:r>
        <w:tab/>
        <w:t>1.266e-2</w:t>
      </w:r>
    </w:p>
    <w:p w:rsidR="00B65DC9" w:rsidRDefault="00B65DC9" w:rsidP="00B65DC9">
      <w:r>
        <w:t>266.5455</w:t>
      </w:r>
      <w:r>
        <w:tab/>
        <w:t>1.266e-2</w:t>
      </w:r>
    </w:p>
    <w:p w:rsidR="00B65DC9" w:rsidRDefault="00B65DC9" w:rsidP="00B65DC9">
      <w:r>
        <w:t>266.5981</w:t>
      </w:r>
      <w:r>
        <w:tab/>
        <w:t>1.013e0</w:t>
      </w:r>
    </w:p>
    <w:p w:rsidR="00B65DC9" w:rsidRDefault="00B65DC9" w:rsidP="00B65DC9">
      <w:r>
        <w:t>266.6242</w:t>
      </w:r>
      <w:r>
        <w:tab/>
        <w:t>2.532e-2</w:t>
      </w:r>
    </w:p>
    <w:p w:rsidR="00B65DC9" w:rsidRDefault="00B65DC9" w:rsidP="00B65DC9">
      <w:r>
        <w:t>266.6291</w:t>
      </w:r>
      <w:r>
        <w:tab/>
        <w:t>2.038e0</w:t>
      </w:r>
    </w:p>
    <w:p w:rsidR="00B65DC9" w:rsidRDefault="00B65DC9" w:rsidP="00B65DC9">
      <w:r>
        <w:t>266.6680</w:t>
      </w:r>
      <w:r>
        <w:tab/>
        <w:t>1.013e0</w:t>
      </w:r>
    </w:p>
    <w:p w:rsidR="00B65DC9" w:rsidRDefault="00B65DC9" w:rsidP="00B65DC9">
      <w:r>
        <w:t>266.6711</w:t>
      </w:r>
      <w:r>
        <w:tab/>
        <w:t>1.025e0</w:t>
      </w:r>
    </w:p>
    <w:p w:rsidR="00B65DC9" w:rsidRDefault="00B65DC9" w:rsidP="00B65DC9">
      <w:r>
        <w:t>266.7325</w:t>
      </w:r>
      <w:r>
        <w:tab/>
        <w:t>1.013e0</w:t>
      </w:r>
    </w:p>
    <w:p w:rsidR="00B65DC9" w:rsidRDefault="00B65DC9" w:rsidP="00B65DC9">
      <w:r>
        <w:t>266.7537</w:t>
      </w:r>
      <w:r>
        <w:tab/>
        <w:t>1.013e0</w:t>
      </w:r>
    </w:p>
    <w:p w:rsidR="00B65DC9" w:rsidRDefault="00B65DC9" w:rsidP="00B65DC9">
      <w:r>
        <w:t>266.8972</w:t>
      </w:r>
      <w:r>
        <w:tab/>
        <w:t>2.025e0</w:t>
      </w:r>
    </w:p>
    <w:p w:rsidR="00B65DC9" w:rsidRDefault="00B65DC9" w:rsidP="00B65DC9">
      <w:r>
        <w:t>266.9051</w:t>
      </w:r>
      <w:r>
        <w:tab/>
        <w:t>1.013e0</w:t>
      </w:r>
    </w:p>
    <w:p w:rsidR="00B65DC9" w:rsidRDefault="00B65DC9" w:rsidP="00B65DC9">
      <w:r>
        <w:t>266.9495</w:t>
      </w:r>
      <w:r>
        <w:tab/>
        <w:t>1.013e0</w:t>
      </w:r>
    </w:p>
    <w:p w:rsidR="00B65DC9" w:rsidRDefault="00B65DC9" w:rsidP="00B65DC9">
      <w:r>
        <w:t>266.9837</w:t>
      </w:r>
      <w:r>
        <w:tab/>
        <w:t>2.025e0</w:t>
      </w:r>
    </w:p>
    <w:p w:rsidR="00B65DC9" w:rsidRDefault="00B65DC9" w:rsidP="00B65DC9">
      <w:r>
        <w:t>267.0602</w:t>
      </w:r>
      <w:r>
        <w:tab/>
        <w:t>2.025e0</w:t>
      </w:r>
    </w:p>
    <w:p w:rsidR="00B65DC9" w:rsidRDefault="00B65DC9" w:rsidP="00B65DC9">
      <w:r>
        <w:lastRenderedPageBreak/>
        <w:t>267.0757</w:t>
      </w:r>
      <w:r>
        <w:tab/>
        <w:t>2.025e0</w:t>
      </w:r>
    </w:p>
    <w:p w:rsidR="00B65DC9" w:rsidRDefault="00B65DC9" w:rsidP="00B65DC9">
      <w:r>
        <w:t>267.1066</w:t>
      </w:r>
      <w:r>
        <w:tab/>
        <w:t>1.266e-2</w:t>
      </w:r>
    </w:p>
    <w:p w:rsidR="00B65DC9" w:rsidRDefault="00B65DC9" w:rsidP="00B65DC9">
      <w:r>
        <w:t>267.1149</w:t>
      </w:r>
      <w:r>
        <w:tab/>
        <w:t>2.532e-2</w:t>
      </w:r>
    </w:p>
    <w:p w:rsidR="00B65DC9" w:rsidRDefault="00B65DC9" w:rsidP="00B65DC9">
      <w:r>
        <w:t>267.1305</w:t>
      </w:r>
      <w:r>
        <w:tab/>
        <w:t>3.038e0</w:t>
      </w:r>
    </w:p>
    <w:p w:rsidR="00B65DC9" w:rsidRDefault="00B65DC9" w:rsidP="00B65DC9">
      <w:r>
        <w:t>267.1446</w:t>
      </w:r>
      <w:r>
        <w:tab/>
        <w:t>2.577e0</w:t>
      </w:r>
    </w:p>
    <w:p w:rsidR="00B65DC9" w:rsidRDefault="00B65DC9" w:rsidP="00B65DC9">
      <w:r>
        <w:t>267.1516</w:t>
      </w:r>
      <w:r>
        <w:tab/>
        <w:t>4.152e0</w:t>
      </w:r>
    </w:p>
    <w:p w:rsidR="00B65DC9" w:rsidRDefault="00B65DC9" w:rsidP="00B65DC9">
      <w:r>
        <w:t>267.1700</w:t>
      </w:r>
      <w:r>
        <w:tab/>
        <w:t>9.575e0</w:t>
      </w:r>
    </w:p>
    <w:p w:rsidR="00B65DC9" w:rsidRDefault="00B65DC9" w:rsidP="00B65DC9">
      <w:r>
        <w:t>267.2272</w:t>
      </w:r>
      <w:r>
        <w:tab/>
        <w:t>1.025e0</w:t>
      </w:r>
    </w:p>
    <w:p w:rsidR="00B65DC9" w:rsidRDefault="00B65DC9" w:rsidP="00B65DC9">
      <w:r>
        <w:t>267.2661</w:t>
      </w:r>
      <w:r>
        <w:tab/>
        <w:t>1.266e-2</w:t>
      </w:r>
    </w:p>
    <w:p w:rsidR="00B65DC9" w:rsidRDefault="00B65DC9" w:rsidP="00B65DC9">
      <w:r>
        <w:t>267.3010</w:t>
      </w:r>
      <w:r>
        <w:tab/>
        <w:t>1.266e-2</w:t>
      </w:r>
    </w:p>
    <w:p w:rsidR="00B65DC9" w:rsidRDefault="00B65DC9" w:rsidP="00B65DC9">
      <w:r>
        <w:t>267.3363</w:t>
      </w:r>
      <w:r>
        <w:tab/>
        <w:t>1.013e0</w:t>
      </w:r>
    </w:p>
    <w:p w:rsidR="00B65DC9" w:rsidRDefault="00B65DC9" w:rsidP="00B65DC9">
      <w:r>
        <w:t>267.3632</w:t>
      </w:r>
      <w:r>
        <w:tab/>
        <w:t>1.013e0</w:t>
      </w:r>
    </w:p>
    <w:p w:rsidR="00B65DC9" w:rsidRDefault="00B65DC9" w:rsidP="00B65DC9">
      <w:r>
        <w:t>267.4529</w:t>
      </w:r>
      <w:r>
        <w:tab/>
        <w:t>1.013e0</w:t>
      </w:r>
    </w:p>
    <w:p w:rsidR="00B65DC9" w:rsidRDefault="00B65DC9" w:rsidP="00B65DC9">
      <w:r>
        <w:t>267.4795</w:t>
      </w:r>
      <w:r>
        <w:tab/>
        <w:t>1.013e0</w:t>
      </w:r>
    </w:p>
    <w:p w:rsidR="00B65DC9" w:rsidRDefault="00B65DC9" w:rsidP="00B65DC9">
      <w:r>
        <w:t>267.5360</w:t>
      </w:r>
      <w:r>
        <w:tab/>
        <w:t>1.266e-2</w:t>
      </w:r>
    </w:p>
    <w:p w:rsidR="00B65DC9" w:rsidRDefault="00B65DC9" w:rsidP="00B65DC9">
      <w:r>
        <w:t>267.5804</w:t>
      </w:r>
      <w:r>
        <w:tab/>
        <w:t>1.013e0</w:t>
      </w:r>
    </w:p>
    <w:p w:rsidR="00B65DC9" w:rsidRDefault="00B65DC9" w:rsidP="00B65DC9">
      <w:r>
        <w:t>267.5924</w:t>
      </w:r>
      <w:r>
        <w:tab/>
        <w:t>2.025e0</w:t>
      </w:r>
    </w:p>
    <w:p w:rsidR="00B65DC9" w:rsidRDefault="00B65DC9" w:rsidP="00B65DC9">
      <w:r>
        <w:t>267.6195</w:t>
      </w:r>
      <w:r>
        <w:tab/>
        <w:t>1.013e0</w:t>
      </w:r>
    </w:p>
    <w:p w:rsidR="00B65DC9" w:rsidRDefault="00B65DC9" w:rsidP="00B65DC9">
      <w:r>
        <w:t>267.6661</w:t>
      </w:r>
      <w:r>
        <w:tab/>
        <w:t>1.266e-2</w:t>
      </w:r>
    </w:p>
    <w:p w:rsidR="00B65DC9" w:rsidRDefault="00B65DC9" w:rsidP="00B65DC9">
      <w:r>
        <w:lastRenderedPageBreak/>
        <w:t>267.6891</w:t>
      </w:r>
      <w:r>
        <w:tab/>
        <w:t>1.013e0</w:t>
      </w:r>
    </w:p>
    <w:p w:rsidR="00B65DC9" w:rsidRDefault="00B65DC9" w:rsidP="00B65DC9">
      <w:r>
        <w:t>267.7089</w:t>
      </w:r>
      <w:r>
        <w:tab/>
        <w:t>1.013e0</w:t>
      </w:r>
    </w:p>
    <w:p w:rsidR="00B65DC9" w:rsidRDefault="00B65DC9" w:rsidP="00B65DC9">
      <w:r>
        <w:t>267.7322</w:t>
      </w:r>
      <w:r>
        <w:tab/>
        <w:t>1.013e0</w:t>
      </w:r>
    </w:p>
    <w:p w:rsidR="00B65DC9" w:rsidRDefault="00B65DC9" w:rsidP="00B65DC9">
      <w:r>
        <w:t>267.7879</w:t>
      </w:r>
      <w:r>
        <w:tab/>
        <w:t>1.013e0</w:t>
      </w:r>
    </w:p>
    <w:p w:rsidR="00B65DC9" w:rsidRDefault="00B65DC9" w:rsidP="00B65DC9">
      <w:r>
        <w:t>267.8231</w:t>
      </w:r>
      <w:r>
        <w:tab/>
        <w:t>2.025e0</w:t>
      </w:r>
    </w:p>
    <w:p w:rsidR="00B65DC9" w:rsidRDefault="00B65DC9" w:rsidP="00B65DC9">
      <w:r>
        <w:t>267.8552</w:t>
      </w:r>
      <w:r>
        <w:tab/>
        <w:t>2.025e0</w:t>
      </w:r>
    </w:p>
    <w:p w:rsidR="00B65DC9" w:rsidRDefault="00B65DC9" w:rsidP="00B65DC9">
      <w:r>
        <w:t>267.8916</w:t>
      </w:r>
      <w:r>
        <w:tab/>
        <w:t>1.266e-2</w:t>
      </w:r>
    </w:p>
    <w:p w:rsidR="00B65DC9" w:rsidRDefault="00B65DC9" w:rsidP="00B65DC9">
      <w:r>
        <w:t>267.8969</w:t>
      </w:r>
      <w:r>
        <w:tab/>
        <w:t>1.013e0</w:t>
      </w:r>
    </w:p>
    <w:p w:rsidR="00B65DC9" w:rsidRDefault="00B65DC9" w:rsidP="00B65DC9">
      <w:r>
        <w:t>267.9312</w:t>
      </w:r>
      <w:r>
        <w:tab/>
        <w:t>1.013e0</w:t>
      </w:r>
    </w:p>
    <w:p w:rsidR="00B65DC9" w:rsidRDefault="00B65DC9" w:rsidP="00B65DC9">
      <w:r>
        <w:t>267.9437</w:t>
      </w:r>
      <w:r>
        <w:tab/>
        <w:t>3.038e0</w:t>
      </w:r>
    </w:p>
    <w:p w:rsidR="00B65DC9" w:rsidRDefault="00B65DC9" w:rsidP="00B65DC9">
      <w:r>
        <w:t>267.9455</w:t>
      </w:r>
      <w:r>
        <w:tab/>
        <w:t>1.013e0</w:t>
      </w:r>
    </w:p>
    <w:p w:rsidR="00B65DC9" w:rsidRDefault="00B65DC9" w:rsidP="00B65DC9">
      <w:r>
        <w:t>267.9658</w:t>
      </w:r>
      <w:r>
        <w:tab/>
        <w:t>1.266e-2</w:t>
      </w:r>
    </w:p>
    <w:p w:rsidR="00B65DC9" w:rsidRDefault="00B65DC9" w:rsidP="00B65DC9">
      <w:r>
        <w:t>267.9695</w:t>
      </w:r>
      <w:r>
        <w:tab/>
        <w:t>2.025e0</w:t>
      </w:r>
    </w:p>
    <w:p w:rsidR="00B65DC9" w:rsidRDefault="00B65DC9" w:rsidP="00B65DC9">
      <w:r>
        <w:t>267.9963</w:t>
      </w:r>
      <w:r>
        <w:tab/>
        <w:t>1.013e0</w:t>
      </w:r>
    </w:p>
    <w:p w:rsidR="00B65DC9" w:rsidRDefault="00B65DC9" w:rsidP="00B65DC9">
      <w:r>
        <w:t>268.0212</w:t>
      </w:r>
      <w:r>
        <w:tab/>
        <w:t>1.038e0</w:t>
      </w:r>
    </w:p>
    <w:p w:rsidR="00B65DC9" w:rsidRDefault="00B65DC9" w:rsidP="00B65DC9">
      <w:r>
        <w:t>268.0292</w:t>
      </w:r>
      <w:r>
        <w:tab/>
        <w:t>2.025e0</w:t>
      </w:r>
    </w:p>
    <w:p w:rsidR="00B65DC9" w:rsidRDefault="00B65DC9" w:rsidP="00B65DC9">
      <w:r>
        <w:t>268.0482</w:t>
      </w:r>
      <w:r>
        <w:tab/>
        <w:t>2.025e0</w:t>
      </w:r>
    </w:p>
    <w:p w:rsidR="00B65DC9" w:rsidRDefault="00B65DC9" w:rsidP="00B65DC9">
      <w:r>
        <w:t>268.0581</w:t>
      </w:r>
      <w:r>
        <w:tab/>
        <w:t>1.013e0</w:t>
      </w:r>
    </w:p>
    <w:p w:rsidR="00B65DC9" w:rsidRDefault="00B65DC9" w:rsidP="00B65DC9">
      <w:r>
        <w:t>268.0622</w:t>
      </w:r>
      <w:r>
        <w:tab/>
        <w:t>1.013e0</w:t>
      </w:r>
    </w:p>
    <w:p w:rsidR="00B65DC9" w:rsidRDefault="00B65DC9" w:rsidP="00B65DC9">
      <w:r>
        <w:lastRenderedPageBreak/>
        <w:t>268.0641</w:t>
      </w:r>
      <w:r>
        <w:tab/>
        <w:t>2.532e-2</w:t>
      </w:r>
    </w:p>
    <w:p w:rsidR="00B65DC9" w:rsidRDefault="00B65DC9" w:rsidP="00B65DC9">
      <w:r>
        <w:t>268.1011</w:t>
      </w:r>
      <w:r>
        <w:tab/>
        <w:t>2.532e-2</w:t>
      </w:r>
    </w:p>
    <w:p w:rsidR="00B65DC9" w:rsidRDefault="00B65DC9" w:rsidP="00B65DC9">
      <w:r>
        <w:t>268.1084</w:t>
      </w:r>
      <w:r>
        <w:tab/>
        <w:t>5.343e0</w:t>
      </w:r>
    </w:p>
    <w:p w:rsidR="00B65DC9" w:rsidRDefault="00B65DC9" w:rsidP="00B65DC9">
      <w:r>
        <w:t>268.1281</w:t>
      </w:r>
      <w:r>
        <w:tab/>
        <w:t>1.013e0</w:t>
      </w:r>
    </w:p>
    <w:p w:rsidR="00B65DC9" w:rsidRDefault="00B65DC9" w:rsidP="00B65DC9">
      <w:r>
        <w:t>268.1344</w:t>
      </w:r>
      <w:r>
        <w:tab/>
        <w:t>1.038e0</w:t>
      </w:r>
    </w:p>
    <w:p w:rsidR="00B65DC9" w:rsidRDefault="00B65DC9" w:rsidP="00B65DC9">
      <w:r>
        <w:t>268.1883</w:t>
      </w:r>
      <w:r>
        <w:tab/>
        <w:t>1.266e-2</w:t>
      </w:r>
    </w:p>
    <w:p w:rsidR="00B65DC9" w:rsidRDefault="00B65DC9" w:rsidP="00B65DC9">
      <w:r>
        <w:t>268.1962</w:t>
      </w:r>
      <w:r>
        <w:tab/>
        <w:t>2.532e-2</w:t>
      </w:r>
    </w:p>
    <w:p w:rsidR="00B65DC9" w:rsidRDefault="00B65DC9" w:rsidP="00B65DC9">
      <w:r>
        <w:t>268.2189</w:t>
      </w:r>
      <w:r>
        <w:tab/>
        <w:t>2.025e0</w:t>
      </w:r>
    </w:p>
    <w:p w:rsidR="00B65DC9" w:rsidRDefault="00B65DC9" w:rsidP="00B65DC9">
      <w:r>
        <w:t>268.2623</w:t>
      </w:r>
      <w:r>
        <w:tab/>
        <w:t>2.025e0</w:t>
      </w:r>
    </w:p>
    <w:p w:rsidR="00B65DC9" w:rsidRDefault="00B65DC9" w:rsidP="00B65DC9">
      <w:r>
        <w:t>268.3150</w:t>
      </w:r>
      <w:r>
        <w:tab/>
        <w:t>1.025e0</w:t>
      </w:r>
    </w:p>
    <w:p w:rsidR="00B65DC9" w:rsidRDefault="00B65DC9" w:rsidP="00B65DC9">
      <w:r>
        <w:t>268.3499</w:t>
      </w:r>
      <w:r>
        <w:tab/>
        <w:t>1.013e0</w:t>
      </w:r>
    </w:p>
    <w:p w:rsidR="00B65DC9" w:rsidRDefault="00B65DC9" w:rsidP="00B65DC9">
      <w:r>
        <w:t>268.3926</w:t>
      </w:r>
      <w:r>
        <w:tab/>
        <w:t>1.013e0</w:t>
      </w:r>
    </w:p>
    <w:p w:rsidR="00B65DC9" w:rsidRDefault="00B65DC9" w:rsidP="00B65DC9">
      <w:r>
        <w:t>268.4974</w:t>
      </w:r>
      <w:r>
        <w:tab/>
        <w:t>1.013e0</w:t>
      </w:r>
    </w:p>
    <w:p w:rsidR="00B65DC9" w:rsidRDefault="00B65DC9" w:rsidP="00B65DC9">
      <w:r>
        <w:t>268.5100</w:t>
      </w:r>
      <w:r>
        <w:tab/>
        <w:t>1.013e0</w:t>
      </w:r>
    </w:p>
    <w:p w:rsidR="00B65DC9" w:rsidRDefault="00B65DC9" w:rsidP="00B65DC9">
      <w:r>
        <w:t>268.5389</w:t>
      </w:r>
      <w:r>
        <w:tab/>
        <w:t>2.025e0</w:t>
      </w:r>
    </w:p>
    <w:p w:rsidR="00B65DC9" w:rsidRDefault="00B65DC9" w:rsidP="00B65DC9">
      <w:r>
        <w:t>268.5753</w:t>
      </w:r>
      <w:r>
        <w:tab/>
        <w:t>1.013e0</w:t>
      </w:r>
    </w:p>
    <w:p w:rsidR="00B65DC9" w:rsidRDefault="00B65DC9" w:rsidP="00B65DC9">
      <w:r>
        <w:t>268.5896</w:t>
      </w:r>
      <w:r>
        <w:tab/>
        <w:t>1.266e-2</w:t>
      </w:r>
    </w:p>
    <w:p w:rsidR="00B65DC9" w:rsidRDefault="00B65DC9" w:rsidP="00B65DC9">
      <w:r>
        <w:t>268.6661</w:t>
      </w:r>
      <w:r>
        <w:tab/>
        <w:t>2.025e0</w:t>
      </w:r>
    </w:p>
    <w:p w:rsidR="00B65DC9" w:rsidRDefault="00B65DC9" w:rsidP="00B65DC9">
      <w:r>
        <w:t>268.6982</w:t>
      </w:r>
      <w:r>
        <w:tab/>
        <w:t>1.013e0</w:t>
      </w:r>
    </w:p>
    <w:p w:rsidR="00B65DC9" w:rsidRDefault="00B65DC9" w:rsidP="00B65DC9">
      <w:r>
        <w:lastRenderedPageBreak/>
        <w:t>268.7890</w:t>
      </w:r>
      <w:r>
        <w:tab/>
        <w:t>1.266e-2</w:t>
      </w:r>
    </w:p>
    <w:p w:rsidR="00B65DC9" w:rsidRDefault="00B65DC9" w:rsidP="00B65DC9">
      <w:r>
        <w:t>268.8199</w:t>
      </w:r>
      <w:r>
        <w:tab/>
        <w:t>1.013e0</w:t>
      </w:r>
    </w:p>
    <w:p w:rsidR="00B65DC9" w:rsidRDefault="00B65DC9" w:rsidP="00B65DC9">
      <w:r>
        <w:t>268.8589</w:t>
      </w:r>
      <w:r>
        <w:tab/>
        <w:t>1.013e0</w:t>
      </w:r>
    </w:p>
    <w:p w:rsidR="00B65DC9" w:rsidRDefault="00B65DC9" w:rsidP="00B65DC9">
      <w:r>
        <w:t>268.9164</w:t>
      </w:r>
      <w:r>
        <w:tab/>
        <w:t>1.013e0</w:t>
      </w:r>
    </w:p>
    <w:p w:rsidR="00B65DC9" w:rsidRDefault="00B65DC9" w:rsidP="00B65DC9">
      <w:r>
        <w:t>268.9622</w:t>
      </w:r>
      <w:r>
        <w:tab/>
        <w:t>2.532e-2</w:t>
      </w:r>
    </w:p>
    <w:p w:rsidR="00B65DC9" w:rsidRDefault="00B65DC9" w:rsidP="00B65DC9">
      <w:r>
        <w:t>268.9735</w:t>
      </w:r>
      <w:r>
        <w:tab/>
        <w:t>2.025e0</w:t>
      </w:r>
    </w:p>
    <w:p w:rsidR="00B65DC9" w:rsidRDefault="00B65DC9" w:rsidP="00B65DC9">
      <w:r>
        <w:t>268.9878</w:t>
      </w:r>
      <w:r>
        <w:tab/>
        <w:t>2.025e0</w:t>
      </w:r>
    </w:p>
    <w:p w:rsidR="00B65DC9" w:rsidRDefault="00B65DC9" w:rsidP="00B65DC9">
      <w:r>
        <w:t>269.0028</w:t>
      </w:r>
      <w:r>
        <w:tab/>
        <w:t>1.013e0</w:t>
      </w:r>
    </w:p>
    <w:p w:rsidR="00B65DC9" w:rsidRDefault="00B65DC9" w:rsidP="00B65DC9">
      <w:r>
        <w:t>269.0298</w:t>
      </w:r>
      <w:r>
        <w:tab/>
        <w:t>1.266e-2</w:t>
      </w:r>
    </w:p>
    <w:p w:rsidR="00B65DC9" w:rsidRDefault="00B65DC9" w:rsidP="00B65DC9">
      <w:r>
        <w:t>269.0397</w:t>
      </w:r>
      <w:r>
        <w:tab/>
        <w:t>2.025e0</w:t>
      </w:r>
    </w:p>
    <w:p w:rsidR="00B65DC9" w:rsidRDefault="00B65DC9" w:rsidP="00B65DC9">
      <w:r>
        <w:t>269.0431</w:t>
      </w:r>
      <w:r>
        <w:tab/>
        <w:t>2.025e0</w:t>
      </w:r>
    </w:p>
    <w:p w:rsidR="00B65DC9" w:rsidRDefault="00B65DC9" w:rsidP="00B65DC9">
      <w:r>
        <w:t>269.0878</w:t>
      </w:r>
      <w:r>
        <w:tab/>
        <w:t>2.025e0</w:t>
      </w:r>
    </w:p>
    <w:p w:rsidR="00B65DC9" w:rsidRDefault="00B65DC9" w:rsidP="00B65DC9">
      <w:r>
        <w:t>269.1161</w:t>
      </w:r>
      <w:r>
        <w:tab/>
        <w:t>1.025e0</w:t>
      </w:r>
    </w:p>
    <w:p w:rsidR="00B65DC9" w:rsidRDefault="00B65DC9" w:rsidP="00B65DC9">
      <w:r>
        <w:t>269.1207</w:t>
      </w:r>
      <w:r>
        <w:tab/>
        <w:t>1.025e0</w:t>
      </w:r>
    </w:p>
    <w:p w:rsidR="00B65DC9" w:rsidRDefault="00B65DC9" w:rsidP="00B65DC9">
      <w:r>
        <w:t>269.1364</w:t>
      </w:r>
      <w:r>
        <w:tab/>
        <w:t>2.025e0</w:t>
      </w:r>
    </w:p>
    <w:p w:rsidR="00B65DC9" w:rsidRDefault="00B65DC9" w:rsidP="00B65DC9">
      <w:r>
        <w:t>269.1510</w:t>
      </w:r>
      <w:r>
        <w:tab/>
        <w:t>1.266e-2</w:t>
      </w:r>
    </w:p>
    <w:p w:rsidR="00B65DC9" w:rsidRDefault="00B65DC9" w:rsidP="00B65DC9">
      <w:r>
        <w:t>269.1567</w:t>
      </w:r>
      <w:r>
        <w:tab/>
        <w:t>2.025e0</w:t>
      </w:r>
    </w:p>
    <w:p w:rsidR="00B65DC9" w:rsidRDefault="00B65DC9" w:rsidP="00B65DC9">
      <w:r>
        <w:t>269.1719</w:t>
      </w:r>
      <w:r>
        <w:tab/>
        <w:t>3.208e0</w:t>
      </w:r>
    </w:p>
    <w:p w:rsidR="00B65DC9" w:rsidRDefault="00B65DC9" w:rsidP="00B65DC9">
      <w:r>
        <w:t>269.1779</w:t>
      </w:r>
      <w:r>
        <w:tab/>
        <w:t>1.266e-2</w:t>
      </w:r>
    </w:p>
    <w:p w:rsidR="00B65DC9" w:rsidRDefault="00B65DC9" w:rsidP="00B65DC9">
      <w:r>
        <w:lastRenderedPageBreak/>
        <w:t>269.2041</w:t>
      </w:r>
      <w:r>
        <w:tab/>
        <w:t>1.013e0</w:t>
      </w:r>
    </w:p>
    <w:p w:rsidR="00B65DC9" w:rsidRDefault="00B65DC9" w:rsidP="00B65DC9">
      <w:r>
        <w:t>269.2245</w:t>
      </w:r>
      <w:r>
        <w:tab/>
        <w:t>2.532e-2</w:t>
      </w:r>
    </w:p>
    <w:p w:rsidR="00B65DC9" w:rsidRDefault="00B65DC9" w:rsidP="00B65DC9">
      <w:r>
        <w:t>269.2289</w:t>
      </w:r>
      <w:r>
        <w:tab/>
        <w:t>1.013e0</w:t>
      </w:r>
    </w:p>
    <w:p w:rsidR="00B65DC9" w:rsidRDefault="00B65DC9" w:rsidP="00B65DC9">
      <w:r>
        <w:t>269.2332</w:t>
      </w:r>
      <w:r>
        <w:tab/>
        <w:t>3.038e0</w:t>
      </w:r>
    </w:p>
    <w:p w:rsidR="00B65DC9" w:rsidRDefault="00B65DC9" w:rsidP="00B65DC9">
      <w:r>
        <w:t>269.2359</w:t>
      </w:r>
      <w:r>
        <w:tab/>
        <w:t>2.025e0</w:t>
      </w:r>
    </w:p>
    <w:p w:rsidR="00B65DC9" w:rsidRDefault="00B65DC9" w:rsidP="00B65DC9">
      <w:r>
        <w:t>269.2556</w:t>
      </w:r>
      <w:r>
        <w:tab/>
        <w:t>1.013e0</w:t>
      </w:r>
    </w:p>
    <w:p w:rsidR="00B65DC9" w:rsidRDefault="00B65DC9" w:rsidP="00B65DC9">
      <w:r>
        <w:t>269.3431</w:t>
      </w:r>
      <w:r>
        <w:tab/>
        <w:t>1.266e-2</w:t>
      </w:r>
    </w:p>
    <w:p w:rsidR="00B65DC9" w:rsidRDefault="00B65DC9" w:rsidP="00B65DC9">
      <w:r>
        <w:t>269.3732</w:t>
      </w:r>
      <w:r>
        <w:tab/>
        <w:t>1.266e-2</w:t>
      </w:r>
    </w:p>
    <w:p w:rsidR="00B65DC9" w:rsidRDefault="00B65DC9" w:rsidP="00B65DC9">
      <w:r>
        <w:t>269.3778</w:t>
      </w:r>
      <w:r>
        <w:tab/>
        <w:t>1.266e-2</w:t>
      </w:r>
    </w:p>
    <w:p w:rsidR="00B65DC9" w:rsidRDefault="00B65DC9" w:rsidP="00B65DC9">
      <w:r>
        <w:t>269.4573</w:t>
      </w:r>
      <w:r>
        <w:tab/>
        <w:t>1.266e-2</w:t>
      </w:r>
    </w:p>
    <w:p w:rsidR="00B65DC9" w:rsidRDefault="00B65DC9" w:rsidP="00B65DC9">
      <w:r>
        <w:t>269.5169</w:t>
      </w:r>
      <w:r>
        <w:tab/>
        <w:t>1.025e0</w:t>
      </w:r>
    </w:p>
    <w:p w:rsidR="00B65DC9" w:rsidRDefault="00B65DC9" w:rsidP="00B65DC9">
      <w:r>
        <w:t>269.5567</w:t>
      </w:r>
      <w:r>
        <w:tab/>
        <w:t>1.025e0</w:t>
      </w:r>
    </w:p>
    <w:p w:rsidR="00B65DC9" w:rsidRDefault="00B65DC9" w:rsidP="00B65DC9">
      <w:r>
        <w:t>269.5964</w:t>
      </w:r>
      <w:r>
        <w:tab/>
        <w:t>1.013e0</w:t>
      </w:r>
    </w:p>
    <w:p w:rsidR="00B65DC9" w:rsidRDefault="00B65DC9" w:rsidP="00B65DC9">
      <w:r>
        <w:t>269.6053</w:t>
      </w:r>
      <w:r>
        <w:tab/>
        <w:t>1.013e0</w:t>
      </w:r>
    </w:p>
    <w:p w:rsidR="00B65DC9" w:rsidRDefault="00B65DC9" w:rsidP="00B65DC9">
      <w:r>
        <w:t>269.6682</w:t>
      </w:r>
      <w:r>
        <w:tab/>
        <w:t>2.025e0</w:t>
      </w:r>
    </w:p>
    <w:p w:rsidR="00B65DC9" w:rsidRDefault="00B65DC9" w:rsidP="00B65DC9">
      <w:r>
        <w:t>269.7492</w:t>
      </w:r>
      <w:r>
        <w:tab/>
        <w:t>1.013e0</w:t>
      </w:r>
    </w:p>
    <w:p w:rsidR="00B65DC9" w:rsidRDefault="00B65DC9" w:rsidP="00B65DC9">
      <w:r>
        <w:t>269.8582</w:t>
      </w:r>
      <w:r>
        <w:tab/>
        <w:t>1.013e0</w:t>
      </w:r>
    </w:p>
    <w:p w:rsidR="00B65DC9" w:rsidRDefault="00B65DC9" w:rsidP="00B65DC9">
      <w:r>
        <w:t>269.8798</w:t>
      </w:r>
      <w:r>
        <w:tab/>
        <w:t>1.013e0</w:t>
      </w:r>
    </w:p>
    <w:p w:rsidR="00B65DC9" w:rsidRDefault="00B65DC9" w:rsidP="00B65DC9">
      <w:r>
        <w:t>269.9031</w:t>
      </w:r>
      <w:r>
        <w:tab/>
        <w:t>2.025e0</w:t>
      </w:r>
    </w:p>
    <w:p w:rsidR="00B65DC9" w:rsidRDefault="00B65DC9" w:rsidP="00B65DC9">
      <w:r>
        <w:lastRenderedPageBreak/>
        <w:t>269.9052</w:t>
      </w:r>
      <w:r>
        <w:tab/>
        <w:t>1.013e0</w:t>
      </w:r>
    </w:p>
    <w:p w:rsidR="00B65DC9" w:rsidRDefault="00B65DC9" w:rsidP="00B65DC9">
      <w:r>
        <w:t>269.9243</w:t>
      </w:r>
      <w:r>
        <w:tab/>
        <w:t>1.013e0</w:t>
      </w:r>
    </w:p>
    <w:p w:rsidR="00B65DC9" w:rsidRDefault="00B65DC9" w:rsidP="00B65DC9">
      <w:r>
        <w:t>269.9672</w:t>
      </w:r>
      <w:r>
        <w:tab/>
        <w:t>1.013e0</w:t>
      </w:r>
    </w:p>
    <w:p w:rsidR="00B65DC9" w:rsidRDefault="00B65DC9" w:rsidP="00B65DC9">
      <w:r>
        <w:t>269.9982</w:t>
      </w:r>
      <w:r>
        <w:tab/>
        <w:t>1.013e0</w:t>
      </w:r>
    </w:p>
    <w:p w:rsidR="00B65DC9" w:rsidRDefault="00B65DC9" w:rsidP="00B65DC9">
      <w:r>
        <w:t>270.0693</w:t>
      </w:r>
      <w:r>
        <w:tab/>
        <w:t>3.038e0</w:t>
      </w:r>
    </w:p>
    <w:p w:rsidR="00B65DC9" w:rsidRDefault="00B65DC9" w:rsidP="00B65DC9">
      <w:r>
        <w:t>270.0722</w:t>
      </w:r>
      <w:r>
        <w:tab/>
        <w:t>1.266e-2</w:t>
      </w:r>
    </w:p>
    <w:p w:rsidR="00B65DC9" w:rsidRDefault="00B65DC9" w:rsidP="00B65DC9">
      <w:r>
        <w:t>270.0872</w:t>
      </w:r>
      <w:r>
        <w:tab/>
        <w:t>2.025e0</w:t>
      </w:r>
    </w:p>
    <w:p w:rsidR="00B65DC9" w:rsidRDefault="00B65DC9" w:rsidP="00B65DC9">
      <w:r>
        <w:t>270.0937</w:t>
      </w:r>
      <w:r>
        <w:tab/>
        <w:t>1.025e0</w:t>
      </w:r>
    </w:p>
    <w:p w:rsidR="00B65DC9" w:rsidRDefault="00B65DC9" w:rsidP="00B65DC9">
      <w:r>
        <w:t>270.1346</w:t>
      </w:r>
      <w:r>
        <w:tab/>
        <w:t>2.025e0</w:t>
      </w:r>
    </w:p>
    <w:p w:rsidR="00B65DC9" w:rsidRDefault="00B65DC9" w:rsidP="00B65DC9">
      <w:r>
        <w:t>270.1383</w:t>
      </w:r>
      <w:r>
        <w:tab/>
        <w:t>1.013e0</w:t>
      </w:r>
    </w:p>
    <w:p w:rsidR="00B65DC9" w:rsidRDefault="00B65DC9" w:rsidP="00B65DC9">
      <w:r>
        <w:t>270.1519</w:t>
      </w:r>
      <w:r>
        <w:tab/>
        <w:t>8.127e0</w:t>
      </w:r>
    </w:p>
    <w:p w:rsidR="00B65DC9" w:rsidRDefault="00B65DC9" w:rsidP="00B65DC9">
      <w:r>
        <w:t>270.1585</w:t>
      </w:r>
      <w:r>
        <w:tab/>
        <w:t>1.266e-2</w:t>
      </w:r>
    </w:p>
    <w:p w:rsidR="00B65DC9" w:rsidRDefault="00B65DC9" w:rsidP="00B65DC9">
      <w:r>
        <w:t>270.1711</w:t>
      </w:r>
      <w:r>
        <w:tab/>
        <w:t>2.025e0</w:t>
      </w:r>
    </w:p>
    <w:p w:rsidR="00B65DC9" w:rsidRDefault="00B65DC9" w:rsidP="00B65DC9">
      <w:r>
        <w:t>270.2073</w:t>
      </w:r>
      <w:r>
        <w:tab/>
        <w:t>3.798e-2</w:t>
      </w:r>
    </w:p>
    <w:p w:rsidR="00B65DC9" w:rsidRDefault="00B65DC9" w:rsidP="00B65DC9">
      <w:r>
        <w:t>270.2100</w:t>
      </w:r>
      <w:r>
        <w:tab/>
        <w:t>2.025e0</w:t>
      </w:r>
    </w:p>
    <w:p w:rsidR="00B65DC9" w:rsidRDefault="00B65DC9" w:rsidP="00B65DC9">
      <w:r>
        <w:t>270.2321</w:t>
      </w:r>
      <w:r>
        <w:tab/>
        <w:t>2.025e0</w:t>
      </w:r>
    </w:p>
    <w:p w:rsidR="00B65DC9" w:rsidRDefault="00B65DC9" w:rsidP="00B65DC9">
      <w:r>
        <w:t>270.2434</w:t>
      </w:r>
      <w:r>
        <w:tab/>
        <w:t>2.038e0</w:t>
      </w:r>
    </w:p>
    <w:p w:rsidR="00B65DC9" w:rsidRDefault="00B65DC9" w:rsidP="00B65DC9">
      <w:r>
        <w:t>270.2641</w:t>
      </w:r>
      <w:r>
        <w:tab/>
        <w:t>2.025e0</w:t>
      </w:r>
    </w:p>
    <w:p w:rsidR="00B65DC9" w:rsidRDefault="00B65DC9" w:rsidP="00B65DC9">
      <w:r>
        <w:t>270.2686</w:t>
      </w:r>
      <w:r>
        <w:tab/>
        <w:t>1.038e0</w:t>
      </w:r>
    </w:p>
    <w:p w:rsidR="00B65DC9" w:rsidRDefault="00B65DC9" w:rsidP="00B65DC9">
      <w:r>
        <w:lastRenderedPageBreak/>
        <w:t>270.2982</w:t>
      </w:r>
      <w:r>
        <w:tab/>
        <w:t>1.013e0</w:t>
      </w:r>
    </w:p>
    <w:p w:rsidR="00B65DC9" w:rsidRDefault="00B65DC9" w:rsidP="00B65DC9">
      <w:r>
        <w:t>270.3079</w:t>
      </w:r>
      <w:r>
        <w:tab/>
        <w:t>1.266e-2</w:t>
      </w:r>
    </w:p>
    <w:p w:rsidR="00B65DC9" w:rsidRDefault="00B65DC9" w:rsidP="00B65DC9">
      <w:r>
        <w:t>270.3173</w:t>
      </w:r>
      <w:r>
        <w:tab/>
        <w:t>1.266e-2</w:t>
      </w:r>
    </w:p>
    <w:p w:rsidR="00B65DC9" w:rsidRDefault="00B65DC9" w:rsidP="00B65DC9">
      <w:r>
        <w:t>270.3253</w:t>
      </w:r>
      <w:r>
        <w:tab/>
        <w:t>1.266e-2</w:t>
      </w:r>
    </w:p>
    <w:p w:rsidR="00B65DC9" w:rsidRDefault="00B65DC9" w:rsidP="00B65DC9">
      <w:r>
        <w:t>270.3643</w:t>
      </w:r>
      <w:r>
        <w:tab/>
        <w:t>1.013e0</w:t>
      </w:r>
    </w:p>
    <w:p w:rsidR="00B65DC9" w:rsidRDefault="00B65DC9" w:rsidP="00B65DC9">
      <w:r>
        <w:t>270.3682</w:t>
      </w:r>
      <w:r>
        <w:tab/>
        <w:t>2.025e0</w:t>
      </w:r>
    </w:p>
    <w:p w:rsidR="00B65DC9" w:rsidRDefault="00B65DC9" w:rsidP="00B65DC9">
      <w:r>
        <w:t>270.4225</w:t>
      </w:r>
      <w:r>
        <w:tab/>
        <w:t>1.266e-2</w:t>
      </w:r>
    </w:p>
    <w:p w:rsidR="00B65DC9" w:rsidRDefault="00B65DC9" w:rsidP="00B65DC9">
      <w:r>
        <w:t>270.4653</w:t>
      </w:r>
      <w:r>
        <w:tab/>
        <w:t>1.266e-2</w:t>
      </w:r>
    </w:p>
    <w:p w:rsidR="00B65DC9" w:rsidRDefault="00B65DC9" w:rsidP="00B65DC9">
      <w:r>
        <w:t>270.5084</w:t>
      </w:r>
      <w:r>
        <w:tab/>
        <w:t>1.013e0</w:t>
      </w:r>
    </w:p>
    <w:p w:rsidR="00B65DC9" w:rsidRDefault="00B65DC9" w:rsidP="00B65DC9">
      <w:r>
        <w:t>270.5221</w:t>
      </w:r>
      <w:r>
        <w:tab/>
        <w:t>1.013e0</w:t>
      </w:r>
    </w:p>
    <w:p w:rsidR="00B65DC9" w:rsidRDefault="00B65DC9" w:rsidP="00B65DC9">
      <w:r>
        <w:t>270.5826</w:t>
      </w:r>
      <w:r>
        <w:tab/>
        <w:t>1.266e-2</w:t>
      </w:r>
    </w:p>
    <w:p w:rsidR="00B65DC9" w:rsidRDefault="00B65DC9" w:rsidP="00B65DC9">
      <w:r>
        <w:t>270.6094</w:t>
      </w:r>
      <w:r>
        <w:tab/>
        <w:t>2.025e0</w:t>
      </w:r>
    </w:p>
    <w:p w:rsidR="00B65DC9" w:rsidRDefault="00B65DC9" w:rsidP="00B65DC9">
      <w:r>
        <w:t>270.6114</w:t>
      </w:r>
      <w:r>
        <w:tab/>
        <w:t>2.025e0</w:t>
      </w:r>
    </w:p>
    <w:p w:rsidR="00B65DC9" w:rsidRDefault="00B65DC9" w:rsidP="00B65DC9">
      <w:r>
        <w:t>270.6407</w:t>
      </w:r>
      <w:r>
        <w:tab/>
        <w:t>1.013e0</w:t>
      </w:r>
    </w:p>
    <w:p w:rsidR="00B65DC9" w:rsidRDefault="00B65DC9" w:rsidP="00B65DC9">
      <w:r>
        <w:t>270.6524</w:t>
      </w:r>
      <w:r>
        <w:tab/>
        <w:t>1.013e0</w:t>
      </w:r>
    </w:p>
    <w:p w:rsidR="00B65DC9" w:rsidRDefault="00B65DC9" w:rsidP="00B65DC9">
      <w:r>
        <w:t>270.6874</w:t>
      </w:r>
      <w:r>
        <w:tab/>
        <w:t>1.013e0</w:t>
      </w:r>
    </w:p>
    <w:p w:rsidR="00B65DC9" w:rsidRDefault="00B65DC9" w:rsidP="00B65DC9">
      <w:r>
        <w:t>270.7144</w:t>
      </w:r>
      <w:r>
        <w:tab/>
        <w:t>1.013e0</w:t>
      </w:r>
    </w:p>
    <w:p w:rsidR="00B65DC9" w:rsidRDefault="00B65DC9" w:rsidP="00B65DC9">
      <w:r>
        <w:t>270.8114</w:t>
      </w:r>
      <w:r>
        <w:tab/>
        <w:t>1.013e0</w:t>
      </w:r>
    </w:p>
    <w:p w:rsidR="00B65DC9" w:rsidRDefault="00B65DC9" w:rsidP="00B65DC9">
      <w:r>
        <w:t>270.8413</w:t>
      </w:r>
      <w:r>
        <w:tab/>
        <w:t>1.013e0</w:t>
      </w:r>
    </w:p>
    <w:p w:rsidR="00B65DC9" w:rsidRDefault="00B65DC9" w:rsidP="00B65DC9">
      <w:r>
        <w:lastRenderedPageBreak/>
        <w:t>270.8626</w:t>
      </w:r>
      <w:r>
        <w:tab/>
        <w:t>1.013e0</w:t>
      </w:r>
    </w:p>
    <w:p w:rsidR="00B65DC9" w:rsidRDefault="00B65DC9" w:rsidP="00B65DC9">
      <w:r>
        <w:t>270.9656</w:t>
      </w:r>
      <w:r>
        <w:tab/>
        <w:t>2.025e0</w:t>
      </w:r>
    </w:p>
    <w:p w:rsidR="00B65DC9" w:rsidRDefault="00B65DC9" w:rsidP="00B65DC9">
      <w:r>
        <w:t>271.0162</w:t>
      </w:r>
      <w:r>
        <w:tab/>
        <w:t>2.025e0</w:t>
      </w:r>
    </w:p>
    <w:p w:rsidR="00B65DC9" w:rsidRDefault="00B65DC9" w:rsidP="00B65DC9">
      <w:r>
        <w:t>271.0258</w:t>
      </w:r>
      <w:r>
        <w:tab/>
        <w:t>1.025e0</w:t>
      </w:r>
    </w:p>
    <w:p w:rsidR="00B65DC9" w:rsidRDefault="00B65DC9" w:rsidP="00B65DC9">
      <w:r>
        <w:t>271.0709</w:t>
      </w:r>
      <w:r>
        <w:tab/>
        <w:t>7.104e0</w:t>
      </w:r>
    </w:p>
    <w:p w:rsidR="00B65DC9" w:rsidRDefault="00B65DC9" w:rsidP="00B65DC9">
      <w:r>
        <w:t>271.0740</w:t>
      </w:r>
      <w:r>
        <w:tab/>
        <w:t>7.595e-2</w:t>
      </w:r>
    </w:p>
    <w:p w:rsidR="00B65DC9" w:rsidRDefault="00B65DC9" w:rsidP="00B65DC9">
      <w:r>
        <w:t>271.0976</w:t>
      </w:r>
      <w:r>
        <w:tab/>
        <w:t>2.025e0</w:t>
      </w:r>
    </w:p>
    <w:p w:rsidR="00B65DC9" w:rsidRDefault="00B65DC9" w:rsidP="00B65DC9">
      <w:r>
        <w:t>271.1097</w:t>
      </w:r>
      <w:r>
        <w:tab/>
        <w:t>2.025e0</w:t>
      </w:r>
    </w:p>
    <w:p w:rsidR="00B65DC9" w:rsidRDefault="00B65DC9" w:rsidP="00B65DC9">
      <w:r>
        <w:t>271.1429</w:t>
      </w:r>
      <w:r>
        <w:tab/>
        <w:t>1.013e0</w:t>
      </w:r>
    </w:p>
    <w:p w:rsidR="00B65DC9" w:rsidRDefault="00B65DC9" w:rsidP="00B65DC9">
      <w:r>
        <w:t>271.1793</w:t>
      </w:r>
      <w:r>
        <w:tab/>
        <w:t>3.038e0</w:t>
      </w:r>
    </w:p>
    <w:p w:rsidR="00B65DC9" w:rsidRDefault="00B65DC9" w:rsidP="00B65DC9">
      <w:r>
        <w:t>271.1958</w:t>
      </w:r>
      <w:r>
        <w:tab/>
        <w:t>1.013e0</w:t>
      </w:r>
    </w:p>
    <w:p w:rsidR="00B65DC9" w:rsidRDefault="00B65DC9" w:rsidP="00B65DC9">
      <w:r>
        <w:t>271.2011</w:t>
      </w:r>
      <w:r>
        <w:tab/>
        <w:t>1.266e-2</w:t>
      </w:r>
    </w:p>
    <w:p w:rsidR="00B65DC9" w:rsidRDefault="00B65DC9" w:rsidP="00B65DC9">
      <w:r>
        <w:t>271.2169</w:t>
      </w:r>
      <w:r>
        <w:tab/>
        <w:t>2.025e0</w:t>
      </w:r>
    </w:p>
    <w:p w:rsidR="00B65DC9" w:rsidRDefault="00B65DC9" w:rsidP="00B65DC9">
      <w:r>
        <w:t>271.2480</w:t>
      </w:r>
      <w:r>
        <w:tab/>
        <w:t>1.013e0</w:t>
      </w:r>
    </w:p>
    <w:p w:rsidR="00B65DC9" w:rsidRDefault="00B65DC9" w:rsidP="00B65DC9">
      <w:r>
        <w:t>271.3260</w:t>
      </w:r>
      <w:r>
        <w:tab/>
        <w:t>1.266e-2</w:t>
      </w:r>
    </w:p>
    <w:p w:rsidR="00B65DC9" w:rsidRDefault="00B65DC9" w:rsidP="00B65DC9">
      <w:r>
        <w:t>271.3377</w:t>
      </w:r>
      <w:r>
        <w:tab/>
        <w:t>2.025e0</w:t>
      </w:r>
    </w:p>
    <w:p w:rsidR="00B65DC9" w:rsidRDefault="00B65DC9" w:rsidP="00B65DC9">
      <w:r>
        <w:t>271.4021</w:t>
      </w:r>
      <w:r>
        <w:tab/>
        <w:t>2.025e0</w:t>
      </w:r>
    </w:p>
    <w:p w:rsidR="00B65DC9" w:rsidRDefault="00B65DC9" w:rsidP="00B65DC9">
      <w:r>
        <w:t>271.4153</w:t>
      </w:r>
      <w:r>
        <w:tab/>
        <w:t>1.013e0</w:t>
      </w:r>
    </w:p>
    <w:p w:rsidR="00B65DC9" w:rsidRDefault="00B65DC9" w:rsidP="00B65DC9">
      <w:r>
        <w:t>271.4236</w:t>
      </w:r>
      <w:r>
        <w:tab/>
        <w:t>1.266e-2</w:t>
      </w:r>
    </w:p>
    <w:p w:rsidR="00B65DC9" w:rsidRDefault="00B65DC9" w:rsidP="00B65DC9">
      <w:r>
        <w:lastRenderedPageBreak/>
        <w:t>271.4406</w:t>
      </w:r>
      <w:r>
        <w:tab/>
        <w:t>1.266e-2</w:t>
      </w:r>
    </w:p>
    <w:p w:rsidR="00B65DC9" w:rsidRDefault="00B65DC9" w:rsidP="00B65DC9">
      <w:r>
        <w:t>271.4563</w:t>
      </w:r>
      <w:r>
        <w:tab/>
        <w:t>2.025e0</w:t>
      </w:r>
    </w:p>
    <w:p w:rsidR="00B65DC9" w:rsidRDefault="00B65DC9" w:rsidP="00B65DC9">
      <w:r>
        <w:t>271.5107</w:t>
      </w:r>
      <w:r>
        <w:tab/>
        <w:t>1.013e0</w:t>
      </w:r>
    </w:p>
    <w:p w:rsidR="00B65DC9" w:rsidRDefault="00B65DC9" w:rsidP="00B65DC9">
      <w:r>
        <w:t>271.5507</w:t>
      </w:r>
      <w:r>
        <w:tab/>
        <w:t>1.013e0</w:t>
      </w:r>
    </w:p>
    <w:p w:rsidR="00B65DC9" w:rsidRDefault="00B65DC9" w:rsidP="00B65DC9">
      <w:r>
        <w:t>271.5717</w:t>
      </w:r>
      <w:r>
        <w:tab/>
        <w:t>1.013e0</w:t>
      </w:r>
    </w:p>
    <w:p w:rsidR="00B65DC9" w:rsidRDefault="00B65DC9" w:rsidP="00B65DC9">
      <w:r>
        <w:t>271.5807</w:t>
      </w:r>
      <w:r>
        <w:tab/>
        <w:t>1.266e-2</w:t>
      </w:r>
    </w:p>
    <w:p w:rsidR="00B65DC9" w:rsidRDefault="00B65DC9" w:rsidP="00B65DC9">
      <w:r>
        <w:t>271.5972</w:t>
      </w:r>
      <w:r>
        <w:tab/>
        <w:t>3.038e0</w:t>
      </w:r>
    </w:p>
    <w:p w:rsidR="00B65DC9" w:rsidRDefault="00B65DC9" w:rsidP="00B65DC9">
      <w:r>
        <w:t>271.5984</w:t>
      </w:r>
      <w:r>
        <w:tab/>
        <w:t>1.013e0</w:t>
      </w:r>
    </w:p>
    <w:p w:rsidR="00B65DC9" w:rsidRDefault="00B65DC9" w:rsidP="00B65DC9">
      <w:r>
        <w:t>271.6726</w:t>
      </w:r>
      <w:r>
        <w:tab/>
        <w:t>1.013e0</w:t>
      </w:r>
    </w:p>
    <w:p w:rsidR="00B65DC9" w:rsidRDefault="00B65DC9" w:rsidP="00B65DC9">
      <w:r>
        <w:t>271.6749</w:t>
      </w:r>
      <w:r>
        <w:tab/>
        <w:t>2.025e0</w:t>
      </w:r>
    </w:p>
    <w:p w:rsidR="00B65DC9" w:rsidRDefault="00B65DC9" w:rsidP="00B65DC9">
      <w:r>
        <w:t>271.6857</w:t>
      </w:r>
      <w:r>
        <w:tab/>
        <w:t>1.013e0</w:t>
      </w:r>
    </w:p>
    <w:p w:rsidR="00B65DC9" w:rsidRDefault="00B65DC9" w:rsidP="00B65DC9">
      <w:r>
        <w:t>271.6957</w:t>
      </w:r>
      <w:r>
        <w:tab/>
        <w:t>1.013e0</w:t>
      </w:r>
    </w:p>
    <w:p w:rsidR="00B65DC9" w:rsidRDefault="00B65DC9" w:rsidP="00B65DC9">
      <w:r>
        <w:t>271.7821</w:t>
      </w:r>
      <w:r>
        <w:tab/>
        <w:t>1.013e0</w:t>
      </w:r>
    </w:p>
    <w:p w:rsidR="00B65DC9" w:rsidRDefault="00B65DC9" w:rsidP="00B65DC9">
      <w:r>
        <w:t>271.8088</w:t>
      </w:r>
      <w:r>
        <w:tab/>
        <w:t>1.013e0</w:t>
      </w:r>
    </w:p>
    <w:p w:rsidR="00B65DC9" w:rsidRDefault="00B65DC9" w:rsidP="00B65DC9">
      <w:r>
        <w:t>271.8617</w:t>
      </w:r>
      <w:r>
        <w:tab/>
        <w:t>2.025e0</w:t>
      </w:r>
    </w:p>
    <w:p w:rsidR="00B65DC9" w:rsidRDefault="00B65DC9" w:rsidP="00B65DC9">
      <w:r>
        <w:t>271.9220</w:t>
      </w:r>
      <w:r>
        <w:tab/>
        <w:t>1.266e-2</w:t>
      </w:r>
    </w:p>
    <w:p w:rsidR="00B65DC9" w:rsidRDefault="00B65DC9" w:rsidP="00B65DC9">
      <w:r>
        <w:t>271.9335</w:t>
      </w:r>
      <w:r>
        <w:tab/>
        <w:t>2.025e0</w:t>
      </w:r>
    </w:p>
    <w:p w:rsidR="00B65DC9" w:rsidRDefault="00B65DC9" w:rsidP="00B65DC9">
      <w:r>
        <w:t>271.9800</w:t>
      </w:r>
      <w:r>
        <w:tab/>
        <w:t>2.025e0</w:t>
      </w:r>
    </w:p>
    <w:p w:rsidR="00B65DC9" w:rsidRDefault="00B65DC9" w:rsidP="00B65DC9">
      <w:r>
        <w:t>271.9961</w:t>
      </w:r>
      <w:r>
        <w:tab/>
        <w:t>1.013e0</w:t>
      </w:r>
    </w:p>
    <w:p w:rsidR="00B65DC9" w:rsidRDefault="00B65DC9" w:rsidP="00B65DC9">
      <w:r>
        <w:lastRenderedPageBreak/>
        <w:t>272.0085</w:t>
      </w:r>
      <w:r>
        <w:tab/>
        <w:t>5.063e-2</w:t>
      </w:r>
    </w:p>
    <w:p w:rsidR="00B65DC9" w:rsidRDefault="00B65DC9" w:rsidP="00B65DC9">
      <w:r>
        <w:t>272.0197</w:t>
      </w:r>
      <w:r>
        <w:tab/>
        <w:t>3.038e0</w:t>
      </w:r>
    </w:p>
    <w:p w:rsidR="00B65DC9" w:rsidRDefault="00B65DC9" w:rsidP="00B65DC9">
      <w:r>
        <w:t>272.0351</w:t>
      </w:r>
      <w:r>
        <w:tab/>
        <w:t>2.532e-2</w:t>
      </w:r>
    </w:p>
    <w:p w:rsidR="00B65DC9" w:rsidRDefault="00B65DC9" w:rsidP="00B65DC9">
      <w:r>
        <w:t>272.0424</w:t>
      </w:r>
      <w:r>
        <w:tab/>
        <w:t>2.025e0</w:t>
      </w:r>
    </w:p>
    <w:p w:rsidR="00B65DC9" w:rsidRDefault="00B65DC9" w:rsidP="00B65DC9">
      <w:r>
        <w:t>272.0470</w:t>
      </w:r>
      <w:r>
        <w:tab/>
        <w:t>3.038e0</w:t>
      </w:r>
    </w:p>
    <w:p w:rsidR="00B65DC9" w:rsidRDefault="00B65DC9" w:rsidP="00B65DC9">
      <w:r>
        <w:t>272.0792</w:t>
      </w:r>
      <w:r>
        <w:tab/>
        <w:t>2.025e0</w:t>
      </w:r>
    </w:p>
    <w:p w:rsidR="00B65DC9" w:rsidRDefault="00B65DC9" w:rsidP="00B65DC9">
      <w:r>
        <w:t>272.0865</w:t>
      </w:r>
      <w:r>
        <w:tab/>
        <w:t>4.901e0</w:t>
      </w:r>
    </w:p>
    <w:p w:rsidR="00B65DC9" w:rsidRDefault="00B65DC9" w:rsidP="00B65DC9">
      <w:r>
        <w:t>272.0974</w:t>
      </w:r>
      <w:r>
        <w:tab/>
        <w:t>1.013e0</w:t>
      </w:r>
    </w:p>
    <w:p w:rsidR="00B65DC9" w:rsidRDefault="00B65DC9" w:rsidP="00B65DC9">
      <w:r>
        <w:t>272.1307</w:t>
      </w:r>
      <w:r>
        <w:tab/>
        <w:t>2.152e0</w:t>
      </w:r>
    </w:p>
    <w:p w:rsidR="00B65DC9" w:rsidRDefault="00B65DC9" w:rsidP="00B65DC9">
      <w:r>
        <w:t>272.1464</w:t>
      </w:r>
      <w:r>
        <w:tab/>
        <w:t>1.013e0</w:t>
      </w:r>
    </w:p>
    <w:p w:rsidR="00B65DC9" w:rsidRDefault="00B65DC9" w:rsidP="00B65DC9">
      <w:r>
        <w:t>272.1675</w:t>
      </w:r>
      <w:r>
        <w:tab/>
        <w:t>2.532e-2</w:t>
      </w:r>
    </w:p>
    <w:p w:rsidR="00B65DC9" w:rsidRDefault="00B65DC9" w:rsidP="00B65DC9">
      <w:r>
        <w:t>272.1906</w:t>
      </w:r>
      <w:r>
        <w:tab/>
        <w:t>1.013e0</w:t>
      </w:r>
    </w:p>
    <w:p w:rsidR="00B65DC9" w:rsidRDefault="00B65DC9" w:rsidP="00B65DC9">
      <w:r>
        <w:t>272.1923</w:t>
      </w:r>
      <w:r>
        <w:tab/>
        <w:t>2.532e-2</w:t>
      </w:r>
    </w:p>
    <w:p w:rsidR="00B65DC9" w:rsidRDefault="00B65DC9" w:rsidP="00B65DC9">
      <w:r>
        <w:t>272.2009</w:t>
      </w:r>
      <w:r>
        <w:tab/>
        <w:t>2.025e0</w:t>
      </w:r>
    </w:p>
    <w:p w:rsidR="00B65DC9" w:rsidRDefault="00B65DC9" w:rsidP="00B65DC9">
      <w:r>
        <w:t>272.2165</w:t>
      </w:r>
      <w:r>
        <w:tab/>
        <w:t>2.025e0</w:t>
      </w:r>
    </w:p>
    <w:p w:rsidR="00B65DC9" w:rsidRDefault="00B65DC9" w:rsidP="00B65DC9">
      <w:r>
        <w:t>272.2215</w:t>
      </w:r>
      <w:r>
        <w:tab/>
        <w:t>1.266e-2</w:t>
      </w:r>
    </w:p>
    <w:p w:rsidR="00B65DC9" w:rsidRDefault="00B65DC9" w:rsidP="00B65DC9">
      <w:r>
        <w:t>272.2380</w:t>
      </w:r>
      <w:r>
        <w:tab/>
        <w:t>1.266e-2</w:t>
      </w:r>
    </w:p>
    <w:p w:rsidR="00B65DC9" w:rsidRDefault="00B65DC9" w:rsidP="00B65DC9">
      <w:r>
        <w:t>272.2471</w:t>
      </w:r>
      <w:r>
        <w:tab/>
        <w:t>2.025e0</w:t>
      </w:r>
    </w:p>
    <w:p w:rsidR="00B65DC9" w:rsidRDefault="00B65DC9" w:rsidP="00B65DC9">
      <w:r>
        <w:t>272.2647</w:t>
      </w:r>
      <w:r>
        <w:tab/>
        <w:t>1.266e-2</w:t>
      </w:r>
    </w:p>
    <w:p w:rsidR="00B65DC9" w:rsidRDefault="00B65DC9" w:rsidP="00B65DC9">
      <w:r>
        <w:lastRenderedPageBreak/>
        <w:t>272.2917</w:t>
      </w:r>
      <w:r>
        <w:tab/>
        <w:t>1.013e0</w:t>
      </w:r>
    </w:p>
    <w:p w:rsidR="00B65DC9" w:rsidRDefault="00B65DC9" w:rsidP="00B65DC9">
      <w:r>
        <w:t>272.2958</w:t>
      </w:r>
      <w:r>
        <w:tab/>
        <w:t>1.266e-2</w:t>
      </w:r>
    </w:p>
    <w:p w:rsidR="00B65DC9" w:rsidRDefault="00B65DC9" w:rsidP="00B65DC9">
      <w:r>
        <w:t>272.3349</w:t>
      </w:r>
      <w:r>
        <w:tab/>
        <w:t>1.013e0</w:t>
      </w:r>
    </w:p>
    <w:p w:rsidR="00B65DC9" w:rsidRDefault="00B65DC9" w:rsidP="00B65DC9">
      <w:r>
        <w:t>272.3389</w:t>
      </w:r>
      <w:r>
        <w:tab/>
        <w:t>1.013e0</w:t>
      </w:r>
    </w:p>
    <w:p w:rsidR="00B65DC9" w:rsidRDefault="00B65DC9" w:rsidP="00B65DC9">
      <w:r>
        <w:t>272.3429</w:t>
      </w:r>
      <w:r>
        <w:tab/>
        <w:t>1.013e0</w:t>
      </w:r>
    </w:p>
    <w:p w:rsidR="00B65DC9" w:rsidRDefault="00B65DC9" w:rsidP="00B65DC9">
      <w:r>
        <w:t>272.4274</w:t>
      </w:r>
      <w:r>
        <w:tab/>
        <w:t>1.266e-2</w:t>
      </w:r>
    </w:p>
    <w:p w:rsidR="00B65DC9" w:rsidRDefault="00B65DC9" w:rsidP="00B65DC9">
      <w:r>
        <w:t>272.4401</w:t>
      </w:r>
      <w:r>
        <w:tab/>
        <w:t>1.013e0</w:t>
      </w:r>
    </w:p>
    <w:p w:rsidR="00B65DC9" w:rsidRDefault="00B65DC9" w:rsidP="00B65DC9">
      <w:r>
        <w:t>272.4672</w:t>
      </w:r>
      <w:r>
        <w:tab/>
        <w:t>1.013e0</w:t>
      </w:r>
    </w:p>
    <w:p w:rsidR="00B65DC9" w:rsidRDefault="00B65DC9" w:rsidP="00B65DC9">
      <w:r>
        <w:t>272.4752</w:t>
      </w:r>
      <w:r>
        <w:tab/>
        <w:t>1.266e-2</w:t>
      </w:r>
    </w:p>
    <w:p w:rsidR="00B65DC9" w:rsidRDefault="00B65DC9" w:rsidP="00B65DC9">
      <w:r>
        <w:t>272.5805</w:t>
      </w:r>
      <w:r>
        <w:tab/>
        <w:t>1.013e0</w:t>
      </w:r>
    </w:p>
    <w:p w:rsidR="00B65DC9" w:rsidRDefault="00B65DC9" w:rsidP="00B65DC9">
      <w:r>
        <w:t>272.5845</w:t>
      </w:r>
      <w:r>
        <w:tab/>
        <w:t>2.025e0</w:t>
      </w:r>
    </w:p>
    <w:p w:rsidR="00B65DC9" w:rsidRDefault="00B65DC9" w:rsidP="00B65DC9">
      <w:r>
        <w:t>272.5885</w:t>
      </w:r>
      <w:r>
        <w:tab/>
        <w:t>1.266e-2</w:t>
      </w:r>
    </w:p>
    <w:p w:rsidR="00B65DC9" w:rsidRDefault="00B65DC9" w:rsidP="00B65DC9">
      <w:r>
        <w:t>272.6196</w:t>
      </w:r>
      <w:r>
        <w:tab/>
        <w:t>1.266e-2</w:t>
      </w:r>
    </w:p>
    <w:p w:rsidR="00B65DC9" w:rsidRDefault="00B65DC9" w:rsidP="00B65DC9">
      <w:r>
        <w:t>272.6378</w:t>
      </w:r>
      <w:r>
        <w:tab/>
        <w:t>1.013e0</w:t>
      </w:r>
    </w:p>
    <w:p w:rsidR="00B65DC9" w:rsidRDefault="00B65DC9" w:rsidP="00B65DC9">
      <w:r>
        <w:t>272.6902</w:t>
      </w:r>
      <w:r>
        <w:tab/>
        <w:t>1.266e-2</w:t>
      </w:r>
    </w:p>
    <w:p w:rsidR="00B65DC9" w:rsidRDefault="00B65DC9" w:rsidP="00B65DC9">
      <w:r>
        <w:t>272.6938</w:t>
      </w:r>
      <w:r>
        <w:tab/>
        <w:t>1.013e0</w:t>
      </w:r>
    </w:p>
    <w:p w:rsidR="00B65DC9" w:rsidRDefault="00B65DC9" w:rsidP="00B65DC9">
      <w:r>
        <w:t>272.7212</w:t>
      </w:r>
      <w:r>
        <w:tab/>
        <w:t>1.013e0</w:t>
      </w:r>
    </w:p>
    <w:p w:rsidR="00B65DC9" w:rsidRDefault="00B65DC9" w:rsidP="00B65DC9">
      <w:r>
        <w:t>272.7733</w:t>
      </w:r>
      <w:r>
        <w:tab/>
        <w:t>1.013e0</w:t>
      </w:r>
    </w:p>
    <w:p w:rsidR="00B65DC9" w:rsidRDefault="00B65DC9" w:rsidP="00B65DC9">
      <w:r>
        <w:t>272.7874</w:t>
      </w:r>
      <w:r>
        <w:tab/>
        <w:t>1.266e-2</w:t>
      </w:r>
    </w:p>
    <w:p w:rsidR="00B65DC9" w:rsidRDefault="00B65DC9" w:rsidP="00B65DC9">
      <w:r>
        <w:lastRenderedPageBreak/>
        <w:t>272.8085</w:t>
      </w:r>
      <w:r>
        <w:tab/>
        <w:t>1.013e0</w:t>
      </w:r>
    </w:p>
    <w:p w:rsidR="00B65DC9" w:rsidRDefault="00B65DC9" w:rsidP="00B65DC9">
      <w:r>
        <w:t>272.8653</w:t>
      </w:r>
      <w:r>
        <w:tab/>
        <w:t>1.013e0</w:t>
      </w:r>
    </w:p>
    <w:p w:rsidR="00B65DC9" w:rsidRDefault="00B65DC9" w:rsidP="00B65DC9">
      <w:r>
        <w:t>272.8964</w:t>
      </w:r>
      <w:r>
        <w:tab/>
        <w:t>1.266e-2</w:t>
      </w:r>
    </w:p>
    <w:p w:rsidR="00B65DC9" w:rsidRDefault="00B65DC9" w:rsidP="00B65DC9">
      <w:r>
        <w:t>272.9240</w:t>
      </w:r>
      <w:r>
        <w:tab/>
        <w:t>4.051e0</w:t>
      </w:r>
    </w:p>
    <w:p w:rsidR="00B65DC9" w:rsidRDefault="00B65DC9" w:rsidP="00B65DC9">
      <w:r>
        <w:t>272.9275</w:t>
      </w:r>
      <w:r>
        <w:tab/>
        <w:t>1.025e0</w:t>
      </w:r>
    </w:p>
    <w:p w:rsidR="00B65DC9" w:rsidRDefault="00B65DC9" w:rsidP="00B65DC9">
      <w:r>
        <w:t>272.9454</w:t>
      </w:r>
      <w:r>
        <w:tab/>
        <w:t>4.051e0</w:t>
      </w:r>
    </w:p>
    <w:p w:rsidR="00B65DC9" w:rsidRDefault="00B65DC9" w:rsidP="00B65DC9">
      <w:r>
        <w:t>272.9745</w:t>
      </w:r>
      <w:r>
        <w:tab/>
        <w:t>1.266e-2</w:t>
      </w:r>
    </w:p>
    <w:p w:rsidR="00B65DC9" w:rsidRDefault="00B65DC9" w:rsidP="00B65DC9">
      <w:r>
        <w:t>273.0217</w:t>
      </w:r>
      <w:r>
        <w:tab/>
        <w:t>3.038e0</w:t>
      </w:r>
    </w:p>
    <w:p w:rsidR="00B65DC9" w:rsidRDefault="00B65DC9" w:rsidP="00B65DC9">
      <w:r>
        <w:t>273.0284</w:t>
      </w:r>
      <w:r>
        <w:tab/>
        <w:t>2.532e-2</w:t>
      </w:r>
    </w:p>
    <w:p w:rsidR="00B65DC9" w:rsidRDefault="00B65DC9" w:rsidP="00B65DC9">
      <w:r>
        <w:t>273.0686</w:t>
      </w:r>
      <w:r>
        <w:tab/>
        <w:t>1.713e0</w:t>
      </w:r>
    </w:p>
    <w:p w:rsidR="00B65DC9" w:rsidRDefault="00B65DC9" w:rsidP="00B65DC9">
      <w:r>
        <w:t>273.0891</w:t>
      </w:r>
      <w:r>
        <w:tab/>
        <w:t>5.063e-2</w:t>
      </w:r>
    </w:p>
    <w:p w:rsidR="00B65DC9" w:rsidRDefault="00B65DC9" w:rsidP="00B65DC9">
      <w:r>
        <w:t>273.0901</w:t>
      </w:r>
      <w:r>
        <w:tab/>
        <w:t>2.025e0</w:t>
      </w:r>
    </w:p>
    <w:p w:rsidR="00B65DC9" w:rsidRDefault="00B65DC9" w:rsidP="00B65DC9">
      <w:r>
        <w:t>273.1300</w:t>
      </w:r>
      <w:r>
        <w:tab/>
        <w:t>1.013e0</w:t>
      </w:r>
    </w:p>
    <w:p w:rsidR="00B65DC9" w:rsidRDefault="00B65DC9" w:rsidP="00B65DC9">
      <w:r>
        <w:t>273.1501</w:t>
      </w:r>
      <w:r>
        <w:tab/>
        <w:t>1.013e0</w:t>
      </w:r>
    </w:p>
    <w:p w:rsidR="00B65DC9" w:rsidRDefault="00B65DC9" w:rsidP="00B65DC9">
      <w:r>
        <w:t>273.1622</w:t>
      </w:r>
      <w:r>
        <w:tab/>
        <w:t>2.025e0</w:t>
      </w:r>
    </w:p>
    <w:p w:rsidR="00B65DC9" w:rsidRDefault="00B65DC9" w:rsidP="00B65DC9">
      <w:r>
        <w:t>273.2004</w:t>
      </w:r>
      <w:r>
        <w:tab/>
        <w:t>1.266e-2</w:t>
      </w:r>
    </w:p>
    <w:p w:rsidR="00B65DC9" w:rsidRDefault="00B65DC9" w:rsidP="00B65DC9">
      <w:r>
        <w:t>273.2325</w:t>
      </w:r>
      <w:r>
        <w:tab/>
        <w:t>2.025e0</w:t>
      </w:r>
    </w:p>
    <w:p w:rsidR="00B65DC9" w:rsidRDefault="00B65DC9" w:rsidP="00B65DC9">
      <w:r>
        <w:t>273.2346</w:t>
      </w:r>
      <w:r>
        <w:tab/>
        <w:t>2.025e0</w:t>
      </w:r>
    </w:p>
    <w:p w:rsidR="00B65DC9" w:rsidRDefault="00B65DC9" w:rsidP="00B65DC9">
      <w:r>
        <w:t>273.2826</w:t>
      </w:r>
      <w:r>
        <w:tab/>
        <w:t>2.025e0</w:t>
      </w:r>
    </w:p>
    <w:p w:rsidR="00B65DC9" w:rsidRDefault="00B65DC9" w:rsidP="00B65DC9">
      <w:r>
        <w:lastRenderedPageBreak/>
        <w:t>273.3096</w:t>
      </w:r>
      <w:r>
        <w:tab/>
        <w:t>1.013e0</w:t>
      </w:r>
    </w:p>
    <w:p w:rsidR="00B65DC9" w:rsidRDefault="00B65DC9" w:rsidP="00B65DC9">
      <w:r>
        <w:t>273.3177</w:t>
      </w:r>
      <w:r>
        <w:tab/>
        <w:t>1.013e0</w:t>
      </w:r>
    </w:p>
    <w:p w:rsidR="00B65DC9" w:rsidRDefault="00B65DC9" w:rsidP="00B65DC9">
      <w:r>
        <w:t>273.3412</w:t>
      </w:r>
      <w:r>
        <w:tab/>
        <w:t>1.266e-2</w:t>
      </w:r>
    </w:p>
    <w:p w:rsidR="00B65DC9" w:rsidRDefault="00B65DC9" w:rsidP="00B65DC9">
      <w:r>
        <w:t>273.3918</w:t>
      </w:r>
      <w:r>
        <w:tab/>
        <w:t>1.013e0</w:t>
      </w:r>
    </w:p>
    <w:p w:rsidR="00B65DC9" w:rsidRDefault="00B65DC9" w:rsidP="00B65DC9">
      <w:r>
        <w:t>273.4110</w:t>
      </w:r>
      <w:r>
        <w:tab/>
        <w:t>1.013e0</w:t>
      </w:r>
    </w:p>
    <w:p w:rsidR="00B65DC9" w:rsidRDefault="00B65DC9" w:rsidP="00B65DC9">
      <w:r>
        <w:t>273.4620</w:t>
      </w:r>
      <w:r>
        <w:tab/>
        <w:t>1.013e0</w:t>
      </w:r>
    </w:p>
    <w:p w:rsidR="00B65DC9" w:rsidRDefault="00B65DC9" w:rsidP="00B65DC9">
      <w:r>
        <w:t>273.4722</w:t>
      </w:r>
      <w:r>
        <w:tab/>
        <w:t>2.532e-2</w:t>
      </w:r>
    </w:p>
    <w:p w:rsidR="00B65DC9" w:rsidRDefault="00B65DC9" w:rsidP="00B65DC9">
      <w:r>
        <w:t>273.4852</w:t>
      </w:r>
      <w:r>
        <w:tab/>
        <w:t>1.013e0</w:t>
      </w:r>
    </w:p>
    <w:p w:rsidR="00B65DC9" w:rsidRDefault="00B65DC9" w:rsidP="00B65DC9">
      <w:r>
        <w:t>273.5425</w:t>
      </w:r>
      <w:r>
        <w:tab/>
        <w:t>1.013e0</w:t>
      </w:r>
    </w:p>
    <w:p w:rsidR="00B65DC9" w:rsidRDefault="00B65DC9" w:rsidP="00B65DC9">
      <w:r>
        <w:t>273.5475</w:t>
      </w:r>
      <w:r>
        <w:tab/>
        <w:t>2.025e0</w:t>
      </w:r>
    </w:p>
    <w:p w:rsidR="00B65DC9" w:rsidRDefault="00B65DC9" w:rsidP="00B65DC9">
      <w:r>
        <w:t>273.6048</w:t>
      </w:r>
      <w:r>
        <w:tab/>
        <w:t>2.025e0</w:t>
      </w:r>
    </w:p>
    <w:p w:rsidR="00B65DC9" w:rsidRDefault="00B65DC9" w:rsidP="00B65DC9">
      <w:r>
        <w:t>273.6079</w:t>
      </w:r>
      <w:r>
        <w:tab/>
        <w:t>1.013e0</w:t>
      </w:r>
    </w:p>
    <w:p w:rsidR="00B65DC9" w:rsidRDefault="00B65DC9" w:rsidP="00B65DC9">
      <w:r>
        <w:t>273.6179</w:t>
      </w:r>
      <w:r>
        <w:tab/>
        <w:t>1.266e-2</w:t>
      </w:r>
    </w:p>
    <w:p w:rsidR="00B65DC9" w:rsidRDefault="00B65DC9" w:rsidP="00B65DC9">
      <w:r>
        <w:t>273.6381</w:t>
      </w:r>
      <w:r>
        <w:tab/>
        <w:t>1.013e0</w:t>
      </w:r>
    </w:p>
    <w:p w:rsidR="00B65DC9" w:rsidRDefault="00B65DC9" w:rsidP="00B65DC9">
      <w:r>
        <w:t>273.6491</w:t>
      </w:r>
      <w:r>
        <w:tab/>
        <w:t>1.025e0</w:t>
      </w:r>
    </w:p>
    <w:p w:rsidR="00B65DC9" w:rsidRDefault="00B65DC9" w:rsidP="00B65DC9">
      <w:r>
        <w:t>273.6530</w:t>
      </w:r>
      <w:r>
        <w:tab/>
        <w:t>1.013e0</w:t>
      </w:r>
    </w:p>
    <w:p w:rsidR="00B65DC9" w:rsidRDefault="00B65DC9" w:rsidP="00B65DC9">
      <w:r>
        <w:t>273.6880</w:t>
      </w:r>
      <w:r>
        <w:tab/>
        <w:t>1.266e-2</w:t>
      </w:r>
    </w:p>
    <w:p w:rsidR="00B65DC9" w:rsidRDefault="00B65DC9" w:rsidP="00B65DC9">
      <w:r>
        <w:t>273.8054</w:t>
      </w:r>
      <w:r>
        <w:tab/>
        <w:t>1.013e0</w:t>
      </w:r>
    </w:p>
    <w:p w:rsidR="00B65DC9" w:rsidRDefault="00B65DC9" w:rsidP="00B65DC9">
      <w:r>
        <w:t>273.8450</w:t>
      </w:r>
      <w:r>
        <w:tab/>
        <w:t>1.013e0</w:t>
      </w:r>
    </w:p>
    <w:p w:rsidR="00B65DC9" w:rsidRDefault="00B65DC9" w:rsidP="00B65DC9">
      <w:r>
        <w:lastRenderedPageBreak/>
        <w:t>273.8717</w:t>
      </w:r>
      <w:r>
        <w:tab/>
        <w:t>1.013e0</w:t>
      </w:r>
    </w:p>
    <w:p w:rsidR="00B65DC9" w:rsidRDefault="00B65DC9" w:rsidP="00B65DC9">
      <w:r>
        <w:t>273.8987</w:t>
      </w:r>
      <w:r>
        <w:tab/>
        <w:t>2.532e-2</w:t>
      </w:r>
    </w:p>
    <w:p w:rsidR="00B65DC9" w:rsidRDefault="00B65DC9" w:rsidP="00B65DC9">
      <w:r>
        <w:t>273.9555</w:t>
      </w:r>
      <w:r>
        <w:tab/>
        <w:t>1.013e0</w:t>
      </w:r>
    </w:p>
    <w:p w:rsidR="00B65DC9" w:rsidRDefault="00B65DC9" w:rsidP="00B65DC9">
      <w:r>
        <w:t>273.9771</w:t>
      </w:r>
      <w:r>
        <w:tab/>
        <w:t>1.025e0</w:t>
      </w:r>
    </w:p>
    <w:p w:rsidR="00B65DC9" w:rsidRDefault="00B65DC9" w:rsidP="00B65DC9">
      <w:r>
        <w:t>273.9799</w:t>
      </w:r>
      <w:r>
        <w:tab/>
        <w:t>1.038e0</w:t>
      </w:r>
    </w:p>
    <w:p w:rsidR="00B65DC9" w:rsidRDefault="00B65DC9" w:rsidP="00B65DC9">
      <w:r>
        <w:t>273.9953</w:t>
      </w:r>
      <w:r>
        <w:tab/>
        <w:t>2.025e0</w:t>
      </w:r>
    </w:p>
    <w:p w:rsidR="00B65DC9" w:rsidRDefault="00B65DC9" w:rsidP="00B65DC9">
      <w:r>
        <w:t>274.0293</w:t>
      </w:r>
      <w:r>
        <w:tab/>
        <w:t>8.101e0</w:t>
      </w:r>
    </w:p>
    <w:p w:rsidR="00B65DC9" w:rsidRDefault="00B65DC9" w:rsidP="00B65DC9">
      <w:r>
        <w:t>274.0311</w:t>
      </w:r>
      <w:r>
        <w:tab/>
        <w:t>1.013e0</w:t>
      </w:r>
    </w:p>
    <w:p w:rsidR="00B65DC9" w:rsidRDefault="00B65DC9" w:rsidP="00B65DC9">
      <w:r>
        <w:t>274.0901</w:t>
      </w:r>
      <w:r>
        <w:tab/>
        <w:t>8.152e0</w:t>
      </w:r>
    </w:p>
    <w:p w:rsidR="00B65DC9" w:rsidRDefault="00B65DC9" w:rsidP="00B65DC9">
      <w:r>
        <w:t>274.1017</w:t>
      </w:r>
      <w:r>
        <w:tab/>
        <w:t>1.266e-2</w:t>
      </w:r>
    </w:p>
    <w:p w:rsidR="00B65DC9" w:rsidRDefault="00B65DC9" w:rsidP="00B65DC9">
      <w:r>
        <w:t>274.1127</w:t>
      </w:r>
      <w:r>
        <w:tab/>
        <w:t>2.038e0</w:t>
      </w:r>
    </w:p>
    <w:p w:rsidR="00B65DC9" w:rsidRDefault="00B65DC9" w:rsidP="00B65DC9">
      <w:r>
        <w:t>274.1258</w:t>
      </w:r>
      <w:r>
        <w:tab/>
        <w:t>1.038e0</w:t>
      </w:r>
    </w:p>
    <w:p w:rsidR="00B65DC9" w:rsidRDefault="00B65DC9" w:rsidP="00B65DC9">
      <w:r>
        <w:t>274.1705</w:t>
      </w:r>
      <w:r>
        <w:tab/>
        <w:t>3.038e0</w:t>
      </w:r>
    </w:p>
    <w:p w:rsidR="00B65DC9" w:rsidRDefault="00B65DC9" w:rsidP="00B65DC9">
      <w:r>
        <w:t>274.1723</w:t>
      </w:r>
      <w:r>
        <w:tab/>
        <w:t>1.266e-2</w:t>
      </w:r>
    </w:p>
    <w:p w:rsidR="00B65DC9" w:rsidRDefault="00B65DC9" w:rsidP="00B65DC9">
      <w:r>
        <w:t>274.1934</w:t>
      </w:r>
      <w:r>
        <w:tab/>
        <w:t>2.038e0</w:t>
      </w:r>
    </w:p>
    <w:p w:rsidR="00B65DC9" w:rsidRDefault="00B65DC9" w:rsidP="00B65DC9">
      <w:r>
        <w:t>274.2029</w:t>
      </w:r>
      <w:r>
        <w:tab/>
        <w:t>1.013e0</w:t>
      </w:r>
    </w:p>
    <w:p w:rsidR="00B65DC9" w:rsidRDefault="00B65DC9" w:rsidP="00B65DC9">
      <w:r>
        <w:t>274.2229</w:t>
      </w:r>
      <w:r>
        <w:tab/>
        <w:t>1.266e-2</w:t>
      </w:r>
    </w:p>
    <w:p w:rsidR="00B65DC9" w:rsidRDefault="00B65DC9" w:rsidP="00B65DC9">
      <w:r>
        <w:t>274.2461</w:t>
      </w:r>
      <w:r>
        <w:tab/>
        <w:t>1.013e0</w:t>
      </w:r>
    </w:p>
    <w:p w:rsidR="00B65DC9" w:rsidRDefault="00B65DC9" w:rsidP="00B65DC9">
      <w:r>
        <w:t>274.2546</w:t>
      </w:r>
      <w:r>
        <w:tab/>
        <w:t>1.266e-2</w:t>
      </w:r>
    </w:p>
    <w:p w:rsidR="00B65DC9" w:rsidRDefault="00B65DC9" w:rsidP="00B65DC9">
      <w:r>
        <w:lastRenderedPageBreak/>
        <w:t>274.2933</w:t>
      </w:r>
      <w:r>
        <w:tab/>
        <w:t>1.266e-2</w:t>
      </w:r>
    </w:p>
    <w:p w:rsidR="00B65DC9" w:rsidRDefault="00B65DC9" w:rsidP="00B65DC9">
      <w:r>
        <w:t>274.3557</w:t>
      </w:r>
      <w:r>
        <w:tab/>
        <w:t>1.013e0</w:t>
      </w:r>
    </w:p>
    <w:p w:rsidR="00B65DC9" w:rsidRDefault="00B65DC9" w:rsidP="00B65DC9">
      <w:r>
        <w:t>274.4298</w:t>
      </w:r>
      <w:r>
        <w:tab/>
        <w:t>1.013e0</w:t>
      </w:r>
    </w:p>
    <w:p w:rsidR="00B65DC9" w:rsidRDefault="00B65DC9" w:rsidP="00B65DC9">
      <w:r>
        <w:t>274.4346</w:t>
      </w:r>
      <w:r>
        <w:tab/>
        <w:t>1.266e-2</w:t>
      </w:r>
    </w:p>
    <w:p w:rsidR="00B65DC9" w:rsidRDefault="00B65DC9" w:rsidP="00B65DC9">
      <w:r>
        <w:t>274.4590</w:t>
      </w:r>
      <w:r>
        <w:tab/>
        <w:t>2.025e0</w:t>
      </w:r>
    </w:p>
    <w:p w:rsidR="00B65DC9" w:rsidRDefault="00B65DC9" w:rsidP="00B65DC9">
      <w:r>
        <w:t>274.5254</w:t>
      </w:r>
      <w:r>
        <w:tab/>
        <w:t>2.025e0</w:t>
      </w:r>
    </w:p>
    <w:p w:rsidR="00B65DC9" w:rsidRDefault="00B65DC9" w:rsidP="00B65DC9">
      <w:r>
        <w:t>274.5406</w:t>
      </w:r>
      <w:r>
        <w:tab/>
        <w:t>1.013e0</w:t>
      </w:r>
    </w:p>
    <w:p w:rsidR="00B65DC9" w:rsidRDefault="00B65DC9" w:rsidP="00B65DC9">
      <w:r>
        <w:t>274.6164</w:t>
      </w:r>
      <w:r>
        <w:tab/>
        <w:t>1.266e-2</w:t>
      </w:r>
    </w:p>
    <w:p w:rsidR="00B65DC9" w:rsidRDefault="00B65DC9" w:rsidP="00B65DC9">
      <w:r>
        <w:t>274.7178</w:t>
      </w:r>
      <w:r>
        <w:tab/>
        <w:t>1.013e0</w:t>
      </w:r>
    </w:p>
    <w:p w:rsidR="00B65DC9" w:rsidRDefault="00B65DC9" w:rsidP="00B65DC9">
      <w:r>
        <w:t>274.7303</w:t>
      </w:r>
      <w:r>
        <w:tab/>
        <w:t>1.266e-2</w:t>
      </w:r>
    </w:p>
    <w:p w:rsidR="00B65DC9" w:rsidRDefault="00B65DC9" w:rsidP="00B65DC9">
      <w:r>
        <w:t>274.7831</w:t>
      </w:r>
      <w:r>
        <w:tab/>
        <w:t>1.013e0</w:t>
      </w:r>
    </w:p>
    <w:p w:rsidR="00B65DC9" w:rsidRDefault="00B65DC9" w:rsidP="00B65DC9">
      <w:r>
        <w:t>274.8278</w:t>
      </w:r>
      <w:r>
        <w:tab/>
        <w:t>1.013e0</w:t>
      </w:r>
    </w:p>
    <w:p w:rsidR="00B65DC9" w:rsidRDefault="00B65DC9" w:rsidP="00B65DC9">
      <w:r>
        <w:t>274.8589</w:t>
      </w:r>
      <w:r>
        <w:tab/>
        <w:t>1.266e-2</w:t>
      </w:r>
    </w:p>
    <w:p w:rsidR="00B65DC9" w:rsidRDefault="00B65DC9" w:rsidP="00B65DC9">
      <w:r>
        <w:t>274.8630</w:t>
      </w:r>
      <w:r>
        <w:tab/>
        <w:t>1.013e0</w:t>
      </w:r>
    </w:p>
    <w:p w:rsidR="00B65DC9" w:rsidRDefault="00B65DC9" w:rsidP="00B65DC9">
      <w:r>
        <w:t>274.9062</w:t>
      </w:r>
      <w:r>
        <w:tab/>
        <w:t>1.013e0</w:t>
      </w:r>
    </w:p>
    <w:p w:rsidR="00B65DC9" w:rsidRDefault="00B65DC9" w:rsidP="00B65DC9">
      <w:r>
        <w:t>274.9184</w:t>
      </w:r>
      <w:r>
        <w:tab/>
        <w:t>3.038e0</w:t>
      </w:r>
    </w:p>
    <w:p w:rsidR="00B65DC9" w:rsidRDefault="00B65DC9" w:rsidP="00B65DC9">
      <w:r>
        <w:t>274.9200</w:t>
      </w:r>
      <w:r>
        <w:tab/>
        <w:t>1.013e0</w:t>
      </w:r>
    </w:p>
    <w:p w:rsidR="00B65DC9" w:rsidRDefault="00B65DC9" w:rsidP="00B65DC9">
      <w:r>
        <w:t>274.9786</w:t>
      </w:r>
      <w:r>
        <w:tab/>
        <w:t>2.025e0</w:t>
      </w:r>
    </w:p>
    <w:p w:rsidR="00B65DC9" w:rsidRDefault="00B65DC9" w:rsidP="00B65DC9">
      <w:r>
        <w:t>274.9952</w:t>
      </w:r>
      <w:r>
        <w:tab/>
        <w:t>5.063e-2</w:t>
      </w:r>
    </w:p>
    <w:p w:rsidR="00B65DC9" w:rsidRDefault="00B65DC9" w:rsidP="00B65DC9">
      <w:r>
        <w:lastRenderedPageBreak/>
        <w:t>275.0040</w:t>
      </w:r>
      <w:r>
        <w:tab/>
        <w:t>1.013e0</w:t>
      </w:r>
    </w:p>
    <w:p w:rsidR="00B65DC9" w:rsidRDefault="00B65DC9" w:rsidP="00B65DC9">
      <w:r>
        <w:t>275.0355</w:t>
      </w:r>
      <w:r>
        <w:tab/>
        <w:t>8.329e0</w:t>
      </w:r>
    </w:p>
    <w:p w:rsidR="00B65DC9" w:rsidRDefault="00B65DC9" w:rsidP="00B65DC9">
      <w:r>
        <w:t>275.0424</w:t>
      </w:r>
      <w:r>
        <w:tab/>
        <w:t>6.495e0</w:t>
      </w:r>
    </w:p>
    <w:p w:rsidR="00B65DC9" w:rsidRDefault="00B65DC9" w:rsidP="00B65DC9">
      <w:r>
        <w:t>275.0445</w:t>
      </w:r>
      <w:r>
        <w:tab/>
        <w:t>5.102e0</w:t>
      </w:r>
    </w:p>
    <w:p w:rsidR="00B65DC9" w:rsidRDefault="00B65DC9" w:rsidP="00B65DC9">
      <w:r>
        <w:t>275.0580</w:t>
      </w:r>
      <w:r>
        <w:tab/>
        <w:t>7.089e0</w:t>
      </w:r>
    </w:p>
    <w:p w:rsidR="00B65DC9" w:rsidRDefault="00B65DC9" w:rsidP="00B65DC9">
      <w:r>
        <w:t>275.0833</w:t>
      </w:r>
      <w:r>
        <w:tab/>
        <w:t>7.073e-1</w:t>
      </w:r>
    </w:p>
    <w:p w:rsidR="00B65DC9" w:rsidRDefault="00B65DC9" w:rsidP="00B65DC9">
      <w:r>
        <w:t>275.1135</w:t>
      </w:r>
      <w:r>
        <w:tab/>
        <w:t>5.063e0</w:t>
      </w:r>
    </w:p>
    <w:p w:rsidR="00B65DC9" w:rsidRDefault="00B65DC9" w:rsidP="00B65DC9">
      <w:r>
        <w:t>275.1179</w:t>
      </w:r>
      <w:r>
        <w:tab/>
        <w:t>2.025e0</w:t>
      </w:r>
    </w:p>
    <w:p w:rsidR="00B65DC9" w:rsidRDefault="00B65DC9" w:rsidP="00B65DC9">
      <w:r>
        <w:t>275.2148</w:t>
      </w:r>
      <w:r>
        <w:tab/>
        <w:t>1.013e0</w:t>
      </w:r>
    </w:p>
    <w:p w:rsidR="00B65DC9" w:rsidRDefault="00B65DC9" w:rsidP="00B65DC9">
      <w:r>
        <w:t>275.2231</w:t>
      </w:r>
      <w:r>
        <w:tab/>
        <w:t>1.266e-2</w:t>
      </w:r>
    </w:p>
    <w:p w:rsidR="00B65DC9" w:rsidRDefault="00B65DC9" w:rsidP="00B65DC9">
      <w:r>
        <w:t>275.2501</w:t>
      </w:r>
      <w:r>
        <w:tab/>
        <w:t>2.025e0</w:t>
      </w:r>
    </w:p>
    <w:p w:rsidR="00B65DC9" w:rsidRDefault="00B65DC9" w:rsidP="00B65DC9">
      <w:r>
        <w:t>275.2527</w:t>
      </w:r>
      <w:r>
        <w:tab/>
        <w:t>3.038e0</w:t>
      </w:r>
    </w:p>
    <w:p w:rsidR="00B65DC9" w:rsidRDefault="00B65DC9" w:rsidP="00B65DC9">
      <w:r>
        <w:t>275.3344</w:t>
      </w:r>
      <w:r>
        <w:tab/>
        <w:t>1.266e-2</w:t>
      </w:r>
    </w:p>
    <w:p w:rsidR="00B65DC9" w:rsidRDefault="00B65DC9" w:rsidP="00B65DC9">
      <w:r>
        <w:t>275.3474</w:t>
      </w:r>
      <w:r>
        <w:tab/>
        <w:t>1.013e0</w:t>
      </w:r>
    </w:p>
    <w:p w:rsidR="00B65DC9" w:rsidRDefault="00B65DC9" w:rsidP="00B65DC9">
      <w:r>
        <w:t>275.3698</w:t>
      </w:r>
      <w:r>
        <w:tab/>
        <w:t>1.013e0</w:t>
      </w:r>
    </w:p>
    <w:p w:rsidR="00B65DC9" w:rsidRDefault="00B65DC9" w:rsidP="00B65DC9">
      <w:r>
        <w:t>275.4653</w:t>
      </w:r>
      <w:r>
        <w:tab/>
        <w:t>2.025e0</w:t>
      </w:r>
    </w:p>
    <w:p w:rsidR="00B65DC9" w:rsidRDefault="00B65DC9" w:rsidP="00B65DC9">
      <w:r>
        <w:t>275.4841</w:t>
      </w:r>
      <w:r>
        <w:tab/>
        <w:t>1.013e0</w:t>
      </w:r>
    </w:p>
    <w:p w:rsidR="00B65DC9" w:rsidRDefault="00B65DC9" w:rsidP="00B65DC9">
      <w:r>
        <w:t>275.5114</w:t>
      </w:r>
      <w:r>
        <w:tab/>
        <w:t>1.266e-2</w:t>
      </w:r>
    </w:p>
    <w:p w:rsidR="00B65DC9" w:rsidRDefault="00B65DC9" w:rsidP="00B65DC9">
      <w:r>
        <w:t>275.5420</w:t>
      </w:r>
      <w:r>
        <w:tab/>
        <w:t>1.013e0</w:t>
      </w:r>
    </w:p>
    <w:p w:rsidR="00B65DC9" w:rsidRDefault="00B65DC9" w:rsidP="00B65DC9">
      <w:r>
        <w:lastRenderedPageBreak/>
        <w:t>275.5742</w:t>
      </w:r>
      <w:r>
        <w:tab/>
        <w:t>2.025e0</w:t>
      </w:r>
    </w:p>
    <w:p w:rsidR="00B65DC9" w:rsidRDefault="00B65DC9" w:rsidP="00B65DC9">
      <w:r>
        <w:t>275.5857</w:t>
      </w:r>
      <w:r>
        <w:tab/>
        <w:t>1.266e-2</w:t>
      </w:r>
    </w:p>
    <w:p w:rsidR="00B65DC9" w:rsidRDefault="00B65DC9" w:rsidP="00B65DC9">
      <w:r>
        <w:t>275.6133</w:t>
      </w:r>
      <w:r>
        <w:tab/>
        <w:t>1.013e0</w:t>
      </w:r>
    </w:p>
    <w:p w:rsidR="00B65DC9" w:rsidRDefault="00B65DC9" w:rsidP="00B65DC9">
      <w:r>
        <w:t>275.6641</w:t>
      </w:r>
      <w:r>
        <w:tab/>
        <w:t>1.013e0</w:t>
      </w:r>
    </w:p>
    <w:p w:rsidR="00B65DC9" w:rsidRDefault="00B65DC9" w:rsidP="00B65DC9">
      <w:r>
        <w:t>275.6738</w:t>
      </w:r>
      <w:r>
        <w:tab/>
        <w:t>1.266e-2</w:t>
      </w:r>
    </w:p>
    <w:p w:rsidR="00B65DC9" w:rsidRDefault="00B65DC9" w:rsidP="00B65DC9">
      <w:r>
        <w:t>275.6837</w:t>
      </w:r>
      <w:r>
        <w:tab/>
        <w:t>1.013e0</w:t>
      </w:r>
    </w:p>
    <w:p w:rsidR="00B65DC9" w:rsidRDefault="00B65DC9" w:rsidP="00B65DC9">
      <w:r>
        <w:t>275.7093</w:t>
      </w:r>
      <w:r>
        <w:tab/>
        <w:t>1.266e-2</w:t>
      </w:r>
    </w:p>
    <w:p w:rsidR="00B65DC9" w:rsidRDefault="00B65DC9" w:rsidP="00B65DC9">
      <w:r>
        <w:t>275.7498</w:t>
      </w:r>
      <w:r>
        <w:tab/>
        <w:t>1.266e-2</w:t>
      </w:r>
    </w:p>
    <w:p w:rsidR="00B65DC9" w:rsidRDefault="00B65DC9" w:rsidP="00B65DC9">
      <w:r>
        <w:t>275.7660</w:t>
      </w:r>
      <w:r>
        <w:tab/>
        <w:t>1.013e0</w:t>
      </w:r>
    </w:p>
    <w:p w:rsidR="00B65DC9" w:rsidRDefault="00B65DC9" w:rsidP="00B65DC9">
      <w:r>
        <w:t>275.7701</w:t>
      </w:r>
      <w:r>
        <w:tab/>
        <w:t>1.013e0</w:t>
      </w:r>
    </w:p>
    <w:p w:rsidR="00B65DC9" w:rsidRDefault="00B65DC9" w:rsidP="00B65DC9">
      <w:r>
        <w:t>275.7850</w:t>
      </w:r>
      <w:r>
        <w:tab/>
        <w:t>1.266e-2</w:t>
      </w:r>
    </w:p>
    <w:p w:rsidR="00B65DC9" w:rsidRDefault="00B65DC9" w:rsidP="00B65DC9">
      <w:r>
        <w:t>275.8410</w:t>
      </w:r>
      <w:r>
        <w:tab/>
        <w:t>1.266e-2</w:t>
      </w:r>
    </w:p>
    <w:p w:rsidR="00B65DC9" w:rsidRDefault="00B65DC9" w:rsidP="00B65DC9">
      <w:r>
        <w:t>275.8948</w:t>
      </w:r>
      <w:r>
        <w:tab/>
        <w:t>1.013e0</w:t>
      </w:r>
    </w:p>
    <w:p w:rsidR="00B65DC9" w:rsidRDefault="00B65DC9" w:rsidP="00B65DC9">
      <w:r>
        <w:t>275.8985</w:t>
      </w:r>
      <w:r>
        <w:tab/>
        <w:t>1.013e0</w:t>
      </w:r>
    </w:p>
    <w:p w:rsidR="00B65DC9" w:rsidRDefault="00B65DC9" w:rsidP="00B65DC9">
      <w:r>
        <w:t>275.9217</w:t>
      </w:r>
      <w:r>
        <w:tab/>
        <w:t>1.266e-2</w:t>
      </w:r>
    </w:p>
    <w:p w:rsidR="00B65DC9" w:rsidRDefault="00B65DC9" w:rsidP="00B65DC9">
      <w:r>
        <w:t>275.9588</w:t>
      </w:r>
      <w:r>
        <w:tab/>
        <w:t>2.025e0</w:t>
      </w:r>
    </w:p>
    <w:p w:rsidR="00B65DC9" w:rsidRDefault="00B65DC9" w:rsidP="00B65DC9">
      <w:r>
        <w:t>275.9609</w:t>
      </w:r>
      <w:r>
        <w:tab/>
        <w:t>3.038e0</w:t>
      </w:r>
    </w:p>
    <w:p w:rsidR="00B65DC9" w:rsidRDefault="00B65DC9" w:rsidP="00B65DC9">
      <w:r>
        <w:t>275.9763</w:t>
      </w:r>
      <w:r>
        <w:tab/>
        <w:t>1.038e0</w:t>
      </w:r>
    </w:p>
    <w:p w:rsidR="00B65DC9" w:rsidRDefault="00B65DC9" w:rsidP="00B65DC9">
      <w:r>
        <w:t>275.9851</w:t>
      </w:r>
      <w:r>
        <w:tab/>
        <w:t>2.532e-2</w:t>
      </w:r>
    </w:p>
    <w:p w:rsidR="00B65DC9" w:rsidRDefault="00B65DC9" w:rsidP="00B65DC9">
      <w:r>
        <w:lastRenderedPageBreak/>
        <w:t>276.0251</w:t>
      </w:r>
      <w:r>
        <w:tab/>
        <w:t>2.076e0</w:t>
      </w:r>
    </w:p>
    <w:p w:rsidR="00B65DC9" w:rsidRDefault="00B65DC9" w:rsidP="00B65DC9">
      <w:r>
        <w:t>276.0379</w:t>
      </w:r>
      <w:r>
        <w:tab/>
        <w:t>5.089e0</w:t>
      </w:r>
    </w:p>
    <w:p w:rsidR="00B65DC9" w:rsidRDefault="00B65DC9" w:rsidP="00B65DC9">
      <w:r>
        <w:t>276.0490</w:t>
      </w:r>
      <w:r>
        <w:tab/>
        <w:t>1.025e0</w:t>
      </w:r>
    </w:p>
    <w:p w:rsidR="00B65DC9" w:rsidRDefault="00B65DC9" w:rsidP="00B65DC9">
      <w:r>
        <w:t>276.0969</w:t>
      </w:r>
      <w:r>
        <w:tab/>
        <w:t>3.051e0</w:t>
      </w:r>
    </w:p>
    <w:p w:rsidR="00B65DC9" w:rsidRDefault="00B65DC9" w:rsidP="00B65DC9">
      <w:r>
        <w:t>276.1021</w:t>
      </w:r>
      <w:r>
        <w:tab/>
        <w:t>1.266e-2</w:t>
      </w:r>
    </w:p>
    <w:p w:rsidR="00B65DC9" w:rsidRDefault="00B65DC9" w:rsidP="00B65DC9">
      <w:r>
        <w:t>276.1057</w:t>
      </w:r>
      <w:r>
        <w:tab/>
        <w:t>1.025e0</w:t>
      </w:r>
    </w:p>
    <w:p w:rsidR="00B65DC9" w:rsidRDefault="00B65DC9" w:rsidP="00B65DC9">
      <w:r>
        <w:t>276.1789</w:t>
      </w:r>
      <w:r>
        <w:tab/>
        <w:t>2.063e0</w:t>
      </w:r>
    </w:p>
    <w:p w:rsidR="00B65DC9" w:rsidRDefault="00B65DC9" w:rsidP="00B65DC9">
      <w:r>
        <w:t>276.2069</w:t>
      </w:r>
      <w:r>
        <w:tab/>
        <w:t>3.798e-2</w:t>
      </w:r>
    </w:p>
    <w:p w:rsidR="00B65DC9" w:rsidRDefault="00B65DC9" w:rsidP="00B65DC9">
      <w:r>
        <w:t>276.2386</w:t>
      </w:r>
      <w:r>
        <w:tab/>
        <w:t>1.013e0</w:t>
      </w:r>
    </w:p>
    <w:p w:rsidR="00B65DC9" w:rsidRDefault="00B65DC9" w:rsidP="00B65DC9">
      <w:r>
        <w:t>276.2469</w:t>
      </w:r>
      <w:r>
        <w:tab/>
        <w:t>1.266e-2</w:t>
      </w:r>
    </w:p>
    <w:p w:rsidR="00B65DC9" w:rsidRDefault="00B65DC9" w:rsidP="00B65DC9">
      <w:r>
        <w:t>276.2620</w:t>
      </w:r>
      <w:r>
        <w:tab/>
        <w:t>2.025e0</w:t>
      </w:r>
    </w:p>
    <w:p w:rsidR="00B65DC9" w:rsidRDefault="00B65DC9" w:rsidP="00B65DC9">
      <w:r>
        <w:t>276.3094</w:t>
      </w:r>
      <w:r>
        <w:tab/>
        <w:t>1.013e0</w:t>
      </w:r>
    </w:p>
    <w:p w:rsidR="00B65DC9" w:rsidRDefault="00B65DC9" w:rsidP="00B65DC9">
      <w:r>
        <w:t>276.3322</w:t>
      </w:r>
      <w:r>
        <w:tab/>
        <w:t>1.266e-2</w:t>
      </w:r>
    </w:p>
    <w:p w:rsidR="00B65DC9" w:rsidRDefault="00B65DC9" w:rsidP="00B65DC9">
      <w:r>
        <w:t>276.4462</w:t>
      </w:r>
      <w:r>
        <w:tab/>
        <w:t>1.013e0</w:t>
      </w:r>
    </w:p>
    <w:p w:rsidR="00B65DC9" w:rsidRDefault="00B65DC9" w:rsidP="00B65DC9">
      <w:r>
        <w:t>276.5317</w:t>
      </w:r>
      <w:r>
        <w:tab/>
        <w:t>1.013e0</w:t>
      </w:r>
    </w:p>
    <w:p w:rsidR="00B65DC9" w:rsidRDefault="00B65DC9" w:rsidP="00B65DC9">
      <w:r>
        <w:t>276.5395</w:t>
      </w:r>
      <w:r>
        <w:tab/>
        <w:t>2.532e-2</w:t>
      </w:r>
    </w:p>
    <w:p w:rsidR="00B65DC9" w:rsidRDefault="00B65DC9" w:rsidP="00B65DC9">
      <w:r>
        <w:t>276.5475</w:t>
      </w:r>
      <w:r>
        <w:tab/>
        <w:t>1.013e0</w:t>
      </w:r>
    </w:p>
    <w:p w:rsidR="00B65DC9" w:rsidRDefault="00B65DC9" w:rsidP="00B65DC9">
      <w:r>
        <w:t>276.5747</w:t>
      </w:r>
      <w:r>
        <w:tab/>
        <w:t>1.013e0</w:t>
      </w:r>
    </w:p>
    <w:p w:rsidR="00B65DC9" w:rsidRDefault="00B65DC9" w:rsidP="00B65DC9">
      <w:r>
        <w:t>276.6456</w:t>
      </w:r>
      <w:r>
        <w:tab/>
        <w:t>1.013e0</w:t>
      </w:r>
    </w:p>
    <w:p w:rsidR="00B65DC9" w:rsidRDefault="00B65DC9" w:rsidP="00B65DC9">
      <w:r>
        <w:lastRenderedPageBreak/>
        <w:t>276.6635</w:t>
      </w:r>
      <w:r>
        <w:tab/>
        <w:t>1.013e0</w:t>
      </w:r>
    </w:p>
    <w:p w:rsidR="00B65DC9" w:rsidRDefault="00B65DC9" w:rsidP="00B65DC9">
      <w:r>
        <w:t>276.6940</w:t>
      </w:r>
      <w:r>
        <w:tab/>
        <w:t>2.025e0</w:t>
      </w:r>
    </w:p>
    <w:p w:rsidR="00B65DC9" w:rsidRDefault="00B65DC9" w:rsidP="00B65DC9">
      <w:r>
        <w:t>276.6957</w:t>
      </w:r>
      <w:r>
        <w:tab/>
        <w:t>2.025e0</w:t>
      </w:r>
    </w:p>
    <w:p w:rsidR="00B65DC9" w:rsidRDefault="00B65DC9" w:rsidP="00B65DC9">
      <w:r>
        <w:t>276.7428</w:t>
      </w:r>
      <w:r>
        <w:tab/>
        <w:t>1.266e-2</w:t>
      </w:r>
    </w:p>
    <w:p w:rsidR="00B65DC9" w:rsidRDefault="00B65DC9" w:rsidP="00B65DC9">
      <w:r>
        <w:t>276.7587</w:t>
      </w:r>
      <w:r>
        <w:tab/>
        <w:t>2.025e0</w:t>
      </w:r>
    </w:p>
    <w:p w:rsidR="00B65DC9" w:rsidRDefault="00B65DC9" w:rsidP="00B65DC9">
      <w:r>
        <w:t>276.8212</w:t>
      </w:r>
      <w:r>
        <w:tab/>
        <w:t>1.013e0</w:t>
      </w:r>
    </w:p>
    <w:p w:rsidR="00B65DC9" w:rsidRDefault="00B65DC9" w:rsidP="00B65DC9">
      <w:r>
        <w:t>276.8489</w:t>
      </w:r>
      <w:r>
        <w:tab/>
        <w:t>1.013e0</w:t>
      </w:r>
    </w:p>
    <w:p w:rsidR="00B65DC9" w:rsidRDefault="00B65DC9" w:rsidP="00B65DC9">
      <w:r>
        <w:t>276.8568</w:t>
      </w:r>
      <w:r>
        <w:tab/>
        <w:t>1.013e0</w:t>
      </w:r>
    </w:p>
    <w:p w:rsidR="00B65DC9" w:rsidRDefault="00B65DC9" w:rsidP="00B65DC9">
      <w:r>
        <w:t>276.8669</w:t>
      </w:r>
      <w:r>
        <w:tab/>
        <w:t>1.013e0</w:t>
      </w:r>
    </w:p>
    <w:p w:rsidR="00B65DC9" w:rsidRDefault="00B65DC9" w:rsidP="00B65DC9">
      <w:r>
        <w:t>276.8877</w:t>
      </w:r>
      <w:r>
        <w:tab/>
        <w:t>1.013e0</w:t>
      </w:r>
    </w:p>
    <w:p w:rsidR="00B65DC9" w:rsidRDefault="00B65DC9" w:rsidP="00B65DC9">
      <w:r>
        <w:t>276.9207</w:t>
      </w:r>
      <w:r>
        <w:tab/>
        <w:t>2.025e0</w:t>
      </w:r>
    </w:p>
    <w:p w:rsidR="00B65DC9" w:rsidRDefault="00B65DC9" w:rsidP="00B65DC9">
      <w:r>
        <w:t>276.9462</w:t>
      </w:r>
      <w:r>
        <w:tab/>
        <w:t>2.025e0</w:t>
      </w:r>
    </w:p>
    <w:p w:rsidR="00B65DC9" w:rsidRDefault="00B65DC9" w:rsidP="00B65DC9">
      <w:r>
        <w:t>276.9585</w:t>
      </w:r>
      <w:r>
        <w:tab/>
        <w:t>1.266e-2</w:t>
      </w:r>
    </w:p>
    <w:p w:rsidR="00B65DC9" w:rsidRDefault="00B65DC9" w:rsidP="00B65DC9">
      <w:r>
        <w:t>276.9894</w:t>
      </w:r>
      <w:r>
        <w:tab/>
        <w:t>1.013e0</w:t>
      </w:r>
    </w:p>
    <w:p w:rsidR="00B65DC9" w:rsidRDefault="00B65DC9" w:rsidP="00B65DC9">
      <w:r>
        <w:t>276.9991</w:t>
      </w:r>
      <w:r>
        <w:tab/>
        <w:t>3.038e0</w:t>
      </w:r>
    </w:p>
    <w:p w:rsidR="00B65DC9" w:rsidRDefault="00B65DC9" w:rsidP="00B65DC9">
      <w:r>
        <w:t>277.0083</w:t>
      </w:r>
      <w:r>
        <w:tab/>
        <w:t>2.025e0</w:t>
      </w:r>
    </w:p>
    <w:p w:rsidR="00B65DC9" w:rsidRDefault="00B65DC9" w:rsidP="00B65DC9">
      <w:r>
        <w:t>277.0130</w:t>
      </w:r>
      <w:r>
        <w:tab/>
        <w:t>1.013e0</w:t>
      </w:r>
    </w:p>
    <w:p w:rsidR="00B65DC9" w:rsidRDefault="00B65DC9" w:rsidP="00B65DC9">
      <w:r>
        <w:t>277.0479</w:t>
      </w:r>
      <w:r>
        <w:tab/>
        <w:t>2.038e0</w:t>
      </w:r>
    </w:p>
    <w:p w:rsidR="00B65DC9" w:rsidRDefault="00B65DC9" w:rsidP="00B65DC9">
      <w:r>
        <w:t>277.0562</w:t>
      </w:r>
      <w:r>
        <w:tab/>
        <w:t>1.013e0</w:t>
      </w:r>
    </w:p>
    <w:p w:rsidR="00B65DC9" w:rsidRDefault="00B65DC9" w:rsidP="00B65DC9">
      <w:r>
        <w:lastRenderedPageBreak/>
        <w:t>277.0872</w:t>
      </w:r>
      <w:r>
        <w:tab/>
        <w:t>1.013e0</w:t>
      </w:r>
    </w:p>
    <w:p w:rsidR="00B65DC9" w:rsidRDefault="00B65DC9" w:rsidP="00B65DC9">
      <w:r>
        <w:t>277.0911</w:t>
      </w:r>
      <w:r>
        <w:tab/>
        <w:t>1.266e-2</w:t>
      </w:r>
    </w:p>
    <w:p w:rsidR="00B65DC9" w:rsidRDefault="00B65DC9" w:rsidP="00B65DC9">
      <w:r>
        <w:t>277.1088</w:t>
      </w:r>
      <w:r>
        <w:tab/>
        <w:t>4.051e0</w:t>
      </w:r>
    </w:p>
    <w:p w:rsidR="00B65DC9" w:rsidRDefault="00B65DC9" w:rsidP="00B65DC9">
      <w:r>
        <w:t>277.1576</w:t>
      </w:r>
      <w:r>
        <w:tab/>
        <w:t>1.266e-2</w:t>
      </w:r>
    </w:p>
    <w:p w:rsidR="00B65DC9" w:rsidRDefault="00B65DC9" w:rsidP="00B65DC9">
      <w:r>
        <w:t>277.1818</w:t>
      </w:r>
      <w:r>
        <w:tab/>
        <w:t>2.038e0</w:t>
      </w:r>
    </w:p>
    <w:p w:rsidR="00B65DC9" w:rsidRDefault="00B65DC9" w:rsidP="00B65DC9">
      <w:r>
        <w:t>277.1844</w:t>
      </w:r>
      <w:r>
        <w:tab/>
        <w:t>4.063e0</w:t>
      </w:r>
    </w:p>
    <w:p w:rsidR="00B65DC9" w:rsidRDefault="00B65DC9" w:rsidP="00B65DC9">
      <w:r>
        <w:t>277.2385</w:t>
      </w:r>
      <w:r>
        <w:tab/>
        <w:t>1.013e0</w:t>
      </w:r>
    </w:p>
    <w:p w:rsidR="00B65DC9" w:rsidRDefault="00B65DC9" w:rsidP="00B65DC9">
      <w:r>
        <w:t>277.3223</w:t>
      </w:r>
      <w:r>
        <w:tab/>
        <w:t>1.013e0</w:t>
      </w:r>
    </w:p>
    <w:p w:rsidR="00B65DC9" w:rsidRDefault="00B65DC9" w:rsidP="00B65DC9">
      <w:r>
        <w:t>277.3761</w:t>
      </w:r>
      <w:r>
        <w:tab/>
        <w:t>1.013e0</w:t>
      </w:r>
    </w:p>
    <w:p w:rsidR="00B65DC9" w:rsidRDefault="00B65DC9" w:rsidP="00B65DC9">
      <w:r>
        <w:t>277.4159</w:t>
      </w:r>
      <w:r>
        <w:tab/>
        <w:t>1.013e0</w:t>
      </w:r>
    </w:p>
    <w:p w:rsidR="00B65DC9" w:rsidRDefault="00B65DC9" w:rsidP="00B65DC9">
      <w:r>
        <w:t>277.4729</w:t>
      </w:r>
      <w:r>
        <w:tab/>
        <w:t>1.013e0</w:t>
      </w:r>
    </w:p>
    <w:p w:rsidR="00B65DC9" w:rsidRDefault="00B65DC9" w:rsidP="00B65DC9">
      <w:r>
        <w:t>277.4780</w:t>
      </w:r>
      <w:r>
        <w:tab/>
        <w:t>1.266e-2</w:t>
      </w:r>
    </w:p>
    <w:p w:rsidR="00B65DC9" w:rsidRDefault="00B65DC9" w:rsidP="00B65DC9">
      <w:r>
        <w:t>277.5138</w:t>
      </w:r>
      <w:r>
        <w:tab/>
        <w:t>1.266e-2</w:t>
      </w:r>
    </w:p>
    <w:p w:rsidR="00B65DC9" w:rsidRDefault="00B65DC9" w:rsidP="00B65DC9">
      <w:r>
        <w:t>277.5392</w:t>
      </w:r>
      <w:r>
        <w:tab/>
        <w:t>1.013e0</w:t>
      </w:r>
    </w:p>
    <w:p w:rsidR="00B65DC9" w:rsidRDefault="00B65DC9" w:rsidP="00B65DC9">
      <w:r>
        <w:t>277.5608</w:t>
      </w:r>
      <w:r>
        <w:tab/>
        <w:t>2.025e0</w:t>
      </w:r>
    </w:p>
    <w:p w:rsidR="00B65DC9" w:rsidRDefault="00B65DC9" w:rsidP="00B65DC9">
      <w:r>
        <w:t>277.6054</w:t>
      </w:r>
      <w:r>
        <w:tab/>
        <w:t>1.266e-2</w:t>
      </w:r>
    </w:p>
    <w:p w:rsidR="00B65DC9" w:rsidRDefault="00B65DC9" w:rsidP="00B65DC9">
      <w:r>
        <w:t>277.6411</w:t>
      </w:r>
      <w:r>
        <w:tab/>
        <w:t>1.013e0</w:t>
      </w:r>
    </w:p>
    <w:p w:rsidR="00B65DC9" w:rsidRDefault="00B65DC9" w:rsidP="00B65DC9">
      <w:r>
        <w:t>277.6808</w:t>
      </w:r>
      <w:r>
        <w:tab/>
        <w:t>2.025e0</w:t>
      </w:r>
    </w:p>
    <w:p w:rsidR="00B65DC9" w:rsidRDefault="00B65DC9" w:rsidP="00B65DC9">
      <w:r>
        <w:t>277.6937</w:t>
      </w:r>
      <w:r>
        <w:tab/>
        <w:t>1.266e-2</w:t>
      </w:r>
    </w:p>
    <w:p w:rsidR="00B65DC9" w:rsidRDefault="00B65DC9" w:rsidP="00B65DC9">
      <w:r>
        <w:lastRenderedPageBreak/>
        <w:t>277.7249</w:t>
      </w:r>
      <w:r>
        <w:tab/>
        <w:t>1.266e-2</w:t>
      </w:r>
    </w:p>
    <w:p w:rsidR="00B65DC9" w:rsidRDefault="00B65DC9" w:rsidP="00B65DC9">
      <w:r>
        <w:t>277.8186</w:t>
      </w:r>
      <w:r>
        <w:tab/>
        <w:t>1.013e0</w:t>
      </w:r>
    </w:p>
    <w:p w:rsidR="00B65DC9" w:rsidRDefault="00B65DC9" w:rsidP="00B65DC9">
      <w:r>
        <w:t>277.9051</w:t>
      </w:r>
      <w:r>
        <w:tab/>
        <w:t>2.025e0</w:t>
      </w:r>
    </w:p>
    <w:p w:rsidR="00B65DC9" w:rsidRDefault="00B65DC9" w:rsidP="00B65DC9">
      <w:r>
        <w:t>277.9285</w:t>
      </w:r>
      <w:r>
        <w:tab/>
        <w:t>1.013e0</w:t>
      </w:r>
    </w:p>
    <w:p w:rsidR="00B65DC9" w:rsidRDefault="00B65DC9" w:rsidP="00B65DC9">
      <w:r>
        <w:t>277.9659</w:t>
      </w:r>
      <w:r>
        <w:tab/>
        <w:t>4.051e0</w:t>
      </w:r>
    </w:p>
    <w:p w:rsidR="00B65DC9" w:rsidRDefault="00B65DC9" w:rsidP="00B65DC9">
      <w:r>
        <w:t>277.9754</w:t>
      </w:r>
      <w:r>
        <w:tab/>
        <w:t>5.101e0</w:t>
      </w:r>
    </w:p>
    <w:p w:rsidR="00B65DC9" w:rsidRDefault="00B65DC9" w:rsidP="00B65DC9">
      <w:r>
        <w:t>277.9866</w:t>
      </w:r>
      <w:r>
        <w:tab/>
        <w:t>3.038e0</w:t>
      </w:r>
    </w:p>
    <w:p w:rsidR="00B65DC9" w:rsidRDefault="00B65DC9" w:rsidP="00B65DC9">
      <w:r>
        <w:t>278.0136</w:t>
      </w:r>
      <w:r>
        <w:tab/>
        <w:t>3.798e-2</w:t>
      </w:r>
    </w:p>
    <w:p w:rsidR="00B65DC9" w:rsidRDefault="00B65DC9" w:rsidP="00B65DC9">
      <w:r>
        <w:t>278.0186</w:t>
      </w:r>
      <w:r>
        <w:tab/>
        <w:t>1.013e0</w:t>
      </w:r>
    </w:p>
    <w:p w:rsidR="00B65DC9" w:rsidRDefault="00B65DC9" w:rsidP="00B65DC9">
      <w:r>
        <w:t>278.0511</w:t>
      </w:r>
      <w:r>
        <w:tab/>
        <w:t>2.532e-2</w:t>
      </w:r>
    </w:p>
    <w:p w:rsidR="00B65DC9" w:rsidRDefault="00B65DC9" w:rsidP="00B65DC9">
      <w:r>
        <w:t>278.0800</w:t>
      </w:r>
      <w:r>
        <w:tab/>
        <w:t>1.266e-2</w:t>
      </w:r>
    </w:p>
    <w:p w:rsidR="00B65DC9" w:rsidRDefault="00B65DC9" w:rsidP="00B65DC9">
      <w:r>
        <w:t>278.0988</w:t>
      </w:r>
      <w:r>
        <w:tab/>
        <w:t>2.025e0</w:t>
      </w:r>
    </w:p>
    <w:p w:rsidR="00B65DC9" w:rsidRDefault="00B65DC9" w:rsidP="00B65DC9">
      <w:r>
        <w:t>278.1059</w:t>
      </w:r>
      <w:r>
        <w:tab/>
        <w:t>1.013e0</w:t>
      </w:r>
    </w:p>
    <w:p w:rsidR="00B65DC9" w:rsidRDefault="00B65DC9" w:rsidP="00B65DC9">
      <w:r>
        <w:t>278.1463</w:t>
      </w:r>
      <w:r>
        <w:tab/>
        <w:t>4.660e-1</w:t>
      </w:r>
    </w:p>
    <w:p w:rsidR="00B65DC9" w:rsidRDefault="00B65DC9" w:rsidP="00B65DC9">
      <w:r>
        <w:t>278.1552</w:t>
      </w:r>
      <w:r>
        <w:tab/>
        <w:t>1.266e-2</w:t>
      </w:r>
    </w:p>
    <w:p w:rsidR="00B65DC9" w:rsidRDefault="00B65DC9" w:rsidP="00B65DC9">
      <w:r>
        <w:t>278.1582</w:t>
      </w:r>
      <w:r>
        <w:tab/>
        <w:t>3.170e0</w:t>
      </w:r>
    </w:p>
    <w:p w:rsidR="00B65DC9" w:rsidRDefault="00B65DC9" w:rsidP="00B65DC9">
      <w:r>
        <w:t>278.1609</w:t>
      </w:r>
      <w:r>
        <w:tab/>
        <w:t>5.063e0</w:t>
      </w:r>
    </w:p>
    <w:p w:rsidR="00B65DC9" w:rsidRDefault="00B65DC9" w:rsidP="00B65DC9">
      <w:r>
        <w:t>278.2077</w:t>
      </w:r>
      <w:r>
        <w:tab/>
        <w:t>1.013e0</w:t>
      </w:r>
    </w:p>
    <w:p w:rsidR="00B65DC9" w:rsidRDefault="00B65DC9" w:rsidP="00B65DC9">
      <w:r>
        <w:t>278.2216</w:t>
      </w:r>
      <w:r>
        <w:tab/>
        <w:t>3.038e0</w:t>
      </w:r>
    </w:p>
    <w:p w:rsidR="00B65DC9" w:rsidRDefault="00B65DC9" w:rsidP="00B65DC9">
      <w:r>
        <w:lastRenderedPageBreak/>
        <w:t>278.2243</w:t>
      </w:r>
      <w:r>
        <w:tab/>
        <w:t>2.532e-2</w:t>
      </w:r>
    </w:p>
    <w:p w:rsidR="00B65DC9" w:rsidRDefault="00B65DC9" w:rsidP="00B65DC9">
      <w:r>
        <w:t>278.2652</w:t>
      </w:r>
      <w:r>
        <w:tab/>
        <w:t>1.013e0</w:t>
      </w:r>
    </w:p>
    <w:p w:rsidR="00B65DC9" w:rsidRDefault="00B65DC9" w:rsidP="00B65DC9">
      <w:r>
        <w:t>278.3197</w:t>
      </w:r>
      <w:r>
        <w:tab/>
        <w:t>1.266e-2</w:t>
      </w:r>
    </w:p>
    <w:p w:rsidR="00B65DC9" w:rsidRDefault="00B65DC9" w:rsidP="00B65DC9">
      <w:r>
        <w:t>278.3507</w:t>
      </w:r>
      <w:r>
        <w:tab/>
        <w:t>1.266e-2</w:t>
      </w:r>
    </w:p>
    <w:p w:rsidR="00B65DC9" w:rsidRDefault="00B65DC9" w:rsidP="00B65DC9">
      <w:r>
        <w:t>278.3814</w:t>
      </w:r>
      <w:r>
        <w:tab/>
        <w:t>1.266e-2</w:t>
      </w:r>
    </w:p>
    <w:p w:rsidR="00B65DC9" w:rsidRDefault="00B65DC9" w:rsidP="00B65DC9">
      <w:r>
        <w:t>278.4295</w:t>
      </w:r>
      <w:r>
        <w:tab/>
        <w:t>1.025e0</w:t>
      </w:r>
    </w:p>
    <w:p w:rsidR="00B65DC9" w:rsidRDefault="00B65DC9" w:rsidP="00B65DC9">
      <w:r>
        <w:t>278.4789</w:t>
      </w:r>
      <w:r>
        <w:tab/>
        <w:t>1.266e-2</w:t>
      </w:r>
    </w:p>
    <w:p w:rsidR="00B65DC9" w:rsidRDefault="00B65DC9" w:rsidP="00B65DC9">
      <w:r>
        <w:t>278.5314</w:t>
      </w:r>
      <w:r>
        <w:tab/>
        <w:t>1.013e0</w:t>
      </w:r>
    </w:p>
    <w:p w:rsidR="00B65DC9" w:rsidRDefault="00B65DC9" w:rsidP="00B65DC9">
      <w:r>
        <w:t>278.5431</w:t>
      </w:r>
      <w:r>
        <w:tab/>
        <w:t>2.025e0</w:t>
      </w:r>
    </w:p>
    <w:p w:rsidR="00B65DC9" w:rsidRDefault="00B65DC9" w:rsidP="00B65DC9">
      <w:r>
        <w:t>278.5687</w:t>
      </w:r>
      <w:r>
        <w:tab/>
        <w:t>3.038e0</w:t>
      </w:r>
    </w:p>
    <w:p w:rsidR="00B65DC9" w:rsidRDefault="00B65DC9" w:rsidP="00B65DC9">
      <w:r>
        <w:t>278.5706</w:t>
      </w:r>
      <w:r>
        <w:tab/>
        <w:t>1.013e0</w:t>
      </w:r>
    </w:p>
    <w:p w:rsidR="00B65DC9" w:rsidRDefault="00B65DC9" w:rsidP="00B65DC9">
      <w:r>
        <w:t>278.5899</w:t>
      </w:r>
      <w:r>
        <w:tab/>
        <w:t>1.013e0</w:t>
      </w:r>
    </w:p>
    <w:p w:rsidR="00B65DC9" w:rsidRDefault="00B65DC9" w:rsidP="00B65DC9">
      <w:r>
        <w:t>278.6422</w:t>
      </w:r>
      <w:r>
        <w:tab/>
        <w:t>1.013e0</w:t>
      </w:r>
    </w:p>
    <w:p w:rsidR="00B65DC9" w:rsidRDefault="00B65DC9" w:rsidP="00B65DC9">
      <w:r>
        <w:t>278.6469</w:t>
      </w:r>
      <w:r>
        <w:tab/>
        <w:t>1.025e0</w:t>
      </w:r>
    </w:p>
    <w:p w:rsidR="00B65DC9" w:rsidRDefault="00B65DC9" w:rsidP="00B65DC9">
      <w:r>
        <w:t>278.6958</w:t>
      </w:r>
      <w:r>
        <w:tab/>
        <w:t>1.013e0</w:t>
      </w:r>
    </w:p>
    <w:p w:rsidR="00B65DC9" w:rsidRDefault="00B65DC9" w:rsidP="00B65DC9">
      <w:r>
        <w:t>278.7138</w:t>
      </w:r>
      <w:r>
        <w:tab/>
        <w:t>1.013e0</w:t>
      </w:r>
    </w:p>
    <w:p w:rsidR="00B65DC9" w:rsidRDefault="00B65DC9" w:rsidP="00B65DC9">
      <w:r>
        <w:t>278.7267</w:t>
      </w:r>
      <w:r>
        <w:tab/>
        <w:t>2.025e0</w:t>
      </w:r>
    </w:p>
    <w:p w:rsidR="00B65DC9" w:rsidRDefault="00B65DC9" w:rsidP="00B65DC9">
      <w:r>
        <w:t>278.7350</w:t>
      </w:r>
      <w:r>
        <w:tab/>
        <w:t>1.266e-2</w:t>
      </w:r>
    </w:p>
    <w:p w:rsidR="00B65DC9" w:rsidRDefault="00B65DC9" w:rsidP="00B65DC9">
      <w:r>
        <w:t>278.7627</w:t>
      </w:r>
      <w:r>
        <w:tab/>
        <w:t>1.013e0</w:t>
      </w:r>
    </w:p>
    <w:p w:rsidR="00B65DC9" w:rsidRDefault="00B65DC9" w:rsidP="00B65DC9">
      <w:r>
        <w:lastRenderedPageBreak/>
        <w:t>278.7664</w:t>
      </w:r>
      <w:r>
        <w:tab/>
        <w:t>1.013e0</w:t>
      </w:r>
    </w:p>
    <w:p w:rsidR="00B65DC9" w:rsidRDefault="00B65DC9" w:rsidP="00B65DC9">
      <w:r>
        <w:t>278.7936</w:t>
      </w:r>
      <w:r>
        <w:tab/>
        <w:t>1.025e0</w:t>
      </w:r>
    </w:p>
    <w:p w:rsidR="00B65DC9" w:rsidRDefault="00B65DC9" w:rsidP="00B65DC9">
      <w:r>
        <w:t>278.7977</w:t>
      </w:r>
      <w:r>
        <w:tab/>
        <w:t>1.266e-2</w:t>
      </w:r>
    </w:p>
    <w:p w:rsidR="00B65DC9" w:rsidRDefault="00B65DC9" w:rsidP="00B65DC9">
      <w:r>
        <w:t>278.8520</w:t>
      </w:r>
      <w:r>
        <w:tab/>
        <w:t>1.013e0</w:t>
      </w:r>
    </w:p>
    <w:p w:rsidR="00B65DC9" w:rsidRDefault="00B65DC9" w:rsidP="00B65DC9">
      <w:r>
        <w:t>278.9083</w:t>
      </w:r>
      <w:r>
        <w:tab/>
        <w:t>2.532e-2</w:t>
      </w:r>
    </w:p>
    <w:p w:rsidR="00B65DC9" w:rsidRDefault="00B65DC9" w:rsidP="00B65DC9">
      <w:r>
        <w:t>278.9267</w:t>
      </w:r>
      <w:r>
        <w:tab/>
        <w:t>4.051e0</w:t>
      </w:r>
    </w:p>
    <w:p w:rsidR="00B65DC9" w:rsidRDefault="00B65DC9" w:rsidP="00B65DC9">
      <w:r>
        <w:t>278.9352</w:t>
      </w:r>
      <w:r>
        <w:tab/>
        <w:t>1.013e0</w:t>
      </w:r>
    </w:p>
    <w:p w:rsidR="00B65DC9" w:rsidRDefault="00B65DC9" w:rsidP="00B65DC9">
      <w:r>
        <w:t>278.9442</w:t>
      </w:r>
      <w:r>
        <w:tab/>
        <w:t>1.266e-2</w:t>
      </w:r>
    </w:p>
    <w:p w:rsidR="00B65DC9" w:rsidRDefault="00B65DC9" w:rsidP="00B65DC9">
      <w:r>
        <w:t>278.9521</w:t>
      </w:r>
      <w:r>
        <w:tab/>
        <w:t>1.038e0</w:t>
      </w:r>
    </w:p>
    <w:p w:rsidR="00B65DC9" w:rsidRDefault="00B65DC9" w:rsidP="00B65DC9">
      <w:r>
        <w:t>278.9749</w:t>
      </w:r>
      <w:r>
        <w:tab/>
        <w:t>1.025e0</w:t>
      </w:r>
    </w:p>
    <w:p w:rsidR="00B65DC9" w:rsidRDefault="00B65DC9" w:rsidP="00B65DC9">
      <w:r>
        <w:t>279.0057</w:t>
      </w:r>
      <w:r>
        <w:tab/>
        <w:t>3.797e-2</w:t>
      </w:r>
    </w:p>
    <w:p w:rsidR="00B65DC9" w:rsidRDefault="00B65DC9" w:rsidP="00B65DC9">
      <w:r>
        <w:t>279.0086</w:t>
      </w:r>
      <w:r>
        <w:tab/>
        <w:t>2.025e0</w:t>
      </w:r>
    </w:p>
    <w:p w:rsidR="00B65DC9" w:rsidRDefault="00B65DC9" w:rsidP="00B65DC9">
      <w:r>
        <w:t>279.0529</w:t>
      </w:r>
      <w:r>
        <w:tab/>
        <w:t>2.038e0</w:t>
      </w:r>
    </w:p>
    <w:p w:rsidR="00B65DC9" w:rsidRDefault="00B65DC9" w:rsidP="00B65DC9">
      <w:r>
        <w:t>279.0560</w:t>
      </w:r>
      <w:r>
        <w:tab/>
        <w:t>1.013e0</w:t>
      </w:r>
    </w:p>
    <w:p w:rsidR="00B65DC9" w:rsidRDefault="00B65DC9" w:rsidP="00B65DC9">
      <w:r>
        <w:t>279.0969</w:t>
      </w:r>
      <w:r>
        <w:tab/>
        <w:t>7.045e0</w:t>
      </w:r>
    </w:p>
    <w:p w:rsidR="00B65DC9" w:rsidRDefault="00B65DC9" w:rsidP="00B65DC9">
      <w:r>
        <w:t>279.1010</w:t>
      </w:r>
      <w:r>
        <w:tab/>
        <w:t>4.051e0</w:t>
      </w:r>
    </w:p>
    <w:p w:rsidR="00B65DC9" w:rsidRDefault="00B65DC9" w:rsidP="00B65DC9">
      <w:r>
        <w:t>279.1027</w:t>
      </w:r>
      <w:r>
        <w:tab/>
        <w:t>3.192e0</w:t>
      </w:r>
    </w:p>
    <w:p w:rsidR="00B65DC9" w:rsidRDefault="00B65DC9" w:rsidP="00B65DC9">
      <w:r>
        <w:t>279.1302</w:t>
      </w:r>
      <w:r>
        <w:tab/>
        <w:t>1.262e1</w:t>
      </w:r>
    </w:p>
    <w:p w:rsidR="00B65DC9" w:rsidRDefault="00B65DC9" w:rsidP="00B65DC9">
      <w:r>
        <w:t>279.1563</w:t>
      </w:r>
      <w:r>
        <w:tab/>
        <w:t>1.215e1</w:t>
      </w:r>
    </w:p>
    <w:p w:rsidR="00B65DC9" w:rsidRDefault="00B65DC9" w:rsidP="00B65DC9">
      <w:r>
        <w:lastRenderedPageBreak/>
        <w:t>279.1583</w:t>
      </w:r>
      <w:r>
        <w:tab/>
        <w:t>1.217e1</w:t>
      </w:r>
    </w:p>
    <w:p w:rsidR="00B65DC9" w:rsidRDefault="00B65DC9" w:rsidP="00B65DC9">
      <w:r>
        <w:t>279.1914</w:t>
      </w:r>
      <w:r>
        <w:tab/>
        <w:t>4.051e0</w:t>
      </w:r>
    </w:p>
    <w:p w:rsidR="00B65DC9" w:rsidRDefault="00B65DC9" w:rsidP="00B65DC9">
      <w:r>
        <w:t>279.2054</w:t>
      </w:r>
      <w:r>
        <w:tab/>
        <w:t>1.266e-2</w:t>
      </w:r>
    </w:p>
    <w:p w:rsidR="00B65DC9" w:rsidRDefault="00B65DC9" w:rsidP="00B65DC9">
      <w:r>
        <w:t>279.2224</w:t>
      </w:r>
      <w:r>
        <w:tab/>
        <w:t>2.025e0</w:t>
      </w:r>
    </w:p>
    <w:p w:rsidR="00B65DC9" w:rsidRDefault="00B65DC9" w:rsidP="00B65DC9">
      <w:r>
        <w:t>279.2678</w:t>
      </w:r>
      <w:r>
        <w:tab/>
        <w:t>1.266e-2</w:t>
      </w:r>
    </w:p>
    <w:p w:rsidR="00B65DC9" w:rsidRDefault="00B65DC9" w:rsidP="00B65DC9">
      <w:r>
        <w:t>279.2761</w:t>
      </w:r>
      <w:r>
        <w:tab/>
        <w:t>2.025e0</w:t>
      </w:r>
    </w:p>
    <w:p w:rsidR="00B65DC9" w:rsidRDefault="00B65DC9" w:rsidP="00B65DC9">
      <w:r>
        <w:t>279.2823</w:t>
      </w:r>
      <w:r>
        <w:tab/>
        <w:t>1.266e-2</w:t>
      </w:r>
    </w:p>
    <w:p w:rsidR="00B65DC9" w:rsidRDefault="00B65DC9" w:rsidP="00B65DC9">
      <w:r>
        <w:t>279.3070</w:t>
      </w:r>
      <w:r>
        <w:tab/>
        <w:t>2.532e-2</w:t>
      </w:r>
    </w:p>
    <w:p w:rsidR="00B65DC9" w:rsidRDefault="00B65DC9" w:rsidP="00B65DC9">
      <w:r>
        <w:t>279.3131</w:t>
      </w:r>
      <w:r>
        <w:tab/>
        <w:t>1.013e0</w:t>
      </w:r>
    </w:p>
    <w:p w:rsidR="00B65DC9" w:rsidRDefault="00B65DC9" w:rsidP="00B65DC9">
      <w:r>
        <w:t>279.3182</w:t>
      </w:r>
      <w:r>
        <w:tab/>
        <w:t>1.013e0</w:t>
      </w:r>
    </w:p>
    <w:p w:rsidR="00B65DC9" w:rsidRDefault="00B65DC9" w:rsidP="00B65DC9">
      <w:r>
        <w:t>279.3696</w:t>
      </w:r>
      <w:r>
        <w:tab/>
        <w:t>1.013e0</w:t>
      </w:r>
    </w:p>
    <w:p w:rsidR="00B65DC9" w:rsidRDefault="00B65DC9" w:rsidP="00B65DC9">
      <w:r>
        <w:t>279.3852</w:t>
      </w:r>
      <w:r>
        <w:tab/>
        <w:t>1.266e-2</w:t>
      </w:r>
    </w:p>
    <w:p w:rsidR="00B65DC9" w:rsidRDefault="00B65DC9" w:rsidP="00B65DC9">
      <w:r>
        <w:t>279.4011</w:t>
      </w:r>
      <w:r>
        <w:tab/>
        <w:t>1.266e-2</w:t>
      </w:r>
    </w:p>
    <w:p w:rsidR="00B65DC9" w:rsidRDefault="00B65DC9" w:rsidP="00B65DC9">
      <w:r>
        <w:t>279.4359</w:t>
      </w:r>
      <w:r>
        <w:tab/>
        <w:t>2.025e0</w:t>
      </w:r>
    </w:p>
    <w:p w:rsidR="00B65DC9" w:rsidRDefault="00B65DC9" w:rsidP="00B65DC9">
      <w:r>
        <w:t>279.4596</w:t>
      </w:r>
      <w:r>
        <w:tab/>
        <w:t>1.013e0</w:t>
      </w:r>
    </w:p>
    <w:p w:rsidR="00B65DC9" w:rsidRDefault="00B65DC9" w:rsidP="00B65DC9">
      <w:r>
        <w:t>279.4870</w:t>
      </w:r>
      <w:r>
        <w:tab/>
        <w:t>1.266e-2</w:t>
      </w:r>
    </w:p>
    <w:p w:rsidR="00B65DC9" w:rsidRDefault="00B65DC9" w:rsidP="00B65DC9">
      <w:r>
        <w:t>279.5746</w:t>
      </w:r>
      <w:r>
        <w:tab/>
        <w:t>1.266e-2</w:t>
      </w:r>
    </w:p>
    <w:p w:rsidR="00B65DC9" w:rsidRDefault="00B65DC9" w:rsidP="00B65DC9">
      <w:r>
        <w:t>279.5984</w:t>
      </w:r>
      <w:r>
        <w:tab/>
        <w:t>3.038e0</w:t>
      </w:r>
    </w:p>
    <w:p w:rsidR="00B65DC9" w:rsidRDefault="00B65DC9" w:rsidP="00B65DC9">
      <w:r>
        <w:t>279.6054</w:t>
      </w:r>
      <w:r>
        <w:tab/>
        <w:t>1.266e-2</w:t>
      </w:r>
    </w:p>
    <w:p w:rsidR="00B65DC9" w:rsidRDefault="00B65DC9" w:rsidP="00B65DC9">
      <w:r>
        <w:lastRenderedPageBreak/>
        <w:t>279.6362</w:t>
      </w:r>
      <w:r>
        <w:tab/>
        <w:t>1.266e-2</w:t>
      </w:r>
    </w:p>
    <w:p w:rsidR="00B65DC9" w:rsidRDefault="00B65DC9" w:rsidP="00B65DC9">
      <w:r>
        <w:t>279.6516</w:t>
      </w:r>
      <w:r>
        <w:tab/>
        <w:t>1.266e-2</w:t>
      </w:r>
    </w:p>
    <w:p w:rsidR="00B65DC9" w:rsidRDefault="00B65DC9" w:rsidP="00B65DC9">
      <w:r>
        <w:t>279.6675</w:t>
      </w:r>
      <w:r>
        <w:tab/>
        <w:t>1.013e0</w:t>
      </w:r>
    </w:p>
    <w:p w:rsidR="00B65DC9" w:rsidRDefault="00B65DC9" w:rsidP="00B65DC9">
      <w:r>
        <w:t>279.6721</w:t>
      </w:r>
      <w:r>
        <w:tab/>
        <w:t>1.266e-2</w:t>
      </w:r>
    </w:p>
    <w:p w:rsidR="00B65DC9" w:rsidRDefault="00B65DC9" w:rsidP="00B65DC9">
      <w:r>
        <w:t>279.6908</w:t>
      </w:r>
      <w:r>
        <w:tab/>
        <w:t>1.013e0</w:t>
      </w:r>
    </w:p>
    <w:p w:rsidR="00B65DC9" w:rsidRDefault="00B65DC9" w:rsidP="00B65DC9">
      <w:r>
        <w:t>279.7440</w:t>
      </w:r>
      <w:r>
        <w:tab/>
        <w:t>2.025e0</w:t>
      </w:r>
    </w:p>
    <w:p w:rsidR="00B65DC9" w:rsidRDefault="00B65DC9" w:rsidP="00B65DC9">
      <w:r>
        <w:t>279.7615</w:t>
      </w:r>
      <w:r>
        <w:tab/>
        <w:t>1.266e-2</w:t>
      </w:r>
    </w:p>
    <w:p w:rsidR="00B65DC9" w:rsidRDefault="00B65DC9" w:rsidP="00B65DC9">
      <w:r>
        <w:t>279.8056</w:t>
      </w:r>
      <w:r>
        <w:tab/>
        <w:t>1.266e-2</w:t>
      </w:r>
    </w:p>
    <w:p w:rsidR="00B65DC9" w:rsidRDefault="00B65DC9" w:rsidP="00B65DC9">
      <w:r>
        <w:t>279.8516</w:t>
      </w:r>
      <w:r>
        <w:tab/>
        <w:t>1.266e-2</w:t>
      </w:r>
    </w:p>
    <w:p w:rsidR="00B65DC9" w:rsidRDefault="00B65DC9" w:rsidP="00B65DC9">
      <w:r>
        <w:t>279.8778</w:t>
      </w:r>
      <w:r>
        <w:tab/>
        <w:t>1.013e0</w:t>
      </w:r>
    </w:p>
    <w:p w:rsidR="00B65DC9" w:rsidRDefault="00B65DC9" w:rsidP="00B65DC9">
      <w:r>
        <w:t>279.9340</w:t>
      </w:r>
      <w:r>
        <w:tab/>
        <w:t>1.013e0</w:t>
      </w:r>
    </w:p>
    <w:p w:rsidR="00B65DC9" w:rsidRDefault="00B65DC9" w:rsidP="00B65DC9">
      <w:r>
        <w:t>279.9464</w:t>
      </w:r>
      <w:r>
        <w:tab/>
        <w:t>2.025e0</w:t>
      </w:r>
    </w:p>
    <w:p w:rsidR="00B65DC9" w:rsidRDefault="00B65DC9" w:rsidP="00B65DC9">
      <w:r>
        <w:t>279.9574</w:t>
      </w:r>
      <w:r>
        <w:tab/>
        <w:t>1.266e-2</w:t>
      </w:r>
    </w:p>
    <w:p w:rsidR="00B65DC9" w:rsidRDefault="00B65DC9" w:rsidP="00B65DC9">
      <w:r>
        <w:t>279.9685</w:t>
      </w:r>
      <w:r>
        <w:tab/>
        <w:t>3.038e0</w:t>
      </w:r>
    </w:p>
    <w:p w:rsidR="00B65DC9" w:rsidRDefault="00B65DC9" w:rsidP="00B65DC9">
      <w:r>
        <w:t>279.9708</w:t>
      </w:r>
      <w:r>
        <w:tab/>
        <w:t>2.025e0</w:t>
      </w:r>
    </w:p>
    <w:p w:rsidR="00B65DC9" w:rsidRDefault="00B65DC9" w:rsidP="00B65DC9">
      <w:r>
        <w:t>279.9968</w:t>
      </w:r>
      <w:r>
        <w:tab/>
        <w:t>1.266e-2</w:t>
      </w:r>
    </w:p>
    <w:p w:rsidR="00B65DC9" w:rsidRDefault="00B65DC9" w:rsidP="00B65DC9">
      <w:r>
        <w:t>280.0114</w:t>
      </w:r>
      <w:r>
        <w:tab/>
        <w:t>1.013e0</w:t>
      </w:r>
    </w:p>
    <w:p w:rsidR="00B65DC9" w:rsidRDefault="00B65DC9" w:rsidP="00B65DC9">
      <w:r>
        <w:t>280.0201</w:t>
      </w:r>
      <w:r>
        <w:tab/>
        <w:t>2.025e0</w:t>
      </w:r>
    </w:p>
    <w:p w:rsidR="00B65DC9" w:rsidRDefault="00B65DC9" w:rsidP="00B65DC9">
      <w:r>
        <w:t>280.0367</w:t>
      </w:r>
      <w:r>
        <w:tab/>
        <w:t>1.266e-2</w:t>
      </w:r>
    </w:p>
    <w:p w:rsidR="00B65DC9" w:rsidRDefault="00B65DC9" w:rsidP="00B65DC9">
      <w:r>
        <w:lastRenderedPageBreak/>
        <w:t>280.0634</w:t>
      </w:r>
      <w:r>
        <w:tab/>
        <w:t>1.013e0</w:t>
      </w:r>
    </w:p>
    <w:p w:rsidR="00B65DC9" w:rsidRDefault="00B65DC9" w:rsidP="00B65DC9">
      <w:r>
        <w:t>280.0829</w:t>
      </w:r>
      <w:r>
        <w:tab/>
        <w:t>1.013e0</w:t>
      </w:r>
    </w:p>
    <w:p w:rsidR="00B65DC9" w:rsidRDefault="00B65DC9" w:rsidP="00B65DC9">
      <w:r>
        <w:t>280.0867</w:t>
      </w:r>
      <w:r>
        <w:tab/>
        <w:t>1.266e-2</w:t>
      </w:r>
    </w:p>
    <w:p w:rsidR="00B65DC9" w:rsidRDefault="00B65DC9" w:rsidP="00B65DC9">
      <w:r>
        <w:t>280.1085</w:t>
      </w:r>
      <w:r>
        <w:tab/>
        <w:t>3.038e0</w:t>
      </w:r>
    </w:p>
    <w:p w:rsidR="00B65DC9" w:rsidRDefault="00B65DC9" w:rsidP="00B65DC9">
      <w:r>
        <w:t>280.1112</w:t>
      </w:r>
      <w:r>
        <w:tab/>
        <w:t>2.025e0</w:t>
      </w:r>
    </w:p>
    <w:p w:rsidR="00B65DC9" w:rsidRDefault="00B65DC9" w:rsidP="00B65DC9">
      <w:r>
        <w:t>280.1543</w:t>
      </w:r>
      <w:r>
        <w:tab/>
        <w:t>3.151e0</w:t>
      </w:r>
    </w:p>
    <w:p w:rsidR="00B65DC9" w:rsidRDefault="00B65DC9" w:rsidP="00B65DC9">
      <w:r>
        <w:t>280.1865</w:t>
      </w:r>
      <w:r>
        <w:tab/>
        <w:t>2.025e0</w:t>
      </w:r>
    </w:p>
    <w:p w:rsidR="00B65DC9" w:rsidRDefault="00B65DC9" w:rsidP="00B65DC9">
      <w:r>
        <w:t>280.1947</w:t>
      </w:r>
      <w:r>
        <w:tab/>
        <w:t>2.025e0</w:t>
      </w:r>
    </w:p>
    <w:p w:rsidR="00B65DC9" w:rsidRDefault="00B65DC9" w:rsidP="00B65DC9">
      <w:r>
        <w:t>280.2161</w:t>
      </w:r>
      <w:r>
        <w:tab/>
        <w:t>1.013e0</w:t>
      </w:r>
    </w:p>
    <w:p w:rsidR="00B65DC9" w:rsidRDefault="00B65DC9" w:rsidP="00B65DC9">
      <w:r>
        <w:t>280.2285</w:t>
      </w:r>
      <w:r>
        <w:tab/>
        <w:t>1.266e-2</w:t>
      </w:r>
    </w:p>
    <w:p w:rsidR="00B65DC9" w:rsidRDefault="00B65DC9" w:rsidP="00B65DC9">
      <w:r>
        <w:t>280.2321</w:t>
      </w:r>
      <w:r>
        <w:tab/>
        <w:t>1.013e0</w:t>
      </w:r>
    </w:p>
    <w:p w:rsidR="00B65DC9" w:rsidRDefault="00B65DC9" w:rsidP="00B65DC9">
      <w:r>
        <w:t>280.2475</w:t>
      </w:r>
      <w:r>
        <w:tab/>
        <w:t>1.013e0</w:t>
      </w:r>
    </w:p>
    <w:p w:rsidR="00B65DC9" w:rsidRDefault="00B65DC9" w:rsidP="00B65DC9">
      <w:r>
        <w:t>280.2732</w:t>
      </w:r>
      <w:r>
        <w:tab/>
        <w:t>1.266e-2</w:t>
      </w:r>
    </w:p>
    <w:p w:rsidR="00B65DC9" w:rsidRDefault="00B65DC9" w:rsidP="00B65DC9">
      <w:r>
        <w:t>280.3404</w:t>
      </w:r>
      <w:r>
        <w:tab/>
        <w:t>1.013e0</w:t>
      </w:r>
    </w:p>
    <w:p w:rsidR="00B65DC9" w:rsidRDefault="00B65DC9" w:rsidP="00B65DC9">
      <w:r>
        <w:t>280.3615</w:t>
      </w:r>
      <w:r>
        <w:tab/>
        <w:t>1.266e-2</w:t>
      </w:r>
    </w:p>
    <w:p w:rsidR="00B65DC9" w:rsidRDefault="00B65DC9" w:rsidP="00B65DC9">
      <w:r>
        <w:t>280.3709</w:t>
      </w:r>
      <w:r>
        <w:tab/>
        <w:t>2.025e0</w:t>
      </w:r>
    </w:p>
    <w:p w:rsidR="00B65DC9" w:rsidRDefault="00B65DC9" w:rsidP="00B65DC9">
      <w:r>
        <w:t>280.4070</w:t>
      </w:r>
      <w:r>
        <w:tab/>
        <w:t>2.038e0</w:t>
      </w:r>
    </w:p>
    <w:p w:rsidR="00B65DC9" w:rsidRDefault="00B65DC9" w:rsidP="00B65DC9">
      <w:r>
        <w:t>280.4429</w:t>
      </w:r>
      <w:r>
        <w:tab/>
        <w:t>1.266e-2</w:t>
      </w:r>
    </w:p>
    <w:p w:rsidR="00B65DC9" w:rsidRDefault="00B65DC9" w:rsidP="00B65DC9">
      <w:r>
        <w:t>280.4742</w:t>
      </w:r>
      <w:r>
        <w:tab/>
        <w:t>1.013e0</w:t>
      </w:r>
    </w:p>
    <w:p w:rsidR="00B65DC9" w:rsidRDefault="00B65DC9" w:rsidP="00B65DC9">
      <w:r>
        <w:lastRenderedPageBreak/>
        <w:t>280.4948</w:t>
      </w:r>
      <w:r>
        <w:tab/>
        <w:t>1.266e-2</w:t>
      </w:r>
    </w:p>
    <w:p w:rsidR="00B65DC9" w:rsidRDefault="00B65DC9" w:rsidP="00B65DC9">
      <w:r>
        <w:t>280.5145</w:t>
      </w:r>
      <w:r>
        <w:tab/>
        <w:t>1.013e0</w:t>
      </w:r>
    </w:p>
    <w:p w:rsidR="00B65DC9" w:rsidRDefault="00B65DC9" w:rsidP="00B65DC9">
      <w:r>
        <w:t>280.5181</w:t>
      </w:r>
      <w:r>
        <w:tab/>
        <w:t>1.013e0</w:t>
      </w:r>
    </w:p>
    <w:p w:rsidR="00B65DC9" w:rsidRDefault="00B65DC9" w:rsidP="00B65DC9">
      <w:r>
        <w:t>280.5201</w:t>
      </w:r>
      <w:r>
        <w:tab/>
        <w:t>2.025e0</w:t>
      </w:r>
    </w:p>
    <w:p w:rsidR="00B65DC9" w:rsidRDefault="00B65DC9" w:rsidP="00B65DC9">
      <w:r>
        <w:t>280.5494</w:t>
      </w:r>
      <w:r>
        <w:tab/>
        <w:t>1.266e-2</w:t>
      </w:r>
    </w:p>
    <w:p w:rsidR="00B65DC9" w:rsidRDefault="00B65DC9" w:rsidP="00B65DC9">
      <w:r>
        <w:t>280.5575</w:t>
      </w:r>
      <w:r>
        <w:tab/>
        <w:t>1.013e0</w:t>
      </w:r>
    </w:p>
    <w:p w:rsidR="00B65DC9" w:rsidRDefault="00B65DC9" w:rsidP="00B65DC9">
      <w:r>
        <w:t>280.5614</w:t>
      </w:r>
      <w:r>
        <w:tab/>
        <w:t>1.266e-2</w:t>
      </w:r>
    </w:p>
    <w:p w:rsidR="00B65DC9" w:rsidRDefault="00B65DC9" w:rsidP="00B65DC9">
      <w:r>
        <w:t>280.6024</w:t>
      </w:r>
      <w:r>
        <w:tab/>
        <w:t>1.013e0</w:t>
      </w:r>
    </w:p>
    <w:p w:rsidR="00B65DC9" w:rsidRDefault="00B65DC9" w:rsidP="00B65DC9">
      <w:r>
        <w:t>280.6242</w:t>
      </w:r>
      <w:r>
        <w:tab/>
        <w:t>1.013e0</w:t>
      </w:r>
    </w:p>
    <w:p w:rsidR="00B65DC9" w:rsidRDefault="00B65DC9" w:rsidP="00B65DC9">
      <w:r>
        <w:t>280.6333</w:t>
      </w:r>
      <w:r>
        <w:tab/>
        <w:t>1.266e-2</w:t>
      </w:r>
    </w:p>
    <w:p w:rsidR="00B65DC9" w:rsidRDefault="00B65DC9" w:rsidP="00B65DC9">
      <w:r>
        <w:t>280.7057</w:t>
      </w:r>
      <w:r>
        <w:tab/>
        <w:t>1.266e-2</w:t>
      </w:r>
    </w:p>
    <w:p w:rsidR="00B65DC9" w:rsidRDefault="00B65DC9" w:rsidP="00B65DC9">
      <w:r>
        <w:t>280.7415</w:t>
      </w:r>
      <w:r>
        <w:tab/>
        <w:t>1.013e0</w:t>
      </w:r>
    </w:p>
    <w:p w:rsidR="00B65DC9" w:rsidRDefault="00B65DC9" w:rsidP="00B65DC9">
      <w:r>
        <w:t>280.7536</w:t>
      </w:r>
      <w:r>
        <w:tab/>
        <w:t>1.013e0</w:t>
      </w:r>
    </w:p>
    <w:p w:rsidR="00B65DC9" w:rsidRDefault="00B65DC9" w:rsidP="00B65DC9">
      <w:r>
        <w:t>280.8005</w:t>
      </w:r>
      <w:r>
        <w:tab/>
        <w:t>2.025e0</w:t>
      </w:r>
    </w:p>
    <w:p w:rsidR="00B65DC9" w:rsidRDefault="00B65DC9" w:rsidP="00B65DC9">
      <w:r>
        <w:t>280.8087</w:t>
      </w:r>
      <w:r>
        <w:tab/>
        <w:t>1.013e0</w:t>
      </w:r>
    </w:p>
    <w:p w:rsidR="00B65DC9" w:rsidRDefault="00B65DC9" w:rsidP="00B65DC9">
      <w:r>
        <w:t>280.8517</w:t>
      </w:r>
      <w:r>
        <w:tab/>
        <w:t>1.013e0</w:t>
      </w:r>
    </w:p>
    <w:p w:rsidR="00B65DC9" w:rsidRDefault="00B65DC9" w:rsidP="00B65DC9">
      <w:r>
        <w:t>280.8750</w:t>
      </w:r>
      <w:r>
        <w:tab/>
        <w:t>1.013e0</w:t>
      </w:r>
    </w:p>
    <w:p w:rsidR="00B65DC9" w:rsidRDefault="00B65DC9" w:rsidP="00B65DC9">
      <w:r>
        <w:t>280.8907</w:t>
      </w:r>
      <w:r>
        <w:tab/>
        <w:t>2.025e0</w:t>
      </w:r>
    </w:p>
    <w:p w:rsidR="00B65DC9" w:rsidRDefault="00B65DC9" w:rsidP="00B65DC9">
      <w:r>
        <w:t>280.9011</w:t>
      </w:r>
      <w:r>
        <w:tab/>
        <w:t>1.013e0</w:t>
      </w:r>
    </w:p>
    <w:p w:rsidR="00B65DC9" w:rsidRDefault="00B65DC9" w:rsidP="00B65DC9">
      <w:r>
        <w:lastRenderedPageBreak/>
        <w:t>280.9023</w:t>
      </w:r>
      <w:r>
        <w:tab/>
        <w:t>2.025e0</w:t>
      </w:r>
    </w:p>
    <w:p w:rsidR="00B65DC9" w:rsidRDefault="00B65DC9" w:rsidP="00B65DC9">
      <w:r>
        <w:t>280.9184</w:t>
      </w:r>
      <w:r>
        <w:tab/>
        <w:t>1.013e0</w:t>
      </w:r>
    </w:p>
    <w:p w:rsidR="00B65DC9" w:rsidRDefault="00B65DC9" w:rsidP="00B65DC9">
      <w:r>
        <w:t>280.9602</w:t>
      </w:r>
      <w:r>
        <w:tab/>
        <w:t>5.063e0</w:t>
      </w:r>
    </w:p>
    <w:p w:rsidR="00B65DC9" w:rsidRDefault="00B65DC9" w:rsidP="00B65DC9">
      <w:r>
        <w:t>280.9637</w:t>
      </w:r>
      <w:r>
        <w:tab/>
        <w:t>2.025e0</w:t>
      </w:r>
    </w:p>
    <w:p w:rsidR="00B65DC9" w:rsidRDefault="00B65DC9" w:rsidP="00B65DC9">
      <w:r>
        <w:t>281.0045</w:t>
      </w:r>
      <w:r>
        <w:tab/>
        <w:t>1.025e0</w:t>
      </w:r>
    </w:p>
    <w:p w:rsidR="00B65DC9" w:rsidRDefault="00B65DC9" w:rsidP="00B65DC9">
      <w:r>
        <w:t>281.0248</w:t>
      </w:r>
      <w:r>
        <w:tab/>
        <w:t>1.025e0</w:t>
      </w:r>
    </w:p>
    <w:p w:rsidR="00B65DC9" w:rsidRDefault="00B65DC9" w:rsidP="00B65DC9">
      <w:r>
        <w:t>281.0437</w:t>
      </w:r>
      <w:r>
        <w:tab/>
        <w:t>1.013e0</w:t>
      </w:r>
    </w:p>
    <w:p w:rsidR="00B65DC9" w:rsidRDefault="00B65DC9" w:rsidP="00B65DC9">
      <w:r>
        <w:t>281.0612</w:t>
      </w:r>
      <w:r>
        <w:tab/>
        <w:t>1.025e0</w:t>
      </w:r>
    </w:p>
    <w:p w:rsidR="00B65DC9" w:rsidRDefault="00B65DC9" w:rsidP="00B65DC9">
      <w:r>
        <w:t>281.0660</w:t>
      </w:r>
      <w:r>
        <w:tab/>
        <w:t>1.013e0</w:t>
      </w:r>
    </w:p>
    <w:p w:rsidR="00B65DC9" w:rsidRDefault="00B65DC9" w:rsidP="00B65DC9">
      <w:r>
        <w:t>281.0832</w:t>
      </w:r>
      <w:r>
        <w:tab/>
        <w:t>1.013e0</w:t>
      </w:r>
    </w:p>
    <w:p w:rsidR="00B65DC9" w:rsidRDefault="00B65DC9" w:rsidP="00B65DC9">
      <w:r>
        <w:t>281.1021</w:t>
      </w:r>
      <w:r>
        <w:tab/>
        <w:t>1.013e0</w:t>
      </w:r>
    </w:p>
    <w:p w:rsidR="00B65DC9" w:rsidRDefault="00B65DC9" w:rsidP="00B65DC9">
      <w:r>
        <w:t>281.1281</w:t>
      </w:r>
      <w:r>
        <w:tab/>
        <w:t>3.798e-2</w:t>
      </w:r>
    </w:p>
    <w:p w:rsidR="00B65DC9" w:rsidRDefault="00B65DC9" w:rsidP="00B65DC9">
      <w:r>
        <w:t>281.1295</w:t>
      </w:r>
      <w:r>
        <w:tab/>
        <w:t>1.038e0</w:t>
      </w:r>
    </w:p>
    <w:p w:rsidR="00B65DC9" w:rsidRDefault="00B65DC9" w:rsidP="00B65DC9">
      <w:r>
        <w:t>281.1331</w:t>
      </w:r>
      <w:r>
        <w:tab/>
        <w:t>1.266e-2</w:t>
      </w:r>
    </w:p>
    <w:p w:rsidR="00B65DC9" w:rsidRDefault="00B65DC9" w:rsidP="00B65DC9">
      <w:r>
        <w:t>281.1418</w:t>
      </w:r>
      <w:r>
        <w:tab/>
        <w:t>1.266e-2</w:t>
      </w:r>
    </w:p>
    <w:p w:rsidR="00B65DC9" w:rsidRDefault="00B65DC9" w:rsidP="00B65DC9">
      <w:r>
        <w:t>281.1588</w:t>
      </w:r>
      <w:r>
        <w:tab/>
        <w:t>1.013e0</w:t>
      </w:r>
    </w:p>
    <w:p w:rsidR="00B65DC9" w:rsidRDefault="00B65DC9" w:rsidP="00B65DC9">
      <w:r>
        <w:t>281.1735</w:t>
      </w:r>
      <w:r>
        <w:tab/>
        <w:t>2.532e-2</w:t>
      </w:r>
    </w:p>
    <w:p w:rsidR="00B65DC9" w:rsidRDefault="00B65DC9" w:rsidP="00B65DC9">
      <w:r>
        <w:t>281.1772</w:t>
      </w:r>
      <w:r>
        <w:tab/>
        <w:t>1.013e0</w:t>
      </w:r>
    </w:p>
    <w:p w:rsidR="00B65DC9" w:rsidRDefault="00B65DC9" w:rsidP="00B65DC9">
      <w:r>
        <w:t>281.2166</w:t>
      </w:r>
      <w:r>
        <w:tab/>
        <w:t>2.532e-2</w:t>
      </w:r>
    </w:p>
    <w:p w:rsidR="00B65DC9" w:rsidRDefault="00B65DC9" w:rsidP="00B65DC9">
      <w:r>
        <w:lastRenderedPageBreak/>
        <w:t>281.2207</w:t>
      </w:r>
      <w:r>
        <w:tab/>
        <w:t>1.013e0</w:t>
      </w:r>
    </w:p>
    <w:p w:rsidR="00B65DC9" w:rsidRDefault="00B65DC9" w:rsidP="00B65DC9">
      <w:r>
        <w:t>281.2310</w:t>
      </w:r>
      <w:r>
        <w:tab/>
        <w:t>1.266e-2</w:t>
      </w:r>
    </w:p>
    <w:p w:rsidR="00B65DC9" w:rsidRDefault="00B65DC9" w:rsidP="00B65DC9">
      <w:r>
        <w:t>281.2568</w:t>
      </w:r>
      <w:r>
        <w:tab/>
        <w:t>1.025e0</w:t>
      </w:r>
    </w:p>
    <w:p w:rsidR="00B65DC9" w:rsidRDefault="00B65DC9" w:rsidP="00B65DC9">
      <w:r>
        <w:t>281.2620</w:t>
      </w:r>
      <w:r>
        <w:tab/>
        <w:t>1.038e0</w:t>
      </w:r>
    </w:p>
    <w:p w:rsidR="00B65DC9" w:rsidRDefault="00B65DC9" w:rsidP="00B65DC9">
      <w:r>
        <w:t>281.2929</w:t>
      </w:r>
      <w:r>
        <w:tab/>
        <w:t>1.013e0</w:t>
      </w:r>
    </w:p>
    <w:p w:rsidR="00B65DC9" w:rsidRDefault="00B65DC9" w:rsidP="00B65DC9">
      <w:r>
        <w:t>281.3225</w:t>
      </w:r>
      <w:r>
        <w:tab/>
        <w:t>3.038e0</w:t>
      </w:r>
    </w:p>
    <w:p w:rsidR="00B65DC9" w:rsidRDefault="00B65DC9" w:rsidP="00B65DC9">
      <w:r>
        <w:t>281.3614</w:t>
      </w:r>
      <w:r>
        <w:tab/>
        <w:t>2.025e0</w:t>
      </w:r>
    </w:p>
    <w:p w:rsidR="00B65DC9" w:rsidRDefault="00B65DC9" w:rsidP="00B65DC9">
      <w:r>
        <w:t>281.3817</w:t>
      </w:r>
      <w:r>
        <w:tab/>
        <w:t>1.266e-2</w:t>
      </w:r>
    </w:p>
    <w:p w:rsidR="00B65DC9" w:rsidRDefault="00B65DC9" w:rsidP="00B65DC9">
      <w:r>
        <w:t>281.3910</w:t>
      </w:r>
      <w:r>
        <w:tab/>
        <w:t>1.013e0</w:t>
      </w:r>
    </w:p>
    <w:p w:rsidR="00B65DC9" w:rsidRDefault="00B65DC9" w:rsidP="00B65DC9">
      <w:r>
        <w:t>281.4271</w:t>
      </w:r>
      <w:r>
        <w:tab/>
        <w:t>1.013e0</w:t>
      </w:r>
    </w:p>
    <w:p w:rsidR="00B65DC9" w:rsidRDefault="00B65DC9" w:rsidP="00B65DC9">
      <w:r>
        <w:t>281.4675</w:t>
      </w:r>
      <w:r>
        <w:tab/>
        <w:t>1.013e0</w:t>
      </w:r>
    </w:p>
    <w:p w:rsidR="00B65DC9" w:rsidRDefault="00B65DC9" w:rsidP="00B65DC9">
      <w:r>
        <w:t>281.4799</w:t>
      </w:r>
      <w:r>
        <w:tab/>
        <w:t>1.266e-2</w:t>
      </w:r>
    </w:p>
    <w:p w:rsidR="00B65DC9" w:rsidRDefault="00B65DC9" w:rsidP="00B65DC9">
      <w:r>
        <w:t>281.4890</w:t>
      </w:r>
      <w:r>
        <w:tab/>
        <w:t>1.013e0</w:t>
      </w:r>
    </w:p>
    <w:p w:rsidR="00B65DC9" w:rsidRDefault="00B65DC9" w:rsidP="00B65DC9">
      <w:r>
        <w:t>281.5386</w:t>
      </w:r>
      <w:r>
        <w:tab/>
        <w:t>1.013e0</w:t>
      </w:r>
    </w:p>
    <w:p w:rsidR="00B65DC9" w:rsidRDefault="00B65DC9" w:rsidP="00B65DC9">
      <w:r>
        <w:t>281.5462</w:t>
      </w:r>
      <w:r>
        <w:tab/>
        <w:t>2.532e-2</w:t>
      </w:r>
    </w:p>
    <w:p w:rsidR="00B65DC9" w:rsidRDefault="00B65DC9" w:rsidP="00B65DC9">
      <w:r>
        <w:t>281.5613</w:t>
      </w:r>
      <w:r>
        <w:tab/>
        <w:t>1.013e0</w:t>
      </w:r>
    </w:p>
    <w:p w:rsidR="00B65DC9" w:rsidRDefault="00B65DC9" w:rsidP="00B65DC9">
      <w:r>
        <w:t>281.6494</w:t>
      </w:r>
      <w:r>
        <w:tab/>
        <w:t>1.266e-2</w:t>
      </w:r>
    </w:p>
    <w:p w:rsidR="00B65DC9" w:rsidRDefault="00B65DC9" w:rsidP="00B65DC9">
      <w:r>
        <w:t>281.7112</w:t>
      </w:r>
      <w:r>
        <w:tab/>
        <w:t>2.025e0</w:t>
      </w:r>
    </w:p>
    <w:p w:rsidR="00B65DC9" w:rsidRDefault="00B65DC9" w:rsidP="00B65DC9">
      <w:r>
        <w:t>281.7472</w:t>
      </w:r>
      <w:r>
        <w:tab/>
        <w:t>1.013e0</w:t>
      </w:r>
    </w:p>
    <w:p w:rsidR="00B65DC9" w:rsidRDefault="00B65DC9" w:rsidP="00B65DC9">
      <w:r>
        <w:lastRenderedPageBreak/>
        <w:t>281.7739</w:t>
      </w:r>
      <w:r>
        <w:tab/>
        <w:t>1.266e-2</w:t>
      </w:r>
    </w:p>
    <w:p w:rsidR="00B65DC9" w:rsidRDefault="00B65DC9" w:rsidP="00B65DC9">
      <w:r>
        <w:t>281.7775</w:t>
      </w:r>
      <w:r>
        <w:tab/>
        <w:t>2.025e0</w:t>
      </w:r>
    </w:p>
    <w:p w:rsidR="00B65DC9" w:rsidRDefault="00B65DC9" w:rsidP="00B65DC9">
      <w:r>
        <w:t>281.8092</w:t>
      </w:r>
      <w:r>
        <w:tab/>
        <w:t>1.266e-2</w:t>
      </w:r>
    </w:p>
    <w:p w:rsidR="00B65DC9" w:rsidRDefault="00B65DC9" w:rsidP="00B65DC9">
      <w:r>
        <w:t>281.8195</w:t>
      </w:r>
      <w:r>
        <w:tab/>
        <w:t>1.266e-2</w:t>
      </w:r>
    </w:p>
    <w:p w:rsidR="00B65DC9" w:rsidRDefault="00B65DC9" w:rsidP="00B65DC9">
      <w:r>
        <w:t>281.8604</w:t>
      </w:r>
      <w:r>
        <w:tab/>
        <w:t>1.266e-2</w:t>
      </w:r>
    </w:p>
    <w:p w:rsidR="00B65DC9" w:rsidRDefault="00B65DC9" w:rsidP="00B65DC9">
      <w:r>
        <w:t>281.8994</w:t>
      </w:r>
      <w:r>
        <w:tab/>
        <w:t>1.013e0</w:t>
      </w:r>
    </w:p>
    <w:p w:rsidR="00B65DC9" w:rsidRDefault="00B65DC9" w:rsidP="00B65DC9">
      <w:r>
        <w:t>281.9038</w:t>
      </w:r>
      <w:r>
        <w:tab/>
        <w:t>1.013e0</w:t>
      </w:r>
    </w:p>
    <w:p w:rsidR="00B65DC9" w:rsidRDefault="00B65DC9" w:rsidP="00B65DC9">
      <w:r>
        <w:t>281.9582</w:t>
      </w:r>
      <w:r>
        <w:tab/>
        <w:t>1.266e-2</w:t>
      </w:r>
    </w:p>
    <w:p w:rsidR="00B65DC9" w:rsidRDefault="00B65DC9" w:rsidP="00B65DC9">
      <w:r>
        <w:t>281.9666</w:t>
      </w:r>
      <w:r>
        <w:tab/>
        <w:t>1.013e0</w:t>
      </w:r>
    </w:p>
    <w:p w:rsidR="00B65DC9" w:rsidRDefault="00B65DC9" w:rsidP="00B65DC9">
      <w:r>
        <w:t>282.0159</w:t>
      </w:r>
      <w:r>
        <w:tab/>
        <w:t>1.266e-2</w:t>
      </w:r>
    </w:p>
    <w:p w:rsidR="00B65DC9" w:rsidRDefault="00B65DC9" w:rsidP="00B65DC9">
      <w:r>
        <w:t>282.0326</w:t>
      </w:r>
      <w:r>
        <w:tab/>
        <w:t>4.051e0</w:t>
      </w:r>
    </w:p>
    <w:p w:rsidR="00B65DC9" w:rsidRDefault="00B65DC9" w:rsidP="00B65DC9">
      <w:r>
        <w:t>282.0344</w:t>
      </w:r>
      <w:r>
        <w:tab/>
        <w:t>2.025e0</w:t>
      </w:r>
    </w:p>
    <w:p w:rsidR="00B65DC9" w:rsidRDefault="00B65DC9" w:rsidP="00B65DC9">
      <w:r>
        <w:t>282.0877</w:t>
      </w:r>
      <w:r>
        <w:tab/>
        <w:t>1.025e0</w:t>
      </w:r>
    </w:p>
    <w:p w:rsidR="00B65DC9" w:rsidRDefault="00B65DC9" w:rsidP="00B65DC9">
      <w:r>
        <w:t>282.0916</w:t>
      </w:r>
      <w:r>
        <w:tab/>
        <w:t>1.013e0</w:t>
      </w:r>
    </w:p>
    <w:p w:rsidR="00B65DC9" w:rsidRDefault="00B65DC9" w:rsidP="00B65DC9">
      <w:r>
        <w:t>282.0961</w:t>
      </w:r>
      <w:r>
        <w:tab/>
        <w:t>1.013e0</w:t>
      </w:r>
    </w:p>
    <w:p w:rsidR="00B65DC9" w:rsidRDefault="00B65DC9" w:rsidP="00B65DC9">
      <w:r>
        <w:t>282.1142</w:t>
      </w:r>
      <w:r>
        <w:tab/>
        <w:t>1.013e0</w:t>
      </w:r>
    </w:p>
    <w:p w:rsidR="00B65DC9" w:rsidRDefault="00B65DC9" w:rsidP="00B65DC9">
      <w:r>
        <w:t>282.1275</w:t>
      </w:r>
      <w:r>
        <w:tab/>
        <w:t>2.532e-2</w:t>
      </w:r>
    </w:p>
    <w:p w:rsidR="00B65DC9" w:rsidRDefault="00B65DC9" w:rsidP="00B65DC9">
      <w:r>
        <w:t>282.1665</w:t>
      </w:r>
      <w:r>
        <w:tab/>
        <w:t>1.013e0</w:t>
      </w:r>
    </w:p>
    <w:p w:rsidR="00B65DC9" w:rsidRDefault="00B65DC9" w:rsidP="00B65DC9">
      <w:r>
        <w:t>282.1711</w:t>
      </w:r>
      <w:r>
        <w:tab/>
        <w:t>1.266e-2</w:t>
      </w:r>
    </w:p>
    <w:p w:rsidR="00B65DC9" w:rsidRDefault="00B65DC9" w:rsidP="00B65DC9">
      <w:r>
        <w:lastRenderedPageBreak/>
        <w:t>282.1809</w:t>
      </w:r>
      <w:r>
        <w:tab/>
        <w:t>1.013e-1</w:t>
      </w:r>
    </w:p>
    <w:p w:rsidR="00B65DC9" w:rsidRDefault="00B65DC9" w:rsidP="00B65DC9">
      <w:r>
        <w:t>282.1979</w:t>
      </w:r>
      <w:r>
        <w:tab/>
        <w:t>1.013e0</w:t>
      </w:r>
    </w:p>
    <w:p w:rsidR="00B65DC9" w:rsidRDefault="00B65DC9" w:rsidP="00B65DC9">
      <w:r>
        <w:t>282.2117</w:t>
      </w:r>
      <w:r>
        <w:tab/>
        <w:t>2.532e-2</w:t>
      </w:r>
    </w:p>
    <w:p w:rsidR="00B65DC9" w:rsidRDefault="00B65DC9" w:rsidP="00B65DC9">
      <w:r>
        <w:t>282.2130</w:t>
      </w:r>
      <w:r>
        <w:tab/>
        <w:t>3.038e0</w:t>
      </w:r>
    </w:p>
    <w:p w:rsidR="00B65DC9" w:rsidRDefault="00B65DC9" w:rsidP="00B65DC9">
      <w:r>
        <w:t>282.2422</w:t>
      </w:r>
      <w:r>
        <w:tab/>
        <w:t>3.051e0</w:t>
      </w:r>
    </w:p>
    <w:p w:rsidR="00B65DC9" w:rsidRDefault="00B65DC9" w:rsidP="00B65DC9">
      <w:r>
        <w:t>282.2490</w:t>
      </w:r>
      <w:r>
        <w:tab/>
        <w:t>2.532e-2</w:t>
      </w:r>
    </w:p>
    <w:p w:rsidR="00B65DC9" w:rsidRDefault="00B65DC9" w:rsidP="00B65DC9">
      <w:r>
        <w:t>282.2526</w:t>
      </w:r>
      <w:r>
        <w:tab/>
        <w:t>2.532e-2</w:t>
      </w:r>
    </w:p>
    <w:p w:rsidR="00B65DC9" w:rsidRDefault="00B65DC9" w:rsidP="00B65DC9">
      <w:r>
        <w:t>282.2884</w:t>
      </w:r>
      <w:r>
        <w:tab/>
        <w:t>1.266e-2</w:t>
      </w:r>
    </w:p>
    <w:p w:rsidR="00B65DC9" w:rsidRDefault="00B65DC9" w:rsidP="00B65DC9">
      <w:r>
        <w:t>282.3275</w:t>
      </w:r>
      <w:r>
        <w:tab/>
        <w:t>1.266e-2</w:t>
      </w:r>
    </w:p>
    <w:p w:rsidR="00B65DC9" w:rsidRDefault="00B65DC9" w:rsidP="00B65DC9">
      <w:r>
        <w:t>282.3315</w:t>
      </w:r>
      <w:r>
        <w:tab/>
        <w:t>1.013e0</w:t>
      </w:r>
    </w:p>
    <w:p w:rsidR="00B65DC9" w:rsidRDefault="00B65DC9" w:rsidP="00B65DC9">
      <w:r>
        <w:t>282.3508</w:t>
      </w:r>
      <w:r>
        <w:tab/>
        <w:t>1.266e-2</w:t>
      </w:r>
    </w:p>
    <w:p w:rsidR="00B65DC9" w:rsidRDefault="00B65DC9" w:rsidP="00B65DC9">
      <w:r>
        <w:t>282.3628</w:t>
      </w:r>
      <w:r>
        <w:tab/>
        <w:t>1.013e0</w:t>
      </w:r>
    </w:p>
    <w:p w:rsidR="00B65DC9" w:rsidRDefault="00B65DC9" w:rsidP="00B65DC9">
      <w:r>
        <w:t>282.4350</w:t>
      </w:r>
      <w:r>
        <w:tab/>
        <w:t>1.013e0</w:t>
      </w:r>
    </w:p>
    <w:p w:rsidR="00B65DC9" w:rsidRDefault="00B65DC9" w:rsidP="00B65DC9">
      <w:r>
        <w:t>282.4490</w:t>
      </w:r>
      <w:r>
        <w:tab/>
        <w:t>1.013e0</w:t>
      </w:r>
    </w:p>
    <w:p w:rsidR="00B65DC9" w:rsidRDefault="00B65DC9" w:rsidP="00B65DC9">
      <w:r>
        <w:t>282.4609</w:t>
      </w:r>
      <w:r>
        <w:tab/>
        <w:t>1.013e0</w:t>
      </w:r>
    </w:p>
    <w:p w:rsidR="00B65DC9" w:rsidRDefault="00B65DC9" w:rsidP="00B65DC9">
      <w:r>
        <w:t>282.4769</w:t>
      </w:r>
      <w:r>
        <w:tab/>
        <w:t>2.025e0</w:t>
      </w:r>
    </w:p>
    <w:p w:rsidR="00B65DC9" w:rsidRDefault="00B65DC9" w:rsidP="00B65DC9">
      <w:r>
        <w:t>282.5199</w:t>
      </w:r>
      <w:r>
        <w:tab/>
        <w:t>1.266e-2</w:t>
      </w:r>
    </w:p>
    <w:p w:rsidR="00B65DC9" w:rsidRDefault="00B65DC9" w:rsidP="00B65DC9">
      <w:r>
        <w:t>282.5242</w:t>
      </w:r>
      <w:r>
        <w:tab/>
        <w:t>1.013e0</w:t>
      </w:r>
    </w:p>
    <w:p w:rsidR="00B65DC9" w:rsidRDefault="00B65DC9" w:rsidP="00B65DC9">
      <w:r>
        <w:t>282.5751</w:t>
      </w:r>
      <w:r>
        <w:tab/>
        <w:t>1.013e0</w:t>
      </w:r>
    </w:p>
    <w:p w:rsidR="00B65DC9" w:rsidRDefault="00B65DC9" w:rsidP="00B65DC9">
      <w:r>
        <w:lastRenderedPageBreak/>
        <w:t>282.6427</w:t>
      </w:r>
      <w:r>
        <w:tab/>
        <w:t>2.025e0</w:t>
      </w:r>
    </w:p>
    <w:p w:rsidR="00B65DC9" w:rsidRDefault="00B65DC9" w:rsidP="00B65DC9">
      <w:r>
        <w:t>282.6680</w:t>
      </w:r>
      <w:r>
        <w:tab/>
        <w:t>1.013e0</w:t>
      </w:r>
    </w:p>
    <w:p w:rsidR="00B65DC9" w:rsidRDefault="00B65DC9" w:rsidP="00B65DC9">
      <w:r>
        <w:t>282.6888</w:t>
      </w:r>
      <w:r>
        <w:tab/>
        <w:t>1.266e-2</w:t>
      </w:r>
    </w:p>
    <w:p w:rsidR="00B65DC9" w:rsidRDefault="00B65DC9" w:rsidP="00B65DC9">
      <w:r>
        <w:t>282.6913</w:t>
      </w:r>
      <w:r>
        <w:tab/>
        <w:t>2.025e0</w:t>
      </w:r>
    </w:p>
    <w:p w:rsidR="00B65DC9" w:rsidRDefault="00B65DC9" w:rsidP="00B65DC9">
      <w:r>
        <w:t>282.7011</w:t>
      </w:r>
      <w:r>
        <w:tab/>
        <w:t>3.038e0</w:t>
      </w:r>
    </w:p>
    <w:p w:rsidR="00B65DC9" w:rsidRDefault="00B65DC9" w:rsidP="00B65DC9">
      <w:r>
        <w:t>282.7489</w:t>
      </w:r>
      <w:r>
        <w:tab/>
        <w:t>2.025e0</w:t>
      </w:r>
    </w:p>
    <w:p w:rsidR="00B65DC9" w:rsidRDefault="00B65DC9" w:rsidP="00B65DC9">
      <w:r>
        <w:t>282.7613</w:t>
      </w:r>
      <w:r>
        <w:tab/>
        <w:t>1.013e0</w:t>
      </w:r>
    </w:p>
    <w:p w:rsidR="00B65DC9" w:rsidRDefault="00B65DC9" w:rsidP="00B65DC9">
      <w:r>
        <w:t>282.7928</w:t>
      </w:r>
      <w:r>
        <w:tab/>
        <w:t>1.013e0</w:t>
      </w:r>
    </w:p>
    <w:p w:rsidR="00B65DC9" w:rsidRDefault="00B65DC9" w:rsidP="00B65DC9">
      <w:r>
        <w:t>282.7976</w:t>
      </w:r>
      <w:r>
        <w:tab/>
        <w:t>1.013e0</w:t>
      </w:r>
    </w:p>
    <w:p w:rsidR="00B65DC9" w:rsidRDefault="00B65DC9" w:rsidP="00B65DC9">
      <w:r>
        <w:t>282.8235</w:t>
      </w:r>
      <w:r>
        <w:tab/>
        <w:t>1.013e0</w:t>
      </w:r>
    </w:p>
    <w:p w:rsidR="00B65DC9" w:rsidRDefault="00B65DC9" w:rsidP="00B65DC9">
      <w:r>
        <w:t>282.8774</w:t>
      </w:r>
      <w:r>
        <w:tab/>
        <w:t>1.266e-2</w:t>
      </w:r>
    </w:p>
    <w:p w:rsidR="00B65DC9" w:rsidRDefault="00B65DC9" w:rsidP="00B65DC9">
      <w:r>
        <w:t>282.9130</w:t>
      </w:r>
      <w:r>
        <w:tab/>
        <w:t>2.025e0</w:t>
      </w:r>
    </w:p>
    <w:p w:rsidR="00B65DC9" w:rsidRDefault="00B65DC9" w:rsidP="00B65DC9">
      <w:r>
        <w:t>282.9797</w:t>
      </w:r>
      <w:r>
        <w:tab/>
        <w:t>1.025e0</w:t>
      </w:r>
    </w:p>
    <w:p w:rsidR="00B65DC9" w:rsidRDefault="00B65DC9" w:rsidP="00B65DC9">
      <w:r>
        <w:t>283.0464</w:t>
      </w:r>
      <w:r>
        <w:tab/>
        <w:t>2.532e-2</w:t>
      </w:r>
    </w:p>
    <w:p w:rsidR="00B65DC9" w:rsidRDefault="00B65DC9" w:rsidP="00B65DC9">
      <w:r>
        <w:t>283.0516</w:t>
      </w:r>
      <w:r>
        <w:tab/>
        <w:t>1.013e0</w:t>
      </w:r>
    </w:p>
    <w:p w:rsidR="00B65DC9" w:rsidRDefault="00B65DC9" w:rsidP="00B65DC9">
      <w:r>
        <w:t>283.0544</w:t>
      </w:r>
      <w:r>
        <w:tab/>
        <w:t>1.038e0</w:t>
      </w:r>
    </w:p>
    <w:p w:rsidR="00B65DC9" w:rsidRDefault="00B65DC9" w:rsidP="00B65DC9">
      <w:r>
        <w:t>283.0682</w:t>
      </w:r>
      <w:r>
        <w:tab/>
        <w:t>2.025e0</w:t>
      </w:r>
    </w:p>
    <w:p w:rsidR="00B65DC9" w:rsidRDefault="00B65DC9" w:rsidP="00B65DC9">
      <w:r>
        <w:t>283.0740</w:t>
      </w:r>
      <w:r>
        <w:tab/>
        <w:t>2.176e0</w:t>
      </w:r>
    </w:p>
    <w:p w:rsidR="00B65DC9" w:rsidRDefault="00B65DC9" w:rsidP="00B65DC9">
      <w:r>
        <w:t>283.1326</w:t>
      </w:r>
      <w:r>
        <w:tab/>
        <w:t>1.025e0</w:t>
      </w:r>
    </w:p>
    <w:p w:rsidR="00B65DC9" w:rsidRDefault="00B65DC9" w:rsidP="00B65DC9">
      <w:r>
        <w:lastRenderedPageBreak/>
        <w:t>283.1380</w:t>
      </w:r>
      <w:r>
        <w:tab/>
        <w:t>3.038e0</w:t>
      </w:r>
    </w:p>
    <w:p w:rsidR="00B65DC9" w:rsidRDefault="00B65DC9" w:rsidP="00B65DC9">
      <w:r>
        <w:t>283.1605</w:t>
      </w:r>
      <w:r>
        <w:tab/>
        <w:t>2.063e0</w:t>
      </w:r>
    </w:p>
    <w:p w:rsidR="00B65DC9" w:rsidRDefault="00B65DC9" w:rsidP="00B65DC9">
      <w:r>
        <w:t>283.1707</w:t>
      </w:r>
      <w:r>
        <w:tab/>
        <w:t>3.798e-2</w:t>
      </w:r>
    </w:p>
    <w:p w:rsidR="00B65DC9" w:rsidRDefault="00B65DC9" w:rsidP="00B65DC9">
      <w:r>
        <w:t>283.1721</w:t>
      </w:r>
      <w:r>
        <w:tab/>
        <w:t>1.013e0</w:t>
      </w:r>
    </w:p>
    <w:p w:rsidR="00B65DC9" w:rsidRDefault="00B65DC9" w:rsidP="00B65DC9">
      <w:r>
        <w:t>283.1955</w:t>
      </w:r>
      <w:r>
        <w:tab/>
        <w:t>1.025e0</w:t>
      </w:r>
    </w:p>
    <w:p w:rsidR="00B65DC9" w:rsidRDefault="00B65DC9" w:rsidP="00B65DC9">
      <w:r>
        <w:t>283.2036</w:t>
      </w:r>
      <w:r>
        <w:tab/>
        <w:t>1.013e0</w:t>
      </w:r>
    </w:p>
    <w:p w:rsidR="00B65DC9" w:rsidRDefault="00B65DC9" w:rsidP="00B65DC9">
      <w:r>
        <w:t>283.2309</w:t>
      </w:r>
      <w:r>
        <w:tab/>
        <w:t>1.013e0</w:t>
      </w:r>
    </w:p>
    <w:p w:rsidR="00B65DC9" w:rsidRDefault="00B65DC9" w:rsidP="00B65DC9">
      <w:r>
        <w:t>283.2329</w:t>
      </w:r>
      <w:r>
        <w:tab/>
        <w:t>3.143e0</w:t>
      </w:r>
    </w:p>
    <w:p w:rsidR="00B65DC9" w:rsidRDefault="00B65DC9" w:rsidP="00B65DC9">
      <w:r>
        <w:t>283.2540</w:t>
      </w:r>
      <w:r>
        <w:tab/>
        <w:t>1.266e-2</w:t>
      </w:r>
    </w:p>
    <w:p w:rsidR="00B65DC9" w:rsidRDefault="00B65DC9" w:rsidP="00B65DC9">
      <w:r>
        <w:t>283.2846</w:t>
      </w:r>
      <w:r>
        <w:tab/>
        <w:t>3.038e0</w:t>
      </w:r>
    </w:p>
    <w:p w:rsidR="00B65DC9" w:rsidRDefault="00B65DC9" w:rsidP="00B65DC9">
      <w:r>
        <w:t>283.2982</w:t>
      </w:r>
      <w:r>
        <w:tab/>
        <w:t>1.266e-2</w:t>
      </w:r>
    </w:p>
    <w:p w:rsidR="00B65DC9" w:rsidRDefault="00B65DC9" w:rsidP="00B65DC9">
      <w:r>
        <w:t>283.3059</w:t>
      </w:r>
      <w:r>
        <w:tab/>
        <w:t>1.013e0</w:t>
      </w:r>
    </w:p>
    <w:p w:rsidR="00B65DC9" w:rsidRDefault="00B65DC9" w:rsidP="00B65DC9">
      <w:r>
        <w:t>283.3296</w:t>
      </w:r>
      <w:r>
        <w:tab/>
        <w:t>1.013e0</w:t>
      </w:r>
    </w:p>
    <w:p w:rsidR="00B65DC9" w:rsidRDefault="00B65DC9" w:rsidP="00B65DC9">
      <w:r>
        <w:t>283.3566</w:t>
      </w:r>
      <w:r>
        <w:tab/>
        <w:t>1.266e-2</w:t>
      </w:r>
    </w:p>
    <w:p w:rsidR="00B65DC9" w:rsidRDefault="00B65DC9" w:rsidP="00B65DC9">
      <w:r>
        <w:t>283.4023</w:t>
      </w:r>
      <w:r>
        <w:tab/>
        <w:t>3.038e0</w:t>
      </w:r>
    </w:p>
    <w:p w:rsidR="00B65DC9" w:rsidRDefault="00B65DC9" w:rsidP="00B65DC9">
      <w:r>
        <w:t>283.4101</w:t>
      </w:r>
      <w:r>
        <w:tab/>
        <w:t>1.013e0</w:t>
      </w:r>
    </w:p>
    <w:p w:rsidR="00B65DC9" w:rsidRDefault="00B65DC9" w:rsidP="00B65DC9">
      <w:r>
        <w:t>283.4149</w:t>
      </w:r>
      <w:r>
        <w:tab/>
        <w:t>1.025e0</w:t>
      </w:r>
    </w:p>
    <w:p w:rsidR="00B65DC9" w:rsidRDefault="00B65DC9" w:rsidP="00B65DC9">
      <w:r>
        <w:t>283.4409</w:t>
      </w:r>
      <w:r>
        <w:tab/>
        <w:t>1.266e-2</w:t>
      </w:r>
    </w:p>
    <w:p w:rsidR="00B65DC9" w:rsidRDefault="00B65DC9" w:rsidP="00B65DC9">
      <w:r>
        <w:t>283.4510</w:t>
      </w:r>
      <w:r>
        <w:tab/>
        <w:t>1.025e0</w:t>
      </w:r>
    </w:p>
    <w:p w:rsidR="00B65DC9" w:rsidRDefault="00B65DC9" w:rsidP="00B65DC9">
      <w:r>
        <w:lastRenderedPageBreak/>
        <w:t>283.4593</w:t>
      </w:r>
      <w:r>
        <w:tab/>
        <w:t>1.266e-2</w:t>
      </w:r>
    </w:p>
    <w:p w:rsidR="00B65DC9" w:rsidRDefault="00B65DC9" w:rsidP="00B65DC9">
      <w:r>
        <w:t>283.5529</w:t>
      </w:r>
      <w:r>
        <w:tab/>
        <w:t>1.038e0</w:t>
      </w:r>
    </w:p>
    <w:p w:rsidR="00B65DC9" w:rsidRDefault="00B65DC9" w:rsidP="00B65DC9">
      <w:r>
        <w:t>283.5887</w:t>
      </w:r>
      <w:r>
        <w:tab/>
        <w:t>1.013e0</w:t>
      </w:r>
    </w:p>
    <w:p w:rsidR="00B65DC9" w:rsidRDefault="00B65DC9" w:rsidP="00B65DC9">
      <w:r>
        <w:t>283.6241</w:t>
      </w:r>
      <w:r>
        <w:tab/>
        <w:t>1.013e0</w:t>
      </w:r>
    </w:p>
    <w:p w:rsidR="00B65DC9" w:rsidRDefault="00B65DC9" w:rsidP="00B65DC9">
      <w:r>
        <w:t>283.6383</w:t>
      </w:r>
      <w:r>
        <w:tab/>
        <w:t>1.013e0</w:t>
      </w:r>
    </w:p>
    <w:p w:rsidR="00B65DC9" w:rsidRDefault="00B65DC9" w:rsidP="00B65DC9">
      <w:r>
        <w:t>283.7062</w:t>
      </w:r>
      <w:r>
        <w:tab/>
        <w:t>1.013e0</w:t>
      </w:r>
    </w:p>
    <w:p w:rsidR="00B65DC9" w:rsidRDefault="00B65DC9" w:rsidP="00B65DC9">
      <w:r>
        <w:t>283.7542</w:t>
      </w:r>
      <w:r>
        <w:tab/>
        <w:t>1.013e0</w:t>
      </w:r>
    </w:p>
    <w:p w:rsidR="00B65DC9" w:rsidRDefault="00B65DC9" w:rsidP="00B65DC9">
      <w:r>
        <w:t>283.7733</w:t>
      </w:r>
      <w:r>
        <w:tab/>
        <w:t>1.266e-2</w:t>
      </w:r>
    </w:p>
    <w:p w:rsidR="00B65DC9" w:rsidRDefault="00B65DC9" w:rsidP="00B65DC9">
      <w:r>
        <w:t>283.7942</w:t>
      </w:r>
      <w:r>
        <w:tab/>
        <w:t>1.013e0</w:t>
      </w:r>
    </w:p>
    <w:p w:rsidR="00B65DC9" w:rsidRDefault="00B65DC9" w:rsidP="00B65DC9">
      <w:r>
        <w:t>283.8086</w:t>
      </w:r>
      <w:r>
        <w:tab/>
        <w:t>1.266e-2</w:t>
      </w:r>
    </w:p>
    <w:p w:rsidR="00B65DC9" w:rsidRDefault="00B65DC9" w:rsidP="00B65DC9">
      <w:r>
        <w:t>283.8358</w:t>
      </w:r>
      <w:r>
        <w:tab/>
        <w:t>1.013e0</w:t>
      </w:r>
    </w:p>
    <w:p w:rsidR="00B65DC9" w:rsidRDefault="00B65DC9" w:rsidP="00B65DC9">
      <w:r>
        <w:t>283.8461</w:t>
      </w:r>
      <w:r>
        <w:tab/>
        <w:t>2.532e-2</w:t>
      </w:r>
    </w:p>
    <w:p w:rsidR="00B65DC9" w:rsidRDefault="00B65DC9" w:rsidP="00B65DC9">
      <w:r>
        <w:t>283.8796</w:t>
      </w:r>
      <w:r>
        <w:tab/>
        <w:t>1.013e0</w:t>
      </w:r>
    </w:p>
    <w:p w:rsidR="00B65DC9" w:rsidRDefault="00B65DC9" w:rsidP="00B65DC9">
      <w:r>
        <w:t>283.8878</w:t>
      </w:r>
      <w:r>
        <w:tab/>
        <w:t>1.013e0</w:t>
      </w:r>
    </w:p>
    <w:p w:rsidR="00B65DC9" w:rsidRDefault="00B65DC9" w:rsidP="00B65DC9">
      <w:r>
        <w:t>283.9424</w:t>
      </w:r>
      <w:r>
        <w:tab/>
        <w:t>1.266e-2</w:t>
      </w:r>
    </w:p>
    <w:p w:rsidR="00B65DC9" w:rsidRDefault="00B65DC9" w:rsidP="00B65DC9">
      <w:r>
        <w:t>283.9610</w:t>
      </w:r>
      <w:r>
        <w:tab/>
        <w:t>1.266e-2</w:t>
      </w:r>
    </w:p>
    <w:p w:rsidR="00B65DC9" w:rsidRDefault="00B65DC9" w:rsidP="00B65DC9">
      <w:r>
        <w:t>284.0179</w:t>
      </w:r>
      <w:r>
        <w:tab/>
        <w:t>1.266e-2</w:t>
      </w:r>
    </w:p>
    <w:p w:rsidR="00B65DC9" w:rsidRDefault="00B65DC9" w:rsidP="00B65DC9">
      <w:r>
        <w:t>284.0208</w:t>
      </w:r>
      <w:r>
        <w:tab/>
        <w:t>4.051e0</w:t>
      </w:r>
    </w:p>
    <w:p w:rsidR="00B65DC9" w:rsidRDefault="00B65DC9" w:rsidP="00B65DC9">
      <w:r>
        <w:t>284.0266</w:t>
      </w:r>
      <w:r>
        <w:tab/>
        <w:t>2.025e0</w:t>
      </w:r>
    </w:p>
    <w:p w:rsidR="00B65DC9" w:rsidRDefault="00B65DC9" w:rsidP="00B65DC9">
      <w:r>
        <w:lastRenderedPageBreak/>
        <w:t>284.0412</w:t>
      </w:r>
      <w:r>
        <w:tab/>
        <w:t>1.013e0</w:t>
      </w:r>
    </w:p>
    <w:p w:rsidR="00B65DC9" w:rsidRDefault="00B65DC9" w:rsidP="00B65DC9">
      <w:r>
        <w:t>284.0741</w:t>
      </w:r>
      <w:r>
        <w:tab/>
        <w:t>2.025e0</w:t>
      </w:r>
    </w:p>
    <w:p w:rsidR="00B65DC9" w:rsidRDefault="00B65DC9" w:rsidP="00B65DC9">
      <w:r>
        <w:t>284.1081</w:t>
      </w:r>
      <w:r>
        <w:tab/>
        <w:t>1.266e-2</w:t>
      </w:r>
    </w:p>
    <w:p w:rsidR="00B65DC9" w:rsidRDefault="00B65DC9" w:rsidP="00B65DC9">
      <w:r>
        <w:t>284.1124</w:t>
      </w:r>
      <w:r>
        <w:tab/>
        <w:t>1.038e0</w:t>
      </w:r>
    </w:p>
    <w:p w:rsidR="00B65DC9" w:rsidRDefault="00B65DC9" w:rsidP="00B65DC9">
      <w:r>
        <w:t>284.1167</w:t>
      </w:r>
      <w:r>
        <w:tab/>
        <w:t>1.266e-2</w:t>
      </w:r>
    </w:p>
    <w:p w:rsidR="00B65DC9" w:rsidRDefault="00B65DC9" w:rsidP="00B65DC9">
      <w:r>
        <w:t>284.1219</w:t>
      </w:r>
      <w:r>
        <w:tab/>
        <w:t>2.532e-2</w:t>
      </w:r>
    </w:p>
    <w:p w:rsidR="00B65DC9" w:rsidRDefault="00B65DC9" w:rsidP="00B65DC9">
      <w:r>
        <w:t>284.1662</w:t>
      </w:r>
      <w:r>
        <w:tab/>
        <w:t>1.038e0</w:t>
      </w:r>
    </w:p>
    <w:p w:rsidR="00B65DC9" w:rsidRDefault="00B65DC9" w:rsidP="00B65DC9">
      <w:r>
        <w:t>284.2022</w:t>
      </w:r>
      <w:r>
        <w:tab/>
        <w:t>1.025e0</w:t>
      </w:r>
    </w:p>
    <w:p w:rsidR="00B65DC9" w:rsidRDefault="00B65DC9" w:rsidP="00B65DC9">
      <w:r>
        <w:t>284.2748</w:t>
      </w:r>
      <w:r>
        <w:tab/>
        <w:t>4.051e0</w:t>
      </w:r>
    </w:p>
    <w:p w:rsidR="00B65DC9" w:rsidRDefault="00B65DC9" w:rsidP="00B65DC9">
      <w:r>
        <w:t>284.2781</w:t>
      </w:r>
      <w:r>
        <w:tab/>
        <w:t>1.266e-2</w:t>
      </w:r>
    </w:p>
    <w:p w:rsidR="00B65DC9" w:rsidRDefault="00B65DC9" w:rsidP="00B65DC9">
      <w:r>
        <w:t>284.2806</w:t>
      </w:r>
      <w:r>
        <w:tab/>
        <w:t>2.025e0</w:t>
      </w:r>
    </w:p>
    <w:p w:rsidR="00B65DC9" w:rsidRDefault="00B65DC9" w:rsidP="00B65DC9">
      <w:r>
        <w:t>284.2885</w:t>
      </w:r>
      <w:r>
        <w:tab/>
        <w:t>1.266e-2</w:t>
      </w:r>
    </w:p>
    <w:p w:rsidR="00B65DC9" w:rsidRDefault="00B65DC9" w:rsidP="00B65DC9">
      <w:r>
        <w:t>284.3237</w:t>
      </w:r>
      <w:r>
        <w:tab/>
        <w:t>1.013e0</w:t>
      </w:r>
    </w:p>
    <w:p w:rsidR="00B65DC9" w:rsidRDefault="00B65DC9" w:rsidP="00B65DC9">
      <w:r>
        <w:t>284.3458</w:t>
      </w:r>
      <w:r>
        <w:tab/>
        <w:t>1.266e-2</w:t>
      </w:r>
    </w:p>
    <w:p w:rsidR="00B65DC9" w:rsidRDefault="00B65DC9" w:rsidP="00B65DC9">
      <w:r>
        <w:t>284.3661</w:t>
      </w:r>
      <w:r>
        <w:tab/>
        <w:t>2.025e0</w:t>
      </w:r>
    </w:p>
    <w:p w:rsidR="00B65DC9" w:rsidRDefault="00B65DC9" w:rsidP="00B65DC9">
      <w:r>
        <w:t>284.3906</w:t>
      </w:r>
      <w:r>
        <w:tab/>
        <w:t>1.013e0</w:t>
      </w:r>
    </w:p>
    <w:p w:rsidR="00B65DC9" w:rsidRDefault="00B65DC9" w:rsidP="00B65DC9">
      <w:r>
        <w:t>284.3947</w:t>
      </w:r>
      <w:r>
        <w:tab/>
        <w:t>1.013e0</w:t>
      </w:r>
    </w:p>
    <w:p w:rsidR="00B65DC9" w:rsidRDefault="00B65DC9" w:rsidP="00B65DC9">
      <w:r>
        <w:t>284.4447</w:t>
      </w:r>
      <w:r>
        <w:tab/>
        <w:t>1.266e-2</w:t>
      </w:r>
    </w:p>
    <w:p w:rsidR="00B65DC9" w:rsidRDefault="00B65DC9" w:rsidP="00B65DC9">
      <w:r>
        <w:t>284.4812</w:t>
      </w:r>
      <w:r>
        <w:tab/>
        <w:t>1.013e0</w:t>
      </w:r>
    </w:p>
    <w:p w:rsidR="00B65DC9" w:rsidRDefault="00B65DC9" w:rsidP="00B65DC9">
      <w:r>
        <w:lastRenderedPageBreak/>
        <w:t>284.5125</w:t>
      </w:r>
      <w:r>
        <w:tab/>
        <w:t>1.266e-2</w:t>
      </w:r>
    </w:p>
    <w:p w:rsidR="00B65DC9" w:rsidRDefault="00B65DC9" w:rsidP="00B65DC9">
      <w:r>
        <w:t>284.5246</w:t>
      </w:r>
      <w:r>
        <w:tab/>
        <w:t>1.013e0</w:t>
      </w:r>
    </w:p>
    <w:p w:rsidR="00B65DC9" w:rsidRDefault="00B65DC9" w:rsidP="00B65DC9">
      <w:r>
        <w:t>284.5646</w:t>
      </w:r>
      <w:r>
        <w:tab/>
        <w:t>1.013e0</w:t>
      </w:r>
    </w:p>
    <w:p w:rsidR="00B65DC9" w:rsidRDefault="00B65DC9" w:rsidP="00B65DC9">
      <w:r>
        <w:t>284.6010</w:t>
      </w:r>
      <w:r>
        <w:tab/>
        <w:t>1.266e-2</w:t>
      </w:r>
    </w:p>
    <w:p w:rsidR="00B65DC9" w:rsidRDefault="00B65DC9" w:rsidP="00B65DC9">
      <w:r>
        <w:t>284.6588</w:t>
      </w:r>
      <w:r>
        <w:tab/>
        <w:t>1.013e0</w:t>
      </w:r>
    </w:p>
    <w:p w:rsidR="00B65DC9" w:rsidRDefault="00B65DC9" w:rsidP="00B65DC9">
      <w:r>
        <w:t>284.6636</w:t>
      </w:r>
      <w:r>
        <w:tab/>
        <w:t>1.013e0</w:t>
      </w:r>
    </w:p>
    <w:p w:rsidR="00B65DC9" w:rsidRDefault="00B65DC9" w:rsidP="00B65DC9">
      <w:r>
        <w:t>284.7092</w:t>
      </w:r>
      <w:r>
        <w:tab/>
        <w:t>1.266e-2</w:t>
      </w:r>
    </w:p>
    <w:p w:rsidR="00B65DC9" w:rsidRDefault="00B65DC9" w:rsidP="00B65DC9">
      <w:r>
        <w:t>284.7366</w:t>
      </w:r>
      <w:r>
        <w:tab/>
        <w:t>1.266e-2</w:t>
      </w:r>
    </w:p>
    <w:p w:rsidR="00B65DC9" w:rsidRDefault="00B65DC9" w:rsidP="00B65DC9">
      <w:r>
        <w:t>284.7762</w:t>
      </w:r>
      <w:r>
        <w:tab/>
        <w:t>2.025e0</w:t>
      </w:r>
    </w:p>
    <w:p w:rsidR="00B65DC9" w:rsidRDefault="00B65DC9" w:rsidP="00B65DC9">
      <w:r>
        <w:t>284.7992</w:t>
      </w:r>
      <w:r>
        <w:tab/>
        <w:t>1.013e0</w:t>
      </w:r>
    </w:p>
    <w:p w:rsidR="00B65DC9" w:rsidRDefault="00B65DC9" w:rsidP="00B65DC9">
      <w:r>
        <w:t>284.8304</w:t>
      </w:r>
      <w:r>
        <w:tab/>
        <w:t>1.013e0</w:t>
      </w:r>
    </w:p>
    <w:p w:rsidR="00B65DC9" w:rsidRDefault="00B65DC9" w:rsidP="00B65DC9">
      <w:r>
        <w:t>284.8475</w:t>
      </w:r>
      <w:r>
        <w:tab/>
        <w:t>1.266e-2</w:t>
      </w:r>
    </w:p>
    <w:p w:rsidR="00B65DC9" w:rsidRDefault="00B65DC9" w:rsidP="00B65DC9">
      <w:r>
        <w:t>284.8934</w:t>
      </w:r>
      <w:r>
        <w:tab/>
        <w:t>1.266e-2</w:t>
      </w:r>
    </w:p>
    <w:p w:rsidR="00B65DC9" w:rsidRDefault="00B65DC9" w:rsidP="00B65DC9">
      <w:r>
        <w:t>284.9191</w:t>
      </w:r>
      <w:r>
        <w:tab/>
        <w:t>1.013e0</w:t>
      </w:r>
    </w:p>
    <w:p w:rsidR="00B65DC9" w:rsidRDefault="00B65DC9" w:rsidP="00B65DC9">
      <w:r>
        <w:t>284.9870</w:t>
      </w:r>
      <w:r>
        <w:tab/>
        <w:t>1.013e0</w:t>
      </w:r>
    </w:p>
    <w:p w:rsidR="00B65DC9" w:rsidRDefault="00B65DC9" w:rsidP="00B65DC9">
      <w:r>
        <w:t>284.9892</w:t>
      </w:r>
      <w:r>
        <w:tab/>
        <w:t>3.645e0</w:t>
      </w:r>
    </w:p>
    <w:p w:rsidR="00B65DC9" w:rsidRDefault="00B65DC9" w:rsidP="00B65DC9">
      <w:r>
        <w:t>285.0320</w:t>
      </w:r>
      <w:r>
        <w:tab/>
        <w:t>2.532e-2</w:t>
      </w:r>
    </w:p>
    <w:p w:rsidR="00B65DC9" w:rsidRDefault="00B65DC9" w:rsidP="00B65DC9">
      <w:r>
        <w:t>285.0563</w:t>
      </w:r>
      <w:r>
        <w:tab/>
        <w:t>3.038e0</w:t>
      </w:r>
    </w:p>
    <w:p w:rsidR="00B65DC9" w:rsidRDefault="00B65DC9" w:rsidP="00B65DC9">
      <w:r>
        <w:t>285.0739</w:t>
      </w:r>
      <w:r>
        <w:tab/>
        <w:t>2.025e0</w:t>
      </w:r>
    </w:p>
    <w:p w:rsidR="00B65DC9" w:rsidRDefault="00B65DC9" w:rsidP="00B65DC9">
      <w:r>
        <w:lastRenderedPageBreak/>
        <w:t>285.0861</w:t>
      </w:r>
      <w:r>
        <w:tab/>
        <w:t>1.266e-2</w:t>
      </w:r>
    </w:p>
    <w:p w:rsidR="00B65DC9" w:rsidRDefault="00B65DC9" w:rsidP="00B65DC9">
      <w:r>
        <w:t>285.0909</w:t>
      </w:r>
      <w:r>
        <w:tab/>
        <w:t>1.266e-2</w:t>
      </w:r>
    </w:p>
    <w:p w:rsidR="00B65DC9" w:rsidRDefault="00B65DC9" w:rsidP="00B65DC9">
      <w:r>
        <w:t>285.1147</w:t>
      </w:r>
      <w:r>
        <w:tab/>
        <w:t>2.025e0</w:t>
      </w:r>
    </w:p>
    <w:p w:rsidR="00B65DC9" w:rsidRDefault="00B65DC9" w:rsidP="00B65DC9">
      <w:r>
        <w:t>285.1215</w:t>
      </w:r>
      <w:r>
        <w:tab/>
        <w:t>3.798e-2</w:t>
      </w:r>
    </w:p>
    <w:p w:rsidR="00B65DC9" w:rsidRDefault="00B65DC9" w:rsidP="00B65DC9">
      <w:r>
        <w:t>285.1348</w:t>
      </w:r>
      <w:r>
        <w:tab/>
        <w:t>1.266e-2</w:t>
      </w:r>
    </w:p>
    <w:p w:rsidR="00B65DC9" w:rsidRDefault="00B65DC9" w:rsidP="00B65DC9">
      <w:r>
        <w:t>285.1611</w:t>
      </w:r>
      <w:r>
        <w:tab/>
        <w:t>5.063e0</w:t>
      </w:r>
    </w:p>
    <w:p w:rsidR="00B65DC9" w:rsidRDefault="00B65DC9" w:rsidP="00B65DC9">
      <w:r>
        <w:t>285.1974</w:t>
      </w:r>
      <w:r>
        <w:tab/>
        <w:t>1.013e0</w:t>
      </w:r>
    </w:p>
    <w:p w:rsidR="00B65DC9" w:rsidRDefault="00B65DC9" w:rsidP="00B65DC9">
      <w:r>
        <w:t>285.2022</w:t>
      </w:r>
      <w:r>
        <w:tab/>
        <w:t>2.038e0</w:t>
      </w:r>
    </w:p>
    <w:p w:rsidR="00B65DC9" w:rsidRDefault="00B65DC9" w:rsidP="00B65DC9">
      <w:r>
        <w:t>285.2643</w:t>
      </w:r>
      <w:r>
        <w:tab/>
        <w:t>1.266e-2</w:t>
      </w:r>
    </w:p>
    <w:p w:rsidR="00B65DC9" w:rsidRDefault="00B65DC9" w:rsidP="00B65DC9">
      <w:r>
        <w:t>285.2689</w:t>
      </w:r>
      <w:r>
        <w:tab/>
        <w:t>1.266e-2</w:t>
      </w:r>
    </w:p>
    <w:p w:rsidR="00B65DC9" w:rsidRDefault="00B65DC9" w:rsidP="00B65DC9">
      <w:r>
        <w:t>285.2838</w:t>
      </w:r>
      <w:r>
        <w:tab/>
        <w:t>1.266e-2</w:t>
      </w:r>
    </w:p>
    <w:p w:rsidR="00B65DC9" w:rsidRDefault="00B65DC9" w:rsidP="00B65DC9">
      <w:r>
        <w:t>285.2855</w:t>
      </w:r>
      <w:r>
        <w:tab/>
        <w:t>2.025e0</w:t>
      </w:r>
    </w:p>
    <w:p w:rsidR="00B65DC9" w:rsidRDefault="00B65DC9" w:rsidP="00B65DC9">
      <w:r>
        <w:t>285.3054</w:t>
      </w:r>
      <w:r>
        <w:tab/>
        <w:t>1.013e0</w:t>
      </w:r>
    </w:p>
    <w:p w:rsidR="00B65DC9" w:rsidRDefault="00B65DC9" w:rsidP="00B65DC9">
      <w:r>
        <w:t>285.3460</w:t>
      </w:r>
      <w:r>
        <w:tab/>
        <w:t>2.038e0</w:t>
      </w:r>
    </w:p>
    <w:p w:rsidR="00B65DC9" w:rsidRDefault="00B65DC9" w:rsidP="00B65DC9">
      <w:r>
        <w:t>285.4847</w:t>
      </w:r>
      <w:r>
        <w:tab/>
        <w:t>1.266e-2</w:t>
      </w:r>
    </w:p>
    <w:p w:rsidR="00B65DC9" w:rsidRDefault="00B65DC9" w:rsidP="00B65DC9">
      <w:r>
        <w:t>285.4861</w:t>
      </w:r>
      <w:r>
        <w:tab/>
        <w:t>2.038e0</w:t>
      </w:r>
    </w:p>
    <w:p w:rsidR="00B65DC9" w:rsidRDefault="00B65DC9" w:rsidP="00B65DC9">
      <w:r>
        <w:t>285.4987</w:t>
      </w:r>
      <w:r>
        <w:tab/>
        <w:t>1.266e-2</w:t>
      </w:r>
    </w:p>
    <w:p w:rsidR="00B65DC9" w:rsidRDefault="00B65DC9" w:rsidP="00B65DC9">
      <w:r>
        <w:t>285.5439</w:t>
      </w:r>
      <w:r>
        <w:tab/>
        <w:t>1.013e0</w:t>
      </w:r>
    </w:p>
    <w:p w:rsidR="00B65DC9" w:rsidRDefault="00B65DC9" w:rsidP="00B65DC9">
      <w:r>
        <w:t>285.5516</w:t>
      </w:r>
      <w:r>
        <w:tab/>
        <w:t>1.013e0</w:t>
      </w:r>
    </w:p>
    <w:p w:rsidR="00B65DC9" w:rsidRDefault="00B65DC9" w:rsidP="00B65DC9">
      <w:r>
        <w:lastRenderedPageBreak/>
        <w:t>285.5667</w:t>
      </w:r>
      <w:r>
        <w:tab/>
        <w:t>1.013e0</w:t>
      </w:r>
    </w:p>
    <w:p w:rsidR="00B65DC9" w:rsidRDefault="00B65DC9" w:rsidP="00B65DC9">
      <w:r>
        <w:t>285.5981</w:t>
      </w:r>
      <w:r>
        <w:tab/>
        <w:t>1.266e-2</w:t>
      </w:r>
    </w:p>
    <w:p w:rsidR="00B65DC9" w:rsidRDefault="00B65DC9" w:rsidP="00B65DC9">
      <w:r>
        <w:t>285.6026</w:t>
      </w:r>
      <w:r>
        <w:tab/>
        <w:t>1.013e0</w:t>
      </w:r>
    </w:p>
    <w:p w:rsidR="00B65DC9" w:rsidRDefault="00B65DC9" w:rsidP="00B65DC9">
      <w:r>
        <w:t>285.6146</w:t>
      </w:r>
      <w:r>
        <w:tab/>
        <w:t>1.013e0</w:t>
      </w:r>
    </w:p>
    <w:p w:rsidR="00B65DC9" w:rsidRDefault="00B65DC9" w:rsidP="00B65DC9">
      <w:r>
        <w:t>285.8233</w:t>
      </w:r>
      <w:r>
        <w:tab/>
        <w:t>2.025e0</w:t>
      </w:r>
    </w:p>
    <w:p w:rsidR="00B65DC9" w:rsidRDefault="00B65DC9" w:rsidP="00B65DC9">
      <w:r>
        <w:t>285.8310</w:t>
      </w:r>
      <w:r>
        <w:tab/>
        <w:t>1.013e0</w:t>
      </w:r>
    </w:p>
    <w:p w:rsidR="00B65DC9" w:rsidRDefault="00B65DC9" w:rsidP="00B65DC9">
      <w:r>
        <w:t>285.8442</w:t>
      </w:r>
      <w:r>
        <w:tab/>
        <w:t>1.266e-2</w:t>
      </w:r>
    </w:p>
    <w:p w:rsidR="00B65DC9" w:rsidRDefault="00B65DC9" w:rsidP="00B65DC9">
      <w:r>
        <w:t>285.8585</w:t>
      </w:r>
      <w:r>
        <w:tab/>
        <w:t>1.013e0</w:t>
      </w:r>
    </w:p>
    <w:p w:rsidR="00B65DC9" w:rsidRDefault="00B65DC9" w:rsidP="00B65DC9">
      <w:r>
        <w:t>285.8857</w:t>
      </w:r>
      <w:r>
        <w:tab/>
        <w:t>1.266e-2</w:t>
      </w:r>
    </w:p>
    <w:p w:rsidR="00B65DC9" w:rsidRDefault="00B65DC9" w:rsidP="00B65DC9">
      <w:r>
        <w:t>285.8985</w:t>
      </w:r>
      <w:r>
        <w:tab/>
        <w:t>1.266e-2</w:t>
      </w:r>
    </w:p>
    <w:p w:rsidR="00B65DC9" w:rsidRDefault="00B65DC9" w:rsidP="00B65DC9">
      <w:r>
        <w:t>285.9433</w:t>
      </w:r>
      <w:r>
        <w:tab/>
        <w:t>1.266e-2</w:t>
      </w:r>
    </w:p>
    <w:p w:rsidR="00B65DC9" w:rsidRDefault="00B65DC9" w:rsidP="00B65DC9">
      <w:r>
        <w:t>285.9747</w:t>
      </w:r>
      <w:r>
        <w:tab/>
        <w:t>1.013e0</w:t>
      </w:r>
    </w:p>
    <w:p w:rsidR="00B65DC9" w:rsidRDefault="00B65DC9" w:rsidP="00B65DC9">
      <w:r>
        <w:t>286.0175</w:t>
      </w:r>
      <w:r>
        <w:tab/>
        <w:t>1.932e0</w:t>
      </w:r>
    </w:p>
    <w:p w:rsidR="00B65DC9" w:rsidRDefault="00B65DC9" w:rsidP="00B65DC9">
      <w:r>
        <w:t>286.0200</w:t>
      </w:r>
      <w:r>
        <w:tab/>
        <w:t>2.532e-2</w:t>
      </w:r>
    </w:p>
    <w:p w:rsidR="00B65DC9" w:rsidRDefault="00B65DC9" w:rsidP="00B65DC9">
      <w:r>
        <w:t>286.0506</w:t>
      </w:r>
      <w:r>
        <w:tab/>
        <w:t>3.038e0</w:t>
      </w:r>
    </w:p>
    <w:p w:rsidR="00B65DC9" w:rsidRDefault="00B65DC9" w:rsidP="00B65DC9">
      <w:r>
        <w:t>286.0742</w:t>
      </w:r>
      <w:r>
        <w:tab/>
        <w:t>1.013e0</w:t>
      </w:r>
    </w:p>
    <w:p w:rsidR="00B65DC9" w:rsidRDefault="00B65DC9" w:rsidP="00B65DC9">
      <w:r>
        <w:t>286.0951</w:t>
      </w:r>
      <w:r>
        <w:tab/>
        <w:t>3.051e0</w:t>
      </w:r>
    </w:p>
    <w:p w:rsidR="00B65DC9" w:rsidRDefault="00B65DC9" w:rsidP="00B65DC9">
      <w:r>
        <w:t>286.1106</w:t>
      </w:r>
      <w:r>
        <w:tab/>
        <w:t>1.266e-2</w:t>
      </w:r>
    </w:p>
    <w:p w:rsidR="00B65DC9" w:rsidRDefault="00B65DC9" w:rsidP="00B65DC9">
      <w:r>
        <w:t>286.1165</w:t>
      </w:r>
      <w:r>
        <w:tab/>
        <w:t>2.025e0</w:t>
      </w:r>
    </w:p>
    <w:p w:rsidR="00B65DC9" w:rsidRDefault="00B65DC9" w:rsidP="00B65DC9">
      <w:r>
        <w:lastRenderedPageBreak/>
        <w:t>286.1319</w:t>
      </w:r>
      <w:r>
        <w:tab/>
        <w:t>3.038e0</w:t>
      </w:r>
    </w:p>
    <w:p w:rsidR="00B65DC9" w:rsidRDefault="00B65DC9" w:rsidP="00B65DC9">
      <w:r>
        <w:t>286.1572</w:t>
      </w:r>
      <w:r>
        <w:tab/>
        <w:t>3.038e0</w:t>
      </w:r>
    </w:p>
    <w:p w:rsidR="00B65DC9" w:rsidRDefault="00B65DC9" w:rsidP="00B65DC9">
      <w:r>
        <w:t>286.1632</w:t>
      </w:r>
      <w:r>
        <w:tab/>
        <w:t>1.013e0</w:t>
      </w:r>
    </w:p>
    <w:p w:rsidR="00B65DC9" w:rsidRDefault="00B65DC9" w:rsidP="00B65DC9">
      <w:r>
        <w:t>286.2051</w:t>
      </w:r>
      <w:r>
        <w:tab/>
        <w:t>1.013e0</w:t>
      </w:r>
    </w:p>
    <w:p w:rsidR="00B65DC9" w:rsidRDefault="00B65DC9" w:rsidP="00B65DC9">
      <w:r>
        <w:t>286.2130</w:t>
      </w:r>
      <w:r>
        <w:tab/>
        <w:t>1.013e0</w:t>
      </w:r>
    </w:p>
    <w:p w:rsidR="00B65DC9" w:rsidRDefault="00B65DC9" w:rsidP="00B65DC9">
      <w:r>
        <w:t>286.2213</w:t>
      </w:r>
      <w:r>
        <w:tab/>
        <w:t>2.532e-2</w:t>
      </w:r>
    </w:p>
    <w:p w:rsidR="00B65DC9" w:rsidRDefault="00B65DC9" w:rsidP="00B65DC9">
      <w:r>
        <w:t>286.2305</w:t>
      </w:r>
      <w:r>
        <w:tab/>
        <w:t>3.051e0</w:t>
      </w:r>
    </w:p>
    <w:p w:rsidR="00B65DC9" w:rsidRDefault="00B65DC9" w:rsidP="00B65DC9">
      <w:r>
        <w:t>286.2445</w:t>
      </w:r>
      <w:r>
        <w:tab/>
        <w:t>1.013e0</w:t>
      </w:r>
    </w:p>
    <w:p w:rsidR="00B65DC9" w:rsidRDefault="00B65DC9" w:rsidP="00B65DC9">
      <w:r>
        <w:t>286.2720</w:t>
      </w:r>
      <w:r>
        <w:tab/>
        <w:t>3.038e0</w:t>
      </w:r>
    </w:p>
    <w:p w:rsidR="00B65DC9" w:rsidRDefault="00B65DC9" w:rsidP="00B65DC9">
      <w:r>
        <w:t>286.3155</w:t>
      </w:r>
      <w:r>
        <w:tab/>
        <w:t>1.013e0</w:t>
      </w:r>
    </w:p>
    <w:p w:rsidR="00B65DC9" w:rsidRDefault="00B65DC9" w:rsidP="00B65DC9">
      <w:r>
        <w:t>286.4337</w:t>
      </w:r>
      <w:r>
        <w:tab/>
        <w:t>2.025e0</w:t>
      </w:r>
    </w:p>
    <w:p w:rsidR="00B65DC9" w:rsidRDefault="00B65DC9" w:rsidP="00B65DC9">
      <w:r>
        <w:t>286.4926</w:t>
      </w:r>
      <w:r>
        <w:tab/>
        <w:t>1.013e0</w:t>
      </w:r>
    </w:p>
    <w:p w:rsidR="00B65DC9" w:rsidRDefault="00B65DC9" w:rsidP="00B65DC9">
      <w:r>
        <w:t>286.5406</w:t>
      </w:r>
      <w:r>
        <w:tab/>
        <w:t>3.038e0</w:t>
      </w:r>
    </w:p>
    <w:p w:rsidR="00B65DC9" w:rsidRDefault="00B65DC9" w:rsidP="00B65DC9">
      <w:r>
        <w:t>286.5913</w:t>
      </w:r>
      <w:r>
        <w:tab/>
        <w:t>2.025e0</w:t>
      </w:r>
    </w:p>
    <w:p w:rsidR="00B65DC9" w:rsidRDefault="00B65DC9" w:rsidP="00B65DC9">
      <w:r>
        <w:t>286.5992</w:t>
      </w:r>
      <w:r>
        <w:tab/>
        <w:t>1.266e-2</w:t>
      </w:r>
    </w:p>
    <w:p w:rsidR="00B65DC9" w:rsidRDefault="00B65DC9" w:rsidP="00B65DC9">
      <w:r>
        <w:t>286.7083</w:t>
      </w:r>
      <w:r>
        <w:tab/>
        <w:t>1.013e0</w:t>
      </w:r>
    </w:p>
    <w:p w:rsidR="00B65DC9" w:rsidRDefault="00B65DC9" w:rsidP="00B65DC9">
      <w:r>
        <w:t>286.7212</w:t>
      </w:r>
      <w:r>
        <w:tab/>
        <w:t>1.013e0</w:t>
      </w:r>
    </w:p>
    <w:p w:rsidR="00B65DC9" w:rsidRDefault="00B65DC9" w:rsidP="00B65DC9">
      <w:r>
        <w:t>286.7441</w:t>
      </w:r>
      <w:r>
        <w:tab/>
        <w:t>2.025e0</w:t>
      </w:r>
    </w:p>
    <w:p w:rsidR="00B65DC9" w:rsidRDefault="00B65DC9" w:rsidP="00B65DC9">
      <w:r>
        <w:t>286.7763</w:t>
      </w:r>
      <w:r>
        <w:tab/>
        <w:t>1.266e-2</w:t>
      </w:r>
    </w:p>
    <w:p w:rsidR="00B65DC9" w:rsidRDefault="00B65DC9" w:rsidP="00B65DC9">
      <w:r>
        <w:lastRenderedPageBreak/>
        <w:t>286.8158</w:t>
      </w:r>
      <w:r>
        <w:tab/>
        <w:t>1.013e0</w:t>
      </w:r>
    </w:p>
    <w:p w:rsidR="00B65DC9" w:rsidRDefault="00B65DC9" w:rsidP="00B65DC9">
      <w:r>
        <w:t>286.8198</w:t>
      </w:r>
      <w:r>
        <w:tab/>
        <w:t>1.013e0</w:t>
      </w:r>
    </w:p>
    <w:p w:rsidR="00B65DC9" w:rsidRDefault="00B65DC9" w:rsidP="00B65DC9">
      <w:r>
        <w:t>286.8847</w:t>
      </w:r>
      <w:r>
        <w:tab/>
        <w:t>2.025e0</w:t>
      </w:r>
    </w:p>
    <w:p w:rsidR="00B65DC9" w:rsidRDefault="00B65DC9" w:rsidP="00B65DC9">
      <w:r>
        <w:t>286.8976</w:t>
      </w:r>
      <w:r>
        <w:tab/>
        <w:t>1.013e0</w:t>
      </w:r>
    </w:p>
    <w:p w:rsidR="00B65DC9" w:rsidRDefault="00B65DC9" w:rsidP="00B65DC9">
      <w:r>
        <w:t>286.9498</w:t>
      </w:r>
      <w:r>
        <w:tab/>
        <w:t>1.025e0</w:t>
      </w:r>
    </w:p>
    <w:p w:rsidR="00B65DC9" w:rsidRDefault="00B65DC9" w:rsidP="00B65DC9">
      <w:r>
        <w:t>286.9734</w:t>
      </w:r>
      <w:r>
        <w:tab/>
        <w:t>1.266e-2</w:t>
      </w:r>
    </w:p>
    <w:p w:rsidR="00B65DC9" w:rsidRDefault="00B65DC9" w:rsidP="00B65DC9">
      <w:r>
        <w:t>286.9957</w:t>
      </w:r>
      <w:r>
        <w:tab/>
        <w:t>2.025e0</w:t>
      </w:r>
    </w:p>
    <w:p w:rsidR="00B65DC9" w:rsidRDefault="00B65DC9" w:rsidP="00B65DC9">
      <w:r>
        <w:t>286.9977</w:t>
      </w:r>
      <w:r>
        <w:tab/>
        <w:t>4.051e0</w:t>
      </w:r>
    </w:p>
    <w:p w:rsidR="00B65DC9" w:rsidRDefault="00B65DC9" w:rsidP="00B65DC9">
      <w:r>
        <w:t>287.0139</w:t>
      </w:r>
      <w:r>
        <w:tab/>
        <w:t>3.038e0</w:t>
      </w:r>
    </w:p>
    <w:p w:rsidR="00B65DC9" w:rsidRDefault="00B65DC9" w:rsidP="00B65DC9">
      <w:r>
        <w:t>287.0463</w:t>
      </w:r>
      <w:r>
        <w:tab/>
        <w:t>4.051e0</w:t>
      </w:r>
    </w:p>
    <w:p w:rsidR="00B65DC9" w:rsidRDefault="00B65DC9" w:rsidP="00B65DC9">
      <w:r>
        <w:t>287.0484</w:t>
      </w:r>
      <w:r>
        <w:tab/>
        <w:t>4.372e0</w:t>
      </w:r>
    </w:p>
    <w:p w:rsidR="00B65DC9" w:rsidRDefault="00B65DC9" w:rsidP="00B65DC9">
      <w:r>
        <w:t>287.0774</w:t>
      </w:r>
      <w:r>
        <w:tab/>
        <w:t>4.051e0</w:t>
      </w:r>
    </w:p>
    <w:p w:rsidR="00B65DC9" w:rsidRDefault="00B65DC9" w:rsidP="00B65DC9">
      <w:r>
        <w:t>287.1058</w:t>
      </w:r>
      <w:r>
        <w:tab/>
        <w:t>3.038e0</w:t>
      </w:r>
    </w:p>
    <w:p w:rsidR="00B65DC9" w:rsidRDefault="00B65DC9" w:rsidP="00B65DC9">
      <w:r>
        <w:t>287.1172</w:t>
      </w:r>
      <w:r>
        <w:tab/>
        <w:t>2.025e0</w:t>
      </w:r>
    </w:p>
    <w:p w:rsidR="00B65DC9" w:rsidRDefault="00B65DC9" w:rsidP="00B65DC9">
      <w:r>
        <w:t>287.1279</w:t>
      </w:r>
      <w:r>
        <w:tab/>
        <w:t>2.051e0</w:t>
      </w:r>
    </w:p>
    <w:p w:rsidR="00B65DC9" w:rsidRDefault="00B65DC9" w:rsidP="00B65DC9">
      <w:r>
        <w:t>287.1919</w:t>
      </w:r>
      <w:r>
        <w:tab/>
        <w:t>1.038e0</w:t>
      </w:r>
    </w:p>
    <w:p w:rsidR="00B65DC9" w:rsidRDefault="00B65DC9" w:rsidP="00B65DC9">
      <w:r>
        <w:t>287.1979</w:t>
      </w:r>
      <w:r>
        <w:tab/>
        <w:t>3.038e0</w:t>
      </w:r>
    </w:p>
    <w:p w:rsidR="00B65DC9" w:rsidRDefault="00B65DC9" w:rsidP="00B65DC9">
      <w:r>
        <w:t>287.2091</w:t>
      </w:r>
      <w:r>
        <w:tab/>
        <w:t>6.076e0</w:t>
      </w:r>
    </w:p>
    <w:p w:rsidR="00B65DC9" w:rsidRDefault="00B65DC9" w:rsidP="00B65DC9">
      <w:r>
        <w:t>287.2333</w:t>
      </w:r>
      <w:r>
        <w:tab/>
        <w:t>1.025e0</w:t>
      </w:r>
    </w:p>
    <w:p w:rsidR="00B65DC9" w:rsidRDefault="00B65DC9" w:rsidP="00B65DC9">
      <w:r>
        <w:lastRenderedPageBreak/>
        <w:t>287.2730</w:t>
      </w:r>
      <w:r>
        <w:tab/>
        <w:t>2.025e0</w:t>
      </w:r>
    </w:p>
    <w:p w:rsidR="00B65DC9" w:rsidRDefault="00B65DC9" w:rsidP="00B65DC9">
      <w:r>
        <w:t>287.2885</w:t>
      </w:r>
      <w:r>
        <w:tab/>
        <w:t>3.038e0</w:t>
      </w:r>
    </w:p>
    <w:p w:rsidR="00B65DC9" w:rsidRDefault="00B65DC9" w:rsidP="00B65DC9">
      <w:r>
        <w:t>287.2966</w:t>
      </w:r>
      <w:r>
        <w:tab/>
        <w:t>1.013e0</w:t>
      </w:r>
    </w:p>
    <w:p w:rsidR="00B65DC9" w:rsidRDefault="00B65DC9" w:rsidP="00B65DC9">
      <w:r>
        <w:t>287.2996</w:t>
      </w:r>
      <w:r>
        <w:tab/>
        <w:t>2.025e0</w:t>
      </w:r>
    </w:p>
    <w:p w:rsidR="00B65DC9" w:rsidRDefault="00B65DC9" w:rsidP="00B65DC9">
      <w:r>
        <w:t>287.3437</w:t>
      </w:r>
      <w:r>
        <w:tab/>
        <w:t>1.013e0</w:t>
      </w:r>
    </w:p>
    <w:p w:rsidR="00B65DC9" w:rsidRDefault="00B65DC9" w:rsidP="00B65DC9">
      <w:r>
        <w:t>287.3703</w:t>
      </w:r>
      <w:r>
        <w:tab/>
        <w:t>1.013e0</w:t>
      </w:r>
    </w:p>
    <w:p w:rsidR="00B65DC9" w:rsidRDefault="00B65DC9" w:rsidP="00B65DC9">
      <w:r>
        <w:t>287.3792</w:t>
      </w:r>
      <w:r>
        <w:tab/>
        <w:t>1.013e0</w:t>
      </w:r>
    </w:p>
    <w:p w:rsidR="00B65DC9" w:rsidRDefault="00B65DC9" w:rsidP="00B65DC9">
      <w:r>
        <w:t>287.4015</w:t>
      </w:r>
      <w:r>
        <w:tab/>
        <w:t>1.013e0</w:t>
      </w:r>
    </w:p>
    <w:p w:rsidR="00B65DC9" w:rsidRDefault="00B65DC9" w:rsidP="00B65DC9">
      <w:r>
        <w:t>287.4189</w:t>
      </w:r>
      <w:r>
        <w:tab/>
        <w:t>1.266e-2</w:t>
      </w:r>
    </w:p>
    <w:p w:rsidR="00B65DC9" w:rsidRDefault="00B65DC9" w:rsidP="00B65DC9">
      <w:r>
        <w:t>287.5014</w:t>
      </w:r>
      <w:r>
        <w:tab/>
        <w:t>1.013e0</w:t>
      </w:r>
    </w:p>
    <w:p w:rsidR="00B65DC9" w:rsidRDefault="00B65DC9" w:rsidP="00B65DC9">
      <w:r>
        <w:t>287.5135</w:t>
      </w:r>
      <w:r>
        <w:tab/>
        <w:t>1.266e-2</w:t>
      </w:r>
    </w:p>
    <w:p w:rsidR="00B65DC9" w:rsidRDefault="00B65DC9" w:rsidP="00B65DC9">
      <w:r>
        <w:t>287.5489</w:t>
      </w:r>
      <w:r>
        <w:tab/>
        <w:t>1.013e0</w:t>
      </w:r>
    </w:p>
    <w:p w:rsidR="00B65DC9" w:rsidRDefault="00B65DC9" w:rsidP="00B65DC9">
      <w:r>
        <w:t>287.5685</w:t>
      </w:r>
      <w:r>
        <w:tab/>
        <w:t>1.013e0</w:t>
      </w:r>
    </w:p>
    <w:p w:rsidR="00B65DC9" w:rsidRDefault="00B65DC9" w:rsidP="00B65DC9">
      <w:r>
        <w:t>287.5725</w:t>
      </w:r>
      <w:r>
        <w:tab/>
        <w:t>1.266e-2</w:t>
      </w:r>
    </w:p>
    <w:p w:rsidR="00B65DC9" w:rsidRDefault="00B65DC9" w:rsidP="00B65DC9">
      <w:r>
        <w:t>287.5912</w:t>
      </w:r>
      <w:r>
        <w:tab/>
        <w:t>1.266e-2</w:t>
      </w:r>
    </w:p>
    <w:p w:rsidR="00B65DC9" w:rsidRDefault="00B65DC9" w:rsidP="00B65DC9">
      <w:r>
        <w:t>287.6631</w:t>
      </w:r>
      <w:r>
        <w:tab/>
        <w:t>1.013e0</w:t>
      </w:r>
    </w:p>
    <w:p w:rsidR="00B65DC9" w:rsidRDefault="00B65DC9" w:rsidP="00B65DC9">
      <w:r>
        <w:t>287.6855</w:t>
      </w:r>
      <w:r>
        <w:tab/>
        <w:t>2.025e0</w:t>
      </w:r>
    </w:p>
    <w:p w:rsidR="00B65DC9" w:rsidRDefault="00B65DC9" w:rsidP="00B65DC9">
      <w:r>
        <w:t>287.6946</w:t>
      </w:r>
      <w:r>
        <w:tab/>
        <w:t>1.013e0</w:t>
      </w:r>
    </w:p>
    <w:p w:rsidR="00B65DC9" w:rsidRDefault="00B65DC9" w:rsidP="00B65DC9">
      <w:r>
        <w:t>287.7262</w:t>
      </w:r>
      <w:r>
        <w:tab/>
        <w:t>1.013e0</w:t>
      </w:r>
    </w:p>
    <w:p w:rsidR="00B65DC9" w:rsidRDefault="00B65DC9" w:rsidP="00B65DC9">
      <w:r>
        <w:lastRenderedPageBreak/>
        <w:t>287.7974</w:t>
      </w:r>
      <w:r>
        <w:tab/>
        <w:t>1.013e0</w:t>
      </w:r>
    </w:p>
    <w:p w:rsidR="00B65DC9" w:rsidRDefault="00B65DC9" w:rsidP="00B65DC9">
      <w:r>
        <w:t>287.8017</w:t>
      </w:r>
      <w:r>
        <w:tab/>
        <w:t>1.013e0</w:t>
      </w:r>
    </w:p>
    <w:p w:rsidR="00B65DC9" w:rsidRDefault="00B65DC9" w:rsidP="00B65DC9">
      <w:r>
        <w:t>287.8208</w:t>
      </w:r>
      <w:r>
        <w:tab/>
        <w:t>1.013e0</w:t>
      </w:r>
    </w:p>
    <w:p w:rsidR="00B65DC9" w:rsidRDefault="00B65DC9" w:rsidP="00B65DC9">
      <w:r>
        <w:t>287.8329</w:t>
      </w:r>
      <w:r>
        <w:tab/>
        <w:t>1.013e0</w:t>
      </w:r>
    </w:p>
    <w:p w:rsidR="00B65DC9" w:rsidRDefault="00B65DC9" w:rsidP="00B65DC9">
      <w:r>
        <w:t>287.8503</w:t>
      </w:r>
      <w:r>
        <w:tab/>
        <w:t>2.025e0</w:t>
      </w:r>
    </w:p>
    <w:p w:rsidR="00B65DC9" w:rsidRDefault="00B65DC9" w:rsidP="00B65DC9">
      <w:r>
        <w:t>287.8524</w:t>
      </w:r>
      <w:r>
        <w:tab/>
        <w:t>1.013e0</w:t>
      </w:r>
    </w:p>
    <w:p w:rsidR="00B65DC9" w:rsidRDefault="00B65DC9" w:rsidP="00B65DC9">
      <w:r>
        <w:t>287.8804</w:t>
      </w:r>
      <w:r>
        <w:tab/>
        <w:t>2.025e0</w:t>
      </w:r>
    </w:p>
    <w:p w:rsidR="00B65DC9" w:rsidRDefault="00B65DC9" w:rsidP="00B65DC9">
      <w:r>
        <w:t>287.9066</w:t>
      </w:r>
      <w:r>
        <w:tab/>
        <w:t>1.266e-2</w:t>
      </w:r>
    </w:p>
    <w:p w:rsidR="00B65DC9" w:rsidRDefault="00B65DC9" w:rsidP="00B65DC9">
      <w:r>
        <w:t>287.9116</w:t>
      </w:r>
      <w:r>
        <w:tab/>
        <w:t>1.013e0</w:t>
      </w:r>
    </w:p>
    <w:p w:rsidR="00B65DC9" w:rsidRDefault="00B65DC9" w:rsidP="00B65DC9">
      <w:r>
        <w:t>287.9789</w:t>
      </w:r>
      <w:r>
        <w:tab/>
        <w:t>2.025e0</w:t>
      </w:r>
    </w:p>
    <w:p w:rsidR="00B65DC9" w:rsidRDefault="00B65DC9" w:rsidP="00B65DC9">
      <w:r>
        <w:t>287.9887</w:t>
      </w:r>
      <w:r>
        <w:tab/>
        <w:t>2.025e0</w:t>
      </w:r>
    </w:p>
    <w:p w:rsidR="00B65DC9" w:rsidRDefault="00B65DC9" w:rsidP="00B65DC9">
      <w:r>
        <w:t>287.9908</w:t>
      </w:r>
      <w:r>
        <w:tab/>
        <w:t>1.013e0</w:t>
      </w:r>
    </w:p>
    <w:p w:rsidR="00B65DC9" w:rsidRDefault="00B65DC9" w:rsidP="00B65DC9">
      <w:r>
        <w:t>288.0186</w:t>
      </w:r>
      <w:r>
        <w:tab/>
        <w:t>1.266e-2</w:t>
      </w:r>
    </w:p>
    <w:p w:rsidR="00B65DC9" w:rsidRDefault="00B65DC9" w:rsidP="00B65DC9">
      <w:r>
        <w:t>288.0262</w:t>
      </w:r>
      <w:r>
        <w:tab/>
        <w:t>2.025e0</w:t>
      </w:r>
    </w:p>
    <w:p w:rsidR="00B65DC9" w:rsidRDefault="00B65DC9" w:rsidP="00B65DC9">
      <w:r>
        <w:t>288.0277</w:t>
      </w:r>
      <w:r>
        <w:tab/>
        <w:t>1.266e-2</w:t>
      </w:r>
    </w:p>
    <w:p w:rsidR="00B65DC9" w:rsidRDefault="00B65DC9" w:rsidP="00B65DC9">
      <w:r>
        <w:t>288.0417</w:t>
      </w:r>
      <w:r>
        <w:tab/>
        <w:t>1.013e0</w:t>
      </w:r>
    </w:p>
    <w:p w:rsidR="00B65DC9" w:rsidRDefault="00B65DC9" w:rsidP="00B65DC9">
      <w:r>
        <w:t>288.1225</w:t>
      </w:r>
      <w:r>
        <w:tab/>
        <w:t>1.013e0</w:t>
      </w:r>
    </w:p>
    <w:p w:rsidR="00B65DC9" w:rsidRDefault="00B65DC9" w:rsidP="00B65DC9">
      <w:r>
        <w:t>288.1263</w:t>
      </w:r>
      <w:r>
        <w:tab/>
        <w:t>2.025e0</w:t>
      </w:r>
    </w:p>
    <w:p w:rsidR="00B65DC9" w:rsidRDefault="00B65DC9" w:rsidP="00B65DC9">
      <w:r>
        <w:t>288.1785</w:t>
      </w:r>
      <w:r>
        <w:tab/>
        <w:t>2.532e-2</w:t>
      </w:r>
    </w:p>
    <w:p w:rsidR="00B65DC9" w:rsidRDefault="00B65DC9" w:rsidP="00B65DC9">
      <w:r>
        <w:lastRenderedPageBreak/>
        <w:t>288.1805</w:t>
      </w:r>
      <w:r>
        <w:tab/>
        <w:t>1.266e-2</w:t>
      </w:r>
    </w:p>
    <w:p w:rsidR="00B65DC9" w:rsidRDefault="00B65DC9" w:rsidP="00B65DC9">
      <w:r>
        <w:t>288.2233</w:t>
      </w:r>
      <w:r>
        <w:tab/>
        <w:t>2.025e0</w:t>
      </w:r>
    </w:p>
    <w:p w:rsidR="00B65DC9" w:rsidRDefault="00B65DC9" w:rsidP="00B65DC9">
      <w:r>
        <w:t>288.2408</w:t>
      </w:r>
      <w:r>
        <w:tab/>
        <w:t>4.051e0</w:t>
      </w:r>
    </w:p>
    <w:p w:rsidR="00B65DC9" w:rsidRDefault="00B65DC9" w:rsidP="00B65DC9">
      <w:r>
        <w:t>288.2446</w:t>
      </w:r>
      <w:r>
        <w:tab/>
        <w:t>2.025e0</w:t>
      </w:r>
    </w:p>
    <w:p w:rsidR="00B65DC9" w:rsidRDefault="00B65DC9" w:rsidP="00B65DC9">
      <w:r>
        <w:t>288.2461</w:t>
      </w:r>
      <w:r>
        <w:tab/>
        <w:t>3.038e0</w:t>
      </w:r>
    </w:p>
    <w:p w:rsidR="00B65DC9" w:rsidRDefault="00B65DC9" w:rsidP="00B65DC9">
      <w:r>
        <w:t>288.2810</w:t>
      </w:r>
      <w:r>
        <w:tab/>
        <w:t>1.013e0</w:t>
      </w:r>
    </w:p>
    <w:p w:rsidR="00B65DC9" w:rsidRDefault="00B65DC9" w:rsidP="00B65DC9">
      <w:r>
        <w:t>288.2941</w:t>
      </w:r>
      <w:r>
        <w:tab/>
        <w:t>1.266e-2</w:t>
      </w:r>
    </w:p>
    <w:p w:rsidR="00B65DC9" w:rsidRDefault="00B65DC9" w:rsidP="00B65DC9">
      <w:r>
        <w:t>288.3175</w:t>
      </w:r>
      <w:r>
        <w:tab/>
        <w:t>1.266e-2</w:t>
      </w:r>
    </w:p>
    <w:p w:rsidR="00B65DC9" w:rsidRDefault="00B65DC9" w:rsidP="00B65DC9">
      <w:r>
        <w:t>288.3513</w:t>
      </w:r>
      <w:r>
        <w:tab/>
        <w:t>2.025e0</w:t>
      </w:r>
    </w:p>
    <w:p w:rsidR="00B65DC9" w:rsidRDefault="00B65DC9" w:rsidP="00B65DC9">
      <w:r>
        <w:t>288.4972</w:t>
      </w:r>
      <w:r>
        <w:tab/>
        <w:t>1.013e0</w:t>
      </w:r>
    </w:p>
    <w:p w:rsidR="00B65DC9" w:rsidRDefault="00B65DC9" w:rsidP="00B65DC9">
      <w:r>
        <w:t>288.5072</w:t>
      </w:r>
      <w:r>
        <w:tab/>
        <w:t>2.532e-2</w:t>
      </w:r>
    </w:p>
    <w:p w:rsidR="00B65DC9" w:rsidRDefault="00B65DC9" w:rsidP="00B65DC9">
      <w:r>
        <w:t>288.5338</w:t>
      </w:r>
      <w:r>
        <w:tab/>
        <w:t>1.266e-2</w:t>
      </w:r>
    </w:p>
    <w:p w:rsidR="00B65DC9" w:rsidRDefault="00B65DC9" w:rsidP="00B65DC9">
      <w:r>
        <w:t>288.5794</w:t>
      </w:r>
      <w:r>
        <w:tab/>
        <w:t>3.038e0</w:t>
      </w:r>
    </w:p>
    <w:p w:rsidR="00B65DC9" w:rsidRDefault="00B65DC9" w:rsidP="00B65DC9">
      <w:r>
        <w:t>288.5869</w:t>
      </w:r>
      <w:r>
        <w:tab/>
        <w:t>1.013e0</w:t>
      </w:r>
    </w:p>
    <w:p w:rsidR="00B65DC9" w:rsidRDefault="00B65DC9" w:rsidP="00B65DC9">
      <w:r>
        <w:t>288.5970</w:t>
      </w:r>
      <w:r>
        <w:tab/>
        <w:t>1.266e-2</w:t>
      </w:r>
    </w:p>
    <w:p w:rsidR="00B65DC9" w:rsidRDefault="00B65DC9" w:rsidP="00B65DC9">
      <w:r>
        <w:t>288.6234</w:t>
      </w:r>
      <w:r>
        <w:tab/>
        <w:t>1.013e0</w:t>
      </w:r>
    </w:p>
    <w:p w:rsidR="00B65DC9" w:rsidRDefault="00B65DC9" w:rsidP="00B65DC9">
      <w:r>
        <w:t>288.6532</w:t>
      </w:r>
      <w:r>
        <w:tab/>
        <w:t>2.025e0</w:t>
      </w:r>
    </w:p>
    <w:p w:rsidR="00B65DC9" w:rsidRDefault="00B65DC9" w:rsidP="00B65DC9">
      <w:r>
        <w:t>288.6965</w:t>
      </w:r>
      <w:r>
        <w:tab/>
        <w:t>1.013e0</w:t>
      </w:r>
    </w:p>
    <w:p w:rsidR="00B65DC9" w:rsidRDefault="00B65DC9" w:rsidP="00B65DC9">
      <w:r>
        <w:t>288.7241</w:t>
      </w:r>
      <w:r>
        <w:tab/>
        <w:t>1.013e0</w:t>
      </w:r>
    </w:p>
    <w:p w:rsidR="00B65DC9" w:rsidRDefault="00B65DC9" w:rsidP="00B65DC9">
      <w:r>
        <w:lastRenderedPageBreak/>
        <w:t>288.7452</w:t>
      </w:r>
      <w:r>
        <w:tab/>
        <w:t>1.266e-2</w:t>
      </w:r>
    </w:p>
    <w:p w:rsidR="00B65DC9" w:rsidRDefault="00B65DC9" w:rsidP="00B65DC9">
      <w:r>
        <w:t>288.7677</w:t>
      </w:r>
      <w:r>
        <w:tab/>
        <w:t>1.266e-2</w:t>
      </w:r>
    </w:p>
    <w:p w:rsidR="00B65DC9" w:rsidRDefault="00B65DC9" w:rsidP="00B65DC9">
      <w:r>
        <w:t>288.7769</w:t>
      </w:r>
      <w:r>
        <w:tab/>
        <w:t>1.013e0</w:t>
      </w:r>
    </w:p>
    <w:p w:rsidR="00B65DC9" w:rsidRDefault="00B65DC9" w:rsidP="00B65DC9">
      <w:r>
        <w:t>288.7952</w:t>
      </w:r>
      <w:r>
        <w:tab/>
        <w:t>1.266e-2</w:t>
      </w:r>
    </w:p>
    <w:p w:rsidR="00B65DC9" w:rsidRDefault="00B65DC9" w:rsidP="00B65DC9">
      <w:r>
        <w:t>288.8378</w:t>
      </w:r>
      <w:r>
        <w:tab/>
        <w:t>2.025e0</w:t>
      </w:r>
    </w:p>
    <w:p w:rsidR="00B65DC9" w:rsidRDefault="00B65DC9" w:rsidP="00B65DC9">
      <w:r>
        <w:t>288.8455</w:t>
      </w:r>
      <w:r>
        <w:tab/>
        <w:t>1.013e0</w:t>
      </w:r>
    </w:p>
    <w:p w:rsidR="00B65DC9" w:rsidRDefault="00B65DC9" w:rsidP="00B65DC9">
      <w:r>
        <w:t>288.8584</w:t>
      </w:r>
      <w:r>
        <w:tab/>
        <w:t>1.013e0</w:t>
      </w:r>
    </w:p>
    <w:p w:rsidR="00B65DC9" w:rsidRDefault="00B65DC9" w:rsidP="00B65DC9">
      <w:r>
        <w:t>288.8900</w:t>
      </w:r>
      <w:r>
        <w:tab/>
        <w:t>1.266e-2</w:t>
      </w:r>
    </w:p>
    <w:p w:rsidR="00B65DC9" w:rsidRDefault="00B65DC9" w:rsidP="00B65DC9">
      <w:r>
        <w:t>288.9175</w:t>
      </w:r>
      <w:r>
        <w:tab/>
        <w:t>1.013e0</w:t>
      </w:r>
    </w:p>
    <w:p w:rsidR="00B65DC9" w:rsidRDefault="00B65DC9" w:rsidP="00B65DC9">
      <w:r>
        <w:t>288.9297</w:t>
      </w:r>
      <w:r>
        <w:tab/>
        <w:t>2.038e0</w:t>
      </w:r>
    </w:p>
    <w:p w:rsidR="00B65DC9" w:rsidRDefault="00B65DC9" w:rsidP="00B65DC9">
      <w:r>
        <w:t>288.9559</w:t>
      </w:r>
      <w:r>
        <w:tab/>
        <w:t>2.025e0</w:t>
      </w:r>
    </w:p>
    <w:p w:rsidR="00B65DC9" w:rsidRDefault="00B65DC9" w:rsidP="00B65DC9">
      <w:r>
        <w:t>288.9806</w:t>
      </w:r>
      <w:r>
        <w:tab/>
        <w:t>1.025e0</w:t>
      </w:r>
    </w:p>
    <w:p w:rsidR="00B65DC9" w:rsidRDefault="00B65DC9" w:rsidP="00B65DC9">
      <w:r>
        <w:t>288.9827</w:t>
      </w:r>
      <w:r>
        <w:tab/>
        <w:t>2.025e0</w:t>
      </w:r>
    </w:p>
    <w:p w:rsidR="00B65DC9" w:rsidRDefault="00B65DC9" w:rsidP="00B65DC9">
      <w:r>
        <w:t>289.0253</w:t>
      </w:r>
      <w:r>
        <w:tab/>
        <w:t>4.051e0</w:t>
      </w:r>
    </w:p>
    <w:p w:rsidR="00B65DC9" w:rsidRDefault="00B65DC9" w:rsidP="00B65DC9">
      <w:r>
        <w:t>289.0648</w:t>
      </w:r>
      <w:r>
        <w:tab/>
        <w:t>3.038e0</w:t>
      </w:r>
    </w:p>
    <w:p w:rsidR="00B65DC9" w:rsidRDefault="00B65DC9" w:rsidP="00B65DC9">
      <w:r>
        <w:t>289.0670</w:t>
      </w:r>
      <w:r>
        <w:tab/>
        <w:t>1.013e0</w:t>
      </w:r>
    </w:p>
    <w:p w:rsidR="00B65DC9" w:rsidRDefault="00B65DC9" w:rsidP="00B65DC9">
      <w:r>
        <w:t>289.1034</w:t>
      </w:r>
      <w:r>
        <w:tab/>
        <w:t>1.013e0</w:t>
      </w:r>
    </w:p>
    <w:p w:rsidR="00B65DC9" w:rsidRDefault="00B65DC9" w:rsidP="00B65DC9">
      <w:r>
        <w:t>289.1325</w:t>
      </w:r>
      <w:r>
        <w:tab/>
        <w:t>2.025e0</w:t>
      </w:r>
    </w:p>
    <w:p w:rsidR="00B65DC9" w:rsidRDefault="00B65DC9" w:rsidP="00B65DC9">
      <w:r>
        <w:t>289.1349</w:t>
      </w:r>
      <w:r>
        <w:tab/>
        <w:t>1.013e0</w:t>
      </w:r>
    </w:p>
    <w:p w:rsidR="00B65DC9" w:rsidRDefault="00B65DC9" w:rsidP="00B65DC9">
      <w:r>
        <w:lastRenderedPageBreak/>
        <w:t>289.1816</w:t>
      </w:r>
      <w:r>
        <w:tab/>
        <w:t>2.532e-2</w:t>
      </w:r>
    </w:p>
    <w:p w:rsidR="00B65DC9" w:rsidRDefault="00B65DC9" w:rsidP="00B65DC9">
      <w:r>
        <w:t>289.2001</w:t>
      </w:r>
      <w:r>
        <w:tab/>
        <w:t>1.038e0</w:t>
      </w:r>
    </w:p>
    <w:p w:rsidR="00B65DC9" w:rsidRDefault="00B65DC9" w:rsidP="00B65DC9">
      <w:r>
        <w:t>289.2246</w:t>
      </w:r>
      <w:r>
        <w:tab/>
        <w:t>2.038e0</w:t>
      </w:r>
    </w:p>
    <w:p w:rsidR="00B65DC9" w:rsidRDefault="00B65DC9" w:rsidP="00B65DC9">
      <w:r>
        <w:t>289.2397</w:t>
      </w:r>
      <w:r>
        <w:tab/>
        <w:t>2.025e0</w:t>
      </w:r>
    </w:p>
    <w:p w:rsidR="00B65DC9" w:rsidRDefault="00B65DC9" w:rsidP="00B65DC9">
      <w:r>
        <w:t>289.2570</w:t>
      </w:r>
      <w:r>
        <w:tab/>
        <w:t>1.266e-2</w:t>
      </w:r>
    </w:p>
    <w:p w:rsidR="00B65DC9" w:rsidRDefault="00B65DC9" w:rsidP="00B65DC9">
      <w:r>
        <w:t>289.2687</w:t>
      </w:r>
      <w:r>
        <w:tab/>
        <w:t>1.038e0</w:t>
      </w:r>
    </w:p>
    <w:p w:rsidR="00B65DC9" w:rsidRDefault="00B65DC9" w:rsidP="00B65DC9">
      <w:r>
        <w:t>289.3201</w:t>
      </w:r>
      <w:r>
        <w:tab/>
        <w:t>1.013e0</w:t>
      </w:r>
    </w:p>
    <w:p w:rsidR="00B65DC9" w:rsidRDefault="00B65DC9" w:rsidP="00B65DC9">
      <w:r>
        <w:t>289.3285</w:t>
      </w:r>
      <w:r>
        <w:tab/>
        <w:t>1.013e0</w:t>
      </w:r>
    </w:p>
    <w:p w:rsidR="00B65DC9" w:rsidRDefault="00B65DC9" w:rsidP="00B65DC9">
      <w:r>
        <w:t>289.3597</w:t>
      </w:r>
      <w:r>
        <w:tab/>
        <w:t>1.013e0</w:t>
      </w:r>
    </w:p>
    <w:p w:rsidR="00B65DC9" w:rsidRDefault="00B65DC9" w:rsidP="00B65DC9">
      <w:r>
        <w:t>289.4464</w:t>
      </w:r>
      <w:r>
        <w:tab/>
        <w:t>1.013e0</w:t>
      </w:r>
    </w:p>
    <w:p w:rsidR="00B65DC9" w:rsidRDefault="00B65DC9" w:rsidP="00B65DC9">
      <w:r>
        <w:t>289.5688</w:t>
      </w:r>
      <w:r>
        <w:tab/>
        <w:t>1.013e0</w:t>
      </w:r>
    </w:p>
    <w:p w:rsidR="00B65DC9" w:rsidRDefault="00B65DC9" w:rsidP="00B65DC9">
      <w:r>
        <w:t>289.5772</w:t>
      </w:r>
      <w:r>
        <w:tab/>
        <w:t>1.013e0</w:t>
      </w:r>
    </w:p>
    <w:p w:rsidR="00B65DC9" w:rsidRDefault="00B65DC9" w:rsidP="00B65DC9">
      <w:r>
        <w:t>289.6352</w:t>
      </w:r>
      <w:r>
        <w:tab/>
        <w:t>2.025e0</w:t>
      </w:r>
    </w:p>
    <w:p w:rsidR="00B65DC9" w:rsidRDefault="00B65DC9" w:rsidP="00B65DC9">
      <w:r>
        <w:t>289.6639</w:t>
      </w:r>
      <w:r>
        <w:tab/>
        <w:t>1.013e0</w:t>
      </w:r>
    </w:p>
    <w:p w:rsidR="00B65DC9" w:rsidRDefault="00B65DC9" w:rsidP="00B65DC9">
      <w:r>
        <w:t>289.6756</w:t>
      </w:r>
      <w:r>
        <w:tab/>
        <w:t>1.013e0</w:t>
      </w:r>
    </w:p>
    <w:p w:rsidR="00B65DC9" w:rsidRDefault="00B65DC9" w:rsidP="00B65DC9">
      <w:r>
        <w:t>289.6992</w:t>
      </w:r>
      <w:r>
        <w:tab/>
        <w:t>1.013e0</w:t>
      </w:r>
    </w:p>
    <w:p w:rsidR="00B65DC9" w:rsidRDefault="00B65DC9" w:rsidP="00B65DC9">
      <w:r>
        <w:t>289.7312</w:t>
      </w:r>
      <w:r>
        <w:tab/>
        <w:t>1.013e0</w:t>
      </w:r>
    </w:p>
    <w:p w:rsidR="00B65DC9" w:rsidRDefault="00B65DC9" w:rsidP="00B65DC9">
      <w:r>
        <w:t>289.7963</w:t>
      </w:r>
      <w:r>
        <w:tab/>
        <w:t>2.025e0</w:t>
      </w:r>
    </w:p>
    <w:p w:rsidR="00B65DC9" w:rsidRDefault="00B65DC9" w:rsidP="00B65DC9">
      <w:r>
        <w:t>289.9082</w:t>
      </w:r>
      <w:r>
        <w:tab/>
        <w:t>1.266e-2</w:t>
      </w:r>
    </w:p>
    <w:p w:rsidR="00B65DC9" w:rsidRDefault="00B65DC9" w:rsidP="00B65DC9">
      <w:r>
        <w:lastRenderedPageBreak/>
        <w:t>289.9164</w:t>
      </w:r>
      <w:r>
        <w:tab/>
        <w:t>1.266e-2</w:t>
      </w:r>
    </w:p>
    <w:p w:rsidR="00B65DC9" w:rsidRDefault="00B65DC9" w:rsidP="00B65DC9">
      <w:r>
        <w:t>289.9247</w:t>
      </w:r>
      <w:r>
        <w:tab/>
        <w:t>1.013e0</w:t>
      </w:r>
    </w:p>
    <w:p w:rsidR="00B65DC9" w:rsidRDefault="00B65DC9" w:rsidP="00B65DC9">
      <w:r>
        <w:t>289.9400</w:t>
      </w:r>
      <w:r>
        <w:tab/>
        <w:t>1.266e-2</w:t>
      </w:r>
    </w:p>
    <w:p w:rsidR="00B65DC9" w:rsidRDefault="00B65DC9" w:rsidP="00B65DC9">
      <w:r>
        <w:t>289.9420</w:t>
      </w:r>
      <w:r>
        <w:tab/>
        <w:t>2.025e0</w:t>
      </w:r>
    </w:p>
    <w:p w:rsidR="00B65DC9" w:rsidRDefault="00B65DC9" w:rsidP="00B65DC9">
      <w:r>
        <w:t>289.9721</w:t>
      </w:r>
      <w:r>
        <w:tab/>
        <w:t>1.266e-2</w:t>
      </w:r>
    </w:p>
    <w:p w:rsidR="00B65DC9" w:rsidRDefault="00B65DC9" w:rsidP="00B65DC9">
      <w:r>
        <w:t>289.9755</w:t>
      </w:r>
      <w:r>
        <w:tab/>
        <w:t>1.025e0</w:t>
      </w:r>
    </w:p>
    <w:p w:rsidR="00B65DC9" w:rsidRDefault="00B65DC9" w:rsidP="00B65DC9">
      <w:r>
        <w:t>290.0003</w:t>
      </w:r>
      <w:r>
        <w:tab/>
        <w:t>2.025e0</w:t>
      </w:r>
    </w:p>
    <w:p w:rsidR="00B65DC9" w:rsidRDefault="00B65DC9" w:rsidP="00B65DC9">
      <w:r>
        <w:t>290.0513</w:t>
      </w:r>
      <w:r>
        <w:tab/>
        <w:t>2.025e0</w:t>
      </w:r>
    </w:p>
    <w:p w:rsidR="00B65DC9" w:rsidRDefault="00B65DC9" w:rsidP="00B65DC9">
      <w:r>
        <w:t>290.0566</w:t>
      </w:r>
      <w:r>
        <w:tab/>
        <w:t>3.797e-2</w:t>
      </w:r>
    </w:p>
    <w:p w:rsidR="00B65DC9" w:rsidRDefault="00B65DC9" w:rsidP="00B65DC9">
      <w:r>
        <w:t>290.0784</w:t>
      </w:r>
      <w:r>
        <w:tab/>
        <w:t>1.266e-2</w:t>
      </w:r>
    </w:p>
    <w:p w:rsidR="00B65DC9" w:rsidRDefault="00B65DC9" w:rsidP="00B65DC9">
      <w:r>
        <w:t>290.1149</w:t>
      </w:r>
      <w:r>
        <w:tab/>
        <w:t>1.013e0</w:t>
      </w:r>
    </w:p>
    <w:p w:rsidR="00B65DC9" w:rsidRDefault="00B65DC9" w:rsidP="00B65DC9">
      <w:r>
        <w:t>290.1336</w:t>
      </w:r>
      <w:r>
        <w:tab/>
        <w:t>1.266e-2</w:t>
      </w:r>
    </w:p>
    <w:p w:rsidR="00B65DC9" w:rsidRDefault="00B65DC9" w:rsidP="00B65DC9">
      <w:r>
        <w:t>290.1693</w:t>
      </w:r>
      <w:r>
        <w:tab/>
        <w:t>1.013e0</w:t>
      </w:r>
    </w:p>
    <w:p w:rsidR="00B65DC9" w:rsidRDefault="00B65DC9" w:rsidP="00B65DC9">
      <w:r>
        <w:t>290.1736</w:t>
      </w:r>
      <w:r>
        <w:tab/>
        <w:t>1.266e-2</w:t>
      </w:r>
    </w:p>
    <w:p w:rsidR="00B65DC9" w:rsidRDefault="00B65DC9" w:rsidP="00B65DC9">
      <w:r>
        <w:t>290.1785</w:t>
      </w:r>
      <w:r>
        <w:tab/>
        <w:t>1.013e0</w:t>
      </w:r>
    </w:p>
    <w:p w:rsidR="00B65DC9" w:rsidRDefault="00B65DC9" w:rsidP="00B65DC9">
      <w:r>
        <w:t>290.1928</w:t>
      </w:r>
      <w:r>
        <w:tab/>
        <w:t>1.013e0</w:t>
      </w:r>
    </w:p>
    <w:p w:rsidR="00B65DC9" w:rsidRDefault="00B65DC9" w:rsidP="00B65DC9">
      <w:r>
        <w:t>290.2148</w:t>
      </w:r>
      <w:r>
        <w:tab/>
        <w:t>2.025e0</w:t>
      </w:r>
    </w:p>
    <w:p w:rsidR="00B65DC9" w:rsidRDefault="00B65DC9" w:rsidP="00B65DC9">
      <w:r>
        <w:t>290.2292</w:t>
      </w:r>
      <w:r>
        <w:tab/>
        <w:t>2.025e0</w:t>
      </w:r>
    </w:p>
    <w:p w:rsidR="00B65DC9" w:rsidRDefault="00B65DC9" w:rsidP="00B65DC9">
      <w:r>
        <w:t>290.2325</w:t>
      </w:r>
      <w:r>
        <w:tab/>
        <w:t>1.266e-2</w:t>
      </w:r>
    </w:p>
    <w:p w:rsidR="00B65DC9" w:rsidRDefault="00B65DC9" w:rsidP="00B65DC9">
      <w:r>
        <w:lastRenderedPageBreak/>
        <w:t>290.2514</w:t>
      </w:r>
      <w:r>
        <w:tab/>
        <w:t>2.025e0</w:t>
      </w:r>
    </w:p>
    <w:p w:rsidR="00B65DC9" w:rsidRDefault="00B65DC9" w:rsidP="00B65DC9">
      <w:r>
        <w:t>290.2581</w:t>
      </w:r>
      <w:r>
        <w:tab/>
        <w:t>2.025e0</w:t>
      </w:r>
    </w:p>
    <w:p w:rsidR="00B65DC9" w:rsidRDefault="00B65DC9" w:rsidP="00B65DC9">
      <w:r>
        <w:t>290.2740</w:t>
      </w:r>
      <w:r>
        <w:tab/>
        <w:t>1.013e0</w:t>
      </w:r>
    </w:p>
    <w:p w:rsidR="00B65DC9" w:rsidRDefault="00B65DC9" w:rsidP="00B65DC9">
      <w:r>
        <w:t>290.3468</w:t>
      </w:r>
      <w:r>
        <w:tab/>
        <w:t>1.266e-2</w:t>
      </w:r>
    </w:p>
    <w:p w:rsidR="00B65DC9" w:rsidRDefault="00B65DC9" w:rsidP="00B65DC9">
      <w:r>
        <w:t>290.3869</w:t>
      </w:r>
      <w:r>
        <w:tab/>
        <w:t>1.266e-2</w:t>
      </w:r>
    </w:p>
    <w:p w:rsidR="00B65DC9" w:rsidRDefault="00B65DC9" w:rsidP="00B65DC9">
      <w:r>
        <w:t>290.4013</w:t>
      </w:r>
      <w:r>
        <w:tab/>
        <w:t>1.013e0</w:t>
      </w:r>
    </w:p>
    <w:p w:rsidR="00B65DC9" w:rsidRDefault="00B65DC9" w:rsidP="00B65DC9">
      <w:r>
        <w:t>290.4062</w:t>
      </w:r>
      <w:r>
        <w:tab/>
        <w:t>1.013e0</w:t>
      </w:r>
    </w:p>
    <w:p w:rsidR="00B65DC9" w:rsidRDefault="00B65DC9" w:rsidP="00B65DC9">
      <w:r>
        <w:t>290.4417</w:t>
      </w:r>
      <w:r>
        <w:tab/>
        <w:t>1.013e0</w:t>
      </w:r>
    </w:p>
    <w:p w:rsidR="00B65DC9" w:rsidRDefault="00B65DC9" w:rsidP="00B65DC9">
      <w:r>
        <w:t>290.4862</w:t>
      </w:r>
      <w:r>
        <w:tab/>
        <w:t>2.038e0</w:t>
      </w:r>
    </w:p>
    <w:p w:rsidR="00B65DC9" w:rsidRDefault="00B65DC9" w:rsidP="00B65DC9">
      <w:r>
        <w:t>290.5449</w:t>
      </w:r>
      <w:r>
        <w:tab/>
        <w:t>1.266e-2</w:t>
      </w:r>
    </w:p>
    <w:p w:rsidR="00B65DC9" w:rsidRDefault="00B65DC9" w:rsidP="00B65DC9">
      <w:r>
        <w:t>290.5499</w:t>
      </w:r>
      <w:r>
        <w:tab/>
        <w:t>1.013e0</w:t>
      </w:r>
    </w:p>
    <w:p w:rsidR="00B65DC9" w:rsidRDefault="00B65DC9" w:rsidP="00B65DC9">
      <w:r>
        <w:t>290.5682</w:t>
      </w:r>
      <w:r>
        <w:tab/>
        <w:t>1.013e0</w:t>
      </w:r>
    </w:p>
    <w:p w:rsidR="00B65DC9" w:rsidRDefault="00B65DC9" w:rsidP="00B65DC9">
      <w:r>
        <w:t>290.5942</w:t>
      </w:r>
      <w:r>
        <w:tab/>
        <w:t>2.025e0</w:t>
      </w:r>
    </w:p>
    <w:p w:rsidR="00B65DC9" w:rsidRDefault="00B65DC9" w:rsidP="00B65DC9">
      <w:r>
        <w:t>290.6507</w:t>
      </w:r>
      <w:r>
        <w:tab/>
        <w:t>1.266e-2</w:t>
      </w:r>
    </w:p>
    <w:p w:rsidR="00B65DC9" w:rsidRDefault="00B65DC9" w:rsidP="00B65DC9">
      <w:r>
        <w:t>290.6818</w:t>
      </w:r>
      <w:r>
        <w:tab/>
        <w:t>2.038e0</w:t>
      </w:r>
    </w:p>
    <w:p w:rsidR="00B65DC9" w:rsidRDefault="00B65DC9" w:rsidP="00B65DC9">
      <w:r>
        <w:t>290.7264</w:t>
      </w:r>
      <w:r>
        <w:tab/>
        <w:t>1.266e-2</w:t>
      </w:r>
    </w:p>
    <w:p w:rsidR="00B65DC9" w:rsidRDefault="00B65DC9" w:rsidP="00B65DC9">
      <w:r>
        <w:t>290.7460</w:t>
      </w:r>
      <w:r>
        <w:tab/>
        <w:t>1.013e0</w:t>
      </w:r>
    </w:p>
    <w:p w:rsidR="00B65DC9" w:rsidRDefault="00B65DC9" w:rsidP="00B65DC9">
      <w:r>
        <w:t>290.7502</w:t>
      </w:r>
      <w:r>
        <w:tab/>
        <w:t>1.266e-2</w:t>
      </w:r>
    </w:p>
    <w:p w:rsidR="00B65DC9" w:rsidRDefault="00B65DC9" w:rsidP="00B65DC9">
      <w:r>
        <w:t>290.8724</w:t>
      </w:r>
      <w:r>
        <w:tab/>
        <w:t>1.013e0</w:t>
      </w:r>
    </w:p>
    <w:p w:rsidR="00B65DC9" w:rsidRDefault="00B65DC9" w:rsidP="00B65DC9">
      <w:r>
        <w:lastRenderedPageBreak/>
        <w:t>290.8805</w:t>
      </w:r>
      <w:r>
        <w:tab/>
        <w:t>1.013e0</w:t>
      </w:r>
    </w:p>
    <w:p w:rsidR="00B65DC9" w:rsidRDefault="00B65DC9" w:rsidP="00B65DC9">
      <w:r>
        <w:t>290.9714</w:t>
      </w:r>
      <w:r>
        <w:tab/>
        <w:t>1.266e-2</w:t>
      </w:r>
    </w:p>
    <w:p w:rsidR="00B65DC9" w:rsidRDefault="00B65DC9" w:rsidP="00B65DC9">
      <w:r>
        <w:t>291.0067</w:t>
      </w:r>
      <w:r>
        <w:tab/>
        <w:t>1.025e0</w:t>
      </w:r>
    </w:p>
    <w:p w:rsidR="00B65DC9" w:rsidRDefault="00B65DC9" w:rsidP="00B65DC9">
      <w:r>
        <w:t>291.0265</w:t>
      </w:r>
      <w:r>
        <w:tab/>
        <w:t>1.266e-2</w:t>
      </w:r>
    </w:p>
    <w:p w:rsidR="00B65DC9" w:rsidRDefault="00B65DC9" w:rsidP="00B65DC9">
      <w:r>
        <w:t>291.0466</w:t>
      </w:r>
      <w:r>
        <w:tab/>
        <w:t>2.051e0</w:t>
      </w:r>
    </w:p>
    <w:p w:rsidR="00B65DC9" w:rsidRDefault="00B65DC9" w:rsidP="00B65DC9">
      <w:r>
        <w:t>291.0623</w:t>
      </w:r>
      <w:r>
        <w:tab/>
        <w:t>1.266e-2</w:t>
      </w:r>
    </w:p>
    <w:p w:rsidR="00B65DC9" w:rsidRDefault="00B65DC9" w:rsidP="00B65DC9">
      <w:r>
        <w:t>291.0747</w:t>
      </w:r>
      <w:r>
        <w:tab/>
        <w:t>2.025e0</w:t>
      </w:r>
    </w:p>
    <w:p w:rsidR="00B65DC9" w:rsidRDefault="00B65DC9" w:rsidP="00B65DC9">
      <w:r>
        <w:t>291.1081</w:t>
      </w:r>
      <w:r>
        <w:tab/>
        <w:t>1.013e0</w:t>
      </w:r>
    </w:p>
    <w:p w:rsidR="00B65DC9" w:rsidRDefault="00B65DC9" w:rsidP="00B65DC9">
      <w:r>
        <w:t>291.1214</w:t>
      </w:r>
      <w:r>
        <w:tab/>
        <w:t>1.013e0</w:t>
      </w:r>
    </w:p>
    <w:p w:rsidR="00B65DC9" w:rsidRDefault="00B65DC9" w:rsidP="00B65DC9">
      <w:r>
        <w:t>291.1319</w:t>
      </w:r>
      <w:r>
        <w:tab/>
        <w:t>3.038e0</w:t>
      </w:r>
    </w:p>
    <w:p w:rsidR="00B65DC9" w:rsidRDefault="00B65DC9" w:rsidP="00B65DC9">
      <w:r>
        <w:t>291.1396</w:t>
      </w:r>
      <w:r>
        <w:tab/>
        <w:t>1.013e0</w:t>
      </w:r>
    </w:p>
    <w:p w:rsidR="00B65DC9" w:rsidRDefault="00B65DC9" w:rsidP="00B65DC9">
      <w:r>
        <w:t>291.1491</w:t>
      </w:r>
      <w:r>
        <w:tab/>
        <w:t>1.266e-2</w:t>
      </w:r>
    </w:p>
    <w:p w:rsidR="00B65DC9" w:rsidRDefault="00B65DC9" w:rsidP="00B65DC9">
      <w:r>
        <w:t>291.1535</w:t>
      </w:r>
      <w:r>
        <w:tab/>
        <w:t>1.266e-2</w:t>
      </w:r>
    </w:p>
    <w:p w:rsidR="00B65DC9" w:rsidRDefault="00B65DC9" w:rsidP="00B65DC9">
      <w:r>
        <w:t>291.1610</w:t>
      </w:r>
      <w:r>
        <w:tab/>
        <w:t>1.013e0</w:t>
      </w:r>
    </w:p>
    <w:p w:rsidR="00B65DC9" w:rsidRDefault="00B65DC9" w:rsidP="00B65DC9">
      <w:r>
        <w:t>291.1811</w:t>
      </w:r>
      <w:r>
        <w:tab/>
        <w:t>1.013e0</w:t>
      </w:r>
    </w:p>
    <w:p w:rsidR="00B65DC9" w:rsidRDefault="00B65DC9" w:rsidP="00B65DC9">
      <w:r>
        <w:t>291.1981</w:t>
      </w:r>
      <w:r>
        <w:tab/>
        <w:t>1.013e0</w:t>
      </w:r>
    </w:p>
    <w:p w:rsidR="00B65DC9" w:rsidRDefault="00B65DC9" w:rsidP="00B65DC9">
      <w:r>
        <w:t>291.2204</w:t>
      </w:r>
      <w:r>
        <w:tab/>
        <w:t>1.013e0</w:t>
      </w:r>
    </w:p>
    <w:p w:rsidR="00B65DC9" w:rsidRDefault="00B65DC9" w:rsidP="00B65DC9">
      <w:r>
        <w:t>291.2325</w:t>
      </w:r>
      <w:r>
        <w:tab/>
        <w:t>2.532e-2</w:t>
      </w:r>
    </w:p>
    <w:p w:rsidR="00B65DC9" w:rsidRDefault="00B65DC9" w:rsidP="00B65DC9">
      <w:r>
        <w:t>291.2426</w:t>
      </w:r>
      <w:r>
        <w:tab/>
        <w:t>2.038e0</w:t>
      </w:r>
    </w:p>
    <w:p w:rsidR="00B65DC9" w:rsidRDefault="00B65DC9" w:rsidP="00B65DC9">
      <w:r>
        <w:lastRenderedPageBreak/>
        <w:t>291.2619</w:t>
      </w:r>
      <w:r>
        <w:tab/>
        <w:t>3.038e0</w:t>
      </w:r>
    </w:p>
    <w:p w:rsidR="00B65DC9" w:rsidRDefault="00B65DC9" w:rsidP="00B65DC9">
      <w:r>
        <w:t>291.2672</w:t>
      </w:r>
      <w:r>
        <w:tab/>
        <w:t>1.013e0</w:t>
      </w:r>
    </w:p>
    <w:p w:rsidR="00B65DC9" w:rsidRDefault="00B65DC9" w:rsidP="00B65DC9">
      <w:r>
        <w:t>291.2991</w:t>
      </w:r>
      <w:r>
        <w:tab/>
        <w:t>1.013e0</w:t>
      </w:r>
    </w:p>
    <w:p w:rsidR="00B65DC9" w:rsidRDefault="00B65DC9" w:rsidP="00B65DC9">
      <w:r>
        <w:t>291.3327</w:t>
      </w:r>
      <w:r>
        <w:tab/>
        <w:t>2.025e0</w:t>
      </w:r>
    </w:p>
    <w:p w:rsidR="00B65DC9" w:rsidRDefault="00B65DC9" w:rsidP="00B65DC9">
      <w:r>
        <w:t>291.3846</w:t>
      </w:r>
      <w:r>
        <w:tab/>
        <w:t>1.266e-2</w:t>
      </w:r>
    </w:p>
    <w:p w:rsidR="00B65DC9" w:rsidRDefault="00B65DC9" w:rsidP="00B65DC9">
      <w:r>
        <w:t>291.4162</w:t>
      </w:r>
      <w:r>
        <w:tab/>
        <w:t>2.025e0</w:t>
      </w:r>
    </w:p>
    <w:p w:rsidR="00B65DC9" w:rsidRDefault="00B65DC9" w:rsidP="00B65DC9">
      <w:r>
        <w:t>291.4343</w:t>
      </w:r>
      <w:r>
        <w:tab/>
        <w:t>1.266e-2</w:t>
      </w:r>
    </w:p>
    <w:p w:rsidR="00B65DC9" w:rsidRDefault="00B65DC9" w:rsidP="00B65DC9">
      <w:r>
        <w:t>291.4615</w:t>
      </w:r>
      <w:r>
        <w:tab/>
        <w:t>1.266e-2</w:t>
      </w:r>
    </w:p>
    <w:p w:rsidR="00B65DC9" w:rsidRDefault="00B65DC9" w:rsidP="00B65DC9">
      <w:r>
        <w:t>291.4852</w:t>
      </w:r>
      <w:r>
        <w:tab/>
        <w:t>1.013e0</w:t>
      </w:r>
    </w:p>
    <w:p w:rsidR="00B65DC9" w:rsidRDefault="00B65DC9" w:rsidP="00B65DC9">
      <w:r>
        <w:t>291.4895</w:t>
      </w:r>
      <w:r>
        <w:tab/>
        <w:t>2.025e0</w:t>
      </w:r>
    </w:p>
    <w:p w:rsidR="00B65DC9" w:rsidRDefault="00B65DC9" w:rsidP="00B65DC9">
      <w:r>
        <w:t>291.5386</w:t>
      </w:r>
      <w:r>
        <w:tab/>
        <w:t>1.013e0</w:t>
      </w:r>
    </w:p>
    <w:p w:rsidR="00B65DC9" w:rsidRDefault="00B65DC9" w:rsidP="00B65DC9">
      <w:r>
        <w:t>291.5443</w:t>
      </w:r>
      <w:r>
        <w:tab/>
        <w:t>1.266e-2</w:t>
      </w:r>
    </w:p>
    <w:p w:rsidR="00B65DC9" w:rsidRDefault="00B65DC9" w:rsidP="00B65DC9">
      <w:r>
        <w:t>291.5919</w:t>
      </w:r>
      <w:r>
        <w:tab/>
        <w:t>1.013e0</w:t>
      </w:r>
    </w:p>
    <w:p w:rsidR="00B65DC9" w:rsidRDefault="00B65DC9" w:rsidP="00B65DC9">
      <w:r>
        <w:t>291.6398</w:t>
      </w:r>
      <w:r>
        <w:tab/>
        <w:t>1.266e-2</w:t>
      </w:r>
    </w:p>
    <w:p w:rsidR="00B65DC9" w:rsidRDefault="00B65DC9" w:rsidP="00B65DC9">
      <w:r>
        <w:t>291.6611</w:t>
      </w:r>
      <w:r>
        <w:tab/>
        <w:t>1.013e0</w:t>
      </w:r>
    </w:p>
    <w:p w:rsidR="00B65DC9" w:rsidRDefault="00B65DC9" w:rsidP="00B65DC9">
      <w:r>
        <w:t>291.7066</w:t>
      </w:r>
      <w:r>
        <w:tab/>
        <w:t>1.266e-2</w:t>
      </w:r>
    </w:p>
    <w:p w:rsidR="00B65DC9" w:rsidRDefault="00B65DC9" w:rsidP="00B65DC9">
      <w:r>
        <w:t>291.7659</w:t>
      </w:r>
      <w:r>
        <w:tab/>
        <w:t>1.013e0</w:t>
      </w:r>
    </w:p>
    <w:p w:rsidR="00B65DC9" w:rsidRDefault="00B65DC9" w:rsidP="00B65DC9">
      <w:r>
        <w:t>291.7700</w:t>
      </w:r>
      <w:r>
        <w:tab/>
        <w:t>1.013e0</w:t>
      </w:r>
    </w:p>
    <w:p w:rsidR="00B65DC9" w:rsidRDefault="00B65DC9" w:rsidP="00B65DC9">
      <w:r>
        <w:t>291.7744</w:t>
      </w:r>
      <w:r>
        <w:tab/>
        <w:t>1.013e0</w:t>
      </w:r>
    </w:p>
    <w:p w:rsidR="00B65DC9" w:rsidRDefault="00B65DC9" w:rsidP="00B65DC9">
      <w:r>
        <w:lastRenderedPageBreak/>
        <w:t>291.8058</w:t>
      </w:r>
      <w:r>
        <w:tab/>
        <w:t>2.025e0</w:t>
      </w:r>
    </w:p>
    <w:p w:rsidR="00B65DC9" w:rsidRDefault="00B65DC9" w:rsidP="00B65DC9">
      <w:r>
        <w:t>291.8926</w:t>
      </w:r>
      <w:r>
        <w:tab/>
        <w:t>1.013e0</w:t>
      </w:r>
    </w:p>
    <w:p w:rsidR="00B65DC9" w:rsidRDefault="00B65DC9" w:rsidP="00B65DC9">
      <w:r>
        <w:t>291.8966</w:t>
      </w:r>
      <w:r>
        <w:tab/>
        <w:t>1.266e-2</w:t>
      </w:r>
    </w:p>
    <w:p w:rsidR="00B65DC9" w:rsidRDefault="00B65DC9" w:rsidP="00B65DC9">
      <w:r>
        <w:t>291.9382</w:t>
      </w:r>
      <w:r>
        <w:tab/>
        <w:t>1.266e-2</w:t>
      </w:r>
    </w:p>
    <w:p w:rsidR="00B65DC9" w:rsidRDefault="00B65DC9" w:rsidP="00B65DC9">
      <w:r>
        <w:t>291.9755</w:t>
      </w:r>
      <w:r>
        <w:tab/>
        <w:t>1.266e-2</w:t>
      </w:r>
    </w:p>
    <w:p w:rsidR="00B65DC9" w:rsidRDefault="00B65DC9" w:rsidP="00B65DC9">
      <w:r>
        <w:t>291.9913</w:t>
      </w:r>
      <w:r>
        <w:tab/>
        <w:t>3.961e-1</w:t>
      </w:r>
    </w:p>
    <w:p w:rsidR="00B65DC9" w:rsidRDefault="00B65DC9" w:rsidP="00B65DC9">
      <w:r>
        <w:t>291.9994</w:t>
      </w:r>
      <w:r>
        <w:tab/>
        <w:t>2.025e0</w:t>
      </w:r>
    </w:p>
    <w:p w:rsidR="00B65DC9" w:rsidRDefault="00B65DC9" w:rsidP="00B65DC9">
      <w:r>
        <w:t>292.0608</w:t>
      </w:r>
      <w:r>
        <w:tab/>
        <w:t>1.266e-2</w:t>
      </w:r>
    </w:p>
    <w:p w:rsidR="00B65DC9" w:rsidRDefault="00B65DC9" w:rsidP="00B65DC9">
      <w:r>
        <w:t>292.0623</w:t>
      </w:r>
      <w:r>
        <w:tab/>
        <w:t>3.038e0</w:t>
      </w:r>
    </w:p>
    <w:p w:rsidR="00B65DC9" w:rsidRDefault="00B65DC9" w:rsidP="00B65DC9">
      <w:r>
        <w:t>292.1219</w:t>
      </w:r>
      <w:r>
        <w:tab/>
        <w:t>2.532e-2</w:t>
      </w:r>
    </w:p>
    <w:p w:rsidR="00B65DC9" w:rsidRDefault="00B65DC9" w:rsidP="00B65DC9">
      <w:r>
        <w:t>292.1337</w:t>
      </w:r>
      <w:r>
        <w:tab/>
        <w:t>1.013e0</w:t>
      </w:r>
    </w:p>
    <w:p w:rsidR="00B65DC9" w:rsidRDefault="00B65DC9" w:rsidP="00B65DC9">
      <w:r>
        <w:t>292.1461</w:t>
      </w:r>
      <w:r>
        <w:tab/>
        <w:t>1.266e-2</w:t>
      </w:r>
    </w:p>
    <w:p w:rsidR="00B65DC9" w:rsidRDefault="00B65DC9" w:rsidP="00B65DC9">
      <w:r>
        <w:t>292.1568</w:t>
      </w:r>
      <w:r>
        <w:tab/>
        <w:t>1.266e-2</w:t>
      </w:r>
    </w:p>
    <w:p w:rsidR="00B65DC9" w:rsidRDefault="00B65DC9" w:rsidP="00B65DC9">
      <w:r>
        <w:t>292.1909</w:t>
      </w:r>
      <w:r>
        <w:tab/>
        <w:t>3.038e0</w:t>
      </w:r>
    </w:p>
    <w:p w:rsidR="00B65DC9" w:rsidRDefault="00B65DC9" w:rsidP="00B65DC9">
      <w:r>
        <w:t>292.1931</w:t>
      </w:r>
      <w:r>
        <w:tab/>
        <w:t>1.013e0</w:t>
      </w:r>
    </w:p>
    <w:p w:rsidR="00B65DC9" w:rsidRDefault="00B65DC9" w:rsidP="00B65DC9">
      <w:r>
        <w:t>292.2372</w:t>
      </w:r>
      <w:r>
        <w:tab/>
        <w:t>1.266e-2</w:t>
      </w:r>
    </w:p>
    <w:p w:rsidR="00B65DC9" w:rsidRDefault="00B65DC9" w:rsidP="00B65DC9">
      <w:r>
        <w:t>292.2563</w:t>
      </w:r>
      <w:r>
        <w:tab/>
        <w:t>1.013e0</w:t>
      </w:r>
    </w:p>
    <w:p w:rsidR="00B65DC9" w:rsidRDefault="00B65DC9" w:rsidP="00B65DC9">
      <w:r>
        <w:t>292.2745</w:t>
      </w:r>
      <w:r>
        <w:tab/>
        <w:t>1.266e-2</w:t>
      </w:r>
    </w:p>
    <w:p w:rsidR="00B65DC9" w:rsidRDefault="00B65DC9" w:rsidP="00B65DC9">
      <w:r>
        <w:t>292.2761</w:t>
      </w:r>
      <w:r>
        <w:tab/>
        <w:t>2.025e0</w:t>
      </w:r>
    </w:p>
    <w:p w:rsidR="00B65DC9" w:rsidRDefault="00B65DC9" w:rsidP="00B65DC9">
      <w:r>
        <w:lastRenderedPageBreak/>
        <w:t>292.4424</w:t>
      </w:r>
      <w:r>
        <w:tab/>
        <w:t>1.266e-2</w:t>
      </w:r>
    </w:p>
    <w:p w:rsidR="00B65DC9" w:rsidRDefault="00B65DC9" w:rsidP="00B65DC9">
      <w:r>
        <w:t>292.4468</w:t>
      </w:r>
      <w:r>
        <w:tab/>
        <w:t>1.266e-2</w:t>
      </w:r>
    </w:p>
    <w:p w:rsidR="00B65DC9" w:rsidRDefault="00B65DC9" w:rsidP="00B65DC9">
      <w:r>
        <w:t>292.4609</w:t>
      </w:r>
      <w:r>
        <w:tab/>
        <w:t>1.013e0</w:t>
      </w:r>
    </w:p>
    <w:p w:rsidR="00B65DC9" w:rsidRDefault="00B65DC9" w:rsidP="00B65DC9">
      <w:r>
        <w:t>292.4741</w:t>
      </w:r>
      <w:r>
        <w:tab/>
        <w:t>1.013e0</w:t>
      </w:r>
    </w:p>
    <w:p w:rsidR="00B65DC9" w:rsidRDefault="00B65DC9" w:rsidP="00B65DC9">
      <w:r>
        <w:t>292.5097</w:t>
      </w:r>
      <w:r>
        <w:tab/>
        <w:t>1.266e-2</w:t>
      </w:r>
    </w:p>
    <w:p w:rsidR="00B65DC9" w:rsidRDefault="00B65DC9" w:rsidP="00B65DC9">
      <w:r>
        <w:t>292.5788</w:t>
      </w:r>
      <w:r>
        <w:tab/>
        <w:t>1.013e0</w:t>
      </w:r>
    </w:p>
    <w:p w:rsidR="00B65DC9" w:rsidRDefault="00B65DC9" w:rsidP="00B65DC9">
      <w:r>
        <w:t>292.5888</w:t>
      </w:r>
      <w:r>
        <w:tab/>
        <w:t>1.266e-2</w:t>
      </w:r>
    </w:p>
    <w:p w:rsidR="00B65DC9" w:rsidRDefault="00B65DC9" w:rsidP="00B65DC9">
      <w:r>
        <w:t>292.6105</w:t>
      </w:r>
      <w:r>
        <w:tab/>
        <w:t>1.013e0</w:t>
      </w:r>
    </w:p>
    <w:p w:rsidR="00B65DC9" w:rsidRDefault="00B65DC9" w:rsidP="00B65DC9">
      <w:r>
        <w:t>292.6479</w:t>
      </w:r>
      <w:r>
        <w:tab/>
        <w:t>1.266e-2</w:t>
      </w:r>
    </w:p>
    <w:p w:rsidR="00B65DC9" w:rsidRDefault="00B65DC9" w:rsidP="00B65DC9">
      <w:r>
        <w:t>292.6561</w:t>
      </w:r>
      <w:r>
        <w:tab/>
        <w:t>1.266e-2</w:t>
      </w:r>
    </w:p>
    <w:p w:rsidR="00B65DC9" w:rsidRDefault="00B65DC9" w:rsidP="00B65DC9">
      <w:r>
        <w:t>292.6696</w:t>
      </w:r>
      <w:r>
        <w:tab/>
        <w:t>1.013e0</w:t>
      </w:r>
    </w:p>
    <w:p w:rsidR="00B65DC9" w:rsidRDefault="00B65DC9" w:rsidP="00B65DC9">
      <w:r>
        <w:t>292.6746</w:t>
      </w:r>
      <w:r>
        <w:tab/>
        <w:t>1.266e-2</w:t>
      </w:r>
    </w:p>
    <w:p w:rsidR="00B65DC9" w:rsidRDefault="00B65DC9" w:rsidP="00B65DC9">
      <w:r>
        <w:t>292.7013</w:t>
      </w:r>
      <w:r>
        <w:tab/>
        <w:t>1.266e-2</w:t>
      </w:r>
    </w:p>
    <w:p w:rsidR="00B65DC9" w:rsidRDefault="00B65DC9" w:rsidP="00B65DC9">
      <w:r>
        <w:t>292.7601</w:t>
      </w:r>
      <w:r>
        <w:tab/>
        <w:t>1.013e0</w:t>
      </w:r>
    </w:p>
    <w:p w:rsidR="00B65DC9" w:rsidRDefault="00B65DC9" w:rsidP="00B65DC9">
      <w:r>
        <w:t>292.8025</w:t>
      </w:r>
      <w:r>
        <w:tab/>
        <w:t>1.013e0</w:t>
      </w:r>
    </w:p>
    <w:p w:rsidR="00B65DC9" w:rsidRDefault="00B65DC9" w:rsidP="00B65DC9">
      <w:r>
        <w:t>292.8465</w:t>
      </w:r>
      <w:r>
        <w:tab/>
        <w:t>1.013e0</w:t>
      </w:r>
    </w:p>
    <w:p w:rsidR="00B65DC9" w:rsidRDefault="00B65DC9" w:rsidP="00B65DC9">
      <w:r>
        <w:t>292.8658</w:t>
      </w:r>
      <w:r>
        <w:tab/>
        <w:t>1.266e-2</w:t>
      </w:r>
    </w:p>
    <w:p w:rsidR="00B65DC9" w:rsidRDefault="00B65DC9" w:rsidP="00B65DC9">
      <w:r>
        <w:t>292.8698</w:t>
      </w:r>
      <w:r>
        <w:tab/>
        <w:t>1.266e-2</w:t>
      </w:r>
    </w:p>
    <w:p w:rsidR="00B65DC9" w:rsidRDefault="00B65DC9" w:rsidP="00B65DC9">
      <w:r>
        <w:t>292.8777</w:t>
      </w:r>
      <w:r>
        <w:tab/>
        <w:t>1.013e0</w:t>
      </w:r>
    </w:p>
    <w:p w:rsidR="00B65DC9" w:rsidRDefault="00B65DC9" w:rsidP="00B65DC9">
      <w:r>
        <w:lastRenderedPageBreak/>
        <w:t>292.9097</w:t>
      </w:r>
      <w:r>
        <w:tab/>
        <w:t>1.013e0</w:t>
      </w:r>
    </w:p>
    <w:p w:rsidR="00B65DC9" w:rsidRDefault="00B65DC9" w:rsidP="00B65DC9">
      <w:r>
        <w:t>292.9889</w:t>
      </w:r>
      <w:r>
        <w:tab/>
        <w:t>8.983e-1</w:t>
      </w:r>
    </w:p>
    <w:p w:rsidR="00B65DC9" w:rsidRDefault="00B65DC9" w:rsidP="00B65DC9">
      <w:r>
        <w:t>292.9913</w:t>
      </w:r>
      <w:r>
        <w:tab/>
        <w:t>3.038e0</w:t>
      </w:r>
    </w:p>
    <w:p w:rsidR="00B65DC9" w:rsidRDefault="00B65DC9" w:rsidP="00B65DC9">
      <w:r>
        <w:t>292.9926</w:t>
      </w:r>
      <w:r>
        <w:tab/>
        <w:t>5.063e-2</w:t>
      </w:r>
    </w:p>
    <w:p w:rsidR="00B65DC9" w:rsidRDefault="00B65DC9" w:rsidP="00B65DC9">
      <w:r>
        <w:t>293.0031</w:t>
      </w:r>
      <w:r>
        <w:tab/>
        <w:t>3.798e-2</w:t>
      </w:r>
    </w:p>
    <w:p w:rsidR="00B65DC9" w:rsidRDefault="00B65DC9" w:rsidP="00B65DC9">
      <w:r>
        <w:t>293.0127</w:t>
      </w:r>
      <w:r>
        <w:tab/>
        <w:t>3.063e0</w:t>
      </w:r>
    </w:p>
    <w:p w:rsidR="00B65DC9" w:rsidRDefault="00B65DC9" w:rsidP="00B65DC9">
      <w:r>
        <w:t>293.0308</w:t>
      </w:r>
      <w:r>
        <w:tab/>
        <w:t>2.025e0</w:t>
      </w:r>
    </w:p>
    <w:p w:rsidR="00B65DC9" w:rsidRDefault="00B65DC9" w:rsidP="00B65DC9">
      <w:r>
        <w:t>293.0481</w:t>
      </w:r>
      <w:r>
        <w:tab/>
        <w:t>2.038e0</w:t>
      </w:r>
    </w:p>
    <w:p w:rsidR="00B65DC9" w:rsidRDefault="00B65DC9" w:rsidP="00B65DC9">
      <w:r>
        <w:t>293.0628</w:t>
      </w:r>
      <w:r>
        <w:tab/>
        <w:t>2.025e0</w:t>
      </w:r>
    </w:p>
    <w:p w:rsidR="00B65DC9" w:rsidRDefault="00B65DC9" w:rsidP="00B65DC9">
      <w:r>
        <w:t>293.0876</w:t>
      </w:r>
      <w:r>
        <w:tab/>
        <w:t>1.013e0</w:t>
      </w:r>
    </w:p>
    <w:p w:rsidR="00B65DC9" w:rsidRDefault="00B65DC9" w:rsidP="00B65DC9">
      <w:r>
        <w:t>293.1010</w:t>
      </w:r>
      <w:r>
        <w:tab/>
        <w:t>4.051e0</w:t>
      </w:r>
    </w:p>
    <w:p w:rsidR="00B65DC9" w:rsidRDefault="00B65DC9" w:rsidP="00B65DC9">
      <w:r>
        <w:t>293.1026</w:t>
      </w:r>
      <w:r>
        <w:tab/>
        <w:t>1.013e0</w:t>
      </w:r>
    </w:p>
    <w:p w:rsidR="00B65DC9" w:rsidRDefault="00B65DC9" w:rsidP="00B65DC9">
      <w:r>
        <w:t>293.1193</w:t>
      </w:r>
      <w:r>
        <w:tab/>
        <w:t>2.038e0</w:t>
      </w:r>
    </w:p>
    <w:p w:rsidR="00B65DC9" w:rsidRDefault="00B65DC9" w:rsidP="00B65DC9">
      <w:r>
        <w:t>293.1463</w:t>
      </w:r>
      <w:r>
        <w:tab/>
        <w:t>3.038e0</w:t>
      </w:r>
    </w:p>
    <w:p w:rsidR="00B65DC9" w:rsidRDefault="00B65DC9" w:rsidP="00B65DC9">
      <w:r>
        <w:t>293.1984</w:t>
      </w:r>
      <w:r>
        <w:tab/>
        <w:t>1.013e0</w:t>
      </w:r>
    </w:p>
    <w:p w:rsidR="00B65DC9" w:rsidRDefault="00B65DC9" w:rsidP="00B65DC9">
      <w:r>
        <w:t>293.2023</w:t>
      </w:r>
      <w:r>
        <w:tab/>
        <w:t>2.532e-2</w:t>
      </w:r>
    </w:p>
    <w:p w:rsidR="00B65DC9" w:rsidRDefault="00B65DC9" w:rsidP="00B65DC9">
      <w:r>
        <w:t>293.2132</w:t>
      </w:r>
      <w:r>
        <w:tab/>
        <w:t>2.025e0</w:t>
      </w:r>
    </w:p>
    <w:p w:rsidR="00B65DC9" w:rsidRDefault="00B65DC9" w:rsidP="00B65DC9">
      <w:r>
        <w:t>293.2380</w:t>
      </w:r>
      <w:r>
        <w:tab/>
        <w:t>1.013e0</w:t>
      </w:r>
    </w:p>
    <w:p w:rsidR="00B65DC9" w:rsidRDefault="00B65DC9" w:rsidP="00B65DC9">
      <w:r>
        <w:t>293.2419</w:t>
      </w:r>
      <w:r>
        <w:tab/>
        <w:t>1.266e-2</w:t>
      </w:r>
    </w:p>
    <w:p w:rsidR="00B65DC9" w:rsidRDefault="00B65DC9" w:rsidP="00B65DC9">
      <w:r>
        <w:lastRenderedPageBreak/>
        <w:t>293.2845</w:t>
      </w:r>
      <w:r>
        <w:tab/>
        <w:t>1.013e0</w:t>
      </w:r>
    </w:p>
    <w:p w:rsidR="00B65DC9" w:rsidRDefault="00B65DC9" w:rsidP="00B65DC9">
      <w:r>
        <w:t>293.3035</w:t>
      </w:r>
      <w:r>
        <w:tab/>
        <w:t>2.025e0</w:t>
      </w:r>
    </w:p>
    <w:p w:rsidR="00B65DC9" w:rsidRDefault="00B65DC9" w:rsidP="00B65DC9">
      <w:r>
        <w:t>293.3377</w:t>
      </w:r>
      <w:r>
        <w:tab/>
        <w:t>1.013e0</w:t>
      </w:r>
    </w:p>
    <w:p w:rsidR="00B65DC9" w:rsidRDefault="00B65DC9" w:rsidP="00B65DC9">
      <w:r>
        <w:t>293.3488</w:t>
      </w:r>
      <w:r>
        <w:tab/>
        <w:t>1.266e-2</w:t>
      </w:r>
    </w:p>
    <w:p w:rsidR="00B65DC9" w:rsidRDefault="00B65DC9" w:rsidP="00B65DC9">
      <w:r>
        <w:t>293.3567</w:t>
      </w:r>
      <w:r>
        <w:tab/>
        <w:t>1.266e-2</w:t>
      </w:r>
    </w:p>
    <w:p w:rsidR="00B65DC9" w:rsidRDefault="00B65DC9" w:rsidP="00B65DC9">
      <w:r>
        <w:t>293.3847</w:t>
      </w:r>
      <w:r>
        <w:tab/>
        <w:t>1.013e0</w:t>
      </w:r>
    </w:p>
    <w:p w:rsidR="00B65DC9" w:rsidRDefault="00B65DC9" w:rsidP="00B65DC9">
      <w:r>
        <w:t>293.3925</w:t>
      </w:r>
      <w:r>
        <w:tab/>
        <w:t>1.013e0</w:t>
      </w:r>
    </w:p>
    <w:p w:rsidR="00B65DC9" w:rsidRDefault="00B65DC9" w:rsidP="00B65DC9">
      <w:r>
        <w:t>293.4073</w:t>
      </w:r>
      <w:r>
        <w:tab/>
        <w:t>1.266e-2</w:t>
      </w:r>
    </w:p>
    <w:p w:rsidR="00B65DC9" w:rsidRDefault="00B65DC9" w:rsidP="00B65DC9">
      <w:r>
        <w:t>293.4287</w:t>
      </w:r>
      <w:r>
        <w:tab/>
        <w:t>1.013e0</w:t>
      </w:r>
    </w:p>
    <w:p w:rsidR="00B65DC9" w:rsidRDefault="00B65DC9" w:rsidP="00B65DC9">
      <w:r>
        <w:t>293.4754</w:t>
      </w:r>
      <w:r>
        <w:tab/>
        <w:t>1.013e0</w:t>
      </w:r>
    </w:p>
    <w:p w:rsidR="00B65DC9" w:rsidRDefault="00B65DC9" w:rsidP="00B65DC9">
      <w:r>
        <w:t>293.4835</w:t>
      </w:r>
      <w:r>
        <w:tab/>
        <w:t>1.266e-2</w:t>
      </w:r>
    </w:p>
    <w:p w:rsidR="00B65DC9" w:rsidRDefault="00B65DC9" w:rsidP="00B65DC9">
      <w:r>
        <w:t>293.5152</w:t>
      </w:r>
      <w:r>
        <w:tab/>
        <w:t>1.266e-2</w:t>
      </w:r>
    </w:p>
    <w:p w:rsidR="00B65DC9" w:rsidRDefault="00B65DC9" w:rsidP="00B65DC9">
      <w:r>
        <w:t>293.5746</w:t>
      </w:r>
      <w:r>
        <w:tab/>
        <w:t>1.266e-2</w:t>
      </w:r>
    </w:p>
    <w:p w:rsidR="00B65DC9" w:rsidRDefault="00B65DC9" w:rsidP="00B65DC9">
      <w:r>
        <w:t>293.5984</w:t>
      </w:r>
      <w:r>
        <w:tab/>
        <w:t>1.025e0</w:t>
      </w:r>
    </w:p>
    <w:p w:rsidR="00B65DC9" w:rsidRDefault="00B65DC9" w:rsidP="00B65DC9">
      <w:r>
        <w:t>293.6023</w:t>
      </w:r>
      <w:r>
        <w:tab/>
        <w:t>1.013e0</w:t>
      </w:r>
    </w:p>
    <w:p w:rsidR="00B65DC9" w:rsidRDefault="00B65DC9" w:rsidP="00B65DC9">
      <w:r>
        <w:t>293.6340</w:t>
      </w:r>
      <w:r>
        <w:tab/>
        <w:t>1.013e0</w:t>
      </w:r>
    </w:p>
    <w:p w:rsidR="00B65DC9" w:rsidRDefault="00B65DC9" w:rsidP="00B65DC9">
      <w:r>
        <w:t>293.6657</w:t>
      </w:r>
      <w:r>
        <w:tab/>
        <w:t>1.266e-2</w:t>
      </w:r>
    </w:p>
    <w:p w:rsidR="00B65DC9" w:rsidRDefault="00B65DC9" w:rsidP="00B65DC9">
      <w:r>
        <w:t>293.7148</w:t>
      </w:r>
      <w:r>
        <w:tab/>
        <w:t>2.025e0</w:t>
      </w:r>
    </w:p>
    <w:p w:rsidR="00B65DC9" w:rsidRDefault="00B65DC9" w:rsidP="00B65DC9">
      <w:r>
        <w:t>293.7169</w:t>
      </w:r>
      <w:r>
        <w:tab/>
        <w:t>2.025e0</w:t>
      </w:r>
    </w:p>
    <w:p w:rsidR="00B65DC9" w:rsidRDefault="00B65DC9" w:rsidP="00B65DC9">
      <w:r>
        <w:lastRenderedPageBreak/>
        <w:t>293.7210</w:t>
      </w:r>
      <w:r>
        <w:tab/>
        <w:t>1.013e0</w:t>
      </w:r>
    </w:p>
    <w:p w:rsidR="00B65DC9" w:rsidRDefault="00B65DC9" w:rsidP="00B65DC9">
      <w:r>
        <w:t>293.7289</w:t>
      </w:r>
      <w:r>
        <w:tab/>
        <w:t>1.013e0</w:t>
      </w:r>
    </w:p>
    <w:p w:rsidR="00B65DC9" w:rsidRDefault="00B65DC9" w:rsidP="00B65DC9">
      <w:r>
        <w:t>293.7522</w:t>
      </w:r>
      <w:r>
        <w:tab/>
        <w:t>3.038e0</w:t>
      </w:r>
    </w:p>
    <w:p w:rsidR="00B65DC9" w:rsidRDefault="00B65DC9" w:rsidP="00B65DC9">
      <w:r>
        <w:t>293.7608</w:t>
      </w:r>
      <w:r>
        <w:tab/>
        <w:t>1.013e0</w:t>
      </w:r>
    </w:p>
    <w:p w:rsidR="00B65DC9" w:rsidRDefault="00B65DC9" w:rsidP="00B65DC9">
      <w:r>
        <w:t>293.8305</w:t>
      </w:r>
      <w:r>
        <w:tab/>
        <w:t>1.013e0</w:t>
      </w:r>
    </w:p>
    <w:p w:rsidR="00B65DC9" w:rsidRDefault="00B65DC9" w:rsidP="00B65DC9">
      <w:r>
        <w:t>293.8921</w:t>
      </w:r>
      <w:r>
        <w:tab/>
        <w:t>1.477e0</w:t>
      </w:r>
    </w:p>
    <w:p w:rsidR="00B65DC9" w:rsidRDefault="00B65DC9" w:rsidP="00B65DC9">
      <w:r>
        <w:t>293.8992</w:t>
      </w:r>
      <w:r>
        <w:tab/>
        <w:t>1.013e0</w:t>
      </w:r>
    </w:p>
    <w:p w:rsidR="00B65DC9" w:rsidRDefault="00B65DC9" w:rsidP="00B65DC9">
      <w:r>
        <w:t>293.9270</w:t>
      </w:r>
      <w:r>
        <w:tab/>
        <w:t>1.013e0</w:t>
      </w:r>
    </w:p>
    <w:p w:rsidR="00B65DC9" w:rsidRDefault="00B65DC9" w:rsidP="00B65DC9">
      <w:r>
        <w:t>293.9586</w:t>
      </w:r>
      <w:r>
        <w:tab/>
        <w:t>1.266e-2</w:t>
      </w:r>
    </w:p>
    <w:p w:rsidR="00B65DC9" w:rsidRDefault="00B65DC9" w:rsidP="00B65DC9">
      <w:r>
        <w:t>293.9696</w:t>
      </w:r>
      <w:r>
        <w:tab/>
        <w:t>3.038e0</w:t>
      </w:r>
    </w:p>
    <w:p w:rsidR="00B65DC9" w:rsidRDefault="00B65DC9" w:rsidP="00B65DC9">
      <w:r>
        <w:t>294.0069</w:t>
      </w:r>
      <w:r>
        <w:tab/>
        <w:t>3.798e-2</w:t>
      </w:r>
    </w:p>
    <w:p w:rsidR="00B65DC9" w:rsidRDefault="00B65DC9" w:rsidP="00B65DC9">
      <w:r>
        <w:t>294.0128</w:t>
      </w:r>
      <w:r>
        <w:tab/>
        <w:t>1.025e0</w:t>
      </w:r>
    </w:p>
    <w:p w:rsidR="00B65DC9" w:rsidRDefault="00B65DC9" w:rsidP="00B65DC9">
      <w:r>
        <w:t>294.0280</w:t>
      </w:r>
      <w:r>
        <w:tab/>
        <w:t>2.025e0</w:t>
      </w:r>
    </w:p>
    <w:p w:rsidR="00B65DC9" w:rsidRDefault="00B65DC9" w:rsidP="00B65DC9">
      <w:r>
        <w:t>294.0578</w:t>
      </w:r>
      <w:r>
        <w:tab/>
        <w:t>1.013e0</w:t>
      </w:r>
    </w:p>
    <w:p w:rsidR="00B65DC9" w:rsidRDefault="00B65DC9" w:rsidP="00B65DC9">
      <w:r>
        <w:t>294.1212</w:t>
      </w:r>
      <w:r>
        <w:tab/>
        <w:t>1.266e-2</w:t>
      </w:r>
    </w:p>
    <w:p w:rsidR="00B65DC9" w:rsidRDefault="00B65DC9" w:rsidP="00B65DC9">
      <w:r>
        <w:t>294.1750</w:t>
      </w:r>
      <w:r>
        <w:tab/>
        <w:t>4.632e1</w:t>
      </w:r>
    </w:p>
    <w:p w:rsidR="00B65DC9" w:rsidRDefault="00B65DC9" w:rsidP="00B65DC9">
      <w:r>
        <w:t>294.2380</w:t>
      </w:r>
      <w:r>
        <w:tab/>
        <w:t>2.532e-2</w:t>
      </w:r>
    </w:p>
    <w:p w:rsidR="00B65DC9" w:rsidRDefault="00B65DC9" w:rsidP="00B65DC9">
      <w:r>
        <w:t>294.2521</w:t>
      </w:r>
      <w:r>
        <w:tab/>
        <w:t>2.025e0</w:t>
      </w:r>
    </w:p>
    <w:p w:rsidR="00B65DC9" w:rsidRDefault="00B65DC9" w:rsidP="00B65DC9">
      <w:r>
        <w:t>294.2758</w:t>
      </w:r>
      <w:r>
        <w:tab/>
        <w:t>1.025e0</w:t>
      </w:r>
    </w:p>
    <w:p w:rsidR="00B65DC9" w:rsidRDefault="00B65DC9" w:rsidP="00B65DC9">
      <w:r>
        <w:lastRenderedPageBreak/>
        <w:t>294.2835</w:t>
      </w:r>
      <w:r>
        <w:tab/>
        <w:t>2.025e0</w:t>
      </w:r>
    </w:p>
    <w:p w:rsidR="00B65DC9" w:rsidRDefault="00B65DC9" w:rsidP="00B65DC9">
      <w:r>
        <w:t>294.3271</w:t>
      </w:r>
      <w:r>
        <w:tab/>
        <w:t>1.013e0</w:t>
      </w:r>
    </w:p>
    <w:p w:rsidR="00B65DC9" w:rsidRDefault="00B65DC9" w:rsidP="00B65DC9">
      <w:r>
        <w:t>294.3547</w:t>
      </w:r>
      <w:r>
        <w:tab/>
        <w:t>1.266e-2</w:t>
      </w:r>
    </w:p>
    <w:p w:rsidR="00B65DC9" w:rsidRDefault="00B65DC9" w:rsidP="00B65DC9">
      <w:r>
        <w:t>294.3957</w:t>
      </w:r>
      <w:r>
        <w:tab/>
        <w:t>2.025e0</w:t>
      </w:r>
    </w:p>
    <w:p w:rsidR="00B65DC9" w:rsidRDefault="00B65DC9" w:rsidP="00B65DC9">
      <w:r>
        <w:t>294.4691</w:t>
      </w:r>
      <w:r>
        <w:tab/>
        <w:t>1.013e0</w:t>
      </w:r>
    </w:p>
    <w:p w:rsidR="00B65DC9" w:rsidRDefault="00B65DC9" w:rsidP="00B65DC9">
      <w:r>
        <w:t>294.4821</w:t>
      </w:r>
      <w:r>
        <w:tab/>
        <w:t>1.013e0</w:t>
      </w:r>
    </w:p>
    <w:p w:rsidR="00B65DC9" w:rsidRDefault="00B65DC9" w:rsidP="00B65DC9">
      <w:r>
        <w:t>294.5370</w:t>
      </w:r>
      <w:r>
        <w:tab/>
        <w:t>1.266e-2</w:t>
      </w:r>
    </w:p>
    <w:p w:rsidR="00B65DC9" w:rsidRDefault="00B65DC9" w:rsidP="00B65DC9">
      <w:r>
        <w:t>294.5478</w:t>
      </w:r>
      <w:r>
        <w:tab/>
        <w:t>2.025e0</w:t>
      </w:r>
    </w:p>
    <w:p w:rsidR="00B65DC9" w:rsidRDefault="00B65DC9" w:rsidP="00B65DC9">
      <w:r>
        <w:t>294.5554</w:t>
      </w:r>
      <w:r>
        <w:tab/>
        <w:t>1.013e0</w:t>
      </w:r>
    </w:p>
    <w:p w:rsidR="00B65DC9" w:rsidRDefault="00B65DC9" w:rsidP="00B65DC9">
      <w:r>
        <w:t>294.5729</w:t>
      </w:r>
      <w:r>
        <w:tab/>
        <w:t>1.013e0</w:t>
      </w:r>
    </w:p>
    <w:p w:rsidR="00B65DC9" w:rsidRDefault="00B65DC9" w:rsidP="00B65DC9">
      <w:r>
        <w:t>294.5967</w:t>
      </w:r>
      <w:r>
        <w:tab/>
        <w:t>2.025e0</w:t>
      </w:r>
    </w:p>
    <w:p w:rsidR="00B65DC9" w:rsidRDefault="00B65DC9" w:rsidP="00B65DC9">
      <w:r>
        <w:t>294.6643</w:t>
      </w:r>
      <w:r>
        <w:tab/>
        <w:t>1.025e0</w:t>
      </w:r>
    </w:p>
    <w:p w:rsidR="00B65DC9" w:rsidRDefault="00B65DC9" w:rsidP="00B65DC9">
      <w:r>
        <w:t>294.6786</w:t>
      </w:r>
      <w:r>
        <w:tab/>
        <w:t>1.266e-2</w:t>
      </w:r>
    </w:p>
    <w:p w:rsidR="00B65DC9" w:rsidRDefault="00B65DC9" w:rsidP="00B65DC9">
      <w:r>
        <w:t>294.7749</w:t>
      </w:r>
      <w:r>
        <w:tab/>
        <w:t>1.266e-2</w:t>
      </w:r>
    </w:p>
    <w:p w:rsidR="00B65DC9" w:rsidRDefault="00B65DC9" w:rsidP="00B65DC9">
      <w:r>
        <w:t>294.7869</w:t>
      </w:r>
      <w:r>
        <w:tab/>
        <w:t>1.266e-2</w:t>
      </w:r>
    </w:p>
    <w:p w:rsidR="00B65DC9" w:rsidRDefault="00B65DC9" w:rsidP="00B65DC9">
      <w:r>
        <w:t>294.8232</w:t>
      </w:r>
      <w:r>
        <w:tab/>
        <w:t>2.025e0</w:t>
      </w:r>
    </w:p>
    <w:p w:rsidR="00B65DC9" w:rsidRDefault="00B65DC9" w:rsidP="00B65DC9">
      <w:r>
        <w:t>294.8676</w:t>
      </w:r>
      <w:r>
        <w:tab/>
        <w:t>3.038e0</w:t>
      </w:r>
    </w:p>
    <w:p w:rsidR="00B65DC9" w:rsidRDefault="00B65DC9" w:rsidP="00B65DC9">
      <w:r>
        <w:t>294.8780</w:t>
      </w:r>
      <w:r>
        <w:tab/>
        <w:t>1.266e-2</w:t>
      </w:r>
    </w:p>
    <w:p w:rsidR="00B65DC9" w:rsidRDefault="00B65DC9" w:rsidP="00B65DC9">
      <w:r>
        <w:t>294.8977</w:t>
      </w:r>
      <w:r>
        <w:tab/>
        <w:t>1.266e-2</w:t>
      </w:r>
    </w:p>
    <w:p w:rsidR="00B65DC9" w:rsidRDefault="00B65DC9" w:rsidP="00B65DC9">
      <w:r>
        <w:lastRenderedPageBreak/>
        <w:t>294.9037</w:t>
      </w:r>
      <w:r>
        <w:tab/>
        <w:t>2.025e0</w:t>
      </w:r>
    </w:p>
    <w:p w:rsidR="00B65DC9" w:rsidRDefault="00B65DC9" w:rsidP="00B65DC9">
      <w:r>
        <w:t>294.9612</w:t>
      </w:r>
      <w:r>
        <w:tab/>
        <w:t>1.013e0</w:t>
      </w:r>
    </w:p>
    <w:p w:rsidR="00B65DC9" w:rsidRDefault="00B65DC9" w:rsidP="00B65DC9">
      <w:r>
        <w:t>294.9653</w:t>
      </w:r>
      <w:r>
        <w:tab/>
        <w:t>1.266e-2</w:t>
      </w:r>
    </w:p>
    <w:p w:rsidR="00B65DC9" w:rsidRDefault="00B65DC9" w:rsidP="00B65DC9">
      <w:r>
        <w:t>294.9850</w:t>
      </w:r>
      <w:r>
        <w:tab/>
        <w:t>1.266e-2</w:t>
      </w:r>
    </w:p>
    <w:p w:rsidR="00B65DC9" w:rsidRDefault="00B65DC9" w:rsidP="00B65DC9">
      <w:r>
        <w:t>294.9933</w:t>
      </w:r>
      <w:r>
        <w:tab/>
        <w:t>1.025e0</w:t>
      </w:r>
    </w:p>
    <w:p w:rsidR="00B65DC9" w:rsidRDefault="00B65DC9" w:rsidP="00B65DC9">
      <w:r>
        <w:t>294.9990</w:t>
      </w:r>
      <w:r>
        <w:tab/>
        <w:t>5.063e0</w:t>
      </w:r>
    </w:p>
    <w:p w:rsidR="00B65DC9" w:rsidRDefault="00B65DC9" w:rsidP="00B65DC9">
      <w:r>
        <w:t>295.0066</w:t>
      </w:r>
      <w:r>
        <w:tab/>
        <w:t>1.266e-2</w:t>
      </w:r>
    </w:p>
    <w:p w:rsidR="00B65DC9" w:rsidRDefault="00B65DC9" w:rsidP="00B65DC9">
      <w:r>
        <w:t>295.0608</w:t>
      </w:r>
      <w:r>
        <w:tab/>
        <w:t>2.532e-2</w:t>
      </w:r>
    </w:p>
    <w:p w:rsidR="00B65DC9" w:rsidRDefault="00B65DC9" w:rsidP="00B65DC9">
      <w:r>
        <w:t>295.1064</w:t>
      </w:r>
      <w:r>
        <w:tab/>
        <w:t>3.038e0</w:t>
      </w:r>
    </w:p>
    <w:p w:rsidR="00B65DC9" w:rsidRDefault="00B65DC9" w:rsidP="00B65DC9">
      <w:r>
        <w:t>295.1159</w:t>
      </w:r>
      <w:r>
        <w:tab/>
        <w:t>1.266e-2</w:t>
      </w:r>
    </w:p>
    <w:p w:rsidR="00B65DC9" w:rsidRDefault="00B65DC9" w:rsidP="00B65DC9">
      <w:r>
        <w:t>295.1399</w:t>
      </w:r>
      <w:r>
        <w:tab/>
        <w:t>2.025e0</w:t>
      </w:r>
    </w:p>
    <w:p w:rsidR="00B65DC9" w:rsidRDefault="00B65DC9" w:rsidP="00B65DC9">
      <w:r>
        <w:t>295.1706</w:t>
      </w:r>
      <w:r>
        <w:tab/>
        <w:t>5.063e0</w:t>
      </w:r>
    </w:p>
    <w:p w:rsidR="00B65DC9" w:rsidRDefault="00B65DC9" w:rsidP="00B65DC9">
      <w:r>
        <w:t>295.1767</w:t>
      </w:r>
      <w:r>
        <w:tab/>
        <w:t>1.316e1</w:t>
      </w:r>
    </w:p>
    <w:p w:rsidR="00B65DC9" w:rsidRDefault="00B65DC9" w:rsidP="00B65DC9">
      <w:r>
        <w:t>295.1952</w:t>
      </w:r>
      <w:r>
        <w:tab/>
        <w:t>2.076e0</w:t>
      </w:r>
    </w:p>
    <w:p w:rsidR="00B65DC9" w:rsidRDefault="00B65DC9" w:rsidP="00B65DC9">
      <w:r>
        <w:t>295.2352</w:t>
      </w:r>
      <w:r>
        <w:tab/>
        <w:t>1.266e-2</w:t>
      </w:r>
    </w:p>
    <w:p w:rsidR="00B65DC9" w:rsidRDefault="00B65DC9" w:rsidP="00B65DC9">
      <w:r>
        <w:t>295.2606</w:t>
      </w:r>
      <w:r>
        <w:tab/>
        <w:t>2.532e-2</w:t>
      </w:r>
    </w:p>
    <w:p w:rsidR="00B65DC9" w:rsidRDefault="00B65DC9" w:rsidP="00B65DC9">
      <w:r>
        <w:t>295.2627</w:t>
      </w:r>
      <w:r>
        <w:tab/>
        <w:t>2.532e-2</w:t>
      </w:r>
    </w:p>
    <w:p w:rsidR="00B65DC9" w:rsidRDefault="00B65DC9" w:rsidP="00B65DC9">
      <w:r>
        <w:t>295.2804</w:t>
      </w:r>
      <w:r>
        <w:tab/>
        <w:t>2.532e-2</w:t>
      </w:r>
    </w:p>
    <w:p w:rsidR="00B65DC9" w:rsidRDefault="00B65DC9" w:rsidP="00B65DC9">
      <w:r>
        <w:t>295.3650</w:t>
      </w:r>
      <w:r>
        <w:tab/>
        <w:t>2.025e0</w:t>
      </w:r>
    </w:p>
    <w:p w:rsidR="00B65DC9" w:rsidRDefault="00B65DC9" w:rsidP="00B65DC9">
      <w:r>
        <w:lastRenderedPageBreak/>
        <w:t>295.4019</w:t>
      </w:r>
      <w:r>
        <w:tab/>
        <w:t>2.532e-2</w:t>
      </w:r>
    </w:p>
    <w:p w:rsidR="00B65DC9" w:rsidRDefault="00B65DC9" w:rsidP="00B65DC9">
      <w:r>
        <w:t>295.4535</w:t>
      </w:r>
      <w:r>
        <w:tab/>
        <w:t>1.266e-2</w:t>
      </w:r>
    </w:p>
    <w:p w:rsidR="00B65DC9" w:rsidRDefault="00B65DC9" w:rsidP="00B65DC9">
      <w:r>
        <w:t>295.4588</w:t>
      </w:r>
      <w:r>
        <w:tab/>
        <w:t>1.013e0</w:t>
      </w:r>
    </w:p>
    <w:p w:rsidR="00B65DC9" w:rsidRDefault="00B65DC9" w:rsidP="00B65DC9">
      <w:r>
        <w:t>295.4690</w:t>
      </w:r>
      <w:r>
        <w:tab/>
        <w:t>1.266e-2</w:t>
      </w:r>
    </w:p>
    <w:p w:rsidR="00B65DC9" w:rsidRDefault="00B65DC9" w:rsidP="00B65DC9">
      <w:r>
        <w:t>295.5181</w:t>
      </w:r>
      <w:r>
        <w:tab/>
        <w:t>1.266e-2</w:t>
      </w:r>
    </w:p>
    <w:p w:rsidR="00B65DC9" w:rsidRDefault="00B65DC9" w:rsidP="00B65DC9">
      <w:r>
        <w:t>295.5558</w:t>
      </w:r>
      <w:r>
        <w:tab/>
        <w:t>1.013e0</w:t>
      </w:r>
    </w:p>
    <w:p w:rsidR="00B65DC9" w:rsidRDefault="00B65DC9" w:rsidP="00B65DC9">
      <w:r>
        <w:t>295.5880</w:t>
      </w:r>
      <w:r>
        <w:tab/>
        <w:t>1.266e-2</w:t>
      </w:r>
    </w:p>
    <w:p w:rsidR="00B65DC9" w:rsidRDefault="00B65DC9" w:rsidP="00B65DC9">
      <w:r>
        <w:t>295.6151</w:t>
      </w:r>
      <w:r>
        <w:tab/>
        <w:t>1.013e0</w:t>
      </w:r>
    </w:p>
    <w:p w:rsidR="00B65DC9" w:rsidRDefault="00B65DC9" w:rsidP="00B65DC9">
      <w:r>
        <w:t>295.6552</w:t>
      </w:r>
      <w:r>
        <w:tab/>
        <w:t>1.013e0</w:t>
      </w:r>
    </w:p>
    <w:p w:rsidR="00B65DC9" w:rsidRDefault="00B65DC9" w:rsidP="00B65DC9">
      <w:r>
        <w:t>295.7661</w:t>
      </w:r>
      <w:r>
        <w:tab/>
        <w:t>1.013e0</w:t>
      </w:r>
    </w:p>
    <w:p w:rsidR="00B65DC9" w:rsidRDefault="00B65DC9" w:rsidP="00B65DC9">
      <w:r>
        <w:t>295.7822</w:t>
      </w:r>
      <w:r>
        <w:tab/>
        <w:t>1.266e-2</w:t>
      </w:r>
    </w:p>
    <w:p w:rsidR="00B65DC9" w:rsidRDefault="00B65DC9" w:rsidP="00B65DC9">
      <w:r>
        <w:t>295.8200</w:t>
      </w:r>
      <w:r>
        <w:tab/>
        <w:t>1.266e-2</w:t>
      </w:r>
    </w:p>
    <w:p w:rsidR="00B65DC9" w:rsidRDefault="00B65DC9" w:rsidP="00B65DC9">
      <w:r>
        <w:t>295.8295</w:t>
      </w:r>
      <w:r>
        <w:tab/>
        <w:t>2.025e0</w:t>
      </w:r>
    </w:p>
    <w:p w:rsidR="00B65DC9" w:rsidRDefault="00B65DC9" w:rsidP="00B65DC9">
      <w:r>
        <w:t>295.8376</w:t>
      </w:r>
      <w:r>
        <w:tab/>
        <w:t>1.266e-2</w:t>
      </w:r>
    </w:p>
    <w:p w:rsidR="00B65DC9" w:rsidRDefault="00B65DC9" w:rsidP="00B65DC9">
      <w:r>
        <w:t>295.8658</w:t>
      </w:r>
      <w:r>
        <w:tab/>
        <w:t>1.266e-2</w:t>
      </w:r>
    </w:p>
    <w:p w:rsidR="00B65DC9" w:rsidRDefault="00B65DC9" w:rsidP="00B65DC9">
      <w:r>
        <w:t>295.8972</w:t>
      </w:r>
      <w:r>
        <w:tab/>
        <w:t>1.013e0</w:t>
      </w:r>
    </w:p>
    <w:p w:rsidR="00B65DC9" w:rsidRDefault="00B65DC9" w:rsidP="00B65DC9">
      <w:r>
        <w:t>295.9193</w:t>
      </w:r>
      <w:r>
        <w:tab/>
        <w:t>2.025e0</w:t>
      </w:r>
    </w:p>
    <w:p w:rsidR="00B65DC9" w:rsidRDefault="00B65DC9" w:rsidP="00B65DC9">
      <w:r>
        <w:t>295.9529</w:t>
      </w:r>
      <w:r>
        <w:tab/>
        <w:t>1.266e-2</w:t>
      </w:r>
    </w:p>
    <w:p w:rsidR="00B65DC9" w:rsidRDefault="00B65DC9" w:rsidP="00B65DC9">
      <w:r>
        <w:t>295.9805</w:t>
      </w:r>
      <w:r>
        <w:tab/>
        <w:t>1.025e0</w:t>
      </w:r>
    </w:p>
    <w:p w:rsidR="00B65DC9" w:rsidRDefault="00B65DC9" w:rsidP="00B65DC9">
      <w:r>
        <w:lastRenderedPageBreak/>
        <w:t>296.0034</w:t>
      </w:r>
      <w:r>
        <w:tab/>
        <w:t>1.013e0</w:t>
      </w:r>
    </w:p>
    <w:p w:rsidR="00B65DC9" w:rsidRDefault="00B65DC9" w:rsidP="00B65DC9">
      <w:r>
        <w:t>296.0120</w:t>
      </w:r>
      <w:r>
        <w:tab/>
        <w:t>1.013e0</w:t>
      </w:r>
    </w:p>
    <w:p w:rsidR="00B65DC9" w:rsidRDefault="00B65DC9" w:rsidP="00B65DC9">
      <w:r>
        <w:t>296.0185</w:t>
      </w:r>
      <w:r>
        <w:tab/>
        <w:t>2.025e0</w:t>
      </w:r>
    </w:p>
    <w:p w:rsidR="00B65DC9" w:rsidRDefault="00B65DC9" w:rsidP="00B65DC9">
      <w:r>
        <w:t>296.0397</w:t>
      </w:r>
      <w:r>
        <w:tab/>
        <w:t>2.025e0</w:t>
      </w:r>
    </w:p>
    <w:p w:rsidR="00B65DC9" w:rsidRDefault="00B65DC9" w:rsidP="00B65DC9">
      <w:r>
        <w:t>296.0419</w:t>
      </w:r>
      <w:r>
        <w:tab/>
        <w:t>2.025e0</w:t>
      </w:r>
    </w:p>
    <w:p w:rsidR="00B65DC9" w:rsidRDefault="00B65DC9" w:rsidP="00B65DC9">
      <w:r>
        <w:t>296.0687</w:t>
      </w:r>
      <w:r>
        <w:tab/>
        <w:t>3.038e0</w:t>
      </w:r>
    </w:p>
    <w:p w:rsidR="00B65DC9" w:rsidRDefault="00B65DC9" w:rsidP="00B65DC9">
      <w:r>
        <w:t>296.0719</w:t>
      </w:r>
      <w:r>
        <w:tab/>
        <w:t>1.013e0</w:t>
      </w:r>
    </w:p>
    <w:p w:rsidR="00B65DC9" w:rsidRDefault="00B65DC9" w:rsidP="00B65DC9">
      <w:r>
        <w:t>296.1078</w:t>
      </w:r>
      <w:r>
        <w:tab/>
        <w:t>1.013e0</w:t>
      </w:r>
    </w:p>
    <w:p w:rsidR="00B65DC9" w:rsidRDefault="00B65DC9" w:rsidP="00B65DC9">
      <w:r>
        <w:t>296.1281</w:t>
      </w:r>
      <w:r>
        <w:tab/>
        <w:t>5.063e0</w:t>
      </w:r>
    </w:p>
    <w:p w:rsidR="00B65DC9" w:rsidRDefault="00B65DC9" w:rsidP="00B65DC9">
      <w:r>
        <w:t>296.1650</w:t>
      </w:r>
      <w:r>
        <w:tab/>
        <w:t>5.063e-2</w:t>
      </w:r>
    </w:p>
    <w:p w:rsidR="00B65DC9" w:rsidRDefault="00B65DC9" w:rsidP="00B65DC9">
      <w:r>
        <w:t>296.1815</w:t>
      </w:r>
      <w:r>
        <w:tab/>
        <w:t>2.025e0</w:t>
      </w:r>
    </w:p>
    <w:p w:rsidR="00B65DC9" w:rsidRDefault="00B65DC9" w:rsidP="00B65DC9">
      <w:r>
        <w:t>296.1840</w:t>
      </w:r>
      <w:r>
        <w:tab/>
        <w:t>2.025e0</w:t>
      </w:r>
    </w:p>
    <w:p w:rsidR="00B65DC9" w:rsidRDefault="00B65DC9" w:rsidP="00B65DC9">
      <w:r>
        <w:t>296.2542</w:t>
      </w:r>
      <w:r>
        <w:tab/>
        <w:t>1.013e0</w:t>
      </w:r>
    </w:p>
    <w:p w:rsidR="00B65DC9" w:rsidRDefault="00B65DC9" w:rsidP="00B65DC9">
      <w:r>
        <w:t>296.2603</w:t>
      </w:r>
      <w:r>
        <w:tab/>
        <w:t>2.025e0</w:t>
      </w:r>
    </w:p>
    <w:p w:rsidR="00B65DC9" w:rsidRDefault="00B65DC9" w:rsidP="00B65DC9">
      <w:r>
        <w:t>296.2899</w:t>
      </w:r>
      <w:r>
        <w:tab/>
        <w:t>3.038e0</w:t>
      </w:r>
    </w:p>
    <w:p w:rsidR="00B65DC9" w:rsidRDefault="00B65DC9" w:rsidP="00B65DC9">
      <w:r>
        <w:t>296.3277</w:t>
      </w:r>
      <w:r>
        <w:tab/>
        <w:t>1.266e-2</w:t>
      </w:r>
    </w:p>
    <w:p w:rsidR="00B65DC9" w:rsidRDefault="00B65DC9" w:rsidP="00B65DC9">
      <w:r>
        <w:t>296.3413</w:t>
      </w:r>
      <w:r>
        <w:tab/>
        <w:t>1.266e-2</w:t>
      </w:r>
    </w:p>
    <w:p w:rsidR="00B65DC9" w:rsidRDefault="00B65DC9" w:rsidP="00B65DC9">
      <w:r>
        <w:t>296.3494</w:t>
      </w:r>
      <w:r>
        <w:tab/>
        <w:t>1.013e0</w:t>
      </w:r>
    </w:p>
    <w:p w:rsidR="00B65DC9" w:rsidRDefault="00B65DC9" w:rsidP="00B65DC9">
      <w:r>
        <w:t>296.4408</w:t>
      </w:r>
      <w:r>
        <w:tab/>
        <w:t>1.013e0</w:t>
      </w:r>
    </w:p>
    <w:p w:rsidR="00B65DC9" w:rsidRDefault="00B65DC9" w:rsidP="00B65DC9">
      <w:r>
        <w:lastRenderedPageBreak/>
        <w:t>296.4885</w:t>
      </w:r>
      <w:r>
        <w:tab/>
        <w:t>1.013e0</w:t>
      </w:r>
    </w:p>
    <w:p w:rsidR="00B65DC9" w:rsidRDefault="00B65DC9" w:rsidP="00B65DC9">
      <w:r>
        <w:t>296.5326</w:t>
      </w:r>
      <w:r>
        <w:tab/>
        <w:t>1.013e0</w:t>
      </w:r>
    </w:p>
    <w:p w:rsidR="00B65DC9" w:rsidRDefault="00B65DC9" w:rsidP="00B65DC9">
      <w:r>
        <w:t>296.5434</w:t>
      </w:r>
      <w:r>
        <w:tab/>
        <w:t>1.013e0</w:t>
      </w:r>
    </w:p>
    <w:p w:rsidR="00B65DC9" w:rsidRDefault="00B65DC9" w:rsidP="00B65DC9">
      <w:r>
        <w:t>296.6431</w:t>
      </w:r>
      <w:r>
        <w:tab/>
        <w:t>1.266e-2</w:t>
      </w:r>
    </w:p>
    <w:p w:rsidR="00B65DC9" w:rsidRDefault="00B65DC9" w:rsidP="00B65DC9">
      <w:r>
        <w:t>296.6894</w:t>
      </w:r>
      <w:r>
        <w:tab/>
        <w:t>1.013e0</w:t>
      </w:r>
    </w:p>
    <w:p w:rsidR="00B65DC9" w:rsidRDefault="00B65DC9" w:rsidP="00B65DC9">
      <w:r>
        <w:t>296.6950</w:t>
      </w:r>
      <w:r>
        <w:tab/>
        <w:t>1.266e-2</w:t>
      </w:r>
    </w:p>
    <w:p w:rsidR="00B65DC9" w:rsidRDefault="00B65DC9" w:rsidP="00B65DC9">
      <w:r>
        <w:t>296.7546</w:t>
      </w:r>
      <w:r>
        <w:tab/>
        <w:t>1.013e0</w:t>
      </w:r>
    </w:p>
    <w:p w:rsidR="00B65DC9" w:rsidRDefault="00B65DC9" w:rsidP="00B65DC9">
      <w:r>
        <w:t>296.7580</w:t>
      </w:r>
      <w:r>
        <w:tab/>
        <w:t>1.013e0</w:t>
      </w:r>
    </w:p>
    <w:p w:rsidR="00B65DC9" w:rsidRDefault="00B65DC9" w:rsidP="00B65DC9">
      <w:r>
        <w:t>296.7858</w:t>
      </w:r>
      <w:r>
        <w:tab/>
        <w:t>1.013e0</w:t>
      </w:r>
    </w:p>
    <w:p w:rsidR="00B65DC9" w:rsidRDefault="00B65DC9" w:rsidP="00B65DC9">
      <w:r>
        <w:t>296.7898</w:t>
      </w:r>
      <w:r>
        <w:tab/>
        <w:t>1.013e0</w:t>
      </w:r>
    </w:p>
    <w:p w:rsidR="00B65DC9" w:rsidRDefault="00B65DC9" w:rsidP="00B65DC9">
      <w:r>
        <w:t>296.8735</w:t>
      </w:r>
      <w:r>
        <w:tab/>
        <w:t>2.025e0</w:t>
      </w:r>
    </w:p>
    <w:p w:rsidR="00B65DC9" w:rsidRDefault="00B65DC9" w:rsidP="00B65DC9">
      <w:r>
        <w:t>296.8771</w:t>
      </w:r>
      <w:r>
        <w:tab/>
        <w:t>1.013e0</w:t>
      </w:r>
    </w:p>
    <w:p w:rsidR="00B65DC9" w:rsidRDefault="00B65DC9" w:rsidP="00B65DC9">
      <w:r>
        <w:t>296.9089</w:t>
      </w:r>
      <w:r>
        <w:tab/>
        <w:t>2.025e0</w:t>
      </w:r>
    </w:p>
    <w:p w:rsidR="00B65DC9" w:rsidRDefault="00B65DC9" w:rsidP="00B65DC9">
      <w:r>
        <w:t>296.9278</w:t>
      </w:r>
      <w:r>
        <w:tab/>
        <w:t>1.266e-2</w:t>
      </w:r>
    </w:p>
    <w:p w:rsidR="00B65DC9" w:rsidRDefault="00B65DC9" w:rsidP="00B65DC9">
      <w:r>
        <w:t>296.9726</w:t>
      </w:r>
      <w:r>
        <w:tab/>
        <w:t>1.013e0</w:t>
      </w:r>
    </w:p>
    <w:p w:rsidR="00B65DC9" w:rsidRDefault="00B65DC9" w:rsidP="00B65DC9">
      <w:r>
        <w:t>296.9795</w:t>
      </w:r>
      <w:r>
        <w:tab/>
        <w:t>2.025e0</w:t>
      </w:r>
    </w:p>
    <w:p w:rsidR="00B65DC9" w:rsidRDefault="00B65DC9" w:rsidP="00B65DC9">
      <w:r>
        <w:t>297.0085</w:t>
      </w:r>
      <w:r>
        <w:tab/>
        <w:t>1.013e0</w:t>
      </w:r>
    </w:p>
    <w:p w:rsidR="00B65DC9" w:rsidRDefault="00B65DC9" w:rsidP="00B65DC9">
      <w:r>
        <w:t>297.0194</w:t>
      </w:r>
      <w:r>
        <w:tab/>
        <w:t>1.013e0</w:t>
      </w:r>
    </w:p>
    <w:p w:rsidR="00B65DC9" w:rsidRDefault="00B65DC9" w:rsidP="00B65DC9">
      <w:r>
        <w:t>297.0280</w:t>
      </w:r>
      <w:r>
        <w:tab/>
        <w:t>2.532e-2</w:t>
      </w:r>
    </w:p>
    <w:p w:rsidR="00B65DC9" w:rsidRDefault="00B65DC9" w:rsidP="00B65DC9">
      <w:r>
        <w:lastRenderedPageBreak/>
        <w:t>297.0602</w:t>
      </w:r>
      <w:r>
        <w:tab/>
        <w:t>1.038e0</w:t>
      </w:r>
    </w:p>
    <w:p w:rsidR="00B65DC9" w:rsidRDefault="00B65DC9" w:rsidP="00B65DC9">
      <w:r>
        <w:t>297.0780</w:t>
      </w:r>
      <w:r>
        <w:tab/>
        <w:t>2.025e0</w:t>
      </w:r>
    </w:p>
    <w:p w:rsidR="00B65DC9" w:rsidRDefault="00B65DC9" w:rsidP="00B65DC9">
      <w:r>
        <w:t>297.1108</w:t>
      </w:r>
      <w:r>
        <w:tab/>
        <w:t>3.038e0</w:t>
      </w:r>
    </w:p>
    <w:p w:rsidR="00B65DC9" w:rsidRDefault="00B65DC9" w:rsidP="00B65DC9">
      <w:r>
        <w:t>297.1156</w:t>
      </w:r>
      <w:r>
        <w:tab/>
        <w:t>1.038e0</w:t>
      </w:r>
    </w:p>
    <w:p w:rsidR="00B65DC9" w:rsidRDefault="00B65DC9" w:rsidP="00B65DC9">
      <w:r>
        <w:t>297.1385</w:t>
      </w:r>
      <w:r>
        <w:tab/>
        <w:t>1.013e0</w:t>
      </w:r>
    </w:p>
    <w:p w:rsidR="00B65DC9" w:rsidRDefault="00B65DC9" w:rsidP="00B65DC9">
      <w:r>
        <w:t>297.1431</w:t>
      </w:r>
      <w:r>
        <w:tab/>
        <w:t>1.266e-2</w:t>
      </w:r>
    </w:p>
    <w:p w:rsidR="00B65DC9" w:rsidRDefault="00B65DC9" w:rsidP="00B65DC9">
      <w:r>
        <w:t>297.1471</w:t>
      </w:r>
      <w:r>
        <w:tab/>
        <w:t>2.025e0</w:t>
      </w:r>
    </w:p>
    <w:p w:rsidR="00B65DC9" w:rsidRDefault="00B65DC9" w:rsidP="00B65DC9">
      <w:r>
        <w:t>297.1749</w:t>
      </w:r>
      <w:r>
        <w:tab/>
        <w:t>1.013e0</w:t>
      </w:r>
    </w:p>
    <w:p w:rsidR="00B65DC9" w:rsidRDefault="00B65DC9" w:rsidP="00B65DC9">
      <w:r>
        <w:t>297.2071</w:t>
      </w:r>
      <w:r>
        <w:tab/>
        <w:t>2.025e0</w:t>
      </w:r>
    </w:p>
    <w:p w:rsidR="00B65DC9" w:rsidRDefault="00B65DC9" w:rsidP="00B65DC9">
      <w:r>
        <w:t>297.2202</w:t>
      </w:r>
      <w:r>
        <w:tab/>
        <w:t>1.038e0</w:t>
      </w:r>
    </w:p>
    <w:p w:rsidR="00B65DC9" w:rsidRDefault="00B65DC9" w:rsidP="00B65DC9">
      <w:r>
        <w:t>297.2225</w:t>
      </w:r>
      <w:r>
        <w:tab/>
        <w:t>2.532e-2</w:t>
      </w:r>
    </w:p>
    <w:p w:rsidR="00B65DC9" w:rsidRDefault="00B65DC9" w:rsidP="00B65DC9">
      <w:r>
        <w:t>297.2400</w:t>
      </w:r>
      <w:r>
        <w:tab/>
        <w:t>1.038e0</w:t>
      </w:r>
    </w:p>
    <w:p w:rsidR="00B65DC9" w:rsidRDefault="00B65DC9" w:rsidP="00B65DC9">
      <w:r>
        <w:t>297.2522</w:t>
      </w:r>
      <w:r>
        <w:tab/>
        <w:t>1.013e0</w:t>
      </w:r>
    </w:p>
    <w:p w:rsidR="00B65DC9" w:rsidRDefault="00B65DC9" w:rsidP="00B65DC9">
      <w:r>
        <w:t>297.2705</w:t>
      </w:r>
      <w:r>
        <w:tab/>
        <w:t>3.015e0</w:t>
      </w:r>
    </w:p>
    <w:p w:rsidR="00B65DC9" w:rsidRDefault="00B65DC9" w:rsidP="00B65DC9">
      <w:r>
        <w:t>297.2848</w:t>
      </w:r>
      <w:r>
        <w:tab/>
        <w:t>1.008e1</w:t>
      </w:r>
    </w:p>
    <w:p w:rsidR="00B65DC9" w:rsidRDefault="00B65DC9" w:rsidP="00B65DC9">
      <w:r>
        <w:t>297.3153</w:t>
      </w:r>
      <w:r>
        <w:tab/>
        <w:t>3.336e0</w:t>
      </w:r>
    </w:p>
    <w:p w:rsidR="00B65DC9" w:rsidRDefault="00B65DC9" w:rsidP="00B65DC9">
      <w:r>
        <w:t>297.3680</w:t>
      </w:r>
      <w:r>
        <w:tab/>
        <w:t>2.025e0</w:t>
      </w:r>
    </w:p>
    <w:p w:rsidR="00B65DC9" w:rsidRDefault="00B65DC9" w:rsidP="00B65DC9">
      <w:r>
        <w:t>297.3937</w:t>
      </w:r>
      <w:r>
        <w:tab/>
        <w:t>1.266e-2</w:t>
      </w:r>
    </w:p>
    <w:p w:rsidR="00B65DC9" w:rsidRDefault="00B65DC9" w:rsidP="00B65DC9">
      <w:r>
        <w:t>297.4257</w:t>
      </w:r>
      <w:r>
        <w:tab/>
        <w:t>2.025e0</w:t>
      </w:r>
    </w:p>
    <w:p w:rsidR="00B65DC9" w:rsidRDefault="00B65DC9" w:rsidP="00B65DC9">
      <w:r>
        <w:lastRenderedPageBreak/>
        <w:t>297.4688</w:t>
      </w:r>
      <w:r>
        <w:tab/>
        <w:t>1.013e0</w:t>
      </w:r>
    </w:p>
    <w:p w:rsidR="00B65DC9" w:rsidRDefault="00B65DC9" w:rsidP="00B65DC9">
      <w:r>
        <w:t>297.4731</w:t>
      </w:r>
      <w:r>
        <w:tab/>
        <w:t>1.266e-2</w:t>
      </w:r>
    </w:p>
    <w:p w:rsidR="00B65DC9" w:rsidRDefault="00B65DC9" w:rsidP="00B65DC9">
      <w:r>
        <w:t>297.5258</w:t>
      </w:r>
      <w:r>
        <w:tab/>
        <w:t>3.038e0</w:t>
      </w:r>
    </w:p>
    <w:p w:rsidR="00B65DC9" w:rsidRDefault="00B65DC9" w:rsidP="00B65DC9">
      <w:r>
        <w:t>297.5448</w:t>
      </w:r>
      <w:r>
        <w:tab/>
        <w:t>1.266e-2</w:t>
      </w:r>
    </w:p>
    <w:p w:rsidR="00B65DC9" w:rsidRDefault="00B65DC9" w:rsidP="00B65DC9">
      <w:r>
        <w:t>297.5601</w:t>
      </w:r>
      <w:r>
        <w:tab/>
        <w:t>1.013e0</w:t>
      </w:r>
    </w:p>
    <w:p w:rsidR="00B65DC9" w:rsidRDefault="00B65DC9" w:rsidP="00B65DC9">
      <w:r>
        <w:t>297.5641</w:t>
      </w:r>
      <w:r>
        <w:tab/>
        <w:t>1.266e-2</w:t>
      </w:r>
    </w:p>
    <w:p w:rsidR="00B65DC9" w:rsidRDefault="00B65DC9" w:rsidP="00B65DC9">
      <w:r>
        <w:t>297.6153</w:t>
      </w:r>
      <w:r>
        <w:tab/>
        <w:t>1.013e0</w:t>
      </w:r>
    </w:p>
    <w:p w:rsidR="00B65DC9" w:rsidRDefault="00B65DC9" w:rsidP="00B65DC9">
      <w:r>
        <w:t>297.6230</w:t>
      </w:r>
      <w:r>
        <w:tab/>
        <w:t>1.025e0</w:t>
      </w:r>
    </w:p>
    <w:p w:rsidR="00B65DC9" w:rsidRDefault="00B65DC9" w:rsidP="00B65DC9">
      <w:r>
        <w:t>297.6792</w:t>
      </w:r>
      <w:r>
        <w:tab/>
        <w:t>1.266e-2</w:t>
      </w:r>
    </w:p>
    <w:p w:rsidR="00B65DC9" w:rsidRDefault="00B65DC9" w:rsidP="00B65DC9">
      <w:r>
        <w:t>297.6832</w:t>
      </w:r>
      <w:r>
        <w:tab/>
        <w:t>1.013e0</w:t>
      </w:r>
    </w:p>
    <w:p w:rsidR="00B65DC9" w:rsidRDefault="00B65DC9" w:rsidP="00B65DC9">
      <w:r>
        <w:t>297.7195</w:t>
      </w:r>
      <w:r>
        <w:tab/>
        <w:t>1.013e0</w:t>
      </w:r>
    </w:p>
    <w:p w:rsidR="00B65DC9" w:rsidRDefault="00B65DC9" w:rsidP="00B65DC9">
      <w:r>
        <w:t>297.7409</w:t>
      </w:r>
      <w:r>
        <w:tab/>
        <w:t>2.025e0</w:t>
      </w:r>
    </w:p>
    <w:p w:rsidR="00B65DC9" w:rsidRDefault="00B65DC9" w:rsidP="00B65DC9">
      <w:r>
        <w:t>297.7706</w:t>
      </w:r>
      <w:r>
        <w:tab/>
        <w:t>1.266e-2</w:t>
      </w:r>
    </w:p>
    <w:p w:rsidR="00B65DC9" w:rsidRDefault="00B65DC9" w:rsidP="00B65DC9">
      <w:r>
        <w:t>297.7946</w:t>
      </w:r>
      <w:r>
        <w:tab/>
        <w:t>1.266e-2</w:t>
      </w:r>
    </w:p>
    <w:p w:rsidR="00B65DC9" w:rsidRDefault="00B65DC9" w:rsidP="00B65DC9">
      <w:r>
        <w:t>297.8262</w:t>
      </w:r>
      <w:r>
        <w:tab/>
        <w:t>1.266e-2</w:t>
      </w:r>
    </w:p>
    <w:p w:rsidR="00B65DC9" w:rsidRDefault="00B65DC9" w:rsidP="00B65DC9">
      <w:r>
        <w:t>297.8704</w:t>
      </w:r>
      <w:r>
        <w:tab/>
        <w:t>2.025e0</w:t>
      </w:r>
    </w:p>
    <w:p w:rsidR="00B65DC9" w:rsidRDefault="00B65DC9" w:rsidP="00B65DC9">
      <w:r>
        <w:t>297.9027</w:t>
      </w:r>
      <w:r>
        <w:tab/>
        <w:t>1.013e0</w:t>
      </w:r>
    </w:p>
    <w:p w:rsidR="00B65DC9" w:rsidRDefault="00B65DC9" w:rsidP="00B65DC9">
      <w:r>
        <w:t>297.9514</w:t>
      </w:r>
      <w:r>
        <w:tab/>
        <w:t>2.025e0</w:t>
      </w:r>
    </w:p>
    <w:p w:rsidR="00B65DC9" w:rsidRDefault="00B65DC9" w:rsidP="00B65DC9">
      <w:r>
        <w:t>297.9733</w:t>
      </w:r>
      <w:r>
        <w:tab/>
        <w:t>1.266e-2</w:t>
      </w:r>
    </w:p>
    <w:p w:rsidR="00B65DC9" w:rsidRDefault="00B65DC9" w:rsidP="00B65DC9">
      <w:r>
        <w:lastRenderedPageBreak/>
        <w:t>297.9831</w:t>
      </w:r>
      <w:r>
        <w:tab/>
        <w:t>3.038e0</w:t>
      </w:r>
    </w:p>
    <w:p w:rsidR="00B65DC9" w:rsidRDefault="00B65DC9" w:rsidP="00B65DC9">
      <w:r>
        <w:t>298.0110</w:t>
      </w:r>
      <w:r>
        <w:tab/>
        <w:t>2.025e0</w:t>
      </w:r>
    </w:p>
    <w:p w:rsidR="00B65DC9" w:rsidRDefault="00B65DC9" w:rsidP="00B65DC9">
      <w:r>
        <w:t>298.0408</w:t>
      </w:r>
      <w:r>
        <w:tab/>
        <w:t>3.038e0</w:t>
      </w:r>
    </w:p>
    <w:p w:rsidR="00B65DC9" w:rsidRDefault="00B65DC9" w:rsidP="00B65DC9">
      <w:r>
        <w:t>298.0487</w:t>
      </w:r>
      <w:r>
        <w:tab/>
        <w:t>1.025e0</w:t>
      </w:r>
    </w:p>
    <w:p w:rsidR="00B65DC9" w:rsidRDefault="00B65DC9" w:rsidP="00B65DC9">
      <w:r>
        <w:t>298.0834</w:t>
      </w:r>
      <w:r>
        <w:tab/>
        <w:t>3.038e0</w:t>
      </w:r>
    </w:p>
    <w:p w:rsidR="00B65DC9" w:rsidRDefault="00B65DC9" w:rsidP="00B65DC9">
      <w:r>
        <w:t>298.0929</w:t>
      </w:r>
      <w:r>
        <w:tab/>
        <w:t>1.318e1</w:t>
      </w:r>
    </w:p>
    <w:p w:rsidR="00B65DC9" w:rsidRDefault="00B65DC9" w:rsidP="00B65DC9">
      <w:r>
        <w:t>298.1470</w:t>
      </w:r>
      <w:r>
        <w:tab/>
        <w:t>1.266e-2</w:t>
      </w:r>
    </w:p>
    <w:p w:rsidR="00B65DC9" w:rsidRDefault="00B65DC9" w:rsidP="00B65DC9">
      <w:r>
        <w:t>298.1520</w:t>
      </w:r>
      <w:r>
        <w:tab/>
        <w:t>1.025e0</w:t>
      </w:r>
    </w:p>
    <w:p w:rsidR="00B65DC9" w:rsidRDefault="00B65DC9" w:rsidP="00B65DC9">
      <w:r>
        <w:t>298.1814</w:t>
      </w:r>
      <w:r>
        <w:tab/>
        <w:t>2.025e0</w:t>
      </w:r>
    </w:p>
    <w:p w:rsidR="00B65DC9" w:rsidRDefault="00B65DC9" w:rsidP="00B65DC9">
      <w:r>
        <w:t>298.1920</w:t>
      </w:r>
      <w:r>
        <w:tab/>
        <w:t>2.532e-2</w:t>
      </w:r>
    </w:p>
    <w:p w:rsidR="00B65DC9" w:rsidRDefault="00B65DC9" w:rsidP="00B65DC9">
      <w:r>
        <w:t>298.2017</w:t>
      </w:r>
      <w:r>
        <w:tab/>
        <w:t>2.532e-2</w:t>
      </w:r>
    </w:p>
    <w:p w:rsidR="00B65DC9" w:rsidRDefault="00B65DC9" w:rsidP="00B65DC9">
      <w:r>
        <w:t>298.2584</w:t>
      </w:r>
      <w:r>
        <w:tab/>
        <w:t>4.051e0</w:t>
      </w:r>
    </w:p>
    <w:p w:rsidR="00B65DC9" w:rsidRDefault="00B65DC9" w:rsidP="00B65DC9">
      <w:r>
        <w:t>298.2611</w:t>
      </w:r>
      <w:r>
        <w:tab/>
        <w:t>1.013e0</w:t>
      </w:r>
    </w:p>
    <w:p w:rsidR="00B65DC9" w:rsidRDefault="00B65DC9" w:rsidP="00B65DC9">
      <w:r>
        <w:t>298.2831</w:t>
      </w:r>
      <w:r>
        <w:tab/>
        <w:t>1.013e0</w:t>
      </w:r>
    </w:p>
    <w:p w:rsidR="00B65DC9" w:rsidRDefault="00B65DC9" w:rsidP="00B65DC9">
      <w:r>
        <w:t>298.2870</w:t>
      </w:r>
      <w:r>
        <w:tab/>
        <w:t>5.063e-2</w:t>
      </w:r>
    </w:p>
    <w:p w:rsidR="00B65DC9" w:rsidRDefault="00B65DC9" w:rsidP="00B65DC9">
      <w:r>
        <w:t>298.2893</w:t>
      </w:r>
      <w:r>
        <w:tab/>
        <w:t>3.038e0</w:t>
      </w:r>
    </w:p>
    <w:p w:rsidR="00B65DC9" w:rsidRDefault="00B65DC9" w:rsidP="00B65DC9">
      <w:r>
        <w:t>298.2968</w:t>
      </w:r>
      <w:r>
        <w:tab/>
        <w:t>3.038e0</w:t>
      </w:r>
    </w:p>
    <w:p w:rsidR="00B65DC9" w:rsidRDefault="00B65DC9" w:rsidP="00B65DC9">
      <w:r>
        <w:t>298.3079</w:t>
      </w:r>
      <w:r>
        <w:tab/>
        <w:t>5.063e0</w:t>
      </w:r>
    </w:p>
    <w:p w:rsidR="00B65DC9" w:rsidRDefault="00B65DC9" w:rsidP="00B65DC9">
      <w:r>
        <w:t>298.3463</w:t>
      </w:r>
      <w:r>
        <w:tab/>
        <w:t>2.025e0</w:t>
      </w:r>
    </w:p>
    <w:p w:rsidR="00B65DC9" w:rsidRDefault="00B65DC9" w:rsidP="00B65DC9">
      <w:r>
        <w:lastRenderedPageBreak/>
        <w:t>298.3706</w:t>
      </w:r>
      <w:r>
        <w:tab/>
        <w:t>1.025e0</w:t>
      </w:r>
    </w:p>
    <w:p w:rsidR="00B65DC9" w:rsidRDefault="00B65DC9" w:rsidP="00B65DC9">
      <w:r>
        <w:t>298.4222</w:t>
      </w:r>
      <w:r>
        <w:tab/>
        <w:t>1.266e-2</w:t>
      </w:r>
    </w:p>
    <w:p w:rsidR="00B65DC9" w:rsidRDefault="00B65DC9" w:rsidP="00B65DC9">
      <w:r>
        <w:t>298.4540</w:t>
      </w:r>
      <w:r>
        <w:tab/>
        <w:t>1.266e-2</w:t>
      </w:r>
    </w:p>
    <w:p w:rsidR="00B65DC9" w:rsidRDefault="00B65DC9" w:rsidP="00B65DC9">
      <w:r>
        <w:t>298.4678</w:t>
      </w:r>
      <w:r>
        <w:tab/>
        <w:t>2.051e0</w:t>
      </w:r>
    </w:p>
    <w:p w:rsidR="00B65DC9" w:rsidRDefault="00B65DC9" w:rsidP="00B65DC9">
      <w:r>
        <w:t>298.4818</w:t>
      </w:r>
      <w:r>
        <w:tab/>
        <w:t>1.013e0</w:t>
      </w:r>
    </w:p>
    <w:p w:rsidR="00B65DC9" w:rsidRDefault="00B65DC9" w:rsidP="00B65DC9">
      <w:r>
        <w:t>298.5031</w:t>
      </w:r>
      <w:r>
        <w:tab/>
        <w:t>2.025e0</w:t>
      </w:r>
    </w:p>
    <w:p w:rsidR="00B65DC9" w:rsidRDefault="00B65DC9" w:rsidP="00B65DC9">
      <w:r>
        <w:t>298.5692</w:t>
      </w:r>
      <w:r>
        <w:tab/>
        <w:t>1.266e-2</w:t>
      </w:r>
    </w:p>
    <w:p w:rsidR="00B65DC9" w:rsidRDefault="00B65DC9" w:rsidP="00B65DC9">
      <w:r>
        <w:t>298.5733</w:t>
      </w:r>
      <w:r>
        <w:tab/>
        <w:t>1.013e0</w:t>
      </w:r>
    </w:p>
    <w:p w:rsidR="00B65DC9" w:rsidRDefault="00B65DC9" w:rsidP="00B65DC9">
      <w:r>
        <w:t>298.5995</w:t>
      </w:r>
      <w:r>
        <w:tab/>
        <w:t>4.051e0</w:t>
      </w:r>
    </w:p>
    <w:p w:rsidR="00B65DC9" w:rsidRDefault="00B65DC9" w:rsidP="00B65DC9">
      <w:r>
        <w:t>298.6190</w:t>
      </w:r>
      <w:r>
        <w:tab/>
        <w:t>1.025e0</w:t>
      </w:r>
    </w:p>
    <w:p w:rsidR="00B65DC9" w:rsidRDefault="00B65DC9" w:rsidP="00B65DC9">
      <w:r>
        <w:t>298.6288</w:t>
      </w:r>
      <w:r>
        <w:tab/>
        <w:t>1.266e-2</w:t>
      </w:r>
    </w:p>
    <w:p w:rsidR="00B65DC9" w:rsidRDefault="00B65DC9" w:rsidP="00B65DC9">
      <w:r>
        <w:t>298.6567</w:t>
      </w:r>
      <w:r>
        <w:tab/>
        <w:t>1.025e0</w:t>
      </w:r>
    </w:p>
    <w:p w:rsidR="00B65DC9" w:rsidRDefault="00B65DC9" w:rsidP="00B65DC9">
      <w:r>
        <w:t>298.6720</w:t>
      </w:r>
      <w:r>
        <w:tab/>
        <w:t>2.025e0</w:t>
      </w:r>
    </w:p>
    <w:p w:rsidR="00B65DC9" w:rsidRDefault="00B65DC9" w:rsidP="00B65DC9">
      <w:r>
        <w:t>298.6885</w:t>
      </w:r>
      <w:r>
        <w:tab/>
        <w:t>1.013e0</w:t>
      </w:r>
    </w:p>
    <w:p w:rsidR="00B65DC9" w:rsidRDefault="00B65DC9" w:rsidP="00B65DC9">
      <w:r>
        <w:t>298.7002</w:t>
      </w:r>
      <w:r>
        <w:tab/>
        <w:t>3.038e0</w:t>
      </w:r>
    </w:p>
    <w:p w:rsidR="00B65DC9" w:rsidRDefault="00B65DC9" w:rsidP="00B65DC9">
      <w:r>
        <w:t>298.7343</w:t>
      </w:r>
      <w:r>
        <w:tab/>
        <w:t>2.025e0</w:t>
      </w:r>
    </w:p>
    <w:p w:rsidR="00B65DC9" w:rsidRDefault="00B65DC9" w:rsidP="00B65DC9">
      <w:r>
        <w:t>298.7441</w:t>
      </w:r>
      <w:r>
        <w:tab/>
        <w:t>1.013e0</w:t>
      </w:r>
    </w:p>
    <w:p w:rsidR="00B65DC9" w:rsidRDefault="00B65DC9" w:rsidP="00B65DC9">
      <w:r>
        <w:t>298.7485</w:t>
      </w:r>
      <w:r>
        <w:tab/>
        <w:t>1.013e0</w:t>
      </w:r>
    </w:p>
    <w:p w:rsidR="00B65DC9" w:rsidRDefault="00B65DC9" w:rsidP="00B65DC9">
      <w:r>
        <w:t>298.7661</w:t>
      </w:r>
      <w:r>
        <w:tab/>
        <w:t>1.025e0</w:t>
      </w:r>
    </w:p>
    <w:p w:rsidR="00B65DC9" w:rsidRDefault="00B65DC9" w:rsidP="00B65DC9">
      <w:r>
        <w:lastRenderedPageBreak/>
        <w:t>298.7763</w:t>
      </w:r>
      <w:r>
        <w:tab/>
        <w:t>1.266e-2</w:t>
      </w:r>
    </w:p>
    <w:p w:rsidR="00B65DC9" w:rsidRDefault="00B65DC9" w:rsidP="00B65DC9">
      <w:r>
        <w:t>298.7840</w:t>
      </w:r>
      <w:r>
        <w:tab/>
        <w:t>1.013e0</w:t>
      </w:r>
    </w:p>
    <w:p w:rsidR="00B65DC9" w:rsidRDefault="00B65DC9" w:rsidP="00B65DC9">
      <w:r>
        <w:t>298.7959</w:t>
      </w:r>
      <w:r>
        <w:tab/>
        <w:t>2.025e0</w:t>
      </w:r>
    </w:p>
    <w:p w:rsidR="00B65DC9" w:rsidRDefault="00B65DC9" w:rsidP="00B65DC9">
      <w:r>
        <w:t>298.8355</w:t>
      </w:r>
      <w:r>
        <w:tab/>
        <w:t>1.266e-2</w:t>
      </w:r>
    </w:p>
    <w:p w:rsidR="00B65DC9" w:rsidRDefault="00B65DC9" w:rsidP="00B65DC9">
      <w:r>
        <w:t>298.8592</w:t>
      </w:r>
      <w:r>
        <w:tab/>
        <w:t>1.266e-2</w:t>
      </w:r>
    </w:p>
    <w:p w:rsidR="00B65DC9" w:rsidRDefault="00B65DC9" w:rsidP="00B65DC9">
      <w:r>
        <w:t>298.8715</w:t>
      </w:r>
      <w:r>
        <w:tab/>
        <w:t>1.266e-2</w:t>
      </w:r>
    </w:p>
    <w:p w:rsidR="00B65DC9" w:rsidRDefault="00B65DC9" w:rsidP="00B65DC9">
      <w:r>
        <w:t>298.8813</w:t>
      </w:r>
      <w:r>
        <w:tab/>
        <w:t>1.013e0</w:t>
      </w:r>
    </w:p>
    <w:p w:rsidR="00B65DC9" w:rsidRDefault="00B65DC9" w:rsidP="00B65DC9">
      <w:r>
        <w:t>298.9469</w:t>
      </w:r>
      <w:r>
        <w:tab/>
        <w:t>3.038e0</w:t>
      </w:r>
    </w:p>
    <w:p w:rsidR="00B65DC9" w:rsidRDefault="00B65DC9" w:rsidP="00B65DC9">
      <w:r>
        <w:t>298.9590</w:t>
      </w:r>
      <w:r>
        <w:tab/>
        <w:t>1.266e-2</w:t>
      </w:r>
    </w:p>
    <w:p w:rsidR="00B65DC9" w:rsidRDefault="00B65DC9" w:rsidP="00B65DC9">
      <w:r>
        <w:t>298.9628</w:t>
      </w:r>
      <w:r>
        <w:tab/>
        <w:t>1.013e0</w:t>
      </w:r>
    </w:p>
    <w:p w:rsidR="00B65DC9" w:rsidRDefault="00B65DC9" w:rsidP="00B65DC9">
      <w:r>
        <w:t>298.9760</w:t>
      </w:r>
      <w:r>
        <w:tab/>
        <w:t>2.025e0</w:t>
      </w:r>
    </w:p>
    <w:p w:rsidR="00B65DC9" w:rsidRDefault="00B65DC9" w:rsidP="00B65DC9">
      <w:r>
        <w:t>299.0007</w:t>
      </w:r>
      <w:r>
        <w:tab/>
        <w:t>1.013e0</w:t>
      </w:r>
    </w:p>
    <w:p w:rsidR="00B65DC9" w:rsidRDefault="00B65DC9" w:rsidP="00B65DC9">
      <w:r>
        <w:t>299.0401</w:t>
      </w:r>
      <w:r>
        <w:tab/>
        <w:t>4.620e0</w:t>
      </w:r>
    </w:p>
    <w:p w:rsidR="00B65DC9" w:rsidRDefault="00B65DC9" w:rsidP="00B65DC9">
      <w:r>
        <w:t>299.0583</w:t>
      </w:r>
      <w:r>
        <w:tab/>
        <w:t>2.532e-2</w:t>
      </w:r>
    </w:p>
    <w:p w:rsidR="00B65DC9" w:rsidRDefault="00B65DC9" w:rsidP="00B65DC9">
      <w:r>
        <w:t>299.0779</w:t>
      </w:r>
      <w:r>
        <w:tab/>
        <w:t>2.326e0</w:t>
      </w:r>
    </w:p>
    <w:p w:rsidR="00B65DC9" w:rsidRDefault="00B65DC9" w:rsidP="00B65DC9">
      <w:r>
        <w:t>299.2033</w:t>
      </w:r>
      <w:r>
        <w:tab/>
        <w:t>4.387e0</w:t>
      </w:r>
    </w:p>
    <w:p w:rsidR="00B65DC9" w:rsidRDefault="00B65DC9" w:rsidP="00B65DC9">
      <w:r>
        <w:t>299.2085</w:t>
      </w:r>
      <w:r>
        <w:tab/>
        <w:t>3.038e0</w:t>
      </w:r>
    </w:p>
    <w:p w:rsidR="00B65DC9" w:rsidRDefault="00B65DC9" w:rsidP="00B65DC9">
      <w:r>
        <w:t>299.2557</w:t>
      </w:r>
      <w:r>
        <w:tab/>
        <w:t>6.329e-2</w:t>
      </w:r>
    </w:p>
    <w:p w:rsidR="00B65DC9" w:rsidRDefault="00B65DC9" w:rsidP="00B65DC9">
      <w:r>
        <w:t>299.2697</w:t>
      </w:r>
      <w:r>
        <w:tab/>
        <w:t>2.025e0</w:t>
      </w:r>
    </w:p>
    <w:p w:rsidR="00B65DC9" w:rsidRDefault="00B65DC9" w:rsidP="00B65DC9">
      <w:r>
        <w:lastRenderedPageBreak/>
        <w:t>299.2713</w:t>
      </w:r>
      <w:r>
        <w:tab/>
        <w:t>5.063e0</w:t>
      </w:r>
    </w:p>
    <w:p w:rsidR="00B65DC9" w:rsidRDefault="00B65DC9" w:rsidP="00B65DC9">
      <w:r>
        <w:t>299.3158</w:t>
      </w:r>
      <w:r>
        <w:tab/>
        <w:t>3.051e0</w:t>
      </w:r>
    </w:p>
    <w:p w:rsidR="00B65DC9" w:rsidRDefault="00B65DC9" w:rsidP="00B65DC9">
      <w:r>
        <w:t>299.3387</w:t>
      </w:r>
      <w:r>
        <w:tab/>
        <w:t>3.063e0</w:t>
      </w:r>
    </w:p>
    <w:p w:rsidR="00B65DC9" w:rsidRDefault="00B65DC9" w:rsidP="00B65DC9">
      <w:r>
        <w:t>299.3600</w:t>
      </w:r>
      <w:r>
        <w:tab/>
        <w:t>3.076e0</w:t>
      </w:r>
    </w:p>
    <w:p w:rsidR="00B65DC9" w:rsidRDefault="00B65DC9" w:rsidP="00B65DC9">
      <w:r>
        <w:t>299.4175</w:t>
      </w:r>
      <w:r>
        <w:tab/>
        <w:t>2.025e0</w:t>
      </w:r>
    </w:p>
    <w:p w:rsidR="00B65DC9" w:rsidRDefault="00B65DC9" w:rsidP="00B65DC9">
      <w:r>
        <w:t>299.4663</w:t>
      </w:r>
      <w:r>
        <w:tab/>
        <w:t>4.051e0</w:t>
      </w:r>
    </w:p>
    <w:p w:rsidR="00B65DC9" w:rsidRDefault="00B65DC9" w:rsidP="00B65DC9">
      <w:r>
        <w:t>299.4698</w:t>
      </w:r>
      <w:r>
        <w:tab/>
        <w:t>2.025e0</w:t>
      </w:r>
    </w:p>
    <w:p w:rsidR="00B65DC9" w:rsidRDefault="00B65DC9" w:rsidP="00B65DC9">
      <w:r>
        <w:t>299.4878</w:t>
      </w:r>
      <w:r>
        <w:tab/>
        <w:t>1.013e0</w:t>
      </w:r>
    </w:p>
    <w:p w:rsidR="00B65DC9" w:rsidRDefault="00B65DC9" w:rsidP="00B65DC9">
      <w:r>
        <w:t>299.5196</w:t>
      </w:r>
      <w:r>
        <w:tab/>
        <w:t>1.013e0</w:t>
      </w:r>
    </w:p>
    <w:p w:rsidR="00B65DC9" w:rsidRDefault="00B65DC9" w:rsidP="00B65DC9">
      <w:r>
        <w:t>299.5347</w:t>
      </w:r>
      <w:r>
        <w:tab/>
        <w:t>1.266e-2</w:t>
      </w:r>
    </w:p>
    <w:p w:rsidR="00B65DC9" w:rsidRDefault="00B65DC9" w:rsidP="00B65DC9">
      <w:r>
        <w:t>299.5404</w:t>
      </w:r>
      <w:r>
        <w:tab/>
        <w:t>1.025e0</w:t>
      </w:r>
    </w:p>
    <w:p w:rsidR="00B65DC9" w:rsidRDefault="00B65DC9" w:rsidP="00B65DC9">
      <w:r>
        <w:t>299.5569</w:t>
      </w:r>
      <w:r>
        <w:tab/>
        <w:t>1.051e0</w:t>
      </w:r>
    </w:p>
    <w:p w:rsidR="00B65DC9" w:rsidRDefault="00B65DC9" w:rsidP="00B65DC9">
      <w:r>
        <w:t>299.5712</w:t>
      </w:r>
      <w:r>
        <w:tab/>
        <w:t>1.266e-2</w:t>
      </w:r>
    </w:p>
    <w:p w:rsidR="00B65DC9" w:rsidRDefault="00B65DC9" w:rsidP="00B65DC9">
      <w:r>
        <w:t>299.5838</w:t>
      </w:r>
      <w:r>
        <w:tab/>
        <w:t>1.013e0</w:t>
      </w:r>
    </w:p>
    <w:p w:rsidR="00B65DC9" w:rsidRDefault="00B65DC9" w:rsidP="00B65DC9">
      <w:r>
        <w:t>299.5892</w:t>
      </w:r>
      <w:r>
        <w:tab/>
        <w:t>1.013e0</w:t>
      </w:r>
    </w:p>
    <w:p w:rsidR="00B65DC9" w:rsidRDefault="00B65DC9" w:rsidP="00B65DC9">
      <w:r>
        <w:t>299.6071</w:t>
      </w:r>
      <w:r>
        <w:tab/>
        <w:t>1.266e-2</w:t>
      </w:r>
    </w:p>
    <w:p w:rsidR="00B65DC9" w:rsidRDefault="00B65DC9" w:rsidP="00B65DC9">
      <w:r>
        <w:t>299.6477</w:t>
      </w:r>
      <w:r>
        <w:tab/>
        <w:t>5.063e0</w:t>
      </w:r>
    </w:p>
    <w:p w:rsidR="00B65DC9" w:rsidRDefault="00B65DC9" w:rsidP="00B65DC9">
      <w:r>
        <w:t>299.6586</w:t>
      </w:r>
      <w:r>
        <w:tab/>
        <w:t>2.025e0</w:t>
      </w:r>
    </w:p>
    <w:p w:rsidR="00B65DC9" w:rsidRDefault="00B65DC9" w:rsidP="00B65DC9">
      <w:r>
        <w:t>299.6982</w:t>
      </w:r>
      <w:r>
        <w:tab/>
        <w:t>2.532e-2</w:t>
      </w:r>
    </w:p>
    <w:p w:rsidR="00B65DC9" w:rsidRDefault="00B65DC9" w:rsidP="00B65DC9">
      <w:r>
        <w:lastRenderedPageBreak/>
        <w:t>299.7801</w:t>
      </w:r>
      <w:r>
        <w:tab/>
        <w:t>2.532e-2</w:t>
      </w:r>
    </w:p>
    <w:p w:rsidR="00B65DC9" w:rsidRDefault="00B65DC9" w:rsidP="00B65DC9">
      <w:r>
        <w:t>299.7903</w:t>
      </w:r>
      <w:r>
        <w:tab/>
        <w:t>2.025e0</w:t>
      </w:r>
    </w:p>
    <w:p w:rsidR="00B65DC9" w:rsidRDefault="00B65DC9" w:rsidP="00B65DC9">
      <w:r>
        <w:t>299.7965</w:t>
      </w:r>
      <w:r>
        <w:tab/>
        <w:t>4.777e0</w:t>
      </w:r>
    </w:p>
    <w:p w:rsidR="00B65DC9" w:rsidRDefault="00B65DC9" w:rsidP="00B65DC9">
      <w:r>
        <w:t>299.8140</w:t>
      </w:r>
      <w:r>
        <w:tab/>
        <w:t>1.266e-2</w:t>
      </w:r>
    </w:p>
    <w:p w:rsidR="00B65DC9" w:rsidRDefault="00B65DC9" w:rsidP="00B65DC9">
      <w:r>
        <w:t>299.8297</w:t>
      </w:r>
      <w:r>
        <w:tab/>
        <w:t>1.266e-2</w:t>
      </w:r>
    </w:p>
    <w:p w:rsidR="00B65DC9" w:rsidRDefault="00B65DC9" w:rsidP="00B65DC9">
      <w:r>
        <w:t>299.8337</w:t>
      </w:r>
      <w:r>
        <w:tab/>
        <w:t>1.266e-2</w:t>
      </w:r>
    </w:p>
    <w:p w:rsidR="00B65DC9" w:rsidRDefault="00B65DC9" w:rsidP="00B65DC9">
      <w:r>
        <w:t>299.8449</w:t>
      </w:r>
      <w:r>
        <w:tab/>
        <w:t>4.459e0</w:t>
      </w:r>
    </w:p>
    <w:p w:rsidR="00B65DC9" w:rsidRDefault="00B65DC9" w:rsidP="00B65DC9">
      <w:r>
        <w:t>299.8893</w:t>
      </w:r>
      <w:r>
        <w:tab/>
        <w:t>3.038e0</w:t>
      </w:r>
    </w:p>
    <w:p w:rsidR="00B65DC9" w:rsidRDefault="00B65DC9" w:rsidP="00B65DC9">
      <w:r>
        <w:t>299.9166</w:t>
      </w:r>
      <w:r>
        <w:tab/>
        <w:t>2.532e-2</w:t>
      </w:r>
    </w:p>
    <w:p w:rsidR="00B65DC9" w:rsidRDefault="00B65DC9" w:rsidP="00B65DC9">
      <w:r>
        <w:t>299.9213</w:t>
      </w:r>
      <w:r>
        <w:tab/>
        <w:t>2.532e-2</w:t>
      </w:r>
    </w:p>
    <w:p w:rsidR="00B65DC9" w:rsidRDefault="00B65DC9" w:rsidP="00B65DC9">
      <w:r>
        <w:t>299.9443</w:t>
      </w:r>
      <w:r>
        <w:tab/>
        <w:t>1.013e0</w:t>
      </w:r>
    </w:p>
    <w:p w:rsidR="00B65DC9" w:rsidRDefault="00B65DC9" w:rsidP="00B65DC9">
      <w:r>
        <w:t>299.9572</w:t>
      </w:r>
      <w:r>
        <w:tab/>
        <w:t>1.266e-2</w:t>
      </w:r>
    </w:p>
    <w:p w:rsidR="00B65DC9" w:rsidRDefault="00B65DC9" w:rsidP="00B65DC9">
      <w:r>
        <w:t>299.9638</w:t>
      </w:r>
      <w:r>
        <w:tab/>
        <w:t>2.025e0</w:t>
      </w:r>
    </w:p>
    <w:p w:rsidR="00B65DC9" w:rsidRDefault="00B65DC9" w:rsidP="00B65DC9">
      <w:r>
        <w:t>300.0088</w:t>
      </w:r>
      <w:r>
        <w:tab/>
        <w:t>2.025e0</w:t>
      </w:r>
    </w:p>
    <w:p w:rsidR="00B65DC9" w:rsidRDefault="00B65DC9" w:rsidP="00B65DC9">
      <w:r>
        <w:t>300.0328</w:t>
      </w:r>
      <w:r>
        <w:tab/>
        <w:t>2.532e-2</w:t>
      </w:r>
    </w:p>
    <w:p w:rsidR="00B65DC9" w:rsidRDefault="00B65DC9" w:rsidP="00B65DC9">
      <w:r>
        <w:t>300.0451</w:t>
      </w:r>
      <w:r>
        <w:tab/>
        <w:t>1.038e0</w:t>
      </w:r>
    </w:p>
    <w:p w:rsidR="00B65DC9" w:rsidRDefault="00B65DC9" w:rsidP="00B65DC9">
      <w:r>
        <w:t>300.0741</w:t>
      </w:r>
      <w:r>
        <w:tab/>
        <w:t>3.038e0</w:t>
      </w:r>
    </w:p>
    <w:p w:rsidR="00B65DC9" w:rsidRDefault="00B65DC9" w:rsidP="00B65DC9">
      <w:r>
        <w:t>300.0787</w:t>
      </w:r>
      <w:r>
        <w:tab/>
        <w:t>1.038e0</w:t>
      </w:r>
    </w:p>
    <w:p w:rsidR="00B65DC9" w:rsidRDefault="00B65DC9" w:rsidP="00B65DC9">
      <w:r>
        <w:t>300.0850</w:t>
      </w:r>
      <w:r>
        <w:tab/>
        <w:t>5.089e0</w:t>
      </w:r>
    </w:p>
    <w:p w:rsidR="00B65DC9" w:rsidRDefault="00B65DC9" w:rsidP="00B65DC9">
      <w:r>
        <w:lastRenderedPageBreak/>
        <w:t>300.2031</w:t>
      </w:r>
      <w:r>
        <w:tab/>
        <w:t>6.329e-2</w:t>
      </w:r>
    </w:p>
    <w:p w:rsidR="00B65DC9" w:rsidRDefault="00B65DC9" w:rsidP="00B65DC9">
      <w:r>
        <w:t>300.2117</w:t>
      </w:r>
      <w:r>
        <w:tab/>
        <w:t>5.063e-2</w:t>
      </w:r>
    </w:p>
    <w:p w:rsidR="00B65DC9" w:rsidRDefault="00B65DC9" w:rsidP="00B65DC9">
      <w:r>
        <w:t>300.2340</w:t>
      </w:r>
      <w:r>
        <w:tab/>
        <w:t>5.063e0</w:t>
      </w:r>
    </w:p>
    <w:p w:rsidR="00B65DC9" w:rsidRDefault="00B65DC9" w:rsidP="00B65DC9">
      <w:r>
        <w:t>300.2444</w:t>
      </w:r>
      <w:r>
        <w:tab/>
        <w:t>4.369e0</w:t>
      </w:r>
    </w:p>
    <w:p w:rsidR="00B65DC9" w:rsidRDefault="00B65DC9" w:rsidP="00B65DC9">
      <w:r>
        <w:t>300.2642</w:t>
      </w:r>
      <w:r>
        <w:tab/>
        <w:t>3.038e0</w:t>
      </w:r>
    </w:p>
    <w:p w:rsidR="00B65DC9" w:rsidRDefault="00B65DC9" w:rsidP="00B65DC9">
      <w:r>
        <w:t>300.2776</w:t>
      </w:r>
      <w:r>
        <w:tab/>
        <w:t>1.844e0</w:t>
      </w:r>
    </w:p>
    <w:p w:rsidR="00B65DC9" w:rsidRDefault="00B65DC9" w:rsidP="00B65DC9">
      <w:r>
        <w:t>300.2859</w:t>
      </w:r>
      <w:r>
        <w:tab/>
        <w:t>3.038e0</w:t>
      </w:r>
    </w:p>
    <w:p w:rsidR="00B65DC9" w:rsidRDefault="00B65DC9" w:rsidP="00B65DC9">
      <w:r>
        <w:t>300.3208</w:t>
      </w:r>
      <w:r>
        <w:tab/>
        <w:t>1.013e0</w:t>
      </w:r>
    </w:p>
    <w:p w:rsidR="00B65DC9" w:rsidRDefault="00B65DC9" w:rsidP="00B65DC9">
      <w:r>
        <w:t>300.3674</w:t>
      </w:r>
      <w:r>
        <w:tab/>
        <w:t>1.266e-2</w:t>
      </w:r>
    </w:p>
    <w:p w:rsidR="00B65DC9" w:rsidRDefault="00B65DC9" w:rsidP="00B65DC9">
      <w:r>
        <w:t>300.4697</w:t>
      </w:r>
      <w:r>
        <w:tab/>
        <w:t>3.038e0</w:t>
      </w:r>
    </w:p>
    <w:p w:rsidR="00B65DC9" w:rsidRDefault="00B65DC9" w:rsidP="00B65DC9">
      <w:r>
        <w:t>300.5020</w:t>
      </w:r>
      <w:r>
        <w:tab/>
        <w:t>1.025e0</w:t>
      </w:r>
    </w:p>
    <w:p w:rsidR="00B65DC9" w:rsidRDefault="00B65DC9" w:rsidP="00B65DC9">
      <w:r>
        <w:t>300.5314</w:t>
      </w:r>
      <w:r>
        <w:tab/>
        <w:t>3.038e0</w:t>
      </w:r>
    </w:p>
    <w:p w:rsidR="00B65DC9" w:rsidRDefault="00B65DC9" w:rsidP="00B65DC9">
      <w:r>
        <w:t>300.5340</w:t>
      </w:r>
      <w:r>
        <w:tab/>
        <w:t>4.051e0</w:t>
      </w:r>
    </w:p>
    <w:p w:rsidR="00B65DC9" w:rsidRDefault="00B65DC9" w:rsidP="00B65DC9">
      <w:r>
        <w:t>300.5465</w:t>
      </w:r>
      <w:r>
        <w:tab/>
        <w:t>2.025e0</w:t>
      </w:r>
    </w:p>
    <w:p w:rsidR="00B65DC9" w:rsidRDefault="00B65DC9" w:rsidP="00B65DC9">
      <w:r>
        <w:t>300.5504</w:t>
      </w:r>
      <w:r>
        <w:tab/>
        <w:t>1.013e0</w:t>
      </w:r>
    </w:p>
    <w:p w:rsidR="00B65DC9" w:rsidRDefault="00B65DC9" w:rsidP="00B65DC9">
      <w:r>
        <w:t>300.5779</w:t>
      </w:r>
      <w:r>
        <w:tab/>
        <w:t>1.013e0</w:t>
      </w:r>
    </w:p>
    <w:p w:rsidR="00B65DC9" w:rsidRDefault="00B65DC9" w:rsidP="00B65DC9">
      <w:r>
        <w:t>300.5811</w:t>
      </w:r>
      <w:r>
        <w:tab/>
        <w:t>2.025e0</w:t>
      </w:r>
    </w:p>
    <w:p w:rsidR="00B65DC9" w:rsidRDefault="00B65DC9" w:rsidP="00B65DC9">
      <w:r>
        <w:t>300.6161</w:t>
      </w:r>
      <w:r>
        <w:tab/>
        <w:t>1.266e-2</w:t>
      </w:r>
    </w:p>
    <w:p w:rsidR="00B65DC9" w:rsidRDefault="00B65DC9" w:rsidP="00B65DC9">
      <w:r>
        <w:t>300.6515</w:t>
      </w:r>
      <w:r>
        <w:tab/>
        <w:t>2.025e0</w:t>
      </w:r>
    </w:p>
    <w:p w:rsidR="00B65DC9" w:rsidRDefault="00B65DC9" w:rsidP="00B65DC9">
      <w:r>
        <w:lastRenderedPageBreak/>
        <w:t>300.6575</w:t>
      </w:r>
      <w:r>
        <w:tab/>
        <w:t>2.532e-2</w:t>
      </w:r>
    </w:p>
    <w:p w:rsidR="00B65DC9" w:rsidRDefault="00B65DC9" w:rsidP="00B65DC9">
      <w:r>
        <w:t>300.6934</w:t>
      </w:r>
      <w:r>
        <w:tab/>
        <w:t>1.013e0</w:t>
      </w:r>
    </w:p>
    <w:p w:rsidR="00B65DC9" w:rsidRDefault="00B65DC9" w:rsidP="00B65DC9">
      <w:r>
        <w:t>300.6982</w:t>
      </w:r>
      <w:r>
        <w:tab/>
        <w:t>1.266e-2</w:t>
      </w:r>
    </w:p>
    <w:p w:rsidR="00B65DC9" w:rsidRDefault="00B65DC9" w:rsidP="00B65DC9">
      <w:r>
        <w:t>300.7267</w:t>
      </w:r>
      <w:r>
        <w:tab/>
        <w:t>2.025e0</w:t>
      </w:r>
    </w:p>
    <w:p w:rsidR="00B65DC9" w:rsidRDefault="00B65DC9" w:rsidP="00B65DC9">
      <w:r>
        <w:t>300.7451</w:t>
      </w:r>
      <w:r>
        <w:tab/>
        <w:t>1.266e-2</w:t>
      </w:r>
    </w:p>
    <w:p w:rsidR="00B65DC9" w:rsidRDefault="00B65DC9" w:rsidP="00B65DC9">
      <w:r>
        <w:t>300.7603</w:t>
      </w:r>
      <w:r>
        <w:tab/>
        <w:t>4.051e0</w:t>
      </w:r>
    </w:p>
    <w:p w:rsidR="00B65DC9" w:rsidRDefault="00B65DC9" w:rsidP="00B65DC9">
      <w:r>
        <w:t>300.8048</w:t>
      </w:r>
      <w:r>
        <w:tab/>
        <w:t>1.013e0</w:t>
      </w:r>
    </w:p>
    <w:p w:rsidR="00B65DC9" w:rsidRDefault="00B65DC9" w:rsidP="00B65DC9">
      <w:r>
        <w:t>300.8123</w:t>
      </w:r>
      <w:r>
        <w:tab/>
        <w:t>3.038e0</w:t>
      </w:r>
    </w:p>
    <w:p w:rsidR="00B65DC9" w:rsidRDefault="00B65DC9" w:rsidP="00B65DC9">
      <w:r>
        <w:t>300.8342</w:t>
      </w:r>
      <w:r>
        <w:tab/>
        <w:t>3.038e0</w:t>
      </w:r>
    </w:p>
    <w:p w:rsidR="00B65DC9" w:rsidRDefault="00B65DC9" w:rsidP="00B65DC9">
      <w:r>
        <w:t>300.8605</w:t>
      </w:r>
      <w:r>
        <w:tab/>
        <w:t>1.013e0</w:t>
      </w:r>
    </w:p>
    <w:p w:rsidR="00B65DC9" w:rsidRDefault="00B65DC9" w:rsidP="00B65DC9">
      <w:r>
        <w:t>300.8659</w:t>
      </w:r>
      <w:r>
        <w:tab/>
        <w:t>2.532e-2</w:t>
      </w:r>
    </w:p>
    <w:p w:rsidR="00B65DC9" w:rsidRDefault="00B65DC9" w:rsidP="00B65DC9">
      <w:r>
        <w:t>300.8792</w:t>
      </w:r>
      <w:r>
        <w:tab/>
        <w:t>1.266e-2</w:t>
      </w:r>
    </w:p>
    <w:p w:rsidR="00B65DC9" w:rsidRDefault="00B65DC9" w:rsidP="00B65DC9">
      <w:r>
        <w:t>300.9522</w:t>
      </w:r>
      <w:r>
        <w:tab/>
        <w:t>1.266e-2</w:t>
      </w:r>
    </w:p>
    <w:p w:rsidR="00B65DC9" w:rsidRDefault="00B65DC9" w:rsidP="00B65DC9">
      <w:r>
        <w:t>300.9664</w:t>
      </w:r>
      <w:r>
        <w:tab/>
        <w:t>1.266e-2</w:t>
      </w:r>
    </w:p>
    <w:p w:rsidR="00B65DC9" w:rsidRDefault="00B65DC9" w:rsidP="00B65DC9">
      <w:r>
        <w:t>300.9800</w:t>
      </w:r>
      <w:r>
        <w:tab/>
        <w:t>1.013e0</w:t>
      </w:r>
    </w:p>
    <w:p w:rsidR="00B65DC9" w:rsidRDefault="00B65DC9" w:rsidP="00B65DC9">
      <w:r>
        <w:t>301.0327</w:t>
      </w:r>
      <w:r>
        <w:tab/>
        <w:t>2.038e0</w:t>
      </w:r>
    </w:p>
    <w:p w:rsidR="00B65DC9" w:rsidRDefault="00B65DC9" w:rsidP="00B65DC9">
      <w:r>
        <w:t>301.0443</w:t>
      </w:r>
      <w:r>
        <w:tab/>
        <w:t>3.038e0</w:t>
      </w:r>
    </w:p>
    <w:p w:rsidR="00B65DC9" w:rsidRDefault="00B65DC9" w:rsidP="00B65DC9">
      <w:r>
        <w:t>301.0479</w:t>
      </w:r>
      <w:r>
        <w:tab/>
        <w:t>2.532e-2</w:t>
      </w:r>
    </w:p>
    <w:p w:rsidR="00B65DC9" w:rsidRDefault="00B65DC9" w:rsidP="00B65DC9">
      <w:r>
        <w:t>301.0839</w:t>
      </w:r>
      <w:r>
        <w:tab/>
        <w:t>2.532e-2</w:t>
      </w:r>
    </w:p>
    <w:p w:rsidR="00B65DC9" w:rsidRDefault="00B65DC9" w:rsidP="00B65DC9">
      <w:r>
        <w:lastRenderedPageBreak/>
        <w:t>301.0950</w:t>
      </w:r>
      <w:r>
        <w:tab/>
        <w:t>3.051e0</w:t>
      </w:r>
    </w:p>
    <w:p w:rsidR="00B65DC9" w:rsidRDefault="00B65DC9" w:rsidP="00B65DC9">
      <w:r>
        <w:t>301.1065</w:t>
      </w:r>
      <w:r>
        <w:tab/>
        <w:t>1.038e0</w:t>
      </w:r>
    </w:p>
    <w:p w:rsidR="00B65DC9" w:rsidRDefault="00B65DC9" w:rsidP="00B65DC9">
      <w:r>
        <w:t>301.1274</w:t>
      </w:r>
      <w:r>
        <w:tab/>
        <w:t>2.025e0</w:t>
      </w:r>
    </w:p>
    <w:p w:rsidR="00B65DC9" w:rsidRDefault="00B65DC9" w:rsidP="00B65DC9">
      <w:r>
        <w:t>301.1710</w:t>
      </w:r>
      <w:r>
        <w:tab/>
        <w:t>2.025e0</w:t>
      </w:r>
    </w:p>
    <w:p w:rsidR="00B65DC9" w:rsidRDefault="00B65DC9" w:rsidP="00B65DC9">
      <w:r>
        <w:t>301.2070</w:t>
      </w:r>
      <w:r>
        <w:tab/>
        <w:t>2.025e0</w:t>
      </w:r>
    </w:p>
    <w:p w:rsidR="00B65DC9" w:rsidRDefault="00B65DC9" w:rsidP="00B65DC9">
      <w:r>
        <w:t>301.2371</w:t>
      </w:r>
      <w:r>
        <w:tab/>
        <w:t>2.025e0</w:t>
      </w:r>
    </w:p>
    <w:p w:rsidR="00B65DC9" w:rsidRDefault="00B65DC9" w:rsidP="00B65DC9">
      <w:r>
        <w:t>301.2545</w:t>
      </w:r>
      <w:r>
        <w:tab/>
        <w:t>3.798e-2</w:t>
      </w:r>
    </w:p>
    <w:p w:rsidR="00B65DC9" w:rsidRDefault="00B65DC9" w:rsidP="00B65DC9">
      <w:r>
        <w:t>301.2888</w:t>
      </w:r>
      <w:r>
        <w:tab/>
        <w:t>2.532e-2</w:t>
      </w:r>
    </w:p>
    <w:p w:rsidR="00B65DC9" w:rsidRDefault="00B65DC9" w:rsidP="00B65DC9">
      <w:r>
        <w:t>301.2936</w:t>
      </w:r>
      <w:r>
        <w:tab/>
        <w:t>2.025e0</w:t>
      </w:r>
    </w:p>
    <w:p w:rsidR="00B65DC9" w:rsidRDefault="00B65DC9" w:rsidP="00B65DC9">
      <w:r>
        <w:t>301.3394</w:t>
      </w:r>
      <w:r>
        <w:tab/>
        <w:t>1.013e0</w:t>
      </w:r>
    </w:p>
    <w:p w:rsidR="00B65DC9" w:rsidRDefault="00B65DC9" w:rsidP="00B65DC9">
      <w:r>
        <w:t>301.3517</w:t>
      </w:r>
      <w:r>
        <w:tab/>
        <w:t>2.025e0</w:t>
      </w:r>
    </w:p>
    <w:p w:rsidR="00B65DC9" w:rsidRDefault="00B65DC9" w:rsidP="00B65DC9">
      <w:r>
        <w:t>301.3993</w:t>
      </w:r>
      <w:r>
        <w:tab/>
        <w:t>1.013e0</w:t>
      </w:r>
    </w:p>
    <w:p w:rsidR="00B65DC9" w:rsidRDefault="00B65DC9" w:rsidP="00B65DC9">
      <w:r>
        <w:t>301.4418</w:t>
      </w:r>
      <w:r>
        <w:tab/>
        <w:t>1.013e0</w:t>
      </w:r>
    </w:p>
    <w:p w:rsidR="00B65DC9" w:rsidRDefault="00B65DC9" w:rsidP="00B65DC9">
      <w:r>
        <w:t>301.4503</w:t>
      </w:r>
      <w:r>
        <w:tab/>
        <w:t>1.266e-2</w:t>
      </w:r>
    </w:p>
    <w:p w:rsidR="00B65DC9" w:rsidRDefault="00B65DC9" w:rsidP="00B65DC9">
      <w:r>
        <w:t>301.4615</w:t>
      </w:r>
      <w:r>
        <w:tab/>
        <w:t>3.038e0</w:t>
      </w:r>
    </w:p>
    <w:p w:rsidR="00B65DC9" w:rsidRDefault="00B65DC9" w:rsidP="00B65DC9">
      <w:r>
        <w:t>301.4737</w:t>
      </w:r>
      <w:r>
        <w:tab/>
        <w:t>1.266e-2</w:t>
      </w:r>
    </w:p>
    <w:p w:rsidR="00B65DC9" w:rsidRDefault="00B65DC9" w:rsidP="00B65DC9">
      <w:r>
        <w:t>301.5335</w:t>
      </w:r>
      <w:r>
        <w:tab/>
        <w:t>1.013e0</w:t>
      </w:r>
    </w:p>
    <w:p w:rsidR="00B65DC9" w:rsidRDefault="00B65DC9" w:rsidP="00B65DC9">
      <w:r>
        <w:t>301.5418</w:t>
      </w:r>
      <w:r>
        <w:tab/>
        <w:t>1.013e0</w:t>
      </w:r>
    </w:p>
    <w:p w:rsidR="00B65DC9" w:rsidRDefault="00B65DC9" w:rsidP="00B65DC9">
      <w:r>
        <w:t>301.5528</w:t>
      </w:r>
      <w:r>
        <w:tab/>
        <w:t>1.013e0</w:t>
      </w:r>
    </w:p>
    <w:p w:rsidR="00B65DC9" w:rsidRDefault="00B65DC9" w:rsidP="00B65DC9">
      <w:r>
        <w:lastRenderedPageBreak/>
        <w:t>301.5806</w:t>
      </w:r>
      <w:r>
        <w:tab/>
        <w:t>1.266e-2</w:t>
      </w:r>
    </w:p>
    <w:p w:rsidR="00B65DC9" w:rsidRDefault="00B65DC9" w:rsidP="00B65DC9">
      <w:r>
        <w:t>301.5934</w:t>
      </w:r>
      <w:r>
        <w:tab/>
        <w:t>1.266e-2</w:t>
      </w:r>
    </w:p>
    <w:p w:rsidR="00B65DC9" w:rsidRDefault="00B65DC9" w:rsidP="00B65DC9">
      <w:r>
        <w:t>301.5973</w:t>
      </w:r>
      <w:r>
        <w:tab/>
        <w:t>1.013e0</w:t>
      </w:r>
    </w:p>
    <w:p w:rsidR="00B65DC9" w:rsidRDefault="00B65DC9" w:rsidP="00B65DC9">
      <w:r>
        <w:t>301.6849</w:t>
      </w:r>
      <w:r>
        <w:tab/>
        <w:t>1.013e0</w:t>
      </w:r>
    </w:p>
    <w:p w:rsidR="00B65DC9" w:rsidRDefault="00B65DC9" w:rsidP="00B65DC9">
      <w:r>
        <w:t>301.6955</w:t>
      </w:r>
      <w:r>
        <w:tab/>
        <w:t>1.266e-2</w:t>
      </w:r>
    </w:p>
    <w:p w:rsidR="00B65DC9" w:rsidRDefault="00B65DC9" w:rsidP="00B65DC9">
      <w:r>
        <w:t>301.7088</w:t>
      </w:r>
      <w:r>
        <w:tab/>
        <w:t>1.013e0</w:t>
      </w:r>
    </w:p>
    <w:p w:rsidR="00B65DC9" w:rsidRDefault="00B65DC9" w:rsidP="00B65DC9">
      <w:r>
        <w:t>301.7606</w:t>
      </w:r>
      <w:r>
        <w:tab/>
        <w:t>2.025e0</w:t>
      </w:r>
    </w:p>
    <w:p w:rsidR="00B65DC9" w:rsidRDefault="00B65DC9" w:rsidP="00B65DC9">
      <w:r>
        <w:t>301.7725</w:t>
      </w:r>
      <w:r>
        <w:tab/>
        <w:t>1.013e0</w:t>
      </w:r>
    </w:p>
    <w:p w:rsidR="00B65DC9" w:rsidRDefault="00B65DC9" w:rsidP="00B65DC9">
      <w:r>
        <w:t>301.7965</w:t>
      </w:r>
      <w:r>
        <w:tab/>
        <w:t>1.013e0</w:t>
      </w:r>
    </w:p>
    <w:p w:rsidR="00B65DC9" w:rsidRDefault="00B65DC9" w:rsidP="00B65DC9">
      <w:r>
        <w:t>301.8111</w:t>
      </w:r>
      <w:r>
        <w:tab/>
        <w:t>1.266e-2</w:t>
      </w:r>
    </w:p>
    <w:p w:rsidR="00B65DC9" w:rsidRDefault="00B65DC9" w:rsidP="00B65DC9">
      <w:r>
        <w:t>301.8162</w:t>
      </w:r>
      <w:r>
        <w:tab/>
        <w:t>1.013e0</w:t>
      </w:r>
    </w:p>
    <w:p w:rsidR="00B65DC9" w:rsidRDefault="00B65DC9" w:rsidP="00B65DC9">
      <w:r>
        <w:t>301.8203</w:t>
      </w:r>
      <w:r>
        <w:tab/>
        <w:t>1.013e0</w:t>
      </w:r>
    </w:p>
    <w:p w:rsidR="00B65DC9" w:rsidRDefault="00B65DC9" w:rsidP="00B65DC9">
      <w:r>
        <w:t>301.8437</w:t>
      </w:r>
      <w:r>
        <w:tab/>
        <w:t>1.013e0</w:t>
      </w:r>
    </w:p>
    <w:p w:rsidR="00B65DC9" w:rsidRDefault="00B65DC9" w:rsidP="00B65DC9">
      <w:r>
        <w:t>301.8711</w:t>
      </w:r>
      <w:r>
        <w:tab/>
        <w:t>1.013e0</w:t>
      </w:r>
    </w:p>
    <w:p w:rsidR="00B65DC9" w:rsidRDefault="00B65DC9" w:rsidP="00B65DC9">
      <w:r>
        <w:t>301.9167</w:t>
      </w:r>
      <w:r>
        <w:tab/>
        <w:t>3.038e0</w:t>
      </w:r>
    </w:p>
    <w:p w:rsidR="00B65DC9" w:rsidRDefault="00B65DC9" w:rsidP="00B65DC9">
      <w:r>
        <w:t>301.9355</w:t>
      </w:r>
      <w:r>
        <w:tab/>
        <w:t>2.532e-2</w:t>
      </w:r>
    </w:p>
    <w:p w:rsidR="00B65DC9" w:rsidRDefault="00B65DC9" w:rsidP="00B65DC9">
      <w:r>
        <w:t>301.9590</w:t>
      </w:r>
      <w:r>
        <w:tab/>
        <w:t>1.025e0</w:t>
      </w:r>
    </w:p>
    <w:p w:rsidR="00B65DC9" w:rsidRDefault="00B65DC9" w:rsidP="00B65DC9">
      <w:r>
        <w:t>302.0151</w:t>
      </w:r>
      <w:r>
        <w:tab/>
        <w:t>1.127e0</w:t>
      </w:r>
    </w:p>
    <w:p w:rsidR="00B65DC9" w:rsidRDefault="00B65DC9" w:rsidP="00B65DC9">
      <w:r>
        <w:t>302.0535</w:t>
      </w:r>
      <w:r>
        <w:tab/>
        <w:t>3.966e0</w:t>
      </w:r>
    </w:p>
    <w:p w:rsidR="00B65DC9" w:rsidRDefault="00B65DC9" w:rsidP="00B65DC9">
      <w:r>
        <w:lastRenderedPageBreak/>
        <w:t>302.0608</w:t>
      </w:r>
      <w:r>
        <w:tab/>
        <w:t>3.038e0</w:t>
      </w:r>
    </w:p>
    <w:p w:rsidR="00B65DC9" w:rsidRDefault="00B65DC9" w:rsidP="00B65DC9">
      <w:r>
        <w:t>302.0897</w:t>
      </w:r>
      <w:r>
        <w:tab/>
        <w:t>2.025e0</w:t>
      </w:r>
    </w:p>
    <w:p w:rsidR="00B65DC9" w:rsidRDefault="00B65DC9" w:rsidP="00B65DC9">
      <w:r>
        <w:t>302.0963</w:t>
      </w:r>
      <w:r>
        <w:tab/>
        <w:t>2.038e0</w:t>
      </w:r>
    </w:p>
    <w:p w:rsidR="00B65DC9" w:rsidRDefault="00B65DC9" w:rsidP="00B65DC9">
      <w:r>
        <w:t>302.1230</w:t>
      </w:r>
      <w:r>
        <w:tab/>
        <w:t>3.038e0</w:t>
      </w:r>
    </w:p>
    <w:p w:rsidR="00B65DC9" w:rsidRDefault="00B65DC9" w:rsidP="00B65DC9">
      <w:r>
        <w:t>302.1525</w:t>
      </w:r>
      <w:r>
        <w:tab/>
        <w:t>2.025e0</w:t>
      </w:r>
    </w:p>
    <w:p w:rsidR="00B65DC9" w:rsidRDefault="00B65DC9" w:rsidP="00B65DC9">
      <w:r>
        <w:t>302.1586</w:t>
      </w:r>
      <w:r>
        <w:tab/>
        <w:t>3.038e0</w:t>
      </w:r>
    </w:p>
    <w:p w:rsidR="00B65DC9" w:rsidRDefault="00B65DC9" w:rsidP="00B65DC9">
      <w:r>
        <w:t>302.1953</w:t>
      </w:r>
      <w:r>
        <w:tab/>
        <w:t>1.266e-2</w:t>
      </w:r>
    </w:p>
    <w:p w:rsidR="00B65DC9" w:rsidRDefault="00B65DC9" w:rsidP="00B65DC9">
      <w:r>
        <w:t>302.1989</w:t>
      </w:r>
      <w:r>
        <w:tab/>
        <w:t>1.025e0</w:t>
      </w:r>
    </w:p>
    <w:p w:rsidR="00B65DC9" w:rsidRDefault="00B65DC9" w:rsidP="00B65DC9">
      <w:r>
        <w:t>302.2214</w:t>
      </w:r>
      <w:r>
        <w:tab/>
        <w:t>1.478e0</w:t>
      </w:r>
    </w:p>
    <w:p w:rsidR="00B65DC9" w:rsidRDefault="00B65DC9" w:rsidP="00B65DC9">
      <w:r>
        <w:t>302.2429</w:t>
      </w:r>
      <w:r>
        <w:tab/>
        <w:t>2.025e0</w:t>
      </w:r>
    </w:p>
    <w:p w:rsidR="00B65DC9" w:rsidRDefault="00B65DC9" w:rsidP="00B65DC9">
      <w:r>
        <w:t>302.2746</w:t>
      </w:r>
      <w:r>
        <w:tab/>
        <w:t>2.025e0</w:t>
      </w:r>
    </w:p>
    <w:p w:rsidR="00B65DC9" w:rsidRDefault="00B65DC9" w:rsidP="00B65DC9">
      <w:r>
        <w:t>302.2869</w:t>
      </w:r>
      <w:r>
        <w:tab/>
        <w:t>1.266e-2</w:t>
      </w:r>
    </w:p>
    <w:p w:rsidR="00B65DC9" w:rsidRDefault="00B65DC9" w:rsidP="00B65DC9">
      <w:r>
        <w:t>302.3105</w:t>
      </w:r>
      <w:r>
        <w:tab/>
        <w:t>1.266e-2</w:t>
      </w:r>
    </w:p>
    <w:p w:rsidR="00B65DC9" w:rsidRDefault="00B65DC9" w:rsidP="00B65DC9">
      <w:r>
        <w:t>302.3224</w:t>
      </w:r>
      <w:r>
        <w:tab/>
        <w:t>1.013e0</w:t>
      </w:r>
    </w:p>
    <w:p w:rsidR="00B65DC9" w:rsidRDefault="00B65DC9" w:rsidP="00B65DC9">
      <w:r>
        <w:t>302.3578</w:t>
      </w:r>
      <w:r>
        <w:tab/>
        <w:t>2.025e0</w:t>
      </w:r>
    </w:p>
    <w:p w:rsidR="00B65DC9" w:rsidRDefault="00B65DC9" w:rsidP="00B65DC9">
      <w:r>
        <w:t>302.4101</w:t>
      </w:r>
      <w:r>
        <w:tab/>
        <w:t>1.013e0</w:t>
      </w:r>
    </w:p>
    <w:p w:rsidR="00B65DC9" w:rsidRDefault="00B65DC9" w:rsidP="00B65DC9">
      <w:r>
        <w:t>302.4536</w:t>
      </w:r>
      <w:r>
        <w:tab/>
        <w:t>1.266e-2</w:t>
      </w:r>
    </w:p>
    <w:p w:rsidR="00B65DC9" w:rsidRDefault="00B65DC9" w:rsidP="00B65DC9">
      <w:r>
        <w:t>302.4579</w:t>
      </w:r>
      <w:r>
        <w:tab/>
        <w:t>1.013e0</w:t>
      </w:r>
    </w:p>
    <w:p w:rsidR="00B65DC9" w:rsidRDefault="00B65DC9" w:rsidP="00B65DC9">
      <w:r>
        <w:t>302.4815</w:t>
      </w:r>
      <w:r>
        <w:tab/>
        <w:t>1.013e0</w:t>
      </w:r>
    </w:p>
    <w:p w:rsidR="00B65DC9" w:rsidRDefault="00B65DC9" w:rsidP="00B65DC9">
      <w:r>
        <w:lastRenderedPageBreak/>
        <w:t>302.5086</w:t>
      </w:r>
      <w:r>
        <w:tab/>
        <w:t>1.013e0</w:t>
      </w:r>
    </w:p>
    <w:p w:rsidR="00B65DC9" w:rsidRDefault="00B65DC9" w:rsidP="00B65DC9">
      <w:r>
        <w:t>302.5335</w:t>
      </w:r>
      <w:r>
        <w:tab/>
        <w:t>2.025e0</w:t>
      </w:r>
    </w:p>
    <w:p w:rsidR="00B65DC9" w:rsidRDefault="00B65DC9" w:rsidP="00B65DC9">
      <w:r>
        <w:t>302.5417</w:t>
      </w:r>
      <w:r>
        <w:tab/>
        <w:t>1.266e-2</w:t>
      </w:r>
    </w:p>
    <w:p w:rsidR="00B65DC9" w:rsidRDefault="00B65DC9" w:rsidP="00B65DC9">
      <w:r>
        <w:t>302.5802</w:t>
      </w:r>
      <w:r>
        <w:tab/>
        <w:t>2.025e0</w:t>
      </w:r>
    </w:p>
    <w:p w:rsidR="00B65DC9" w:rsidRDefault="00B65DC9" w:rsidP="00B65DC9">
      <w:r>
        <w:t>302.6014</w:t>
      </w:r>
      <w:r>
        <w:tab/>
        <w:t>1.013e0</w:t>
      </w:r>
    </w:p>
    <w:p w:rsidR="00B65DC9" w:rsidRDefault="00B65DC9" w:rsidP="00B65DC9">
      <w:r>
        <w:t>302.6053</w:t>
      </w:r>
      <w:r>
        <w:tab/>
        <w:t>1.266e-2</w:t>
      </w:r>
    </w:p>
    <w:p w:rsidR="00B65DC9" w:rsidRDefault="00B65DC9" w:rsidP="00B65DC9">
      <w:r>
        <w:t>302.7948</w:t>
      </w:r>
      <w:r>
        <w:tab/>
        <w:t>2.025e0</w:t>
      </w:r>
    </w:p>
    <w:p w:rsidR="00B65DC9" w:rsidRDefault="00B65DC9" w:rsidP="00B65DC9">
      <w:r>
        <w:t>302.7992</w:t>
      </w:r>
      <w:r>
        <w:tab/>
        <w:t>2.025e0</w:t>
      </w:r>
    </w:p>
    <w:p w:rsidR="00B65DC9" w:rsidRDefault="00B65DC9" w:rsidP="00B65DC9">
      <w:r>
        <w:t>302.9008</w:t>
      </w:r>
      <w:r>
        <w:tab/>
        <w:t>1.266e-2</w:t>
      </w:r>
    </w:p>
    <w:p w:rsidR="00B65DC9" w:rsidRDefault="00B65DC9" w:rsidP="00B65DC9">
      <w:r>
        <w:t>302.9120</w:t>
      </w:r>
      <w:r>
        <w:tab/>
        <w:t>3.038e0</w:t>
      </w:r>
    </w:p>
    <w:p w:rsidR="00B65DC9" w:rsidRDefault="00B65DC9" w:rsidP="00B65DC9">
      <w:r>
        <w:t>302.9563</w:t>
      </w:r>
      <w:r>
        <w:tab/>
        <w:t>1.013e0</w:t>
      </w:r>
    </w:p>
    <w:p w:rsidR="00B65DC9" w:rsidRDefault="00B65DC9" w:rsidP="00B65DC9">
      <w:r>
        <w:t>302.9583</w:t>
      </w:r>
      <w:r>
        <w:tab/>
        <w:t>2.025e0</w:t>
      </w:r>
    </w:p>
    <w:p w:rsidR="00B65DC9" w:rsidRDefault="00B65DC9" w:rsidP="00B65DC9">
      <w:r>
        <w:t>302.9601</w:t>
      </w:r>
      <w:r>
        <w:tab/>
        <w:t>1.013e0</w:t>
      </w:r>
    </w:p>
    <w:p w:rsidR="00B65DC9" w:rsidRDefault="00B65DC9" w:rsidP="00B65DC9">
      <w:r>
        <w:t>303.0260</w:t>
      </w:r>
      <w:r>
        <w:tab/>
        <w:t>6.367e0</w:t>
      </w:r>
    </w:p>
    <w:p w:rsidR="00B65DC9" w:rsidRDefault="00B65DC9" w:rsidP="00B65DC9">
      <w:r>
        <w:t>303.0270</w:t>
      </w:r>
      <w:r>
        <w:tab/>
        <w:t>1.124e1</w:t>
      </w:r>
    </w:p>
    <w:p w:rsidR="00B65DC9" w:rsidRDefault="00B65DC9" w:rsidP="00B65DC9">
      <w:r>
        <w:t>303.0294</w:t>
      </w:r>
      <w:r>
        <w:tab/>
        <w:t>2.827e0</w:t>
      </w:r>
    </w:p>
    <w:p w:rsidR="00B65DC9" w:rsidRDefault="00B65DC9" w:rsidP="00B65DC9">
      <w:r>
        <w:t>303.1003</w:t>
      </w:r>
      <w:r>
        <w:tab/>
        <w:t>1.266e-2</w:t>
      </w:r>
    </w:p>
    <w:p w:rsidR="00B65DC9" w:rsidRDefault="00B65DC9" w:rsidP="00B65DC9">
      <w:r>
        <w:t>303.1143</w:t>
      </w:r>
      <w:r>
        <w:tab/>
        <w:t>1.266e-2</w:t>
      </w:r>
    </w:p>
    <w:p w:rsidR="00B65DC9" w:rsidRDefault="00B65DC9" w:rsidP="00B65DC9">
      <w:r>
        <w:t>303.1418</w:t>
      </w:r>
      <w:r>
        <w:tab/>
        <w:t>1.266e-2</w:t>
      </w:r>
    </w:p>
    <w:p w:rsidR="00B65DC9" w:rsidRDefault="00B65DC9" w:rsidP="00B65DC9">
      <w:r>
        <w:lastRenderedPageBreak/>
        <w:t>303.1473</w:t>
      </w:r>
      <w:r>
        <w:tab/>
        <w:t>1.266e-2</w:t>
      </w:r>
    </w:p>
    <w:p w:rsidR="00B65DC9" w:rsidRDefault="00B65DC9" w:rsidP="00B65DC9">
      <w:r>
        <w:t>303.1556</w:t>
      </w:r>
      <w:r>
        <w:tab/>
        <w:t>1.013e0</w:t>
      </w:r>
    </w:p>
    <w:p w:rsidR="00B65DC9" w:rsidRDefault="00B65DC9" w:rsidP="00B65DC9">
      <w:r>
        <w:t>303.1875</w:t>
      </w:r>
      <w:r>
        <w:tab/>
        <w:t>1.025e0</w:t>
      </w:r>
    </w:p>
    <w:p w:rsidR="00B65DC9" w:rsidRDefault="00B65DC9" w:rsidP="00B65DC9">
      <w:r>
        <w:t>303.2004</w:t>
      </w:r>
      <w:r>
        <w:tab/>
        <w:t>3.038e0</w:t>
      </w:r>
    </w:p>
    <w:p w:rsidR="00B65DC9" w:rsidRDefault="00B65DC9" w:rsidP="00B65DC9">
      <w:r>
        <w:t>303.2834</w:t>
      </w:r>
      <w:r>
        <w:tab/>
        <w:t>2.532e-2</w:t>
      </w:r>
    </w:p>
    <w:p w:rsidR="00B65DC9" w:rsidRDefault="00B65DC9" w:rsidP="00B65DC9">
      <w:r>
        <w:t>303.2852</w:t>
      </w:r>
      <w:r>
        <w:tab/>
        <w:t>2.025e0</w:t>
      </w:r>
    </w:p>
    <w:p w:rsidR="00B65DC9" w:rsidRDefault="00B65DC9" w:rsidP="00B65DC9">
      <w:r>
        <w:t>303.2986</w:t>
      </w:r>
      <w:r>
        <w:tab/>
        <w:t>2.532e-2</w:t>
      </w:r>
    </w:p>
    <w:p w:rsidR="00B65DC9" w:rsidRDefault="00B65DC9" w:rsidP="00B65DC9">
      <w:r>
        <w:t>303.3069</w:t>
      </w:r>
      <w:r>
        <w:tab/>
        <w:t>2.532e-2</w:t>
      </w:r>
    </w:p>
    <w:p w:rsidR="00B65DC9" w:rsidRDefault="00B65DC9" w:rsidP="00B65DC9">
      <w:r>
        <w:t>303.3511</w:t>
      </w:r>
      <w:r>
        <w:tab/>
        <w:t>1.266e-2</w:t>
      </w:r>
    </w:p>
    <w:p w:rsidR="00B65DC9" w:rsidRDefault="00B65DC9" w:rsidP="00B65DC9">
      <w:r>
        <w:t>303.3875</w:t>
      </w:r>
      <w:r>
        <w:tab/>
        <w:t>2.025e0</w:t>
      </w:r>
    </w:p>
    <w:p w:rsidR="00B65DC9" w:rsidRDefault="00B65DC9" w:rsidP="00B65DC9">
      <w:r>
        <w:t>303.4148</w:t>
      </w:r>
      <w:r>
        <w:tab/>
        <w:t>1.013e0</w:t>
      </w:r>
    </w:p>
    <w:p w:rsidR="00B65DC9" w:rsidRDefault="00B65DC9" w:rsidP="00B65DC9">
      <w:r>
        <w:t>303.4706</w:t>
      </w:r>
      <w:r>
        <w:tab/>
        <w:t>1.013e0</w:t>
      </w:r>
    </w:p>
    <w:p w:rsidR="00B65DC9" w:rsidRDefault="00B65DC9" w:rsidP="00B65DC9">
      <w:r>
        <w:t>303.4987</w:t>
      </w:r>
      <w:r>
        <w:tab/>
        <w:t>1.025e0</w:t>
      </w:r>
    </w:p>
    <w:p w:rsidR="00B65DC9" w:rsidRDefault="00B65DC9" w:rsidP="00B65DC9">
      <w:r>
        <w:t>303.5143</w:t>
      </w:r>
      <w:r>
        <w:tab/>
        <w:t>2.025e0</w:t>
      </w:r>
    </w:p>
    <w:p w:rsidR="00B65DC9" w:rsidRDefault="00B65DC9" w:rsidP="00B65DC9">
      <w:r>
        <w:t>303.5265</w:t>
      </w:r>
      <w:r>
        <w:tab/>
        <w:t>1.266e-2</w:t>
      </w:r>
    </w:p>
    <w:p w:rsidR="00B65DC9" w:rsidRDefault="00B65DC9" w:rsidP="00B65DC9">
      <w:r>
        <w:t>303.5562</w:t>
      </w:r>
      <w:r>
        <w:tab/>
        <w:t>3.038e0</w:t>
      </w:r>
    </w:p>
    <w:p w:rsidR="00B65DC9" w:rsidRDefault="00B65DC9" w:rsidP="00B65DC9">
      <w:r>
        <w:t>303.6142</w:t>
      </w:r>
      <w:r>
        <w:tab/>
        <w:t>1.266e-2</w:t>
      </w:r>
    </w:p>
    <w:p w:rsidR="00B65DC9" w:rsidRDefault="00B65DC9" w:rsidP="00B65DC9">
      <w:r>
        <w:t>303.6223</w:t>
      </w:r>
      <w:r>
        <w:tab/>
        <w:t>1.266e-2</w:t>
      </w:r>
    </w:p>
    <w:p w:rsidR="00B65DC9" w:rsidRDefault="00B65DC9" w:rsidP="00B65DC9">
      <w:r>
        <w:t>303.6372</w:t>
      </w:r>
      <w:r>
        <w:tab/>
        <w:t>2.025e0</w:t>
      </w:r>
    </w:p>
    <w:p w:rsidR="00B65DC9" w:rsidRDefault="00B65DC9" w:rsidP="00B65DC9">
      <w:r>
        <w:lastRenderedPageBreak/>
        <w:t>303.6462</w:t>
      </w:r>
      <w:r>
        <w:tab/>
        <w:t>1.266e-2</w:t>
      </w:r>
    </w:p>
    <w:p w:rsidR="00B65DC9" w:rsidRDefault="00B65DC9" w:rsidP="00B65DC9">
      <w:r>
        <w:t>303.6879</w:t>
      </w:r>
      <w:r>
        <w:tab/>
        <w:t>1.013e0</w:t>
      </w:r>
    </w:p>
    <w:p w:rsidR="00B65DC9" w:rsidRDefault="00B65DC9" w:rsidP="00B65DC9">
      <w:r>
        <w:t>303.6938</w:t>
      </w:r>
      <w:r>
        <w:tab/>
        <w:t>1.013e0</w:t>
      </w:r>
    </w:p>
    <w:p w:rsidR="00B65DC9" w:rsidRDefault="00B65DC9" w:rsidP="00B65DC9">
      <w:r>
        <w:t>303.7379</w:t>
      </w:r>
      <w:r>
        <w:tab/>
        <w:t>1.266e-2</w:t>
      </w:r>
    </w:p>
    <w:p w:rsidR="00B65DC9" w:rsidRDefault="00B65DC9" w:rsidP="00B65DC9">
      <w:r>
        <w:t>303.7987</w:t>
      </w:r>
      <w:r>
        <w:tab/>
        <w:t>1.266e-2</w:t>
      </w:r>
    </w:p>
    <w:p w:rsidR="00B65DC9" w:rsidRDefault="00B65DC9" w:rsidP="00B65DC9">
      <w:r>
        <w:t>303.8460</w:t>
      </w:r>
      <w:r>
        <w:tab/>
        <w:t>1.266e-2</w:t>
      </w:r>
    </w:p>
    <w:p w:rsidR="00B65DC9" w:rsidRDefault="00B65DC9" w:rsidP="00B65DC9">
      <w:r>
        <w:t>303.8536</w:t>
      </w:r>
      <w:r>
        <w:tab/>
        <w:t>1.266e-2</w:t>
      </w:r>
    </w:p>
    <w:p w:rsidR="00B65DC9" w:rsidRDefault="00B65DC9" w:rsidP="00B65DC9">
      <w:r>
        <w:t>303.8702</w:t>
      </w:r>
      <w:r>
        <w:tab/>
        <w:t>1.025e0</w:t>
      </w:r>
    </w:p>
    <w:p w:rsidR="00B65DC9" w:rsidRDefault="00B65DC9" w:rsidP="00B65DC9">
      <w:r>
        <w:t>303.8739</w:t>
      </w:r>
      <w:r>
        <w:tab/>
        <w:t>1.013e0</w:t>
      </w:r>
    </w:p>
    <w:p w:rsidR="00B65DC9" w:rsidRDefault="00B65DC9" w:rsidP="00B65DC9">
      <w:r>
        <w:t>303.9095</w:t>
      </w:r>
      <w:r>
        <w:tab/>
        <w:t>2.025e0</w:t>
      </w:r>
    </w:p>
    <w:p w:rsidR="00B65DC9" w:rsidRDefault="00B65DC9" w:rsidP="00B65DC9">
      <w:r>
        <w:t>303.9637</w:t>
      </w:r>
      <w:r>
        <w:tab/>
        <w:t>2.025e0</w:t>
      </w:r>
    </w:p>
    <w:p w:rsidR="00B65DC9" w:rsidRDefault="00B65DC9" w:rsidP="00B65DC9">
      <w:r>
        <w:t>303.9806</w:t>
      </w:r>
      <w:r>
        <w:tab/>
        <w:t>1.266e-2</w:t>
      </w:r>
    </w:p>
    <w:p w:rsidR="00B65DC9" w:rsidRDefault="00B65DC9" w:rsidP="00B65DC9">
      <w:r>
        <w:t>303.9897</w:t>
      </w:r>
      <w:r>
        <w:tab/>
        <w:t>1.266e-2</w:t>
      </w:r>
    </w:p>
    <w:p w:rsidR="00B65DC9" w:rsidRDefault="00B65DC9" w:rsidP="00B65DC9">
      <w:r>
        <w:t>304.0339</w:t>
      </w:r>
      <w:r>
        <w:tab/>
        <w:t>2.089e0</w:t>
      </w:r>
    </w:p>
    <w:p w:rsidR="00B65DC9" w:rsidRDefault="00B65DC9" w:rsidP="00B65DC9">
      <w:r>
        <w:t>304.0380</w:t>
      </w:r>
      <w:r>
        <w:tab/>
        <w:t>5.063e0</w:t>
      </w:r>
    </w:p>
    <w:p w:rsidR="00B65DC9" w:rsidRDefault="00B65DC9" w:rsidP="00B65DC9">
      <w:r>
        <w:t>304.0413</w:t>
      </w:r>
      <w:r>
        <w:tab/>
        <w:t>1.013e0</w:t>
      </w:r>
    </w:p>
    <w:p w:rsidR="00B65DC9" w:rsidRDefault="00B65DC9" w:rsidP="00B65DC9">
      <w:r>
        <w:t>304.0492</w:t>
      </w:r>
      <w:r>
        <w:tab/>
        <w:t>2.025e0</w:t>
      </w:r>
    </w:p>
    <w:p w:rsidR="00B65DC9" w:rsidRDefault="00B65DC9" w:rsidP="00B65DC9">
      <w:r>
        <w:t>304.0515</w:t>
      </w:r>
      <w:r>
        <w:tab/>
        <w:t>2.532e-2</w:t>
      </w:r>
    </w:p>
    <w:p w:rsidR="00B65DC9" w:rsidRDefault="00B65DC9" w:rsidP="00B65DC9">
      <w:r>
        <w:t>304.0634</w:t>
      </w:r>
      <w:r>
        <w:tab/>
        <w:t>1.266e-2</w:t>
      </w:r>
    </w:p>
    <w:p w:rsidR="00B65DC9" w:rsidRDefault="00B65DC9" w:rsidP="00B65DC9">
      <w:r>
        <w:lastRenderedPageBreak/>
        <w:t>304.0911</w:t>
      </w:r>
      <w:r>
        <w:tab/>
        <w:t>1.266e-2</w:t>
      </w:r>
    </w:p>
    <w:p w:rsidR="00B65DC9" w:rsidRDefault="00B65DC9" w:rsidP="00B65DC9">
      <w:r>
        <w:t>304.0967</w:t>
      </w:r>
      <w:r>
        <w:tab/>
        <w:t>1.707e0</w:t>
      </w:r>
    </w:p>
    <w:p w:rsidR="00B65DC9" w:rsidRDefault="00B65DC9" w:rsidP="00B65DC9">
      <w:r>
        <w:t>304.1398</w:t>
      </w:r>
      <w:r>
        <w:tab/>
        <w:t>9.139e0</w:t>
      </w:r>
    </w:p>
    <w:p w:rsidR="00B65DC9" w:rsidRDefault="00B65DC9" w:rsidP="00B65DC9">
      <w:r>
        <w:t>304.1451</w:t>
      </w:r>
      <w:r>
        <w:tab/>
        <w:t>1.229e1</w:t>
      </w:r>
    </w:p>
    <w:p w:rsidR="00B65DC9" w:rsidRDefault="00B65DC9" w:rsidP="00B65DC9">
      <w:r>
        <w:t>304.1486</w:t>
      </w:r>
      <w:r>
        <w:tab/>
        <w:t>2.051e0</w:t>
      </w:r>
    </w:p>
    <w:p w:rsidR="00B65DC9" w:rsidRDefault="00B65DC9" w:rsidP="00B65DC9">
      <w:r>
        <w:t>304.2482</w:t>
      </w:r>
      <w:r>
        <w:tab/>
        <w:t>1.910e0</w:t>
      </w:r>
    </w:p>
    <w:p w:rsidR="00B65DC9" w:rsidRDefault="00B65DC9" w:rsidP="00B65DC9">
      <w:r>
        <w:t>304.2881</w:t>
      </w:r>
      <w:r>
        <w:tab/>
        <w:t>5.063e0</w:t>
      </w:r>
    </w:p>
    <w:p w:rsidR="00B65DC9" w:rsidRDefault="00B65DC9" w:rsidP="00B65DC9">
      <w:r>
        <w:t>304.2922</w:t>
      </w:r>
      <w:r>
        <w:tab/>
        <w:t>9.148e0</w:t>
      </w:r>
    </w:p>
    <w:p w:rsidR="00B65DC9" w:rsidRDefault="00B65DC9" w:rsidP="00B65DC9">
      <w:r>
        <w:t>304.3111</w:t>
      </w:r>
      <w:r>
        <w:tab/>
        <w:t>3.825e0</w:t>
      </w:r>
    </w:p>
    <w:p w:rsidR="00B65DC9" w:rsidRDefault="00B65DC9" w:rsidP="00B65DC9">
      <w:r>
        <w:t>304.3511</w:t>
      </w:r>
      <w:r>
        <w:tab/>
        <w:t>2.025e0</w:t>
      </w:r>
    </w:p>
    <w:p w:rsidR="00B65DC9" w:rsidRDefault="00B65DC9" w:rsidP="00B65DC9">
      <w:r>
        <w:t>304.3604</w:t>
      </w:r>
      <w:r>
        <w:tab/>
        <w:t>1.013e0</w:t>
      </w:r>
    </w:p>
    <w:p w:rsidR="00B65DC9" w:rsidRDefault="00B65DC9" w:rsidP="00B65DC9">
      <w:r>
        <w:t>304.3730</w:t>
      </w:r>
      <w:r>
        <w:tab/>
        <w:t>1.013e0</w:t>
      </w:r>
    </w:p>
    <w:p w:rsidR="00B65DC9" w:rsidRDefault="00B65DC9" w:rsidP="00B65DC9">
      <w:r>
        <w:t>304.4062</w:t>
      </w:r>
      <w:r>
        <w:tab/>
        <w:t>1.266e-2</w:t>
      </w:r>
    </w:p>
    <w:p w:rsidR="00B65DC9" w:rsidRDefault="00B65DC9" w:rsidP="00B65DC9">
      <w:r>
        <w:t>304.4482</w:t>
      </w:r>
      <w:r>
        <w:tab/>
        <w:t>1.266e-2</w:t>
      </w:r>
    </w:p>
    <w:p w:rsidR="00B65DC9" w:rsidRDefault="00B65DC9" w:rsidP="00B65DC9">
      <w:r>
        <w:t>304.4632</w:t>
      </w:r>
      <w:r>
        <w:tab/>
        <w:t>4.051e0</w:t>
      </w:r>
    </w:p>
    <w:p w:rsidR="00B65DC9" w:rsidRDefault="00B65DC9" w:rsidP="00B65DC9">
      <w:r>
        <w:t>304.5362</w:t>
      </w:r>
      <w:r>
        <w:tab/>
        <w:t>1.038e0</w:t>
      </w:r>
    </w:p>
    <w:p w:rsidR="00B65DC9" w:rsidRDefault="00B65DC9" w:rsidP="00B65DC9">
      <w:r>
        <w:t>304.5600</w:t>
      </w:r>
      <w:r>
        <w:tab/>
        <w:t>1.013e0</w:t>
      </w:r>
    </w:p>
    <w:p w:rsidR="00B65DC9" w:rsidRDefault="00B65DC9" w:rsidP="00B65DC9">
      <w:r>
        <w:t>304.6043</w:t>
      </w:r>
      <w:r>
        <w:tab/>
        <w:t>2.532e-2</w:t>
      </w:r>
    </w:p>
    <w:p w:rsidR="00B65DC9" w:rsidRDefault="00B65DC9" w:rsidP="00B65DC9">
      <w:r>
        <w:t>304.6202</w:t>
      </w:r>
      <w:r>
        <w:tab/>
        <w:t>1.013e0</w:t>
      </w:r>
    </w:p>
    <w:p w:rsidR="00B65DC9" w:rsidRDefault="00B65DC9" w:rsidP="00B65DC9">
      <w:r>
        <w:lastRenderedPageBreak/>
        <w:t>304.6386</w:t>
      </w:r>
      <w:r>
        <w:tab/>
        <w:t>2.025e0</w:t>
      </w:r>
    </w:p>
    <w:p w:rsidR="00B65DC9" w:rsidRDefault="00B65DC9" w:rsidP="00B65DC9">
      <w:r>
        <w:t>304.6718</w:t>
      </w:r>
      <w:r>
        <w:tab/>
        <w:t>1.013e0</w:t>
      </w:r>
    </w:p>
    <w:p w:rsidR="00B65DC9" w:rsidRDefault="00B65DC9" w:rsidP="00B65DC9">
      <w:r>
        <w:t>304.6798</w:t>
      </w:r>
      <w:r>
        <w:tab/>
        <w:t>1.266e-2</w:t>
      </w:r>
    </w:p>
    <w:p w:rsidR="00B65DC9" w:rsidRDefault="00B65DC9" w:rsidP="00B65DC9">
      <w:r>
        <w:t>304.7397</w:t>
      </w:r>
      <w:r>
        <w:tab/>
        <w:t>1.013e0</w:t>
      </w:r>
    </w:p>
    <w:p w:rsidR="00B65DC9" w:rsidRDefault="00B65DC9" w:rsidP="00B65DC9">
      <w:r>
        <w:t>304.7501</w:t>
      </w:r>
      <w:r>
        <w:tab/>
        <w:t>2.038e0</w:t>
      </w:r>
    </w:p>
    <w:p w:rsidR="00B65DC9" w:rsidRDefault="00B65DC9" w:rsidP="00B65DC9">
      <w:r>
        <w:t>304.7596</w:t>
      </w:r>
      <w:r>
        <w:tab/>
        <w:t>1.013e0</w:t>
      </w:r>
    </w:p>
    <w:p w:rsidR="00B65DC9" w:rsidRDefault="00B65DC9" w:rsidP="00B65DC9">
      <w:r>
        <w:t>304.8195</w:t>
      </w:r>
      <w:r>
        <w:tab/>
        <w:t>1.266e-2</w:t>
      </w:r>
    </w:p>
    <w:p w:rsidR="00B65DC9" w:rsidRDefault="00B65DC9" w:rsidP="00B65DC9">
      <w:r>
        <w:t>304.8353</w:t>
      </w:r>
      <w:r>
        <w:tab/>
        <w:t>2.025e0</w:t>
      </w:r>
    </w:p>
    <w:p w:rsidR="00B65DC9" w:rsidRDefault="00B65DC9" w:rsidP="00B65DC9">
      <w:r>
        <w:t>304.8810</w:t>
      </w:r>
      <w:r>
        <w:tab/>
        <w:t>3.038e0</w:t>
      </w:r>
    </w:p>
    <w:p w:rsidR="00B65DC9" w:rsidRDefault="00B65DC9" w:rsidP="00B65DC9">
      <w:r>
        <w:t>304.8909</w:t>
      </w:r>
      <w:r>
        <w:tab/>
        <w:t>3.038e0</w:t>
      </w:r>
    </w:p>
    <w:p w:rsidR="00B65DC9" w:rsidRDefault="00B65DC9" w:rsidP="00B65DC9">
      <w:r>
        <w:t>304.8954</w:t>
      </w:r>
      <w:r>
        <w:tab/>
        <w:t>4.051e0</w:t>
      </w:r>
    </w:p>
    <w:p w:rsidR="00B65DC9" w:rsidRDefault="00B65DC9" w:rsidP="00B65DC9">
      <w:r>
        <w:t>304.9073</w:t>
      </w:r>
      <w:r>
        <w:tab/>
        <w:t>1.013e0</w:t>
      </w:r>
    </w:p>
    <w:p w:rsidR="00B65DC9" w:rsidRDefault="00B65DC9" w:rsidP="00B65DC9">
      <w:r>
        <w:t>304.9113</w:t>
      </w:r>
      <w:r>
        <w:tab/>
        <w:t>3.798e-2</w:t>
      </w:r>
    </w:p>
    <w:p w:rsidR="00B65DC9" w:rsidRDefault="00B65DC9" w:rsidP="00B65DC9">
      <w:r>
        <w:t>304.9353</w:t>
      </w:r>
      <w:r>
        <w:tab/>
        <w:t>1.266e-2</w:t>
      </w:r>
    </w:p>
    <w:p w:rsidR="00B65DC9" w:rsidRDefault="00B65DC9" w:rsidP="00B65DC9">
      <w:r>
        <w:t>304.9820</w:t>
      </w:r>
      <w:r>
        <w:tab/>
        <w:t>1.013e0</w:t>
      </w:r>
    </w:p>
    <w:p w:rsidR="00B65DC9" w:rsidRDefault="00B65DC9" w:rsidP="00B65DC9">
      <w:r>
        <w:t>305.0318</w:t>
      </w:r>
      <w:r>
        <w:tab/>
        <w:t>2.038e0</w:t>
      </w:r>
    </w:p>
    <w:p w:rsidR="00B65DC9" w:rsidRDefault="00B65DC9" w:rsidP="00B65DC9">
      <w:r>
        <w:t>305.0345</w:t>
      </w:r>
      <w:r>
        <w:tab/>
        <w:t>2.051e0</w:t>
      </w:r>
    </w:p>
    <w:p w:rsidR="00B65DC9" w:rsidRDefault="00B65DC9" w:rsidP="00B65DC9">
      <w:r>
        <w:t>305.0372</w:t>
      </w:r>
      <w:r>
        <w:tab/>
        <w:t>4.101e0</w:t>
      </w:r>
    </w:p>
    <w:p w:rsidR="00B65DC9" w:rsidRDefault="00B65DC9" w:rsidP="00B65DC9">
      <w:r>
        <w:t>305.0566</w:t>
      </w:r>
      <w:r>
        <w:tab/>
        <w:t>5.063e0</w:t>
      </w:r>
    </w:p>
    <w:p w:rsidR="00B65DC9" w:rsidRDefault="00B65DC9" w:rsidP="00B65DC9">
      <w:r>
        <w:lastRenderedPageBreak/>
        <w:t>305.0735</w:t>
      </w:r>
      <w:r>
        <w:tab/>
        <w:t>1.038e0</w:t>
      </w:r>
    </w:p>
    <w:p w:rsidR="00B65DC9" w:rsidRDefault="00B65DC9" w:rsidP="00B65DC9">
      <w:r>
        <w:t>305.0795</w:t>
      </w:r>
      <w:r>
        <w:tab/>
        <w:t>1.266e-2</w:t>
      </w:r>
    </w:p>
    <w:p w:rsidR="00B65DC9" w:rsidRDefault="00B65DC9" w:rsidP="00B65DC9">
      <w:r>
        <w:t>305.0985</w:t>
      </w:r>
      <w:r>
        <w:tab/>
        <w:t>2.038e0</w:t>
      </w:r>
    </w:p>
    <w:p w:rsidR="00B65DC9" w:rsidRDefault="00B65DC9" w:rsidP="00B65DC9">
      <w:r>
        <w:t>305.1300</w:t>
      </w:r>
      <w:r>
        <w:tab/>
        <w:t>1.641e0</w:t>
      </w:r>
    </w:p>
    <w:p w:rsidR="00B65DC9" w:rsidRDefault="00B65DC9" w:rsidP="00B65DC9">
      <w:r>
        <w:t>305.1578</w:t>
      </w:r>
      <w:r>
        <w:tab/>
        <w:t>4.354e-1</w:t>
      </w:r>
    </w:p>
    <w:p w:rsidR="00B65DC9" w:rsidRDefault="00B65DC9" w:rsidP="00B65DC9">
      <w:r>
        <w:t>305.1613</w:t>
      </w:r>
      <w:r>
        <w:tab/>
        <w:t>1.051e0</w:t>
      </w:r>
    </w:p>
    <w:p w:rsidR="00B65DC9" w:rsidRDefault="00B65DC9" w:rsidP="00B65DC9">
      <w:r>
        <w:t>305.1870</w:t>
      </w:r>
      <w:r>
        <w:tab/>
        <w:t>1.013e0</w:t>
      </w:r>
    </w:p>
    <w:p w:rsidR="00B65DC9" w:rsidRDefault="00B65DC9" w:rsidP="00B65DC9">
      <w:r>
        <w:t>305.1989</w:t>
      </w:r>
      <w:r>
        <w:tab/>
        <w:t>3.798e-2</w:t>
      </w:r>
    </w:p>
    <w:p w:rsidR="00B65DC9" w:rsidRDefault="00B65DC9" w:rsidP="00B65DC9">
      <w:r>
        <w:t>305.2355</w:t>
      </w:r>
      <w:r>
        <w:tab/>
        <w:t>3.063e0</w:t>
      </w:r>
    </w:p>
    <w:p w:rsidR="00B65DC9" w:rsidRDefault="00B65DC9" w:rsidP="00B65DC9">
      <w:r>
        <w:t>305.2787</w:t>
      </w:r>
      <w:r>
        <w:tab/>
        <w:t>6.987e-2</w:t>
      </w:r>
    </w:p>
    <w:p w:rsidR="00B65DC9" w:rsidRDefault="00B65DC9" w:rsidP="00B65DC9">
      <w:r>
        <w:t>305.2946</w:t>
      </w:r>
      <w:r>
        <w:tab/>
        <w:t>2.025e0</w:t>
      </w:r>
    </w:p>
    <w:p w:rsidR="00B65DC9" w:rsidRDefault="00B65DC9" w:rsidP="00B65DC9">
      <w:r>
        <w:t>305.3056</w:t>
      </w:r>
      <w:r>
        <w:tab/>
        <w:t>7.089e0</w:t>
      </w:r>
    </w:p>
    <w:p w:rsidR="00B65DC9" w:rsidRDefault="00B65DC9" w:rsidP="00B65DC9">
      <w:r>
        <w:t>305.3116</w:t>
      </w:r>
      <w:r>
        <w:tab/>
        <w:t>3.038e0</w:t>
      </w:r>
    </w:p>
    <w:p w:rsidR="00B65DC9" w:rsidRDefault="00B65DC9" w:rsidP="00B65DC9">
      <w:r>
        <w:t>305.3202</w:t>
      </w:r>
      <w:r>
        <w:tab/>
        <w:t>1.266e-2</w:t>
      </w:r>
    </w:p>
    <w:p w:rsidR="00B65DC9" w:rsidRDefault="00B65DC9" w:rsidP="00B65DC9">
      <w:r>
        <w:t>305.3756</w:t>
      </w:r>
      <w:r>
        <w:tab/>
        <w:t>1.013e0</w:t>
      </w:r>
    </w:p>
    <w:p w:rsidR="00B65DC9" w:rsidRDefault="00B65DC9" w:rsidP="00B65DC9">
      <w:r>
        <w:t>305.3816</w:t>
      </w:r>
      <w:r>
        <w:tab/>
        <w:t>1.013e0</w:t>
      </w:r>
    </w:p>
    <w:p w:rsidR="00B65DC9" w:rsidRDefault="00B65DC9" w:rsidP="00B65DC9">
      <w:r>
        <w:t>305.5105</w:t>
      </w:r>
      <w:r>
        <w:tab/>
        <w:t>1.013e0</w:t>
      </w:r>
    </w:p>
    <w:p w:rsidR="00B65DC9" w:rsidRDefault="00B65DC9" w:rsidP="00B65DC9">
      <w:r>
        <w:t>305.5254</w:t>
      </w:r>
      <w:r>
        <w:tab/>
        <w:t>1.266e-2</w:t>
      </w:r>
    </w:p>
    <w:p w:rsidR="00B65DC9" w:rsidRDefault="00B65DC9" w:rsidP="00B65DC9">
      <w:r>
        <w:t>305.5294</w:t>
      </w:r>
      <w:r>
        <w:tab/>
        <w:t>2.025e0</w:t>
      </w:r>
    </w:p>
    <w:p w:rsidR="00B65DC9" w:rsidRDefault="00B65DC9" w:rsidP="00B65DC9">
      <w:r>
        <w:lastRenderedPageBreak/>
        <w:t>305.5584</w:t>
      </w:r>
      <w:r>
        <w:tab/>
        <w:t>1.013e0</w:t>
      </w:r>
    </w:p>
    <w:p w:rsidR="00B65DC9" w:rsidRDefault="00B65DC9" w:rsidP="00B65DC9">
      <w:r>
        <w:t>305.5902</w:t>
      </w:r>
      <w:r>
        <w:tab/>
        <w:t>1.013e0</w:t>
      </w:r>
    </w:p>
    <w:p w:rsidR="00B65DC9" w:rsidRDefault="00B65DC9" w:rsidP="00B65DC9">
      <w:r>
        <w:t>305.6146</w:t>
      </w:r>
      <w:r>
        <w:tab/>
        <w:t>1.266e-2</w:t>
      </w:r>
    </w:p>
    <w:p w:rsidR="00B65DC9" w:rsidRDefault="00B65DC9" w:rsidP="00B65DC9">
      <w:r>
        <w:t>305.6242</w:t>
      </w:r>
      <w:r>
        <w:tab/>
        <w:t>2.025e0</w:t>
      </w:r>
    </w:p>
    <w:p w:rsidR="00B65DC9" w:rsidRDefault="00B65DC9" w:rsidP="00B65DC9">
      <w:r>
        <w:t>305.6586</w:t>
      </w:r>
      <w:r>
        <w:tab/>
        <w:t>1.013e0</w:t>
      </w:r>
    </w:p>
    <w:p w:rsidR="00B65DC9" w:rsidRDefault="00B65DC9" w:rsidP="00B65DC9">
      <w:r>
        <w:t>305.6697</w:t>
      </w:r>
      <w:r>
        <w:tab/>
        <w:t>1.013e0</w:t>
      </w:r>
    </w:p>
    <w:p w:rsidR="00B65DC9" w:rsidRDefault="00B65DC9" w:rsidP="00B65DC9">
      <w:r>
        <w:t>305.7001</w:t>
      </w:r>
      <w:r>
        <w:tab/>
        <w:t>2.025e0</w:t>
      </w:r>
    </w:p>
    <w:p w:rsidR="00B65DC9" w:rsidRDefault="00B65DC9" w:rsidP="00B65DC9">
      <w:r>
        <w:t>305.7021</w:t>
      </w:r>
      <w:r>
        <w:tab/>
        <w:t>1.266e-2</w:t>
      </w:r>
    </w:p>
    <w:p w:rsidR="00B65DC9" w:rsidRDefault="00B65DC9" w:rsidP="00B65DC9">
      <w:r>
        <w:t>305.7253</w:t>
      </w:r>
      <w:r>
        <w:tab/>
        <w:t>2.025e0</w:t>
      </w:r>
    </w:p>
    <w:p w:rsidR="00B65DC9" w:rsidRDefault="00B65DC9" w:rsidP="00B65DC9">
      <w:r>
        <w:t>305.7662</w:t>
      </w:r>
      <w:r>
        <w:tab/>
        <w:t>1.266e-2</w:t>
      </w:r>
    </w:p>
    <w:p w:rsidR="00B65DC9" w:rsidRDefault="00B65DC9" w:rsidP="00B65DC9">
      <w:r>
        <w:t>305.7701</w:t>
      </w:r>
      <w:r>
        <w:tab/>
        <w:t>1.013e0</w:t>
      </w:r>
    </w:p>
    <w:p w:rsidR="00B65DC9" w:rsidRDefault="00B65DC9" w:rsidP="00B65DC9">
      <w:r>
        <w:t>305.7981</w:t>
      </w:r>
      <w:r>
        <w:tab/>
        <w:t>1.013e0</w:t>
      </w:r>
    </w:p>
    <w:p w:rsidR="00B65DC9" w:rsidRDefault="00B65DC9" w:rsidP="00B65DC9">
      <w:r>
        <w:t>305.8260</w:t>
      </w:r>
      <w:r>
        <w:tab/>
        <w:t>1.013e0</w:t>
      </w:r>
    </w:p>
    <w:p w:rsidR="00B65DC9" w:rsidRDefault="00B65DC9" w:rsidP="00B65DC9">
      <w:r>
        <w:t>305.8308</w:t>
      </w:r>
      <w:r>
        <w:tab/>
        <w:t>1.013e0</w:t>
      </w:r>
    </w:p>
    <w:p w:rsidR="00B65DC9" w:rsidRDefault="00B65DC9" w:rsidP="00B65DC9">
      <w:r>
        <w:t>305.8323</w:t>
      </w:r>
      <w:r>
        <w:tab/>
        <w:t>4.051e0</w:t>
      </w:r>
    </w:p>
    <w:p w:rsidR="00B65DC9" w:rsidRDefault="00B65DC9" w:rsidP="00B65DC9">
      <w:r>
        <w:t>305.8504</w:t>
      </w:r>
      <w:r>
        <w:tab/>
        <w:t>1.013e0</w:t>
      </w:r>
    </w:p>
    <w:p w:rsidR="00B65DC9" w:rsidRDefault="00B65DC9" w:rsidP="00B65DC9">
      <w:r>
        <w:t>305.8780</w:t>
      </w:r>
      <w:r>
        <w:tab/>
        <w:t>2.025e0</w:t>
      </w:r>
    </w:p>
    <w:p w:rsidR="00B65DC9" w:rsidRDefault="00B65DC9" w:rsidP="00B65DC9">
      <w:r>
        <w:t>305.9063</w:t>
      </w:r>
      <w:r>
        <w:tab/>
        <w:t>1.266e-2</w:t>
      </w:r>
    </w:p>
    <w:p w:rsidR="00B65DC9" w:rsidRDefault="00B65DC9" w:rsidP="00B65DC9">
      <w:r>
        <w:t>305.9100</w:t>
      </w:r>
      <w:r>
        <w:tab/>
        <w:t>2.025e0</w:t>
      </w:r>
    </w:p>
    <w:p w:rsidR="00B65DC9" w:rsidRDefault="00B65DC9" w:rsidP="00B65DC9">
      <w:r>
        <w:lastRenderedPageBreak/>
        <w:t>305.9530</w:t>
      </w:r>
      <w:r>
        <w:tab/>
        <w:t>1.013e0</w:t>
      </w:r>
    </w:p>
    <w:p w:rsidR="00B65DC9" w:rsidRDefault="00B65DC9" w:rsidP="00B65DC9">
      <w:r>
        <w:t>305.9742</w:t>
      </w:r>
      <w:r>
        <w:tab/>
        <w:t>3.038e0</w:t>
      </w:r>
    </w:p>
    <w:p w:rsidR="00B65DC9" w:rsidRDefault="00B65DC9" w:rsidP="00B65DC9">
      <w:r>
        <w:t>305.9756</w:t>
      </w:r>
      <w:r>
        <w:tab/>
        <w:t>1.013e0</w:t>
      </w:r>
    </w:p>
    <w:p w:rsidR="00B65DC9" w:rsidRDefault="00B65DC9" w:rsidP="00B65DC9">
      <w:r>
        <w:t>305.9938</w:t>
      </w:r>
      <w:r>
        <w:tab/>
        <w:t>1.025e0</w:t>
      </w:r>
    </w:p>
    <w:p w:rsidR="00B65DC9" w:rsidRDefault="00B65DC9" w:rsidP="00B65DC9">
      <w:r>
        <w:t>306.0219</w:t>
      </w:r>
      <w:r>
        <w:tab/>
        <w:t>1.013e0</w:t>
      </w:r>
    </w:p>
    <w:p w:rsidR="00B65DC9" w:rsidRDefault="00B65DC9" w:rsidP="00B65DC9">
      <w:r>
        <w:t>306.0333</w:t>
      </w:r>
      <w:r>
        <w:tab/>
        <w:t>3.038e0</w:t>
      </w:r>
    </w:p>
    <w:p w:rsidR="00B65DC9" w:rsidRDefault="00B65DC9" w:rsidP="00B65DC9">
      <w:r>
        <w:t>306.0362</w:t>
      </w:r>
      <w:r>
        <w:tab/>
        <w:t>2.025e0</w:t>
      </w:r>
    </w:p>
    <w:p w:rsidR="00B65DC9" w:rsidRDefault="00B65DC9" w:rsidP="00B65DC9">
      <w:r>
        <w:t>306.0456</w:t>
      </w:r>
      <w:r>
        <w:tab/>
        <w:t>4.063e0</w:t>
      </w:r>
    </w:p>
    <w:p w:rsidR="00B65DC9" w:rsidRDefault="00B65DC9" w:rsidP="00B65DC9">
      <w:r>
        <w:t>306.0699</w:t>
      </w:r>
      <w:r>
        <w:tab/>
        <w:t>2.532e-2</w:t>
      </w:r>
    </w:p>
    <w:p w:rsidR="00B65DC9" w:rsidRDefault="00B65DC9" w:rsidP="00B65DC9">
      <w:r>
        <w:t>306.1297</w:t>
      </w:r>
      <w:r>
        <w:tab/>
        <w:t>1.013e0</w:t>
      </w:r>
    </w:p>
    <w:p w:rsidR="00B65DC9" w:rsidRDefault="00B65DC9" w:rsidP="00B65DC9">
      <w:r>
        <w:t>306.1336</w:t>
      </w:r>
      <w:r>
        <w:tab/>
        <w:t>3.798e-2</w:t>
      </w:r>
    </w:p>
    <w:p w:rsidR="00B65DC9" w:rsidRDefault="00B65DC9" w:rsidP="00B65DC9">
      <w:r>
        <w:t>306.1618</w:t>
      </w:r>
      <w:r>
        <w:tab/>
        <w:t>1.038e0</w:t>
      </w:r>
    </w:p>
    <w:p w:rsidR="00B65DC9" w:rsidRDefault="00B65DC9" w:rsidP="00B65DC9">
      <w:r>
        <w:t>306.1809</w:t>
      </w:r>
      <w:r>
        <w:tab/>
        <w:t>1.266e-2</w:t>
      </w:r>
    </w:p>
    <w:p w:rsidR="00B65DC9" w:rsidRDefault="00B65DC9" w:rsidP="00B65DC9">
      <w:r>
        <w:t>306.1857</w:t>
      </w:r>
      <w:r>
        <w:tab/>
        <w:t>1.266e-2</w:t>
      </w:r>
    </w:p>
    <w:p w:rsidR="00B65DC9" w:rsidRDefault="00B65DC9" w:rsidP="00B65DC9">
      <w:r>
        <w:t>306.2128</w:t>
      </w:r>
      <w:r>
        <w:tab/>
        <w:t>3.038e0</w:t>
      </w:r>
    </w:p>
    <w:p w:rsidR="00B65DC9" w:rsidRDefault="00B65DC9" w:rsidP="00B65DC9">
      <w:r>
        <w:t>306.2180</w:t>
      </w:r>
      <w:r>
        <w:tab/>
        <w:t>1.013e0</w:t>
      </w:r>
    </w:p>
    <w:p w:rsidR="00B65DC9" w:rsidRDefault="00B65DC9" w:rsidP="00B65DC9">
      <w:r>
        <w:t>306.2634</w:t>
      </w:r>
      <w:r>
        <w:tab/>
        <w:t>4.051e0</w:t>
      </w:r>
    </w:p>
    <w:p w:rsidR="00B65DC9" w:rsidRDefault="00B65DC9" w:rsidP="00B65DC9">
      <w:r>
        <w:t>306.2977</w:t>
      </w:r>
      <w:r>
        <w:tab/>
        <w:t>1.013e0</w:t>
      </w:r>
    </w:p>
    <w:p w:rsidR="00B65DC9" w:rsidRDefault="00B65DC9" w:rsidP="00B65DC9">
      <w:r>
        <w:t>306.3199</w:t>
      </w:r>
      <w:r>
        <w:tab/>
        <w:t>1.013e0</w:t>
      </w:r>
    </w:p>
    <w:p w:rsidR="00B65DC9" w:rsidRDefault="00B65DC9" w:rsidP="00B65DC9">
      <w:r>
        <w:lastRenderedPageBreak/>
        <w:t>306.3553</w:t>
      </w:r>
      <w:r>
        <w:tab/>
        <w:t>2.025e0</w:t>
      </w:r>
    </w:p>
    <w:p w:rsidR="00B65DC9" w:rsidRDefault="00B65DC9" w:rsidP="00B65DC9">
      <w:r>
        <w:t>306.4035</w:t>
      </w:r>
      <w:r>
        <w:tab/>
        <w:t>2.025e0</w:t>
      </w:r>
    </w:p>
    <w:p w:rsidR="00B65DC9" w:rsidRDefault="00B65DC9" w:rsidP="00B65DC9">
      <w:r>
        <w:t>306.4256</w:t>
      </w:r>
      <w:r>
        <w:tab/>
        <w:t>1.013e0</w:t>
      </w:r>
    </w:p>
    <w:p w:rsidR="00B65DC9" w:rsidRDefault="00B65DC9" w:rsidP="00B65DC9">
      <w:r>
        <w:t>306.4496</w:t>
      </w:r>
      <w:r>
        <w:tab/>
        <w:t>1.013e0</w:t>
      </w:r>
    </w:p>
    <w:p w:rsidR="00B65DC9" w:rsidRDefault="00B65DC9" w:rsidP="00B65DC9">
      <w:r>
        <w:t>306.4975</w:t>
      </w:r>
      <w:r>
        <w:tab/>
        <w:t>1.266e-2</w:t>
      </w:r>
    </w:p>
    <w:p w:rsidR="00B65DC9" w:rsidRDefault="00B65DC9" w:rsidP="00B65DC9">
      <w:r>
        <w:t>306.5014</w:t>
      </w:r>
      <w:r>
        <w:tab/>
        <w:t>1.013e0</w:t>
      </w:r>
    </w:p>
    <w:p w:rsidR="00B65DC9" w:rsidRDefault="00B65DC9" w:rsidP="00B65DC9">
      <w:r>
        <w:t>306.5535</w:t>
      </w:r>
      <w:r>
        <w:tab/>
        <w:t>1.013e0</w:t>
      </w:r>
    </w:p>
    <w:p w:rsidR="00B65DC9" w:rsidRDefault="00B65DC9" w:rsidP="00B65DC9">
      <w:r>
        <w:t>306.6239</w:t>
      </w:r>
      <w:r>
        <w:tab/>
        <w:t>2.025e0</w:t>
      </w:r>
    </w:p>
    <w:p w:rsidR="00B65DC9" w:rsidRDefault="00B65DC9" w:rsidP="00B65DC9">
      <w:r>
        <w:t>306.6260</w:t>
      </w:r>
      <w:r>
        <w:tab/>
        <w:t>1.013e0</w:t>
      </w:r>
    </w:p>
    <w:p w:rsidR="00B65DC9" w:rsidRDefault="00B65DC9" w:rsidP="00B65DC9">
      <w:r>
        <w:t>306.6697</w:t>
      </w:r>
      <w:r>
        <w:tab/>
        <w:t>1.013e0</w:t>
      </w:r>
    </w:p>
    <w:p w:rsidR="00B65DC9" w:rsidRDefault="00B65DC9" w:rsidP="00B65DC9">
      <w:r>
        <w:t>306.7099</w:t>
      </w:r>
      <w:r>
        <w:tab/>
        <w:t>1.013e0</w:t>
      </w:r>
    </w:p>
    <w:p w:rsidR="00B65DC9" w:rsidRDefault="00B65DC9" w:rsidP="00B65DC9">
      <w:r>
        <w:t>306.7136</w:t>
      </w:r>
      <w:r>
        <w:tab/>
        <w:t>2.532e-2</w:t>
      </w:r>
    </w:p>
    <w:p w:rsidR="00B65DC9" w:rsidRDefault="00B65DC9" w:rsidP="00B65DC9">
      <w:r>
        <w:t>306.7652</w:t>
      </w:r>
      <w:r>
        <w:tab/>
        <w:t>1.266e-2</w:t>
      </w:r>
    </w:p>
    <w:p w:rsidR="00B65DC9" w:rsidRDefault="00B65DC9" w:rsidP="00B65DC9">
      <w:r>
        <w:t>306.7770</w:t>
      </w:r>
      <w:r>
        <w:tab/>
        <w:t>1.025e0</w:t>
      </w:r>
    </w:p>
    <w:p w:rsidR="00B65DC9" w:rsidRDefault="00B65DC9" w:rsidP="00B65DC9">
      <w:r>
        <w:t>306.7813</w:t>
      </w:r>
      <w:r>
        <w:tab/>
        <w:t>1.013e0</w:t>
      </w:r>
    </w:p>
    <w:p w:rsidR="00B65DC9" w:rsidRDefault="00B65DC9" w:rsidP="00B65DC9">
      <w:r>
        <w:t>306.9713</w:t>
      </w:r>
      <w:r>
        <w:tab/>
        <w:t>1.013e0</w:t>
      </w:r>
    </w:p>
    <w:p w:rsidR="00B65DC9" w:rsidRDefault="00B65DC9" w:rsidP="00B65DC9">
      <w:r>
        <w:t>306.9816</w:t>
      </w:r>
      <w:r>
        <w:tab/>
        <w:t>1.013e0</w:t>
      </w:r>
    </w:p>
    <w:p w:rsidR="00B65DC9" w:rsidRDefault="00B65DC9" w:rsidP="00B65DC9">
      <w:r>
        <w:t>307.0068</w:t>
      </w:r>
      <w:r>
        <w:tab/>
        <w:t>2.025e0</w:t>
      </w:r>
    </w:p>
    <w:p w:rsidR="00B65DC9" w:rsidRDefault="00B65DC9" w:rsidP="00B65DC9">
      <w:r>
        <w:t>307.0272</w:t>
      </w:r>
      <w:r>
        <w:tab/>
        <w:t>1.025e0</w:t>
      </w:r>
    </w:p>
    <w:p w:rsidR="00B65DC9" w:rsidRDefault="00B65DC9" w:rsidP="00B65DC9">
      <w:r>
        <w:lastRenderedPageBreak/>
        <w:t>307.0828</w:t>
      </w:r>
      <w:r>
        <w:tab/>
        <w:t>1.013e0</w:t>
      </w:r>
    </w:p>
    <w:p w:rsidR="00B65DC9" w:rsidRDefault="00B65DC9" w:rsidP="00B65DC9">
      <w:r>
        <w:t>307.0948</w:t>
      </w:r>
      <w:r>
        <w:tab/>
        <w:t>3.038e0</w:t>
      </w:r>
    </w:p>
    <w:p w:rsidR="00B65DC9" w:rsidRDefault="00B65DC9" w:rsidP="00B65DC9">
      <w:r>
        <w:t>307.1134</w:t>
      </w:r>
      <w:r>
        <w:tab/>
        <w:t>2.025e0</w:t>
      </w:r>
    </w:p>
    <w:p w:rsidR="00B65DC9" w:rsidRDefault="00B65DC9" w:rsidP="00B65DC9">
      <w:r>
        <w:t>307.1372</w:t>
      </w:r>
      <w:r>
        <w:tab/>
        <w:t>2.532e-2</w:t>
      </w:r>
    </w:p>
    <w:p w:rsidR="00B65DC9" w:rsidRDefault="00B65DC9" w:rsidP="00B65DC9">
      <w:r>
        <w:t>307.1772</w:t>
      </w:r>
      <w:r>
        <w:tab/>
        <w:t>1.013e0</w:t>
      </w:r>
    </w:p>
    <w:p w:rsidR="00B65DC9" w:rsidRDefault="00B65DC9" w:rsidP="00B65DC9">
      <w:r>
        <w:t>307.2041</w:t>
      </w:r>
      <w:r>
        <w:tab/>
        <w:t>1.038e0</w:t>
      </w:r>
    </w:p>
    <w:p w:rsidR="00B65DC9" w:rsidRDefault="00B65DC9" w:rsidP="00B65DC9">
      <w:r>
        <w:t>307.2091</w:t>
      </w:r>
      <w:r>
        <w:tab/>
        <w:t>1.013e0</w:t>
      </w:r>
    </w:p>
    <w:p w:rsidR="00B65DC9" w:rsidRDefault="00B65DC9" w:rsidP="00B65DC9">
      <w:r>
        <w:t>307.2338</w:t>
      </w:r>
      <w:r>
        <w:tab/>
        <w:t>3.051e0</w:t>
      </w:r>
    </w:p>
    <w:p w:rsidR="00B65DC9" w:rsidRDefault="00B65DC9" w:rsidP="00B65DC9">
      <w:r>
        <w:t>307.2557</w:t>
      </w:r>
      <w:r>
        <w:tab/>
        <w:t>1.266e-2</w:t>
      </w:r>
    </w:p>
    <w:p w:rsidR="00B65DC9" w:rsidRDefault="00B65DC9" w:rsidP="00B65DC9">
      <w:r>
        <w:t>307.3252</w:t>
      </w:r>
      <w:r>
        <w:tab/>
        <w:t>1.266e-2</w:t>
      </w:r>
    </w:p>
    <w:p w:rsidR="00B65DC9" w:rsidRDefault="00B65DC9" w:rsidP="00B65DC9">
      <w:r>
        <w:t>307.3728</w:t>
      </w:r>
      <w:r>
        <w:tab/>
        <w:t>1.013e0</w:t>
      </w:r>
    </w:p>
    <w:p w:rsidR="00B65DC9" w:rsidRDefault="00B65DC9" w:rsidP="00B65DC9">
      <w:r>
        <w:t>307.4051</w:t>
      </w:r>
      <w:r>
        <w:tab/>
        <w:t>1.013e0</w:t>
      </w:r>
    </w:p>
    <w:p w:rsidR="00B65DC9" w:rsidRDefault="00B65DC9" w:rsidP="00B65DC9">
      <w:r>
        <w:t>307.4331</w:t>
      </w:r>
      <w:r>
        <w:tab/>
        <w:t>1.013e0</w:t>
      </w:r>
    </w:p>
    <w:p w:rsidR="00B65DC9" w:rsidRDefault="00B65DC9" w:rsidP="00B65DC9">
      <w:r>
        <w:t>307.4653</w:t>
      </w:r>
      <w:r>
        <w:tab/>
        <w:t>2.025e0</w:t>
      </w:r>
    </w:p>
    <w:p w:rsidR="00B65DC9" w:rsidRDefault="00B65DC9" w:rsidP="00B65DC9">
      <w:r>
        <w:t>307.5172</w:t>
      </w:r>
      <w:r>
        <w:tab/>
        <w:t>1.013e0</w:t>
      </w:r>
    </w:p>
    <w:p w:rsidR="00B65DC9" w:rsidRDefault="00B65DC9" w:rsidP="00B65DC9">
      <w:r>
        <w:t>307.5682</w:t>
      </w:r>
      <w:r>
        <w:tab/>
        <w:t>1.013e0</w:t>
      </w:r>
    </w:p>
    <w:p w:rsidR="00B65DC9" w:rsidRDefault="00B65DC9" w:rsidP="00B65DC9">
      <w:r>
        <w:t>307.6033</w:t>
      </w:r>
      <w:r>
        <w:tab/>
        <w:t>2.532e-2</w:t>
      </w:r>
    </w:p>
    <w:p w:rsidR="00B65DC9" w:rsidRDefault="00B65DC9" w:rsidP="00B65DC9">
      <w:r>
        <w:t>307.6573</w:t>
      </w:r>
      <w:r>
        <w:tab/>
        <w:t>1.266e-2</w:t>
      </w:r>
    </w:p>
    <w:p w:rsidR="00B65DC9" w:rsidRDefault="00B65DC9" w:rsidP="00B65DC9">
      <w:r>
        <w:t>307.6801</w:t>
      </w:r>
      <w:r>
        <w:tab/>
        <w:t>2.025e0</w:t>
      </w:r>
    </w:p>
    <w:p w:rsidR="00B65DC9" w:rsidRDefault="00B65DC9" w:rsidP="00B65DC9">
      <w:r>
        <w:lastRenderedPageBreak/>
        <w:t>307.7301</w:t>
      </w:r>
      <w:r>
        <w:tab/>
        <w:t>1.013e0</w:t>
      </w:r>
    </w:p>
    <w:p w:rsidR="00B65DC9" w:rsidRDefault="00B65DC9" w:rsidP="00B65DC9">
      <w:r>
        <w:t>307.7413</w:t>
      </w:r>
      <w:r>
        <w:tab/>
        <w:t>1.013e0</w:t>
      </w:r>
    </w:p>
    <w:p w:rsidR="00B65DC9" w:rsidRDefault="00B65DC9" w:rsidP="00B65DC9">
      <w:r>
        <w:t>307.7813</w:t>
      </w:r>
      <w:r>
        <w:tab/>
        <w:t>1.013e0</w:t>
      </w:r>
    </w:p>
    <w:p w:rsidR="00B65DC9" w:rsidRDefault="00B65DC9" w:rsidP="00B65DC9">
      <w:r>
        <w:t>307.8093</w:t>
      </w:r>
      <w:r>
        <w:tab/>
        <w:t>1.013e0</w:t>
      </w:r>
    </w:p>
    <w:p w:rsidR="00B65DC9" w:rsidRDefault="00B65DC9" w:rsidP="00B65DC9">
      <w:r>
        <w:t>307.8250</w:t>
      </w:r>
      <w:r>
        <w:tab/>
        <w:t>2.025e0</w:t>
      </w:r>
    </w:p>
    <w:p w:rsidR="00B65DC9" w:rsidRDefault="00B65DC9" w:rsidP="00B65DC9">
      <w:r>
        <w:t>307.8373</w:t>
      </w:r>
      <w:r>
        <w:tab/>
        <w:t>1.013e0</w:t>
      </w:r>
    </w:p>
    <w:p w:rsidR="00B65DC9" w:rsidRDefault="00B65DC9" w:rsidP="00B65DC9">
      <w:r>
        <w:t>307.8530</w:t>
      </w:r>
      <w:r>
        <w:tab/>
        <w:t>1.013e0</w:t>
      </w:r>
    </w:p>
    <w:p w:rsidR="00B65DC9" w:rsidRDefault="00B65DC9" w:rsidP="00B65DC9">
      <w:r>
        <w:t>307.8809</w:t>
      </w:r>
      <w:r>
        <w:tab/>
        <w:t>1.013e0</w:t>
      </w:r>
    </w:p>
    <w:p w:rsidR="00B65DC9" w:rsidRDefault="00B65DC9" w:rsidP="00B65DC9">
      <w:r>
        <w:t>307.9453</w:t>
      </w:r>
      <w:r>
        <w:tab/>
        <w:t>2.025e0</w:t>
      </w:r>
    </w:p>
    <w:p w:rsidR="00B65DC9" w:rsidRDefault="00B65DC9" w:rsidP="00B65DC9">
      <w:r>
        <w:t>307.9493</w:t>
      </w:r>
      <w:r>
        <w:tab/>
        <w:t>1.266e-2</w:t>
      </w:r>
    </w:p>
    <w:p w:rsidR="00B65DC9" w:rsidRDefault="00B65DC9" w:rsidP="00B65DC9">
      <w:r>
        <w:t>307.9733</w:t>
      </w:r>
      <w:r>
        <w:tab/>
        <w:t>1.013e0</w:t>
      </w:r>
    </w:p>
    <w:p w:rsidR="00B65DC9" w:rsidRDefault="00B65DC9" w:rsidP="00B65DC9">
      <w:r>
        <w:t>307.9916</w:t>
      </w:r>
      <w:r>
        <w:tab/>
        <w:t>1.025e0</w:t>
      </w:r>
    </w:p>
    <w:p w:rsidR="00B65DC9" w:rsidRDefault="00B65DC9" w:rsidP="00B65DC9">
      <w:r>
        <w:t>308.0217</w:t>
      </w:r>
      <w:r>
        <w:tab/>
        <w:t>3.038e0</w:t>
      </w:r>
    </w:p>
    <w:p w:rsidR="00B65DC9" w:rsidRDefault="00B65DC9" w:rsidP="00B65DC9">
      <w:r>
        <w:t>308.0297</w:t>
      </w:r>
      <w:r>
        <w:tab/>
        <w:t>1.266e-2</w:t>
      </w:r>
    </w:p>
    <w:p w:rsidR="00B65DC9" w:rsidRDefault="00B65DC9" w:rsidP="00B65DC9">
      <w:r>
        <w:t>308.0595</w:t>
      </w:r>
      <w:r>
        <w:tab/>
        <w:t>2.532e-2</w:t>
      </w:r>
    </w:p>
    <w:p w:rsidR="00B65DC9" w:rsidRDefault="00B65DC9" w:rsidP="00B65DC9">
      <w:r>
        <w:t>308.0663</w:t>
      </w:r>
      <w:r>
        <w:tab/>
        <w:t>3.038e0</w:t>
      </w:r>
    </w:p>
    <w:p w:rsidR="00B65DC9" w:rsidRDefault="00B65DC9" w:rsidP="00B65DC9">
      <w:r>
        <w:t>308.0746</w:t>
      </w:r>
      <w:r>
        <w:tab/>
        <w:t>4.051e0</w:t>
      </w:r>
    </w:p>
    <w:p w:rsidR="00B65DC9" w:rsidRDefault="00B65DC9" w:rsidP="00B65DC9">
      <w:r>
        <w:t>308.0853</w:t>
      </w:r>
      <w:r>
        <w:tab/>
        <w:t>2.025e0</w:t>
      </w:r>
    </w:p>
    <w:p w:rsidR="00B65DC9" w:rsidRDefault="00B65DC9" w:rsidP="00B65DC9">
      <w:r>
        <w:t>308.1045</w:t>
      </w:r>
      <w:r>
        <w:tab/>
        <w:t>1.013e0</w:t>
      </w:r>
    </w:p>
    <w:p w:rsidR="00B65DC9" w:rsidRDefault="00B65DC9" w:rsidP="00B65DC9">
      <w:r>
        <w:lastRenderedPageBreak/>
        <w:t>308.1217</w:t>
      </w:r>
      <w:r>
        <w:tab/>
        <w:t>1.013e0</w:t>
      </w:r>
    </w:p>
    <w:p w:rsidR="00B65DC9" w:rsidRDefault="00B65DC9" w:rsidP="00B65DC9">
      <w:r>
        <w:t>308.1269</w:t>
      </w:r>
      <w:r>
        <w:tab/>
        <w:t>1.266e-2</w:t>
      </w:r>
    </w:p>
    <w:p w:rsidR="00B65DC9" w:rsidRDefault="00B65DC9" w:rsidP="00B65DC9">
      <w:r>
        <w:t>308.1595</w:t>
      </w:r>
      <w:r>
        <w:tab/>
        <w:t>2.025e0</w:t>
      </w:r>
    </w:p>
    <w:p w:rsidR="00B65DC9" w:rsidRDefault="00B65DC9" w:rsidP="00B65DC9">
      <w:r>
        <w:t>308.1654</w:t>
      </w:r>
      <w:r>
        <w:tab/>
        <w:t>1.013e0</w:t>
      </w:r>
    </w:p>
    <w:p w:rsidR="00B65DC9" w:rsidRDefault="00B65DC9" w:rsidP="00B65DC9">
      <w:r>
        <w:t>308.1739</w:t>
      </w:r>
      <w:r>
        <w:tab/>
        <w:t>1.013e0</w:t>
      </w:r>
    </w:p>
    <w:p w:rsidR="00B65DC9" w:rsidRDefault="00B65DC9" w:rsidP="00B65DC9">
      <w:r>
        <w:t>308.1924</w:t>
      </w:r>
      <w:r>
        <w:tab/>
        <w:t>3.038e0</w:t>
      </w:r>
    </w:p>
    <w:p w:rsidR="00B65DC9" w:rsidRDefault="00B65DC9" w:rsidP="00B65DC9">
      <w:r>
        <w:t>308.2187</w:t>
      </w:r>
      <w:r>
        <w:tab/>
        <w:t>2.532e-2</w:t>
      </w:r>
    </w:p>
    <w:p w:rsidR="00B65DC9" w:rsidRDefault="00B65DC9" w:rsidP="00B65DC9">
      <w:r>
        <w:t>308.2614</w:t>
      </w:r>
      <w:r>
        <w:tab/>
        <w:t>1.266e-2</w:t>
      </w:r>
    </w:p>
    <w:p w:rsidR="00B65DC9" w:rsidRDefault="00B65DC9" w:rsidP="00B65DC9">
      <w:r>
        <w:t>308.2727</w:t>
      </w:r>
      <w:r>
        <w:tab/>
        <w:t>1.013e0</w:t>
      </w:r>
    </w:p>
    <w:p w:rsidR="00B65DC9" w:rsidRDefault="00B65DC9" w:rsidP="00B65DC9">
      <w:r>
        <w:t>308.3055</w:t>
      </w:r>
      <w:r>
        <w:tab/>
        <w:t>1.266e-2</w:t>
      </w:r>
    </w:p>
    <w:p w:rsidR="00B65DC9" w:rsidRDefault="00B65DC9" w:rsidP="00B65DC9">
      <w:r>
        <w:t>308.3135</w:t>
      </w:r>
      <w:r>
        <w:tab/>
        <w:t>1.013e0</w:t>
      </w:r>
    </w:p>
    <w:p w:rsidR="00B65DC9" w:rsidRDefault="00B65DC9" w:rsidP="00B65DC9">
      <w:r>
        <w:t>308.3226</w:t>
      </w:r>
      <w:r>
        <w:tab/>
        <w:t>1.013e0</w:t>
      </w:r>
    </w:p>
    <w:p w:rsidR="00B65DC9" w:rsidRDefault="00B65DC9" w:rsidP="00B65DC9">
      <w:r>
        <w:t>308.3900</w:t>
      </w:r>
      <w:r>
        <w:tab/>
        <w:t>1.266e-2</w:t>
      </w:r>
    </w:p>
    <w:p w:rsidR="00B65DC9" w:rsidRDefault="00B65DC9" w:rsidP="00B65DC9">
      <w:r>
        <w:t>308.4374</w:t>
      </w:r>
      <w:r>
        <w:tab/>
        <w:t>2.025e0</w:t>
      </w:r>
    </w:p>
    <w:p w:rsidR="00B65DC9" w:rsidRDefault="00B65DC9" w:rsidP="00B65DC9">
      <w:r>
        <w:t>308.4629</w:t>
      </w:r>
      <w:r>
        <w:tab/>
        <w:t>1.013e0</w:t>
      </w:r>
    </w:p>
    <w:p w:rsidR="00B65DC9" w:rsidRDefault="00B65DC9" w:rsidP="00B65DC9">
      <w:r>
        <w:t>308.5356</w:t>
      </w:r>
      <w:r>
        <w:tab/>
        <w:t>2.025e0</w:t>
      </w:r>
    </w:p>
    <w:p w:rsidR="00B65DC9" w:rsidRDefault="00B65DC9" w:rsidP="00B65DC9">
      <w:r>
        <w:t>308.5381</w:t>
      </w:r>
      <w:r>
        <w:tab/>
        <w:t>1.025e0</w:t>
      </w:r>
    </w:p>
    <w:p w:rsidR="00B65DC9" w:rsidRDefault="00B65DC9" w:rsidP="00B65DC9">
      <w:r>
        <w:t>308.5616</w:t>
      </w:r>
      <w:r>
        <w:tab/>
        <w:t>1.013e0</w:t>
      </w:r>
    </w:p>
    <w:p w:rsidR="00B65DC9" w:rsidRDefault="00B65DC9" w:rsidP="00B65DC9">
      <w:r>
        <w:t>308.6137</w:t>
      </w:r>
      <w:r>
        <w:tab/>
        <w:t>1.266e-2</w:t>
      </w:r>
    </w:p>
    <w:p w:rsidR="00B65DC9" w:rsidRDefault="00B65DC9" w:rsidP="00B65DC9">
      <w:r>
        <w:lastRenderedPageBreak/>
        <w:t>308.6457</w:t>
      </w:r>
      <w:r>
        <w:tab/>
        <w:t>1.266e-2</w:t>
      </w:r>
    </w:p>
    <w:p w:rsidR="00B65DC9" w:rsidRDefault="00B65DC9" w:rsidP="00B65DC9">
      <w:r>
        <w:t>308.7018</w:t>
      </w:r>
      <w:r>
        <w:tab/>
        <w:t>1.013e0</w:t>
      </w:r>
    </w:p>
    <w:p w:rsidR="00B65DC9" w:rsidRDefault="00B65DC9" w:rsidP="00B65DC9">
      <w:r>
        <w:t>308.7058</w:t>
      </w:r>
      <w:r>
        <w:tab/>
        <w:t>2.532e-2</w:t>
      </w:r>
    </w:p>
    <w:p w:rsidR="00B65DC9" w:rsidRDefault="00B65DC9" w:rsidP="00B65DC9">
      <w:r>
        <w:t>308.7858</w:t>
      </w:r>
      <w:r>
        <w:tab/>
        <w:t>1.013e0</w:t>
      </w:r>
    </w:p>
    <w:p w:rsidR="00B65DC9" w:rsidRDefault="00B65DC9" w:rsidP="00B65DC9">
      <w:r>
        <w:t>308.8377</w:t>
      </w:r>
      <w:r>
        <w:tab/>
        <w:t>1.266e-2</w:t>
      </w:r>
    </w:p>
    <w:p w:rsidR="00B65DC9" w:rsidRDefault="00B65DC9" w:rsidP="00B65DC9">
      <w:r>
        <w:t>308.8545</w:t>
      </w:r>
      <w:r>
        <w:tab/>
        <w:t>1.013e0</w:t>
      </w:r>
    </w:p>
    <w:p w:rsidR="00B65DC9" w:rsidRDefault="00B65DC9" w:rsidP="00B65DC9">
      <w:r>
        <w:t>308.8825</w:t>
      </w:r>
      <w:r>
        <w:tab/>
        <w:t>1.266e-2</w:t>
      </w:r>
    </w:p>
    <w:p w:rsidR="00B65DC9" w:rsidRDefault="00B65DC9" w:rsidP="00B65DC9">
      <w:r>
        <w:t>308.8979</w:t>
      </w:r>
      <w:r>
        <w:tab/>
        <w:t>2.025e0</w:t>
      </w:r>
    </w:p>
    <w:p w:rsidR="00B65DC9" w:rsidRDefault="00B65DC9" w:rsidP="00B65DC9">
      <w:r>
        <w:t>308.9301</w:t>
      </w:r>
      <w:r>
        <w:tab/>
        <w:t>1.266e-2</w:t>
      </w:r>
    </w:p>
    <w:p w:rsidR="00B65DC9" w:rsidRDefault="00B65DC9" w:rsidP="00B65DC9">
      <w:r>
        <w:t>308.9371</w:t>
      </w:r>
      <w:r>
        <w:tab/>
        <w:t>2.025e0</w:t>
      </w:r>
    </w:p>
    <w:p w:rsidR="00B65DC9" w:rsidRDefault="00B65DC9" w:rsidP="00B65DC9">
      <w:r>
        <w:t>308.9820</w:t>
      </w:r>
      <w:r>
        <w:tab/>
        <w:t>1.013e0</w:t>
      </w:r>
    </w:p>
    <w:p w:rsidR="00B65DC9" w:rsidRDefault="00B65DC9" w:rsidP="00B65DC9">
      <w:r>
        <w:t>309.0002</w:t>
      </w:r>
      <w:r>
        <w:tab/>
        <w:t>1.013e0</w:t>
      </w:r>
    </w:p>
    <w:p w:rsidR="00B65DC9" w:rsidRDefault="00B65DC9" w:rsidP="00B65DC9">
      <w:r>
        <w:t>309.0231</w:t>
      </w:r>
      <w:r>
        <w:tab/>
        <w:t>1.013e0</w:t>
      </w:r>
    </w:p>
    <w:p w:rsidR="00B65DC9" w:rsidRDefault="00B65DC9" w:rsidP="00B65DC9">
      <w:r>
        <w:t>309.0341</w:t>
      </w:r>
      <w:r>
        <w:tab/>
        <w:t>1.051e0</w:t>
      </w:r>
    </w:p>
    <w:p w:rsidR="00B65DC9" w:rsidRDefault="00B65DC9" w:rsidP="00B65DC9">
      <w:r>
        <w:t>309.0486</w:t>
      </w:r>
      <w:r>
        <w:tab/>
        <w:t>2.532e-2</w:t>
      </w:r>
    </w:p>
    <w:p w:rsidR="00B65DC9" w:rsidRDefault="00B65DC9" w:rsidP="00B65DC9">
      <w:r>
        <w:t>309.0666</w:t>
      </w:r>
      <w:r>
        <w:tab/>
        <w:t>2.051e0</w:t>
      </w:r>
    </w:p>
    <w:p w:rsidR="00B65DC9" w:rsidRDefault="00B65DC9" w:rsidP="00B65DC9">
      <w:r>
        <w:t>309.0818</w:t>
      </w:r>
      <w:r>
        <w:tab/>
        <w:t>2.025e0</w:t>
      </w:r>
    </w:p>
    <w:p w:rsidR="00B65DC9" w:rsidRDefault="00B65DC9" w:rsidP="00B65DC9">
      <w:r>
        <w:t>309.0899</w:t>
      </w:r>
      <w:r>
        <w:tab/>
        <w:t>1.013e0</w:t>
      </w:r>
    </w:p>
    <w:p w:rsidR="00B65DC9" w:rsidRDefault="00B65DC9" w:rsidP="00B65DC9">
      <w:r>
        <w:t>309.0919</w:t>
      </w:r>
      <w:r>
        <w:tab/>
        <w:t>2.025e0</w:t>
      </w:r>
    </w:p>
    <w:p w:rsidR="00B65DC9" w:rsidRDefault="00B65DC9" w:rsidP="00B65DC9">
      <w:r>
        <w:lastRenderedPageBreak/>
        <w:t>309.0942</w:t>
      </w:r>
      <w:r>
        <w:tab/>
        <w:t>1.013e0</w:t>
      </w:r>
    </w:p>
    <w:p w:rsidR="00B65DC9" w:rsidRDefault="00B65DC9" w:rsidP="00B65DC9">
      <w:r>
        <w:t>309.1068</w:t>
      </w:r>
      <w:r>
        <w:tab/>
        <w:t>1.013e0</w:t>
      </w:r>
    </w:p>
    <w:p w:rsidR="00B65DC9" w:rsidRDefault="00B65DC9" w:rsidP="00B65DC9">
      <w:r>
        <w:t>309.1464</w:t>
      </w:r>
      <w:r>
        <w:tab/>
        <w:t>2.025e0</w:t>
      </w:r>
    </w:p>
    <w:p w:rsidR="00B65DC9" w:rsidRDefault="00B65DC9" w:rsidP="00B65DC9">
      <w:r>
        <w:t>309.1543</w:t>
      </w:r>
      <w:r>
        <w:tab/>
        <w:t>1.013e0</w:t>
      </w:r>
    </w:p>
    <w:p w:rsidR="00B65DC9" w:rsidRDefault="00B65DC9" w:rsidP="00B65DC9">
      <w:r>
        <w:t>309.2029</w:t>
      </w:r>
      <w:r>
        <w:tab/>
        <w:t>2.025e0</w:t>
      </w:r>
    </w:p>
    <w:p w:rsidR="00B65DC9" w:rsidRDefault="00B65DC9" w:rsidP="00B65DC9">
      <w:r>
        <w:t>309.2144</w:t>
      </w:r>
      <w:r>
        <w:tab/>
        <w:t>1.266e-2</w:t>
      </w:r>
    </w:p>
    <w:p w:rsidR="00B65DC9" w:rsidRDefault="00B65DC9" w:rsidP="00B65DC9">
      <w:r>
        <w:t>309.2189</w:t>
      </w:r>
      <w:r>
        <w:tab/>
        <w:t>1.266e-2</w:t>
      </w:r>
    </w:p>
    <w:p w:rsidR="00B65DC9" w:rsidRDefault="00B65DC9" w:rsidP="00B65DC9">
      <w:r>
        <w:t>309.3130</w:t>
      </w:r>
      <w:r>
        <w:tab/>
        <w:t>2.025e0</w:t>
      </w:r>
    </w:p>
    <w:p w:rsidR="00B65DC9" w:rsidRDefault="00B65DC9" w:rsidP="00B65DC9">
      <w:r>
        <w:t>309.3469</w:t>
      </w:r>
      <w:r>
        <w:tab/>
        <w:t>1.266e-2</w:t>
      </w:r>
    </w:p>
    <w:p w:rsidR="00B65DC9" w:rsidRDefault="00B65DC9" w:rsidP="00B65DC9">
      <w:r>
        <w:t>309.3932</w:t>
      </w:r>
      <w:r>
        <w:tab/>
        <w:t>1.013e0</w:t>
      </w:r>
    </w:p>
    <w:p w:rsidR="00B65DC9" w:rsidRDefault="00B65DC9" w:rsidP="00B65DC9">
      <w:r>
        <w:t>309.3985</w:t>
      </w:r>
      <w:r>
        <w:tab/>
        <w:t>1.013e0</w:t>
      </w:r>
    </w:p>
    <w:p w:rsidR="00B65DC9" w:rsidRDefault="00B65DC9" w:rsidP="00B65DC9">
      <w:r>
        <w:t>309.4265</w:t>
      </w:r>
      <w:r>
        <w:tab/>
        <w:t>1.013e0</w:t>
      </w:r>
    </w:p>
    <w:p w:rsidR="00B65DC9" w:rsidRDefault="00B65DC9" w:rsidP="00B65DC9">
      <w:r>
        <w:t>309.4392</w:t>
      </w:r>
      <w:r>
        <w:tab/>
        <w:t>3.038e0</w:t>
      </w:r>
    </w:p>
    <w:p w:rsidR="00B65DC9" w:rsidRDefault="00B65DC9" w:rsidP="00B65DC9">
      <w:r>
        <w:t>309.4948</w:t>
      </w:r>
      <w:r>
        <w:tab/>
        <w:t>1.266e-2</w:t>
      </w:r>
    </w:p>
    <w:p w:rsidR="00B65DC9" w:rsidRDefault="00B65DC9" w:rsidP="00B65DC9">
      <w:r>
        <w:t>309.5107</w:t>
      </w:r>
      <w:r>
        <w:tab/>
        <w:t>1.266e-2</w:t>
      </w:r>
    </w:p>
    <w:p w:rsidR="00B65DC9" w:rsidRDefault="00B65DC9" w:rsidP="00B65DC9">
      <w:r>
        <w:t>309.5768</w:t>
      </w:r>
      <w:r>
        <w:tab/>
        <w:t>2.025e0</w:t>
      </w:r>
    </w:p>
    <w:p w:rsidR="00B65DC9" w:rsidRDefault="00B65DC9" w:rsidP="00B65DC9">
      <w:r>
        <w:t>309.6174</w:t>
      </w:r>
      <w:r>
        <w:tab/>
        <w:t>1.266e-2</w:t>
      </w:r>
    </w:p>
    <w:p w:rsidR="00B65DC9" w:rsidRDefault="00B65DC9" w:rsidP="00B65DC9">
      <w:r>
        <w:t>309.6350</w:t>
      </w:r>
      <w:r>
        <w:tab/>
        <w:t>1.266e-2</w:t>
      </w:r>
    </w:p>
    <w:p w:rsidR="00B65DC9" w:rsidRDefault="00B65DC9" w:rsidP="00B65DC9">
      <w:r>
        <w:t>309.6459</w:t>
      </w:r>
      <w:r>
        <w:tab/>
        <w:t>1.266e-2</w:t>
      </w:r>
    </w:p>
    <w:p w:rsidR="00B65DC9" w:rsidRDefault="00B65DC9" w:rsidP="00B65DC9">
      <w:r>
        <w:lastRenderedPageBreak/>
        <w:t>309.6830</w:t>
      </w:r>
      <w:r>
        <w:tab/>
        <w:t>1.013e0</w:t>
      </w:r>
    </w:p>
    <w:p w:rsidR="00B65DC9" w:rsidRDefault="00B65DC9" w:rsidP="00B65DC9">
      <w:r>
        <w:t>309.6911</w:t>
      </w:r>
      <w:r>
        <w:tab/>
        <w:t>2.025e0</w:t>
      </w:r>
    </w:p>
    <w:p w:rsidR="00B65DC9" w:rsidRDefault="00B65DC9" w:rsidP="00B65DC9">
      <w:r>
        <w:t>309.7752</w:t>
      </w:r>
      <w:r>
        <w:tab/>
        <w:t>1.266e-2</w:t>
      </w:r>
    </w:p>
    <w:p w:rsidR="00B65DC9" w:rsidRDefault="00B65DC9" w:rsidP="00B65DC9">
      <w:r>
        <w:t>309.7859</w:t>
      </w:r>
      <w:r>
        <w:tab/>
        <w:t>1.266e-2</w:t>
      </w:r>
    </w:p>
    <w:p w:rsidR="00B65DC9" w:rsidRDefault="00B65DC9" w:rsidP="00B65DC9">
      <w:r>
        <w:t>309.8795</w:t>
      </w:r>
      <w:r>
        <w:tab/>
        <w:t>1.025e0</w:t>
      </w:r>
    </w:p>
    <w:p w:rsidR="00B65DC9" w:rsidRDefault="00B65DC9" w:rsidP="00B65DC9">
      <w:r>
        <w:t>309.8835</w:t>
      </w:r>
      <w:r>
        <w:tab/>
        <w:t>1.013e0</w:t>
      </w:r>
    </w:p>
    <w:p w:rsidR="00B65DC9" w:rsidRDefault="00B65DC9" w:rsidP="00B65DC9">
      <w:r>
        <w:t>309.9039</w:t>
      </w:r>
      <w:r>
        <w:tab/>
        <w:t>1.013e0</w:t>
      </w:r>
    </w:p>
    <w:p w:rsidR="00B65DC9" w:rsidRDefault="00B65DC9" w:rsidP="00B65DC9">
      <w:r>
        <w:t>309.9235</w:t>
      </w:r>
      <w:r>
        <w:tab/>
        <w:t>2.025e0</w:t>
      </w:r>
    </w:p>
    <w:p w:rsidR="00B65DC9" w:rsidRDefault="00B65DC9" w:rsidP="00B65DC9">
      <w:r>
        <w:t>309.9743</w:t>
      </w:r>
      <w:r>
        <w:tab/>
        <w:t>2.025e0</w:t>
      </w:r>
    </w:p>
    <w:p w:rsidR="00B65DC9" w:rsidRDefault="00B65DC9" w:rsidP="00B65DC9">
      <w:r>
        <w:t>309.9957</w:t>
      </w:r>
      <w:r>
        <w:tab/>
        <w:t>1.266e-2</w:t>
      </w:r>
    </w:p>
    <w:p w:rsidR="00B65DC9" w:rsidRDefault="00B65DC9" w:rsidP="00B65DC9">
      <w:r>
        <w:t>310.0221</w:t>
      </w:r>
      <w:r>
        <w:tab/>
        <w:t>2.025e0</w:t>
      </w:r>
    </w:p>
    <w:p w:rsidR="00B65DC9" w:rsidRDefault="00B65DC9" w:rsidP="00B65DC9">
      <w:r>
        <w:t>310.0332</w:t>
      </w:r>
      <w:r>
        <w:tab/>
        <w:t>1.013e0</w:t>
      </w:r>
    </w:p>
    <w:p w:rsidR="00B65DC9" w:rsidRDefault="00B65DC9" w:rsidP="00B65DC9">
      <w:r>
        <w:t>310.0411</w:t>
      </w:r>
      <w:r>
        <w:tab/>
        <w:t>2.025e0</w:t>
      </w:r>
    </w:p>
    <w:p w:rsidR="00B65DC9" w:rsidRDefault="00B65DC9" w:rsidP="00B65DC9">
      <w:r>
        <w:t>310.0497</w:t>
      </w:r>
      <w:r>
        <w:tab/>
        <w:t>3.038e0</w:t>
      </w:r>
    </w:p>
    <w:p w:rsidR="00B65DC9" w:rsidRDefault="00B65DC9" w:rsidP="00B65DC9">
      <w:r>
        <w:t>310.0842</w:t>
      </w:r>
      <w:r>
        <w:tab/>
        <w:t>1.013e0</w:t>
      </w:r>
    </w:p>
    <w:p w:rsidR="00B65DC9" w:rsidRDefault="00B65DC9" w:rsidP="00B65DC9">
      <w:r>
        <w:t>310.0951</w:t>
      </w:r>
      <w:r>
        <w:tab/>
        <w:t>1.266e-2</w:t>
      </w:r>
    </w:p>
    <w:p w:rsidR="00B65DC9" w:rsidRDefault="00B65DC9" w:rsidP="00B65DC9">
      <w:r>
        <w:t>310.1757</w:t>
      </w:r>
      <w:r>
        <w:tab/>
        <w:t>4.051e0</w:t>
      </w:r>
    </w:p>
    <w:p w:rsidR="00B65DC9" w:rsidRDefault="00B65DC9" w:rsidP="00B65DC9">
      <w:r>
        <w:t>310.2441</w:t>
      </w:r>
      <w:r>
        <w:tab/>
        <w:t>1.266e-2</w:t>
      </w:r>
    </w:p>
    <w:p w:rsidR="00B65DC9" w:rsidRDefault="00B65DC9" w:rsidP="00B65DC9">
      <w:r>
        <w:t>310.2570</w:t>
      </w:r>
      <w:r>
        <w:tab/>
        <w:t>3.038e0</w:t>
      </w:r>
    </w:p>
    <w:p w:rsidR="00B65DC9" w:rsidRDefault="00B65DC9" w:rsidP="00B65DC9">
      <w:r>
        <w:lastRenderedPageBreak/>
        <w:t>310.2656</w:t>
      </w:r>
      <w:r>
        <w:tab/>
        <w:t>2.025e0</w:t>
      </w:r>
    </w:p>
    <w:p w:rsidR="00B65DC9" w:rsidRDefault="00B65DC9" w:rsidP="00B65DC9">
      <w:r>
        <w:t>310.2683</w:t>
      </w:r>
      <w:r>
        <w:tab/>
        <w:t>1.025e0</w:t>
      </w:r>
    </w:p>
    <w:p w:rsidR="00B65DC9" w:rsidRDefault="00B65DC9" w:rsidP="00B65DC9">
      <w:r>
        <w:t>310.3003</w:t>
      </w:r>
      <w:r>
        <w:tab/>
        <w:t>1.013e0</w:t>
      </w:r>
    </w:p>
    <w:p w:rsidR="00B65DC9" w:rsidRDefault="00B65DC9" w:rsidP="00B65DC9">
      <w:r>
        <w:t>310.3242</w:t>
      </w:r>
      <w:r>
        <w:tab/>
        <w:t>1.013e0</w:t>
      </w:r>
    </w:p>
    <w:p w:rsidR="00B65DC9" w:rsidRDefault="00B65DC9" w:rsidP="00B65DC9">
      <w:r>
        <w:t>310.3486</w:t>
      </w:r>
      <w:r>
        <w:tab/>
        <w:t>1.013e0</w:t>
      </w:r>
    </w:p>
    <w:p w:rsidR="00B65DC9" w:rsidRDefault="00B65DC9" w:rsidP="00B65DC9">
      <w:r>
        <w:t>310.3544</w:t>
      </w:r>
      <w:r>
        <w:tab/>
        <w:t>2.025e0</w:t>
      </w:r>
    </w:p>
    <w:p w:rsidR="00B65DC9" w:rsidRDefault="00B65DC9" w:rsidP="00B65DC9">
      <w:r>
        <w:t>310.3803</w:t>
      </w:r>
      <w:r>
        <w:tab/>
        <w:t>1.013e0</w:t>
      </w:r>
    </w:p>
    <w:p w:rsidR="00B65DC9" w:rsidRDefault="00B65DC9" w:rsidP="00B65DC9">
      <w:r>
        <w:t>310.4369</w:t>
      </w:r>
      <w:r>
        <w:tab/>
        <w:t>1.013e0</w:t>
      </w:r>
    </w:p>
    <w:p w:rsidR="00B65DC9" w:rsidRDefault="00B65DC9" w:rsidP="00B65DC9">
      <w:r>
        <w:t>310.4645</w:t>
      </w:r>
      <w:r>
        <w:tab/>
        <w:t>1.013e0</w:t>
      </w:r>
    </w:p>
    <w:p w:rsidR="00B65DC9" w:rsidRDefault="00B65DC9" w:rsidP="00B65DC9">
      <w:r>
        <w:t>310.4847</w:t>
      </w:r>
      <w:r>
        <w:tab/>
        <w:t>2.025e0</w:t>
      </w:r>
    </w:p>
    <w:p w:rsidR="00B65DC9" w:rsidRDefault="00B65DC9" w:rsidP="00B65DC9">
      <w:r>
        <w:t>310.4926</w:t>
      </w:r>
      <w:r>
        <w:tab/>
        <w:t>1.266e-2</w:t>
      </w:r>
    </w:p>
    <w:p w:rsidR="00B65DC9" w:rsidRDefault="00B65DC9" w:rsidP="00B65DC9">
      <w:r>
        <w:t>310.5006</w:t>
      </w:r>
      <w:r>
        <w:tab/>
        <w:t>1.013e0</w:t>
      </w:r>
    </w:p>
    <w:p w:rsidR="00B65DC9" w:rsidRDefault="00B65DC9" w:rsidP="00B65DC9">
      <w:r>
        <w:t>310.5344</w:t>
      </w:r>
      <w:r>
        <w:tab/>
        <w:t>1.013e0</w:t>
      </w:r>
    </w:p>
    <w:p w:rsidR="00B65DC9" w:rsidRDefault="00B65DC9" w:rsidP="00B65DC9">
      <w:r>
        <w:t>310.5770</w:t>
      </w:r>
      <w:r>
        <w:tab/>
        <w:t>2.025e0</w:t>
      </w:r>
    </w:p>
    <w:p w:rsidR="00B65DC9" w:rsidRDefault="00B65DC9" w:rsidP="00B65DC9">
      <w:r>
        <w:t>310.5948</w:t>
      </w:r>
      <w:r>
        <w:tab/>
        <w:t>1.025e0</w:t>
      </w:r>
    </w:p>
    <w:p w:rsidR="00B65DC9" w:rsidRDefault="00B65DC9" w:rsidP="00B65DC9">
      <w:r>
        <w:t>310.6243</w:t>
      </w:r>
      <w:r>
        <w:tab/>
        <w:t>1.025e0</w:t>
      </w:r>
    </w:p>
    <w:p w:rsidR="00B65DC9" w:rsidRDefault="00B65DC9" w:rsidP="00B65DC9">
      <w:r>
        <w:t>310.6614</w:t>
      </w:r>
      <w:r>
        <w:tab/>
        <w:t>1.025e0</w:t>
      </w:r>
    </w:p>
    <w:p w:rsidR="00B65DC9" w:rsidRDefault="00B65DC9" w:rsidP="00B65DC9">
      <w:r>
        <w:t>310.7176</w:t>
      </w:r>
      <w:r>
        <w:tab/>
        <w:t>1.013e0</w:t>
      </w:r>
    </w:p>
    <w:p w:rsidR="00B65DC9" w:rsidRDefault="00B65DC9" w:rsidP="00B65DC9">
      <w:r>
        <w:t>310.7367</w:t>
      </w:r>
      <w:r>
        <w:tab/>
        <w:t>1.013e0</w:t>
      </w:r>
    </w:p>
    <w:p w:rsidR="00B65DC9" w:rsidRDefault="00B65DC9" w:rsidP="00B65DC9">
      <w:r>
        <w:lastRenderedPageBreak/>
        <w:t>310.7456</w:t>
      </w:r>
      <w:r>
        <w:tab/>
        <w:t>1.266e-2</w:t>
      </w:r>
    </w:p>
    <w:p w:rsidR="00B65DC9" w:rsidRDefault="00B65DC9" w:rsidP="00B65DC9">
      <w:r>
        <w:t>310.7493</w:t>
      </w:r>
      <w:r>
        <w:tab/>
        <w:t>1.266e-2</w:t>
      </w:r>
    </w:p>
    <w:p w:rsidR="00B65DC9" w:rsidRDefault="00B65DC9" w:rsidP="00B65DC9">
      <w:r>
        <w:t>310.7733</w:t>
      </w:r>
      <w:r>
        <w:tab/>
        <w:t>1.266e-2</w:t>
      </w:r>
    </w:p>
    <w:p w:rsidR="00B65DC9" w:rsidRDefault="00B65DC9" w:rsidP="00B65DC9">
      <w:r>
        <w:t>310.7874</w:t>
      </w:r>
      <w:r>
        <w:tab/>
        <w:t>1.013e0</w:t>
      </w:r>
    </w:p>
    <w:p w:rsidR="00B65DC9" w:rsidRDefault="00B65DC9" w:rsidP="00B65DC9">
      <w:r>
        <w:t>310.7977</w:t>
      </w:r>
      <w:r>
        <w:tab/>
        <w:t>1.266e-2</w:t>
      </w:r>
    </w:p>
    <w:p w:rsidR="00B65DC9" w:rsidRDefault="00B65DC9" w:rsidP="00B65DC9">
      <w:r>
        <w:t>310.8381</w:t>
      </w:r>
      <w:r>
        <w:tab/>
        <w:t>1.013e0</w:t>
      </w:r>
    </w:p>
    <w:p w:rsidR="00B65DC9" w:rsidRDefault="00B65DC9" w:rsidP="00B65DC9">
      <w:r>
        <w:t>310.9457</w:t>
      </w:r>
      <w:r>
        <w:tab/>
        <w:t>1.013e0</w:t>
      </w:r>
    </w:p>
    <w:p w:rsidR="00B65DC9" w:rsidRDefault="00B65DC9" w:rsidP="00B65DC9">
      <w:r>
        <w:t>310.9498</w:t>
      </w:r>
      <w:r>
        <w:tab/>
        <w:t>1.025e0</w:t>
      </w:r>
    </w:p>
    <w:p w:rsidR="00B65DC9" w:rsidRDefault="00B65DC9" w:rsidP="00B65DC9">
      <w:r>
        <w:t>310.9661</w:t>
      </w:r>
      <w:r>
        <w:tab/>
        <w:t>1.266e-2</w:t>
      </w:r>
    </w:p>
    <w:p w:rsidR="00B65DC9" w:rsidRDefault="00B65DC9" w:rsidP="00B65DC9">
      <w:r>
        <w:t>311.0104</w:t>
      </w:r>
      <w:r>
        <w:tab/>
        <w:t>2.025e0</w:t>
      </w:r>
    </w:p>
    <w:p w:rsidR="00B65DC9" w:rsidRDefault="00B65DC9" w:rsidP="00B65DC9">
      <w:r>
        <w:t>311.0204</w:t>
      </w:r>
      <w:r>
        <w:tab/>
        <w:t>2.025e0</w:t>
      </w:r>
    </w:p>
    <w:p w:rsidR="00B65DC9" w:rsidRDefault="00B65DC9" w:rsidP="00B65DC9">
      <w:r>
        <w:t>311.0282</w:t>
      </w:r>
      <w:r>
        <w:tab/>
        <w:t>2.532e-2</w:t>
      </w:r>
    </w:p>
    <w:p w:rsidR="00B65DC9" w:rsidRDefault="00B65DC9" w:rsidP="00B65DC9">
      <w:r>
        <w:t>311.0541</w:t>
      </w:r>
      <w:r>
        <w:tab/>
        <w:t>1.013e0</w:t>
      </w:r>
    </w:p>
    <w:p w:rsidR="00B65DC9" w:rsidRDefault="00B65DC9" w:rsidP="00B65DC9">
      <w:r>
        <w:t>311.0563</w:t>
      </w:r>
      <w:r>
        <w:tab/>
        <w:t>5.063e0</w:t>
      </w:r>
    </w:p>
    <w:p w:rsidR="00B65DC9" w:rsidRDefault="00B65DC9" w:rsidP="00B65DC9">
      <w:r>
        <w:t>311.1126</w:t>
      </w:r>
      <w:r>
        <w:tab/>
        <w:t>2.025e0</w:t>
      </w:r>
    </w:p>
    <w:p w:rsidR="00B65DC9" w:rsidRDefault="00B65DC9" w:rsidP="00B65DC9">
      <w:r>
        <w:t>311.1259</w:t>
      </w:r>
      <w:r>
        <w:tab/>
        <w:t>1.025e0</w:t>
      </w:r>
    </w:p>
    <w:p w:rsidR="00B65DC9" w:rsidRDefault="00B65DC9" w:rsidP="00B65DC9">
      <w:r>
        <w:t>311.2022</w:t>
      </w:r>
      <w:r>
        <w:tab/>
        <w:t>1.448e1</w:t>
      </w:r>
    </w:p>
    <w:p w:rsidR="00B65DC9" w:rsidRDefault="00B65DC9" w:rsidP="00B65DC9">
      <w:r>
        <w:t>311.2321</w:t>
      </w:r>
      <w:r>
        <w:tab/>
        <w:t>3.038e0</w:t>
      </w:r>
    </w:p>
    <w:p w:rsidR="00B65DC9" w:rsidRDefault="00B65DC9" w:rsidP="00B65DC9">
      <w:r>
        <w:t>311.2554</w:t>
      </w:r>
      <w:r>
        <w:tab/>
        <w:t>2.532e-2</w:t>
      </w:r>
    </w:p>
    <w:p w:rsidR="00B65DC9" w:rsidRDefault="00B65DC9" w:rsidP="00B65DC9">
      <w:r>
        <w:lastRenderedPageBreak/>
        <w:t>311.3428</w:t>
      </w:r>
      <w:r>
        <w:tab/>
        <w:t>2.025e0</w:t>
      </w:r>
    </w:p>
    <w:p w:rsidR="00B65DC9" w:rsidRDefault="00B65DC9" w:rsidP="00B65DC9">
      <w:r>
        <w:t>311.3891</w:t>
      </w:r>
      <w:r>
        <w:tab/>
        <w:t>2.025e0</w:t>
      </w:r>
    </w:p>
    <w:p w:rsidR="00B65DC9" w:rsidRDefault="00B65DC9" w:rsidP="00B65DC9">
      <w:r>
        <w:t>311.4070</w:t>
      </w:r>
      <w:r>
        <w:tab/>
        <w:t>1.266e-2</w:t>
      </w:r>
    </w:p>
    <w:p w:rsidR="00B65DC9" w:rsidRDefault="00B65DC9" w:rsidP="00B65DC9">
      <w:r>
        <w:t>311.6505</w:t>
      </w:r>
      <w:r>
        <w:tab/>
        <w:t>1.013e0</w:t>
      </w:r>
    </w:p>
    <w:p w:rsidR="00B65DC9" w:rsidRDefault="00B65DC9" w:rsidP="00B65DC9">
      <w:r>
        <w:t>311.6638</w:t>
      </w:r>
      <w:r>
        <w:tab/>
        <w:t>1.013e0</w:t>
      </w:r>
    </w:p>
    <w:p w:rsidR="00B65DC9" w:rsidRDefault="00B65DC9" w:rsidP="00B65DC9">
      <w:r>
        <w:t>311.6736</w:t>
      </w:r>
      <w:r>
        <w:tab/>
        <w:t>1.013e0</w:t>
      </w:r>
    </w:p>
    <w:p w:rsidR="00B65DC9" w:rsidRDefault="00B65DC9" w:rsidP="00B65DC9">
      <w:r>
        <w:t>311.7070</w:t>
      </w:r>
      <w:r>
        <w:tab/>
        <w:t>1.266e-2</w:t>
      </w:r>
    </w:p>
    <w:p w:rsidR="00B65DC9" w:rsidRDefault="00B65DC9" w:rsidP="00B65DC9">
      <w:r>
        <w:t>311.7918</w:t>
      </w:r>
      <w:r>
        <w:tab/>
        <w:t>1.013e0</w:t>
      </w:r>
    </w:p>
    <w:p w:rsidR="00B65DC9" w:rsidRDefault="00B65DC9" w:rsidP="00B65DC9">
      <w:r>
        <w:t>311.8146</w:t>
      </w:r>
      <w:r>
        <w:tab/>
        <w:t>1.025e0</w:t>
      </w:r>
    </w:p>
    <w:p w:rsidR="00B65DC9" w:rsidRDefault="00B65DC9" w:rsidP="00B65DC9">
      <w:r>
        <w:t>311.8845</w:t>
      </w:r>
      <w:r>
        <w:tab/>
        <w:t>1.013e0</w:t>
      </w:r>
    </w:p>
    <w:p w:rsidR="00B65DC9" w:rsidRDefault="00B65DC9" w:rsidP="00B65DC9">
      <w:r>
        <w:t>311.8888</w:t>
      </w:r>
      <w:r>
        <w:tab/>
        <w:t>1.013e0</w:t>
      </w:r>
    </w:p>
    <w:p w:rsidR="00B65DC9" w:rsidRDefault="00B65DC9" w:rsidP="00B65DC9">
      <w:r>
        <w:t>311.9165</w:t>
      </w:r>
      <w:r>
        <w:tab/>
        <w:t>1.266e-2</w:t>
      </w:r>
    </w:p>
    <w:p w:rsidR="00B65DC9" w:rsidRDefault="00B65DC9" w:rsidP="00B65DC9">
      <w:r>
        <w:t>311.9282</w:t>
      </w:r>
      <w:r>
        <w:tab/>
        <w:t>2.025e0</w:t>
      </w:r>
    </w:p>
    <w:p w:rsidR="00B65DC9" w:rsidRDefault="00B65DC9" w:rsidP="00B65DC9">
      <w:r>
        <w:t>311.9370</w:t>
      </w:r>
      <w:r>
        <w:tab/>
        <w:t>2.025e0</w:t>
      </w:r>
    </w:p>
    <w:p w:rsidR="00B65DC9" w:rsidRDefault="00B65DC9" w:rsidP="00B65DC9">
      <w:r>
        <w:t>311.9445</w:t>
      </w:r>
      <w:r>
        <w:tab/>
        <w:t>1.266e-2</w:t>
      </w:r>
    </w:p>
    <w:p w:rsidR="00B65DC9" w:rsidRDefault="00B65DC9" w:rsidP="00B65DC9">
      <w:r>
        <w:t>311.9557</w:t>
      </w:r>
      <w:r>
        <w:tab/>
        <w:t>1.025e0</w:t>
      </w:r>
    </w:p>
    <w:p w:rsidR="00B65DC9" w:rsidRDefault="00B65DC9" w:rsidP="00B65DC9">
      <w:r>
        <w:t>311.9731</w:t>
      </w:r>
      <w:r>
        <w:tab/>
        <w:t>1.266e-2</w:t>
      </w:r>
    </w:p>
    <w:p w:rsidR="00B65DC9" w:rsidRDefault="00B65DC9" w:rsidP="00B65DC9">
      <w:r>
        <w:t>311.9888</w:t>
      </w:r>
      <w:r>
        <w:tab/>
        <w:t>1.013e0</w:t>
      </w:r>
    </w:p>
    <w:p w:rsidR="00B65DC9" w:rsidRDefault="00B65DC9" w:rsidP="00B65DC9">
      <w:r>
        <w:t>312.0169</w:t>
      </w:r>
      <w:r>
        <w:tab/>
        <w:t>1.013e0</w:t>
      </w:r>
    </w:p>
    <w:p w:rsidR="00B65DC9" w:rsidRDefault="00B65DC9" w:rsidP="00B65DC9">
      <w:r>
        <w:lastRenderedPageBreak/>
        <w:t>312.0349</w:t>
      </w:r>
      <w:r>
        <w:tab/>
        <w:t>2.025e0</w:t>
      </w:r>
    </w:p>
    <w:p w:rsidR="00B65DC9" w:rsidRDefault="00B65DC9" w:rsidP="00B65DC9">
      <w:r>
        <w:t>312.0490</w:t>
      </w:r>
      <w:r>
        <w:tab/>
        <w:t>3.798e-2</w:t>
      </w:r>
    </w:p>
    <w:p w:rsidR="00B65DC9" w:rsidRDefault="00B65DC9" w:rsidP="00B65DC9">
      <w:r>
        <w:t>312.0584</w:t>
      </w:r>
      <w:r>
        <w:tab/>
        <w:t>3.038e0</w:t>
      </w:r>
    </w:p>
    <w:p w:rsidR="00B65DC9" w:rsidRDefault="00B65DC9" w:rsidP="00B65DC9">
      <w:r>
        <w:t>312.0670</w:t>
      </w:r>
      <w:r>
        <w:tab/>
        <w:t>2.532e-2</w:t>
      </w:r>
    </w:p>
    <w:p w:rsidR="00B65DC9" w:rsidRDefault="00B65DC9" w:rsidP="00B65DC9">
      <w:r>
        <w:t>312.0752</w:t>
      </w:r>
      <w:r>
        <w:tab/>
        <w:t>2.025e0</w:t>
      </w:r>
    </w:p>
    <w:p w:rsidR="00B65DC9" w:rsidRDefault="00B65DC9" w:rsidP="00B65DC9">
      <w:r>
        <w:t>312.0832</w:t>
      </w:r>
      <w:r>
        <w:tab/>
        <w:t>3.382e0</w:t>
      </w:r>
    </w:p>
    <w:p w:rsidR="00B65DC9" w:rsidRDefault="00B65DC9" w:rsidP="00B65DC9">
      <w:r>
        <w:t>312.1056</w:t>
      </w:r>
      <w:r>
        <w:tab/>
        <w:t>2.025e0</w:t>
      </w:r>
    </w:p>
    <w:p w:rsidR="00B65DC9" w:rsidRDefault="00B65DC9" w:rsidP="00B65DC9">
      <w:r>
        <w:t>312.1281</w:t>
      </w:r>
      <w:r>
        <w:tab/>
        <w:t>3.038e0</w:t>
      </w:r>
    </w:p>
    <w:p w:rsidR="00B65DC9" w:rsidRDefault="00B65DC9" w:rsidP="00B65DC9">
      <w:r>
        <w:t>312.1501</w:t>
      </w:r>
      <w:r>
        <w:tab/>
        <w:t>2.025e0</w:t>
      </w:r>
    </w:p>
    <w:p w:rsidR="00B65DC9" w:rsidRDefault="00B65DC9" w:rsidP="00B65DC9">
      <w:r>
        <w:t>312.1657</w:t>
      </w:r>
      <w:r>
        <w:tab/>
        <w:t>1.013e0</w:t>
      </w:r>
    </w:p>
    <w:p w:rsidR="00B65DC9" w:rsidRDefault="00B65DC9" w:rsidP="00B65DC9">
      <w:r>
        <w:t>312.1928</w:t>
      </w:r>
      <w:r>
        <w:tab/>
        <w:t>5.063e0</w:t>
      </w:r>
    </w:p>
    <w:p w:rsidR="00B65DC9" w:rsidRDefault="00B65DC9" w:rsidP="00B65DC9">
      <w:r>
        <w:t>312.1942</w:t>
      </w:r>
      <w:r>
        <w:tab/>
        <w:t>4.051e0</w:t>
      </w:r>
    </w:p>
    <w:p w:rsidR="00B65DC9" w:rsidRDefault="00B65DC9" w:rsidP="00B65DC9">
      <w:r>
        <w:t>312.2102</w:t>
      </w:r>
      <w:r>
        <w:tab/>
        <w:t>5.114e0</w:t>
      </w:r>
    </w:p>
    <w:p w:rsidR="00B65DC9" w:rsidRDefault="00B65DC9" w:rsidP="00B65DC9">
      <w:r>
        <w:t>312.2820</w:t>
      </w:r>
      <w:r>
        <w:tab/>
        <w:t>2.025e0</w:t>
      </w:r>
    </w:p>
    <w:p w:rsidR="00B65DC9" w:rsidRDefault="00B65DC9" w:rsidP="00B65DC9">
      <w:r>
        <w:t>312.2894</w:t>
      </w:r>
      <w:r>
        <w:tab/>
        <w:t>1.025e0</w:t>
      </w:r>
    </w:p>
    <w:p w:rsidR="00B65DC9" w:rsidRDefault="00B65DC9" w:rsidP="00B65DC9">
      <w:r>
        <w:t>312.2959</w:t>
      </w:r>
      <w:r>
        <w:tab/>
        <w:t>2.025e0</w:t>
      </w:r>
    </w:p>
    <w:p w:rsidR="00B65DC9" w:rsidRDefault="00B65DC9" w:rsidP="00B65DC9">
      <w:r>
        <w:t>312.3420</w:t>
      </w:r>
      <w:r>
        <w:tab/>
        <w:t>2.025e0</w:t>
      </w:r>
    </w:p>
    <w:p w:rsidR="00B65DC9" w:rsidRDefault="00B65DC9" w:rsidP="00B65DC9">
      <w:r>
        <w:t>312.3541</w:t>
      </w:r>
      <w:r>
        <w:tab/>
        <w:t>1.013e0</w:t>
      </w:r>
    </w:p>
    <w:p w:rsidR="00B65DC9" w:rsidRDefault="00B65DC9" w:rsidP="00B65DC9">
      <w:r>
        <w:t>312.4107</w:t>
      </w:r>
      <w:r>
        <w:tab/>
        <w:t>1.013e0</w:t>
      </w:r>
    </w:p>
    <w:p w:rsidR="00B65DC9" w:rsidRDefault="00B65DC9" w:rsidP="00B65DC9">
      <w:r>
        <w:lastRenderedPageBreak/>
        <w:t>312.4196</w:t>
      </w:r>
      <w:r>
        <w:tab/>
        <w:t>1.013e0</w:t>
      </w:r>
    </w:p>
    <w:p w:rsidR="00B65DC9" w:rsidRDefault="00B65DC9" w:rsidP="00B65DC9">
      <w:r>
        <w:t>312.5186</w:t>
      </w:r>
      <w:r>
        <w:tab/>
        <w:t>1.013e0</w:t>
      </w:r>
    </w:p>
    <w:p w:rsidR="00B65DC9" w:rsidRDefault="00B65DC9" w:rsidP="00B65DC9">
      <w:r>
        <w:t>312.5227</w:t>
      </w:r>
      <w:r>
        <w:tab/>
        <w:t>1.266e-2</w:t>
      </w:r>
    </w:p>
    <w:p w:rsidR="00B65DC9" w:rsidRDefault="00B65DC9" w:rsidP="00B65DC9">
      <w:r>
        <w:t>312.5427</w:t>
      </w:r>
      <w:r>
        <w:tab/>
        <w:t>1.266e-2</w:t>
      </w:r>
    </w:p>
    <w:p w:rsidR="00B65DC9" w:rsidRDefault="00B65DC9" w:rsidP="00B65DC9">
      <w:r>
        <w:t>312.5611</w:t>
      </w:r>
      <w:r>
        <w:tab/>
        <w:t>1.013e0</w:t>
      </w:r>
    </w:p>
    <w:p w:rsidR="00B65DC9" w:rsidRDefault="00B65DC9" w:rsidP="00B65DC9">
      <w:r>
        <w:t>312.6536</w:t>
      </w:r>
      <w:r>
        <w:tab/>
        <w:t>2.025e0</w:t>
      </w:r>
    </w:p>
    <w:p w:rsidR="00B65DC9" w:rsidRDefault="00B65DC9" w:rsidP="00B65DC9">
      <w:r>
        <w:t>312.6971</w:t>
      </w:r>
      <w:r>
        <w:tab/>
        <w:t>1.266e-2</w:t>
      </w:r>
    </w:p>
    <w:p w:rsidR="00B65DC9" w:rsidRDefault="00B65DC9" w:rsidP="00B65DC9">
      <w:r>
        <w:t>312.8277</w:t>
      </w:r>
      <w:r>
        <w:tab/>
        <w:t>1.013e0</w:t>
      </w:r>
    </w:p>
    <w:p w:rsidR="00B65DC9" w:rsidRDefault="00B65DC9" w:rsidP="00B65DC9">
      <w:r>
        <w:t>312.8440</w:t>
      </w:r>
      <w:r>
        <w:tab/>
        <w:t>1.013e0</w:t>
      </w:r>
    </w:p>
    <w:p w:rsidR="00B65DC9" w:rsidRDefault="00B65DC9" w:rsidP="00B65DC9">
      <w:r>
        <w:t>312.8614</w:t>
      </w:r>
      <w:r>
        <w:tab/>
        <w:t>1.013e0</w:t>
      </w:r>
    </w:p>
    <w:p w:rsidR="00B65DC9" w:rsidRDefault="00B65DC9" w:rsidP="00B65DC9">
      <w:r>
        <w:t>312.8671</w:t>
      </w:r>
      <w:r>
        <w:tab/>
        <w:t>1.025e0</w:t>
      </w:r>
    </w:p>
    <w:p w:rsidR="00B65DC9" w:rsidRDefault="00B65DC9" w:rsidP="00B65DC9">
      <w:r>
        <w:t>312.9276</w:t>
      </w:r>
      <w:r>
        <w:tab/>
        <w:t>1.038e0</w:t>
      </w:r>
    </w:p>
    <w:p w:rsidR="00B65DC9" w:rsidRDefault="00B65DC9" w:rsidP="00B65DC9">
      <w:r>
        <w:t>312.9341</w:t>
      </w:r>
      <w:r>
        <w:tab/>
        <w:t>6.329e-2</w:t>
      </w:r>
    </w:p>
    <w:p w:rsidR="00B65DC9" w:rsidRDefault="00B65DC9" w:rsidP="00B65DC9">
      <w:r>
        <w:t>312.9413</w:t>
      </w:r>
      <w:r>
        <w:tab/>
        <w:t>7.595e-2</w:t>
      </w:r>
    </w:p>
    <w:p w:rsidR="00B65DC9" w:rsidRDefault="00B65DC9" w:rsidP="00B65DC9">
      <w:r>
        <w:t>312.9565</w:t>
      </w:r>
      <w:r>
        <w:tab/>
        <w:t>2.025e0</w:t>
      </w:r>
    </w:p>
    <w:p w:rsidR="00B65DC9" w:rsidRDefault="00B65DC9" w:rsidP="00B65DC9">
      <w:r>
        <w:t>313.0031</w:t>
      </w:r>
      <w:r>
        <w:tab/>
        <w:t>1.266e-2</w:t>
      </w:r>
    </w:p>
    <w:p w:rsidR="00B65DC9" w:rsidRDefault="00B65DC9" w:rsidP="00B65DC9">
      <w:r>
        <w:t>313.0286</w:t>
      </w:r>
      <w:r>
        <w:tab/>
        <w:t>2.025e0</w:t>
      </w:r>
    </w:p>
    <w:p w:rsidR="00B65DC9" w:rsidRDefault="00B65DC9" w:rsidP="00B65DC9">
      <w:r>
        <w:t>313.0486</w:t>
      </w:r>
      <w:r>
        <w:tab/>
        <w:t>2.025e0</w:t>
      </w:r>
    </w:p>
    <w:p w:rsidR="00B65DC9" w:rsidRDefault="00B65DC9" w:rsidP="00B65DC9">
      <w:r>
        <w:t>313.0681</w:t>
      </w:r>
      <w:r>
        <w:tab/>
        <w:t>2.025e0</w:t>
      </w:r>
    </w:p>
    <w:p w:rsidR="00B65DC9" w:rsidRDefault="00B65DC9" w:rsidP="00B65DC9">
      <w:r>
        <w:lastRenderedPageBreak/>
        <w:t>313.0786</w:t>
      </w:r>
      <w:r>
        <w:tab/>
        <w:t>4.051e0</w:t>
      </w:r>
    </w:p>
    <w:p w:rsidR="00B65DC9" w:rsidRDefault="00B65DC9" w:rsidP="00B65DC9">
      <w:r>
        <w:t>313.0882</w:t>
      </w:r>
      <w:r>
        <w:tab/>
        <w:t>2.025e0</w:t>
      </w:r>
    </w:p>
    <w:p w:rsidR="00B65DC9" w:rsidRDefault="00B65DC9" w:rsidP="00B65DC9">
      <w:r>
        <w:t>313.0969</w:t>
      </w:r>
      <w:r>
        <w:tab/>
        <w:t>1.025e0</w:t>
      </w:r>
    </w:p>
    <w:p w:rsidR="00B65DC9" w:rsidRDefault="00B65DC9" w:rsidP="00B65DC9">
      <w:r>
        <w:t>313.1210</w:t>
      </w:r>
      <w:r>
        <w:tab/>
        <w:t>1.013e0</w:t>
      </w:r>
    </w:p>
    <w:p w:rsidR="00B65DC9" w:rsidRDefault="00B65DC9" w:rsidP="00B65DC9">
      <w:r>
        <w:t>313.1291</w:t>
      </w:r>
      <w:r>
        <w:tab/>
        <w:t>1.266e-2</w:t>
      </w:r>
    </w:p>
    <w:p w:rsidR="00B65DC9" w:rsidRDefault="00B65DC9" w:rsidP="00B65DC9">
      <w:r>
        <w:t>313.1653</w:t>
      </w:r>
      <w:r>
        <w:tab/>
        <w:t>2.025e0</w:t>
      </w:r>
    </w:p>
    <w:p w:rsidR="00B65DC9" w:rsidRDefault="00B65DC9" w:rsidP="00B65DC9">
      <w:r>
        <w:t>313.1847</w:t>
      </w:r>
      <w:r>
        <w:tab/>
        <w:t>2.025e0</w:t>
      </w:r>
    </w:p>
    <w:p w:rsidR="00B65DC9" w:rsidRDefault="00B65DC9" w:rsidP="00B65DC9">
      <w:r>
        <w:t>313.1960</w:t>
      </w:r>
      <w:r>
        <w:tab/>
        <w:t>1.266e-2</w:t>
      </w:r>
    </w:p>
    <w:p w:rsidR="00B65DC9" w:rsidRDefault="00B65DC9" w:rsidP="00B65DC9">
      <w:r>
        <w:t>313.2234</w:t>
      </w:r>
      <w:r>
        <w:tab/>
        <w:t>2.025e0</w:t>
      </w:r>
    </w:p>
    <w:p w:rsidR="00B65DC9" w:rsidRDefault="00B65DC9" w:rsidP="00B65DC9">
      <w:r>
        <w:t>313.2497</w:t>
      </w:r>
      <w:r>
        <w:tab/>
        <w:t>2.532e-2</w:t>
      </w:r>
    </w:p>
    <w:p w:rsidR="00B65DC9" w:rsidRDefault="00B65DC9" w:rsidP="00B65DC9">
      <w:r>
        <w:t>313.2527</w:t>
      </w:r>
      <w:r>
        <w:tab/>
        <w:t>1.025e0</w:t>
      </w:r>
    </w:p>
    <w:p w:rsidR="00B65DC9" w:rsidRDefault="00B65DC9" w:rsidP="00B65DC9">
      <w:r>
        <w:t>313.2620</w:t>
      </w:r>
      <w:r>
        <w:tab/>
        <w:t>1.013e0</w:t>
      </w:r>
    </w:p>
    <w:p w:rsidR="00B65DC9" w:rsidRDefault="00B65DC9" w:rsidP="00B65DC9">
      <w:r>
        <w:t>313.2679</w:t>
      </w:r>
      <w:r>
        <w:tab/>
        <w:t>2.025e0</w:t>
      </w:r>
    </w:p>
    <w:p w:rsidR="00B65DC9" w:rsidRDefault="00B65DC9" w:rsidP="00B65DC9">
      <w:r>
        <w:t>313.3094</w:t>
      </w:r>
      <w:r>
        <w:tab/>
        <w:t>1.013e0</w:t>
      </w:r>
    </w:p>
    <w:p w:rsidR="00B65DC9" w:rsidRDefault="00B65DC9" w:rsidP="00B65DC9">
      <w:r>
        <w:t>313.3269</w:t>
      </w:r>
      <w:r>
        <w:tab/>
        <w:t>1.266e-2</w:t>
      </w:r>
    </w:p>
    <w:p w:rsidR="00B65DC9" w:rsidRDefault="00B65DC9" w:rsidP="00B65DC9">
      <w:r>
        <w:t>313.3662</w:t>
      </w:r>
      <w:r>
        <w:tab/>
        <w:t>1.266e-2</w:t>
      </w:r>
    </w:p>
    <w:p w:rsidR="00B65DC9" w:rsidRDefault="00B65DC9" w:rsidP="00B65DC9">
      <w:r>
        <w:t>313.3700</w:t>
      </w:r>
      <w:r>
        <w:tab/>
        <w:t>1.013e0</w:t>
      </w:r>
    </w:p>
    <w:p w:rsidR="00B65DC9" w:rsidRDefault="00B65DC9" w:rsidP="00B65DC9">
      <w:r>
        <w:t>313.4116</w:t>
      </w:r>
      <w:r>
        <w:tab/>
        <w:t>1.013e0</w:t>
      </w:r>
    </w:p>
    <w:p w:rsidR="00B65DC9" w:rsidRDefault="00B65DC9" w:rsidP="00B65DC9">
      <w:r>
        <w:t>313.4589</w:t>
      </w:r>
      <w:r>
        <w:tab/>
        <w:t>1.013e0</w:t>
      </w:r>
    </w:p>
    <w:p w:rsidR="00B65DC9" w:rsidRDefault="00B65DC9" w:rsidP="00B65DC9">
      <w:r>
        <w:lastRenderedPageBreak/>
        <w:t>313.5195</w:t>
      </w:r>
      <w:r>
        <w:tab/>
        <w:t>1.013e0</w:t>
      </w:r>
    </w:p>
    <w:p w:rsidR="00B65DC9" w:rsidRDefault="00B65DC9" w:rsidP="00B65DC9">
      <w:r>
        <w:t>313.5951</w:t>
      </w:r>
      <w:r>
        <w:tab/>
        <w:t>1.266e-2</w:t>
      </w:r>
    </w:p>
    <w:p w:rsidR="00B65DC9" w:rsidRDefault="00B65DC9" w:rsidP="00B65DC9">
      <w:r>
        <w:t>313.6432</w:t>
      </w:r>
      <w:r>
        <w:tab/>
        <w:t>1.013e0</w:t>
      </w:r>
    </w:p>
    <w:p w:rsidR="00B65DC9" w:rsidRDefault="00B65DC9" w:rsidP="00B65DC9">
      <w:r>
        <w:t>313.7075</w:t>
      </w:r>
      <w:r>
        <w:tab/>
        <w:t>1.013e0</w:t>
      </w:r>
    </w:p>
    <w:p w:rsidR="00B65DC9" w:rsidRDefault="00B65DC9" w:rsidP="00B65DC9">
      <w:r>
        <w:t>313.8035</w:t>
      </w:r>
      <w:r>
        <w:tab/>
        <w:t>1.266e-2</w:t>
      </w:r>
    </w:p>
    <w:p w:rsidR="00B65DC9" w:rsidRDefault="00B65DC9" w:rsidP="00B65DC9">
      <w:r>
        <w:t>313.8547</w:t>
      </w:r>
      <w:r>
        <w:tab/>
        <w:t>1.013e0</w:t>
      </w:r>
    </w:p>
    <w:p w:rsidR="00B65DC9" w:rsidRDefault="00B65DC9" w:rsidP="00B65DC9">
      <w:r>
        <w:t>313.9241</w:t>
      </w:r>
      <w:r>
        <w:tab/>
        <w:t>4.051e0</w:t>
      </w:r>
    </w:p>
    <w:p w:rsidR="00B65DC9" w:rsidRDefault="00B65DC9" w:rsidP="00B65DC9">
      <w:r>
        <w:t>313.9795</w:t>
      </w:r>
      <w:r>
        <w:tab/>
        <w:t>3.051e0</w:t>
      </w:r>
    </w:p>
    <w:p w:rsidR="00B65DC9" w:rsidRDefault="00B65DC9" w:rsidP="00B65DC9">
      <w:r>
        <w:t>313.9968</w:t>
      </w:r>
      <w:r>
        <w:tab/>
        <w:t>3.798e-2</w:t>
      </w:r>
    </w:p>
    <w:p w:rsidR="00B65DC9" w:rsidRDefault="00B65DC9" w:rsidP="00B65DC9">
      <w:r>
        <w:t>314.0130</w:t>
      </w:r>
      <w:r>
        <w:tab/>
        <w:t>3.051e0</w:t>
      </w:r>
    </w:p>
    <w:p w:rsidR="00B65DC9" w:rsidRDefault="00B65DC9" w:rsidP="00B65DC9">
      <w:r>
        <w:t>314.0148</w:t>
      </w:r>
      <w:r>
        <w:tab/>
        <w:t>2.025e0</w:t>
      </w:r>
    </w:p>
    <w:p w:rsidR="00B65DC9" w:rsidRDefault="00B65DC9" w:rsidP="00B65DC9">
      <w:r>
        <w:t>314.0198</w:t>
      </w:r>
      <w:r>
        <w:tab/>
        <w:t>5.063e-2</w:t>
      </w:r>
    </w:p>
    <w:p w:rsidR="00B65DC9" w:rsidRDefault="00B65DC9" w:rsidP="00B65DC9">
      <w:r>
        <w:t>314.0556</w:t>
      </w:r>
      <w:r>
        <w:tab/>
        <w:t>2.025e0</w:t>
      </w:r>
    </w:p>
    <w:p w:rsidR="00B65DC9" w:rsidRDefault="00B65DC9" w:rsidP="00B65DC9">
      <w:r>
        <w:t>314.0707</w:t>
      </w:r>
      <w:r>
        <w:tab/>
        <w:t>1.013e0</w:t>
      </w:r>
    </w:p>
    <w:p w:rsidR="00B65DC9" w:rsidRDefault="00B65DC9" w:rsidP="00B65DC9">
      <w:r>
        <w:t>314.0848</w:t>
      </w:r>
      <w:r>
        <w:tab/>
        <w:t>3.330e0</w:t>
      </w:r>
    </w:p>
    <w:p w:rsidR="00B65DC9" w:rsidRDefault="00B65DC9" w:rsidP="00B65DC9">
      <w:r>
        <w:t>314.1049</w:t>
      </w:r>
      <w:r>
        <w:tab/>
        <w:t>1.266e-2</w:t>
      </w:r>
    </w:p>
    <w:p w:rsidR="00B65DC9" w:rsidRDefault="00B65DC9" w:rsidP="00B65DC9">
      <w:r>
        <w:t>314.1416</w:t>
      </w:r>
      <w:r>
        <w:tab/>
        <w:t>1.266e-2</w:t>
      </w:r>
    </w:p>
    <w:p w:rsidR="00B65DC9" w:rsidRDefault="00B65DC9" w:rsidP="00B65DC9">
      <w:r>
        <w:t>314.1547</w:t>
      </w:r>
      <w:r>
        <w:tab/>
        <w:t>3.038e0</w:t>
      </w:r>
    </w:p>
    <w:p w:rsidR="00B65DC9" w:rsidRDefault="00B65DC9" w:rsidP="00B65DC9">
      <w:r>
        <w:t>314.1606</w:t>
      </w:r>
      <w:r>
        <w:tab/>
        <w:t>3.745e0</w:t>
      </w:r>
    </w:p>
    <w:p w:rsidR="00B65DC9" w:rsidRDefault="00B65DC9" w:rsidP="00B65DC9">
      <w:r>
        <w:lastRenderedPageBreak/>
        <w:t>314.1667</w:t>
      </w:r>
      <w:r>
        <w:tab/>
        <w:t>4.051e0</w:t>
      </w:r>
    </w:p>
    <w:p w:rsidR="00B65DC9" w:rsidRDefault="00B65DC9" w:rsidP="00B65DC9">
      <w:r>
        <w:t>314.1697</w:t>
      </w:r>
      <w:r>
        <w:tab/>
        <w:t>2.532e-2</w:t>
      </w:r>
    </w:p>
    <w:p w:rsidR="00B65DC9" w:rsidRDefault="00B65DC9" w:rsidP="00B65DC9">
      <w:r>
        <w:t>314.1823</w:t>
      </w:r>
      <w:r>
        <w:tab/>
        <w:t>5.063e0</w:t>
      </w:r>
    </w:p>
    <w:p w:rsidR="00B65DC9" w:rsidRDefault="00B65DC9" w:rsidP="00B65DC9">
      <w:r>
        <w:t>314.2083</w:t>
      </w:r>
      <w:r>
        <w:tab/>
        <w:t>2.025e0</w:t>
      </w:r>
    </w:p>
    <w:p w:rsidR="00B65DC9" w:rsidRDefault="00B65DC9" w:rsidP="00B65DC9">
      <w:r>
        <w:t>314.2140</w:t>
      </w:r>
      <w:r>
        <w:tab/>
        <w:t>5.076e0</w:t>
      </w:r>
    </w:p>
    <w:p w:rsidR="00B65DC9" w:rsidRDefault="00B65DC9" w:rsidP="00B65DC9">
      <w:r>
        <w:t>314.2240</w:t>
      </w:r>
      <w:r>
        <w:tab/>
        <w:t>4.051e0</w:t>
      </w:r>
    </w:p>
    <w:p w:rsidR="00B65DC9" w:rsidRDefault="00B65DC9" w:rsidP="00B65DC9">
      <w:r>
        <w:t>314.2501</w:t>
      </w:r>
      <w:r>
        <w:tab/>
        <w:t>2.025e0</w:t>
      </w:r>
    </w:p>
    <w:p w:rsidR="00B65DC9" w:rsidRDefault="00B65DC9" w:rsidP="00B65DC9">
      <w:r>
        <w:t>314.2717</w:t>
      </w:r>
      <w:r>
        <w:tab/>
        <w:t>2.532e-2</w:t>
      </w:r>
    </w:p>
    <w:p w:rsidR="00B65DC9" w:rsidRDefault="00B65DC9" w:rsidP="00B65DC9">
      <w:r>
        <w:t>314.2814</w:t>
      </w:r>
      <w:r>
        <w:tab/>
        <w:t>3.051e0</w:t>
      </w:r>
    </w:p>
    <w:p w:rsidR="00B65DC9" w:rsidRDefault="00B65DC9" w:rsidP="00B65DC9">
      <w:r>
        <w:t>314.3103</w:t>
      </w:r>
      <w:r>
        <w:tab/>
        <w:t>1.025e0</w:t>
      </w:r>
    </w:p>
    <w:p w:rsidR="00B65DC9" w:rsidRDefault="00B65DC9" w:rsidP="00B65DC9">
      <w:r>
        <w:t>314.3284</w:t>
      </w:r>
      <w:r>
        <w:tab/>
        <w:t>2.025e0</w:t>
      </w:r>
    </w:p>
    <w:p w:rsidR="00B65DC9" w:rsidRDefault="00B65DC9" w:rsidP="00B65DC9">
      <w:r>
        <w:t>314.3438</w:t>
      </w:r>
      <w:r>
        <w:tab/>
        <w:t>1.013e0</w:t>
      </w:r>
    </w:p>
    <w:p w:rsidR="00B65DC9" w:rsidRDefault="00B65DC9" w:rsidP="00B65DC9">
      <w:r>
        <w:t>314.3590</w:t>
      </w:r>
      <w:r>
        <w:tab/>
        <w:t>1.013e0</w:t>
      </w:r>
    </w:p>
    <w:p w:rsidR="00B65DC9" w:rsidRDefault="00B65DC9" w:rsidP="00B65DC9">
      <w:r>
        <w:t>314.4577</w:t>
      </w:r>
      <w:r>
        <w:tab/>
        <w:t>1.266e-2</w:t>
      </w:r>
    </w:p>
    <w:p w:rsidR="00B65DC9" w:rsidRDefault="00B65DC9" w:rsidP="00B65DC9">
      <w:r>
        <w:t>314.4994</w:t>
      </w:r>
      <w:r>
        <w:tab/>
        <w:t>1.266e-2</w:t>
      </w:r>
    </w:p>
    <w:p w:rsidR="00B65DC9" w:rsidRDefault="00B65DC9" w:rsidP="00B65DC9">
      <w:r>
        <w:t>314.5195</w:t>
      </w:r>
      <w:r>
        <w:tab/>
        <w:t>1.013e0</w:t>
      </w:r>
    </w:p>
    <w:p w:rsidR="00B65DC9" w:rsidRDefault="00B65DC9" w:rsidP="00B65DC9">
      <w:r>
        <w:t>314.5602</w:t>
      </w:r>
      <w:r>
        <w:tab/>
        <w:t>1.013e0</w:t>
      </w:r>
    </w:p>
    <w:p w:rsidR="00B65DC9" w:rsidRDefault="00B65DC9" w:rsidP="00B65DC9">
      <w:r>
        <w:t>314.5659</w:t>
      </w:r>
      <w:r>
        <w:tab/>
        <w:t>1.266e-2</w:t>
      </w:r>
    </w:p>
    <w:p w:rsidR="00B65DC9" w:rsidRDefault="00B65DC9" w:rsidP="00B65DC9">
      <w:r>
        <w:t>314.6038</w:t>
      </w:r>
      <w:r>
        <w:tab/>
        <w:t>1.266e-2</w:t>
      </w:r>
    </w:p>
    <w:p w:rsidR="00B65DC9" w:rsidRDefault="00B65DC9" w:rsidP="00B65DC9">
      <w:r>
        <w:lastRenderedPageBreak/>
        <w:t>314.6237</w:t>
      </w:r>
      <w:r>
        <w:tab/>
        <w:t>3.038e0</w:t>
      </w:r>
    </w:p>
    <w:p w:rsidR="00B65DC9" w:rsidRDefault="00B65DC9" w:rsidP="00B65DC9">
      <w:r>
        <w:t>314.6847</w:t>
      </w:r>
      <w:r>
        <w:tab/>
        <w:t>1.013e0</w:t>
      </w:r>
    </w:p>
    <w:p w:rsidR="00B65DC9" w:rsidRDefault="00B65DC9" w:rsidP="00B65DC9">
      <w:r>
        <w:t>314.7211</w:t>
      </w:r>
      <w:r>
        <w:tab/>
        <w:t>3.038e0</w:t>
      </w:r>
    </w:p>
    <w:p w:rsidR="00B65DC9" w:rsidRDefault="00B65DC9" w:rsidP="00B65DC9">
      <w:r>
        <w:t>314.7405</w:t>
      </w:r>
      <w:r>
        <w:tab/>
        <w:t>1.266e-2</w:t>
      </w:r>
    </w:p>
    <w:p w:rsidR="00B65DC9" w:rsidRDefault="00B65DC9" w:rsidP="00B65DC9">
      <w:r>
        <w:t>314.7973</w:t>
      </w:r>
      <w:r>
        <w:tab/>
        <w:t>1.266e-2</w:t>
      </w:r>
    </w:p>
    <w:p w:rsidR="00B65DC9" w:rsidRDefault="00B65DC9" w:rsidP="00B65DC9">
      <w:r>
        <w:t>314.8509</w:t>
      </w:r>
      <w:r>
        <w:tab/>
        <w:t>2.025e0</w:t>
      </w:r>
    </w:p>
    <w:p w:rsidR="00B65DC9" w:rsidRDefault="00B65DC9" w:rsidP="00B65DC9">
      <w:r>
        <w:t>314.8818</w:t>
      </w:r>
      <w:r>
        <w:tab/>
        <w:t>1.013e0</w:t>
      </w:r>
    </w:p>
    <w:p w:rsidR="00B65DC9" w:rsidRDefault="00B65DC9" w:rsidP="00B65DC9">
      <w:r>
        <w:t>314.9662</w:t>
      </w:r>
      <w:r>
        <w:tab/>
        <w:t>1.013e0</w:t>
      </w:r>
    </w:p>
    <w:p w:rsidR="00B65DC9" w:rsidRDefault="00B65DC9" w:rsidP="00B65DC9">
      <w:r>
        <w:t>314.9759</w:t>
      </w:r>
      <w:r>
        <w:tab/>
        <w:t>2.025e0</w:t>
      </w:r>
    </w:p>
    <w:p w:rsidR="00B65DC9" w:rsidRDefault="00B65DC9" w:rsidP="00B65DC9">
      <w:r>
        <w:t>315.0025</w:t>
      </w:r>
      <w:r>
        <w:tab/>
        <w:t>3.038e0</w:t>
      </w:r>
    </w:p>
    <w:p w:rsidR="00B65DC9" w:rsidRDefault="00B65DC9" w:rsidP="00B65DC9">
      <w:r>
        <w:t>315.0104</w:t>
      </w:r>
      <w:r>
        <w:tab/>
        <w:t>2.532e-2</w:t>
      </w:r>
    </w:p>
    <w:p w:rsidR="00B65DC9" w:rsidRDefault="00B65DC9" w:rsidP="00B65DC9">
      <w:r>
        <w:t>315.0382</w:t>
      </w:r>
      <w:r>
        <w:tab/>
        <w:t>1.025e0</w:t>
      </w:r>
    </w:p>
    <w:p w:rsidR="00B65DC9" w:rsidRDefault="00B65DC9" w:rsidP="00B65DC9">
      <w:r>
        <w:t>315.0422</w:t>
      </w:r>
      <w:r>
        <w:tab/>
        <w:t>1.266e-2</w:t>
      </w:r>
    </w:p>
    <w:p w:rsidR="00B65DC9" w:rsidRDefault="00B65DC9" w:rsidP="00B65DC9">
      <w:r>
        <w:t>315.0685</w:t>
      </w:r>
      <w:r>
        <w:tab/>
        <w:t>2.025e0</w:t>
      </w:r>
    </w:p>
    <w:p w:rsidR="00B65DC9" w:rsidRDefault="00B65DC9" w:rsidP="00B65DC9">
      <w:r>
        <w:t>315.0846</w:t>
      </w:r>
      <w:r>
        <w:tab/>
        <w:t>1.025e0</w:t>
      </w:r>
    </w:p>
    <w:p w:rsidR="00B65DC9" w:rsidRDefault="00B65DC9" w:rsidP="00B65DC9">
      <w:r>
        <w:t>315.0945</w:t>
      </w:r>
      <w:r>
        <w:tab/>
        <w:t>1.266e-2</w:t>
      </w:r>
    </w:p>
    <w:p w:rsidR="00B65DC9" w:rsidRDefault="00B65DC9" w:rsidP="00B65DC9">
      <w:r>
        <w:t>315.1098</w:t>
      </w:r>
      <w:r>
        <w:tab/>
        <w:t>3.038e0</w:t>
      </w:r>
    </w:p>
    <w:p w:rsidR="00B65DC9" w:rsidRDefault="00B65DC9" w:rsidP="00B65DC9">
      <w:r>
        <w:t>315.1267</w:t>
      </w:r>
      <w:r>
        <w:tab/>
        <w:t>1.013e0</w:t>
      </w:r>
    </w:p>
    <w:p w:rsidR="00B65DC9" w:rsidRDefault="00B65DC9" w:rsidP="00B65DC9">
      <w:r>
        <w:t>315.1303</w:t>
      </w:r>
      <w:r>
        <w:tab/>
        <w:t>2.532e-2</w:t>
      </w:r>
    </w:p>
    <w:p w:rsidR="00B65DC9" w:rsidRDefault="00B65DC9" w:rsidP="00B65DC9">
      <w:r>
        <w:lastRenderedPageBreak/>
        <w:t>315.1420</w:t>
      </w:r>
      <w:r>
        <w:tab/>
        <w:t>1.266e-2</w:t>
      </w:r>
    </w:p>
    <w:p w:rsidR="00B65DC9" w:rsidRDefault="00B65DC9" w:rsidP="00B65DC9">
      <w:r>
        <w:t>315.1649</w:t>
      </w:r>
      <w:r>
        <w:tab/>
        <w:t>2.025e0</w:t>
      </w:r>
    </w:p>
    <w:p w:rsidR="00B65DC9" w:rsidRDefault="00B65DC9" w:rsidP="00B65DC9">
      <w:r>
        <w:t>315.1794</w:t>
      </w:r>
      <w:r>
        <w:tab/>
        <w:t>4.063e0</w:t>
      </w:r>
    </w:p>
    <w:p w:rsidR="00B65DC9" w:rsidRDefault="00B65DC9" w:rsidP="00B65DC9">
      <w:r>
        <w:t>315.1827</w:t>
      </w:r>
      <w:r>
        <w:tab/>
        <w:t>2.063e0</w:t>
      </w:r>
    </w:p>
    <w:p w:rsidR="00B65DC9" w:rsidRDefault="00B65DC9" w:rsidP="00B65DC9">
      <w:r>
        <w:t>315.1958</w:t>
      </w:r>
      <w:r>
        <w:tab/>
        <w:t>6.076e0</w:t>
      </w:r>
    </w:p>
    <w:p w:rsidR="00B65DC9" w:rsidRDefault="00B65DC9" w:rsidP="00B65DC9">
      <w:r>
        <w:t>315.2238</w:t>
      </w:r>
      <w:r>
        <w:tab/>
        <w:t>2.025e0</w:t>
      </w:r>
    </w:p>
    <w:p w:rsidR="00B65DC9" w:rsidRDefault="00B65DC9" w:rsidP="00B65DC9">
      <w:r>
        <w:t>315.2443</w:t>
      </w:r>
      <w:r>
        <w:tab/>
        <w:t>1.266e-2</w:t>
      </w:r>
    </w:p>
    <w:p w:rsidR="00B65DC9" w:rsidRDefault="00B65DC9" w:rsidP="00B65DC9">
      <w:r>
        <w:t>315.2559</w:t>
      </w:r>
      <w:r>
        <w:tab/>
        <w:t>1.013e0</w:t>
      </w:r>
    </w:p>
    <w:p w:rsidR="00B65DC9" w:rsidRDefault="00B65DC9" w:rsidP="00B65DC9">
      <w:r>
        <w:t>315.2635</w:t>
      </w:r>
      <w:r>
        <w:tab/>
        <w:t>1.266e-2</w:t>
      </w:r>
    </w:p>
    <w:p w:rsidR="00B65DC9" w:rsidRDefault="00B65DC9" w:rsidP="00B65DC9">
      <w:r>
        <w:t>315.2917</w:t>
      </w:r>
      <w:r>
        <w:tab/>
        <w:t>1.266e-2</w:t>
      </w:r>
    </w:p>
    <w:p w:rsidR="00B65DC9" w:rsidRDefault="00B65DC9" w:rsidP="00B65DC9">
      <w:r>
        <w:t>315.3157</w:t>
      </w:r>
      <w:r>
        <w:tab/>
        <w:t>1.266e-2</w:t>
      </w:r>
    </w:p>
    <w:p w:rsidR="00B65DC9" w:rsidRDefault="00B65DC9" w:rsidP="00B65DC9">
      <w:r>
        <w:t>315.3360</w:t>
      </w:r>
      <w:r>
        <w:tab/>
        <w:t>1.013e0</w:t>
      </w:r>
    </w:p>
    <w:p w:rsidR="00B65DC9" w:rsidRDefault="00B65DC9" w:rsidP="00B65DC9">
      <w:r>
        <w:t>315.3813</w:t>
      </w:r>
      <w:r>
        <w:tab/>
        <w:t>1.266e-2</w:t>
      </w:r>
    </w:p>
    <w:p w:rsidR="00B65DC9" w:rsidRDefault="00B65DC9" w:rsidP="00B65DC9">
      <w:r>
        <w:t>315.3922</w:t>
      </w:r>
      <w:r>
        <w:tab/>
        <w:t>1.013e0</w:t>
      </w:r>
    </w:p>
    <w:p w:rsidR="00B65DC9" w:rsidRDefault="00B65DC9" w:rsidP="00B65DC9">
      <w:r>
        <w:t>315.4007</w:t>
      </w:r>
      <w:r>
        <w:tab/>
        <w:t>1.013e0</w:t>
      </w:r>
    </w:p>
    <w:p w:rsidR="00B65DC9" w:rsidRDefault="00B65DC9" w:rsidP="00B65DC9">
      <w:r>
        <w:t>315.4612</w:t>
      </w:r>
      <w:r>
        <w:tab/>
        <w:t>1.013e0</w:t>
      </w:r>
    </w:p>
    <w:p w:rsidR="00B65DC9" w:rsidRDefault="00B65DC9" w:rsidP="00B65DC9">
      <w:r>
        <w:t>315.4726</w:t>
      </w:r>
      <w:r>
        <w:tab/>
        <w:t>1.013e0</w:t>
      </w:r>
    </w:p>
    <w:p w:rsidR="00B65DC9" w:rsidRDefault="00B65DC9" w:rsidP="00B65DC9">
      <w:r>
        <w:t>315.5131</w:t>
      </w:r>
      <w:r>
        <w:tab/>
        <w:t>1.266e-2</w:t>
      </w:r>
    </w:p>
    <w:p w:rsidR="00B65DC9" w:rsidRDefault="00B65DC9" w:rsidP="00B65DC9">
      <w:r>
        <w:t>315.5526</w:t>
      </w:r>
      <w:r>
        <w:tab/>
        <w:t>1.013e0</w:t>
      </w:r>
    </w:p>
    <w:p w:rsidR="00B65DC9" w:rsidRDefault="00B65DC9" w:rsidP="00B65DC9">
      <w:r>
        <w:lastRenderedPageBreak/>
        <w:t>315.5937</w:t>
      </w:r>
      <w:r>
        <w:tab/>
        <w:t>1.013e0</w:t>
      </w:r>
    </w:p>
    <w:p w:rsidR="00B65DC9" w:rsidRDefault="00B65DC9" w:rsidP="00B65DC9">
      <w:r>
        <w:t>315.6275</w:t>
      </w:r>
      <w:r>
        <w:tab/>
        <w:t>2.025e0</w:t>
      </w:r>
    </w:p>
    <w:p w:rsidR="00B65DC9" w:rsidRDefault="00B65DC9" w:rsidP="00B65DC9">
      <w:r>
        <w:t>315.6416</w:t>
      </w:r>
      <w:r>
        <w:tab/>
        <w:t>1.266e-2</w:t>
      </w:r>
    </w:p>
    <w:p w:rsidR="00B65DC9" w:rsidRDefault="00B65DC9" w:rsidP="00B65DC9">
      <w:r>
        <w:t>315.6557</w:t>
      </w:r>
      <w:r>
        <w:tab/>
        <w:t>1.025e0</w:t>
      </w:r>
    </w:p>
    <w:p w:rsidR="00B65DC9" w:rsidRDefault="00B65DC9" w:rsidP="00B65DC9">
      <w:r>
        <w:t>315.7020</w:t>
      </w:r>
      <w:r>
        <w:tab/>
        <w:t>1.013e0</w:t>
      </w:r>
    </w:p>
    <w:p w:rsidR="00B65DC9" w:rsidRDefault="00B65DC9" w:rsidP="00B65DC9">
      <w:r>
        <w:t>315.7220</w:t>
      </w:r>
      <w:r>
        <w:tab/>
        <w:t>1.013e0</w:t>
      </w:r>
    </w:p>
    <w:p w:rsidR="00B65DC9" w:rsidRDefault="00B65DC9" w:rsidP="00B65DC9">
      <w:r>
        <w:t>315.8589</w:t>
      </w:r>
      <w:r>
        <w:tab/>
        <w:t>1.013e0</w:t>
      </w:r>
    </w:p>
    <w:p w:rsidR="00B65DC9" w:rsidRDefault="00B65DC9" w:rsidP="00B65DC9">
      <w:r>
        <w:t>315.8634</w:t>
      </w:r>
      <w:r>
        <w:tab/>
        <w:t>1.013e0</w:t>
      </w:r>
    </w:p>
    <w:p w:rsidR="00B65DC9" w:rsidRDefault="00B65DC9" w:rsidP="00B65DC9">
      <w:r>
        <w:t>315.8954</w:t>
      </w:r>
      <w:r>
        <w:tab/>
        <w:t>1.266e-2</w:t>
      </w:r>
    </w:p>
    <w:p w:rsidR="00B65DC9" w:rsidRDefault="00B65DC9" w:rsidP="00B65DC9">
      <w:r>
        <w:t>315.9359</w:t>
      </w:r>
      <w:r>
        <w:tab/>
        <w:t>1.013e0</w:t>
      </w:r>
    </w:p>
    <w:p w:rsidR="00B65DC9" w:rsidRDefault="00B65DC9" w:rsidP="00B65DC9">
      <w:r>
        <w:t>315.9435</w:t>
      </w:r>
      <w:r>
        <w:tab/>
        <w:t>1.266e-2</w:t>
      </w:r>
    </w:p>
    <w:p w:rsidR="00B65DC9" w:rsidRDefault="00B65DC9" w:rsidP="00B65DC9">
      <w:r>
        <w:t>315.9918</w:t>
      </w:r>
      <w:r>
        <w:tab/>
        <w:t>1.013e0</w:t>
      </w:r>
    </w:p>
    <w:p w:rsidR="00B65DC9" w:rsidRDefault="00B65DC9" w:rsidP="00B65DC9">
      <w:r>
        <w:t>315.9957</w:t>
      </w:r>
      <w:r>
        <w:tab/>
        <w:t>1.013e0</w:t>
      </w:r>
    </w:p>
    <w:p w:rsidR="00B65DC9" w:rsidRDefault="00B65DC9" w:rsidP="00B65DC9">
      <w:r>
        <w:t>316.0100</w:t>
      </w:r>
      <w:r>
        <w:tab/>
        <w:t>1.025e0</w:t>
      </w:r>
    </w:p>
    <w:p w:rsidR="00B65DC9" w:rsidRDefault="00B65DC9" w:rsidP="00B65DC9">
      <w:r>
        <w:t>316.0354</w:t>
      </w:r>
      <w:r>
        <w:tab/>
        <w:t>3.038e0</w:t>
      </w:r>
    </w:p>
    <w:p w:rsidR="00B65DC9" w:rsidRDefault="00B65DC9" w:rsidP="00B65DC9">
      <w:r>
        <w:t>316.0384</w:t>
      </w:r>
      <w:r>
        <w:tab/>
        <w:t>1.013e0</w:t>
      </w:r>
    </w:p>
    <w:p w:rsidR="00B65DC9" w:rsidRDefault="00B65DC9" w:rsidP="00B65DC9">
      <w:r>
        <w:t>316.0442</w:t>
      </w:r>
      <w:r>
        <w:tab/>
        <w:t>2.532e-2</w:t>
      </w:r>
    </w:p>
    <w:p w:rsidR="00B65DC9" w:rsidRDefault="00B65DC9" w:rsidP="00B65DC9">
      <w:r>
        <w:t>316.0898</w:t>
      </w:r>
      <w:r>
        <w:tab/>
        <w:t>1.266e-2</w:t>
      </w:r>
    </w:p>
    <w:p w:rsidR="00B65DC9" w:rsidRDefault="00B65DC9" w:rsidP="00B65DC9">
      <w:r>
        <w:t>316.1107</w:t>
      </w:r>
      <w:r>
        <w:tab/>
        <w:t>2.051e0</w:t>
      </w:r>
    </w:p>
    <w:p w:rsidR="00B65DC9" w:rsidRDefault="00B65DC9" w:rsidP="00B65DC9">
      <w:r>
        <w:lastRenderedPageBreak/>
        <w:t>316.1290</w:t>
      </w:r>
      <w:r>
        <w:tab/>
        <w:t>1.266e-2</w:t>
      </w:r>
    </w:p>
    <w:p w:rsidR="00B65DC9" w:rsidRDefault="00B65DC9" w:rsidP="00B65DC9">
      <w:r>
        <w:t>316.1441</w:t>
      </w:r>
      <w:r>
        <w:tab/>
        <w:t>3.798e-2</w:t>
      </w:r>
    </w:p>
    <w:p w:rsidR="00B65DC9" w:rsidRDefault="00B65DC9" w:rsidP="00B65DC9">
      <w:r>
        <w:t>316.1499</w:t>
      </w:r>
      <w:r>
        <w:tab/>
        <w:t>8.101e0</w:t>
      </w:r>
    </w:p>
    <w:p w:rsidR="00B65DC9" w:rsidRDefault="00B65DC9" w:rsidP="00B65DC9">
      <w:r>
        <w:t>316.1783</w:t>
      </w:r>
      <w:r>
        <w:tab/>
        <w:t>5.063e0</w:t>
      </w:r>
    </w:p>
    <w:p w:rsidR="00B65DC9" w:rsidRDefault="00B65DC9" w:rsidP="00B65DC9">
      <w:r>
        <w:t>316.2007</w:t>
      </w:r>
      <w:r>
        <w:tab/>
        <w:t>4.051e0</w:t>
      </w:r>
    </w:p>
    <w:p w:rsidR="00B65DC9" w:rsidRDefault="00B65DC9" w:rsidP="00B65DC9">
      <w:r>
        <w:t>316.2218</w:t>
      </w:r>
      <w:r>
        <w:tab/>
        <w:t>1.266e-2</w:t>
      </w:r>
    </w:p>
    <w:p w:rsidR="00B65DC9" w:rsidRDefault="00B65DC9" w:rsidP="00B65DC9">
      <w:r>
        <w:t>316.2236</w:t>
      </w:r>
      <w:r>
        <w:tab/>
        <w:t>4.051e0</w:t>
      </w:r>
    </w:p>
    <w:p w:rsidR="00B65DC9" w:rsidRDefault="00B65DC9" w:rsidP="00B65DC9">
      <w:r>
        <w:t>316.2614</w:t>
      </w:r>
      <w:r>
        <w:tab/>
        <w:t>3.523e0</w:t>
      </w:r>
    </w:p>
    <w:p w:rsidR="00B65DC9" w:rsidRDefault="00B65DC9" w:rsidP="00B65DC9">
      <w:r>
        <w:t>316.3459</w:t>
      </w:r>
      <w:r>
        <w:tab/>
        <w:t>1.013e0</w:t>
      </w:r>
    </w:p>
    <w:p w:rsidR="00B65DC9" w:rsidRDefault="00B65DC9" w:rsidP="00B65DC9">
      <w:r>
        <w:t>316.3874</w:t>
      </w:r>
      <w:r>
        <w:tab/>
        <w:t>1.013e0</w:t>
      </w:r>
    </w:p>
    <w:p w:rsidR="00B65DC9" w:rsidRDefault="00B65DC9" w:rsidP="00B65DC9">
      <w:r>
        <w:t>316.4345</w:t>
      </w:r>
      <w:r>
        <w:tab/>
        <w:t>1.013e0</w:t>
      </w:r>
    </w:p>
    <w:p w:rsidR="00B65DC9" w:rsidRDefault="00B65DC9" w:rsidP="00B65DC9">
      <w:r>
        <w:t>316.4832</w:t>
      </w:r>
      <w:r>
        <w:tab/>
        <w:t>1.266e-2</w:t>
      </w:r>
    </w:p>
    <w:p w:rsidR="00B65DC9" w:rsidRDefault="00B65DC9" w:rsidP="00B65DC9">
      <w:r>
        <w:t>316.4905</w:t>
      </w:r>
      <w:r>
        <w:tab/>
        <w:t>1.025e0</w:t>
      </w:r>
    </w:p>
    <w:p w:rsidR="00B65DC9" w:rsidRDefault="00B65DC9" w:rsidP="00B65DC9">
      <w:r>
        <w:t>316.5432</w:t>
      </w:r>
      <w:r>
        <w:tab/>
        <w:t>1.013e0</w:t>
      </w:r>
    </w:p>
    <w:p w:rsidR="00B65DC9" w:rsidRDefault="00B65DC9" w:rsidP="00B65DC9">
      <w:r>
        <w:t>316.5718</w:t>
      </w:r>
      <w:r>
        <w:tab/>
        <w:t>1.013e0</w:t>
      </w:r>
    </w:p>
    <w:p w:rsidR="00B65DC9" w:rsidRDefault="00B65DC9" w:rsidP="00B65DC9">
      <w:r>
        <w:t>316.6279</w:t>
      </w:r>
      <w:r>
        <w:tab/>
        <w:t>1.266e-2</w:t>
      </w:r>
    </w:p>
    <w:p w:rsidR="00B65DC9" w:rsidRDefault="00B65DC9" w:rsidP="00B65DC9">
      <w:r>
        <w:t>316.6483</w:t>
      </w:r>
      <w:r>
        <w:tab/>
        <w:t>1.013e0</w:t>
      </w:r>
    </w:p>
    <w:p w:rsidR="00B65DC9" w:rsidRDefault="00B65DC9" w:rsidP="00B65DC9">
      <w:r>
        <w:t>316.6852</w:t>
      </w:r>
      <w:r>
        <w:tab/>
        <w:t>1.013e0</w:t>
      </w:r>
    </w:p>
    <w:p w:rsidR="00B65DC9" w:rsidRDefault="00B65DC9" w:rsidP="00B65DC9">
      <w:r>
        <w:t>316.7196</w:t>
      </w:r>
      <w:r>
        <w:tab/>
        <w:t>1.013e0</w:t>
      </w:r>
    </w:p>
    <w:p w:rsidR="00B65DC9" w:rsidRDefault="00B65DC9" w:rsidP="00B65DC9">
      <w:r>
        <w:lastRenderedPageBreak/>
        <w:t>316.7483</w:t>
      </w:r>
      <w:r>
        <w:tab/>
        <w:t>1.266e-2</w:t>
      </w:r>
    </w:p>
    <w:p w:rsidR="00B65DC9" w:rsidRDefault="00B65DC9" w:rsidP="00B65DC9">
      <w:r>
        <w:t>316.8654</w:t>
      </w:r>
      <w:r>
        <w:tab/>
        <w:t>1.013e0</w:t>
      </w:r>
    </w:p>
    <w:p w:rsidR="00B65DC9" w:rsidRDefault="00B65DC9" w:rsidP="00B65DC9">
      <w:r>
        <w:t>316.9201</w:t>
      </w:r>
      <w:r>
        <w:tab/>
        <w:t>2.025e0</w:t>
      </w:r>
    </w:p>
    <w:p w:rsidR="00B65DC9" w:rsidRDefault="00B65DC9" w:rsidP="00B65DC9">
      <w:r>
        <w:t>316.9603</w:t>
      </w:r>
      <w:r>
        <w:tab/>
        <w:t>1.266e-2</w:t>
      </w:r>
    </w:p>
    <w:p w:rsidR="00B65DC9" w:rsidRDefault="00B65DC9" w:rsidP="00B65DC9">
      <w:r>
        <w:t>316.9765</w:t>
      </w:r>
      <w:r>
        <w:tab/>
        <w:t>2.025e0</w:t>
      </w:r>
    </w:p>
    <w:p w:rsidR="00B65DC9" w:rsidRDefault="00B65DC9" w:rsidP="00B65DC9">
      <w:r>
        <w:t>316.9833</w:t>
      </w:r>
      <w:r>
        <w:tab/>
        <w:t>1.266e-2</w:t>
      </w:r>
    </w:p>
    <w:p w:rsidR="00B65DC9" w:rsidRDefault="00B65DC9" w:rsidP="00B65DC9">
      <w:r>
        <w:t>317.0120</w:t>
      </w:r>
      <w:r>
        <w:tab/>
        <w:t>2.025e0</w:t>
      </w:r>
    </w:p>
    <w:p w:rsidR="00B65DC9" w:rsidRDefault="00B65DC9" w:rsidP="00B65DC9">
      <w:r>
        <w:t>317.0349</w:t>
      </w:r>
      <w:r>
        <w:tab/>
        <w:t>1.013e0</w:t>
      </w:r>
    </w:p>
    <w:p w:rsidR="00B65DC9" w:rsidRDefault="00B65DC9" w:rsidP="00B65DC9">
      <w:r>
        <w:t>317.0464</w:t>
      </w:r>
      <w:r>
        <w:tab/>
        <w:t>1.025e0</w:t>
      </w:r>
    </w:p>
    <w:p w:rsidR="00B65DC9" w:rsidRDefault="00B65DC9" w:rsidP="00B65DC9">
      <w:r>
        <w:t>317.0524</w:t>
      </w:r>
      <w:r>
        <w:tab/>
        <w:t>3.038e0</w:t>
      </w:r>
    </w:p>
    <w:p w:rsidR="00B65DC9" w:rsidRDefault="00B65DC9" w:rsidP="00B65DC9">
      <w:r>
        <w:t>317.0853</w:t>
      </w:r>
      <w:r>
        <w:tab/>
        <w:t>3.038e0</w:t>
      </w:r>
    </w:p>
    <w:p w:rsidR="00B65DC9" w:rsidRDefault="00B65DC9" w:rsidP="00B65DC9">
      <w:r>
        <w:t>317.0923</w:t>
      </w:r>
      <w:r>
        <w:tab/>
        <w:t>1.013e0</w:t>
      </w:r>
    </w:p>
    <w:p w:rsidR="00B65DC9" w:rsidRDefault="00B65DC9" w:rsidP="00B65DC9">
      <w:r>
        <w:t>317.1209</w:t>
      </w:r>
      <w:r>
        <w:tab/>
        <w:t>1.013e0</w:t>
      </w:r>
    </w:p>
    <w:p w:rsidR="00B65DC9" w:rsidRDefault="00B65DC9" w:rsidP="00B65DC9">
      <w:r>
        <w:t>317.1470</w:t>
      </w:r>
      <w:r>
        <w:tab/>
        <w:t>2.025e0</w:t>
      </w:r>
    </w:p>
    <w:p w:rsidR="00B65DC9" w:rsidRDefault="00B65DC9" w:rsidP="00B65DC9">
      <w:r>
        <w:t>317.1667</w:t>
      </w:r>
      <w:r>
        <w:tab/>
        <w:t>8.101e0</w:t>
      </w:r>
    </w:p>
    <w:p w:rsidR="00B65DC9" w:rsidRDefault="00B65DC9" w:rsidP="00B65DC9">
      <w:r>
        <w:t>317.1807</w:t>
      </w:r>
      <w:r>
        <w:tab/>
        <w:t>2.025e0</w:t>
      </w:r>
    </w:p>
    <w:p w:rsidR="00B65DC9" w:rsidRDefault="00B65DC9" w:rsidP="00B65DC9">
      <w:r>
        <w:t>317.1841</w:t>
      </w:r>
      <w:r>
        <w:tab/>
        <w:t>1.266e-2</w:t>
      </w:r>
    </w:p>
    <w:p w:rsidR="00B65DC9" w:rsidRDefault="00B65DC9" w:rsidP="00B65DC9">
      <w:r>
        <w:t>317.2315</w:t>
      </w:r>
      <w:r>
        <w:tab/>
        <w:t>7.089e0</w:t>
      </w:r>
    </w:p>
    <w:p w:rsidR="00B65DC9" w:rsidRDefault="00B65DC9" w:rsidP="00B65DC9">
      <w:r>
        <w:t>317.2403</w:t>
      </w:r>
      <w:r>
        <w:tab/>
        <w:t>1.266e-2</w:t>
      </w:r>
    </w:p>
    <w:p w:rsidR="00B65DC9" w:rsidRDefault="00B65DC9" w:rsidP="00B65DC9">
      <w:r>
        <w:lastRenderedPageBreak/>
        <w:t>317.2681</w:t>
      </w:r>
      <w:r>
        <w:tab/>
        <w:t>1.013e0</w:t>
      </w:r>
    </w:p>
    <w:p w:rsidR="00B65DC9" w:rsidRDefault="00B65DC9" w:rsidP="00B65DC9">
      <w:r>
        <w:t>317.2818</w:t>
      </w:r>
      <w:r>
        <w:tab/>
        <w:t>2.025e0</w:t>
      </w:r>
    </w:p>
    <w:p w:rsidR="00B65DC9" w:rsidRDefault="00B65DC9" w:rsidP="00B65DC9">
      <w:r>
        <w:t>317.3045</w:t>
      </w:r>
      <w:r>
        <w:tab/>
        <w:t>1.013e0</w:t>
      </w:r>
    </w:p>
    <w:p w:rsidR="00B65DC9" w:rsidRDefault="00B65DC9" w:rsidP="00B65DC9">
      <w:r>
        <w:t>317.3246</w:t>
      </w:r>
      <w:r>
        <w:tab/>
        <w:t>1.013e0</w:t>
      </w:r>
    </w:p>
    <w:p w:rsidR="00B65DC9" w:rsidRDefault="00B65DC9" w:rsidP="00B65DC9">
      <w:r>
        <w:t>317.4427</w:t>
      </w:r>
      <w:r>
        <w:tab/>
        <w:t>1.013e0</w:t>
      </w:r>
    </w:p>
    <w:p w:rsidR="00B65DC9" w:rsidRDefault="00B65DC9" w:rsidP="00B65DC9">
      <w:r>
        <w:t>317.4454</w:t>
      </w:r>
      <w:r>
        <w:tab/>
        <w:t>2.025e0</w:t>
      </w:r>
    </w:p>
    <w:p w:rsidR="00B65DC9" w:rsidRDefault="00B65DC9" w:rsidP="00B65DC9">
      <w:r>
        <w:t>317.4616</w:t>
      </w:r>
      <w:r>
        <w:tab/>
        <w:t>1.013e0</w:t>
      </w:r>
    </w:p>
    <w:p w:rsidR="00B65DC9" w:rsidRDefault="00B65DC9" w:rsidP="00B65DC9">
      <w:r>
        <w:t>317.4688</w:t>
      </w:r>
      <w:r>
        <w:tab/>
        <w:t>2.025e0</w:t>
      </w:r>
    </w:p>
    <w:p w:rsidR="00B65DC9" w:rsidRDefault="00B65DC9" w:rsidP="00B65DC9">
      <w:r>
        <w:t>317.4821</w:t>
      </w:r>
      <w:r>
        <w:tab/>
        <w:t>1.013e0</w:t>
      </w:r>
    </w:p>
    <w:p w:rsidR="00B65DC9" w:rsidRDefault="00B65DC9" w:rsidP="00B65DC9">
      <w:r>
        <w:t>317.5346</w:t>
      </w:r>
      <w:r>
        <w:tab/>
        <w:t>1.013e0</w:t>
      </w:r>
    </w:p>
    <w:p w:rsidR="00B65DC9" w:rsidRDefault="00B65DC9" w:rsidP="00B65DC9">
      <w:r>
        <w:t>317.6376</w:t>
      </w:r>
      <w:r>
        <w:tab/>
        <w:t>1.266e-2</w:t>
      </w:r>
    </w:p>
    <w:p w:rsidR="00B65DC9" w:rsidRDefault="00B65DC9" w:rsidP="00B65DC9">
      <w:r>
        <w:t>317.6893</w:t>
      </w:r>
      <w:r>
        <w:tab/>
        <w:t>1.013e0</w:t>
      </w:r>
    </w:p>
    <w:p w:rsidR="00B65DC9" w:rsidRDefault="00B65DC9" w:rsidP="00B65DC9">
      <w:r>
        <w:t>317.7582</w:t>
      </w:r>
      <w:r>
        <w:tab/>
        <w:t>2.025e0</w:t>
      </w:r>
    </w:p>
    <w:p w:rsidR="00B65DC9" w:rsidRDefault="00B65DC9" w:rsidP="00B65DC9">
      <w:r>
        <w:t>317.7597</w:t>
      </w:r>
      <w:r>
        <w:tab/>
        <w:t>1.013e0</w:t>
      </w:r>
    </w:p>
    <w:p w:rsidR="00B65DC9" w:rsidRDefault="00B65DC9" w:rsidP="00B65DC9">
      <w:r>
        <w:t>317.7802</w:t>
      </w:r>
      <w:r>
        <w:tab/>
        <w:t>1.013e0</w:t>
      </w:r>
    </w:p>
    <w:p w:rsidR="00B65DC9" w:rsidRDefault="00B65DC9" w:rsidP="00B65DC9">
      <w:r>
        <w:t>317.8121</w:t>
      </w:r>
      <w:r>
        <w:tab/>
        <w:t>1.013e0</w:t>
      </w:r>
    </w:p>
    <w:p w:rsidR="00B65DC9" w:rsidRDefault="00B65DC9" w:rsidP="00B65DC9">
      <w:r>
        <w:t>317.8564</w:t>
      </w:r>
      <w:r>
        <w:tab/>
        <w:t>1.013e0</w:t>
      </w:r>
    </w:p>
    <w:p w:rsidR="00B65DC9" w:rsidRDefault="00B65DC9" w:rsidP="00B65DC9">
      <w:r>
        <w:t>317.8732</w:t>
      </w:r>
      <w:r>
        <w:tab/>
        <w:t>1.266e-2</w:t>
      </w:r>
    </w:p>
    <w:p w:rsidR="00B65DC9" w:rsidRDefault="00B65DC9" w:rsidP="00B65DC9">
      <w:r>
        <w:t>317.9451</w:t>
      </w:r>
      <w:r>
        <w:tab/>
        <w:t>2.532e-2</w:t>
      </w:r>
    </w:p>
    <w:p w:rsidR="00B65DC9" w:rsidRDefault="00B65DC9" w:rsidP="00B65DC9">
      <w:r>
        <w:lastRenderedPageBreak/>
        <w:t>317.9491</w:t>
      </w:r>
      <w:r>
        <w:tab/>
        <w:t>1.013e0</w:t>
      </w:r>
    </w:p>
    <w:p w:rsidR="00B65DC9" w:rsidRDefault="00B65DC9" w:rsidP="00B65DC9">
      <w:r>
        <w:t>317.9936</w:t>
      </w:r>
      <w:r>
        <w:tab/>
        <w:t>1.013e0</w:t>
      </w:r>
    </w:p>
    <w:p w:rsidR="00B65DC9" w:rsidRDefault="00B65DC9" w:rsidP="00B65DC9">
      <w:r>
        <w:t>318.0344</w:t>
      </w:r>
      <w:r>
        <w:tab/>
        <w:t>2.025e0</w:t>
      </w:r>
    </w:p>
    <w:p w:rsidR="00B65DC9" w:rsidRDefault="00B65DC9" w:rsidP="00B65DC9">
      <w:r>
        <w:t>318.0660</w:t>
      </w:r>
      <w:r>
        <w:tab/>
        <w:t>2.025e0</w:t>
      </w:r>
    </w:p>
    <w:p w:rsidR="00B65DC9" w:rsidRDefault="00B65DC9" w:rsidP="00B65DC9">
      <w:r>
        <w:t>318.0687</w:t>
      </w:r>
      <w:r>
        <w:tab/>
        <w:t>1.266e-2</w:t>
      </w:r>
    </w:p>
    <w:p w:rsidR="00B65DC9" w:rsidRDefault="00B65DC9" w:rsidP="00B65DC9">
      <w:r>
        <w:t>318.1017</w:t>
      </w:r>
      <w:r>
        <w:tab/>
        <w:t>2.051e0</w:t>
      </w:r>
    </w:p>
    <w:p w:rsidR="00B65DC9" w:rsidRDefault="00B65DC9" w:rsidP="00B65DC9">
      <w:r>
        <w:t>318.1147</w:t>
      </w:r>
      <w:r>
        <w:tab/>
        <w:t>1.013e0</w:t>
      </w:r>
    </w:p>
    <w:p w:rsidR="00B65DC9" w:rsidRDefault="00B65DC9" w:rsidP="00B65DC9">
      <w:r>
        <w:t>318.1437</w:t>
      </w:r>
      <w:r>
        <w:tab/>
        <w:t>2.532e-2</w:t>
      </w:r>
    </w:p>
    <w:p w:rsidR="00B65DC9" w:rsidRDefault="00B65DC9" w:rsidP="00B65DC9">
      <w:r>
        <w:t>318.1584</w:t>
      </w:r>
      <w:r>
        <w:tab/>
        <w:t>3.038e0</w:t>
      </w:r>
    </w:p>
    <w:p w:rsidR="00B65DC9" w:rsidRDefault="00B65DC9" w:rsidP="00B65DC9">
      <w:r>
        <w:t>318.1820</w:t>
      </w:r>
      <w:r>
        <w:tab/>
        <w:t>3.798e-2</w:t>
      </w:r>
    </w:p>
    <w:p w:rsidR="00B65DC9" w:rsidRDefault="00B65DC9" w:rsidP="00B65DC9">
      <w:r>
        <w:t>318.1869</w:t>
      </w:r>
      <w:r>
        <w:tab/>
        <w:t>2.532e-2</w:t>
      </w:r>
    </w:p>
    <w:p w:rsidR="00B65DC9" w:rsidRDefault="00B65DC9" w:rsidP="00B65DC9">
      <w:r>
        <w:t>318.2086</w:t>
      </w:r>
      <w:r>
        <w:tab/>
        <w:t>2.025e0</w:t>
      </w:r>
    </w:p>
    <w:p w:rsidR="00B65DC9" w:rsidRDefault="00B65DC9" w:rsidP="00B65DC9">
      <w:r>
        <w:t>318.2171</w:t>
      </w:r>
      <w:r>
        <w:tab/>
        <w:t>2.051e0</w:t>
      </w:r>
    </w:p>
    <w:p w:rsidR="00B65DC9" w:rsidRDefault="00B65DC9" w:rsidP="00B65DC9">
      <w:r>
        <w:t>318.2298</w:t>
      </w:r>
      <w:r>
        <w:tab/>
        <w:t>1.013e0</w:t>
      </w:r>
    </w:p>
    <w:p w:rsidR="00B65DC9" w:rsidRDefault="00B65DC9" w:rsidP="00B65DC9">
      <w:r>
        <w:t>318.2393</w:t>
      </w:r>
      <w:r>
        <w:tab/>
        <w:t>1.266e-2</w:t>
      </w:r>
    </w:p>
    <w:p w:rsidR="00B65DC9" w:rsidRDefault="00B65DC9" w:rsidP="00B65DC9">
      <w:r>
        <w:t>318.2471</w:t>
      </w:r>
      <w:r>
        <w:tab/>
        <w:t>2.025e0</w:t>
      </w:r>
    </w:p>
    <w:p w:rsidR="00B65DC9" w:rsidRDefault="00B65DC9" w:rsidP="00B65DC9">
      <w:r>
        <w:t>318.2677</w:t>
      </w:r>
      <w:r>
        <w:tab/>
        <w:t>1.038e0</w:t>
      </w:r>
    </w:p>
    <w:p w:rsidR="00B65DC9" w:rsidRDefault="00B65DC9" w:rsidP="00B65DC9">
      <w:r>
        <w:t>318.2976</w:t>
      </w:r>
      <w:r>
        <w:tab/>
        <w:t>2.025e0</w:t>
      </w:r>
    </w:p>
    <w:p w:rsidR="00B65DC9" w:rsidRDefault="00B65DC9" w:rsidP="00B65DC9">
      <w:r>
        <w:t>318.3104</w:t>
      </w:r>
      <w:r>
        <w:tab/>
        <w:t>1.266e-2</w:t>
      </w:r>
    </w:p>
    <w:p w:rsidR="00B65DC9" w:rsidRDefault="00B65DC9" w:rsidP="00B65DC9">
      <w:r>
        <w:lastRenderedPageBreak/>
        <w:t>318.3392</w:t>
      </w:r>
      <w:r>
        <w:tab/>
        <w:t>1.013e0</w:t>
      </w:r>
    </w:p>
    <w:p w:rsidR="00B65DC9" w:rsidRDefault="00B65DC9" w:rsidP="00B65DC9">
      <w:r>
        <w:t>318.3622</w:t>
      </w:r>
      <w:r>
        <w:tab/>
        <w:t>1.013e0</w:t>
      </w:r>
    </w:p>
    <w:p w:rsidR="00B65DC9" w:rsidRDefault="00B65DC9" w:rsidP="00B65DC9">
      <w:r>
        <w:t>318.4087</w:t>
      </w:r>
      <w:r>
        <w:tab/>
        <w:t>2.025e0</w:t>
      </w:r>
    </w:p>
    <w:p w:rsidR="00B65DC9" w:rsidRDefault="00B65DC9" w:rsidP="00B65DC9">
      <w:r>
        <w:t>318.4433</w:t>
      </w:r>
      <w:r>
        <w:tab/>
        <w:t>2.025e0</w:t>
      </w:r>
    </w:p>
    <w:p w:rsidR="00B65DC9" w:rsidRDefault="00B65DC9" w:rsidP="00B65DC9">
      <w:r>
        <w:t>318.5135</w:t>
      </w:r>
      <w:r>
        <w:tab/>
        <w:t>1.013e0</w:t>
      </w:r>
    </w:p>
    <w:p w:rsidR="00B65DC9" w:rsidRDefault="00B65DC9" w:rsidP="00B65DC9">
      <w:r>
        <w:t>318.5464</w:t>
      </w:r>
      <w:r>
        <w:tab/>
        <w:t>1.013e0</w:t>
      </w:r>
    </w:p>
    <w:p w:rsidR="00B65DC9" w:rsidRDefault="00B65DC9" w:rsidP="00B65DC9">
      <w:r>
        <w:t>318.5861</w:t>
      </w:r>
      <w:r>
        <w:tab/>
        <w:t>1.266e-2</w:t>
      </w:r>
    </w:p>
    <w:p w:rsidR="00B65DC9" w:rsidRDefault="00B65DC9" w:rsidP="00B65DC9">
      <w:r>
        <w:t>318.6096</w:t>
      </w:r>
      <w:r>
        <w:tab/>
        <w:t>3.038e0</w:t>
      </w:r>
    </w:p>
    <w:p w:rsidR="00B65DC9" w:rsidRDefault="00B65DC9" w:rsidP="00B65DC9">
      <w:r>
        <w:t>318.6707</w:t>
      </w:r>
      <w:r>
        <w:tab/>
        <w:t>1.013e0</w:t>
      </w:r>
    </w:p>
    <w:p w:rsidR="00B65DC9" w:rsidRDefault="00B65DC9" w:rsidP="00B65DC9">
      <w:r>
        <w:t>318.7111</w:t>
      </w:r>
      <w:r>
        <w:tab/>
        <w:t>2.025e0</w:t>
      </w:r>
    </w:p>
    <w:p w:rsidR="00B65DC9" w:rsidRDefault="00B65DC9" w:rsidP="00B65DC9">
      <w:r>
        <w:t>318.8079</w:t>
      </w:r>
      <w:r>
        <w:tab/>
        <w:t>1.266e-2</w:t>
      </w:r>
    </w:p>
    <w:p w:rsidR="00B65DC9" w:rsidRDefault="00B65DC9" w:rsidP="00B65DC9">
      <w:r>
        <w:t>318.8117</w:t>
      </w:r>
      <w:r>
        <w:tab/>
        <w:t>1.013e0</w:t>
      </w:r>
    </w:p>
    <w:p w:rsidR="00B65DC9" w:rsidRDefault="00B65DC9" w:rsidP="00B65DC9">
      <w:r>
        <w:t>318.8652</w:t>
      </w:r>
      <w:r>
        <w:tab/>
        <w:t>2.025e0</w:t>
      </w:r>
    </w:p>
    <w:p w:rsidR="00B65DC9" w:rsidRDefault="00B65DC9" w:rsidP="00B65DC9">
      <w:r>
        <w:t>318.8849</w:t>
      </w:r>
      <w:r>
        <w:tab/>
        <w:t>2.038e0</w:t>
      </w:r>
    </w:p>
    <w:p w:rsidR="00B65DC9" w:rsidRDefault="00B65DC9" w:rsidP="00B65DC9">
      <w:r>
        <w:t>318.8898</w:t>
      </w:r>
      <w:r>
        <w:tab/>
        <w:t>6.076e0</w:t>
      </w:r>
    </w:p>
    <w:p w:rsidR="00B65DC9" w:rsidRDefault="00B65DC9" w:rsidP="00B65DC9">
      <w:r>
        <w:t>318.8956</w:t>
      </w:r>
      <w:r>
        <w:tab/>
        <w:t>3.089e0</w:t>
      </w:r>
    </w:p>
    <w:p w:rsidR="00B65DC9" w:rsidRDefault="00B65DC9" w:rsidP="00B65DC9">
      <w:r>
        <w:t>318.9037</w:t>
      </w:r>
      <w:r>
        <w:tab/>
        <w:t>1.266e-2</w:t>
      </w:r>
    </w:p>
    <w:p w:rsidR="00B65DC9" w:rsidRDefault="00B65DC9" w:rsidP="00B65DC9">
      <w:r>
        <w:t>318.9330</w:t>
      </w:r>
      <w:r>
        <w:tab/>
        <w:t>1.266e-2</w:t>
      </w:r>
    </w:p>
    <w:p w:rsidR="00B65DC9" w:rsidRDefault="00B65DC9" w:rsidP="00B65DC9">
      <w:r>
        <w:t>318.9556</w:t>
      </w:r>
      <w:r>
        <w:tab/>
        <w:t>1.266e-2</w:t>
      </w:r>
    </w:p>
    <w:p w:rsidR="00B65DC9" w:rsidRDefault="00B65DC9" w:rsidP="00B65DC9">
      <w:r>
        <w:lastRenderedPageBreak/>
        <w:t>318.9605</w:t>
      </w:r>
      <w:r>
        <w:tab/>
        <w:t>2.038e0</w:t>
      </w:r>
    </w:p>
    <w:p w:rsidR="00B65DC9" w:rsidRDefault="00B65DC9" w:rsidP="00B65DC9">
      <w:r>
        <w:t>319.0044</w:t>
      </w:r>
      <w:r>
        <w:tab/>
        <w:t>3.038e0</w:t>
      </w:r>
    </w:p>
    <w:p w:rsidR="00B65DC9" w:rsidRDefault="00B65DC9" w:rsidP="00B65DC9">
      <w:r>
        <w:t>319.0259</w:t>
      </w:r>
      <w:r>
        <w:tab/>
        <w:t>3.798e-2</w:t>
      </w:r>
    </w:p>
    <w:p w:rsidR="00B65DC9" w:rsidRDefault="00B65DC9" w:rsidP="00B65DC9">
      <w:r>
        <w:t>319.0462</w:t>
      </w:r>
      <w:r>
        <w:tab/>
        <w:t>1.013e0</w:t>
      </w:r>
    </w:p>
    <w:p w:rsidR="00B65DC9" w:rsidRDefault="00B65DC9" w:rsidP="00B65DC9">
      <w:r>
        <w:t>319.0750</w:t>
      </w:r>
      <w:r>
        <w:tab/>
        <w:t>1.209e0</w:t>
      </w:r>
    </w:p>
    <w:p w:rsidR="00B65DC9" w:rsidRDefault="00B65DC9" w:rsidP="00B65DC9">
      <w:r>
        <w:t>319.1023</w:t>
      </w:r>
      <w:r>
        <w:tab/>
        <w:t>3.797e-2</w:t>
      </w:r>
    </w:p>
    <w:p w:rsidR="00B65DC9" w:rsidRDefault="00B65DC9" w:rsidP="00B65DC9">
      <w:r>
        <w:t>319.1309</w:t>
      </w:r>
      <w:r>
        <w:tab/>
        <w:t>2.025e0</w:t>
      </w:r>
    </w:p>
    <w:p w:rsidR="00B65DC9" w:rsidRDefault="00B65DC9" w:rsidP="00B65DC9">
      <w:r>
        <w:t>319.1921</w:t>
      </w:r>
      <w:r>
        <w:tab/>
        <w:t>1.266e-2</w:t>
      </w:r>
    </w:p>
    <w:p w:rsidR="00B65DC9" w:rsidRDefault="00B65DC9" w:rsidP="00B65DC9">
      <w:r>
        <w:t>319.2112</w:t>
      </w:r>
      <w:r>
        <w:tab/>
        <w:t>1.266e-2</w:t>
      </w:r>
    </w:p>
    <w:p w:rsidR="00B65DC9" w:rsidRDefault="00B65DC9" w:rsidP="00B65DC9">
      <w:r>
        <w:t>319.2214</w:t>
      </w:r>
      <w:r>
        <w:tab/>
        <w:t>1.266e-2</w:t>
      </w:r>
    </w:p>
    <w:p w:rsidR="00B65DC9" w:rsidRDefault="00B65DC9" w:rsidP="00B65DC9">
      <w:r>
        <w:t>319.2354</w:t>
      </w:r>
      <w:r>
        <w:tab/>
        <w:t>3.038e0</w:t>
      </w:r>
    </w:p>
    <w:p w:rsidR="00B65DC9" w:rsidRDefault="00B65DC9" w:rsidP="00B65DC9">
      <w:r>
        <w:t>319.2596</w:t>
      </w:r>
      <w:r>
        <w:tab/>
        <w:t>1.266e-2</w:t>
      </w:r>
    </w:p>
    <w:p w:rsidR="00B65DC9" w:rsidRDefault="00B65DC9" w:rsidP="00B65DC9">
      <w:r>
        <w:t>319.2777</w:t>
      </w:r>
      <w:r>
        <w:tab/>
        <w:t>2.025e0</w:t>
      </w:r>
    </w:p>
    <w:p w:rsidR="00B65DC9" w:rsidRDefault="00B65DC9" w:rsidP="00B65DC9">
      <w:r>
        <w:t>319.2809</w:t>
      </w:r>
      <w:r>
        <w:tab/>
        <w:t>2.025e0</w:t>
      </w:r>
    </w:p>
    <w:p w:rsidR="00B65DC9" w:rsidRDefault="00B65DC9" w:rsidP="00B65DC9">
      <w:r>
        <w:t>319.2911</w:t>
      </w:r>
      <w:r>
        <w:tab/>
        <w:t>1.051e0</w:t>
      </w:r>
    </w:p>
    <w:p w:rsidR="00B65DC9" w:rsidRDefault="00B65DC9" w:rsidP="00B65DC9">
      <w:r>
        <w:t>319.4373</w:t>
      </w:r>
      <w:r>
        <w:tab/>
        <w:t>2.025e0</w:t>
      </w:r>
    </w:p>
    <w:p w:rsidR="00B65DC9" w:rsidRDefault="00B65DC9" w:rsidP="00B65DC9">
      <w:r>
        <w:t>319.4492</w:t>
      </w:r>
      <w:r>
        <w:tab/>
        <w:t>1.013e0</w:t>
      </w:r>
    </w:p>
    <w:p w:rsidR="00B65DC9" w:rsidRDefault="00B65DC9" w:rsidP="00B65DC9">
      <w:r>
        <w:t>319.4734</w:t>
      </w:r>
      <w:r>
        <w:tab/>
        <w:t>1.013e0</w:t>
      </w:r>
    </w:p>
    <w:p w:rsidR="00B65DC9" w:rsidRDefault="00B65DC9" w:rsidP="00B65DC9">
      <w:r>
        <w:t>319.6020</w:t>
      </w:r>
      <w:r>
        <w:tab/>
        <w:t>1.266e-2</w:t>
      </w:r>
    </w:p>
    <w:p w:rsidR="00B65DC9" w:rsidRDefault="00B65DC9" w:rsidP="00B65DC9">
      <w:r>
        <w:lastRenderedPageBreak/>
        <w:t>319.6106</w:t>
      </w:r>
      <w:r>
        <w:tab/>
        <w:t>1.266e-2</w:t>
      </w:r>
    </w:p>
    <w:p w:rsidR="00B65DC9" w:rsidRDefault="00B65DC9" w:rsidP="00B65DC9">
      <w:r>
        <w:t>319.6309</w:t>
      </w:r>
      <w:r>
        <w:tab/>
        <w:t>1.013e0</w:t>
      </w:r>
    </w:p>
    <w:p w:rsidR="00B65DC9" w:rsidRDefault="00B65DC9" w:rsidP="00B65DC9">
      <w:r>
        <w:t>319.6540</w:t>
      </w:r>
      <w:r>
        <w:tab/>
        <w:t>1.013e0</w:t>
      </w:r>
    </w:p>
    <w:p w:rsidR="00B65DC9" w:rsidRDefault="00B65DC9" w:rsidP="00B65DC9">
      <w:r>
        <w:t>319.6671</w:t>
      </w:r>
      <w:r>
        <w:tab/>
        <w:t>1.266e-2</w:t>
      </w:r>
    </w:p>
    <w:p w:rsidR="00B65DC9" w:rsidRDefault="00B65DC9" w:rsidP="00B65DC9">
      <w:r>
        <w:t>319.6917</w:t>
      </w:r>
      <w:r>
        <w:tab/>
        <w:t>1.013e0</w:t>
      </w:r>
    </w:p>
    <w:p w:rsidR="00B65DC9" w:rsidRDefault="00B65DC9" w:rsidP="00B65DC9">
      <w:r>
        <w:t>319.7291</w:t>
      </w:r>
      <w:r>
        <w:tab/>
        <w:t>1.013e0</w:t>
      </w:r>
    </w:p>
    <w:p w:rsidR="00B65DC9" w:rsidRDefault="00B65DC9" w:rsidP="00B65DC9">
      <w:r>
        <w:t>319.8566</w:t>
      </w:r>
      <w:r>
        <w:tab/>
        <w:t>1.013e0</w:t>
      </w:r>
    </w:p>
    <w:p w:rsidR="00B65DC9" w:rsidRDefault="00B65DC9" w:rsidP="00B65DC9">
      <w:r>
        <w:t>319.8852</w:t>
      </w:r>
      <w:r>
        <w:tab/>
        <w:t>1.013e0</w:t>
      </w:r>
    </w:p>
    <w:p w:rsidR="00B65DC9" w:rsidRDefault="00B65DC9" w:rsidP="00B65DC9">
      <w:r>
        <w:t>319.8967</w:t>
      </w:r>
      <w:r>
        <w:tab/>
        <w:t>1.013e0</w:t>
      </w:r>
    </w:p>
    <w:p w:rsidR="00B65DC9" w:rsidRDefault="00B65DC9" w:rsidP="00B65DC9">
      <w:r>
        <w:t>319.9258</w:t>
      </w:r>
      <w:r>
        <w:tab/>
        <w:t>2.025e0</w:t>
      </w:r>
    </w:p>
    <w:p w:rsidR="00B65DC9" w:rsidRDefault="00B65DC9" w:rsidP="00B65DC9">
      <w:r>
        <w:t>319.9430</w:t>
      </w:r>
      <w:r>
        <w:tab/>
        <w:t>1.025e0</w:t>
      </w:r>
    </w:p>
    <w:p w:rsidR="00B65DC9" w:rsidRDefault="00B65DC9" w:rsidP="00B65DC9">
      <w:r>
        <w:t>319.9781</w:t>
      </w:r>
      <w:r>
        <w:tab/>
        <w:t>1.266e-2</w:t>
      </w:r>
    </w:p>
    <w:p w:rsidR="00B65DC9" w:rsidRDefault="00B65DC9" w:rsidP="00B65DC9">
      <w:r>
        <w:t>320.0121</w:t>
      </w:r>
      <w:r>
        <w:tab/>
        <w:t>2.025e0</w:t>
      </w:r>
    </w:p>
    <w:p w:rsidR="00B65DC9" w:rsidRDefault="00B65DC9" w:rsidP="00B65DC9">
      <w:r>
        <w:t>320.0142</w:t>
      </w:r>
      <w:r>
        <w:tab/>
        <w:t>1.266e-2</w:t>
      </w:r>
    </w:p>
    <w:p w:rsidR="00B65DC9" w:rsidRDefault="00B65DC9" w:rsidP="00B65DC9">
      <w:r>
        <w:t>320.0306</w:t>
      </w:r>
      <w:r>
        <w:tab/>
        <w:t>3.063e0</w:t>
      </w:r>
    </w:p>
    <w:p w:rsidR="00B65DC9" w:rsidRDefault="00B65DC9" w:rsidP="00B65DC9">
      <w:r>
        <w:t>320.0512</w:t>
      </w:r>
      <w:r>
        <w:tab/>
        <w:t>3.798e-2</w:t>
      </w:r>
    </w:p>
    <w:p w:rsidR="00B65DC9" w:rsidRDefault="00B65DC9" w:rsidP="00B65DC9">
      <w:r>
        <w:t>320.0588</w:t>
      </w:r>
      <w:r>
        <w:tab/>
        <w:t>2.038e0</w:t>
      </w:r>
    </w:p>
    <w:p w:rsidR="00B65DC9" w:rsidRDefault="00B65DC9" w:rsidP="00B65DC9">
      <w:r>
        <w:t>320.0811</w:t>
      </w:r>
      <w:r>
        <w:tab/>
        <w:t>1.038e0</w:t>
      </w:r>
    </w:p>
    <w:p w:rsidR="00B65DC9" w:rsidRDefault="00B65DC9" w:rsidP="00B65DC9">
      <w:r>
        <w:t>320.1312</w:t>
      </w:r>
      <w:r>
        <w:tab/>
        <w:t>2.025e0</w:t>
      </w:r>
    </w:p>
    <w:p w:rsidR="00B65DC9" w:rsidRDefault="00B65DC9" w:rsidP="00B65DC9">
      <w:r>
        <w:lastRenderedPageBreak/>
        <w:t>320.1395</w:t>
      </w:r>
      <w:r>
        <w:tab/>
        <w:t>1.025e0</w:t>
      </w:r>
    </w:p>
    <w:p w:rsidR="00B65DC9" w:rsidRDefault="00B65DC9" w:rsidP="00B65DC9">
      <w:r>
        <w:t>320.2042</w:t>
      </w:r>
      <w:r>
        <w:tab/>
        <w:t>1.013e0</w:t>
      </w:r>
    </w:p>
    <w:p w:rsidR="00B65DC9" w:rsidRDefault="00B65DC9" w:rsidP="00B65DC9">
      <w:r>
        <w:t>320.2091</w:t>
      </w:r>
      <w:r>
        <w:tab/>
        <w:t>1.266e-2</w:t>
      </w:r>
    </w:p>
    <w:p w:rsidR="00B65DC9" w:rsidRDefault="00B65DC9" w:rsidP="00B65DC9">
      <w:r>
        <w:t>320.2285</w:t>
      </w:r>
      <w:r>
        <w:tab/>
        <w:t>2.038e0</w:t>
      </w:r>
    </w:p>
    <w:p w:rsidR="00B65DC9" w:rsidRDefault="00B65DC9" w:rsidP="00B65DC9">
      <w:r>
        <w:t>320.2322</w:t>
      </w:r>
      <w:r>
        <w:tab/>
        <w:t>1.013e0</w:t>
      </w:r>
    </w:p>
    <w:p w:rsidR="00B65DC9" w:rsidRDefault="00B65DC9" w:rsidP="00B65DC9">
      <w:r>
        <w:t>320.2644</w:t>
      </w:r>
      <w:r>
        <w:tab/>
        <w:t>2.025e0</w:t>
      </w:r>
    </w:p>
    <w:p w:rsidR="00B65DC9" w:rsidRDefault="00B65DC9" w:rsidP="00B65DC9">
      <w:r>
        <w:t>320.3169</w:t>
      </w:r>
      <w:r>
        <w:tab/>
        <w:t>2.025e0</w:t>
      </w:r>
    </w:p>
    <w:p w:rsidR="00B65DC9" w:rsidRDefault="00B65DC9" w:rsidP="00B65DC9">
      <w:r>
        <w:t>320.3189</w:t>
      </w:r>
      <w:r>
        <w:tab/>
        <w:t>1.025e0</w:t>
      </w:r>
    </w:p>
    <w:p w:rsidR="00B65DC9" w:rsidRDefault="00B65DC9" w:rsidP="00B65DC9">
      <w:r>
        <w:t>320.3290</w:t>
      </w:r>
      <w:r>
        <w:tab/>
        <w:t>1.013e0</w:t>
      </w:r>
    </w:p>
    <w:p w:rsidR="00B65DC9" w:rsidRDefault="00B65DC9" w:rsidP="00B65DC9">
      <w:r>
        <w:t>320.3653</w:t>
      </w:r>
      <w:r>
        <w:tab/>
        <w:t>1.013e0</w:t>
      </w:r>
    </w:p>
    <w:p w:rsidR="00B65DC9" w:rsidRDefault="00B65DC9" w:rsidP="00B65DC9">
      <w:r>
        <w:t>320.4138</w:t>
      </w:r>
      <w:r>
        <w:tab/>
        <w:t>1.013e0</w:t>
      </w:r>
    </w:p>
    <w:p w:rsidR="00B65DC9" w:rsidRDefault="00B65DC9" w:rsidP="00B65DC9">
      <w:r>
        <w:t>320.4380</w:t>
      </w:r>
      <w:r>
        <w:tab/>
        <w:t>1.013e0</w:t>
      </w:r>
    </w:p>
    <w:p w:rsidR="00B65DC9" w:rsidRDefault="00B65DC9" w:rsidP="00B65DC9">
      <w:r>
        <w:t>320.4820</w:t>
      </w:r>
      <w:r>
        <w:tab/>
        <w:t>2.025e0</w:t>
      </w:r>
    </w:p>
    <w:p w:rsidR="00B65DC9" w:rsidRDefault="00B65DC9" w:rsidP="00B65DC9">
      <w:r>
        <w:t>320.5275</w:t>
      </w:r>
      <w:r>
        <w:tab/>
        <w:t>1.013e0</w:t>
      </w:r>
    </w:p>
    <w:p w:rsidR="00B65DC9" w:rsidRDefault="00B65DC9" w:rsidP="00B65DC9">
      <w:r>
        <w:t>320.5514</w:t>
      </w:r>
      <w:r>
        <w:tab/>
        <w:t>1.013e0</w:t>
      </w:r>
    </w:p>
    <w:p w:rsidR="00B65DC9" w:rsidRDefault="00B65DC9" w:rsidP="00B65DC9">
      <w:r>
        <w:t>320.6199</w:t>
      </w:r>
      <w:r>
        <w:tab/>
        <w:t>1.266e-2</w:t>
      </w:r>
    </w:p>
    <w:p w:rsidR="00B65DC9" w:rsidRDefault="00B65DC9" w:rsidP="00B65DC9">
      <w:r>
        <w:t>320.6321</w:t>
      </w:r>
      <w:r>
        <w:tab/>
        <w:t>1.266e-2</w:t>
      </w:r>
    </w:p>
    <w:p w:rsidR="00B65DC9" w:rsidRDefault="00B65DC9" w:rsidP="00B65DC9">
      <w:r>
        <w:t>320.6561</w:t>
      </w:r>
      <w:r>
        <w:tab/>
        <w:t>1.013e0</w:t>
      </w:r>
    </w:p>
    <w:p w:rsidR="00B65DC9" w:rsidRDefault="00B65DC9" w:rsidP="00B65DC9">
      <w:r>
        <w:t>320.8175</w:t>
      </w:r>
      <w:r>
        <w:tab/>
        <w:t>1.013e0</w:t>
      </w:r>
    </w:p>
    <w:p w:rsidR="00B65DC9" w:rsidRDefault="00B65DC9" w:rsidP="00B65DC9">
      <w:r>
        <w:lastRenderedPageBreak/>
        <w:t>320.8802</w:t>
      </w:r>
      <w:r>
        <w:tab/>
        <w:t>1.025e0</w:t>
      </w:r>
    </w:p>
    <w:p w:rsidR="00B65DC9" w:rsidRDefault="00B65DC9" w:rsidP="00B65DC9">
      <w:r>
        <w:t>320.9067</w:t>
      </w:r>
      <w:r>
        <w:tab/>
        <w:t>2.025e0</w:t>
      </w:r>
    </w:p>
    <w:p w:rsidR="00B65DC9" w:rsidRDefault="00B65DC9" w:rsidP="00B65DC9">
      <w:r>
        <w:t>320.9123</w:t>
      </w:r>
      <w:r>
        <w:tab/>
        <w:t>2.025e0</w:t>
      </w:r>
    </w:p>
    <w:p w:rsidR="00B65DC9" w:rsidRDefault="00B65DC9" w:rsidP="00B65DC9">
      <w:r>
        <w:t>320.9146</w:t>
      </w:r>
      <w:r>
        <w:tab/>
        <w:t>1.013e0</w:t>
      </w:r>
    </w:p>
    <w:p w:rsidR="00B65DC9" w:rsidRDefault="00B65DC9" w:rsidP="00B65DC9">
      <w:r>
        <w:t>320.9751</w:t>
      </w:r>
      <w:r>
        <w:tab/>
        <w:t>1.013e0</w:t>
      </w:r>
    </w:p>
    <w:p w:rsidR="00B65DC9" w:rsidRDefault="00B65DC9" w:rsidP="00B65DC9">
      <w:r>
        <w:t>320.9826</w:t>
      </w:r>
      <w:r>
        <w:tab/>
        <w:t>3.798e-2</w:t>
      </w:r>
    </w:p>
    <w:p w:rsidR="00B65DC9" w:rsidRDefault="00B65DC9" w:rsidP="00B65DC9">
      <w:r>
        <w:t>320.9998</w:t>
      </w:r>
      <w:r>
        <w:tab/>
        <w:t>1.013e0</w:t>
      </w:r>
    </w:p>
    <w:p w:rsidR="00B65DC9" w:rsidRDefault="00B65DC9" w:rsidP="00B65DC9">
      <w:r>
        <w:t>321.0118</w:t>
      </w:r>
      <w:r>
        <w:tab/>
        <w:t>3.038e0</w:t>
      </w:r>
    </w:p>
    <w:p w:rsidR="00B65DC9" w:rsidRDefault="00B65DC9" w:rsidP="00B65DC9">
      <w:r>
        <w:t>321.0143</w:t>
      </w:r>
      <w:r>
        <w:tab/>
        <w:t>1.266e-2</w:t>
      </w:r>
    </w:p>
    <w:p w:rsidR="00B65DC9" w:rsidRDefault="00B65DC9" w:rsidP="00B65DC9">
      <w:r>
        <w:t>321.0375</w:t>
      </w:r>
      <w:r>
        <w:tab/>
        <w:t>1.013e0</w:t>
      </w:r>
    </w:p>
    <w:p w:rsidR="00B65DC9" w:rsidRDefault="00B65DC9" w:rsidP="00B65DC9">
      <w:r>
        <w:t>321.0434</w:t>
      </w:r>
      <w:r>
        <w:tab/>
        <w:t>1.038e0</w:t>
      </w:r>
    </w:p>
    <w:p w:rsidR="00B65DC9" w:rsidRDefault="00B65DC9" w:rsidP="00B65DC9">
      <w:r>
        <w:t>321.0607</w:t>
      </w:r>
      <w:r>
        <w:tab/>
        <w:t>1.013e0</w:t>
      </w:r>
    </w:p>
    <w:p w:rsidR="00B65DC9" w:rsidRDefault="00B65DC9" w:rsidP="00B65DC9">
      <w:r>
        <w:t>321.0673</w:t>
      </w:r>
      <w:r>
        <w:tab/>
        <w:t>5.063e0</w:t>
      </w:r>
    </w:p>
    <w:p w:rsidR="00B65DC9" w:rsidRDefault="00B65DC9" w:rsidP="00B65DC9">
      <w:r>
        <w:t>321.0762</w:t>
      </w:r>
      <w:r>
        <w:tab/>
        <w:t>2.025e0</w:t>
      </w:r>
    </w:p>
    <w:p w:rsidR="00B65DC9" w:rsidRDefault="00B65DC9" w:rsidP="00B65DC9">
      <w:r>
        <w:t>321.1312</w:t>
      </w:r>
      <w:r>
        <w:tab/>
        <w:t>5.063e0</w:t>
      </w:r>
    </w:p>
    <w:p w:rsidR="00B65DC9" w:rsidRDefault="00B65DC9" w:rsidP="00B65DC9">
      <w:r>
        <w:t>321.1363</w:t>
      </w:r>
      <w:r>
        <w:tab/>
        <w:t>7.399e0</w:t>
      </w:r>
    </w:p>
    <w:p w:rsidR="00B65DC9" w:rsidRDefault="00B65DC9" w:rsidP="00B65DC9">
      <w:r>
        <w:t>321.1413</w:t>
      </w:r>
      <w:r>
        <w:tab/>
        <w:t>4.051e0</w:t>
      </w:r>
    </w:p>
    <w:p w:rsidR="00B65DC9" w:rsidRDefault="00B65DC9" w:rsidP="00B65DC9">
      <w:r>
        <w:t>321.1729</w:t>
      </w:r>
      <w:r>
        <w:tab/>
        <w:t>2.025e0</w:t>
      </w:r>
    </w:p>
    <w:p w:rsidR="00B65DC9" w:rsidRDefault="00B65DC9" w:rsidP="00B65DC9">
      <w:r>
        <w:t>321.1896</w:t>
      </w:r>
      <w:r>
        <w:tab/>
        <w:t>1.013e0</w:t>
      </w:r>
    </w:p>
    <w:p w:rsidR="00B65DC9" w:rsidRDefault="00B65DC9" w:rsidP="00B65DC9">
      <w:r>
        <w:lastRenderedPageBreak/>
        <w:t>321.2406</w:t>
      </w:r>
      <w:r>
        <w:tab/>
        <w:t>2.025e0</w:t>
      </w:r>
    </w:p>
    <w:p w:rsidR="00B65DC9" w:rsidRDefault="00B65DC9" w:rsidP="00B65DC9">
      <w:r>
        <w:t>321.2596</w:t>
      </w:r>
      <w:r>
        <w:tab/>
        <w:t>2.025e0</w:t>
      </w:r>
    </w:p>
    <w:p w:rsidR="00B65DC9" w:rsidRDefault="00B65DC9" w:rsidP="00B65DC9">
      <w:r>
        <w:t>321.2943</w:t>
      </w:r>
      <w:r>
        <w:tab/>
        <w:t>1.013e0</w:t>
      </w:r>
    </w:p>
    <w:p w:rsidR="00B65DC9" w:rsidRDefault="00B65DC9" w:rsidP="00B65DC9">
      <w:r>
        <w:t>321.3044</w:t>
      </w:r>
      <w:r>
        <w:tab/>
        <w:t>1.266e-2</w:t>
      </w:r>
    </w:p>
    <w:p w:rsidR="00B65DC9" w:rsidRDefault="00B65DC9" w:rsidP="00B65DC9">
      <w:r>
        <w:t>321.3338</w:t>
      </w:r>
      <w:r>
        <w:tab/>
        <w:t>1.266e-2</w:t>
      </w:r>
    </w:p>
    <w:p w:rsidR="00B65DC9" w:rsidRDefault="00B65DC9" w:rsidP="00B65DC9">
      <w:r>
        <w:t>321.3566</w:t>
      </w:r>
      <w:r>
        <w:tab/>
        <w:t>1.266e-2</w:t>
      </w:r>
    </w:p>
    <w:p w:rsidR="00B65DC9" w:rsidRDefault="00B65DC9" w:rsidP="00B65DC9">
      <w:r>
        <w:t>321.5087</w:t>
      </w:r>
      <w:r>
        <w:tab/>
        <w:t>1.013e0</w:t>
      </w:r>
    </w:p>
    <w:p w:rsidR="00B65DC9" w:rsidRDefault="00B65DC9" w:rsidP="00B65DC9">
      <w:r>
        <w:t>321.5613</w:t>
      </w:r>
      <w:r>
        <w:tab/>
        <w:t>1.013e0</w:t>
      </w:r>
    </w:p>
    <w:p w:rsidR="00B65DC9" w:rsidRDefault="00B65DC9" w:rsidP="00B65DC9">
      <w:r>
        <w:t>321.5714</w:t>
      </w:r>
      <w:r>
        <w:tab/>
        <w:t>1.013e0</w:t>
      </w:r>
    </w:p>
    <w:p w:rsidR="00B65DC9" w:rsidRDefault="00B65DC9" w:rsidP="00B65DC9">
      <w:r>
        <w:t>321.6134</w:t>
      </w:r>
      <w:r>
        <w:tab/>
        <w:t>1.013e0</w:t>
      </w:r>
    </w:p>
    <w:p w:rsidR="00B65DC9" w:rsidRDefault="00B65DC9" w:rsidP="00B65DC9">
      <w:r>
        <w:t>321.6241</w:t>
      </w:r>
      <w:r>
        <w:tab/>
        <w:t>1.013e0</w:t>
      </w:r>
    </w:p>
    <w:p w:rsidR="00B65DC9" w:rsidRDefault="00B65DC9" w:rsidP="00B65DC9">
      <w:r>
        <w:t>321.8478</w:t>
      </w:r>
      <w:r>
        <w:tab/>
        <w:t>1.013e0</w:t>
      </w:r>
    </w:p>
    <w:p w:rsidR="00B65DC9" w:rsidRDefault="00B65DC9" w:rsidP="00B65DC9">
      <w:r>
        <w:t>321.8720</w:t>
      </w:r>
      <w:r>
        <w:tab/>
        <w:t>1.013e0</w:t>
      </w:r>
    </w:p>
    <w:p w:rsidR="00B65DC9" w:rsidRDefault="00B65DC9" w:rsidP="00B65DC9">
      <w:r>
        <w:t>321.9003</w:t>
      </w:r>
      <w:r>
        <w:tab/>
        <w:t>1.013e0</w:t>
      </w:r>
    </w:p>
    <w:p w:rsidR="00B65DC9" w:rsidRDefault="00B65DC9" w:rsidP="00B65DC9">
      <w:r>
        <w:t>321.9044</w:t>
      </w:r>
      <w:r>
        <w:tab/>
        <w:t>1.013e0</w:t>
      </w:r>
    </w:p>
    <w:p w:rsidR="00B65DC9" w:rsidRDefault="00B65DC9" w:rsidP="00B65DC9">
      <w:r>
        <w:t>321.9410</w:t>
      </w:r>
      <w:r>
        <w:tab/>
        <w:t>2.025e0</w:t>
      </w:r>
    </w:p>
    <w:p w:rsidR="00B65DC9" w:rsidRDefault="00B65DC9" w:rsidP="00B65DC9">
      <w:r>
        <w:t>321.9772</w:t>
      </w:r>
      <w:r>
        <w:tab/>
        <w:t>1.266e-2</w:t>
      </w:r>
    </w:p>
    <w:p w:rsidR="00B65DC9" w:rsidRDefault="00B65DC9" w:rsidP="00B65DC9">
      <w:r>
        <w:t>321.9899</w:t>
      </w:r>
      <w:r>
        <w:tab/>
        <w:t>1.266e-2</w:t>
      </w:r>
    </w:p>
    <w:p w:rsidR="00B65DC9" w:rsidRDefault="00B65DC9" w:rsidP="00B65DC9">
      <w:r>
        <w:t>322.0261</w:t>
      </w:r>
      <w:r>
        <w:tab/>
        <w:t>2.738e0</w:t>
      </w:r>
    </w:p>
    <w:p w:rsidR="00B65DC9" w:rsidRDefault="00B65DC9" w:rsidP="00B65DC9">
      <w:r>
        <w:lastRenderedPageBreak/>
        <w:t>322.0357</w:t>
      </w:r>
      <w:r>
        <w:tab/>
        <w:t>2.025e0</w:t>
      </w:r>
    </w:p>
    <w:p w:rsidR="00B65DC9" w:rsidRDefault="00B65DC9" w:rsidP="00B65DC9">
      <w:r>
        <w:t>322.0612</w:t>
      </w:r>
      <w:r>
        <w:tab/>
        <w:t>3.268e0</w:t>
      </w:r>
    </w:p>
    <w:p w:rsidR="00B65DC9" w:rsidRDefault="00B65DC9" w:rsidP="00B65DC9">
      <w:r>
        <w:t>322.1194</w:t>
      </w:r>
      <w:r>
        <w:tab/>
        <w:t>3.798e-2</w:t>
      </w:r>
    </w:p>
    <w:p w:rsidR="00B65DC9" w:rsidRDefault="00B65DC9" w:rsidP="00B65DC9">
      <w:r>
        <w:t>322.1470</w:t>
      </w:r>
      <w:r>
        <w:tab/>
        <w:t>2.063e0</w:t>
      </w:r>
    </w:p>
    <w:p w:rsidR="00B65DC9" w:rsidRDefault="00B65DC9" w:rsidP="00B65DC9">
      <w:r>
        <w:t>322.1860</w:t>
      </w:r>
      <w:r>
        <w:tab/>
        <w:t>2.532e-2</w:t>
      </w:r>
    </w:p>
    <w:p w:rsidR="00B65DC9" w:rsidRDefault="00B65DC9" w:rsidP="00B65DC9">
      <w:r>
        <w:t>322.2143</w:t>
      </w:r>
      <w:r>
        <w:tab/>
        <w:t>3.038e0</w:t>
      </w:r>
    </w:p>
    <w:p w:rsidR="00B65DC9" w:rsidRDefault="00B65DC9" w:rsidP="00B65DC9">
      <w:r>
        <w:t>322.2196</w:t>
      </w:r>
      <w:r>
        <w:tab/>
        <w:t>2.025e0</w:t>
      </w:r>
    </w:p>
    <w:p w:rsidR="00B65DC9" w:rsidRDefault="00B65DC9" w:rsidP="00B65DC9">
      <w:r>
        <w:t>322.2518</w:t>
      </w:r>
      <w:r>
        <w:tab/>
        <w:t>1.266e-2</w:t>
      </w:r>
    </w:p>
    <w:p w:rsidR="00B65DC9" w:rsidRDefault="00B65DC9" w:rsidP="00B65DC9">
      <w:r>
        <w:t>322.2658</w:t>
      </w:r>
      <w:r>
        <w:tab/>
        <w:t>2.532e-2</w:t>
      </w:r>
    </w:p>
    <w:p w:rsidR="00B65DC9" w:rsidRDefault="00B65DC9" w:rsidP="00B65DC9">
      <w:r>
        <w:t>322.2910</w:t>
      </w:r>
      <w:r>
        <w:tab/>
        <w:t>3.038e0</w:t>
      </w:r>
    </w:p>
    <w:p w:rsidR="00B65DC9" w:rsidRDefault="00B65DC9" w:rsidP="00B65DC9">
      <w:r>
        <w:t>322.3103</w:t>
      </w:r>
      <w:r>
        <w:tab/>
        <w:t>1.013e0</w:t>
      </w:r>
    </w:p>
    <w:p w:rsidR="00B65DC9" w:rsidRDefault="00B65DC9" w:rsidP="00B65DC9">
      <w:r>
        <w:t>322.3683</w:t>
      </w:r>
      <w:r>
        <w:tab/>
        <w:t>2.025e0</w:t>
      </w:r>
    </w:p>
    <w:p w:rsidR="00B65DC9" w:rsidRDefault="00B65DC9" w:rsidP="00B65DC9">
      <w:r>
        <w:t>322.3773</w:t>
      </w:r>
      <w:r>
        <w:tab/>
        <w:t>1.013e0</w:t>
      </w:r>
    </w:p>
    <w:p w:rsidR="00B65DC9" w:rsidRDefault="00B65DC9" w:rsidP="00B65DC9">
      <w:r>
        <w:t>322.4020</w:t>
      </w:r>
      <w:r>
        <w:tab/>
        <w:t>1.266e-2</w:t>
      </w:r>
    </w:p>
    <w:p w:rsidR="00B65DC9" w:rsidRDefault="00B65DC9" w:rsidP="00B65DC9">
      <w:r>
        <w:t>322.4724</w:t>
      </w:r>
      <w:r>
        <w:tab/>
        <w:t>2.025e0</w:t>
      </w:r>
    </w:p>
    <w:p w:rsidR="00B65DC9" w:rsidRDefault="00B65DC9" w:rsidP="00B65DC9">
      <w:r>
        <w:t>322.4962</w:t>
      </w:r>
      <w:r>
        <w:tab/>
        <w:t>1.266e-2</w:t>
      </w:r>
    </w:p>
    <w:p w:rsidR="00B65DC9" w:rsidRDefault="00B65DC9" w:rsidP="00B65DC9">
      <w:r>
        <w:t>322.5233</w:t>
      </w:r>
      <w:r>
        <w:tab/>
        <w:t>2.025e0</w:t>
      </w:r>
    </w:p>
    <w:p w:rsidR="00B65DC9" w:rsidRDefault="00B65DC9" w:rsidP="00B65DC9">
      <w:r>
        <w:t>322.5486</w:t>
      </w:r>
      <w:r>
        <w:tab/>
        <w:t>1.266e-2</w:t>
      </w:r>
    </w:p>
    <w:p w:rsidR="00B65DC9" w:rsidRDefault="00B65DC9" w:rsidP="00B65DC9">
      <w:r>
        <w:t>322.5544</w:t>
      </w:r>
      <w:r>
        <w:tab/>
        <w:t>1.266e-2</w:t>
      </w:r>
    </w:p>
    <w:p w:rsidR="00B65DC9" w:rsidRDefault="00B65DC9" w:rsidP="00B65DC9">
      <w:r>
        <w:lastRenderedPageBreak/>
        <w:t>322.6058</w:t>
      </w:r>
      <w:r>
        <w:tab/>
        <w:t>2.025e0</w:t>
      </w:r>
    </w:p>
    <w:p w:rsidR="00B65DC9" w:rsidRDefault="00B65DC9" w:rsidP="00B65DC9">
      <w:r>
        <w:t>322.6200</w:t>
      </w:r>
      <w:r>
        <w:tab/>
        <w:t>1.013e0</w:t>
      </w:r>
    </w:p>
    <w:p w:rsidR="00B65DC9" w:rsidRDefault="00B65DC9" w:rsidP="00B65DC9">
      <w:r>
        <w:t>322.6486</w:t>
      </w:r>
      <w:r>
        <w:tab/>
        <w:t>1.266e-2</w:t>
      </w:r>
    </w:p>
    <w:p w:rsidR="00B65DC9" w:rsidRDefault="00B65DC9" w:rsidP="00B65DC9">
      <w:r>
        <w:t>322.7777</w:t>
      </w:r>
      <w:r>
        <w:tab/>
        <w:t>1.013e0</w:t>
      </w:r>
    </w:p>
    <w:p w:rsidR="00B65DC9" w:rsidRDefault="00B65DC9" w:rsidP="00B65DC9">
      <w:r>
        <w:t>322.7942</w:t>
      </w:r>
      <w:r>
        <w:tab/>
        <w:t>3.038e0</w:t>
      </w:r>
    </w:p>
    <w:p w:rsidR="00B65DC9" w:rsidRDefault="00B65DC9" w:rsidP="00B65DC9">
      <w:r>
        <w:t>322.8457</w:t>
      </w:r>
      <w:r>
        <w:tab/>
        <w:t>1.013e0</w:t>
      </w:r>
    </w:p>
    <w:p w:rsidR="00B65DC9" w:rsidRDefault="00B65DC9" w:rsidP="00B65DC9">
      <w:r>
        <w:t>322.8753</w:t>
      </w:r>
      <w:r>
        <w:tab/>
        <w:t>1.013e0</w:t>
      </w:r>
    </w:p>
    <w:p w:rsidR="00B65DC9" w:rsidRDefault="00B65DC9" w:rsidP="00B65DC9">
      <w:r>
        <w:t>322.9111</w:t>
      </w:r>
      <w:r>
        <w:tab/>
        <w:t>1.013e0</w:t>
      </w:r>
    </w:p>
    <w:p w:rsidR="00B65DC9" w:rsidRDefault="00B65DC9" w:rsidP="00B65DC9">
      <w:r>
        <w:t>322.9193</w:t>
      </w:r>
      <w:r>
        <w:tab/>
        <w:t>2.025e0</w:t>
      </w:r>
    </w:p>
    <w:p w:rsidR="00B65DC9" w:rsidRDefault="00B65DC9" w:rsidP="00B65DC9">
      <w:r>
        <w:t>322.9572</w:t>
      </w:r>
      <w:r>
        <w:tab/>
        <w:t>3.038e0</w:t>
      </w:r>
    </w:p>
    <w:p w:rsidR="00B65DC9" w:rsidRDefault="00B65DC9" w:rsidP="00B65DC9">
      <w:r>
        <w:t>322.9917</w:t>
      </w:r>
      <w:r>
        <w:tab/>
        <w:t>2.025e0</w:t>
      </w:r>
    </w:p>
    <w:p w:rsidR="00B65DC9" w:rsidRDefault="00B65DC9" w:rsidP="00B65DC9">
      <w:r>
        <w:t>323.0083</w:t>
      </w:r>
      <w:r>
        <w:tab/>
        <w:t>1.266e-2</w:t>
      </w:r>
    </w:p>
    <w:p w:rsidR="00B65DC9" w:rsidRDefault="00B65DC9" w:rsidP="00B65DC9">
      <w:r>
        <w:t>323.0445</w:t>
      </w:r>
      <w:r>
        <w:tab/>
        <w:t>1.013e0</w:t>
      </w:r>
    </w:p>
    <w:p w:rsidR="00B65DC9" w:rsidRDefault="00B65DC9" w:rsidP="00B65DC9">
      <w:r>
        <w:t>323.0458</w:t>
      </w:r>
      <w:r>
        <w:tab/>
        <w:t>2.025e0</w:t>
      </w:r>
    </w:p>
    <w:p w:rsidR="00B65DC9" w:rsidRDefault="00B65DC9" w:rsidP="00B65DC9">
      <w:r>
        <w:t>323.0848</w:t>
      </w:r>
      <w:r>
        <w:tab/>
        <w:t>2.532e-2</w:t>
      </w:r>
    </w:p>
    <w:p w:rsidR="00B65DC9" w:rsidRDefault="00B65DC9" w:rsidP="00B65DC9">
      <w:r>
        <w:t>323.1221</w:t>
      </w:r>
      <w:r>
        <w:tab/>
        <w:t>4.051e0</w:t>
      </w:r>
    </w:p>
    <w:p w:rsidR="00B65DC9" w:rsidRDefault="00B65DC9" w:rsidP="00B65DC9">
      <w:r>
        <w:t>323.1839</w:t>
      </w:r>
      <w:r>
        <w:tab/>
        <w:t>1.013e0</w:t>
      </w:r>
    </w:p>
    <w:p w:rsidR="00B65DC9" w:rsidRDefault="00B65DC9" w:rsidP="00B65DC9">
      <w:r>
        <w:t>323.1983</w:t>
      </w:r>
      <w:r>
        <w:tab/>
        <w:t>1.013e0</w:t>
      </w:r>
    </w:p>
    <w:p w:rsidR="00B65DC9" w:rsidRDefault="00B65DC9" w:rsidP="00B65DC9">
      <w:r>
        <w:t>323.2411</w:t>
      </w:r>
      <w:r>
        <w:tab/>
        <w:t>1.025e0</w:t>
      </w:r>
    </w:p>
    <w:p w:rsidR="00B65DC9" w:rsidRDefault="00B65DC9" w:rsidP="00B65DC9">
      <w:r>
        <w:lastRenderedPageBreak/>
        <w:t>323.2480</w:t>
      </w:r>
      <w:r>
        <w:tab/>
        <w:t>2.532e-2</w:t>
      </w:r>
    </w:p>
    <w:p w:rsidR="00B65DC9" w:rsidRDefault="00B65DC9" w:rsidP="00B65DC9">
      <w:r>
        <w:t>323.2997</w:t>
      </w:r>
      <w:r>
        <w:tab/>
        <w:t>2.025e0</w:t>
      </w:r>
    </w:p>
    <w:p w:rsidR="00B65DC9" w:rsidRDefault="00B65DC9" w:rsidP="00B65DC9">
      <w:r>
        <w:t>323.3342</w:t>
      </w:r>
      <w:r>
        <w:tab/>
        <w:t>2.025e0</w:t>
      </w:r>
    </w:p>
    <w:p w:rsidR="00B65DC9" w:rsidRDefault="00B65DC9" w:rsidP="00B65DC9">
      <w:r>
        <w:t>323.3415</w:t>
      </w:r>
      <w:r>
        <w:tab/>
        <w:t>1.013e0</w:t>
      </w:r>
    </w:p>
    <w:p w:rsidR="00B65DC9" w:rsidRDefault="00B65DC9" w:rsidP="00B65DC9">
      <w:r>
        <w:t>323.3766</w:t>
      </w:r>
      <w:r>
        <w:tab/>
        <w:t>3.038e0</w:t>
      </w:r>
    </w:p>
    <w:p w:rsidR="00B65DC9" w:rsidRDefault="00B65DC9" w:rsidP="00B65DC9">
      <w:r>
        <w:t>323.4291</w:t>
      </w:r>
      <w:r>
        <w:tab/>
        <w:t>1.013e0</w:t>
      </w:r>
    </w:p>
    <w:p w:rsidR="00B65DC9" w:rsidRDefault="00B65DC9" w:rsidP="00B65DC9">
      <w:r>
        <w:t>323.4307</w:t>
      </w:r>
      <w:r>
        <w:tab/>
        <w:t>2.025e0</w:t>
      </w:r>
    </w:p>
    <w:p w:rsidR="00B65DC9" w:rsidRDefault="00B65DC9" w:rsidP="00B65DC9">
      <w:r>
        <w:t>323.4329</w:t>
      </w:r>
      <w:r>
        <w:tab/>
        <w:t>1.013e0</w:t>
      </w:r>
    </w:p>
    <w:p w:rsidR="00B65DC9" w:rsidRDefault="00B65DC9" w:rsidP="00B65DC9">
      <w:r>
        <w:t>323.4816</w:t>
      </w:r>
      <w:r>
        <w:tab/>
        <w:t>1.013e0</w:t>
      </w:r>
    </w:p>
    <w:p w:rsidR="00B65DC9" w:rsidRDefault="00B65DC9" w:rsidP="00B65DC9">
      <w:r>
        <w:t>323.4897</w:t>
      </w:r>
      <w:r>
        <w:tab/>
        <w:t>1.013e0</w:t>
      </w:r>
    </w:p>
    <w:p w:rsidR="00B65DC9" w:rsidRDefault="00B65DC9" w:rsidP="00B65DC9">
      <w:r>
        <w:t>323.5575</w:t>
      </w:r>
      <w:r>
        <w:tab/>
        <w:t>2.025e0</w:t>
      </w:r>
    </w:p>
    <w:p w:rsidR="00B65DC9" w:rsidRDefault="00B65DC9" w:rsidP="00B65DC9">
      <w:r>
        <w:t>323.6002</w:t>
      </w:r>
      <w:r>
        <w:tab/>
        <w:t>2.025e0</w:t>
      </w:r>
    </w:p>
    <w:p w:rsidR="00B65DC9" w:rsidRDefault="00B65DC9" w:rsidP="00B65DC9">
      <w:r>
        <w:t>323.6761</w:t>
      </w:r>
      <w:r>
        <w:tab/>
        <w:t>1.266e-2</w:t>
      </w:r>
    </w:p>
    <w:p w:rsidR="00B65DC9" w:rsidRDefault="00B65DC9" w:rsidP="00B65DC9">
      <w:r>
        <w:t>323.6860</w:t>
      </w:r>
      <w:r>
        <w:tab/>
        <w:t>2.025e0</w:t>
      </w:r>
    </w:p>
    <w:p w:rsidR="00B65DC9" w:rsidRDefault="00B65DC9" w:rsidP="00B65DC9">
      <w:r>
        <w:t>323.8336</w:t>
      </w:r>
      <w:r>
        <w:tab/>
        <w:t>1.266e-2</w:t>
      </w:r>
    </w:p>
    <w:p w:rsidR="00B65DC9" w:rsidRDefault="00B65DC9" w:rsidP="00B65DC9">
      <w:r>
        <w:t>323.9105</w:t>
      </w:r>
      <w:r>
        <w:tab/>
        <w:t>1.013e0</w:t>
      </w:r>
    </w:p>
    <w:p w:rsidR="00B65DC9" w:rsidRDefault="00B65DC9" w:rsidP="00B65DC9">
      <w:r>
        <w:t>323.9388</w:t>
      </w:r>
      <w:r>
        <w:tab/>
        <w:t>1.013e0</w:t>
      </w:r>
    </w:p>
    <w:p w:rsidR="00B65DC9" w:rsidRDefault="00B65DC9" w:rsidP="00B65DC9">
      <w:r>
        <w:t>323.9432</w:t>
      </w:r>
      <w:r>
        <w:tab/>
        <w:t>1.266e-2</w:t>
      </w:r>
    </w:p>
    <w:p w:rsidR="00B65DC9" w:rsidRDefault="00B65DC9" w:rsidP="00B65DC9">
      <w:r>
        <w:t>323.9783</w:t>
      </w:r>
      <w:r>
        <w:tab/>
        <w:t>1.025e0</w:t>
      </w:r>
    </w:p>
    <w:p w:rsidR="00B65DC9" w:rsidRDefault="00B65DC9" w:rsidP="00B65DC9">
      <w:r>
        <w:lastRenderedPageBreak/>
        <w:t>323.9843</w:t>
      </w:r>
      <w:r>
        <w:tab/>
        <w:t>2.025e0</w:t>
      </w:r>
    </w:p>
    <w:p w:rsidR="00B65DC9" w:rsidRDefault="00B65DC9" w:rsidP="00B65DC9">
      <w:r>
        <w:t>324.0314</w:t>
      </w:r>
      <w:r>
        <w:tab/>
        <w:t>3.798e-2</w:t>
      </w:r>
    </w:p>
    <w:p w:rsidR="00B65DC9" w:rsidRDefault="00B65DC9" w:rsidP="00B65DC9">
      <w:r>
        <w:t>324.0334</w:t>
      </w:r>
      <w:r>
        <w:tab/>
        <w:t>2.025e0</w:t>
      </w:r>
    </w:p>
    <w:p w:rsidR="00B65DC9" w:rsidRDefault="00B65DC9" w:rsidP="00B65DC9">
      <w:r>
        <w:t>324.0543</w:t>
      </w:r>
      <w:r>
        <w:tab/>
        <w:t>1.025e0</w:t>
      </w:r>
    </w:p>
    <w:p w:rsidR="00B65DC9" w:rsidRDefault="00B65DC9" w:rsidP="00B65DC9">
      <w:r>
        <w:t>324.0777</w:t>
      </w:r>
      <w:r>
        <w:tab/>
        <w:t>1.013e0</w:t>
      </w:r>
    </w:p>
    <w:p w:rsidR="00B65DC9" w:rsidRDefault="00B65DC9" w:rsidP="00B65DC9">
      <w:r>
        <w:t>324.0880</w:t>
      </w:r>
      <w:r>
        <w:tab/>
        <w:t>3.038e0</w:t>
      </w:r>
    </w:p>
    <w:p w:rsidR="00B65DC9" w:rsidRDefault="00B65DC9" w:rsidP="00B65DC9">
      <w:r>
        <w:t>324.1616</w:t>
      </w:r>
      <w:r>
        <w:tab/>
        <w:t>4.051e0</w:t>
      </w:r>
    </w:p>
    <w:p w:rsidR="00B65DC9" w:rsidRDefault="00B65DC9" w:rsidP="00B65DC9">
      <w:r>
        <w:t>324.2077</w:t>
      </w:r>
      <w:r>
        <w:tab/>
        <w:t>2.025e0</w:t>
      </w:r>
    </w:p>
    <w:p w:rsidR="00B65DC9" w:rsidRDefault="00B65DC9" w:rsidP="00B65DC9">
      <w:r>
        <w:t>324.2262</w:t>
      </w:r>
      <w:r>
        <w:tab/>
        <w:t>1.266e-2</w:t>
      </w:r>
    </w:p>
    <w:p w:rsidR="00B65DC9" w:rsidRDefault="00B65DC9" w:rsidP="00B65DC9">
      <w:r>
        <w:t>324.2484</w:t>
      </w:r>
      <w:r>
        <w:tab/>
        <w:t>4.051e0</w:t>
      </w:r>
    </w:p>
    <w:p w:rsidR="00B65DC9" w:rsidRDefault="00B65DC9" w:rsidP="00B65DC9">
      <w:r>
        <w:t>324.2547</w:t>
      </w:r>
      <w:r>
        <w:tab/>
        <w:t>1.025e0</w:t>
      </w:r>
    </w:p>
    <w:p w:rsidR="00B65DC9" w:rsidRDefault="00B65DC9" w:rsidP="00B65DC9">
      <w:r>
        <w:t>324.2842</w:t>
      </w:r>
      <w:r>
        <w:tab/>
        <w:t>2.106e0</w:t>
      </w:r>
    </w:p>
    <w:p w:rsidR="00B65DC9" w:rsidRDefault="00B65DC9" w:rsidP="00B65DC9">
      <w:r>
        <w:t>324.3318</w:t>
      </w:r>
      <w:r>
        <w:tab/>
        <w:t>2.025e0</w:t>
      </w:r>
    </w:p>
    <w:p w:rsidR="00B65DC9" w:rsidRDefault="00B65DC9" w:rsidP="00B65DC9">
      <w:r>
        <w:t>324.3525</w:t>
      </w:r>
      <w:r>
        <w:tab/>
        <w:t>2.025e0</w:t>
      </w:r>
    </w:p>
    <w:p w:rsidR="00B65DC9" w:rsidRDefault="00B65DC9" w:rsidP="00B65DC9">
      <w:r>
        <w:t>324.3626</w:t>
      </w:r>
      <w:r>
        <w:tab/>
        <w:t>3.038e0</w:t>
      </w:r>
    </w:p>
    <w:p w:rsidR="00B65DC9" w:rsidRDefault="00B65DC9" w:rsidP="00B65DC9">
      <w:r>
        <w:t>324.3779</w:t>
      </w:r>
      <w:r>
        <w:tab/>
        <w:t>2.025e0</w:t>
      </w:r>
    </w:p>
    <w:p w:rsidR="00B65DC9" w:rsidRDefault="00B65DC9" w:rsidP="00B65DC9">
      <w:r>
        <w:t>324.3879</w:t>
      </w:r>
      <w:r>
        <w:tab/>
        <w:t>1.266e-2</w:t>
      </w:r>
    </w:p>
    <w:p w:rsidR="00B65DC9" w:rsidRDefault="00B65DC9" w:rsidP="00B65DC9">
      <w:r>
        <w:t>324.4173</w:t>
      </w:r>
      <w:r>
        <w:tab/>
        <w:t>2.025e0</w:t>
      </w:r>
    </w:p>
    <w:p w:rsidR="00B65DC9" w:rsidRDefault="00B65DC9" w:rsidP="00B65DC9">
      <w:r>
        <w:t>324.4650</w:t>
      </w:r>
      <w:r>
        <w:tab/>
        <w:t>1.013e0</w:t>
      </w:r>
    </w:p>
    <w:p w:rsidR="00B65DC9" w:rsidRDefault="00B65DC9" w:rsidP="00B65DC9">
      <w:r>
        <w:lastRenderedPageBreak/>
        <w:t>324.5518</w:t>
      </w:r>
      <w:r>
        <w:tab/>
        <w:t>1.013e0</w:t>
      </w:r>
    </w:p>
    <w:p w:rsidR="00B65DC9" w:rsidRDefault="00B65DC9" w:rsidP="00B65DC9">
      <w:r>
        <w:t>324.5990</w:t>
      </w:r>
      <w:r>
        <w:tab/>
        <w:t>1.013e0</w:t>
      </w:r>
    </w:p>
    <w:p w:rsidR="00B65DC9" w:rsidRDefault="00B65DC9" w:rsidP="00B65DC9">
      <w:r>
        <w:t>324.6432</w:t>
      </w:r>
      <w:r>
        <w:tab/>
        <w:t>1.266e-2</w:t>
      </w:r>
    </w:p>
    <w:p w:rsidR="00B65DC9" w:rsidRDefault="00B65DC9" w:rsidP="00B65DC9">
      <w:r>
        <w:t>324.6755</w:t>
      </w:r>
      <w:r>
        <w:tab/>
        <w:t>1.266e-2</w:t>
      </w:r>
    </w:p>
    <w:p w:rsidR="00B65DC9" w:rsidRDefault="00B65DC9" w:rsidP="00B65DC9">
      <w:r>
        <w:t>324.6963</w:t>
      </w:r>
      <w:r>
        <w:tab/>
        <w:t>1.013e0</w:t>
      </w:r>
    </w:p>
    <w:p w:rsidR="00B65DC9" w:rsidRDefault="00B65DC9" w:rsidP="00B65DC9">
      <w:r>
        <w:t>324.7000</w:t>
      </w:r>
      <w:r>
        <w:tab/>
        <w:t>1.013e0</w:t>
      </w:r>
    </w:p>
    <w:p w:rsidR="00B65DC9" w:rsidRDefault="00B65DC9" w:rsidP="00B65DC9">
      <w:r>
        <w:t>324.7138</w:t>
      </w:r>
      <w:r>
        <w:tab/>
        <w:t>2.025e0</w:t>
      </w:r>
    </w:p>
    <w:p w:rsidR="00B65DC9" w:rsidRDefault="00B65DC9" w:rsidP="00B65DC9">
      <w:r>
        <w:t>324.7689</w:t>
      </w:r>
      <w:r>
        <w:tab/>
        <w:t>1.013e0</w:t>
      </w:r>
    </w:p>
    <w:p w:rsidR="00B65DC9" w:rsidRDefault="00B65DC9" w:rsidP="00B65DC9">
      <w:r>
        <w:t>324.7769</w:t>
      </w:r>
      <w:r>
        <w:tab/>
        <w:t>1.013e0</w:t>
      </w:r>
    </w:p>
    <w:p w:rsidR="00B65DC9" w:rsidRDefault="00B65DC9" w:rsidP="00B65DC9">
      <w:r>
        <w:t>324.8447</w:t>
      </w:r>
      <w:r>
        <w:tab/>
        <w:t>1.013e0</w:t>
      </w:r>
    </w:p>
    <w:p w:rsidR="00B65DC9" w:rsidRDefault="00B65DC9" w:rsidP="00B65DC9">
      <w:r>
        <w:t>324.8740</w:t>
      </w:r>
      <w:r>
        <w:tab/>
        <w:t>1.013e0</w:t>
      </w:r>
    </w:p>
    <w:p w:rsidR="00B65DC9" w:rsidRDefault="00B65DC9" w:rsidP="00B65DC9">
      <w:r>
        <w:t>324.8974</w:t>
      </w:r>
      <w:r>
        <w:tab/>
        <w:t>1.266e-2</w:t>
      </w:r>
    </w:p>
    <w:p w:rsidR="00B65DC9" w:rsidRDefault="00B65DC9" w:rsidP="00B65DC9">
      <w:r>
        <w:t>324.9206</w:t>
      </w:r>
      <w:r>
        <w:tab/>
        <w:t>2.025e0</w:t>
      </w:r>
    </w:p>
    <w:p w:rsidR="00B65DC9" w:rsidRDefault="00B65DC9" w:rsidP="00B65DC9">
      <w:r>
        <w:t>324.9353</w:t>
      </w:r>
      <w:r>
        <w:tab/>
        <w:t>1.013e0</w:t>
      </w:r>
    </w:p>
    <w:p w:rsidR="00B65DC9" w:rsidRDefault="00B65DC9" w:rsidP="00B65DC9">
      <w:r>
        <w:t>324.9551</w:t>
      </w:r>
      <w:r>
        <w:tab/>
        <w:t>1.266e-2</w:t>
      </w:r>
    </w:p>
    <w:p w:rsidR="00B65DC9" w:rsidRDefault="00B65DC9" w:rsidP="00B65DC9">
      <w:r>
        <w:t>324.9678</w:t>
      </w:r>
      <w:r>
        <w:tab/>
        <w:t>1.013e0</w:t>
      </w:r>
    </w:p>
    <w:p w:rsidR="00B65DC9" w:rsidRDefault="00B65DC9" w:rsidP="00B65DC9">
      <w:r>
        <w:t>325.0137</w:t>
      </w:r>
      <w:r>
        <w:tab/>
        <w:t>2.025e0</w:t>
      </w:r>
    </w:p>
    <w:p w:rsidR="00B65DC9" w:rsidRDefault="00B65DC9" w:rsidP="00B65DC9">
      <w:r>
        <w:t>325.0158</w:t>
      </w:r>
      <w:r>
        <w:tab/>
        <w:t>2.025e0</w:t>
      </w:r>
    </w:p>
    <w:p w:rsidR="00B65DC9" w:rsidRDefault="00B65DC9" w:rsidP="00B65DC9">
      <w:r>
        <w:t>325.0327</w:t>
      </w:r>
      <w:r>
        <w:tab/>
        <w:t>1.266e-2</w:t>
      </w:r>
    </w:p>
    <w:p w:rsidR="00B65DC9" w:rsidRDefault="00B65DC9" w:rsidP="00B65DC9">
      <w:r>
        <w:lastRenderedPageBreak/>
        <w:t>325.0604</w:t>
      </w:r>
      <w:r>
        <w:tab/>
        <w:t>1.266e-2</w:t>
      </w:r>
    </w:p>
    <w:p w:rsidR="00B65DC9" w:rsidRDefault="00B65DC9" w:rsidP="00B65DC9">
      <w:r>
        <w:t>325.0819</w:t>
      </w:r>
      <w:r>
        <w:tab/>
        <w:t>2.025e0</w:t>
      </w:r>
    </w:p>
    <w:p w:rsidR="00B65DC9" w:rsidRDefault="00B65DC9" w:rsidP="00B65DC9">
      <w:r>
        <w:t>325.1320</w:t>
      </w:r>
      <w:r>
        <w:tab/>
        <w:t>1.013e0</w:t>
      </w:r>
    </w:p>
    <w:p w:rsidR="00B65DC9" w:rsidRDefault="00B65DC9" w:rsidP="00B65DC9">
      <w:r>
        <w:t>325.1463</w:t>
      </w:r>
      <w:r>
        <w:tab/>
        <w:t>3.798e-2</w:t>
      </w:r>
    </w:p>
    <w:p w:rsidR="00B65DC9" w:rsidRDefault="00B65DC9" w:rsidP="00B65DC9">
      <w:r>
        <w:t>325.1613</w:t>
      </w:r>
      <w:r>
        <w:tab/>
        <w:t>1.266e-2</w:t>
      </w:r>
    </w:p>
    <w:p w:rsidR="00B65DC9" w:rsidRDefault="00B65DC9" w:rsidP="00B65DC9">
      <w:r>
        <w:t>325.1749</w:t>
      </w:r>
      <w:r>
        <w:tab/>
        <w:t>2.532e-2</w:t>
      </w:r>
    </w:p>
    <w:p w:rsidR="00B65DC9" w:rsidRDefault="00B65DC9" w:rsidP="00B65DC9">
      <w:r>
        <w:t>325.1839</w:t>
      </w:r>
      <w:r>
        <w:tab/>
        <w:t>2.025e0</w:t>
      </w:r>
    </w:p>
    <w:p w:rsidR="00B65DC9" w:rsidRDefault="00B65DC9" w:rsidP="00B65DC9">
      <w:r>
        <w:t>325.2167</w:t>
      </w:r>
      <w:r>
        <w:tab/>
        <w:t>5.063e0</w:t>
      </w:r>
    </w:p>
    <w:p w:rsidR="00B65DC9" w:rsidRDefault="00B65DC9" w:rsidP="00B65DC9">
      <w:r>
        <w:t>325.2263</w:t>
      </w:r>
      <w:r>
        <w:tab/>
        <w:t>1.266e-2</w:t>
      </w:r>
    </w:p>
    <w:p w:rsidR="00B65DC9" w:rsidRDefault="00B65DC9" w:rsidP="00B65DC9">
      <w:r>
        <w:t>325.2376</w:t>
      </w:r>
      <w:r>
        <w:tab/>
        <w:t>1.013e0</w:t>
      </w:r>
    </w:p>
    <w:p w:rsidR="00B65DC9" w:rsidRDefault="00B65DC9" w:rsidP="00B65DC9">
      <w:r>
        <w:t>325.2471</w:t>
      </w:r>
      <w:r>
        <w:tab/>
        <w:t>1.013e0</w:t>
      </w:r>
    </w:p>
    <w:p w:rsidR="00B65DC9" w:rsidRDefault="00B65DC9" w:rsidP="00B65DC9">
      <w:r>
        <w:t>325.2670</w:t>
      </w:r>
      <w:r>
        <w:tab/>
        <w:t>1.025e0</w:t>
      </w:r>
    </w:p>
    <w:p w:rsidR="00B65DC9" w:rsidRDefault="00B65DC9" w:rsidP="00B65DC9">
      <w:r>
        <w:t>325.2836</w:t>
      </w:r>
      <w:r>
        <w:tab/>
        <w:t>2.762e0</w:t>
      </w:r>
    </w:p>
    <w:p w:rsidR="00B65DC9" w:rsidRDefault="00B65DC9" w:rsidP="00B65DC9">
      <w:r>
        <w:t>325.3097</w:t>
      </w:r>
      <w:r>
        <w:tab/>
        <w:t>2.025e0</w:t>
      </w:r>
    </w:p>
    <w:p w:rsidR="00B65DC9" w:rsidRDefault="00B65DC9" w:rsidP="00B65DC9">
      <w:r>
        <w:t>325.3192</w:t>
      </w:r>
      <w:r>
        <w:tab/>
        <w:t>6.076e0</w:t>
      </w:r>
    </w:p>
    <w:p w:rsidR="00B65DC9" w:rsidRDefault="00B65DC9" w:rsidP="00B65DC9">
      <w:r>
        <w:t>325.3322</w:t>
      </w:r>
      <w:r>
        <w:tab/>
        <w:t>4.101e0</w:t>
      </w:r>
    </w:p>
    <w:p w:rsidR="00B65DC9" w:rsidRDefault="00B65DC9" w:rsidP="00B65DC9">
      <w:r>
        <w:t>325.3481</w:t>
      </w:r>
      <w:r>
        <w:tab/>
        <w:t>1.013e0</w:t>
      </w:r>
    </w:p>
    <w:p w:rsidR="00B65DC9" w:rsidRDefault="00B65DC9" w:rsidP="00B65DC9">
      <w:r>
        <w:t>325.3667</w:t>
      </w:r>
      <w:r>
        <w:tab/>
        <w:t>1.013e0</w:t>
      </w:r>
    </w:p>
    <w:p w:rsidR="00B65DC9" w:rsidRDefault="00B65DC9" w:rsidP="00B65DC9">
      <w:r>
        <w:t>325.4007</w:t>
      </w:r>
      <w:r>
        <w:tab/>
        <w:t>2.025e0</w:t>
      </w:r>
    </w:p>
    <w:p w:rsidR="00B65DC9" w:rsidRDefault="00B65DC9" w:rsidP="00B65DC9">
      <w:r>
        <w:lastRenderedPageBreak/>
        <w:t>325.4195</w:t>
      </w:r>
      <w:r>
        <w:tab/>
        <w:t>1.013e0</w:t>
      </w:r>
    </w:p>
    <w:p w:rsidR="00B65DC9" w:rsidRDefault="00B65DC9" w:rsidP="00B65DC9">
      <w:r>
        <w:t>325.4665</w:t>
      </w:r>
      <w:r>
        <w:tab/>
        <w:t>1.266e-2</w:t>
      </w:r>
    </w:p>
    <w:p w:rsidR="00B65DC9" w:rsidRDefault="00B65DC9" w:rsidP="00B65DC9">
      <w:r>
        <w:t>325.4735</w:t>
      </w:r>
      <w:r>
        <w:tab/>
        <w:t>2.025e0</w:t>
      </w:r>
    </w:p>
    <w:p w:rsidR="00B65DC9" w:rsidRDefault="00B65DC9" w:rsidP="00B65DC9">
      <w:r>
        <w:t>325.5781</w:t>
      </w:r>
      <w:r>
        <w:tab/>
        <w:t>1.013e0</w:t>
      </w:r>
    </w:p>
    <w:p w:rsidR="00B65DC9" w:rsidRDefault="00B65DC9" w:rsidP="00B65DC9">
      <w:r>
        <w:t>325.5993</w:t>
      </w:r>
      <w:r>
        <w:tab/>
        <w:t>2.025e0</w:t>
      </w:r>
    </w:p>
    <w:p w:rsidR="00B65DC9" w:rsidRDefault="00B65DC9" w:rsidP="00B65DC9">
      <w:r>
        <w:t>325.6016</w:t>
      </w:r>
      <w:r>
        <w:tab/>
        <w:t>2.025e0</w:t>
      </w:r>
    </w:p>
    <w:p w:rsidR="00B65DC9" w:rsidRDefault="00B65DC9" w:rsidP="00B65DC9">
      <w:r>
        <w:t>325.6251</w:t>
      </w:r>
      <w:r>
        <w:tab/>
        <w:t>1.266e-2</w:t>
      </w:r>
    </w:p>
    <w:p w:rsidR="00B65DC9" w:rsidRDefault="00B65DC9" w:rsidP="00B65DC9">
      <w:r>
        <w:t>325.6964</w:t>
      </w:r>
      <w:r>
        <w:tab/>
        <w:t>1.266e-2</w:t>
      </w:r>
    </w:p>
    <w:p w:rsidR="00B65DC9" w:rsidRDefault="00B65DC9" w:rsidP="00B65DC9">
      <w:r>
        <w:t>325.8185</w:t>
      </w:r>
      <w:r>
        <w:tab/>
        <w:t>1.266e-2</w:t>
      </w:r>
    </w:p>
    <w:p w:rsidR="00B65DC9" w:rsidRDefault="00B65DC9" w:rsidP="00B65DC9">
      <w:r>
        <w:t>325.8464</w:t>
      </w:r>
      <w:r>
        <w:tab/>
        <w:t>1.013e0</w:t>
      </w:r>
    </w:p>
    <w:p w:rsidR="00B65DC9" w:rsidRDefault="00B65DC9" w:rsidP="00B65DC9">
      <w:r>
        <w:t>325.8708</w:t>
      </w:r>
      <w:r>
        <w:tab/>
        <w:t>1.266e-2</w:t>
      </w:r>
    </w:p>
    <w:p w:rsidR="00B65DC9" w:rsidRDefault="00B65DC9" w:rsidP="00B65DC9">
      <w:r>
        <w:t>325.9071</w:t>
      </w:r>
      <w:r>
        <w:tab/>
        <w:t>1.266e-2</w:t>
      </w:r>
    </w:p>
    <w:p w:rsidR="00B65DC9" w:rsidRDefault="00B65DC9" w:rsidP="00B65DC9">
      <w:r>
        <w:t>325.9234</w:t>
      </w:r>
      <w:r>
        <w:tab/>
        <w:t>1.013e0</w:t>
      </w:r>
    </w:p>
    <w:p w:rsidR="00B65DC9" w:rsidRDefault="00B65DC9" w:rsidP="00B65DC9">
      <w:r>
        <w:t>325.9479</w:t>
      </w:r>
      <w:r>
        <w:tab/>
        <w:t>1.266e-2</w:t>
      </w:r>
    </w:p>
    <w:p w:rsidR="00B65DC9" w:rsidRDefault="00B65DC9" w:rsidP="00B65DC9">
      <w:r>
        <w:t>325.9600</w:t>
      </w:r>
      <w:r>
        <w:tab/>
        <w:t>1.266e-2</w:t>
      </w:r>
    </w:p>
    <w:p w:rsidR="00B65DC9" w:rsidRDefault="00B65DC9" w:rsidP="00B65DC9">
      <w:r>
        <w:t>326.0111</w:t>
      </w:r>
      <w:r>
        <w:tab/>
        <w:t>2.025e0</w:t>
      </w:r>
    </w:p>
    <w:p w:rsidR="00B65DC9" w:rsidRDefault="00B65DC9" w:rsidP="00B65DC9">
      <w:r>
        <w:t>326.0227</w:t>
      </w:r>
      <w:r>
        <w:tab/>
        <w:t>2.025e0</w:t>
      </w:r>
    </w:p>
    <w:p w:rsidR="00B65DC9" w:rsidRDefault="00B65DC9" w:rsidP="00B65DC9">
      <w:r>
        <w:t>326.0423</w:t>
      </w:r>
      <w:r>
        <w:tab/>
        <w:t>1.266e-2</w:t>
      </w:r>
    </w:p>
    <w:p w:rsidR="00B65DC9" w:rsidRDefault="00B65DC9" w:rsidP="00B65DC9">
      <w:r>
        <w:t>326.1247</w:t>
      </w:r>
      <w:r>
        <w:tab/>
        <w:t>1.013e0</w:t>
      </w:r>
    </w:p>
    <w:p w:rsidR="00B65DC9" w:rsidRDefault="00B65DC9" w:rsidP="00B65DC9">
      <w:r>
        <w:lastRenderedPageBreak/>
        <w:t>326.1303</w:t>
      </w:r>
      <w:r>
        <w:tab/>
        <w:t>1.266e-2</w:t>
      </w:r>
    </w:p>
    <w:p w:rsidR="00B65DC9" w:rsidRDefault="00B65DC9" w:rsidP="00B65DC9">
      <w:r>
        <w:t>326.1438</w:t>
      </w:r>
      <w:r>
        <w:tab/>
        <w:t>1.025e0</w:t>
      </w:r>
    </w:p>
    <w:p w:rsidR="00B65DC9" w:rsidRDefault="00B65DC9" w:rsidP="00B65DC9">
      <w:r>
        <w:t>326.1751</w:t>
      </w:r>
      <w:r>
        <w:tab/>
        <w:t>2.025e0</w:t>
      </w:r>
    </w:p>
    <w:p w:rsidR="00B65DC9" w:rsidRDefault="00B65DC9" w:rsidP="00B65DC9">
      <w:r>
        <w:t>326.1953</w:t>
      </w:r>
      <w:r>
        <w:tab/>
        <w:t>1.013e0</w:t>
      </w:r>
    </w:p>
    <w:p w:rsidR="00B65DC9" w:rsidRDefault="00B65DC9" w:rsidP="00B65DC9">
      <w:r>
        <w:t>326.2011</w:t>
      </w:r>
      <w:r>
        <w:tab/>
        <w:t>1.266e-2</w:t>
      </w:r>
    </w:p>
    <w:p w:rsidR="00B65DC9" w:rsidRDefault="00B65DC9" w:rsidP="00B65DC9">
      <w:r>
        <w:t>326.2393</w:t>
      </w:r>
      <w:r>
        <w:tab/>
        <w:t>4.051e0</w:t>
      </w:r>
    </w:p>
    <w:p w:rsidR="00B65DC9" w:rsidRDefault="00B65DC9" w:rsidP="00B65DC9">
      <w:r>
        <w:t>326.2680</w:t>
      </w:r>
      <w:r>
        <w:tab/>
        <w:t>1.013e0</w:t>
      </w:r>
    </w:p>
    <w:p w:rsidR="00B65DC9" w:rsidRDefault="00B65DC9" w:rsidP="00B65DC9">
      <w:r>
        <w:t>326.3116</w:t>
      </w:r>
      <w:r>
        <w:tab/>
        <w:t>2.025e0</w:t>
      </w:r>
    </w:p>
    <w:p w:rsidR="00B65DC9" w:rsidRDefault="00B65DC9" w:rsidP="00B65DC9">
      <w:r>
        <w:t>326.3128</w:t>
      </w:r>
      <w:r>
        <w:tab/>
        <w:t>1.013e0</w:t>
      </w:r>
    </w:p>
    <w:p w:rsidR="00B65DC9" w:rsidRDefault="00B65DC9" w:rsidP="00B65DC9">
      <w:r>
        <w:t>326.3275</w:t>
      </w:r>
      <w:r>
        <w:tab/>
        <w:t>1.038e0</w:t>
      </w:r>
    </w:p>
    <w:p w:rsidR="00B65DC9" w:rsidRDefault="00B65DC9" w:rsidP="00B65DC9">
      <w:r>
        <w:t>326.4463</w:t>
      </w:r>
      <w:r>
        <w:tab/>
        <w:t>1.013e0</w:t>
      </w:r>
    </w:p>
    <w:p w:rsidR="00B65DC9" w:rsidRDefault="00B65DC9" w:rsidP="00B65DC9">
      <w:r>
        <w:t>326.4664</w:t>
      </w:r>
      <w:r>
        <w:tab/>
        <w:t>1.013e0</w:t>
      </w:r>
    </w:p>
    <w:p w:rsidR="00B65DC9" w:rsidRDefault="00B65DC9" w:rsidP="00B65DC9">
      <w:r>
        <w:t>326.4991</w:t>
      </w:r>
      <w:r>
        <w:tab/>
        <w:t>1.266e-2</w:t>
      </w:r>
    </w:p>
    <w:p w:rsidR="00B65DC9" w:rsidRDefault="00B65DC9" w:rsidP="00B65DC9">
      <w:r>
        <w:t>326.5032</w:t>
      </w:r>
      <w:r>
        <w:tab/>
        <w:t>1.013e0</w:t>
      </w:r>
    </w:p>
    <w:p w:rsidR="00B65DC9" w:rsidRDefault="00B65DC9" w:rsidP="00B65DC9">
      <w:r>
        <w:t>326.5518</w:t>
      </w:r>
      <w:r>
        <w:tab/>
        <w:t>1.013e0</w:t>
      </w:r>
    </w:p>
    <w:p w:rsidR="00B65DC9" w:rsidRDefault="00B65DC9" w:rsidP="00B65DC9">
      <w:r>
        <w:t>326.5874</w:t>
      </w:r>
      <w:r>
        <w:tab/>
        <w:t>3.038e0</w:t>
      </w:r>
    </w:p>
    <w:p w:rsidR="00B65DC9" w:rsidRDefault="00B65DC9" w:rsidP="00B65DC9">
      <w:r>
        <w:t>326.6254</w:t>
      </w:r>
      <w:r>
        <w:tab/>
        <w:t>1.013e0</w:t>
      </w:r>
    </w:p>
    <w:p w:rsidR="00B65DC9" w:rsidRDefault="00B65DC9" w:rsidP="00B65DC9">
      <w:r>
        <w:t>326.6288</w:t>
      </w:r>
      <w:r>
        <w:tab/>
        <w:t>1.013e0</w:t>
      </w:r>
    </w:p>
    <w:p w:rsidR="00B65DC9" w:rsidRDefault="00B65DC9" w:rsidP="00B65DC9">
      <w:r>
        <w:t>326.6641</w:t>
      </w:r>
      <w:r>
        <w:tab/>
        <w:t>3.038e0</w:t>
      </w:r>
    </w:p>
    <w:p w:rsidR="00B65DC9" w:rsidRDefault="00B65DC9" w:rsidP="00B65DC9">
      <w:r>
        <w:lastRenderedPageBreak/>
        <w:t>326.6777</w:t>
      </w:r>
      <w:r>
        <w:tab/>
        <w:t>1.266e-2</w:t>
      </w:r>
    </w:p>
    <w:p w:rsidR="00B65DC9" w:rsidRDefault="00B65DC9" w:rsidP="00B65DC9">
      <w:r>
        <w:t>326.7387</w:t>
      </w:r>
      <w:r>
        <w:tab/>
        <w:t>1.013e0</w:t>
      </w:r>
    </w:p>
    <w:p w:rsidR="00B65DC9" w:rsidRDefault="00B65DC9" w:rsidP="00B65DC9">
      <w:r>
        <w:t>326.8040</w:t>
      </w:r>
      <w:r>
        <w:tab/>
        <w:t>2.025e0</w:t>
      </w:r>
    </w:p>
    <w:p w:rsidR="00B65DC9" w:rsidRDefault="00B65DC9" w:rsidP="00B65DC9">
      <w:r>
        <w:t>326.8154</w:t>
      </w:r>
      <w:r>
        <w:tab/>
        <w:t>1.013e0</w:t>
      </w:r>
    </w:p>
    <w:p w:rsidR="00B65DC9" w:rsidRDefault="00B65DC9" w:rsidP="00B65DC9">
      <w:r>
        <w:t>326.8640</w:t>
      </w:r>
      <w:r>
        <w:tab/>
        <w:t>1.013e0</w:t>
      </w:r>
    </w:p>
    <w:p w:rsidR="00B65DC9" w:rsidRDefault="00B65DC9" w:rsidP="00B65DC9">
      <w:r>
        <w:t>326.8968</w:t>
      </w:r>
      <w:r>
        <w:tab/>
        <w:t>1.013e0</w:t>
      </w:r>
    </w:p>
    <w:p w:rsidR="00B65DC9" w:rsidRDefault="00B65DC9" w:rsidP="00B65DC9">
      <w:r>
        <w:t>326.9128</w:t>
      </w:r>
      <w:r>
        <w:tab/>
        <w:t>1.266e-2</w:t>
      </w:r>
    </w:p>
    <w:p w:rsidR="00B65DC9" w:rsidRDefault="00B65DC9" w:rsidP="00B65DC9">
      <w:r>
        <w:t>326.9286</w:t>
      </w:r>
      <w:r>
        <w:tab/>
        <w:t>2.025e0</w:t>
      </w:r>
    </w:p>
    <w:p w:rsidR="00B65DC9" w:rsidRDefault="00B65DC9" w:rsidP="00B65DC9">
      <w:r>
        <w:t>326.9315</w:t>
      </w:r>
      <w:r>
        <w:tab/>
        <w:t>3.798e-2</w:t>
      </w:r>
    </w:p>
    <w:p w:rsidR="00B65DC9" w:rsidRDefault="00B65DC9" w:rsidP="00B65DC9">
      <w:r>
        <w:t>326.9699</w:t>
      </w:r>
      <w:r>
        <w:tab/>
        <w:t>2.025e0</w:t>
      </w:r>
    </w:p>
    <w:p w:rsidR="00B65DC9" w:rsidRDefault="00B65DC9" w:rsidP="00B65DC9">
      <w:r>
        <w:t>327.0105</w:t>
      </w:r>
      <w:r>
        <w:tab/>
        <w:t>2.025e0</w:t>
      </w:r>
    </w:p>
    <w:p w:rsidR="00B65DC9" w:rsidRDefault="00B65DC9" w:rsidP="00B65DC9">
      <w:r>
        <w:t>327.0223</w:t>
      </w:r>
      <w:r>
        <w:tab/>
        <w:t>1.013e0</w:t>
      </w:r>
    </w:p>
    <w:p w:rsidR="00B65DC9" w:rsidRDefault="00B65DC9" w:rsidP="00B65DC9">
      <w:r>
        <w:t>327.0792</w:t>
      </w:r>
      <w:r>
        <w:tab/>
        <w:t>1.013e0</w:t>
      </w:r>
    </w:p>
    <w:p w:rsidR="00B65DC9" w:rsidRDefault="00B65DC9" w:rsidP="00B65DC9">
      <w:r>
        <w:t>327.0878</w:t>
      </w:r>
      <w:r>
        <w:tab/>
        <w:t>3.038e0</w:t>
      </w:r>
    </w:p>
    <w:p w:rsidR="00B65DC9" w:rsidRDefault="00B65DC9" w:rsidP="00B65DC9">
      <w:r>
        <w:t>327.1215</w:t>
      </w:r>
      <w:r>
        <w:tab/>
        <w:t>2.025e0</w:t>
      </w:r>
    </w:p>
    <w:p w:rsidR="00B65DC9" w:rsidRDefault="00B65DC9" w:rsidP="00B65DC9">
      <w:r>
        <w:t>327.1613</w:t>
      </w:r>
      <w:r>
        <w:tab/>
        <w:t>2.025e0</w:t>
      </w:r>
    </w:p>
    <w:p w:rsidR="00B65DC9" w:rsidRDefault="00B65DC9" w:rsidP="00B65DC9">
      <w:r>
        <w:t>327.1676</w:t>
      </w:r>
      <w:r>
        <w:tab/>
        <w:t>1.266e-2</w:t>
      </w:r>
    </w:p>
    <w:p w:rsidR="00B65DC9" w:rsidRDefault="00B65DC9" w:rsidP="00B65DC9">
      <w:r>
        <w:t>327.1907</w:t>
      </w:r>
      <w:r>
        <w:tab/>
        <w:t>2.038e0</w:t>
      </w:r>
    </w:p>
    <w:p w:rsidR="00B65DC9" w:rsidRDefault="00B65DC9" w:rsidP="00B65DC9">
      <w:r>
        <w:t>327.2048</w:t>
      </w:r>
      <w:r>
        <w:tab/>
        <w:t>1.266e-2</w:t>
      </w:r>
    </w:p>
    <w:p w:rsidR="00B65DC9" w:rsidRDefault="00B65DC9" w:rsidP="00B65DC9">
      <w:r>
        <w:lastRenderedPageBreak/>
        <w:t>327.2255</w:t>
      </w:r>
      <w:r>
        <w:tab/>
        <w:t>1.266e-2</w:t>
      </w:r>
    </w:p>
    <w:p w:rsidR="00B65DC9" w:rsidRDefault="00B65DC9" w:rsidP="00B65DC9">
      <w:r>
        <w:t>327.2641</w:t>
      </w:r>
      <w:r>
        <w:tab/>
        <w:t>2.025e0</w:t>
      </w:r>
    </w:p>
    <w:p w:rsidR="00B65DC9" w:rsidRDefault="00B65DC9" w:rsidP="00B65DC9">
      <w:r>
        <w:t>327.2661</w:t>
      </w:r>
      <w:r>
        <w:tab/>
        <w:t>4.051e0</w:t>
      </w:r>
    </w:p>
    <w:p w:rsidR="00B65DC9" w:rsidRDefault="00B65DC9" w:rsidP="00B65DC9">
      <w:r>
        <w:t>327.2778</w:t>
      </w:r>
      <w:r>
        <w:tab/>
        <w:t>1.013e0</w:t>
      </w:r>
    </w:p>
    <w:p w:rsidR="00B65DC9" w:rsidRDefault="00B65DC9" w:rsidP="00B65DC9">
      <w:r>
        <w:t>327.3659</w:t>
      </w:r>
      <w:r>
        <w:tab/>
        <w:t>2.025e0</w:t>
      </w:r>
    </w:p>
    <w:p w:rsidR="00B65DC9" w:rsidRDefault="00B65DC9" w:rsidP="00B65DC9">
      <w:r>
        <w:t>327.3832</w:t>
      </w:r>
      <w:r>
        <w:tab/>
        <w:t>3.038e0</w:t>
      </w:r>
    </w:p>
    <w:p w:rsidR="00B65DC9" w:rsidRDefault="00B65DC9" w:rsidP="00B65DC9">
      <w:r>
        <w:t>327.3914</w:t>
      </w:r>
      <w:r>
        <w:tab/>
        <w:t>1.266e-2</w:t>
      </w:r>
    </w:p>
    <w:p w:rsidR="00B65DC9" w:rsidRDefault="00B65DC9" w:rsidP="00B65DC9">
      <w:r>
        <w:t>327.4445</w:t>
      </w:r>
      <w:r>
        <w:tab/>
        <w:t>1.013e0</w:t>
      </w:r>
    </w:p>
    <w:p w:rsidR="00B65DC9" w:rsidRDefault="00B65DC9" w:rsidP="00B65DC9">
      <w:r>
        <w:t>327.4683</w:t>
      </w:r>
      <w:r>
        <w:tab/>
        <w:t>1.013e0</w:t>
      </w:r>
    </w:p>
    <w:p w:rsidR="00B65DC9" w:rsidRDefault="00B65DC9" w:rsidP="00B65DC9">
      <w:r>
        <w:t>327.5036</w:t>
      </w:r>
      <w:r>
        <w:tab/>
        <w:t>1.013e0</w:t>
      </w:r>
    </w:p>
    <w:p w:rsidR="00B65DC9" w:rsidRDefault="00B65DC9" w:rsidP="00B65DC9">
      <w:r>
        <w:t>327.5374</w:t>
      </w:r>
      <w:r>
        <w:tab/>
        <w:t>1.013e0</w:t>
      </w:r>
    </w:p>
    <w:p w:rsidR="00B65DC9" w:rsidRDefault="00B65DC9" w:rsidP="00B65DC9">
      <w:r>
        <w:t>327.5663</w:t>
      </w:r>
      <w:r>
        <w:tab/>
        <w:t>1.013e0</w:t>
      </w:r>
    </w:p>
    <w:p w:rsidR="00B65DC9" w:rsidRDefault="00B65DC9" w:rsidP="00B65DC9">
      <w:r>
        <w:t>327.5985</w:t>
      </w:r>
      <w:r>
        <w:tab/>
        <w:t>2.038e0</w:t>
      </w:r>
    </w:p>
    <w:p w:rsidR="00B65DC9" w:rsidRDefault="00B65DC9" w:rsidP="00B65DC9">
      <w:r>
        <w:t>327.6099</w:t>
      </w:r>
      <w:r>
        <w:tab/>
        <w:t>1.266e-2</w:t>
      </w:r>
    </w:p>
    <w:p w:rsidR="00B65DC9" w:rsidRDefault="00B65DC9" w:rsidP="00B65DC9">
      <w:r>
        <w:t>327.6714</w:t>
      </w:r>
      <w:r>
        <w:tab/>
        <w:t>1.013e0</w:t>
      </w:r>
    </w:p>
    <w:p w:rsidR="00B65DC9" w:rsidRDefault="00B65DC9" w:rsidP="00B65DC9">
      <w:r>
        <w:t>327.7103</w:t>
      </w:r>
      <w:r>
        <w:tab/>
        <w:t>1.013e0</w:t>
      </w:r>
    </w:p>
    <w:p w:rsidR="00B65DC9" w:rsidRDefault="00B65DC9" w:rsidP="00B65DC9">
      <w:r>
        <w:t>327.7398</w:t>
      </w:r>
      <w:r>
        <w:tab/>
        <w:t>1.013e0</w:t>
      </w:r>
    </w:p>
    <w:p w:rsidR="00B65DC9" w:rsidRDefault="00B65DC9" w:rsidP="00B65DC9">
      <w:r>
        <w:t>327.7639</w:t>
      </w:r>
      <w:r>
        <w:tab/>
        <w:t>1.013e0</w:t>
      </w:r>
    </w:p>
    <w:p w:rsidR="00B65DC9" w:rsidRDefault="00B65DC9" w:rsidP="00B65DC9">
      <w:r>
        <w:t>327.8218</w:t>
      </w:r>
      <w:r>
        <w:tab/>
        <w:t>2.025e0</w:t>
      </w:r>
    </w:p>
    <w:p w:rsidR="00B65DC9" w:rsidRDefault="00B65DC9" w:rsidP="00B65DC9">
      <w:r>
        <w:lastRenderedPageBreak/>
        <w:t>327.8803</w:t>
      </w:r>
      <w:r>
        <w:tab/>
        <w:t>2.025e0</w:t>
      </w:r>
    </w:p>
    <w:p w:rsidR="00B65DC9" w:rsidRDefault="00B65DC9" w:rsidP="00B65DC9">
      <w:r>
        <w:t>327.8936</w:t>
      </w:r>
      <w:r>
        <w:tab/>
        <w:t>2.025e0</w:t>
      </w:r>
    </w:p>
    <w:p w:rsidR="00B65DC9" w:rsidRDefault="00B65DC9" w:rsidP="00B65DC9">
      <w:r>
        <w:t>327.9112</w:t>
      </w:r>
      <w:r>
        <w:tab/>
        <w:t>1.266e-2</w:t>
      </w:r>
    </w:p>
    <w:p w:rsidR="00B65DC9" w:rsidRDefault="00B65DC9" w:rsidP="00B65DC9">
      <w:r>
        <w:t>327.9123</w:t>
      </w:r>
      <w:r>
        <w:tab/>
        <w:t>3.038e0</w:t>
      </w:r>
    </w:p>
    <w:p w:rsidR="00B65DC9" w:rsidRDefault="00B65DC9" w:rsidP="00B65DC9">
      <w:r>
        <w:t>327.9171</w:t>
      </w:r>
      <w:r>
        <w:tab/>
        <w:t>1.013e0</w:t>
      </w:r>
    </w:p>
    <w:p w:rsidR="00B65DC9" w:rsidRDefault="00B65DC9" w:rsidP="00B65DC9">
      <w:r>
        <w:t>327.9270</w:t>
      </w:r>
      <w:r>
        <w:tab/>
        <w:t>1.266e-2</w:t>
      </w:r>
    </w:p>
    <w:p w:rsidR="00B65DC9" w:rsidRDefault="00B65DC9" w:rsidP="00B65DC9">
      <w:r>
        <w:t>327.9644</w:t>
      </w:r>
      <w:r>
        <w:tab/>
        <w:t>2.025e0</w:t>
      </w:r>
    </w:p>
    <w:p w:rsidR="00B65DC9" w:rsidRDefault="00B65DC9" w:rsidP="00B65DC9">
      <w:r>
        <w:t>327.9839</w:t>
      </w:r>
      <w:r>
        <w:tab/>
        <w:t>1.013e0</w:t>
      </w:r>
    </w:p>
    <w:p w:rsidR="00B65DC9" w:rsidRDefault="00B65DC9" w:rsidP="00B65DC9">
      <w:r>
        <w:t>328.0020</w:t>
      </w:r>
      <w:r>
        <w:tab/>
        <w:t>2.025e0</w:t>
      </w:r>
    </w:p>
    <w:p w:rsidR="00B65DC9" w:rsidRDefault="00B65DC9" w:rsidP="00B65DC9">
      <w:r>
        <w:t>328.0911</w:t>
      </w:r>
      <w:r>
        <w:tab/>
        <w:t>1.013e1</w:t>
      </w:r>
    </w:p>
    <w:p w:rsidR="00B65DC9" w:rsidRDefault="00B65DC9" w:rsidP="00B65DC9">
      <w:r>
        <w:t>328.0945</w:t>
      </w:r>
      <w:r>
        <w:tab/>
        <w:t>1.013e0</w:t>
      </w:r>
    </w:p>
    <w:p w:rsidR="00B65DC9" w:rsidRDefault="00B65DC9" w:rsidP="00B65DC9">
      <w:r>
        <w:t>328.0995</w:t>
      </w:r>
      <w:r>
        <w:tab/>
        <w:t>1.025e0</w:t>
      </w:r>
    </w:p>
    <w:p w:rsidR="00B65DC9" w:rsidRDefault="00B65DC9" w:rsidP="00B65DC9">
      <w:r>
        <w:t>328.1576</w:t>
      </w:r>
      <w:r>
        <w:tab/>
        <w:t>1.025e0</w:t>
      </w:r>
    </w:p>
    <w:p w:rsidR="00B65DC9" w:rsidRDefault="00B65DC9" w:rsidP="00B65DC9">
      <w:r>
        <w:t>328.1772</w:t>
      </w:r>
      <w:r>
        <w:tab/>
        <w:t>1.013e0</w:t>
      </w:r>
    </w:p>
    <w:p w:rsidR="00B65DC9" w:rsidRDefault="00B65DC9" w:rsidP="00B65DC9">
      <w:r>
        <w:t>328.2274</w:t>
      </w:r>
      <w:r>
        <w:tab/>
        <w:t>2.025e0</w:t>
      </w:r>
    </w:p>
    <w:p w:rsidR="00B65DC9" w:rsidRDefault="00B65DC9" w:rsidP="00B65DC9">
      <w:r>
        <w:t>328.2542</w:t>
      </w:r>
      <w:r>
        <w:tab/>
        <w:t>2.038e0</w:t>
      </w:r>
    </w:p>
    <w:p w:rsidR="00B65DC9" w:rsidRDefault="00B65DC9" w:rsidP="00B65DC9">
      <w:r>
        <w:t>328.2681</w:t>
      </w:r>
      <w:r>
        <w:tab/>
        <w:t>1.013e0</w:t>
      </w:r>
    </w:p>
    <w:p w:rsidR="00B65DC9" w:rsidRDefault="00B65DC9" w:rsidP="00B65DC9">
      <w:r>
        <w:t>328.2837</w:t>
      </w:r>
      <w:r>
        <w:tab/>
        <w:t>1.013e0</w:t>
      </w:r>
    </w:p>
    <w:p w:rsidR="00B65DC9" w:rsidRDefault="00B65DC9" w:rsidP="00B65DC9">
      <w:r>
        <w:t>328.2884</w:t>
      </w:r>
      <w:r>
        <w:tab/>
        <w:t>1.013e0</w:t>
      </w:r>
    </w:p>
    <w:p w:rsidR="00B65DC9" w:rsidRDefault="00B65DC9" w:rsidP="00B65DC9">
      <w:r>
        <w:lastRenderedPageBreak/>
        <w:t>328.2968</w:t>
      </w:r>
      <w:r>
        <w:tab/>
        <w:t>1.013e0</w:t>
      </w:r>
    </w:p>
    <w:p w:rsidR="00B65DC9" w:rsidRDefault="00B65DC9" w:rsidP="00B65DC9">
      <w:r>
        <w:t>328.3655</w:t>
      </w:r>
      <w:r>
        <w:tab/>
        <w:t>1.013e0</w:t>
      </w:r>
    </w:p>
    <w:p w:rsidR="00B65DC9" w:rsidRDefault="00B65DC9" w:rsidP="00B65DC9">
      <w:r>
        <w:t>328.3980</w:t>
      </w:r>
      <w:r>
        <w:tab/>
        <w:t>1.013e0</w:t>
      </w:r>
    </w:p>
    <w:p w:rsidR="00B65DC9" w:rsidRDefault="00B65DC9" w:rsidP="00B65DC9">
      <w:r>
        <w:t>328.4080</w:t>
      </w:r>
      <w:r>
        <w:tab/>
        <w:t>1.013e0</w:t>
      </w:r>
    </w:p>
    <w:p w:rsidR="00B65DC9" w:rsidRDefault="00B65DC9" w:rsidP="00B65DC9">
      <w:r>
        <w:t>328.4143</w:t>
      </w:r>
      <w:r>
        <w:tab/>
        <w:t>1.266e-2</w:t>
      </w:r>
    </w:p>
    <w:p w:rsidR="00B65DC9" w:rsidRDefault="00B65DC9" w:rsidP="00B65DC9">
      <w:r>
        <w:t>328.4223</w:t>
      </w:r>
      <w:r>
        <w:tab/>
        <w:t>1.013e0</w:t>
      </w:r>
    </w:p>
    <w:p w:rsidR="00B65DC9" w:rsidRDefault="00B65DC9" w:rsidP="00B65DC9">
      <w:r>
        <w:t>328.4751</w:t>
      </w:r>
      <w:r>
        <w:tab/>
        <w:t>1.013e0</w:t>
      </w:r>
    </w:p>
    <w:p w:rsidR="00B65DC9" w:rsidRDefault="00B65DC9" w:rsidP="00B65DC9">
      <w:r>
        <w:t>328.5136</w:t>
      </w:r>
      <w:r>
        <w:tab/>
        <w:t>1.025e0</w:t>
      </w:r>
    </w:p>
    <w:p w:rsidR="00B65DC9" w:rsidRDefault="00B65DC9" w:rsidP="00B65DC9">
      <w:r>
        <w:t>328.5150</w:t>
      </w:r>
      <w:r>
        <w:tab/>
        <w:t>1.013e0</w:t>
      </w:r>
    </w:p>
    <w:p w:rsidR="00B65DC9" w:rsidRDefault="00B65DC9" w:rsidP="00B65DC9">
      <w:r>
        <w:t>328.5789</w:t>
      </w:r>
      <w:r>
        <w:tab/>
        <w:t>2.025e0</w:t>
      </w:r>
    </w:p>
    <w:p w:rsidR="00B65DC9" w:rsidRDefault="00B65DC9" w:rsidP="00B65DC9">
      <w:r>
        <w:t>328.5806</w:t>
      </w:r>
      <w:r>
        <w:tab/>
        <w:t>1.013e0</w:t>
      </w:r>
    </w:p>
    <w:p w:rsidR="00B65DC9" w:rsidRDefault="00B65DC9" w:rsidP="00B65DC9">
      <w:r>
        <w:t>328.6152</w:t>
      </w:r>
      <w:r>
        <w:tab/>
        <w:t>1.266e-2</w:t>
      </w:r>
    </w:p>
    <w:p w:rsidR="00B65DC9" w:rsidRDefault="00B65DC9" w:rsidP="00B65DC9">
      <w:r>
        <w:t>328.6333</w:t>
      </w:r>
      <w:r>
        <w:tab/>
        <w:t>2.025e0</w:t>
      </w:r>
    </w:p>
    <w:p w:rsidR="00B65DC9" w:rsidRDefault="00B65DC9" w:rsidP="00B65DC9">
      <w:r>
        <w:t>328.6922</w:t>
      </w:r>
      <w:r>
        <w:tab/>
        <w:t>1.013e0</w:t>
      </w:r>
    </w:p>
    <w:p w:rsidR="00B65DC9" w:rsidRDefault="00B65DC9" w:rsidP="00B65DC9">
      <w:r>
        <w:t>328.7061</w:t>
      </w:r>
      <w:r>
        <w:tab/>
        <w:t>3.038e0</w:t>
      </w:r>
    </w:p>
    <w:p w:rsidR="00B65DC9" w:rsidRDefault="00B65DC9" w:rsidP="00B65DC9">
      <w:r>
        <w:t>328.7473</w:t>
      </w:r>
      <w:r>
        <w:tab/>
        <w:t>2.025e0</w:t>
      </w:r>
    </w:p>
    <w:p w:rsidR="00B65DC9" w:rsidRDefault="00B65DC9" w:rsidP="00B65DC9">
      <w:r>
        <w:t>328.7633</w:t>
      </w:r>
      <w:r>
        <w:tab/>
        <w:t>1.025e0</w:t>
      </w:r>
    </w:p>
    <w:p w:rsidR="00B65DC9" w:rsidRDefault="00B65DC9" w:rsidP="00B65DC9">
      <w:r>
        <w:t>328.8121</w:t>
      </w:r>
      <w:r>
        <w:tab/>
        <w:t>1.013e0</w:t>
      </w:r>
    </w:p>
    <w:p w:rsidR="00B65DC9" w:rsidRDefault="00B65DC9" w:rsidP="00B65DC9">
      <w:r>
        <w:t>328.8521</w:t>
      </w:r>
      <w:r>
        <w:tab/>
        <w:t>1.266e-2</w:t>
      </w:r>
    </w:p>
    <w:p w:rsidR="00B65DC9" w:rsidRDefault="00B65DC9" w:rsidP="00B65DC9">
      <w:r>
        <w:lastRenderedPageBreak/>
        <w:t>328.8653</w:t>
      </w:r>
      <w:r>
        <w:tab/>
        <w:t>1.013e0</w:t>
      </w:r>
    </w:p>
    <w:p w:rsidR="00B65DC9" w:rsidRDefault="00B65DC9" w:rsidP="00B65DC9">
      <w:r>
        <w:t>328.9060</w:t>
      </w:r>
      <w:r>
        <w:tab/>
        <w:t>1.115e1</w:t>
      </w:r>
    </w:p>
    <w:p w:rsidR="00B65DC9" w:rsidRDefault="00B65DC9" w:rsidP="00B65DC9">
      <w:r>
        <w:t>328.9162</w:t>
      </w:r>
      <w:r>
        <w:tab/>
        <w:t>1.418e1</w:t>
      </w:r>
    </w:p>
    <w:p w:rsidR="00B65DC9" w:rsidRDefault="00B65DC9" w:rsidP="00B65DC9">
      <w:r>
        <w:t>328.9267</w:t>
      </w:r>
      <w:r>
        <w:tab/>
        <w:t>7.089e0</w:t>
      </w:r>
    </w:p>
    <w:p w:rsidR="00B65DC9" w:rsidRDefault="00B65DC9" w:rsidP="00B65DC9">
      <w:r>
        <w:t>328.9285</w:t>
      </w:r>
      <w:r>
        <w:tab/>
        <w:t>1.226e1</w:t>
      </w:r>
    </w:p>
    <w:p w:rsidR="00B65DC9" w:rsidRDefault="00B65DC9" w:rsidP="00B65DC9">
      <w:r>
        <w:t>328.9708</w:t>
      </w:r>
      <w:r>
        <w:tab/>
        <w:t>4.051e0</w:t>
      </w:r>
    </w:p>
    <w:p w:rsidR="00B65DC9" w:rsidRDefault="00B65DC9" w:rsidP="00B65DC9">
      <w:r>
        <w:t>328.9825</w:t>
      </w:r>
      <w:r>
        <w:tab/>
        <w:t>1.013e0</w:t>
      </w:r>
    </w:p>
    <w:p w:rsidR="00B65DC9" w:rsidRDefault="00B65DC9" w:rsidP="00B65DC9">
      <w:r>
        <w:t>329.0008</w:t>
      </w:r>
      <w:r>
        <w:tab/>
        <w:t>1.038e0</w:t>
      </w:r>
    </w:p>
    <w:p w:rsidR="00B65DC9" w:rsidRDefault="00B65DC9" w:rsidP="00B65DC9">
      <w:r>
        <w:t>329.0067</w:t>
      </w:r>
      <w:r>
        <w:tab/>
        <w:t>2.532e-2</w:t>
      </w:r>
    </w:p>
    <w:p w:rsidR="00B65DC9" w:rsidRDefault="00B65DC9" w:rsidP="00B65DC9">
      <w:r>
        <w:t>329.0264</w:t>
      </w:r>
      <w:r>
        <w:tab/>
        <w:t>3.038e0</w:t>
      </w:r>
    </w:p>
    <w:p w:rsidR="00B65DC9" w:rsidRDefault="00B65DC9" w:rsidP="00B65DC9">
      <w:r>
        <w:t>329.0396</w:t>
      </w:r>
      <w:r>
        <w:tab/>
        <w:t>1.013e0</w:t>
      </w:r>
    </w:p>
    <w:p w:rsidR="00B65DC9" w:rsidRDefault="00B65DC9" w:rsidP="00B65DC9">
      <w:r>
        <w:t>329.0783</w:t>
      </w:r>
      <w:r>
        <w:tab/>
        <w:t>3.038e0</w:t>
      </w:r>
    </w:p>
    <w:p w:rsidR="00B65DC9" w:rsidRDefault="00B65DC9" w:rsidP="00B65DC9">
      <w:r>
        <w:t>329.0924</w:t>
      </w:r>
      <w:r>
        <w:tab/>
        <w:t>1.013e0</w:t>
      </w:r>
    </w:p>
    <w:p w:rsidR="00B65DC9" w:rsidRDefault="00B65DC9" w:rsidP="00B65DC9">
      <w:r>
        <w:t>329.1071</w:t>
      </w:r>
      <w:r>
        <w:tab/>
        <w:t>1.266e-2</w:t>
      </w:r>
    </w:p>
    <w:p w:rsidR="00B65DC9" w:rsidRDefault="00B65DC9" w:rsidP="00B65DC9">
      <w:r>
        <w:t>329.1367</w:t>
      </w:r>
      <w:r>
        <w:tab/>
        <w:t>1.013e0</w:t>
      </w:r>
    </w:p>
    <w:p w:rsidR="00B65DC9" w:rsidRDefault="00B65DC9" w:rsidP="00B65DC9">
      <w:r>
        <w:t>329.1454</w:t>
      </w:r>
      <w:r>
        <w:tab/>
        <w:t>7.089e0</w:t>
      </w:r>
    </w:p>
    <w:p w:rsidR="00B65DC9" w:rsidRDefault="00B65DC9" w:rsidP="00B65DC9">
      <w:r>
        <w:t>329.1770</w:t>
      </w:r>
      <w:r>
        <w:tab/>
        <w:t>2.038e0</w:t>
      </w:r>
    </w:p>
    <w:p w:rsidR="00B65DC9" w:rsidRDefault="00B65DC9" w:rsidP="00B65DC9">
      <w:r>
        <w:t>329.1841</w:t>
      </w:r>
      <w:r>
        <w:tab/>
        <w:t>2.532e-2</w:t>
      </w:r>
    </w:p>
    <w:p w:rsidR="00B65DC9" w:rsidRDefault="00B65DC9" w:rsidP="00B65DC9">
      <w:r>
        <w:t>329.2494</w:t>
      </w:r>
      <w:r>
        <w:tab/>
        <w:t>3.038e0</w:t>
      </w:r>
    </w:p>
    <w:p w:rsidR="00B65DC9" w:rsidRDefault="00B65DC9" w:rsidP="00B65DC9">
      <w:r>
        <w:lastRenderedPageBreak/>
        <w:t>329.2567</w:t>
      </w:r>
      <w:r>
        <w:tab/>
        <w:t>2.025e0</w:t>
      </w:r>
    </w:p>
    <w:p w:rsidR="00B65DC9" w:rsidRDefault="00B65DC9" w:rsidP="00B65DC9">
      <w:r>
        <w:t>329.2613</w:t>
      </w:r>
      <w:r>
        <w:tab/>
        <w:t>1.013e0</w:t>
      </w:r>
    </w:p>
    <w:p w:rsidR="00B65DC9" w:rsidRDefault="00B65DC9" w:rsidP="00B65DC9">
      <w:r>
        <w:t>329.2791</w:t>
      </w:r>
      <w:r>
        <w:tab/>
        <w:t>1.266e-2</w:t>
      </w:r>
    </w:p>
    <w:p w:rsidR="00B65DC9" w:rsidRDefault="00B65DC9" w:rsidP="00B65DC9">
      <w:r>
        <w:t>329.2811</w:t>
      </w:r>
      <w:r>
        <w:tab/>
        <w:t>2.025e0</w:t>
      </w:r>
    </w:p>
    <w:p w:rsidR="00B65DC9" w:rsidRDefault="00B65DC9" w:rsidP="00B65DC9">
      <w:r>
        <w:t>329.3487</w:t>
      </w:r>
      <w:r>
        <w:tab/>
        <w:t>1.266e-2</w:t>
      </w:r>
    </w:p>
    <w:p w:rsidR="00B65DC9" w:rsidRDefault="00B65DC9" w:rsidP="00B65DC9">
      <w:r>
        <w:t>329.3942</w:t>
      </w:r>
      <w:r>
        <w:tab/>
        <w:t>2.025e0</w:t>
      </w:r>
    </w:p>
    <w:p w:rsidR="00B65DC9" w:rsidRDefault="00B65DC9" w:rsidP="00B65DC9">
      <w:r>
        <w:t>329.4296</w:t>
      </w:r>
      <w:r>
        <w:tab/>
        <w:t>1.013e0</w:t>
      </w:r>
    </w:p>
    <w:p w:rsidR="00B65DC9" w:rsidRDefault="00B65DC9" w:rsidP="00B65DC9">
      <w:r>
        <w:t>329.5276</w:t>
      </w:r>
      <w:r>
        <w:tab/>
        <w:t>1.013e0</w:t>
      </w:r>
    </w:p>
    <w:p w:rsidR="00B65DC9" w:rsidRDefault="00B65DC9" w:rsidP="00B65DC9">
      <w:r>
        <w:t>329.5968</w:t>
      </w:r>
      <w:r>
        <w:tab/>
        <w:t>2.025e0</w:t>
      </w:r>
    </w:p>
    <w:p w:rsidR="00B65DC9" w:rsidRDefault="00B65DC9" w:rsidP="00B65DC9">
      <w:r>
        <w:t>329.6174</w:t>
      </w:r>
      <w:r>
        <w:tab/>
        <w:t>1.013e0</w:t>
      </w:r>
    </w:p>
    <w:p w:rsidR="00B65DC9" w:rsidRDefault="00B65DC9" w:rsidP="00B65DC9">
      <w:r>
        <w:t>329.6470</w:t>
      </w:r>
      <w:r>
        <w:tab/>
        <w:t>1.266e-2</w:t>
      </w:r>
    </w:p>
    <w:p w:rsidR="00B65DC9" w:rsidRDefault="00B65DC9" w:rsidP="00B65DC9">
      <w:r>
        <w:t>329.6534</w:t>
      </w:r>
      <w:r>
        <w:tab/>
        <w:t>1.266e-2</w:t>
      </w:r>
    </w:p>
    <w:p w:rsidR="00B65DC9" w:rsidRDefault="00B65DC9" w:rsidP="00B65DC9">
      <w:r>
        <w:t>329.6856</w:t>
      </w:r>
      <w:r>
        <w:tab/>
        <w:t>1.013e0</w:t>
      </w:r>
    </w:p>
    <w:p w:rsidR="00B65DC9" w:rsidRDefault="00B65DC9" w:rsidP="00B65DC9">
      <w:r>
        <w:t>329.7221</w:t>
      </w:r>
      <w:r>
        <w:tab/>
        <w:t>2.025e0</w:t>
      </w:r>
    </w:p>
    <w:p w:rsidR="00B65DC9" w:rsidRDefault="00B65DC9" w:rsidP="00B65DC9">
      <w:r>
        <w:t>329.8015</w:t>
      </w:r>
      <w:r>
        <w:tab/>
        <w:t>1.013e0</w:t>
      </w:r>
    </w:p>
    <w:p w:rsidR="00B65DC9" w:rsidRDefault="00B65DC9" w:rsidP="00B65DC9">
      <w:r>
        <w:t>329.8865</w:t>
      </w:r>
      <w:r>
        <w:tab/>
        <w:t>2.025e0</w:t>
      </w:r>
    </w:p>
    <w:p w:rsidR="00B65DC9" w:rsidRDefault="00B65DC9" w:rsidP="00B65DC9">
      <w:r>
        <w:t>329.8929</w:t>
      </w:r>
      <w:r>
        <w:tab/>
        <w:t>1.013e0</w:t>
      </w:r>
    </w:p>
    <w:p w:rsidR="00B65DC9" w:rsidRDefault="00B65DC9" w:rsidP="00B65DC9">
      <w:r>
        <w:t>329.8943</w:t>
      </w:r>
      <w:r>
        <w:tab/>
        <w:t>2.025e0</w:t>
      </w:r>
    </w:p>
    <w:p w:rsidR="00B65DC9" w:rsidRDefault="00B65DC9" w:rsidP="00B65DC9">
      <w:r>
        <w:t>329.9347</w:t>
      </w:r>
      <w:r>
        <w:tab/>
        <w:t>2.025e0</w:t>
      </w:r>
    </w:p>
    <w:p w:rsidR="00B65DC9" w:rsidRDefault="00B65DC9" w:rsidP="00B65DC9">
      <w:r>
        <w:lastRenderedPageBreak/>
        <w:t>329.9396</w:t>
      </w:r>
      <w:r>
        <w:tab/>
        <w:t>2.025e0</w:t>
      </w:r>
    </w:p>
    <w:p w:rsidR="00B65DC9" w:rsidRDefault="00B65DC9" w:rsidP="00B65DC9">
      <w:r>
        <w:t>329.9560</w:t>
      </w:r>
      <w:r>
        <w:tab/>
        <w:t>1.266e-2</w:t>
      </w:r>
    </w:p>
    <w:p w:rsidR="00B65DC9" w:rsidRDefault="00B65DC9" w:rsidP="00B65DC9">
      <w:r>
        <w:t>329.9857</w:t>
      </w:r>
      <w:r>
        <w:tab/>
        <w:t>1.266e-2</w:t>
      </w:r>
    </w:p>
    <w:p w:rsidR="00B65DC9" w:rsidRDefault="00B65DC9" w:rsidP="00B65DC9">
      <w:r>
        <w:t>330.0188</w:t>
      </w:r>
      <w:r>
        <w:tab/>
        <w:t>1.025e0</w:t>
      </w:r>
    </w:p>
    <w:p w:rsidR="00B65DC9" w:rsidRDefault="00B65DC9" w:rsidP="00B65DC9">
      <w:r>
        <w:t>330.0313</w:t>
      </w:r>
      <w:r>
        <w:tab/>
        <w:t>2.051e0</w:t>
      </w:r>
    </w:p>
    <w:p w:rsidR="00B65DC9" w:rsidRDefault="00B65DC9" w:rsidP="00B65DC9">
      <w:r>
        <w:t>330.0436</w:t>
      </w:r>
      <w:r>
        <w:tab/>
        <w:t>1.013e0</w:t>
      </w:r>
    </w:p>
    <w:p w:rsidR="00B65DC9" w:rsidRDefault="00B65DC9" w:rsidP="00B65DC9">
      <w:r>
        <w:t>330.0511</w:t>
      </w:r>
      <w:r>
        <w:tab/>
        <w:t>1.266e-2</w:t>
      </w:r>
    </w:p>
    <w:p w:rsidR="00B65DC9" w:rsidRDefault="00B65DC9" w:rsidP="00B65DC9">
      <w:r>
        <w:t>330.0868</w:t>
      </w:r>
      <w:r>
        <w:tab/>
        <w:t>1.013e0</w:t>
      </w:r>
    </w:p>
    <w:p w:rsidR="00B65DC9" w:rsidRDefault="00B65DC9" w:rsidP="00B65DC9">
      <w:r>
        <w:t>330.0879</w:t>
      </w:r>
      <w:r>
        <w:tab/>
        <w:t>2.025e0</w:t>
      </w:r>
    </w:p>
    <w:p w:rsidR="00B65DC9" w:rsidRDefault="00B65DC9" w:rsidP="00B65DC9">
      <w:r>
        <w:t>330.1046</w:t>
      </w:r>
      <w:r>
        <w:tab/>
        <w:t>1.038e0</w:t>
      </w:r>
    </w:p>
    <w:p w:rsidR="00B65DC9" w:rsidRDefault="00B65DC9" w:rsidP="00B65DC9">
      <w:r>
        <w:t>330.1343</w:t>
      </w:r>
      <w:r>
        <w:tab/>
        <w:t>1.013e0</w:t>
      </w:r>
    </w:p>
    <w:p w:rsidR="00B65DC9" w:rsidRDefault="00B65DC9" w:rsidP="00B65DC9">
      <w:r>
        <w:t>330.1403</w:t>
      </w:r>
      <w:r>
        <w:tab/>
        <w:t>1.266e-2</w:t>
      </w:r>
    </w:p>
    <w:p w:rsidR="00B65DC9" w:rsidRDefault="00B65DC9" w:rsidP="00B65DC9">
      <w:r>
        <w:t>330.1560</w:t>
      </w:r>
      <w:r>
        <w:tab/>
        <w:t>2.025e0</w:t>
      </w:r>
    </w:p>
    <w:p w:rsidR="00B65DC9" w:rsidRDefault="00B65DC9" w:rsidP="00B65DC9">
      <w:r>
        <w:t>330.1714</w:t>
      </w:r>
      <w:r>
        <w:tab/>
        <w:t>2.025e0</w:t>
      </w:r>
    </w:p>
    <w:p w:rsidR="00B65DC9" w:rsidRDefault="00B65DC9" w:rsidP="00B65DC9">
      <w:r>
        <w:t>330.1932</w:t>
      </w:r>
      <w:r>
        <w:tab/>
        <w:t>2.025e0</w:t>
      </w:r>
    </w:p>
    <w:p w:rsidR="00B65DC9" w:rsidRDefault="00B65DC9" w:rsidP="00B65DC9">
      <w:r>
        <w:t>330.2143</w:t>
      </w:r>
      <w:r>
        <w:tab/>
        <w:t>4.051e0</w:t>
      </w:r>
    </w:p>
    <w:p w:rsidR="00B65DC9" w:rsidRDefault="00B65DC9" w:rsidP="00B65DC9">
      <w:r>
        <w:t>330.2466</w:t>
      </w:r>
      <w:r>
        <w:tab/>
        <w:t>1.013e0</w:t>
      </w:r>
    </w:p>
    <w:p w:rsidR="00B65DC9" w:rsidRDefault="00B65DC9" w:rsidP="00B65DC9">
      <w:r>
        <w:t>330.2505</w:t>
      </w:r>
      <w:r>
        <w:tab/>
        <w:t>1.013e0</w:t>
      </w:r>
    </w:p>
    <w:p w:rsidR="00B65DC9" w:rsidRDefault="00B65DC9" w:rsidP="00B65DC9">
      <w:r>
        <w:t>330.2749</w:t>
      </w:r>
      <w:r>
        <w:tab/>
        <w:t>1.266e-2</w:t>
      </w:r>
    </w:p>
    <w:p w:rsidR="00B65DC9" w:rsidRDefault="00B65DC9" w:rsidP="00B65DC9">
      <w:r>
        <w:lastRenderedPageBreak/>
        <w:t>330.2832</w:t>
      </w:r>
      <w:r>
        <w:tab/>
        <w:t>2.532e-2</w:t>
      </w:r>
    </w:p>
    <w:p w:rsidR="00B65DC9" w:rsidRDefault="00B65DC9" w:rsidP="00B65DC9">
      <w:r>
        <w:t>330.3526</w:t>
      </w:r>
      <w:r>
        <w:tab/>
        <w:t>2.025e0</w:t>
      </w:r>
    </w:p>
    <w:p w:rsidR="00B65DC9" w:rsidRDefault="00B65DC9" w:rsidP="00B65DC9">
      <w:r>
        <w:t>330.3604</w:t>
      </w:r>
      <w:r>
        <w:tab/>
        <w:t>1.266e-2</w:t>
      </w:r>
    </w:p>
    <w:p w:rsidR="00B65DC9" w:rsidRDefault="00B65DC9" w:rsidP="00B65DC9">
      <w:r>
        <w:t>330.3850</w:t>
      </w:r>
      <w:r>
        <w:tab/>
        <w:t>2.025e0</w:t>
      </w:r>
    </w:p>
    <w:p w:rsidR="00B65DC9" w:rsidRDefault="00B65DC9" w:rsidP="00B65DC9">
      <w:r>
        <w:t>330.4091</w:t>
      </w:r>
      <w:r>
        <w:tab/>
        <w:t>1.266e-2</w:t>
      </w:r>
    </w:p>
    <w:p w:rsidR="00B65DC9" w:rsidRDefault="00B65DC9" w:rsidP="00B65DC9">
      <w:r>
        <w:t>330.4139</w:t>
      </w:r>
      <w:r>
        <w:tab/>
        <w:t>1.266e-2</w:t>
      </w:r>
    </w:p>
    <w:p w:rsidR="00B65DC9" w:rsidRDefault="00B65DC9" w:rsidP="00B65DC9">
      <w:r>
        <w:t>330.4675</w:t>
      </w:r>
      <w:r>
        <w:tab/>
        <w:t>1.013e0</w:t>
      </w:r>
    </w:p>
    <w:p w:rsidR="00B65DC9" w:rsidRDefault="00B65DC9" w:rsidP="00B65DC9">
      <w:r>
        <w:t>330.4734</w:t>
      </w:r>
      <w:r>
        <w:tab/>
        <w:t>1.266e-2</w:t>
      </w:r>
    </w:p>
    <w:p w:rsidR="00B65DC9" w:rsidRDefault="00B65DC9" w:rsidP="00B65DC9">
      <w:r>
        <w:t>330.4867</w:t>
      </w:r>
      <w:r>
        <w:tab/>
        <w:t>1.013e0</w:t>
      </w:r>
    </w:p>
    <w:p w:rsidR="00B65DC9" w:rsidRDefault="00B65DC9" w:rsidP="00B65DC9">
      <w:r>
        <w:t>330.5210</w:t>
      </w:r>
      <w:r>
        <w:tab/>
        <w:t>1.266e-2</w:t>
      </w:r>
    </w:p>
    <w:p w:rsidR="00B65DC9" w:rsidRDefault="00B65DC9" w:rsidP="00B65DC9">
      <w:r>
        <w:t>330.5691</w:t>
      </w:r>
      <w:r>
        <w:tab/>
        <w:t>1.013e0</w:t>
      </w:r>
    </w:p>
    <w:p w:rsidR="00B65DC9" w:rsidRDefault="00B65DC9" w:rsidP="00B65DC9">
      <w:r>
        <w:t>330.6520</w:t>
      </w:r>
      <w:r>
        <w:tab/>
        <w:t>1.266e-2</w:t>
      </w:r>
    </w:p>
    <w:p w:rsidR="00B65DC9" w:rsidRDefault="00B65DC9" w:rsidP="00B65DC9">
      <w:r>
        <w:t>330.6573</w:t>
      </w:r>
      <w:r>
        <w:tab/>
        <w:t>1.013e0</w:t>
      </w:r>
    </w:p>
    <w:p w:rsidR="00B65DC9" w:rsidRDefault="00B65DC9" w:rsidP="00B65DC9">
      <w:r>
        <w:t>330.6941</w:t>
      </w:r>
      <w:r>
        <w:tab/>
        <w:t>1.013e0</w:t>
      </w:r>
    </w:p>
    <w:p w:rsidR="00B65DC9" w:rsidRDefault="00B65DC9" w:rsidP="00B65DC9">
      <w:r>
        <w:t>330.7056</w:t>
      </w:r>
      <w:r>
        <w:tab/>
        <w:t>1.266e-2</w:t>
      </w:r>
    </w:p>
    <w:p w:rsidR="00B65DC9" w:rsidRDefault="00B65DC9" w:rsidP="00B65DC9">
      <w:r>
        <w:t>330.7345</w:t>
      </w:r>
      <w:r>
        <w:tab/>
        <w:t>1.013e0</w:t>
      </w:r>
    </w:p>
    <w:p w:rsidR="00B65DC9" w:rsidRDefault="00B65DC9" w:rsidP="00B65DC9">
      <w:r>
        <w:t>330.7533</w:t>
      </w:r>
      <w:r>
        <w:tab/>
        <w:t>1.266e-2</w:t>
      </w:r>
    </w:p>
    <w:p w:rsidR="00B65DC9" w:rsidRDefault="00B65DC9" w:rsidP="00B65DC9">
      <w:r>
        <w:t>330.7914</w:t>
      </w:r>
      <w:r>
        <w:tab/>
        <w:t>1.013e0</w:t>
      </w:r>
    </w:p>
    <w:p w:rsidR="00B65DC9" w:rsidRDefault="00B65DC9" w:rsidP="00B65DC9">
      <w:r>
        <w:t>330.8363</w:t>
      </w:r>
      <w:r>
        <w:tab/>
        <w:t>1.013e0</w:t>
      </w:r>
    </w:p>
    <w:p w:rsidR="00B65DC9" w:rsidRDefault="00B65DC9" w:rsidP="00B65DC9">
      <w:r>
        <w:lastRenderedPageBreak/>
        <w:t>330.8486</w:t>
      </w:r>
      <w:r>
        <w:tab/>
        <w:t>1.266e-2</w:t>
      </w:r>
    </w:p>
    <w:p w:rsidR="00B65DC9" w:rsidRDefault="00B65DC9" w:rsidP="00B65DC9">
      <w:r>
        <w:t>330.8686</w:t>
      </w:r>
      <w:r>
        <w:tab/>
        <w:t>1.025e0</w:t>
      </w:r>
    </w:p>
    <w:p w:rsidR="00B65DC9" w:rsidRDefault="00B65DC9" w:rsidP="00B65DC9">
      <w:r>
        <w:t>330.8904</w:t>
      </w:r>
      <w:r>
        <w:tab/>
        <w:t>2.025e0</w:t>
      </w:r>
    </w:p>
    <w:p w:rsidR="00B65DC9" w:rsidRDefault="00B65DC9" w:rsidP="00B65DC9">
      <w:r>
        <w:t>330.9137</w:t>
      </w:r>
      <w:r>
        <w:tab/>
        <w:t>2.532e-2</w:t>
      </w:r>
    </w:p>
    <w:p w:rsidR="00B65DC9" w:rsidRDefault="00B65DC9" w:rsidP="00B65DC9">
      <w:r>
        <w:t>330.9260</w:t>
      </w:r>
      <w:r>
        <w:tab/>
        <w:t>1.013e0</w:t>
      </w:r>
    </w:p>
    <w:p w:rsidR="00B65DC9" w:rsidRDefault="00B65DC9" w:rsidP="00B65DC9">
      <w:r>
        <w:t>330.9317</w:t>
      </w:r>
      <w:r>
        <w:tab/>
        <w:t>2.025e0</w:t>
      </w:r>
    </w:p>
    <w:p w:rsidR="00B65DC9" w:rsidRDefault="00B65DC9" w:rsidP="00B65DC9">
      <w:r>
        <w:t>330.9622</w:t>
      </w:r>
      <w:r>
        <w:tab/>
        <w:t>4.063e0</w:t>
      </w:r>
    </w:p>
    <w:p w:rsidR="00B65DC9" w:rsidRDefault="00B65DC9" w:rsidP="00B65DC9">
      <w:r>
        <w:t>330.9744</w:t>
      </w:r>
      <w:r>
        <w:tab/>
        <w:t>1.025e0</w:t>
      </w:r>
    </w:p>
    <w:p w:rsidR="00B65DC9" w:rsidRDefault="00B65DC9" w:rsidP="00B65DC9">
      <w:r>
        <w:t>331.0016</w:t>
      </w:r>
      <w:r>
        <w:tab/>
        <w:t>2.025e0</w:t>
      </w:r>
    </w:p>
    <w:p w:rsidR="00B65DC9" w:rsidRDefault="00B65DC9" w:rsidP="00B65DC9">
      <w:r>
        <w:t>331.0153</w:t>
      </w:r>
      <w:r>
        <w:tab/>
        <w:t>1.266e-2</w:t>
      </w:r>
    </w:p>
    <w:p w:rsidR="00B65DC9" w:rsidRDefault="00B65DC9" w:rsidP="00B65DC9">
      <w:r>
        <w:t>331.0236</w:t>
      </w:r>
      <w:r>
        <w:tab/>
        <w:t>1.013e0</w:t>
      </w:r>
    </w:p>
    <w:p w:rsidR="00B65DC9" w:rsidRDefault="00B65DC9" w:rsidP="00B65DC9">
      <w:r>
        <w:t>331.0393</w:t>
      </w:r>
      <w:r>
        <w:tab/>
        <w:t>1.025e0</w:t>
      </w:r>
    </w:p>
    <w:p w:rsidR="00B65DC9" w:rsidRDefault="00B65DC9" w:rsidP="00B65DC9">
      <w:r>
        <w:t>331.0680</w:t>
      </w:r>
      <w:r>
        <w:tab/>
        <w:t>1.013e0</w:t>
      </w:r>
    </w:p>
    <w:p w:rsidR="00B65DC9" w:rsidRDefault="00B65DC9" w:rsidP="00B65DC9">
      <w:r>
        <w:t>331.0964</w:t>
      </w:r>
      <w:r>
        <w:tab/>
        <w:t>1.266e-2</w:t>
      </w:r>
    </w:p>
    <w:p w:rsidR="00B65DC9" w:rsidRDefault="00B65DC9" w:rsidP="00B65DC9">
      <w:r>
        <w:t>331.1146</w:t>
      </w:r>
      <w:r>
        <w:tab/>
        <w:t>1.043e1</w:t>
      </w:r>
    </w:p>
    <w:p w:rsidR="00B65DC9" w:rsidRDefault="00B65DC9" w:rsidP="00B65DC9">
      <w:r>
        <w:t>331.1288</w:t>
      </w:r>
      <w:r>
        <w:tab/>
        <w:t>2.038e0</w:t>
      </w:r>
    </w:p>
    <w:p w:rsidR="00B65DC9" w:rsidRDefault="00B65DC9" w:rsidP="00B65DC9">
      <w:r>
        <w:t>331.1495</w:t>
      </w:r>
      <w:r>
        <w:tab/>
        <w:t>4.051e0</w:t>
      </w:r>
    </w:p>
    <w:p w:rsidR="00B65DC9" w:rsidRDefault="00B65DC9" w:rsidP="00B65DC9">
      <w:r>
        <w:t>331.1733</w:t>
      </w:r>
      <w:r>
        <w:tab/>
        <w:t>2.453e0</w:t>
      </w:r>
    </w:p>
    <w:p w:rsidR="00B65DC9" w:rsidRDefault="00B65DC9" w:rsidP="00B65DC9">
      <w:r>
        <w:t>331.1856</w:t>
      </w:r>
      <w:r>
        <w:tab/>
        <w:t>2.025e0</w:t>
      </w:r>
    </w:p>
    <w:p w:rsidR="00B65DC9" w:rsidRDefault="00B65DC9" w:rsidP="00B65DC9">
      <w:r>
        <w:lastRenderedPageBreak/>
        <w:t>331.2221</w:t>
      </w:r>
      <w:r>
        <w:tab/>
        <w:t>2.532e-2</w:t>
      </w:r>
    </w:p>
    <w:p w:rsidR="00B65DC9" w:rsidRDefault="00B65DC9" w:rsidP="00B65DC9">
      <w:r>
        <w:t>331.2271</w:t>
      </w:r>
      <w:r>
        <w:tab/>
        <w:t>1.013e0</w:t>
      </w:r>
    </w:p>
    <w:p w:rsidR="00B65DC9" w:rsidRDefault="00B65DC9" w:rsidP="00B65DC9">
      <w:r>
        <w:t>331.2319</w:t>
      </w:r>
      <w:r>
        <w:tab/>
        <w:t>2.532e-2</w:t>
      </w:r>
    </w:p>
    <w:p w:rsidR="00B65DC9" w:rsidRDefault="00B65DC9" w:rsidP="00B65DC9">
      <w:r>
        <w:t>331.2681</w:t>
      </w:r>
      <w:r>
        <w:tab/>
        <w:t>2.025e0</w:t>
      </w:r>
    </w:p>
    <w:p w:rsidR="00B65DC9" w:rsidRDefault="00B65DC9" w:rsidP="00B65DC9">
      <w:r>
        <w:t>331.2754</w:t>
      </w:r>
      <w:r>
        <w:tab/>
        <w:t>3.038e0</w:t>
      </w:r>
    </w:p>
    <w:p w:rsidR="00B65DC9" w:rsidRDefault="00B65DC9" w:rsidP="00B65DC9">
      <w:r>
        <w:t>331.3899</w:t>
      </w:r>
      <w:r>
        <w:tab/>
        <w:t>3.038e0</w:t>
      </w:r>
    </w:p>
    <w:p w:rsidR="00B65DC9" w:rsidRDefault="00B65DC9" w:rsidP="00B65DC9">
      <w:r>
        <w:t>331.4369</w:t>
      </w:r>
      <w:r>
        <w:tab/>
        <w:t>2.025e0</w:t>
      </w:r>
    </w:p>
    <w:p w:rsidR="00B65DC9" w:rsidRDefault="00B65DC9" w:rsidP="00B65DC9">
      <w:r>
        <w:t>331.5941</w:t>
      </w:r>
      <w:r>
        <w:tab/>
        <w:t>1.013e0</w:t>
      </w:r>
    </w:p>
    <w:p w:rsidR="00B65DC9" w:rsidRDefault="00B65DC9" w:rsidP="00B65DC9">
      <w:r>
        <w:t>331.6334</w:t>
      </w:r>
      <w:r>
        <w:tab/>
        <w:t>1.266e-2</w:t>
      </w:r>
    </w:p>
    <w:p w:rsidR="00B65DC9" w:rsidRDefault="00B65DC9" w:rsidP="00B65DC9">
      <w:r>
        <w:t>331.6970</w:t>
      </w:r>
      <w:r>
        <w:tab/>
        <w:t>2.025e0</w:t>
      </w:r>
    </w:p>
    <w:p w:rsidR="00B65DC9" w:rsidRDefault="00B65DC9" w:rsidP="00B65DC9">
      <w:r>
        <w:t>331.7207</w:t>
      </w:r>
      <w:r>
        <w:tab/>
        <w:t>2.025e0</w:t>
      </w:r>
    </w:p>
    <w:p w:rsidR="00B65DC9" w:rsidRDefault="00B65DC9" w:rsidP="00B65DC9">
      <w:r>
        <w:t>331.7971</w:t>
      </w:r>
      <w:r>
        <w:tab/>
        <w:t>1.013e0</w:t>
      </w:r>
    </w:p>
    <w:p w:rsidR="00B65DC9" w:rsidRDefault="00B65DC9" w:rsidP="00B65DC9">
      <w:r>
        <w:t>331.8214</w:t>
      </w:r>
      <w:r>
        <w:tab/>
        <w:t>1.266e-2</w:t>
      </w:r>
    </w:p>
    <w:p w:rsidR="00B65DC9" w:rsidRDefault="00B65DC9" w:rsidP="00B65DC9">
      <w:r>
        <w:t>331.8947</w:t>
      </w:r>
      <w:r>
        <w:tab/>
        <w:t>2.025e0</w:t>
      </w:r>
    </w:p>
    <w:p w:rsidR="00B65DC9" w:rsidRDefault="00B65DC9" w:rsidP="00B65DC9">
      <w:r>
        <w:t>331.9251</w:t>
      </w:r>
      <w:r>
        <w:tab/>
        <w:t>1.038e0</w:t>
      </w:r>
    </w:p>
    <w:p w:rsidR="00B65DC9" w:rsidRDefault="00B65DC9" w:rsidP="00B65DC9">
      <w:r>
        <w:t>331.9587</w:t>
      </w:r>
      <w:r>
        <w:tab/>
        <w:t>1.025e0</w:t>
      </w:r>
    </w:p>
    <w:p w:rsidR="00B65DC9" w:rsidRDefault="00B65DC9" w:rsidP="00B65DC9">
      <w:r>
        <w:t>331.9711</w:t>
      </w:r>
      <w:r>
        <w:tab/>
        <w:t>1.013e0</w:t>
      </w:r>
    </w:p>
    <w:p w:rsidR="00B65DC9" w:rsidRDefault="00B65DC9" w:rsidP="00B65DC9">
      <w:r>
        <w:t>331.9822</w:t>
      </w:r>
      <w:r>
        <w:tab/>
        <w:t>4.051e0</w:t>
      </w:r>
    </w:p>
    <w:p w:rsidR="00B65DC9" w:rsidRDefault="00B65DC9" w:rsidP="00B65DC9">
      <w:r>
        <w:t>331.9908</w:t>
      </w:r>
      <w:r>
        <w:tab/>
        <w:t>1.025e0</w:t>
      </w:r>
    </w:p>
    <w:p w:rsidR="00B65DC9" w:rsidRDefault="00B65DC9" w:rsidP="00B65DC9">
      <w:r>
        <w:lastRenderedPageBreak/>
        <w:t>332.0122</w:t>
      </w:r>
      <w:r>
        <w:tab/>
        <w:t>1.013e0</w:t>
      </w:r>
    </w:p>
    <w:p w:rsidR="00B65DC9" w:rsidRDefault="00B65DC9" w:rsidP="00B65DC9">
      <w:r>
        <w:t>332.0544</w:t>
      </w:r>
      <w:r>
        <w:tab/>
        <w:t>1.013e0</w:t>
      </w:r>
    </w:p>
    <w:p w:rsidR="00B65DC9" w:rsidRDefault="00B65DC9" w:rsidP="00B65DC9">
      <w:r>
        <w:t>332.0640</w:t>
      </w:r>
      <w:r>
        <w:tab/>
        <w:t>1.025e0</w:t>
      </w:r>
    </w:p>
    <w:p w:rsidR="00B65DC9" w:rsidRDefault="00B65DC9" w:rsidP="00B65DC9">
      <w:r>
        <w:t>332.1046</w:t>
      </w:r>
      <w:r>
        <w:tab/>
        <w:t>3.842e0</w:t>
      </w:r>
    </w:p>
    <w:p w:rsidR="00B65DC9" w:rsidRDefault="00B65DC9" w:rsidP="00B65DC9">
      <w:r>
        <w:t>332.1263</w:t>
      </w:r>
      <w:r>
        <w:tab/>
        <w:t>1.025e0</w:t>
      </w:r>
    </w:p>
    <w:p w:rsidR="00B65DC9" w:rsidRDefault="00B65DC9" w:rsidP="00B65DC9">
      <w:r>
        <w:t>332.1502</w:t>
      </w:r>
      <w:r>
        <w:tab/>
        <w:t>2.025e0</w:t>
      </w:r>
    </w:p>
    <w:p w:rsidR="00B65DC9" w:rsidRDefault="00B65DC9" w:rsidP="00B65DC9">
      <w:r>
        <w:t>332.1751</w:t>
      </w:r>
      <w:r>
        <w:tab/>
        <w:t>1.013e0</w:t>
      </w:r>
    </w:p>
    <w:p w:rsidR="00B65DC9" w:rsidRDefault="00B65DC9" w:rsidP="00B65DC9">
      <w:r>
        <w:t>332.1767</w:t>
      </w:r>
      <w:r>
        <w:tab/>
        <w:t>3.038e0</w:t>
      </w:r>
    </w:p>
    <w:p w:rsidR="00B65DC9" w:rsidRDefault="00B65DC9" w:rsidP="00B65DC9">
      <w:r>
        <w:t>332.2050</w:t>
      </w:r>
      <w:r>
        <w:tab/>
        <w:t>2.025e0</w:t>
      </w:r>
    </w:p>
    <w:p w:rsidR="00B65DC9" w:rsidRDefault="00B65DC9" w:rsidP="00B65DC9">
      <w:r>
        <w:t>332.2159</w:t>
      </w:r>
      <w:r>
        <w:tab/>
        <w:t>1.013e0</w:t>
      </w:r>
    </w:p>
    <w:p w:rsidR="00B65DC9" w:rsidRDefault="00B65DC9" w:rsidP="00B65DC9">
      <w:r>
        <w:t>332.2440</w:t>
      </w:r>
      <w:r>
        <w:tab/>
        <w:t>1.013e0</w:t>
      </w:r>
    </w:p>
    <w:p w:rsidR="00B65DC9" w:rsidRDefault="00B65DC9" w:rsidP="00B65DC9">
      <w:r>
        <w:t>332.2587</w:t>
      </w:r>
      <w:r>
        <w:tab/>
        <w:t>2.025e0</w:t>
      </w:r>
    </w:p>
    <w:p w:rsidR="00B65DC9" w:rsidRDefault="00B65DC9" w:rsidP="00B65DC9">
      <w:r>
        <w:t>332.2693</w:t>
      </w:r>
      <w:r>
        <w:tab/>
        <w:t>1.063e0</w:t>
      </w:r>
    </w:p>
    <w:p w:rsidR="00B65DC9" w:rsidRDefault="00B65DC9" w:rsidP="00B65DC9">
      <w:r>
        <w:t>332.2812</w:t>
      </w:r>
      <w:r>
        <w:tab/>
        <w:t>1.266e-2</w:t>
      </w:r>
    </w:p>
    <w:p w:rsidR="00B65DC9" w:rsidRDefault="00B65DC9" w:rsidP="00B65DC9">
      <w:r>
        <w:t>332.3216</w:t>
      </w:r>
      <w:r>
        <w:tab/>
        <w:t>3.798e-2</w:t>
      </w:r>
    </w:p>
    <w:p w:rsidR="00B65DC9" w:rsidRDefault="00B65DC9" w:rsidP="00B65DC9">
      <w:r>
        <w:t>332.3384</w:t>
      </w:r>
      <w:r>
        <w:tab/>
        <w:t>8.861e-2</w:t>
      </w:r>
    </w:p>
    <w:p w:rsidR="00B65DC9" w:rsidRDefault="00B65DC9" w:rsidP="00B65DC9">
      <w:r>
        <w:t>332.4315</w:t>
      </w:r>
      <w:r>
        <w:tab/>
        <w:t>2.025e0</w:t>
      </w:r>
    </w:p>
    <w:p w:rsidR="00B65DC9" w:rsidRDefault="00B65DC9" w:rsidP="00B65DC9">
      <w:r>
        <w:t>332.4368</w:t>
      </w:r>
      <w:r>
        <w:tab/>
        <w:t>1.013e0</w:t>
      </w:r>
    </w:p>
    <w:p w:rsidR="00B65DC9" w:rsidRDefault="00B65DC9" w:rsidP="00B65DC9">
      <w:r>
        <w:t>332.5210</w:t>
      </w:r>
      <w:r>
        <w:tab/>
        <w:t>1.013e0</w:t>
      </w:r>
    </w:p>
    <w:p w:rsidR="00B65DC9" w:rsidRDefault="00B65DC9" w:rsidP="00B65DC9">
      <w:r>
        <w:lastRenderedPageBreak/>
        <w:t>332.5883</w:t>
      </w:r>
      <w:r>
        <w:tab/>
        <w:t>2.025e0</w:t>
      </w:r>
    </w:p>
    <w:p w:rsidR="00B65DC9" w:rsidRDefault="00B65DC9" w:rsidP="00B65DC9">
      <w:r>
        <w:t>332.6046</w:t>
      </w:r>
      <w:r>
        <w:tab/>
        <w:t>3.038e0</w:t>
      </w:r>
    </w:p>
    <w:p w:rsidR="00B65DC9" w:rsidRDefault="00B65DC9" w:rsidP="00B65DC9">
      <w:r>
        <w:t>332.6467</w:t>
      </w:r>
      <w:r>
        <w:tab/>
        <w:t>1.013e0</w:t>
      </w:r>
    </w:p>
    <w:p w:rsidR="00B65DC9" w:rsidRDefault="00B65DC9" w:rsidP="00B65DC9">
      <w:r>
        <w:t>332.7001</w:t>
      </w:r>
      <w:r>
        <w:tab/>
        <w:t>1.266e-2</w:t>
      </w:r>
    </w:p>
    <w:p w:rsidR="00B65DC9" w:rsidRDefault="00B65DC9" w:rsidP="00B65DC9">
      <w:r>
        <w:t>332.7040</w:t>
      </w:r>
      <w:r>
        <w:tab/>
        <w:t>1.013e0</w:t>
      </w:r>
    </w:p>
    <w:p w:rsidR="00B65DC9" w:rsidRDefault="00B65DC9" w:rsidP="00B65DC9">
      <w:r>
        <w:t>332.7480</w:t>
      </w:r>
      <w:r>
        <w:tab/>
        <w:t>1.266e-2</w:t>
      </w:r>
    </w:p>
    <w:p w:rsidR="00B65DC9" w:rsidRDefault="00B65DC9" w:rsidP="00B65DC9">
      <w:r>
        <w:t>332.7933</w:t>
      </w:r>
      <w:r>
        <w:tab/>
        <w:t>2.025e0</w:t>
      </w:r>
    </w:p>
    <w:p w:rsidR="00B65DC9" w:rsidRDefault="00B65DC9" w:rsidP="00B65DC9">
      <w:r>
        <w:t>332.8588</w:t>
      </w:r>
      <w:r>
        <w:tab/>
        <w:t>1.013e0</w:t>
      </w:r>
    </w:p>
    <w:p w:rsidR="00B65DC9" w:rsidRDefault="00B65DC9" w:rsidP="00B65DC9">
      <w:r>
        <w:t>332.8683</w:t>
      </w:r>
      <w:r>
        <w:tab/>
        <w:t>1.013e0</w:t>
      </w:r>
    </w:p>
    <w:p w:rsidR="00B65DC9" w:rsidRDefault="00B65DC9" w:rsidP="00B65DC9">
      <w:r>
        <w:t>332.8794</w:t>
      </w:r>
      <w:r>
        <w:tab/>
        <w:t>1.266e-2</w:t>
      </w:r>
    </w:p>
    <w:p w:rsidR="00B65DC9" w:rsidRDefault="00B65DC9" w:rsidP="00B65DC9">
      <w:r>
        <w:t>332.8920</w:t>
      </w:r>
      <w:r>
        <w:tab/>
        <w:t>2.025e0</w:t>
      </w:r>
    </w:p>
    <w:p w:rsidR="00B65DC9" w:rsidRDefault="00B65DC9" w:rsidP="00B65DC9">
      <w:r>
        <w:t>332.9074</w:t>
      </w:r>
      <w:r>
        <w:tab/>
        <w:t>2.038e0</w:t>
      </w:r>
    </w:p>
    <w:p w:rsidR="00B65DC9" w:rsidRDefault="00B65DC9" w:rsidP="00B65DC9">
      <w:r>
        <w:t>332.9567</w:t>
      </w:r>
      <w:r>
        <w:tab/>
        <w:t>1.266e-2</w:t>
      </w:r>
    </w:p>
    <w:p w:rsidR="00B65DC9" w:rsidRDefault="00B65DC9" w:rsidP="00B65DC9">
      <w:r>
        <w:t>332.9896</w:t>
      </w:r>
      <w:r>
        <w:tab/>
        <w:t>1.266e-2</w:t>
      </w:r>
    </w:p>
    <w:p w:rsidR="00B65DC9" w:rsidRDefault="00B65DC9" w:rsidP="00B65DC9">
      <w:r>
        <w:t>333.0380</w:t>
      </w:r>
      <w:r>
        <w:tab/>
        <w:t>2.025e0</w:t>
      </w:r>
    </w:p>
    <w:p w:rsidR="00B65DC9" w:rsidRDefault="00B65DC9" w:rsidP="00B65DC9">
      <w:r>
        <w:t>333.0536</w:t>
      </w:r>
      <w:r>
        <w:tab/>
        <w:t>2.532e-2</w:t>
      </w:r>
    </w:p>
    <w:p w:rsidR="00B65DC9" w:rsidRDefault="00B65DC9" w:rsidP="00B65DC9">
      <w:r>
        <w:t>333.0835</w:t>
      </w:r>
      <w:r>
        <w:tab/>
        <w:t>1.266e-2</w:t>
      </w:r>
    </w:p>
    <w:p w:rsidR="00B65DC9" w:rsidRDefault="00B65DC9" w:rsidP="00B65DC9">
      <w:r>
        <w:t>333.0880</w:t>
      </w:r>
      <w:r>
        <w:tab/>
        <w:t>4.309e0</w:t>
      </w:r>
    </w:p>
    <w:p w:rsidR="00B65DC9" w:rsidRDefault="00B65DC9" w:rsidP="00B65DC9">
      <w:r>
        <w:t>333.1015</w:t>
      </w:r>
      <w:r>
        <w:tab/>
        <w:t>1.013e0</w:t>
      </w:r>
    </w:p>
    <w:p w:rsidR="00B65DC9" w:rsidRDefault="00B65DC9" w:rsidP="00B65DC9">
      <w:r>
        <w:lastRenderedPageBreak/>
        <w:t>333.1125</w:t>
      </w:r>
      <w:r>
        <w:tab/>
        <w:t>2.342e0</w:t>
      </w:r>
    </w:p>
    <w:p w:rsidR="00B65DC9" w:rsidRDefault="00B65DC9" w:rsidP="00B65DC9">
      <w:r>
        <w:t>333.1662</w:t>
      </w:r>
      <w:r>
        <w:tab/>
        <w:t>2.025e0</w:t>
      </w:r>
    </w:p>
    <w:p w:rsidR="00B65DC9" w:rsidRDefault="00B65DC9" w:rsidP="00B65DC9">
      <w:r>
        <w:t>333.2198</w:t>
      </w:r>
      <w:r>
        <w:tab/>
        <w:t>1.038e0</w:t>
      </w:r>
    </w:p>
    <w:p w:rsidR="00B65DC9" w:rsidRDefault="00B65DC9" w:rsidP="00B65DC9">
      <w:r>
        <w:t>333.2574</w:t>
      </w:r>
      <w:r>
        <w:tab/>
        <w:t>2.025e0</w:t>
      </w:r>
    </w:p>
    <w:p w:rsidR="00B65DC9" w:rsidRDefault="00B65DC9" w:rsidP="00B65DC9">
      <w:r>
        <w:t>333.2925</w:t>
      </w:r>
      <w:r>
        <w:tab/>
        <w:t>2.025e0</w:t>
      </w:r>
    </w:p>
    <w:p w:rsidR="00B65DC9" w:rsidRDefault="00B65DC9" w:rsidP="00B65DC9">
      <w:r>
        <w:t>333.3285</w:t>
      </w:r>
      <w:r>
        <w:tab/>
        <w:t>3.798e-2</w:t>
      </w:r>
    </w:p>
    <w:p w:rsidR="00B65DC9" w:rsidRDefault="00B65DC9" w:rsidP="00B65DC9">
      <w:r>
        <w:t>333.3685</w:t>
      </w:r>
      <w:r>
        <w:tab/>
        <w:t>1.013e0</w:t>
      </w:r>
    </w:p>
    <w:p w:rsidR="00B65DC9" w:rsidRDefault="00B65DC9" w:rsidP="00B65DC9">
      <w:r>
        <w:t>333.4100</w:t>
      </w:r>
      <w:r>
        <w:tab/>
        <w:t>2.025e0</w:t>
      </w:r>
    </w:p>
    <w:p w:rsidR="00B65DC9" w:rsidRDefault="00B65DC9" w:rsidP="00B65DC9">
      <w:r>
        <w:t>333.4658</w:t>
      </w:r>
      <w:r>
        <w:tab/>
        <w:t>1.013e0</w:t>
      </w:r>
    </w:p>
    <w:p w:rsidR="00B65DC9" w:rsidRDefault="00B65DC9" w:rsidP="00B65DC9">
      <w:r>
        <w:t>333.4699</w:t>
      </w:r>
      <w:r>
        <w:tab/>
        <w:t>1.266e-2</w:t>
      </w:r>
    </w:p>
    <w:p w:rsidR="00B65DC9" w:rsidRDefault="00B65DC9" w:rsidP="00B65DC9">
      <w:r>
        <w:t>333.4742</w:t>
      </w:r>
      <w:r>
        <w:tab/>
        <w:t>1.266e-2</w:t>
      </w:r>
    </w:p>
    <w:p w:rsidR="00B65DC9" w:rsidRDefault="00B65DC9" w:rsidP="00B65DC9">
      <w:r>
        <w:t>333.5093</w:t>
      </w:r>
      <w:r>
        <w:tab/>
        <w:t>1.266e-2</w:t>
      </w:r>
    </w:p>
    <w:p w:rsidR="00B65DC9" w:rsidRDefault="00B65DC9" w:rsidP="00B65DC9">
      <w:r>
        <w:t>333.5192</w:t>
      </w:r>
      <w:r>
        <w:tab/>
        <w:t>1.013e0</w:t>
      </w:r>
    </w:p>
    <w:p w:rsidR="00B65DC9" w:rsidRDefault="00B65DC9" w:rsidP="00B65DC9">
      <w:r>
        <w:t>333.5393</w:t>
      </w:r>
      <w:r>
        <w:tab/>
        <w:t>1.013e0</w:t>
      </w:r>
    </w:p>
    <w:p w:rsidR="00B65DC9" w:rsidRDefault="00B65DC9" w:rsidP="00B65DC9">
      <w:r>
        <w:t>333.6114</w:t>
      </w:r>
      <w:r>
        <w:tab/>
        <w:t>1.013e0</w:t>
      </w:r>
    </w:p>
    <w:p w:rsidR="00B65DC9" w:rsidRDefault="00B65DC9" w:rsidP="00B65DC9">
      <w:r>
        <w:t>333.6349</w:t>
      </w:r>
      <w:r>
        <w:tab/>
        <w:t>2.025e0</w:t>
      </w:r>
    </w:p>
    <w:p w:rsidR="00B65DC9" w:rsidRDefault="00B65DC9" w:rsidP="00B65DC9">
      <w:r>
        <w:t>333.6400</w:t>
      </w:r>
      <w:r>
        <w:tab/>
        <w:t>3.038e0</w:t>
      </w:r>
    </w:p>
    <w:p w:rsidR="00B65DC9" w:rsidRDefault="00B65DC9" w:rsidP="00B65DC9">
      <w:r>
        <w:t>333.6940</w:t>
      </w:r>
      <w:r>
        <w:tab/>
        <w:t>1.266e-2</w:t>
      </w:r>
    </w:p>
    <w:p w:rsidR="00B65DC9" w:rsidRDefault="00B65DC9" w:rsidP="00B65DC9">
      <w:r>
        <w:t>333.7431</w:t>
      </w:r>
      <w:r>
        <w:tab/>
        <w:t>2.025e0</w:t>
      </w:r>
    </w:p>
    <w:p w:rsidR="00B65DC9" w:rsidRDefault="00B65DC9" w:rsidP="00B65DC9">
      <w:r>
        <w:lastRenderedPageBreak/>
        <w:t>333.7795</w:t>
      </w:r>
      <w:r>
        <w:tab/>
        <w:t>1.013e0</w:t>
      </w:r>
    </w:p>
    <w:p w:rsidR="00B65DC9" w:rsidRDefault="00B65DC9" w:rsidP="00B65DC9">
      <w:r>
        <w:t>333.8695</w:t>
      </w:r>
      <w:r>
        <w:tab/>
        <w:t>1.013e0</w:t>
      </w:r>
    </w:p>
    <w:p w:rsidR="00B65DC9" w:rsidRDefault="00B65DC9" w:rsidP="00B65DC9">
      <w:r>
        <w:t>333.8778</w:t>
      </w:r>
      <w:r>
        <w:tab/>
        <w:t>1.013e0</w:t>
      </w:r>
    </w:p>
    <w:p w:rsidR="00B65DC9" w:rsidRDefault="00B65DC9" w:rsidP="00B65DC9">
      <w:r>
        <w:t>333.8794</w:t>
      </w:r>
      <w:r>
        <w:tab/>
        <w:t>4.051e0</w:t>
      </w:r>
    </w:p>
    <w:p w:rsidR="00B65DC9" w:rsidRDefault="00B65DC9" w:rsidP="00B65DC9">
      <w:r>
        <w:t>333.8816</w:t>
      </w:r>
      <w:r>
        <w:tab/>
        <w:t>1.266e-2</w:t>
      </w:r>
    </w:p>
    <w:p w:rsidR="00B65DC9" w:rsidRDefault="00B65DC9" w:rsidP="00B65DC9">
      <w:r>
        <w:t>333.9019</w:t>
      </w:r>
      <w:r>
        <w:tab/>
        <w:t>1.013e0</w:t>
      </w:r>
    </w:p>
    <w:p w:rsidR="00B65DC9" w:rsidRDefault="00B65DC9" w:rsidP="00B65DC9">
      <w:r>
        <w:t>333.9552</w:t>
      </w:r>
      <w:r>
        <w:tab/>
        <w:t>1.013e0</w:t>
      </w:r>
    </w:p>
    <w:p w:rsidR="00B65DC9" w:rsidRDefault="00B65DC9" w:rsidP="00B65DC9">
      <w:r>
        <w:t>333.9650</w:t>
      </w:r>
      <w:r>
        <w:tab/>
        <w:t>2.532e-2</w:t>
      </w:r>
    </w:p>
    <w:p w:rsidR="00B65DC9" w:rsidRDefault="00B65DC9" w:rsidP="00B65DC9">
      <w:r>
        <w:t>333.9684</w:t>
      </w:r>
      <w:r>
        <w:tab/>
        <w:t>3.798e-2</w:t>
      </w:r>
    </w:p>
    <w:p w:rsidR="00B65DC9" w:rsidRDefault="00B65DC9" w:rsidP="00B65DC9">
      <w:r>
        <w:t>333.9837</w:t>
      </w:r>
      <w:r>
        <w:tab/>
        <w:t>1.266e-2</w:t>
      </w:r>
    </w:p>
    <w:p w:rsidR="00B65DC9" w:rsidRDefault="00B65DC9" w:rsidP="00B65DC9">
      <w:r>
        <w:t>334.0038</w:t>
      </w:r>
      <w:r>
        <w:tab/>
        <w:t>1.266e-2</w:t>
      </w:r>
    </w:p>
    <w:p w:rsidR="00B65DC9" w:rsidRDefault="00B65DC9" w:rsidP="00B65DC9">
      <w:r>
        <w:t>334.0061</w:t>
      </w:r>
      <w:r>
        <w:tab/>
        <w:t>2.025e0</w:t>
      </w:r>
    </w:p>
    <w:p w:rsidR="00B65DC9" w:rsidRDefault="00B65DC9" w:rsidP="00B65DC9">
      <w:r>
        <w:t>334.0197</w:t>
      </w:r>
      <w:r>
        <w:tab/>
        <w:t>1.013e0</w:t>
      </w:r>
    </w:p>
    <w:p w:rsidR="00B65DC9" w:rsidRDefault="00B65DC9" w:rsidP="00B65DC9">
      <w:r>
        <w:t>334.0284</w:t>
      </w:r>
      <w:r>
        <w:tab/>
        <w:t>3.038e0</w:t>
      </w:r>
    </w:p>
    <w:p w:rsidR="00B65DC9" w:rsidRDefault="00B65DC9" w:rsidP="00B65DC9">
      <w:r>
        <w:t>334.0486</w:t>
      </w:r>
      <w:r>
        <w:tab/>
        <w:t>1.025e0</w:t>
      </w:r>
    </w:p>
    <w:p w:rsidR="00B65DC9" w:rsidRDefault="00B65DC9" w:rsidP="00B65DC9">
      <w:r>
        <w:t>334.0682</w:t>
      </w:r>
      <w:r>
        <w:tab/>
        <w:t>3.038e0</w:t>
      </w:r>
    </w:p>
    <w:p w:rsidR="00B65DC9" w:rsidRDefault="00B65DC9" w:rsidP="00B65DC9">
      <w:r>
        <w:t>334.0790</w:t>
      </w:r>
      <w:r>
        <w:tab/>
        <w:t>2.025e0</w:t>
      </w:r>
    </w:p>
    <w:p w:rsidR="00B65DC9" w:rsidRDefault="00B65DC9" w:rsidP="00B65DC9">
      <w:r>
        <w:t>334.0942</w:t>
      </w:r>
      <w:r>
        <w:tab/>
        <w:t>2.025e0</w:t>
      </w:r>
    </w:p>
    <w:p w:rsidR="00B65DC9" w:rsidRDefault="00B65DC9" w:rsidP="00B65DC9">
      <w:r>
        <w:t>334.1159</w:t>
      </w:r>
      <w:r>
        <w:tab/>
        <w:t>2.025e0</w:t>
      </w:r>
    </w:p>
    <w:p w:rsidR="00B65DC9" w:rsidRDefault="00B65DC9" w:rsidP="00B65DC9">
      <w:r>
        <w:lastRenderedPageBreak/>
        <w:t>334.1306</w:t>
      </w:r>
      <w:r>
        <w:tab/>
        <w:t>1.266e-2</w:t>
      </w:r>
    </w:p>
    <w:p w:rsidR="00B65DC9" w:rsidRDefault="00B65DC9" w:rsidP="00B65DC9">
      <w:r>
        <w:t>334.1618</w:t>
      </w:r>
      <w:r>
        <w:tab/>
        <w:t>2.025e0</w:t>
      </w:r>
    </w:p>
    <w:p w:rsidR="00B65DC9" w:rsidRDefault="00B65DC9" w:rsidP="00B65DC9">
      <w:r>
        <w:t>334.1693</w:t>
      </w:r>
      <w:r>
        <w:tab/>
        <w:t>2.532e-2</w:t>
      </w:r>
    </w:p>
    <w:p w:rsidR="00B65DC9" w:rsidRDefault="00B65DC9" w:rsidP="00B65DC9">
      <w:r>
        <w:t>334.1750</w:t>
      </w:r>
      <w:r>
        <w:tab/>
        <w:t>1.266e-2</w:t>
      </w:r>
    </w:p>
    <w:p w:rsidR="00B65DC9" w:rsidRDefault="00B65DC9" w:rsidP="00B65DC9">
      <w:r>
        <w:t>334.1892</w:t>
      </w:r>
      <w:r>
        <w:tab/>
        <w:t>2.025e0</w:t>
      </w:r>
    </w:p>
    <w:p w:rsidR="00B65DC9" w:rsidRDefault="00B65DC9" w:rsidP="00B65DC9">
      <w:r>
        <w:t>334.2106</w:t>
      </w:r>
      <w:r>
        <w:tab/>
        <w:t>6.076e0</w:t>
      </w:r>
    </w:p>
    <w:p w:rsidR="00B65DC9" w:rsidRDefault="00B65DC9" w:rsidP="00B65DC9">
      <w:r>
        <w:t>334.2241</w:t>
      </w:r>
      <w:r>
        <w:tab/>
        <w:t>1.013e0</w:t>
      </w:r>
    </w:p>
    <w:p w:rsidR="00B65DC9" w:rsidRDefault="00B65DC9" w:rsidP="00B65DC9">
      <w:r>
        <w:t>334.2322</w:t>
      </w:r>
      <w:r>
        <w:tab/>
        <w:t>2.025e0</w:t>
      </w:r>
    </w:p>
    <w:p w:rsidR="00B65DC9" w:rsidRDefault="00B65DC9" w:rsidP="00B65DC9">
      <w:r>
        <w:t>334.2665</w:t>
      </w:r>
      <w:r>
        <w:tab/>
        <w:t>3.038e0</w:t>
      </w:r>
    </w:p>
    <w:p w:rsidR="00B65DC9" w:rsidRDefault="00B65DC9" w:rsidP="00B65DC9">
      <w:r>
        <w:t>334.2727</w:t>
      </w:r>
      <w:r>
        <w:tab/>
        <w:t>3.797e-2</w:t>
      </w:r>
    </w:p>
    <w:p w:rsidR="00B65DC9" w:rsidRDefault="00B65DC9" w:rsidP="00B65DC9">
      <w:r>
        <w:t>334.3344</w:t>
      </w:r>
      <w:r>
        <w:tab/>
        <w:t>1.013e0</w:t>
      </w:r>
    </w:p>
    <w:p w:rsidR="00B65DC9" w:rsidRDefault="00B65DC9" w:rsidP="00B65DC9">
      <w:r>
        <w:t>334.4767</w:t>
      </w:r>
      <w:r>
        <w:tab/>
        <w:t>1.266e-2</w:t>
      </w:r>
    </w:p>
    <w:p w:rsidR="00B65DC9" w:rsidRDefault="00B65DC9" w:rsidP="00B65DC9">
      <w:r>
        <w:t>334.5670</w:t>
      </w:r>
      <w:r>
        <w:tab/>
        <w:t>1.013e0</w:t>
      </w:r>
    </w:p>
    <w:p w:rsidR="00B65DC9" w:rsidRDefault="00B65DC9" w:rsidP="00B65DC9">
      <w:r>
        <w:t>334.6395</w:t>
      </w:r>
      <w:r>
        <w:tab/>
        <w:t>1.266e-2</w:t>
      </w:r>
    </w:p>
    <w:p w:rsidR="00B65DC9" w:rsidRDefault="00B65DC9" w:rsidP="00B65DC9">
      <w:r>
        <w:t>334.6528</w:t>
      </w:r>
      <w:r>
        <w:tab/>
        <w:t>3.038e0</w:t>
      </w:r>
    </w:p>
    <w:p w:rsidR="00B65DC9" w:rsidRDefault="00B65DC9" w:rsidP="00B65DC9">
      <w:r>
        <w:t>334.6753</w:t>
      </w:r>
      <w:r>
        <w:tab/>
        <w:t>1.013e0</w:t>
      </w:r>
    </w:p>
    <w:p w:rsidR="00B65DC9" w:rsidRDefault="00B65DC9" w:rsidP="00B65DC9">
      <w:r>
        <w:t>334.7022</w:t>
      </w:r>
      <w:r>
        <w:tab/>
        <w:t>2.025e0</w:t>
      </w:r>
    </w:p>
    <w:p w:rsidR="00B65DC9" w:rsidRDefault="00B65DC9" w:rsidP="00B65DC9">
      <w:r>
        <w:t>334.7825</w:t>
      </w:r>
      <w:r>
        <w:tab/>
        <w:t>1.013e0</w:t>
      </w:r>
    </w:p>
    <w:p w:rsidR="00B65DC9" w:rsidRDefault="00B65DC9" w:rsidP="00B65DC9">
      <w:r>
        <w:t>334.7866</w:t>
      </w:r>
      <w:r>
        <w:tab/>
        <w:t>1.266e-2</w:t>
      </w:r>
    </w:p>
    <w:p w:rsidR="00B65DC9" w:rsidRDefault="00B65DC9" w:rsidP="00B65DC9">
      <w:r>
        <w:lastRenderedPageBreak/>
        <w:t>334.8155</w:t>
      </w:r>
      <w:r>
        <w:tab/>
        <w:t>1.266e-2</w:t>
      </w:r>
    </w:p>
    <w:p w:rsidR="00B65DC9" w:rsidRDefault="00B65DC9" w:rsidP="00B65DC9">
      <w:r>
        <w:t>334.8443</w:t>
      </w:r>
      <w:r>
        <w:tab/>
        <w:t>1.013e0</w:t>
      </w:r>
    </w:p>
    <w:p w:rsidR="00B65DC9" w:rsidRDefault="00B65DC9" w:rsidP="00B65DC9">
      <w:r>
        <w:t>334.8518</w:t>
      </w:r>
      <w:r>
        <w:tab/>
        <w:t>2.025e0</w:t>
      </w:r>
    </w:p>
    <w:p w:rsidR="00B65DC9" w:rsidRDefault="00B65DC9" w:rsidP="00B65DC9">
      <w:r>
        <w:t>334.8981</w:t>
      </w:r>
      <w:r>
        <w:tab/>
        <w:t>1.266e-2</w:t>
      </w:r>
    </w:p>
    <w:p w:rsidR="00B65DC9" w:rsidRDefault="00B65DC9" w:rsidP="00B65DC9">
      <w:r>
        <w:t>334.9303</w:t>
      </w:r>
      <w:r>
        <w:tab/>
        <w:t>2.025e0</w:t>
      </w:r>
    </w:p>
    <w:p w:rsidR="00B65DC9" w:rsidRDefault="00B65DC9" w:rsidP="00B65DC9">
      <w:r>
        <w:t>334.9533</w:t>
      </w:r>
      <w:r>
        <w:tab/>
        <w:t>2.025e0</w:t>
      </w:r>
    </w:p>
    <w:p w:rsidR="00B65DC9" w:rsidRDefault="00B65DC9" w:rsidP="00B65DC9">
      <w:r>
        <w:t>334.9828</w:t>
      </w:r>
      <w:r>
        <w:tab/>
        <w:t>1.266e-2</w:t>
      </w:r>
    </w:p>
    <w:p w:rsidR="00B65DC9" w:rsidRDefault="00B65DC9" w:rsidP="00B65DC9">
      <w:r>
        <w:t>335.0109</w:t>
      </w:r>
      <w:r>
        <w:tab/>
        <w:t>1.266e-2</w:t>
      </w:r>
    </w:p>
    <w:p w:rsidR="00B65DC9" w:rsidRDefault="00B65DC9" w:rsidP="00B65DC9">
      <w:r>
        <w:t>335.0306</w:t>
      </w:r>
      <w:r>
        <w:tab/>
        <w:t>1.013e0</w:t>
      </w:r>
    </w:p>
    <w:p w:rsidR="00B65DC9" w:rsidRDefault="00B65DC9" w:rsidP="00B65DC9">
      <w:r>
        <w:t>335.0487</w:t>
      </w:r>
      <w:r>
        <w:tab/>
        <w:t>1.266e-2</w:t>
      </w:r>
    </w:p>
    <w:p w:rsidR="00B65DC9" w:rsidRDefault="00B65DC9" w:rsidP="00B65DC9">
      <w:r>
        <w:t>335.1418</w:t>
      </w:r>
      <w:r>
        <w:tab/>
        <w:t>1.013e0</w:t>
      </w:r>
    </w:p>
    <w:p w:rsidR="00B65DC9" w:rsidRDefault="00B65DC9" w:rsidP="00B65DC9">
      <w:r>
        <w:t>335.1452</w:t>
      </w:r>
      <w:r>
        <w:tab/>
        <w:t>1.013e0</w:t>
      </w:r>
    </w:p>
    <w:p w:rsidR="00B65DC9" w:rsidRDefault="00B65DC9" w:rsidP="00B65DC9">
      <w:r>
        <w:t>335.1482</w:t>
      </w:r>
      <w:r>
        <w:tab/>
        <w:t>2.025e0</w:t>
      </w:r>
    </w:p>
    <w:p w:rsidR="00B65DC9" w:rsidRDefault="00B65DC9" w:rsidP="00B65DC9">
      <w:r>
        <w:t>335.1947</w:t>
      </w:r>
      <w:r>
        <w:tab/>
        <w:t>6.329e-2</w:t>
      </w:r>
    </w:p>
    <w:p w:rsidR="00B65DC9" w:rsidRDefault="00B65DC9" w:rsidP="00B65DC9">
      <w:r>
        <w:t>335.2125</w:t>
      </w:r>
      <w:r>
        <w:tab/>
        <w:t>3.038e0</w:t>
      </w:r>
    </w:p>
    <w:p w:rsidR="00B65DC9" w:rsidRDefault="00B65DC9" w:rsidP="00B65DC9">
      <w:r>
        <w:t>335.2168</w:t>
      </w:r>
      <w:r>
        <w:tab/>
        <w:t>2.025e0</w:t>
      </w:r>
    </w:p>
    <w:p w:rsidR="00B65DC9" w:rsidRDefault="00B65DC9" w:rsidP="00B65DC9">
      <w:r>
        <w:t>335.2397</w:t>
      </w:r>
      <w:r>
        <w:tab/>
        <w:t>1.013e0</w:t>
      </w:r>
    </w:p>
    <w:p w:rsidR="00B65DC9" w:rsidRDefault="00B65DC9" w:rsidP="00B65DC9">
      <w:r>
        <w:t>335.2413</w:t>
      </w:r>
      <w:r>
        <w:tab/>
        <w:t>2.025e0</w:t>
      </w:r>
    </w:p>
    <w:p w:rsidR="00B65DC9" w:rsidRDefault="00B65DC9" w:rsidP="00B65DC9">
      <w:r>
        <w:t>335.2887</w:t>
      </w:r>
      <w:r>
        <w:tab/>
        <w:t>1.266e-2</w:t>
      </w:r>
    </w:p>
    <w:p w:rsidR="00B65DC9" w:rsidRDefault="00B65DC9" w:rsidP="00B65DC9">
      <w:r>
        <w:lastRenderedPageBreak/>
        <w:t>335.2924</w:t>
      </w:r>
      <w:r>
        <w:tab/>
        <w:t>1.266e-2</w:t>
      </w:r>
    </w:p>
    <w:p w:rsidR="00B65DC9" w:rsidRDefault="00B65DC9" w:rsidP="00B65DC9">
      <w:r>
        <w:t>335.2944</w:t>
      </w:r>
      <w:r>
        <w:tab/>
        <w:t>2.025e0</w:t>
      </w:r>
    </w:p>
    <w:p w:rsidR="00B65DC9" w:rsidRDefault="00B65DC9" w:rsidP="00B65DC9">
      <w:r>
        <w:t>335.3453</w:t>
      </w:r>
      <w:r>
        <w:tab/>
        <w:t>1.013e0</w:t>
      </w:r>
    </w:p>
    <w:p w:rsidR="00B65DC9" w:rsidRDefault="00B65DC9" w:rsidP="00B65DC9">
      <w:r>
        <w:t>335.3983</w:t>
      </w:r>
      <w:r>
        <w:tab/>
        <w:t>1.013e0</w:t>
      </w:r>
    </w:p>
    <w:p w:rsidR="00B65DC9" w:rsidRDefault="00B65DC9" w:rsidP="00B65DC9">
      <w:r>
        <w:t>335.4526</w:t>
      </w:r>
      <w:r>
        <w:tab/>
        <w:t>1.013e0</w:t>
      </w:r>
    </w:p>
    <w:p w:rsidR="00B65DC9" w:rsidRDefault="00B65DC9" w:rsidP="00B65DC9">
      <w:r>
        <w:t>335.6148</w:t>
      </w:r>
      <w:r>
        <w:tab/>
        <w:t>1.266e-2</w:t>
      </w:r>
    </w:p>
    <w:p w:rsidR="00B65DC9" w:rsidRDefault="00B65DC9" w:rsidP="00B65DC9">
      <w:r>
        <w:t>335.6378</w:t>
      </w:r>
      <w:r>
        <w:tab/>
        <w:t>2.025e0</w:t>
      </w:r>
    </w:p>
    <w:p w:rsidR="00B65DC9" w:rsidRDefault="00B65DC9" w:rsidP="00B65DC9">
      <w:r>
        <w:t>335.7697</w:t>
      </w:r>
      <w:r>
        <w:tab/>
        <w:t>1.266e-2</w:t>
      </w:r>
    </w:p>
    <w:p w:rsidR="00B65DC9" w:rsidRDefault="00B65DC9" w:rsidP="00B65DC9">
      <w:r>
        <w:t>335.7798</w:t>
      </w:r>
      <w:r>
        <w:tab/>
        <w:t>2.025e0</w:t>
      </w:r>
    </w:p>
    <w:p w:rsidR="00B65DC9" w:rsidRDefault="00B65DC9" w:rsidP="00B65DC9">
      <w:r>
        <w:t>335.8574</w:t>
      </w:r>
      <w:r>
        <w:tab/>
        <w:t>1.013e0</w:t>
      </w:r>
    </w:p>
    <w:p w:rsidR="00B65DC9" w:rsidRDefault="00B65DC9" w:rsidP="00B65DC9">
      <w:r>
        <w:t>335.8757</w:t>
      </w:r>
      <w:r>
        <w:tab/>
        <w:t>1.013e0</w:t>
      </w:r>
    </w:p>
    <w:p w:rsidR="00B65DC9" w:rsidRDefault="00B65DC9" w:rsidP="00B65DC9">
      <w:r>
        <w:t>335.8860</w:t>
      </w:r>
      <w:r>
        <w:tab/>
        <w:t>2.532e-2</w:t>
      </w:r>
    </w:p>
    <w:p w:rsidR="00B65DC9" w:rsidRDefault="00B65DC9" w:rsidP="00B65DC9">
      <w:r>
        <w:t>335.8922</w:t>
      </w:r>
      <w:r>
        <w:tab/>
        <w:t>1.013e0</w:t>
      </w:r>
    </w:p>
    <w:p w:rsidR="00B65DC9" w:rsidRDefault="00B65DC9" w:rsidP="00B65DC9">
      <w:r>
        <w:t>335.8967</w:t>
      </w:r>
      <w:r>
        <w:tab/>
        <w:t>2.025e0</w:t>
      </w:r>
    </w:p>
    <w:p w:rsidR="00B65DC9" w:rsidRDefault="00B65DC9" w:rsidP="00B65DC9">
      <w:r>
        <w:t>335.9049</w:t>
      </w:r>
      <w:r>
        <w:tab/>
        <w:t>1.025e0</w:t>
      </w:r>
    </w:p>
    <w:p w:rsidR="00B65DC9" w:rsidRDefault="00B65DC9" w:rsidP="00B65DC9">
      <w:r>
        <w:t>335.9207</w:t>
      </w:r>
      <w:r>
        <w:tab/>
        <w:t>1.013e0</w:t>
      </w:r>
    </w:p>
    <w:p w:rsidR="00B65DC9" w:rsidRDefault="00B65DC9" w:rsidP="00B65DC9">
      <w:r>
        <w:t>335.9536</w:t>
      </w:r>
      <w:r>
        <w:tab/>
        <w:t>1.013e0</w:t>
      </w:r>
    </w:p>
    <w:p w:rsidR="00B65DC9" w:rsidRDefault="00B65DC9" w:rsidP="00B65DC9">
      <w:r>
        <w:t>335.9794</w:t>
      </w:r>
      <w:r>
        <w:tab/>
        <w:t>2.127e0</w:t>
      </w:r>
    </w:p>
    <w:p w:rsidR="00B65DC9" w:rsidRDefault="00B65DC9" w:rsidP="00B65DC9">
      <w:r>
        <w:t>335.9899</w:t>
      </w:r>
      <w:r>
        <w:tab/>
        <w:t>1.013e0</w:t>
      </w:r>
    </w:p>
    <w:p w:rsidR="00B65DC9" w:rsidRDefault="00B65DC9" w:rsidP="00B65DC9">
      <w:r>
        <w:lastRenderedPageBreak/>
        <w:t>336.0228</w:t>
      </w:r>
      <w:r>
        <w:tab/>
        <w:t>1.013e0</w:t>
      </w:r>
    </w:p>
    <w:p w:rsidR="00B65DC9" w:rsidRDefault="00B65DC9" w:rsidP="00B65DC9">
      <w:r>
        <w:t>336.0281</w:t>
      </w:r>
      <w:r>
        <w:tab/>
        <w:t>2.025e0</w:t>
      </w:r>
    </w:p>
    <w:p w:rsidR="00B65DC9" w:rsidRDefault="00B65DC9" w:rsidP="00B65DC9">
      <w:r>
        <w:t>336.0310</w:t>
      </w:r>
      <w:r>
        <w:tab/>
        <w:t>3.038e0</w:t>
      </w:r>
    </w:p>
    <w:p w:rsidR="00B65DC9" w:rsidRDefault="00B65DC9" w:rsidP="00B65DC9">
      <w:r>
        <w:t>336.0583</w:t>
      </w:r>
      <w:r>
        <w:tab/>
        <w:t>3.038e0</w:t>
      </w:r>
    </w:p>
    <w:p w:rsidR="00B65DC9" w:rsidRDefault="00B65DC9" w:rsidP="00B65DC9">
      <w:r>
        <w:t>336.0678</w:t>
      </w:r>
      <w:r>
        <w:tab/>
        <w:t>1.266e-2</w:t>
      </w:r>
    </w:p>
    <w:p w:rsidR="00B65DC9" w:rsidRDefault="00B65DC9" w:rsidP="00B65DC9">
      <w:r>
        <w:t>336.1272</w:t>
      </w:r>
      <w:r>
        <w:tab/>
        <w:t>2.025e0</w:t>
      </w:r>
    </w:p>
    <w:p w:rsidR="00B65DC9" w:rsidRDefault="00B65DC9" w:rsidP="00B65DC9">
      <w:r>
        <w:t>336.1288</w:t>
      </w:r>
      <w:r>
        <w:tab/>
        <w:t>1.013e0</w:t>
      </w:r>
    </w:p>
    <w:p w:rsidR="00B65DC9" w:rsidRDefault="00B65DC9" w:rsidP="00B65DC9">
      <w:r>
        <w:t>336.1452</w:t>
      </w:r>
      <w:r>
        <w:tab/>
        <w:t>1.013e0</w:t>
      </w:r>
    </w:p>
    <w:p w:rsidR="00B65DC9" w:rsidRDefault="00B65DC9" w:rsidP="00B65DC9">
      <w:r>
        <w:t>336.1600</w:t>
      </w:r>
      <w:r>
        <w:tab/>
        <w:t>2.025e0</w:t>
      </w:r>
    </w:p>
    <w:p w:rsidR="00B65DC9" w:rsidRDefault="00B65DC9" w:rsidP="00B65DC9">
      <w:r>
        <w:t>336.1836</w:t>
      </w:r>
      <w:r>
        <w:tab/>
        <w:t>4.051e0</w:t>
      </w:r>
    </w:p>
    <w:p w:rsidR="00B65DC9" w:rsidRDefault="00B65DC9" w:rsidP="00B65DC9">
      <w:r>
        <w:t>336.2271</w:t>
      </w:r>
      <w:r>
        <w:tab/>
        <w:t>4.051e0</w:t>
      </w:r>
    </w:p>
    <w:p w:rsidR="00B65DC9" w:rsidRDefault="00B65DC9" w:rsidP="00B65DC9">
      <w:r>
        <w:t>336.2473</w:t>
      </w:r>
      <w:r>
        <w:tab/>
        <w:t>1.013e0</w:t>
      </w:r>
    </w:p>
    <w:p w:rsidR="00B65DC9" w:rsidRDefault="00B65DC9" w:rsidP="00B65DC9">
      <w:r>
        <w:t>336.2791</w:t>
      </w:r>
      <w:r>
        <w:tab/>
        <w:t>2.380e0</w:t>
      </w:r>
    </w:p>
    <w:p w:rsidR="00B65DC9" w:rsidRDefault="00B65DC9" w:rsidP="00B65DC9">
      <w:r>
        <w:t>336.2966</w:t>
      </w:r>
      <w:r>
        <w:tab/>
        <w:t>3.798e-2</w:t>
      </w:r>
    </w:p>
    <w:p w:rsidR="00B65DC9" w:rsidRDefault="00B65DC9" w:rsidP="00B65DC9">
      <w:r>
        <w:t>336.3210</w:t>
      </w:r>
      <w:r>
        <w:tab/>
        <w:t>4.051e0</w:t>
      </w:r>
    </w:p>
    <w:p w:rsidR="00B65DC9" w:rsidRDefault="00B65DC9" w:rsidP="00B65DC9">
      <w:r>
        <w:t>336.3646</w:t>
      </w:r>
      <w:r>
        <w:tab/>
        <w:t>1.013e0</w:t>
      </w:r>
    </w:p>
    <w:p w:rsidR="00B65DC9" w:rsidRDefault="00B65DC9" w:rsidP="00B65DC9">
      <w:r>
        <w:t>336.4311</w:t>
      </w:r>
      <w:r>
        <w:tab/>
        <w:t>1.013e0</w:t>
      </w:r>
    </w:p>
    <w:p w:rsidR="00B65DC9" w:rsidRDefault="00B65DC9" w:rsidP="00B65DC9">
      <w:r>
        <w:t>336.4759</w:t>
      </w:r>
      <w:r>
        <w:tab/>
        <w:t>1.266e-2</w:t>
      </w:r>
    </w:p>
    <w:p w:rsidR="00B65DC9" w:rsidRDefault="00B65DC9" w:rsidP="00B65DC9">
      <w:r>
        <w:t>336.4855</w:t>
      </w:r>
      <w:r>
        <w:tab/>
        <w:t>1.266e-2</w:t>
      </w:r>
    </w:p>
    <w:p w:rsidR="00B65DC9" w:rsidRDefault="00B65DC9" w:rsidP="00B65DC9">
      <w:r>
        <w:lastRenderedPageBreak/>
        <w:t>336.5344</w:t>
      </w:r>
      <w:r>
        <w:tab/>
        <w:t>1.013e0</w:t>
      </w:r>
    </w:p>
    <w:p w:rsidR="00B65DC9" w:rsidRDefault="00B65DC9" w:rsidP="00B65DC9">
      <w:r>
        <w:t>336.5642</w:t>
      </w:r>
      <w:r>
        <w:tab/>
        <w:t>1.266e-2</w:t>
      </w:r>
    </w:p>
    <w:p w:rsidR="00B65DC9" w:rsidRDefault="00B65DC9" w:rsidP="00B65DC9">
      <w:r>
        <w:t>336.5784</w:t>
      </w:r>
      <w:r>
        <w:tab/>
        <w:t>1.266e-2</w:t>
      </w:r>
    </w:p>
    <w:p w:rsidR="00B65DC9" w:rsidRDefault="00B65DC9" w:rsidP="00B65DC9">
      <w:r>
        <w:t>336.5983</w:t>
      </w:r>
      <w:r>
        <w:tab/>
        <w:t>2.025e0</w:t>
      </w:r>
    </w:p>
    <w:p w:rsidR="00B65DC9" w:rsidRDefault="00B65DC9" w:rsidP="00B65DC9">
      <w:r>
        <w:t>336.6025</w:t>
      </w:r>
      <w:r>
        <w:tab/>
        <w:t>1.013e0</w:t>
      </w:r>
    </w:p>
    <w:p w:rsidR="00B65DC9" w:rsidRDefault="00B65DC9" w:rsidP="00B65DC9">
      <w:r>
        <w:t>336.6760</w:t>
      </w:r>
      <w:r>
        <w:tab/>
        <w:t>1.013e0</w:t>
      </w:r>
    </w:p>
    <w:p w:rsidR="00B65DC9" w:rsidRDefault="00B65DC9" w:rsidP="00B65DC9">
      <w:r>
        <w:t>336.7075</w:t>
      </w:r>
      <w:r>
        <w:tab/>
        <w:t>2.025e0</w:t>
      </w:r>
    </w:p>
    <w:p w:rsidR="00B65DC9" w:rsidRDefault="00B65DC9" w:rsidP="00B65DC9">
      <w:r>
        <w:t>336.7578</w:t>
      </w:r>
      <w:r>
        <w:tab/>
        <w:t>1.013e0</w:t>
      </w:r>
    </w:p>
    <w:p w:rsidR="00B65DC9" w:rsidRDefault="00B65DC9" w:rsidP="00B65DC9">
      <w:r>
        <w:t>336.8026</w:t>
      </w:r>
      <w:r>
        <w:tab/>
        <w:t>1.013e0</w:t>
      </w:r>
    </w:p>
    <w:p w:rsidR="00B65DC9" w:rsidRDefault="00B65DC9" w:rsidP="00B65DC9">
      <w:r>
        <w:t>336.8557</w:t>
      </w:r>
      <w:r>
        <w:tab/>
        <w:t>3.038e0</w:t>
      </w:r>
    </w:p>
    <w:p w:rsidR="00B65DC9" w:rsidRDefault="00B65DC9" w:rsidP="00B65DC9">
      <w:r>
        <w:t>336.8801</w:t>
      </w:r>
      <w:r>
        <w:tab/>
        <w:t>1.013e0</w:t>
      </w:r>
    </w:p>
    <w:p w:rsidR="00B65DC9" w:rsidRDefault="00B65DC9" w:rsidP="00B65DC9">
      <w:r>
        <w:t>336.8910</w:t>
      </w:r>
      <w:r>
        <w:tab/>
        <w:t>1.013e0</w:t>
      </w:r>
    </w:p>
    <w:p w:rsidR="00B65DC9" w:rsidRDefault="00B65DC9" w:rsidP="00B65DC9">
      <w:r>
        <w:t>336.9146</w:t>
      </w:r>
      <w:r>
        <w:tab/>
        <w:t>1.678e0</w:t>
      </w:r>
    </w:p>
    <w:p w:rsidR="00B65DC9" w:rsidRDefault="00B65DC9" w:rsidP="00B65DC9">
      <w:r>
        <w:t>336.9229</w:t>
      </w:r>
      <w:r>
        <w:tab/>
        <w:t>2.025e0</w:t>
      </w:r>
    </w:p>
    <w:p w:rsidR="00B65DC9" w:rsidRDefault="00B65DC9" w:rsidP="00B65DC9">
      <w:r>
        <w:t>336.9593</w:t>
      </w:r>
      <w:r>
        <w:tab/>
        <w:t>2.025e0</w:t>
      </w:r>
    </w:p>
    <w:p w:rsidR="00B65DC9" w:rsidRDefault="00B65DC9" w:rsidP="00B65DC9">
      <w:r>
        <w:t>336.9879</w:t>
      </w:r>
      <w:r>
        <w:tab/>
        <w:t>1.266e-2</w:t>
      </w:r>
    </w:p>
    <w:p w:rsidR="00B65DC9" w:rsidRDefault="00B65DC9" w:rsidP="00B65DC9">
      <w:r>
        <w:t>337.0302</w:t>
      </w:r>
      <w:r>
        <w:tab/>
        <w:t>3.038e0</w:t>
      </w:r>
    </w:p>
    <w:p w:rsidR="00B65DC9" w:rsidRDefault="00B65DC9" w:rsidP="00B65DC9">
      <w:r>
        <w:t>337.0522</w:t>
      </w:r>
      <w:r>
        <w:tab/>
        <w:t>1.013e0</w:t>
      </w:r>
    </w:p>
    <w:p w:rsidR="00B65DC9" w:rsidRDefault="00B65DC9" w:rsidP="00B65DC9">
      <w:r>
        <w:t>337.0761</w:t>
      </w:r>
      <w:r>
        <w:tab/>
        <w:t>6.076e0</w:t>
      </w:r>
    </w:p>
    <w:p w:rsidR="00B65DC9" w:rsidRDefault="00B65DC9" w:rsidP="00B65DC9">
      <w:r>
        <w:lastRenderedPageBreak/>
        <w:t>337.0913</w:t>
      </w:r>
      <w:r>
        <w:tab/>
        <w:t>3.038e0</w:t>
      </w:r>
    </w:p>
    <w:p w:rsidR="00B65DC9" w:rsidRDefault="00B65DC9" w:rsidP="00B65DC9">
      <w:r>
        <w:t>337.1229</w:t>
      </w:r>
      <w:r>
        <w:tab/>
        <w:t>2.025e0</w:t>
      </w:r>
    </w:p>
    <w:p w:rsidR="00B65DC9" w:rsidRDefault="00B65DC9" w:rsidP="00B65DC9">
      <w:r>
        <w:t>337.1294</w:t>
      </w:r>
      <w:r>
        <w:tab/>
        <w:t>2.025e0</w:t>
      </w:r>
    </w:p>
    <w:p w:rsidR="00B65DC9" w:rsidRDefault="00B65DC9" w:rsidP="00B65DC9">
      <w:r>
        <w:t>337.1957</w:t>
      </w:r>
      <w:r>
        <w:tab/>
        <w:t>5.063e0</w:t>
      </w:r>
    </w:p>
    <w:p w:rsidR="00B65DC9" w:rsidRDefault="00B65DC9" w:rsidP="00B65DC9">
      <w:r>
        <w:t>337.2051</w:t>
      </w:r>
      <w:r>
        <w:tab/>
        <w:t>6.076e0</w:t>
      </w:r>
    </w:p>
    <w:p w:rsidR="00B65DC9" w:rsidRDefault="00B65DC9" w:rsidP="00B65DC9">
      <w:r>
        <w:t>337.2064</w:t>
      </w:r>
      <w:r>
        <w:tab/>
        <w:t>6.076e0</w:t>
      </w:r>
    </w:p>
    <w:p w:rsidR="00B65DC9" w:rsidRDefault="00B65DC9" w:rsidP="00B65DC9">
      <w:r>
        <w:t>337.2298</w:t>
      </w:r>
      <w:r>
        <w:tab/>
        <w:t>2.051e0</w:t>
      </w:r>
    </w:p>
    <w:p w:rsidR="00B65DC9" w:rsidRDefault="00B65DC9" w:rsidP="00B65DC9">
      <w:r>
        <w:t>337.2560</w:t>
      </w:r>
      <w:r>
        <w:tab/>
        <w:t>2.073e0</w:t>
      </w:r>
    </w:p>
    <w:p w:rsidR="00B65DC9" w:rsidRDefault="00B65DC9" w:rsidP="00B65DC9">
      <w:r>
        <w:t>337.3295</w:t>
      </w:r>
      <w:r>
        <w:tab/>
        <w:t>1.266e-2</w:t>
      </w:r>
    </w:p>
    <w:p w:rsidR="00B65DC9" w:rsidRDefault="00B65DC9" w:rsidP="00B65DC9">
      <w:r>
        <w:t>337.3785</w:t>
      </w:r>
      <w:r>
        <w:tab/>
        <w:t>2.025e0</w:t>
      </w:r>
    </w:p>
    <w:p w:rsidR="00B65DC9" w:rsidRDefault="00B65DC9" w:rsidP="00B65DC9">
      <w:r>
        <w:t>337.4316</w:t>
      </w:r>
      <w:r>
        <w:tab/>
        <w:t>1.266e-2</w:t>
      </w:r>
    </w:p>
    <w:p w:rsidR="00B65DC9" w:rsidRDefault="00B65DC9" w:rsidP="00B65DC9">
      <w:r>
        <w:t>337.5087</w:t>
      </w:r>
      <w:r>
        <w:tab/>
        <w:t>3.051e0</w:t>
      </w:r>
    </w:p>
    <w:p w:rsidR="00B65DC9" w:rsidRDefault="00B65DC9" w:rsidP="00B65DC9">
      <w:r>
        <w:t>337.5419</w:t>
      </w:r>
      <w:r>
        <w:tab/>
        <w:t>2.532e-2</w:t>
      </w:r>
    </w:p>
    <w:p w:rsidR="00B65DC9" w:rsidRDefault="00B65DC9" w:rsidP="00B65DC9">
      <w:r>
        <w:t>337.5581</w:t>
      </w:r>
      <w:r>
        <w:tab/>
        <w:t>1.013e0</w:t>
      </w:r>
    </w:p>
    <w:p w:rsidR="00B65DC9" w:rsidRDefault="00B65DC9" w:rsidP="00B65DC9">
      <w:r>
        <w:t>337.5930</w:t>
      </w:r>
      <w:r>
        <w:tab/>
        <w:t>2.025e0</w:t>
      </w:r>
    </w:p>
    <w:p w:rsidR="00B65DC9" w:rsidRDefault="00B65DC9" w:rsidP="00B65DC9">
      <w:r>
        <w:t>337.6488</w:t>
      </w:r>
      <w:r>
        <w:tab/>
        <w:t>1.025e0</w:t>
      </w:r>
    </w:p>
    <w:p w:rsidR="00B65DC9" w:rsidRDefault="00B65DC9" w:rsidP="00B65DC9">
      <w:r>
        <w:t>337.6608</w:t>
      </w:r>
      <w:r>
        <w:tab/>
        <w:t>1.013e0</w:t>
      </w:r>
    </w:p>
    <w:p w:rsidR="00B65DC9" w:rsidRDefault="00B65DC9" w:rsidP="00B65DC9">
      <w:r>
        <w:t>337.7215</w:t>
      </w:r>
      <w:r>
        <w:tab/>
        <w:t>1.013e0</w:t>
      </w:r>
    </w:p>
    <w:p w:rsidR="00B65DC9" w:rsidRDefault="00B65DC9" w:rsidP="00B65DC9">
      <w:r>
        <w:t>337.7337</w:t>
      </w:r>
      <w:r>
        <w:tab/>
        <w:t>1.013e0</w:t>
      </w:r>
    </w:p>
    <w:p w:rsidR="00B65DC9" w:rsidRDefault="00B65DC9" w:rsidP="00B65DC9">
      <w:r>
        <w:lastRenderedPageBreak/>
        <w:t>337.8381</w:t>
      </w:r>
      <w:r>
        <w:tab/>
        <w:t>2.025e0</w:t>
      </w:r>
    </w:p>
    <w:p w:rsidR="00B65DC9" w:rsidRDefault="00B65DC9" w:rsidP="00B65DC9">
      <w:r>
        <w:t>337.8748</w:t>
      </w:r>
      <w:r>
        <w:tab/>
        <w:t>2.025e0</w:t>
      </w:r>
    </w:p>
    <w:p w:rsidR="00B65DC9" w:rsidRDefault="00B65DC9" w:rsidP="00B65DC9">
      <w:r>
        <w:t>337.8819</w:t>
      </w:r>
      <w:r>
        <w:tab/>
        <w:t>2.532e-2</w:t>
      </w:r>
    </w:p>
    <w:p w:rsidR="00B65DC9" w:rsidRDefault="00B65DC9" w:rsidP="00B65DC9">
      <w:r>
        <w:t>337.8975</w:t>
      </w:r>
      <w:r>
        <w:tab/>
        <w:t>1.013e0</w:t>
      </w:r>
    </w:p>
    <w:p w:rsidR="00B65DC9" w:rsidRDefault="00B65DC9" w:rsidP="00B65DC9">
      <w:r>
        <w:t>337.9057</w:t>
      </w:r>
      <w:r>
        <w:tab/>
        <w:t>1.013e0</w:t>
      </w:r>
    </w:p>
    <w:p w:rsidR="00B65DC9" w:rsidRDefault="00B65DC9" w:rsidP="00B65DC9">
      <w:r>
        <w:t>337.9200</w:t>
      </w:r>
      <w:r>
        <w:tab/>
        <w:t>2.025e0</w:t>
      </w:r>
    </w:p>
    <w:p w:rsidR="00B65DC9" w:rsidRDefault="00B65DC9" w:rsidP="00B65DC9">
      <w:r>
        <w:t>337.9479</w:t>
      </w:r>
      <w:r>
        <w:tab/>
        <w:t>2.025e0</w:t>
      </w:r>
    </w:p>
    <w:p w:rsidR="00B65DC9" w:rsidRDefault="00B65DC9" w:rsidP="00B65DC9">
      <w:r>
        <w:t>337.9947</w:t>
      </w:r>
      <w:r>
        <w:tab/>
        <w:t>1.013e0</w:t>
      </w:r>
    </w:p>
    <w:p w:rsidR="00B65DC9" w:rsidRDefault="00B65DC9" w:rsidP="00B65DC9">
      <w:r>
        <w:t>338.0016</w:t>
      </w:r>
      <w:r>
        <w:tab/>
        <w:t>3.038e0</w:t>
      </w:r>
    </w:p>
    <w:p w:rsidR="00B65DC9" w:rsidRDefault="00B65DC9" w:rsidP="00B65DC9">
      <w:r>
        <w:t>338.0323</w:t>
      </w:r>
      <w:r>
        <w:tab/>
        <w:t>1.013e0</w:t>
      </w:r>
    </w:p>
    <w:p w:rsidR="00B65DC9" w:rsidRDefault="00B65DC9" w:rsidP="00B65DC9">
      <w:r>
        <w:t>338.0528</w:t>
      </w:r>
      <w:r>
        <w:tab/>
        <w:t>1.013e0</w:t>
      </w:r>
    </w:p>
    <w:p w:rsidR="00B65DC9" w:rsidRDefault="00B65DC9" w:rsidP="00B65DC9">
      <w:r>
        <w:t>338.0814</w:t>
      </w:r>
      <w:r>
        <w:tab/>
        <w:t>1.013e0</w:t>
      </w:r>
    </w:p>
    <w:p w:rsidR="00B65DC9" w:rsidRDefault="00B65DC9" w:rsidP="00B65DC9">
      <w:r>
        <w:t>338.1056</w:t>
      </w:r>
      <w:r>
        <w:tab/>
        <w:t>6.076e0</w:t>
      </w:r>
    </w:p>
    <w:p w:rsidR="00B65DC9" w:rsidRDefault="00B65DC9" w:rsidP="00B65DC9">
      <w:r>
        <w:t>338.1708</w:t>
      </w:r>
      <w:r>
        <w:tab/>
        <w:t>1.266e-2</w:t>
      </w:r>
    </w:p>
    <w:p w:rsidR="00B65DC9" w:rsidRDefault="00B65DC9" w:rsidP="00B65DC9">
      <w:r>
        <w:t>338.1854</w:t>
      </w:r>
      <w:r>
        <w:tab/>
        <w:t>2.025e0</w:t>
      </w:r>
    </w:p>
    <w:p w:rsidR="00B65DC9" w:rsidRDefault="00B65DC9" w:rsidP="00B65DC9">
      <w:r>
        <w:t>338.2143</w:t>
      </w:r>
      <w:r>
        <w:tab/>
        <w:t>1.025e0</w:t>
      </w:r>
    </w:p>
    <w:p w:rsidR="00B65DC9" w:rsidRDefault="00B65DC9" w:rsidP="00B65DC9">
      <w:r>
        <w:t>338.2176</w:t>
      </w:r>
      <w:r>
        <w:tab/>
        <w:t>1.038e0</w:t>
      </w:r>
    </w:p>
    <w:p w:rsidR="00B65DC9" w:rsidRDefault="00B65DC9" w:rsidP="00B65DC9">
      <w:r>
        <w:t>338.2531</w:t>
      </w:r>
      <w:r>
        <w:tab/>
        <w:t>1.025e0</w:t>
      </w:r>
    </w:p>
    <w:p w:rsidR="00B65DC9" w:rsidRDefault="00B65DC9" w:rsidP="00B65DC9">
      <w:r>
        <w:t>338.2580</w:t>
      </w:r>
      <w:r>
        <w:tab/>
        <w:t>2.475e0</w:t>
      </w:r>
    </w:p>
    <w:p w:rsidR="00B65DC9" w:rsidRDefault="00B65DC9" w:rsidP="00B65DC9">
      <w:r>
        <w:lastRenderedPageBreak/>
        <w:t>338.2863</w:t>
      </w:r>
      <w:r>
        <w:tab/>
        <w:t>1.013e0</w:t>
      </w:r>
    </w:p>
    <w:p w:rsidR="00B65DC9" w:rsidRDefault="00B65DC9" w:rsidP="00B65DC9">
      <w:r>
        <w:t>338.3332</w:t>
      </w:r>
      <w:r>
        <w:tab/>
        <w:t>2.025e0</w:t>
      </w:r>
    </w:p>
    <w:p w:rsidR="00B65DC9" w:rsidRDefault="00B65DC9" w:rsidP="00B65DC9">
      <w:r>
        <w:t>338.3377</w:t>
      </w:r>
      <w:r>
        <w:tab/>
        <w:t>6.076e0</w:t>
      </w:r>
    </w:p>
    <w:p w:rsidR="00B65DC9" w:rsidRDefault="00B65DC9" w:rsidP="00B65DC9">
      <w:r>
        <w:t>338.3656</w:t>
      </w:r>
      <w:r>
        <w:tab/>
        <w:t>3.051e0</w:t>
      </w:r>
    </w:p>
    <w:p w:rsidR="00B65DC9" w:rsidRDefault="00B65DC9" w:rsidP="00B65DC9">
      <w:r>
        <w:t>338.4139</w:t>
      </w:r>
      <w:r>
        <w:tab/>
        <w:t>1.266e-2</w:t>
      </w:r>
    </w:p>
    <w:p w:rsidR="00B65DC9" w:rsidRDefault="00B65DC9" w:rsidP="00B65DC9">
      <w:r>
        <w:t>338.4494</w:t>
      </w:r>
      <w:r>
        <w:tab/>
        <w:t>2.025e0</w:t>
      </w:r>
    </w:p>
    <w:p w:rsidR="00B65DC9" w:rsidRDefault="00B65DC9" w:rsidP="00B65DC9">
      <w:r>
        <w:t>338.4691</w:t>
      </w:r>
      <w:r>
        <w:tab/>
        <w:t>1.013e0</w:t>
      </w:r>
    </w:p>
    <w:p w:rsidR="00B65DC9" w:rsidRDefault="00B65DC9" w:rsidP="00B65DC9">
      <w:r>
        <w:t>338.5659</w:t>
      </w:r>
      <w:r>
        <w:tab/>
        <w:t>1.266e-2</w:t>
      </w:r>
    </w:p>
    <w:p w:rsidR="00B65DC9" w:rsidRDefault="00B65DC9" w:rsidP="00B65DC9">
      <w:r>
        <w:t>338.6006</w:t>
      </w:r>
      <w:r>
        <w:tab/>
        <w:t>1.266e-2</w:t>
      </w:r>
    </w:p>
    <w:p w:rsidR="00B65DC9" w:rsidRDefault="00B65DC9" w:rsidP="00B65DC9">
      <w:r>
        <w:t>338.6061</w:t>
      </w:r>
      <w:r>
        <w:tab/>
        <w:t>1.038e0</w:t>
      </w:r>
    </w:p>
    <w:p w:rsidR="00B65DC9" w:rsidRDefault="00B65DC9" w:rsidP="00B65DC9">
      <w:r>
        <w:t>338.6263</w:t>
      </w:r>
      <w:r>
        <w:tab/>
        <w:t>2.025e0</w:t>
      </w:r>
    </w:p>
    <w:p w:rsidR="00B65DC9" w:rsidRDefault="00B65DC9" w:rsidP="00B65DC9">
      <w:r>
        <w:t>338.6581</w:t>
      </w:r>
      <w:r>
        <w:tab/>
        <w:t>1.013e0</w:t>
      </w:r>
    </w:p>
    <w:p w:rsidR="00B65DC9" w:rsidRDefault="00B65DC9" w:rsidP="00B65DC9">
      <w:r>
        <w:t>338.6989</w:t>
      </w:r>
      <w:r>
        <w:tab/>
        <w:t>1.266e-2</w:t>
      </w:r>
    </w:p>
    <w:p w:rsidR="00B65DC9" w:rsidRDefault="00B65DC9" w:rsidP="00B65DC9">
      <w:r>
        <w:t>338.7068</w:t>
      </w:r>
      <w:r>
        <w:tab/>
        <w:t>1.266e-2</w:t>
      </w:r>
    </w:p>
    <w:p w:rsidR="00B65DC9" w:rsidRDefault="00B65DC9" w:rsidP="00B65DC9">
      <w:r>
        <w:t>338.7274</w:t>
      </w:r>
      <w:r>
        <w:tab/>
        <w:t>1.266e-2</w:t>
      </w:r>
    </w:p>
    <w:p w:rsidR="00B65DC9" w:rsidRDefault="00B65DC9" w:rsidP="00B65DC9">
      <w:r>
        <w:t>338.7700</w:t>
      </w:r>
      <w:r>
        <w:tab/>
        <w:t>2.025e0</w:t>
      </w:r>
    </w:p>
    <w:p w:rsidR="00B65DC9" w:rsidRDefault="00B65DC9" w:rsidP="00B65DC9">
      <w:r>
        <w:t>338.7850</w:t>
      </w:r>
      <w:r>
        <w:tab/>
        <w:t>2.532e-2</w:t>
      </w:r>
    </w:p>
    <w:p w:rsidR="00B65DC9" w:rsidRDefault="00B65DC9" w:rsidP="00B65DC9">
      <w:r>
        <w:t>338.8296</w:t>
      </w:r>
      <w:r>
        <w:tab/>
        <w:t>1.013e0</w:t>
      </w:r>
    </w:p>
    <w:p w:rsidR="00B65DC9" w:rsidRDefault="00B65DC9" w:rsidP="00B65DC9">
      <w:r>
        <w:t>338.8459</w:t>
      </w:r>
      <w:r>
        <w:tab/>
        <w:t>1.013e0</w:t>
      </w:r>
    </w:p>
    <w:p w:rsidR="00B65DC9" w:rsidRDefault="00B65DC9" w:rsidP="00B65DC9">
      <w:r>
        <w:lastRenderedPageBreak/>
        <w:t>338.8645</w:t>
      </w:r>
      <w:r>
        <w:tab/>
        <w:t>1.266e-2</w:t>
      </w:r>
    </w:p>
    <w:p w:rsidR="00B65DC9" w:rsidRDefault="00B65DC9" w:rsidP="00B65DC9">
      <w:r>
        <w:t>338.8950</w:t>
      </w:r>
      <w:r>
        <w:tab/>
        <w:t>1.013e0</w:t>
      </w:r>
    </w:p>
    <w:p w:rsidR="00B65DC9" w:rsidRDefault="00B65DC9" w:rsidP="00B65DC9">
      <w:r>
        <w:t>338.9128</w:t>
      </w:r>
      <w:r>
        <w:tab/>
        <w:t>1.025e0</w:t>
      </w:r>
    </w:p>
    <w:p w:rsidR="00B65DC9" w:rsidRDefault="00B65DC9" w:rsidP="00B65DC9">
      <w:r>
        <w:t>338.9350</w:t>
      </w:r>
      <w:r>
        <w:tab/>
        <w:t>2.025e0</w:t>
      </w:r>
    </w:p>
    <w:p w:rsidR="00B65DC9" w:rsidRDefault="00B65DC9" w:rsidP="00B65DC9">
      <w:r>
        <w:t>338.9483</w:t>
      </w:r>
      <w:r>
        <w:tab/>
        <w:t>2.025e0</w:t>
      </w:r>
    </w:p>
    <w:p w:rsidR="00B65DC9" w:rsidRDefault="00B65DC9" w:rsidP="00B65DC9">
      <w:r>
        <w:t>338.9523</w:t>
      </w:r>
      <w:r>
        <w:tab/>
        <w:t>1.266e-2</w:t>
      </w:r>
    </w:p>
    <w:p w:rsidR="00B65DC9" w:rsidRDefault="00B65DC9" w:rsidP="00B65DC9">
      <w:r>
        <w:t>338.9729</w:t>
      </w:r>
      <w:r>
        <w:tab/>
        <w:t>1.025e0</w:t>
      </w:r>
    </w:p>
    <w:p w:rsidR="00B65DC9" w:rsidRDefault="00B65DC9" w:rsidP="00B65DC9">
      <w:r>
        <w:t>338.9803</w:t>
      </w:r>
      <w:r>
        <w:tab/>
        <w:t>2.532e-2</w:t>
      </w:r>
    </w:p>
    <w:p w:rsidR="00B65DC9" w:rsidRDefault="00B65DC9" w:rsidP="00B65DC9">
      <w:r>
        <w:t>339.0107</w:t>
      </w:r>
      <w:r>
        <w:tab/>
        <w:t>2.025e0</w:t>
      </w:r>
    </w:p>
    <w:p w:rsidR="00B65DC9" w:rsidRDefault="00B65DC9" w:rsidP="00B65DC9">
      <w:r>
        <w:t>339.0836</w:t>
      </w:r>
      <w:r>
        <w:tab/>
        <w:t>3.038e0</w:t>
      </w:r>
    </w:p>
    <w:p w:rsidR="00B65DC9" w:rsidRDefault="00B65DC9" w:rsidP="00B65DC9">
      <w:r>
        <w:t>339.1020</w:t>
      </w:r>
      <w:r>
        <w:tab/>
        <w:t>2.025e0</w:t>
      </w:r>
    </w:p>
    <w:p w:rsidR="00B65DC9" w:rsidRDefault="00B65DC9" w:rsidP="00B65DC9">
      <w:r>
        <w:t>339.1280</w:t>
      </w:r>
      <w:r>
        <w:tab/>
        <w:t>4.063e0</w:t>
      </w:r>
    </w:p>
    <w:p w:rsidR="00B65DC9" w:rsidRDefault="00B65DC9" w:rsidP="00B65DC9">
      <w:r>
        <w:t>339.1320</w:t>
      </w:r>
      <w:r>
        <w:tab/>
        <w:t>1.266e-2</w:t>
      </w:r>
    </w:p>
    <w:p w:rsidR="00B65DC9" w:rsidRDefault="00B65DC9" w:rsidP="00B65DC9">
      <w:r>
        <w:t>339.1628</w:t>
      </w:r>
      <w:r>
        <w:tab/>
        <w:t>4.051e0</w:t>
      </w:r>
    </w:p>
    <w:p w:rsidR="00B65DC9" w:rsidRDefault="00B65DC9" w:rsidP="00B65DC9">
      <w:r>
        <w:t>339.1773</w:t>
      </w:r>
      <w:r>
        <w:tab/>
        <w:t>1.013e0</w:t>
      </w:r>
    </w:p>
    <w:p w:rsidR="00B65DC9" w:rsidRDefault="00B65DC9" w:rsidP="00B65DC9">
      <w:r>
        <w:t>339.2282</w:t>
      </w:r>
      <w:r>
        <w:tab/>
        <w:t>2.025e0</w:t>
      </w:r>
    </w:p>
    <w:p w:rsidR="00B65DC9" w:rsidRDefault="00B65DC9" w:rsidP="00B65DC9">
      <w:r>
        <w:t>339.2485</w:t>
      </w:r>
      <w:r>
        <w:tab/>
        <w:t>3.038e0</w:t>
      </w:r>
    </w:p>
    <w:p w:rsidR="00B65DC9" w:rsidRDefault="00B65DC9" w:rsidP="00B65DC9">
      <w:r>
        <w:t>339.2968</w:t>
      </w:r>
      <w:r>
        <w:tab/>
        <w:t>2.038e0</w:t>
      </w:r>
    </w:p>
    <w:p w:rsidR="00B65DC9" w:rsidRDefault="00B65DC9" w:rsidP="00B65DC9">
      <w:r>
        <w:t>339.3005</w:t>
      </w:r>
      <w:r>
        <w:tab/>
        <w:t>3.038e0</w:t>
      </w:r>
    </w:p>
    <w:p w:rsidR="00B65DC9" w:rsidRDefault="00B65DC9" w:rsidP="00B65DC9">
      <w:r>
        <w:lastRenderedPageBreak/>
        <w:t>339.3575</w:t>
      </w:r>
      <w:r>
        <w:tab/>
        <w:t>1.266e-2</w:t>
      </w:r>
    </w:p>
    <w:p w:rsidR="00B65DC9" w:rsidRDefault="00B65DC9" w:rsidP="00B65DC9">
      <w:r>
        <w:t>339.3782</w:t>
      </w:r>
      <w:r>
        <w:tab/>
        <w:t>1.013e0</w:t>
      </w:r>
    </w:p>
    <w:p w:rsidR="00B65DC9" w:rsidRDefault="00B65DC9" w:rsidP="00B65DC9">
      <w:r>
        <w:t>339.3879</w:t>
      </w:r>
      <w:r>
        <w:tab/>
        <w:t>2.025e0</w:t>
      </w:r>
    </w:p>
    <w:p w:rsidR="00B65DC9" w:rsidRDefault="00B65DC9" w:rsidP="00B65DC9">
      <w:r>
        <w:t>339.5164</w:t>
      </w:r>
      <w:r>
        <w:tab/>
        <w:t>1.025e0</w:t>
      </w:r>
    </w:p>
    <w:p w:rsidR="00B65DC9" w:rsidRDefault="00B65DC9" w:rsidP="00B65DC9">
      <w:r>
        <w:t>339.5210</w:t>
      </w:r>
      <w:r>
        <w:tab/>
        <w:t>1.013e0</w:t>
      </w:r>
    </w:p>
    <w:p w:rsidR="00B65DC9" w:rsidRDefault="00B65DC9" w:rsidP="00B65DC9">
      <w:r>
        <w:t>339.5456</w:t>
      </w:r>
      <w:r>
        <w:tab/>
        <w:t>1.266e-2</w:t>
      </w:r>
    </w:p>
    <w:p w:rsidR="00B65DC9" w:rsidRDefault="00B65DC9" w:rsidP="00B65DC9">
      <w:r>
        <w:t>339.5891</w:t>
      </w:r>
      <w:r>
        <w:tab/>
        <w:t>1.266e-2</w:t>
      </w:r>
    </w:p>
    <w:p w:rsidR="00B65DC9" w:rsidRDefault="00B65DC9" w:rsidP="00B65DC9">
      <w:r>
        <w:t>339.5952</w:t>
      </w:r>
      <w:r>
        <w:tab/>
        <w:t>1.266e-2</w:t>
      </w:r>
    </w:p>
    <w:p w:rsidR="00B65DC9" w:rsidRDefault="00B65DC9" w:rsidP="00B65DC9">
      <w:r>
        <w:t>339.6194</w:t>
      </w:r>
      <w:r>
        <w:tab/>
        <w:t>1.266e-2</w:t>
      </w:r>
    </w:p>
    <w:p w:rsidR="00B65DC9" w:rsidRDefault="00B65DC9" w:rsidP="00B65DC9">
      <w:r>
        <w:t>339.6596</w:t>
      </w:r>
      <w:r>
        <w:tab/>
        <w:t>2.532e-2</w:t>
      </w:r>
    </w:p>
    <w:p w:rsidR="00B65DC9" w:rsidRDefault="00B65DC9" w:rsidP="00B65DC9">
      <w:r>
        <w:t>339.7300</w:t>
      </w:r>
      <w:r>
        <w:tab/>
        <w:t>2.025e0</w:t>
      </w:r>
    </w:p>
    <w:p w:rsidR="00B65DC9" w:rsidRDefault="00B65DC9" w:rsidP="00B65DC9">
      <w:r>
        <w:t>339.8197</w:t>
      </w:r>
      <w:r>
        <w:tab/>
        <w:t>1.013e0</w:t>
      </w:r>
    </w:p>
    <w:p w:rsidR="00B65DC9" w:rsidRDefault="00B65DC9" w:rsidP="00B65DC9">
      <w:r>
        <w:t>339.8364</w:t>
      </w:r>
      <w:r>
        <w:tab/>
        <w:t>2.025e0</w:t>
      </w:r>
    </w:p>
    <w:p w:rsidR="00B65DC9" w:rsidRDefault="00B65DC9" w:rsidP="00B65DC9">
      <w:r>
        <w:t>339.8412</w:t>
      </w:r>
      <w:r>
        <w:tab/>
        <w:t>2.025e0</w:t>
      </w:r>
    </w:p>
    <w:p w:rsidR="00B65DC9" w:rsidRDefault="00B65DC9" w:rsidP="00B65DC9">
      <w:r>
        <w:t>339.9934</w:t>
      </w:r>
      <w:r>
        <w:tab/>
        <w:t>1.025e0</w:t>
      </w:r>
    </w:p>
    <w:p w:rsidR="00B65DC9" w:rsidRDefault="00B65DC9" w:rsidP="00B65DC9">
      <w:r>
        <w:t>340.0546</w:t>
      </w:r>
      <w:r>
        <w:tab/>
        <w:t>1.025e0</w:t>
      </w:r>
    </w:p>
    <w:p w:rsidR="00B65DC9" w:rsidRDefault="00B65DC9" w:rsidP="00B65DC9">
      <w:r>
        <w:t>340.0693</w:t>
      </w:r>
      <w:r>
        <w:tab/>
        <w:t>1.013e0</w:t>
      </w:r>
    </w:p>
    <w:p w:rsidR="00B65DC9" w:rsidRDefault="00B65DC9" w:rsidP="00B65DC9">
      <w:r>
        <w:t>340.0808</w:t>
      </w:r>
      <w:r>
        <w:tab/>
        <w:t>3.038e0</w:t>
      </w:r>
    </w:p>
    <w:p w:rsidR="00B65DC9" w:rsidRDefault="00B65DC9" w:rsidP="00B65DC9">
      <w:r>
        <w:t>340.1129</w:t>
      </w:r>
      <w:r>
        <w:tab/>
        <w:t>3.798e-2</w:t>
      </w:r>
    </w:p>
    <w:p w:rsidR="00B65DC9" w:rsidRDefault="00B65DC9" w:rsidP="00B65DC9">
      <w:r>
        <w:lastRenderedPageBreak/>
        <w:t>340.1384</w:t>
      </w:r>
      <w:r>
        <w:tab/>
        <w:t>1.013e0</w:t>
      </w:r>
    </w:p>
    <w:p w:rsidR="00B65DC9" w:rsidRDefault="00B65DC9" w:rsidP="00B65DC9">
      <w:r>
        <w:t>340.1503</w:t>
      </w:r>
      <w:r>
        <w:tab/>
        <w:t>1.051e0</w:t>
      </w:r>
    </w:p>
    <w:p w:rsidR="00B65DC9" w:rsidRDefault="00B65DC9" w:rsidP="00B65DC9">
      <w:r>
        <w:t>340.1573</w:t>
      </w:r>
      <w:r>
        <w:tab/>
        <w:t>1.025e0</w:t>
      </w:r>
    </w:p>
    <w:p w:rsidR="00B65DC9" w:rsidRDefault="00B65DC9" w:rsidP="00B65DC9">
      <w:r>
        <w:t>340.1596</w:t>
      </w:r>
      <w:r>
        <w:tab/>
        <w:t>2.532e-2</w:t>
      </w:r>
    </w:p>
    <w:p w:rsidR="00B65DC9" w:rsidRDefault="00B65DC9" w:rsidP="00B65DC9">
      <w:r>
        <w:t>340.1922</w:t>
      </w:r>
      <w:r>
        <w:tab/>
        <w:t>1.013e0</w:t>
      </w:r>
    </w:p>
    <w:p w:rsidR="00B65DC9" w:rsidRDefault="00B65DC9" w:rsidP="00B65DC9">
      <w:r>
        <w:t>340.1933</w:t>
      </w:r>
      <w:r>
        <w:tab/>
        <w:t>3.038e0</w:t>
      </w:r>
    </w:p>
    <w:p w:rsidR="00B65DC9" w:rsidRDefault="00B65DC9" w:rsidP="00B65DC9">
      <w:r>
        <w:t>340.2061</w:t>
      </w:r>
      <w:r>
        <w:tab/>
        <w:t>1.013e0</w:t>
      </w:r>
    </w:p>
    <w:p w:rsidR="00B65DC9" w:rsidRDefault="00B65DC9" w:rsidP="00B65DC9">
      <w:r>
        <w:t>340.2300</w:t>
      </w:r>
      <w:r>
        <w:tab/>
        <w:t>1.266e-2</w:t>
      </w:r>
    </w:p>
    <w:p w:rsidR="00B65DC9" w:rsidRDefault="00B65DC9" w:rsidP="00B65DC9">
      <w:r>
        <w:t>340.2330</w:t>
      </w:r>
      <w:r>
        <w:tab/>
        <w:t>2.025e0</w:t>
      </w:r>
    </w:p>
    <w:p w:rsidR="00B65DC9" w:rsidRDefault="00B65DC9" w:rsidP="00B65DC9">
      <w:r>
        <w:t>340.2453</w:t>
      </w:r>
      <w:r>
        <w:tab/>
        <w:t>1.266e-2</w:t>
      </w:r>
    </w:p>
    <w:p w:rsidR="00B65DC9" w:rsidRDefault="00B65DC9" w:rsidP="00B65DC9">
      <w:r>
        <w:t>340.2661</w:t>
      </w:r>
      <w:r>
        <w:tab/>
        <w:t>3.038e0</w:t>
      </w:r>
    </w:p>
    <w:p w:rsidR="00B65DC9" w:rsidRDefault="00B65DC9" w:rsidP="00B65DC9">
      <w:r>
        <w:t>340.2703</w:t>
      </w:r>
      <w:r>
        <w:tab/>
        <w:t>1.013e0</w:t>
      </w:r>
    </w:p>
    <w:p w:rsidR="00B65DC9" w:rsidRDefault="00B65DC9" w:rsidP="00B65DC9">
      <w:r>
        <w:t>340.3152</w:t>
      </w:r>
      <w:r>
        <w:tab/>
        <w:t>2.038e0</w:t>
      </w:r>
    </w:p>
    <w:p w:rsidR="00B65DC9" w:rsidRDefault="00B65DC9" w:rsidP="00B65DC9">
      <w:r>
        <w:t>340.3521</w:t>
      </w:r>
      <w:r>
        <w:tab/>
        <w:t>3.038e0</w:t>
      </w:r>
    </w:p>
    <w:p w:rsidR="00B65DC9" w:rsidRDefault="00B65DC9" w:rsidP="00B65DC9">
      <w:r>
        <w:t>340.3927</w:t>
      </w:r>
      <w:r>
        <w:tab/>
        <w:t>2.025e0</w:t>
      </w:r>
    </w:p>
    <w:p w:rsidR="00B65DC9" w:rsidRDefault="00B65DC9" w:rsidP="00B65DC9">
      <w:r>
        <w:t>340.3972</w:t>
      </w:r>
      <w:r>
        <w:tab/>
        <w:t>1.013e0</w:t>
      </w:r>
    </w:p>
    <w:p w:rsidR="00B65DC9" w:rsidRDefault="00B65DC9" w:rsidP="00B65DC9">
      <w:r>
        <w:t>340.4260</w:t>
      </w:r>
      <w:r>
        <w:tab/>
        <w:t>1.013e0</w:t>
      </w:r>
    </w:p>
    <w:p w:rsidR="00B65DC9" w:rsidRDefault="00B65DC9" w:rsidP="00B65DC9">
      <w:r>
        <w:t>340.4418</w:t>
      </w:r>
      <w:r>
        <w:tab/>
        <w:t>1.013e0</w:t>
      </w:r>
    </w:p>
    <w:p w:rsidR="00B65DC9" w:rsidRDefault="00B65DC9" w:rsidP="00B65DC9">
      <w:r>
        <w:t>340.4627</w:t>
      </w:r>
      <w:r>
        <w:tab/>
        <w:t>1.013e0</w:t>
      </w:r>
    </w:p>
    <w:p w:rsidR="00B65DC9" w:rsidRDefault="00B65DC9" w:rsidP="00B65DC9">
      <w:r>
        <w:lastRenderedPageBreak/>
        <w:t>340.5234</w:t>
      </w:r>
      <w:r>
        <w:tab/>
        <w:t>1.025e0</w:t>
      </w:r>
    </w:p>
    <w:p w:rsidR="00B65DC9" w:rsidRDefault="00B65DC9" w:rsidP="00B65DC9">
      <w:r>
        <w:t>340.5484</w:t>
      </w:r>
      <w:r>
        <w:tab/>
        <w:t>1.013e0</w:t>
      </w:r>
    </w:p>
    <w:p w:rsidR="00B65DC9" w:rsidRDefault="00B65DC9" w:rsidP="00B65DC9">
      <w:r>
        <w:t>340.5540</w:t>
      </w:r>
      <w:r>
        <w:tab/>
        <w:t>1.013e0</w:t>
      </w:r>
    </w:p>
    <w:p w:rsidR="00B65DC9" w:rsidRDefault="00B65DC9" w:rsidP="00B65DC9">
      <w:r>
        <w:t>340.5845</w:t>
      </w:r>
      <w:r>
        <w:tab/>
        <w:t>1.266e-2</w:t>
      </w:r>
    </w:p>
    <w:p w:rsidR="00B65DC9" w:rsidRDefault="00B65DC9" w:rsidP="00B65DC9">
      <w:r>
        <w:t>340.6094</w:t>
      </w:r>
      <w:r>
        <w:tab/>
        <w:t>1.013e0</w:t>
      </w:r>
    </w:p>
    <w:p w:rsidR="00B65DC9" w:rsidRDefault="00B65DC9" w:rsidP="00B65DC9">
      <w:r>
        <w:t>340.6635</w:t>
      </w:r>
      <w:r>
        <w:tab/>
        <w:t>1.013e0</w:t>
      </w:r>
    </w:p>
    <w:p w:rsidR="00B65DC9" w:rsidRDefault="00B65DC9" w:rsidP="00B65DC9">
      <w:r>
        <w:t>340.7007</w:t>
      </w:r>
      <w:r>
        <w:tab/>
        <w:t>1.013e0</w:t>
      </w:r>
    </w:p>
    <w:p w:rsidR="00B65DC9" w:rsidRDefault="00B65DC9" w:rsidP="00B65DC9">
      <w:r>
        <w:t>340.7530</w:t>
      </w:r>
      <w:r>
        <w:tab/>
        <w:t>2.025e0</w:t>
      </w:r>
    </w:p>
    <w:p w:rsidR="00B65DC9" w:rsidRDefault="00B65DC9" w:rsidP="00B65DC9">
      <w:r>
        <w:t>340.7741</w:t>
      </w:r>
      <w:r>
        <w:tab/>
        <w:t>1.013e0</w:t>
      </w:r>
    </w:p>
    <w:p w:rsidR="00B65DC9" w:rsidRDefault="00B65DC9" w:rsidP="00B65DC9">
      <w:r>
        <w:t>340.8111</w:t>
      </w:r>
      <w:r>
        <w:tab/>
        <w:t>1.013e0</w:t>
      </w:r>
    </w:p>
    <w:p w:rsidR="00B65DC9" w:rsidRDefault="00B65DC9" w:rsidP="00B65DC9">
      <w:r>
        <w:t>340.8720</w:t>
      </w:r>
      <w:r>
        <w:tab/>
        <w:t>1.013e0</w:t>
      </w:r>
    </w:p>
    <w:p w:rsidR="00B65DC9" w:rsidRDefault="00B65DC9" w:rsidP="00B65DC9">
      <w:r>
        <w:t>340.8871</w:t>
      </w:r>
      <w:r>
        <w:tab/>
        <w:t>2.532e-2</w:t>
      </w:r>
    </w:p>
    <w:p w:rsidR="00B65DC9" w:rsidRDefault="00B65DC9" w:rsidP="00B65DC9">
      <w:r>
        <w:t>340.9026</w:t>
      </w:r>
      <w:r>
        <w:tab/>
        <w:t>1.013e0</w:t>
      </w:r>
    </w:p>
    <w:p w:rsidR="00B65DC9" w:rsidRDefault="00B65DC9" w:rsidP="00B65DC9">
      <w:r>
        <w:t>340.9168</w:t>
      </w:r>
      <w:r>
        <w:tab/>
        <w:t>1.013e0</w:t>
      </w:r>
    </w:p>
    <w:p w:rsidR="00B65DC9" w:rsidRDefault="00B65DC9" w:rsidP="00B65DC9">
      <w:r>
        <w:t>340.9276</w:t>
      </w:r>
      <w:r>
        <w:tab/>
        <w:t>1.013e0</w:t>
      </w:r>
    </w:p>
    <w:p w:rsidR="00B65DC9" w:rsidRDefault="00B65DC9" w:rsidP="00B65DC9">
      <w:r>
        <w:t>340.9761</w:t>
      </w:r>
      <w:r>
        <w:tab/>
        <w:t>1.013e0</w:t>
      </w:r>
    </w:p>
    <w:p w:rsidR="00B65DC9" w:rsidRDefault="00B65DC9" w:rsidP="00B65DC9">
      <w:r>
        <w:t>341.0110</w:t>
      </w:r>
      <w:r>
        <w:tab/>
        <w:t>1.013e0</w:t>
      </w:r>
    </w:p>
    <w:p w:rsidR="00B65DC9" w:rsidRDefault="00B65DC9" w:rsidP="00B65DC9">
      <w:r>
        <w:t>341.0356</w:t>
      </w:r>
      <w:r>
        <w:tab/>
        <w:t>1.013e0</w:t>
      </w:r>
    </w:p>
    <w:p w:rsidR="00B65DC9" w:rsidRDefault="00B65DC9" w:rsidP="00B65DC9">
      <w:r>
        <w:t>341.0557</w:t>
      </w:r>
      <w:r>
        <w:tab/>
        <w:t>1.266e-2</w:t>
      </w:r>
    </w:p>
    <w:p w:rsidR="00B65DC9" w:rsidRDefault="00B65DC9" w:rsidP="00B65DC9">
      <w:r>
        <w:lastRenderedPageBreak/>
        <w:t>341.0801</w:t>
      </w:r>
      <w:r>
        <w:tab/>
        <w:t>1.013e0</w:t>
      </w:r>
    </w:p>
    <w:p w:rsidR="00B65DC9" w:rsidRDefault="00B65DC9" w:rsidP="00B65DC9">
      <w:r>
        <w:t>341.1051</w:t>
      </w:r>
      <w:r>
        <w:tab/>
        <w:t>1.013e0</w:t>
      </w:r>
    </w:p>
    <w:p w:rsidR="00B65DC9" w:rsidRDefault="00B65DC9" w:rsidP="00B65DC9">
      <w:r>
        <w:t>341.1134</w:t>
      </w:r>
      <w:r>
        <w:tab/>
        <w:t>1.266e-2</w:t>
      </w:r>
    </w:p>
    <w:p w:rsidR="00B65DC9" w:rsidRDefault="00B65DC9" w:rsidP="00B65DC9">
      <w:r>
        <w:t>341.1189</w:t>
      </w:r>
      <w:r>
        <w:tab/>
        <w:t>2.025e0</w:t>
      </w:r>
    </w:p>
    <w:p w:rsidR="00B65DC9" w:rsidRDefault="00B65DC9" w:rsidP="00B65DC9">
      <w:r>
        <w:t>341.1503</w:t>
      </w:r>
      <w:r>
        <w:tab/>
        <w:t>2.025e0</w:t>
      </w:r>
    </w:p>
    <w:p w:rsidR="00B65DC9" w:rsidRDefault="00B65DC9" w:rsidP="00B65DC9">
      <w:r>
        <w:t>341.1536</w:t>
      </w:r>
      <w:r>
        <w:tab/>
        <w:t>2.532e-2</w:t>
      </w:r>
    </w:p>
    <w:p w:rsidR="00B65DC9" w:rsidRDefault="00B65DC9" w:rsidP="00B65DC9">
      <w:r>
        <w:t>341.1872</w:t>
      </w:r>
      <w:r>
        <w:tab/>
        <w:t>1.013e0</w:t>
      </w:r>
    </w:p>
    <w:p w:rsidR="00B65DC9" w:rsidRDefault="00B65DC9" w:rsidP="00B65DC9">
      <w:r>
        <w:t>341.1965</w:t>
      </w:r>
      <w:r>
        <w:tab/>
        <w:t>3.038e0</w:t>
      </w:r>
    </w:p>
    <w:p w:rsidR="00B65DC9" w:rsidRDefault="00B65DC9" w:rsidP="00B65DC9">
      <w:r>
        <w:t>341.2516</w:t>
      </w:r>
      <w:r>
        <w:tab/>
        <w:t>2.025e0</w:t>
      </w:r>
    </w:p>
    <w:p w:rsidR="00B65DC9" w:rsidRDefault="00B65DC9" w:rsidP="00B65DC9">
      <w:r>
        <w:t>341.2556</w:t>
      </w:r>
      <w:r>
        <w:tab/>
        <w:t>2.025e0</w:t>
      </w:r>
    </w:p>
    <w:p w:rsidR="00B65DC9" w:rsidRDefault="00B65DC9" w:rsidP="00B65DC9">
      <w:r>
        <w:t>341.2794</w:t>
      </w:r>
      <w:r>
        <w:tab/>
        <w:t>3.038e0</w:t>
      </w:r>
    </w:p>
    <w:p w:rsidR="00B65DC9" w:rsidRDefault="00B65DC9" w:rsidP="00B65DC9">
      <w:r>
        <w:t>341.3122</w:t>
      </w:r>
      <w:r>
        <w:tab/>
        <w:t>3.038e0</w:t>
      </w:r>
    </w:p>
    <w:p w:rsidR="00B65DC9" w:rsidRDefault="00B65DC9" w:rsidP="00B65DC9">
      <w:r>
        <w:t>341.3170</w:t>
      </w:r>
      <w:r>
        <w:tab/>
        <w:t>2.025e0</w:t>
      </w:r>
    </w:p>
    <w:p w:rsidR="00B65DC9" w:rsidRDefault="00B65DC9" w:rsidP="00B65DC9">
      <w:r>
        <w:t>341.3570</w:t>
      </w:r>
      <w:r>
        <w:tab/>
        <w:t>1.038e0</w:t>
      </w:r>
    </w:p>
    <w:p w:rsidR="00B65DC9" w:rsidRDefault="00B65DC9" w:rsidP="00B65DC9">
      <w:r>
        <w:t>341.3727</w:t>
      </w:r>
      <w:r>
        <w:tab/>
        <w:t>5.063e0</w:t>
      </w:r>
    </w:p>
    <w:p w:rsidR="00B65DC9" w:rsidRDefault="00B65DC9" w:rsidP="00B65DC9">
      <w:r>
        <w:t>341.3925</w:t>
      </w:r>
      <w:r>
        <w:tab/>
        <w:t>1.266e-2</w:t>
      </w:r>
    </w:p>
    <w:p w:rsidR="00B65DC9" w:rsidRDefault="00B65DC9" w:rsidP="00B65DC9">
      <w:r>
        <w:t>341.4084</w:t>
      </w:r>
      <w:r>
        <w:tab/>
        <w:t>3.038e0</w:t>
      </w:r>
    </w:p>
    <w:p w:rsidR="00B65DC9" w:rsidRDefault="00B65DC9" w:rsidP="00B65DC9">
      <w:r>
        <w:t>341.5108</w:t>
      </w:r>
      <w:r>
        <w:tab/>
        <w:t>1.266e-2</w:t>
      </w:r>
    </w:p>
    <w:p w:rsidR="00B65DC9" w:rsidRDefault="00B65DC9" w:rsidP="00B65DC9">
      <w:r>
        <w:t>341.5703</w:t>
      </w:r>
      <w:r>
        <w:tab/>
        <w:t>1.025e0</w:t>
      </w:r>
    </w:p>
    <w:p w:rsidR="00B65DC9" w:rsidRDefault="00B65DC9" w:rsidP="00B65DC9">
      <w:r>
        <w:lastRenderedPageBreak/>
        <w:t>341.5948</w:t>
      </w:r>
      <w:r>
        <w:tab/>
        <w:t>1.013e0</w:t>
      </w:r>
    </w:p>
    <w:p w:rsidR="00B65DC9" w:rsidRDefault="00B65DC9" w:rsidP="00B65DC9">
      <w:r>
        <w:t>341.6337</w:t>
      </w:r>
      <w:r>
        <w:tab/>
        <w:t>1.266e-2</w:t>
      </w:r>
    </w:p>
    <w:p w:rsidR="00B65DC9" w:rsidRDefault="00B65DC9" w:rsidP="00B65DC9">
      <w:r>
        <w:t>341.6623</w:t>
      </w:r>
      <w:r>
        <w:tab/>
        <w:t>1.266e-2</w:t>
      </w:r>
    </w:p>
    <w:p w:rsidR="00B65DC9" w:rsidRDefault="00B65DC9" w:rsidP="00B65DC9">
      <w:r>
        <w:t>341.6833</w:t>
      </w:r>
      <w:r>
        <w:tab/>
        <w:t>1.013e0</w:t>
      </w:r>
    </w:p>
    <w:p w:rsidR="00B65DC9" w:rsidRDefault="00B65DC9" w:rsidP="00B65DC9">
      <w:r>
        <w:t>341.6969</w:t>
      </w:r>
      <w:r>
        <w:tab/>
        <w:t>2.025e0</w:t>
      </w:r>
    </w:p>
    <w:p w:rsidR="00B65DC9" w:rsidRDefault="00B65DC9" w:rsidP="00B65DC9">
      <w:r>
        <w:t>341.7530</w:t>
      </w:r>
      <w:r>
        <w:tab/>
        <w:t>1.266e-2</w:t>
      </w:r>
    </w:p>
    <w:p w:rsidR="00B65DC9" w:rsidRDefault="00B65DC9" w:rsidP="00B65DC9">
      <w:r>
        <w:t>341.7855</w:t>
      </w:r>
      <w:r>
        <w:tab/>
        <w:t>1.013e0</w:t>
      </w:r>
    </w:p>
    <w:p w:rsidR="00B65DC9" w:rsidRDefault="00B65DC9" w:rsidP="00B65DC9">
      <w:r>
        <w:t>341.8304</w:t>
      </w:r>
      <w:r>
        <w:tab/>
        <w:t>1.266e-2</w:t>
      </w:r>
    </w:p>
    <w:p w:rsidR="00B65DC9" w:rsidRDefault="00B65DC9" w:rsidP="00B65DC9">
      <w:r>
        <w:t>341.8647</w:t>
      </w:r>
      <w:r>
        <w:tab/>
        <w:t>1.013e0</w:t>
      </w:r>
    </w:p>
    <w:p w:rsidR="00B65DC9" w:rsidRDefault="00B65DC9" w:rsidP="00B65DC9">
      <w:r>
        <w:t>341.9199</w:t>
      </w:r>
      <w:r>
        <w:tab/>
        <w:t>2.532e-2</w:t>
      </w:r>
    </w:p>
    <w:p w:rsidR="00B65DC9" w:rsidRDefault="00B65DC9" w:rsidP="00B65DC9">
      <w:r>
        <w:t>341.9316</w:t>
      </w:r>
      <w:r>
        <w:tab/>
        <w:t>3.038e0</w:t>
      </w:r>
    </w:p>
    <w:p w:rsidR="00B65DC9" w:rsidRDefault="00B65DC9" w:rsidP="00B65DC9">
      <w:r>
        <w:t>341.9326</w:t>
      </w:r>
      <w:r>
        <w:tab/>
        <w:t>1.013e0</w:t>
      </w:r>
    </w:p>
    <w:p w:rsidR="00B65DC9" w:rsidRDefault="00B65DC9" w:rsidP="00B65DC9">
      <w:r>
        <w:t>341.9464</w:t>
      </w:r>
      <w:r>
        <w:tab/>
        <w:t>2.025e0</w:t>
      </w:r>
    </w:p>
    <w:p w:rsidR="00B65DC9" w:rsidRDefault="00B65DC9" w:rsidP="00B65DC9">
      <w:r>
        <w:t>341.9852</w:t>
      </w:r>
      <w:r>
        <w:tab/>
        <w:t>2.025e0</w:t>
      </w:r>
    </w:p>
    <w:p w:rsidR="00B65DC9" w:rsidRDefault="00B65DC9" w:rsidP="00B65DC9">
      <w:r>
        <w:t>342.0181</w:t>
      </w:r>
      <w:r>
        <w:tab/>
        <w:t>1.013e0</w:t>
      </w:r>
    </w:p>
    <w:p w:rsidR="00B65DC9" w:rsidRDefault="00B65DC9" w:rsidP="00B65DC9">
      <w:r>
        <w:t>342.0271</w:t>
      </w:r>
      <w:r>
        <w:tab/>
        <w:t>1.013e0</w:t>
      </w:r>
    </w:p>
    <w:p w:rsidR="00B65DC9" w:rsidRDefault="00B65DC9" w:rsidP="00B65DC9">
      <w:r>
        <w:t>342.0325</w:t>
      </w:r>
      <w:r>
        <w:tab/>
        <w:t>2.025e0</w:t>
      </w:r>
    </w:p>
    <w:p w:rsidR="00B65DC9" w:rsidRDefault="00B65DC9" w:rsidP="00B65DC9">
      <w:r>
        <w:t>342.0802</w:t>
      </w:r>
      <w:r>
        <w:tab/>
        <w:t>1.266e-2</w:t>
      </w:r>
    </w:p>
    <w:p w:rsidR="00B65DC9" w:rsidRDefault="00B65DC9" w:rsidP="00B65DC9">
      <w:r>
        <w:t>342.0894</w:t>
      </w:r>
      <w:r>
        <w:tab/>
        <w:t>3.038e0</w:t>
      </w:r>
    </w:p>
    <w:p w:rsidR="00B65DC9" w:rsidRDefault="00B65DC9" w:rsidP="00B65DC9">
      <w:r>
        <w:lastRenderedPageBreak/>
        <w:t>342.1793</w:t>
      </w:r>
      <w:r>
        <w:tab/>
        <w:t>4.051e0</w:t>
      </w:r>
    </w:p>
    <w:p w:rsidR="00B65DC9" w:rsidRDefault="00B65DC9" w:rsidP="00B65DC9">
      <w:r>
        <w:t>342.1814</w:t>
      </w:r>
      <w:r>
        <w:tab/>
        <w:t>1.228e1</w:t>
      </w:r>
    </w:p>
    <w:p w:rsidR="00B65DC9" w:rsidRDefault="00B65DC9" w:rsidP="00B65DC9">
      <w:r>
        <w:t>342.1845</w:t>
      </w:r>
      <w:r>
        <w:tab/>
        <w:t>1.162e1</w:t>
      </w:r>
    </w:p>
    <w:p w:rsidR="00B65DC9" w:rsidRDefault="00B65DC9" w:rsidP="00B65DC9">
      <w:r>
        <w:t>342.2031</w:t>
      </w:r>
      <w:r>
        <w:tab/>
        <w:t>1.343e1</w:t>
      </w:r>
    </w:p>
    <w:p w:rsidR="00B65DC9" w:rsidRDefault="00B65DC9" w:rsidP="00B65DC9">
      <w:r>
        <w:t>342.2402</w:t>
      </w:r>
      <w:r>
        <w:tab/>
        <w:t>2.025e0</w:t>
      </w:r>
    </w:p>
    <w:p w:rsidR="00B65DC9" w:rsidRDefault="00B65DC9" w:rsidP="00B65DC9">
      <w:r>
        <w:t>342.2575</w:t>
      </w:r>
      <w:r>
        <w:tab/>
        <w:t>1.013e0</w:t>
      </w:r>
    </w:p>
    <w:p w:rsidR="00B65DC9" w:rsidRDefault="00B65DC9" w:rsidP="00B65DC9">
      <w:r>
        <w:t>342.2802</w:t>
      </w:r>
      <w:r>
        <w:tab/>
        <w:t>2.025e0</w:t>
      </w:r>
    </w:p>
    <w:p w:rsidR="00B65DC9" w:rsidRDefault="00B65DC9" w:rsidP="00B65DC9">
      <w:r>
        <w:t>342.3222</w:t>
      </w:r>
      <w:r>
        <w:tab/>
        <w:t>1.013e0</w:t>
      </w:r>
    </w:p>
    <w:p w:rsidR="00B65DC9" w:rsidRDefault="00B65DC9" w:rsidP="00B65DC9">
      <w:r>
        <w:t>342.3454</w:t>
      </w:r>
      <w:r>
        <w:tab/>
        <w:t>4.051e0</w:t>
      </w:r>
    </w:p>
    <w:p w:rsidR="00B65DC9" w:rsidRDefault="00B65DC9" w:rsidP="00B65DC9">
      <w:r>
        <w:t>342.4743</w:t>
      </w:r>
      <w:r>
        <w:tab/>
        <w:t>1.013e0</w:t>
      </w:r>
    </w:p>
    <w:p w:rsidR="00B65DC9" w:rsidRDefault="00B65DC9" w:rsidP="00B65DC9">
      <w:r>
        <w:t>342.4944</w:t>
      </w:r>
      <w:r>
        <w:tab/>
        <w:t>1.266e-2</w:t>
      </w:r>
    </w:p>
    <w:p w:rsidR="00B65DC9" w:rsidRDefault="00B65DC9" w:rsidP="00B65DC9">
      <w:r>
        <w:t>342.5033</w:t>
      </w:r>
      <w:r>
        <w:tab/>
        <w:t>1.013e0</w:t>
      </w:r>
    </w:p>
    <w:p w:rsidR="00B65DC9" w:rsidRDefault="00B65DC9" w:rsidP="00B65DC9">
      <w:r>
        <w:t>342.5770</w:t>
      </w:r>
      <w:r>
        <w:tab/>
        <w:t>1.013e0</w:t>
      </w:r>
    </w:p>
    <w:p w:rsidR="00B65DC9" w:rsidRDefault="00B65DC9" w:rsidP="00B65DC9">
      <w:r>
        <w:t>342.5832</w:t>
      </w:r>
      <w:r>
        <w:tab/>
        <w:t>1.013e0</w:t>
      </w:r>
    </w:p>
    <w:p w:rsidR="00B65DC9" w:rsidRDefault="00B65DC9" w:rsidP="00B65DC9">
      <w:r>
        <w:t>342.5890</w:t>
      </w:r>
      <w:r>
        <w:tab/>
        <w:t>1.013e0</w:t>
      </w:r>
    </w:p>
    <w:p w:rsidR="00B65DC9" w:rsidRDefault="00B65DC9" w:rsidP="00B65DC9">
      <w:r>
        <w:t>342.6666</w:t>
      </w:r>
      <w:r>
        <w:tab/>
        <w:t>1.013e0</w:t>
      </w:r>
    </w:p>
    <w:p w:rsidR="00B65DC9" w:rsidRDefault="00B65DC9" w:rsidP="00B65DC9">
      <w:r>
        <w:t>342.7021</w:t>
      </w:r>
      <w:r>
        <w:tab/>
        <w:t>2.025e0</w:t>
      </w:r>
    </w:p>
    <w:p w:rsidR="00B65DC9" w:rsidRDefault="00B65DC9" w:rsidP="00B65DC9">
      <w:r>
        <w:t>342.7120</w:t>
      </w:r>
      <w:r>
        <w:tab/>
        <w:t>1.266e-2</w:t>
      </w:r>
    </w:p>
    <w:p w:rsidR="00B65DC9" w:rsidRDefault="00B65DC9" w:rsidP="00B65DC9">
      <w:r>
        <w:t>342.7190</w:t>
      </w:r>
      <w:r>
        <w:tab/>
        <w:t>1.025e0</w:t>
      </w:r>
    </w:p>
    <w:p w:rsidR="00B65DC9" w:rsidRDefault="00B65DC9" w:rsidP="00B65DC9">
      <w:r>
        <w:lastRenderedPageBreak/>
        <w:t>342.7383</w:t>
      </w:r>
      <w:r>
        <w:tab/>
        <w:t>2.025e0</w:t>
      </w:r>
    </w:p>
    <w:p w:rsidR="00B65DC9" w:rsidRDefault="00B65DC9" w:rsidP="00B65DC9">
      <w:r>
        <w:t>342.7650</w:t>
      </w:r>
      <w:r>
        <w:tab/>
        <w:t>1.266e-2</w:t>
      </w:r>
    </w:p>
    <w:p w:rsidR="00B65DC9" w:rsidRDefault="00B65DC9" w:rsidP="00B65DC9">
      <w:r>
        <w:t>342.8045</w:t>
      </w:r>
      <w:r>
        <w:tab/>
        <w:t>1.013e0</w:t>
      </w:r>
    </w:p>
    <w:p w:rsidR="00B65DC9" w:rsidRDefault="00B65DC9" w:rsidP="00B65DC9">
      <w:r>
        <w:t>342.8291</w:t>
      </w:r>
      <w:r>
        <w:tab/>
        <w:t>1.266e-2</w:t>
      </w:r>
    </w:p>
    <w:p w:rsidR="00B65DC9" w:rsidRDefault="00B65DC9" w:rsidP="00B65DC9">
      <w:r>
        <w:t>342.8476</w:t>
      </w:r>
      <w:r>
        <w:tab/>
        <w:t>1.266e-2</w:t>
      </w:r>
    </w:p>
    <w:p w:rsidR="00B65DC9" w:rsidRDefault="00B65DC9" w:rsidP="00B65DC9">
      <w:r>
        <w:t>342.8537</w:t>
      </w:r>
      <w:r>
        <w:tab/>
        <w:t>1.013e0</w:t>
      </w:r>
    </w:p>
    <w:p w:rsidR="00B65DC9" w:rsidRDefault="00B65DC9" w:rsidP="00B65DC9">
      <w:r>
        <w:t>342.8926</w:t>
      </w:r>
      <w:r>
        <w:tab/>
        <w:t>1.013e0</w:t>
      </w:r>
    </w:p>
    <w:p w:rsidR="00B65DC9" w:rsidRDefault="00B65DC9" w:rsidP="00B65DC9">
      <w:r>
        <w:t>342.9620</w:t>
      </w:r>
      <w:r>
        <w:tab/>
        <w:t>2.532e-2</w:t>
      </w:r>
    </w:p>
    <w:p w:rsidR="00B65DC9" w:rsidRDefault="00B65DC9" w:rsidP="00B65DC9">
      <w:r>
        <w:t>342.9659</w:t>
      </w:r>
      <w:r>
        <w:tab/>
        <w:t>1.013e0</w:t>
      </w:r>
    </w:p>
    <w:p w:rsidR="00B65DC9" w:rsidRDefault="00B65DC9" w:rsidP="00B65DC9">
      <w:r>
        <w:t>342.9869</w:t>
      </w:r>
      <w:r>
        <w:tab/>
        <w:t>1.013e0</w:t>
      </w:r>
    </w:p>
    <w:p w:rsidR="00B65DC9" w:rsidRDefault="00B65DC9" w:rsidP="00B65DC9">
      <w:r>
        <w:t>342.9906</w:t>
      </w:r>
      <w:r>
        <w:tab/>
        <w:t>1.266e-2</w:t>
      </w:r>
    </w:p>
    <w:p w:rsidR="00B65DC9" w:rsidRDefault="00B65DC9" w:rsidP="00B65DC9">
      <w:r>
        <w:t>343.0073</w:t>
      </w:r>
      <w:r>
        <w:tab/>
        <w:t>1.266e-2</w:t>
      </w:r>
    </w:p>
    <w:p w:rsidR="00B65DC9" w:rsidRDefault="00B65DC9" w:rsidP="00B65DC9">
      <w:r>
        <w:t>343.0198</w:t>
      </w:r>
      <w:r>
        <w:tab/>
        <w:t>1.013e0</w:t>
      </w:r>
    </w:p>
    <w:p w:rsidR="00B65DC9" w:rsidRDefault="00B65DC9" w:rsidP="00B65DC9">
      <w:r>
        <w:t>343.0362</w:t>
      </w:r>
      <w:r>
        <w:tab/>
        <w:t>1.013e0</w:t>
      </w:r>
    </w:p>
    <w:p w:rsidR="00B65DC9" w:rsidRDefault="00B65DC9" w:rsidP="00B65DC9">
      <w:r>
        <w:t>343.0481</w:t>
      </w:r>
      <w:r>
        <w:tab/>
        <w:t>2.025e0</w:t>
      </w:r>
    </w:p>
    <w:p w:rsidR="00B65DC9" w:rsidRDefault="00B65DC9" w:rsidP="00B65DC9">
      <w:r>
        <w:t>343.0692</w:t>
      </w:r>
      <w:r>
        <w:tab/>
        <w:t>1.038e0</w:t>
      </w:r>
    </w:p>
    <w:p w:rsidR="00B65DC9" w:rsidRDefault="00B65DC9" w:rsidP="00B65DC9">
      <w:r>
        <w:t>343.0890</w:t>
      </w:r>
      <w:r>
        <w:tab/>
        <w:t>1.013e0</w:t>
      </w:r>
    </w:p>
    <w:p w:rsidR="00B65DC9" w:rsidRDefault="00B65DC9" w:rsidP="00B65DC9">
      <w:r>
        <w:t>343.1057</w:t>
      </w:r>
      <w:r>
        <w:tab/>
        <w:t>1.013e0</w:t>
      </w:r>
    </w:p>
    <w:p w:rsidR="00B65DC9" w:rsidRDefault="00B65DC9" w:rsidP="00B65DC9">
      <w:r>
        <w:t>343.1305</w:t>
      </w:r>
      <w:r>
        <w:tab/>
        <w:t>1.983e0</w:t>
      </w:r>
    </w:p>
    <w:p w:rsidR="00B65DC9" w:rsidRDefault="00B65DC9" w:rsidP="00B65DC9">
      <w:r>
        <w:lastRenderedPageBreak/>
        <w:t>343.1689</w:t>
      </w:r>
      <w:r>
        <w:tab/>
        <w:t>2.025e0</w:t>
      </w:r>
    </w:p>
    <w:p w:rsidR="00B65DC9" w:rsidRDefault="00B65DC9" w:rsidP="00B65DC9">
      <w:r>
        <w:t>343.1846</w:t>
      </w:r>
      <w:r>
        <w:tab/>
        <w:t>5.063e0</w:t>
      </w:r>
    </w:p>
    <w:p w:rsidR="00B65DC9" w:rsidRDefault="00B65DC9" w:rsidP="00B65DC9">
      <w:r>
        <w:t>343.1978</w:t>
      </w:r>
      <w:r>
        <w:tab/>
        <w:t>6.329e-2</w:t>
      </w:r>
    </w:p>
    <w:p w:rsidR="00B65DC9" w:rsidRDefault="00B65DC9" w:rsidP="00B65DC9">
      <w:r>
        <w:t>343.2080</w:t>
      </w:r>
      <w:r>
        <w:tab/>
        <w:t>1.013e0</w:t>
      </w:r>
    </w:p>
    <w:p w:rsidR="00B65DC9" w:rsidRDefault="00B65DC9" w:rsidP="00B65DC9">
      <w:r>
        <w:t>343.2188</w:t>
      </w:r>
      <w:r>
        <w:tab/>
        <w:t>2.025e0</w:t>
      </w:r>
    </w:p>
    <w:p w:rsidR="00B65DC9" w:rsidRDefault="00B65DC9" w:rsidP="00B65DC9">
      <w:r>
        <w:t>343.2818</w:t>
      </w:r>
      <w:r>
        <w:tab/>
        <w:t>1.025e0</w:t>
      </w:r>
    </w:p>
    <w:p w:rsidR="00B65DC9" w:rsidRDefault="00B65DC9" w:rsidP="00B65DC9">
      <w:r>
        <w:t>343.3235</w:t>
      </w:r>
      <w:r>
        <w:tab/>
        <w:t>3.586e0</w:t>
      </w:r>
    </w:p>
    <w:p w:rsidR="00B65DC9" w:rsidRDefault="00B65DC9" w:rsidP="00B65DC9">
      <w:r>
        <w:t>343.3272</w:t>
      </w:r>
      <w:r>
        <w:tab/>
        <w:t>1.013e0</w:t>
      </w:r>
    </w:p>
    <w:p w:rsidR="00B65DC9" w:rsidRDefault="00B65DC9" w:rsidP="00B65DC9">
      <w:r>
        <w:t>343.3843</w:t>
      </w:r>
      <w:r>
        <w:tab/>
        <w:t>1.013e0</w:t>
      </w:r>
    </w:p>
    <w:p w:rsidR="00B65DC9" w:rsidRDefault="00B65DC9" w:rsidP="00B65DC9">
      <w:r>
        <w:t>343.4089</w:t>
      </w:r>
      <w:r>
        <w:tab/>
        <w:t>1.013e0</w:t>
      </w:r>
    </w:p>
    <w:p w:rsidR="00B65DC9" w:rsidRDefault="00B65DC9" w:rsidP="00B65DC9">
      <w:r>
        <w:t>343.4541</w:t>
      </w:r>
      <w:r>
        <w:tab/>
        <w:t>1.013e0</w:t>
      </w:r>
    </w:p>
    <w:p w:rsidR="00B65DC9" w:rsidRDefault="00B65DC9" w:rsidP="00B65DC9">
      <w:r>
        <w:t>343.4560</w:t>
      </w:r>
      <w:r>
        <w:tab/>
        <w:t>2.025e0</w:t>
      </w:r>
    </w:p>
    <w:p w:rsidR="00B65DC9" w:rsidRDefault="00B65DC9" w:rsidP="00B65DC9">
      <w:r>
        <w:t>343.4940</w:t>
      </w:r>
      <w:r>
        <w:tab/>
        <w:t>1.013e0</w:t>
      </w:r>
    </w:p>
    <w:p w:rsidR="00B65DC9" w:rsidRDefault="00B65DC9" w:rsidP="00B65DC9">
      <w:r>
        <w:t>343.5123</w:t>
      </w:r>
      <w:r>
        <w:tab/>
        <w:t>3.038e0</w:t>
      </w:r>
    </w:p>
    <w:p w:rsidR="00B65DC9" w:rsidRDefault="00B65DC9" w:rsidP="00B65DC9">
      <w:r>
        <w:t>343.5848</w:t>
      </w:r>
      <w:r>
        <w:tab/>
        <w:t>2.025e0</w:t>
      </w:r>
    </w:p>
    <w:p w:rsidR="00B65DC9" w:rsidRDefault="00B65DC9" w:rsidP="00B65DC9">
      <w:r>
        <w:t>343.5979</w:t>
      </w:r>
      <w:r>
        <w:tab/>
        <w:t>1.013e0</w:t>
      </w:r>
    </w:p>
    <w:p w:rsidR="00B65DC9" w:rsidRDefault="00B65DC9" w:rsidP="00B65DC9">
      <w:r>
        <w:t>343.6309</w:t>
      </w:r>
      <w:r>
        <w:tab/>
        <w:t>1.013e0</w:t>
      </w:r>
    </w:p>
    <w:p w:rsidR="00B65DC9" w:rsidRDefault="00B65DC9" w:rsidP="00B65DC9">
      <w:r>
        <w:t>343.7405</w:t>
      </w:r>
      <w:r>
        <w:tab/>
        <w:t>1.266e-2</w:t>
      </w:r>
    </w:p>
    <w:p w:rsidR="00B65DC9" w:rsidRDefault="00B65DC9" w:rsidP="00B65DC9">
      <w:r>
        <w:t>343.7988</w:t>
      </w:r>
      <w:r>
        <w:tab/>
        <w:t>1.266e-2</w:t>
      </w:r>
    </w:p>
    <w:p w:rsidR="00B65DC9" w:rsidRDefault="00B65DC9" w:rsidP="00B65DC9">
      <w:r>
        <w:lastRenderedPageBreak/>
        <w:t>343.8145</w:t>
      </w:r>
      <w:r>
        <w:tab/>
        <w:t>1.013e0</w:t>
      </w:r>
    </w:p>
    <w:p w:rsidR="00B65DC9" w:rsidRDefault="00B65DC9" w:rsidP="00B65DC9">
      <w:r>
        <w:t>343.8239</w:t>
      </w:r>
      <w:r>
        <w:tab/>
        <w:t>1.013e0</w:t>
      </w:r>
    </w:p>
    <w:p w:rsidR="00B65DC9" w:rsidRDefault="00B65DC9" w:rsidP="00B65DC9">
      <w:r>
        <w:t>343.8731</w:t>
      </w:r>
      <w:r>
        <w:tab/>
        <w:t>1.013e0</w:t>
      </w:r>
    </w:p>
    <w:p w:rsidR="00B65DC9" w:rsidRDefault="00B65DC9" w:rsidP="00B65DC9">
      <w:r>
        <w:t>343.9171</w:t>
      </w:r>
      <w:r>
        <w:tab/>
        <w:t>4.051e0</w:t>
      </w:r>
    </w:p>
    <w:p w:rsidR="00B65DC9" w:rsidRDefault="00B65DC9" w:rsidP="00B65DC9">
      <w:r>
        <w:t>343.9418</w:t>
      </w:r>
      <w:r>
        <w:tab/>
        <w:t>2.025e0</w:t>
      </w:r>
    </w:p>
    <w:p w:rsidR="00B65DC9" w:rsidRDefault="00B65DC9" w:rsidP="00B65DC9">
      <w:r>
        <w:t>343.9459</w:t>
      </w:r>
      <w:r>
        <w:tab/>
        <w:t>4.051e0</w:t>
      </w:r>
    </w:p>
    <w:p w:rsidR="00B65DC9" w:rsidRDefault="00B65DC9" w:rsidP="00B65DC9">
      <w:r>
        <w:t>343.9521</w:t>
      </w:r>
      <w:r>
        <w:tab/>
        <w:t>2.025e0</w:t>
      </w:r>
    </w:p>
    <w:p w:rsidR="00B65DC9" w:rsidRDefault="00B65DC9" w:rsidP="00B65DC9">
      <w:r>
        <w:t>343.9749</w:t>
      </w:r>
      <w:r>
        <w:tab/>
        <w:t>1.013e0</w:t>
      </w:r>
    </w:p>
    <w:p w:rsidR="00B65DC9" w:rsidRDefault="00B65DC9" w:rsidP="00B65DC9">
      <w:r>
        <w:t>344.0012</w:t>
      </w:r>
      <w:r>
        <w:tab/>
        <w:t>3.038e0</w:t>
      </w:r>
    </w:p>
    <w:p w:rsidR="00B65DC9" w:rsidRDefault="00B65DC9" w:rsidP="00B65DC9">
      <w:r>
        <w:t>344.0124</w:t>
      </w:r>
      <w:r>
        <w:tab/>
        <w:t>3.038e0</w:t>
      </w:r>
    </w:p>
    <w:p w:rsidR="00B65DC9" w:rsidRDefault="00B65DC9" w:rsidP="00B65DC9">
      <w:r>
        <w:t>344.0465</w:t>
      </w:r>
      <w:r>
        <w:tab/>
        <w:t>3.038e0</w:t>
      </w:r>
    </w:p>
    <w:p w:rsidR="00B65DC9" w:rsidRDefault="00B65DC9" w:rsidP="00B65DC9">
      <w:r>
        <w:t>344.0518</w:t>
      </w:r>
      <w:r>
        <w:tab/>
        <w:t>2.532e-2</w:t>
      </w:r>
    </w:p>
    <w:p w:rsidR="00B65DC9" w:rsidRDefault="00B65DC9" w:rsidP="00B65DC9">
      <w:r>
        <w:t>344.1234</w:t>
      </w:r>
      <w:r>
        <w:tab/>
        <w:t>1.013e0</w:t>
      </w:r>
    </w:p>
    <w:p w:rsidR="00B65DC9" w:rsidRDefault="00B65DC9" w:rsidP="00B65DC9">
      <w:r>
        <w:t>344.1435</w:t>
      </w:r>
      <w:r>
        <w:tab/>
        <w:t>1.013e0</w:t>
      </w:r>
    </w:p>
    <w:p w:rsidR="00B65DC9" w:rsidRDefault="00B65DC9" w:rsidP="00B65DC9">
      <w:r>
        <w:t>344.1712</w:t>
      </w:r>
      <w:r>
        <w:tab/>
        <w:t>4.051e0</w:t>
      </w:r>
    </w:p>
    <w:p w:rsidR="00B65DC9" w:rsidRDefault="00B65DC9" w:rsidP="00B65DC9">
      <w:r>
        <w:t>344.1868</w:t>
      </w:r>
      <w:r>
        <w:tab/>
        <w:t>2.025e0</w:t>
      </w:r>
    </w:p>
    <w:p w:rsidR="00B65DC9" w:rsidRDefault="00B65DC9" w:rsidP="00B65DC9">
      <w:r>
        <w:t>344.1971</w:t>
      </w:r>
      <w:r>
        <w:tab/>
        <w:t>1.013e0</w:t>
      </w:r>
    </w:p>
    <w:p w:rsidR="00B65DC9" w:rsidRDefault="00B65DC9" w:rsidP="00B65DC9">
      <w:r>
        <w:t>344.2193</w:t>
      </w:r>
      <w:r>
        <w:tab/>
        <w:t>6.329e-2</w:t>
      </w:r>
    </w:p>
    <w:p w:rsidR="00B65DC9" w:rsidRDefault="00B65DC9" w:rsidP="00B65DC9">
      <w:r>
        <w:t>344.2233</w:t>
      </w:r>
      <w:r>
        <w:tab/>
        <w:t>2.025e0</w:t>
      </w:r>
    </w:p>
    <w:p w:rsidR="00B65DC9" w:rsidRDefault="00B65DC9" w:rsidP="00B65DC9">
      <w:r>
        <w:lastRenderedPageBreak/>
        <w:t>344.2407</w:t>
      </w:r>
      <w:r>
        <w:tab/>
        <w:t>3.798e-2</w:t>
      </w:r>
    </w:p>
    <w:p w:rsidR="00B65DC9" w:rsidRDefault="00B65DC9" w:rsidP="00B65DC9">
      <w:r>
        <w:t>344.2997</w:t>
      </w:r>
      <w:r>
        <w:tab/>
        <w:t>2.051e0</w:t>
      </w:r>
    </w:p>
    <w:p w:rsidR="00B65DC9" w:rsidRDefault="00B65DC9" w:rsidP="00B65DC9">
      <w:r>
        <w:t>344.3101</w:t>
      </w:r>
      <w:r>
        <w:tab/>
        <w:t>4.051e0</w:t>
      </w:r>
    </w:p>
    <w:p w:rsidR="00B65DC9" w:rsidRDefault="00B65DC9" w:rsidP="00B65DC9">
      <w:r>
        <w:t>344.3384</w:t>
      </w:r>
      <w:r>
        <w:tab/>
        <w:t>2.025e0</w:t>
      </w:r>
    </w:p>
    <w:p w:rsidR="00B65DC9" w:rsidRDefault="00B65DC9" w:rsidP="00B65DC9">
      <w:r>
        <w:t>344.3897</w:t>
      </w:r>
      <w:r>
        <w:tab/>
        <w:t>1.013e0</w:t>
      </w:r>
    </w:p>
    <w:p w:rsidR="00B65DC9" w:rsidRDefault="00B65DC9" w:rsidP="00B65DC9">
      <w:r>
        <w:t>344.4013</w:t>
      </w:r>
      <w:r>
        <w:tab/>
        <w:t>1.013e0</w:t>
      </w:r>
    </w:p>
    <w:p w:rsidR="00B65DC9" w:rsidRDefault="00B65DC9" w:rsidP="00B65DC9">
      <w:r>
        <w:t>344.4557</w:t>
      </w:r>
      <w:r>
        <w:tab/>
        <w:t>1.013e0</w:t>
      </w:r>
    </w:p>
    <w:p w:rsidR="00B65DC9" w:rsidRDefault="00B65DC9" w:rsidP="00B65DC9">
      <w:r>
        <w:t>344.4749</w:t>
      </w:r>
      <w:r>
        <w:tab/>
        <w:t>2.025e0</w:t>
      </w:r>
    </w:p>
    <w:p w:rsidR="00B65DC9" w:rsidRDefault="00B65DC9" w:rsidP="00B65DC9">
      <w:r>
        <w:t>344.5186</w:t>
      </w:r>
      <w:r>
        <w:tab/>
        <w:t>1.266e-2</w:t>
      </w:r>
    </w:p>
    <w:p w:rsidR="00B65DC9" w:rsidRDefault="00B65DC9" w:rsidP="00B65DC9">
      <w:r>
        <w:t>344.5295</w:t>
      </w:r>
      <w:r>
        <w:tab/>
        <w:t>1.266e-2</w:t>
      </w:r>
    </w:p>
    <w:p w:rsidR="00B65DC9" w:rsidRDefault="00B65DC9" w:rsidP="00B65DC9">
      <w:r>
        <w:t>344.5867</w:t>
      </w:r>
      <w:r>
        <w:tab/>
        <w:t>1.266e-2</w:t>
      </w:r>
    </w:p>
    <w:p w:rsidR="00B65DC9" w:rsidRDefault="00B65DC9" w:rsidP="00B65DC9">
      <w:r>
        <w:t>344.6567</w:t>
      </w:r>
      <w:r>
        <w:tab/>
        <w:t>1.013e0</w:t>
      </w:r>
    </w:p>
    <w:p w:rsidR="00B65DC9" w:rsidRDefault="00B65DC9" w:rsidP="00B65DC9">
      <w:r>
        <w:t>344.7242</w:t>
      </w:r>
      <w:r>
        <w:tab/>
        <w:t>2.025e0</w:t>
      </w:r>
    </w:p>
    <w:p w:rsidR="00B65DC9" w:rsidRDefault="00B65DC9" w:rsidP="00B65DC9">
      <w:r>
        <w:t>344.7311</w:t>
      </w:r>
      <w:r>
        <w:tab/>
        <w:t>1.013e0</w:t>
      </w:r>
    </w:p>
    <w:p w:rsidR="00B65DC9" w:rsidRDefault="00B65DC9" w:rsidP="00B65DC9">
      <w:r>
        <w:t>344.7592</w:t>
      </w:r>
      <w:r>
        <w:tab/>
        <w:t>1.013e0</w:t>
      </w:r>
    </w:p>
    <w:p w:rsidR="00B65DC9" w:rsidRDefault="00B65DC9" w:rsidP="00B65DC9">
      <w:r>
        <w:t>344.7901</w:t>
      </w:r>
      <w:r>
        <w:tab/>
        <w:t>1.013e0</w:t>
      </w:r>
    </w:p>
    <w:p w:rsidR="00B65DC9" w:rsidRDefault="00B65DC9" w:rsidP="00B65DC9">
      <w:r>
        <w:t>344.8334</w:t>
      </w:r>
      <w:r>
        <w:tab/>
        <w:t>1.013e0</w:t>
      </w:r>
    </w:p>
    <w:p w:rsidR="00B65DC9" w:rsidRDefault="00B65DC9" w:rsidP="00B65DC9">
      <w:r>
        <w:t>344.8586</w:t>
      </w:r>
      <w:r>
        <w:tab/>
        <w:t>1.266e-2</w:t>
      </w:r>
    </w:p>
    <w:p w:rsidR="00B65DC9" w:rsidRDefault="00B65DC9" w:rsidP="00B65DC9">
      <w:r>
        <w:t>344.8705</w:t>
      </w:r>
      <w:r>
        <w:tab/>
        <w:t>1.013e0</w:t>
      </w:r>
    </w:p>
    <w:p w:rsidR="00B65DC9" w:rsidRDefault="00B65DC9" w:rsidP="00B65DC9">
      <w:r>
        <w:lastRenderedPageBreak/>
        <w:t>344.8873</w:t>
      </w:r>
      <w:r>
        <w:tab/>
        <w:t>2.051e0</w:t>
      </w:r>
    </w:p>
    <w:p w:rsidR="00B65DC9" w:rsidRDefault="00B65DC9" w:rsidP="00B65DC9">
      <w:r>
        <w:t>344.9271</w:t>
      </w:r>
      <w:r>
        <w:tab/>
        <w:t>4.500e0</w:t>
      </w:r>
    </w:p>
    <w:p w:rsidR="00B65DC9" w:rsidRDefault="00B65DC9" w:rsidP="00B65DC9">
      <w:r>
        <w:t>344.9422</w:t>
      </w:r>
      <w:r>
        <w:tab/>
        <w:t>3.038e0</w:t>
      </w:r>
    </w:p>
    <w:p w:rsidR="00B65DC9" w:rsidRDefault="00B65DC9" w:rsidP="00B65DC9">
      <w:r>
        <w:t>344.9542</w:t>
      </w:r>
      <w:r>
        <w:tab/>
        <w:t>6.101e0</w:t>
      </w:r>
    </w:p>
    <w:p w:rsidR="00B65DC9" w:rsidRDefault="00B65DC9" w:rsidP="00B65DC9">
      <w:r>
        <w:t>344.9691</w:t>
      </w:r>
      <w:r>
        <w:tab/>
        <w:t>1.266e-2</w:t>
      </w:r>
    </w:p>
    <w:p w:rsidR="00B65DC9" w:rsidRDefault="00B65DC9" w:rsidP="00B65DC9">
      <w:r>
        <w:t>344.9723</w:t>
      </w:r>
      <w:r>
        <w:tab/>
        <w:t>1.025e0</w:t>
      </w:r>
    </w:p>
    <w:p w:rsidR="00B65DC9" w:rsidRDefault="00B65DC9" w:rsidP="00B65DC9">
      <w:r>
        <w:t>345.0183</w:t>
      </w:r>
      <w:r>
        <w:tab/>
        <w:t>1.266e-2</w:t>
      </w:r>
    </w:p>
    <w:p w:rsidR="00B65DC9" w:rsidRDefault="00B65DC9" w:rsidP="00B65DC9">
      <w:r>
        <w:t>345.0222</w:t>
      </w:r>
      <w:r>
        <w:tab/>
        <w:t>2.532e-2</w:t>
      </w:r>
    </w:p>
    <w:p w:rsidR="00B65DC9" w:rsidRDefault="00B65DC9" w:rsidP="00B65DC9">
      <w:r>
        <w:t>345.0429</w:t>
      </w:r>
      <w:r>
        <w:tab/>
        <w:t>1.013e0</w:t>
      </w:r>
    </w:p>
    <w:p w:rsidR="00B65DC9" w:rsidRDefault="00B65DC9" w:rsidP="00B65DC9">
      <w:r>
        <w:t>345.0561</w:t>
      </w:r>
      <w:r>
        <w:tab/>
        <w:t>1.013e0</w:t>
      </w:r>
    </w:p>
    <w:p w:rsidR="00B65DC9" w:rsidRDefault="00B65DC9" w:rsidP="00B65DC9">
      <w:r>
        <w:t>345.0808</w:t>
      </w:r>
      <w:r>
        <w:tab/>
        <w:t>1.025e0</w:t>
      </w:r>
    </w:p>
    <w:p w:rsidR="00B65DC9" w:rsidRDefault="00B65DC9" w:rsidP="00B65DC9">
      <w:r>
        <w:t>345.1000</w:t>
      </w:r>
      <w:r>
        <w:tab/>
        <w:t>2.025e0</w:t>
      </w:r>
    </w:p>
    <w:p w:rsidR="00B65DC9" w:rsidRDefault="00B65DC9" w:rsidP="00B65DC9">
      <w:r>
        <w:t>345.1117</w:t>
      </w:r>
      <w:r>
        <w:tab/>
        <w:t>2.025e0</w:t>
      </w:r>
    </w:p>
    <w:p w:rsidR="00B65DC9" w:rsidRDefault="00B65DC9" w:rsidP="00B65DC9">
      <w:r>
        <w:t>345.1383</w:t>
      </w:r>
      <w:r>
        <w:tab/>
        <w:t>2.025e0</w:t>
      </w:r>
    </w:p>
    <w:p w:rsidR="00B65DC9" w:rsidRDefault="00B65DC9" w:rsidP="00B65DC9">
      <w:r>
        <w:t>345.1398</w:t>
      </w:r>
      <w:r>
        <w:tab/>
        <w:t>4.051e0</w:t>
      </w:r>
    </w:p>
    <w:p w:rsidR="00B65DC9" w:rsidRDefault="00B65DC9" w:rsidP="00B65DC9">
      <w:r>
        <w:t>345.1528</w:t>
      </w:r>
      <w:r>
        <w:tab/>
        <w:t>2.025e0</w:t>
      </w:r>
    </w:p>
    <w:p w:rsidR="00B65DC9" w:rsidRDefault="00B65DC9" w:rsidP="00B65DC9">
      <w:r>
        <w:t>345.1798</w:t>
      </w:r>
      <w:r>
        <w:tab/>
        <w:t>1.013e0</w:t>
      </w:r>
    </w:p>
    <w:p w:rsidR="00B65DC9" w:rsidRDefault="00B65DC9" w:rsidP="00B65DC9">
      <w:r>
        <w:t>345.1946</w:t>
      </w:r>
      <w:r>
        <w:tab/>
        <w:t>2.025e0</w:t>
      </w:r>
    </w:p>
    <w:p w:rsidR="00B65DC9" w:rsidRDefault="00B65DC9" w:rsidP="00B65DC9">
      <w:r>
        <w:t>345.1957</w:t>
      </w:r>
      <w:r>
        <w:tab/>
        <w:t>1.025e0</w:t>
      </w:r>
    </w:p>
    <w:p w:rsidR="00B65DC9" w:rsidRDefault="00B65DC9" w:rsidP="00B65DC9">
      <w:r>
        <w:lastRenderedPageBreak/>
        <w:t>345.2440</w:t>
      </w:r>
      <w:r>
        <w:tab/>
        <w:t>1.013e0</w:t>
      </w:r>
    </w:p>
    <w:p w:rsidR="00B65DC9" w:rsidRDefault="00B65DC9" w:rsidP="00B65DC9">
      <w:r>
        <w:t>345.2603</w:t>
      </w:r>
      <w:r>
        <w:tab/>
        <w:t>1.025e0</w:t>
      </w:r>
    </w:p>
    <w:p w:rsidR="00B65DC9" w:rsidRDefault="00B65DC9" w:rsidP="00B65DC9">
      <w:r>
        <w:t>345.3014</w:t>
      </w:r>
      <w:r>
        <w:tab/>
        <w:t>2.025e0</w:t>
      </w:r>
    </w:p>
    <w:p w:rsidR="00B65DC9" w:rsidRDefault="00B65DC9" w:rsidP="00B65DC9">
      <w:r>
        <w:t>345.3081</w:t>
      </w:r>
      <w:r>
        <w:tab/>
        <w:t>2.025e0</w:t>
      </w:r>
    </w:p>
    <w:p w:rsidR="00B65DC9" w:rsidRDefault="00B65DC9" w:rsidP="00B65DC9">
      <w:r>
        <w:t>345.3349</w:t>
      </w:r>
      <w:r>
        <w:tab/>
        <w:t>2.051e0</w:t>
      </w:r>
    </w:p>
    <w:p w:rsidR="00B65DC9" w:rsidRDefault="00B65DC9" w:rsidP="00B65DC9">
      <w:r>
        <w:t>345.3405</w:t>
      </w:r>
      <w:r>
        <w:tab/>
        <w:t>2.025e0</w:t>
      </w:r>
    </w:p>
    <w:p w:rsidR="00B65DC9" w:rsidRDefault="00B65DC9" w:rsidP="00B65DC9">
      <w:r>
        <w:t>345.4212</w:t>
      </w:r>
      <w:r>
        <w:tab/>
        <w:t>1.013e0</w:t>
      </w:r>
    </w:p>
    <w:p w:rsidR="00B65DC9" w:rsidRDefault="00B65DC9" w:rsidP="00B65DC9">
      <w:r>
        <w:t>345.4526</w:t>
      </w:r>
      <w:r>
        <w:tab/>
        <w:t>1.013e0</w:t>
      </w:r>
    </w:p>
    <w:p w:rsidR="00B65DC9" w:rsidRDefault="00B65DC9" w:rsidP="00B65DC9">
      <w:r>
        <w:t>345.4657</w:t>
      </w:r>
      <w:r>
        <w:tab/>
        <w:t>1.013e0</w:t>
      </w:r>
    </w:p>
    <w:p w:rsidR="00B65DC9" w:rsidRDefault="00B65DC9" w:rsidP="00B65DC9">
      <w:r>
        <w:t>345.5500</w:t>
      </w:r>
      <w:r>
        <w:tab/>
        <w:t>2.025e0</w:t>
      </w:r>
    </w:p>
    <w:p w:rsidR="00B65DC9" w:rsidRDefault="00B65DC9" w:rsidP="00B65DC9">
      <w:r>
        <w:t>345.5563</w:t>
      </w:r>
      <w:r>
        <w:tab/>
        <w:t>1.266e-2</w:t>
      </w:r>
    </w:p>
    <w:p w:rsidR="00B65DC9" w:rsidRDefault="00B65DC9" w:rsidP="00B65DC9">
      <w:r>
        <w:t>345.6072</w:t>
      </w:r>
      <w:r>
        <w:tab/>
        <w:t>6.076e0</w:t>
      </w:r>
    </w:p>
    <w:p w:rsidR="00B65DC9" w:rsidRDefault="00B65DC9" w:rsidP="00B65DC9">
      <w:r>
        <w:t>345.6343</w:t>
      </w:r>
      <w:r>
        <w:tab/>
        <w:t>1.013e0</w:t>
      </w:r>
    </w:p>
    <w:p w:rsidR="00B65DC9" w:rsidRDefault="00B65DC9" w:rsidP="00B65DC9">
      <w:r>
        <w:t>345.6695</w:t>
      </w:r>
      <w:r>
        <w:tab/>
        <w:t>1.013e0</w:t>
      </w:r>
    </w:p>
    <w:p w:rsidR="00B65DC9" w:rsidRDefault="00B65DC9" w:rsidP="00B65DC9">
      <w:r>
        <w:t>345.6860</w:t>
      </w:r>
      <w:r>
        <w:tab/>
        <w:t>2.025e0</w:t>
      </w:r>
    </w:p>
    <w:p w:rsidR="00B65DC9" w:rsidRDefault="00B65DC9" w:rsidP="00B65DC9">
      <w:r>
        <w:t>345.7000</w:t>
      </w:r>
      <w:r>
        <w:tab/>
        <w:t>1.266e-2</w:t>
      </w:r>
    </w:p>
    <w:p w:rsidR="00B65DC9" w:rsidRDefault="00B65DC9" w:rsidP="00B65DC9">
      <w:r>
        <w:t>345.7333</w:t>
      </w:r>
      <w:r>
        <w:tab/>
        <w:t>1.013e0</w:t>
      </w:r>
    </w:p>
    <w:p w:rsidR="00B65DC9" w:rsidRDefault="00B65DC9" w:rsidP="00B65DC9">
      <w:r>
        <w:t>345.7620</w:t>
      </w:r>
      <w:r>
        <w:tab/>
        <w:t>1.013e0</w:t>
      </w:r>
    </w:p>
    <w:p w:rsidR="00B65DC9" w:rsidRDefault="00B65DC9" w:rsidP="00B65DC9">
      <w:r>
        <w:t>345.8278</w:t>
      </w:r>
      <w:r>
        <w:tab/>
        <w:t>1.013e0</w:t>
      </w:r>
    </w:p>
    <w:p w:rsidR="00B65DC9" w:rsidRDefault="00B65DC9" w:rsidP="00B65DC9">
      <w:r>
        <w:lastRenderedPageBreak/>
        <w:t>345.8805</w:t>
      </w:r>
      <w:r>
        <w:tab/>
        <w:t>2.025e0</w:t>
      </w:r>
    </w:p>
    <w:p w:rsidR="00B65DC9" w:rsidRDefault="00B65DC9" w:rsidP="00B65DC9">
      <w:r>
        <w:t>345.9211</w:t>
      </w:r>
      <w:r>
        <w:tab/>
        <w:t>5.114e0</w:t>
      </w:r>
    </w:p>
    <w:p w:rsidR="00B65DC9" w:rsidRDefault="00B65DC9" w:rsidP="00B65DC9">
      <w:r>
        <w:t>345.9232</w:t>
      </w:r>
      <w:r>
        <w:tab/>
        <w:t>8.101e0</w:t>
      </w:r>
    </w:p>
    <w:p w:rsidR="00B65DC9" w:rsidRDefault="00B65DC9" w:rsidP="00B65DC9">
      <w:r>
        <w:t>345.9252</w:t>
      </w:r>
      <w:r>
        <w:tab/>
        <w:t>4.645e0</w:t>
      </w:r>
    </w:p>
    <w:p w:rsidR="00B65DC9" w:rsidRDefault="00B65DC9" w:rsidP="00B65DC9">
      <w:r>
        <w:t>345.9335</w:t>
      </w:r>
      <w:r>
        <w:tab/>
        <w:t>3.310e0</w:t>
      </w:r>
    </w:p>
    <w:p w:rsidR="00B65DC9" w:rsidRDefault="00B65DC9" w:rsidP="00B65DC9">
      <w:r>
        <w:t>345.9371</w:t>
      </w:r>
      <w:r>
        <w:tab/>
        <w:t>1.015e1</w:t>
      </w:r>
    </w:p>
    <w:p w:rsidR="00B65DC9" w:rsidRDefault="00B65DC9" w:rsidP="00B65DC9">
      <w:r>
        <w:t>346.0210</w:t>
      </w:r>
      <w:r>
        <w:tab/>
        <w:t>1.013e0</w:t>
      </w:r>
    </w:p>
    <w:p w:rsidR="00B65DC9" w:rsidRDefault="00B65DC9" w:rsidP="00B65DC9">
      <w:r>
        <w:t>346.0348</w:t>
      </w:r>
      <w:r>
        <w:tab/>
        <w:t>1.013e0</w:t>
      </w:r>
    </w:p>
    <w:p w:rsidR="00B65DC9" w:rsidRDefault="00B65DC9" w:rsidP="00B65DC9">
      <w:r>
        <w:t>346.0626</w:t>
      </w:r>
      <w:r>
        <w:tab/>
        <w:t>2.025e0</w:t>
      </w:r>
    </w:p>
    <w:p w:rsidR="00B65DC9" w:rsidRDefault="00B65DC9" w:rsidP="00B65DC9">
      <w:r>
        <w:t>346.1033</w:t>
      </w:r>
      <w:r>
        <w:tab/>
        <w:t>1.038e0</w:t>
      </w:r>
    </w:p>
    <w:p w:rsidR="00B65DC9" w:rsidRDefault="00B65DC9" w:rsidP="00B65DC9">
      <w:r>
        <w:t>346.1046</w:t>
      </w:r>
      <w:r>
        <w:tab/>
        <w:t>2.025e0</w:t>
      </w:r>
    </w:p>
    <w:p w:rsidR="00B65DC9" w:rsidRDefault="00B65DC9" w:rsidP="00B65DC9">
      <w:r>
        <w:t>346.1154</w:t>
      </w:r>
      <w:r>
        <w:tab/>
        <w:t>1.013e0</w:t>
      </w:r>
    </w:p>
    <w:p w:rsidR="00B65DC9" w:rsidRDefault="00B65DC9" w:rsidP="00B65DC9">
      <w:r>
        <w:t>346.1483</w:t>
      </w:r>
      <w:r>
        <w:tab/>
        <w:t>1.013e0</w:t>
      </w:r>
    </w:p>
    <w:p w:rsidR="00B65DC9" w:rsidRDefault="00B65DC9" w:rsidP="00B65DC9">
      <w:r>
        <w:t>346.1779</w:t>
      </w:r>
      <w:r>
        <w:tab/>
        <w:t>1.013e0</w:t>
      </w:r>
    </w:p>
    <w:p w:rsidR="00B65DC9" w:rsidRDefault="00B65DC9" w:rsidP="00B65DC9">
      <w:r>
        <w:t>346.1974</w:t>
      </w:r>
      <w:r>
        <w:tab/>
        <w:t>6.329e-2</w:t>
      </w:r>
    </w:p>
    <w:p w:rsidR="00B65DC9" w:rsidRDefault="00B65DC9" w:rsidP="00B65DC9">
      <w:r>
        <w:t>346.2402</w:t>
      </w:r>
      <w:r>
        <w:tab/>
        <w:t>4.338e0</w:t>
      </w:r>
    </w:p>
    <w:p w:rsidR="00B65DC9" w:rsidRDefault="00B65DC9" w:rsidP="00B65DC9">
      <w:r>
        <w:t>346.2425</w:t>
      </w:r>
      <w:r>
        <w:tab/>
        <w:t>2.025e0</w:t>
      </w:r>
    </w:p>
    <w:p w:rsidR="00B65DC9" w:rsidRDefault="00B65DC9" w:rsidP="00B65DC9">
      <w:r>
        <w:t>346.2832</w:t>
      </w:r>
      <w:r>
        <w:tab/>
        <w:t>3.797e-2</w:t>
      </w:r>
    </w:p>
    <w:p w:rsidR="00B65DC9" w:rsidRDefault="00B65DC9" w:rsidP="00B65DC9">
      <w:r>
        <w:t>346.3021</w:t>
      </w:r>
      <w:r>
        <w:tab/>
        <w:t>2.025e0</w:t>
      </w:r>
    </w:p>
    <w:p w:rsidR="00B65DC9" w:rsidRDefault="00B65DC9" w:rsidP="00B65DC9">
      <w:r>
        <w:lastRenderedPageBreak/>
        <w:t>346.3716</w:t>
      </w:r>
      <w:r>
        <w:tab/>
        <w:t>2.025e0</w:t>
      </w:r>
    </w:p>
    <w:p w:rsidR="00B65DC9" w:rsidRDefault="00B65DC9" w:rsidP="00B65DC9">
      <w:r>
        <w:t>346.3761</w:t>
      </w:r>
      <w:r>
        <w:tab/>
        <w:t>1.013e0</w:t>
      </w:r>
    </w:p>
    <w:p w:rsidR="00B65DC9" w:rsidRDefault="00B65DC9" w:rsidP="00B65DC9">
      <w:r>
        <w:t>346.3785</w:t>
      </w:r>
      <w:r>
        <w:tab/>
        <w:t>4.051e0</w:t>
      </w:r>
    </w:p>
    <w:p w:rsidR="00B65DC9" w:rsidRDefault="00B65DC9" w:rsidP="00B65DC9">
      <w:r>
        <w:t>346.4402</w:t>
      </w:r>
      <w:r>
        <w:tab/>
        <w:t>1.266e-2</w:t>
      </w:r>
    </w:p>
    <w:p w:rsidR="00B65DC9" w:rsidRDefault="00B65DC9" w:rsidP="00B65DC9">
      <w:r>
        <w:t>346.4506</w:t>
      </w:r>
      <w:r>
        <w:tab/>
        <w:t>1.266e-2</w:t>
      </w:r>
    </w:p>
    <w:p w:rsidR="00B65DC9" w:rsidRDefault="00B65DC9" w:rsidP="00B65DC9">
      <w:r>
        <w:t>346.4895</w:t>
      </w:r>
      <w:r>
        <w:tab/>
        <w:t>1.013e0</w:t>
      </w:r>
    </w:p>
    <w:p w:rsidR="00B65DC9" w:rsidRDefault="00B65DC9" w:rsidP="00B65DC9">
      <w:r>
        <w:t>346.5058</w:t>
      </w:r>
      <w:r>
        <w:tab/>
        <w:t>1.013e0</w:t>
      </w:r>
    </w:p>
    <w:p w:rsidR="00B65DC9" w:rsidRDefault="00B65DC9" w:rsidP="00B65DC9">
      <w:r>
        <w:t>346.5136</w:t>
      </w:r>
      <w:r>
        <w:tab/>
        <w:t>2.025e0</w:t>
      </w:r>
    </w:p>
    <w:p w:rsidR="00B65DC9" w:rsidRDefault="00B65DC9" w:rsidP="00B65DC9">
      <w:r>
        <w:t>346.5674</w:t>
      </w:r>
      <w:r>
        <w:tab/>
        <w:t>3.038e0</w:t>
      </w:r>
    </w:p>
    <w:p w:rsidR="00B65DC9" w:rsidRDefault="00B65DC9" w:rsidP="00B65DC9">
      <w:r>
        <w:t>346.5911</w:t>
      </w:r>
      <w:r>
        <w:tab/>
        <w:t>2.025e0</w:t>
      </w:r>
    </w:p>
    <w:p w:rsidR="00B65DC9" w:rsidRDefault="00B65DC9" w:rsidP="00B65DC9">
      <w:r>
        <w:t>346.5959</w:t>
      </w:r>
      <w:r>
        <w:tab/>
        <w:t>2.025e0</w:t>
      </w:r>
    </w:p>
    <w:p w:rsidR="00B65DC9" w:rsidRDefault="00B65DC9" w:rsidP="00B65DC9">
      <w:r>
        <w:t>346.6084</w:t>
      </w:r>
      <w:r>
        <w:tab/>
        <w:t>1.266e-2</w:t>
      </w:r>
    </w:p>
    <w:p w:rsidR="00B65DC9" w:rsidRDefault="00B65DC9" w:rsidP="00B65DC9">
      <w:r>
        <w:t>346.6783</w:t>
      </w:r>
      <w:r>
        <w:tab/>
        <w:t>1.013e0</w:t>
      </w:r>
    </w:p>
    <w:p w:rsidR="00B65DC9" w:rsidRDefault="00B65DC9" w:rsidP="00B65DC9">
      <w:r>
        <w:t>346.7176</w:t>
      </w:r>
      <w:r>
        <w:tab/>
        <w:t>3.038e0</w:t>
      </w:r>
    </w:p>
    <w:p w:rsidR="00B65DC9" w:rsidRDefault="00B65DC9" w:rsidP="00B65DC9">
      <w:r>
        <w:t>346.7272</w:t>
      </w:r>
      <w:r>
        <w:tab/>
        <w:t>3.038e0</w:t>
      </w:r>
    </w:p>
    <w:p w:rsidR="00B65DC9" w:rsidRDefault="00B65DC9" w:rsidP="00B65DC9">
      <w:r>
        <w:t>346.7527</w:t>
      </w:r>
      <w:r>
        <w:tab/>
        <w:t>1.266e-2</w:t>
      </w:r>
    </w:p>
    <w:p w:rsidR="00B65DC9" w:rsidRDefault="00B65DC9" w:rsidP="00B65DC9">
      <w:r>
        <w:t>346.8038</w:t>
      </w:r>
      <w:r>
        <w:tab/>
        <w:t>3.038e0</w:t>
      </w:r>
    </w:p>
    <w:p w:rsidR="00B65DC9" w:rsidRDefault="00B65DC9" w:rsidP="00B65DC9">
      <w:r>
        <w:t>346.8424</w:t>
      </w:r>
      <w:r>
        <w:tab/>
        <w:t>1.266e-2</w:t>
      </w:r>
    </w:p>
    <w:p w:rsidR="00B65DC9" w:rsidRDefault="00B65DC9" w:rsidP="00B65DC9">
      <w:r>
        <w:t>346.8917</w:t>
      </w:r>
      <w:r>
        <w:tab/>
        <w:t>1.266e-2</w:t>
      </w:r>
    </w:p>
    <w:p w:rsidR="00B65DC9" w:rsidRDefault="00B65DC9" w:rsidP="00B65DC9">
      <w:r>
        <w:lastRenderedPageBreak/>
        <w:t>346.9041</w:t>
      </w:r>
      <w:r>
        <w:tab/>
        <w:t>1.013e0</w:t>
      </w:r>
    </w:p>
    <w:p w:rsidR="00B65DC9" w:rsidRDefault="00B65DC9" w:rsidP="00B65DC9">
      <w:r>
        <w:t>346.9251</w:t>
      </w:r>
      <w:r>
        <w:tab/>
        <w:t>2.025e0</w:t>
      </w:r>
    </w:p>
    <w:p w:rsidR="00B65DC9" w:rsidRDefault="00B65DC9" w:rsidP="00B65DC9">
      <w:r>
        <w:t>346.9291</w:t>
      </w:r>
      <w:r>
        <w:tab/>
        <w:t>2.051e0</w:t>
      </w:r>
    </w:p>
    <w:p w:rsidR="00B65DC9" w:rsidRDefault="00B65DC9" w:rsidP="00B65DC9">
      <w:r>
        <w:t>346.9332</w:t>
      </w:r>
      <w:r>
        <w:tab/>
        <w:t>2.025e0</w:t>
      </w:r>
    </w:p>
    <w:p w:rsidR="00B65DC9" w:rsidRDefault="00B65DC9" w:rsidP="00B65DC9">
      <w:r>
        <w:t>346.9431</w:t>
      </w:r>
      <w:r>
        <w:tab/>
        <w:t>3.038e0</w:t>
      </w:r>
    </w:p>
    <w:p w:rsidR="00B65DC9" w:rsidRDefault="00B65DC9" w:rsidP="00B65DC9">
      <w:r>
        <w:t>346.9745</w:t>
      </w:r>
      <w:r>
        <w:tab/>
        <w:t>5.063e0</w:t>
      </w:r>
    </w:p>
    <w:p w:rsidR="00B65DC9" w:rsidRDefault="00B65DC9" w:rsidP="00B65DC9">
      <w:r>
        <w:t>346.9874</w:t>
      </w:r>
      <w:r>
        <w:tab/>
        <w:t>2.025e0</w:t>
      </w:r>
    </w:p>
    <w:p w:rsidR="00B65DC9" w:rsidRDefault="00B65DC9" w:rsidP="00B65DC9">
      <w:r>
        <w:t>346.9964</w:t>
      </w:r>
      <w:r>
        <w:tab/>
        <w:t>4.051e0</w:t>
      </w:r>
    </w:p>
    <w:p w:rsidR="00B65DC9" w:rsidRDefault="00B65DC9" w:rsidP="00B65DC9">
      <w:r>
        <w:t>347.0339</w:t>
      </w:r>
      <w:r>
        <w:tab/>
        <w:t>1.025e0</w:t>
      </w:r>
    </w:p>
    <w:p w:rsidR="00B65DC9" w:rsidRDefault="00B65DC9" w:rsidP="00B65DC9">
      <w:r>
        <w:t>347.0482</w:t>
      </w:r>
      <w:r>
        <w:tab/>
        <w:t>1.266e-2</w:t>
      </w:r>
    </w:p>
    <w:p w:rsidR="00B65DC9" w:rsidRDefault="00B65DC9" w:rsidP="00B65DC9">
      <w:r>
        <w:t>347.0536</w:t>
      </w:r>
      <w:r>
        <w:tab/>
        <w:t>2.025e0</w:t>
      </w:r>
    </w:p>
    <w:p w:rsidR="00B65DC9" w:rsidRDefault="00B65DC9" w:rsidP="00B65DC9">
      <w:r>
        <w:t>347.0844</w:t>
      </w:r>
      <w:r>
        <w:tab/>
        <w:t>1.266e-2</w:t>
      </w:r>
    </w:p>
    <w:p w:rsidR="00B65DC9" w:rsidRDefault="00B65DC9" w:rsidP="00B65DC9">
      <w:r>
        <w:t>347.0896</w:t>
      </w:r>
      <w:r>
        <w:tab/>
        <w:t>1.266e-2</w:t>
      </w:r>
    </w:p>
    <w:p w:rsidR="00B65DC9" w:rsidRDefault="00B65DC9" w:rsidP="00B65DC9">
      <w:r>
        <w:t>347.1152</w:t>
      </w:r>
      <w:r>
        <w:tab/>
        <w:t>4.051e0</w:t>
      </w:r>
    </w:p>
    <w:p w:rsidR="00B65DC9" w:rsidRDefault="00B65DC9" w:rsidP="00B65DC9">
      <w:r>
        <w:t>347.1280</w:t>
      </w:r>
      <w:r>
        <w:tab/>
        <w:t>1.013e0</w:t>
      </w:r>
    </w:p>
    <w:p w:rsidR="00B65DC9" w:rsidRDefault="00B65DC9" w:rsidP="00B65DC9">
      <w:r>
        <w:t>347.1591</w:t>
      </w:r>
      <w:r>
        <w:tab/>
        <w:t>1.013e0</w:t>
      </w:r>
    </w:p>
    <w:p w:rsidR="00B65DC9" w:rsidRDefault="00B65DC9" w:rsidP="00B65DC9">
      <w:r>
        <w:t>347.1615</w:t>
      </w:r>
      <w:r>
        <w:tab/>
        <w:t>4.051e0</w:t>
      </w:r>
    </w:p>
    <w:p w:rsidR="00B65DC9" w:rsidRDefault="00B65DC9" w:rsidP="00B65DC9">
      <w:r>
        <w:t>347.1655</w:t>
      </w:r>
      <w:r>
        <w:tab/>
        <w:t>2.025e0</w:t>
      </w:r>
    </w:p>
    <w:p w:rsidR="00B65DC9" w:rsidRDefault="00B65DC9" w:rsidP="00B65DC9">
      <w:r>
        <w:t>347.1840</w:t>
      </w:r>
      <w:r>
        <w:tab/>
        <w:t>1.013e0</w:t>
      </w:r>
    </w:p>
    <w:p w:rsidR="00B65DC9" w:rsidRDefault="00B65DC9" w:rsidP="00B65DC9">
      <w:r>
        <w:lastRenderedPageBreak/>
        <w:t>347.1981</w:t>
      </w:r>
      <w:r>
        <w:tab/>
        <w:t>2.025e0</w:t>
      </w:r>
    </w:p>
    <w:p w:rsidR="00B65DC9" w:rsidRDefault="00B65DC9" w:rsidP="00B65DC9">
      <w:r>
        <w:t>347.2031</w:t>
      </w:r>
      <w:r>
        <w:tab/>
        <w:t>1.013e0</w:t>
      </w:r>
    </w:p>
    <w:p w:rsidR="00B65DC9" w:rsidRDefault="00B65DC9" w:rsidP="00B65DC9">
      <w:r>
        <w:t>347.2337</w:t>
      </w:r>
      <w:r>
        <w:tab/>
        <w:t>2.025e0</w:t>
      </w:r>
    </w:p>
    <w:p w:rsidR="00B65DC9" w:rsidRDefault="00B65DC9" w:rsidP="00B65DC9">
      <w:r>
        <w:t>347.2584</w:t>
      </w:r>
      <w:r>
        <w:tab/>
        <w:t>1.025e0</w:t>
      </w:r>
    </w:p>
    <w:p w:rsidR="00B65DC9" w:rsidRDefault="00B65DC9" w:rsidP="00B65DC9">
      <w:r>
        <w:t>347.2655</w:t>
      </w:r>
      <w:r>
        <w:tab/>
        <w:t>2.532e-2</w:t>
      </w:r>
    </w:p>
    <w:p w:rsidR="00B65DC9" w:rsidRDefault="00B65DC9" w:rsidP="00B65DC9">
      <w:r>
        <w:t>347.2831</w:t>
      </w:r>
      <w:r>
        <w:tab/>
        <w:t>1.013e0</w:t>
      </w:r>
    </w:p>
    <w:p w:rsidR="00B65DC9" w:rsidRDefault="00B65DC9" w:rsidP="00B65DC9">
      <w:r>
        <w:t>347.3026</w:t>
      </w:r>
      <w:r>
        <w:tab/>
        <w:t>2.532e-2</w:t>
      </w:r>
    </w:p>
    <w:p w:rsidR="00B65DC9" w:rsidRDefault="00B65DC9" w:rsidP="00B65DC9">
      <w:r>
        <w:t>347.3116</w:t>
      </w:r>
      <w:r>
        <w:tab/>
        <w:t>2.532e-2</w:t>
      </w:r>
    </w:p>
    <w:p w:rsidR="00B65DC9" w:rsidRDefault="00B65DC9" w:rsidP="00B65DC9">
      <w:r>
        <w:t>347.3610</w:t>
      </w:r>
      <w:r>
        <w:tab/>
        <w:t>1.266e-2</w:t>
      </w:r>
    </w:p>
    <w:p w:rsidR="00B65DC9" w:rsidRDefault="00B65DC9" w:rsidP="00B65DC9">
      <w:r>
        <w:t>347.4081</w:t>
      </w:r>
      <w:r>
        <w:tab/>
        <w:t>2.025e0</w:t>
      </w:r>
    </w:p>
    <w:p w:rsidR="00B65DC9" w:rsidRDefault="00B65DC9" w:rsidP="00B65DC9">
      <w:r>
        <w:t>347.4453</w:t>
      </w:r>
      <w:r>
        <w:tab/>
        <w:t>2.532e-2</w:t>
      </w:r>
    </w:p>
    <w:p w:rsidR="00B65DC9" w:rsidRDefault="00B65DC9" w:rsidP="00B65DC9">
      <w:r>
        <w:t>347.4889</w:t>
      </w:r>
      <w:r>
        <w:tab/>
        <w:t>1.013e0</w:t>
      </w:r>
    </w:p>
    <w:p w:rsidR="00B65DC9" w:rsidRDefault="00B65DC9" w:rsidP="00B65DC9">
      <w:r>
        <w:t>347.5257</w:t>
      </w:r>
      <w:r>
        <w:tab/>
        <w:t>1.266e-2</w:t>
      </w:r>
    </w:p>
    <w:p w:rsidR="00B65DC9" w:rsidRDefault="00B65DC9" w:rsidP="00B65DC9">
      <w:r>
        <w:t>347.5699</w:t>
      </w:r>
      <w:r>
        <w:tab/>
        <w:t>1.266e-2</w:t>
      </w:r>
    </w:p>
    <w:p w:rsidR="00B65DC9" w:rsidRDefault="00B65DC9" w:rsidP="00B65DC9">
      <w:r>
        <w:t>347.5754</w:t>
      </w:r>
      <w:r>
        <w:tab/>
        <w:t>1.013e0</w:t>
      </w:r>
    </w:p>
    <w:p w:rsidR="00B65DC9" w:rsidRDefault="00B65DC9" w:rsidP="00B65DC9">
      <w:r>
        <w:t>347.5829</w:t>
      </w:r>
      <w:r>
        <w:tab/>
        <w:t>1.013e0</w:t>
      </w:r>
    </w:p>
    <w:p w:rsidR="00B65DC9" w:rsidRDefault="00B65DC9" w:rsidP="00B65DC9">
      <w:r>
        <w:t>347.6451</w:t>
      </w:r>
      <w:r>
        <w:tab/>
        <w:t>1.025e0</w:t>
      </w:r>
    </w:p>
    <w:p w:rsidR="00B65DC9" w:rsidRDefault="00B65DC9" w:rsidP="00B65DC9">
      <w:r>
        <w:t>347.6736</w:t>
      </w:r>
      <w:r>
        <w:tab/>
        <w:t>1.266e-2</w:t>
      </w:r>
    </w:p>
    <w:p w:rsidR="00B65DC9" w:rsidRDefault="00B65DC9" w:rsidP="00B65DC9">
      <w:r>
        <w:t>347.7155</w:t>
      </w:r>
      <w:r>
        <w:tab/>
        <w:t>2.025e0</w:t>
      </w:r>
    </w:p>
    <w:p w:rsidR="00B65DC9" w:rsidRDefault="00B65DC9" w:rsidP="00B65DC9">
      <w:r>
        <w:lastRenderedPageBreak/>
        <w:t>347.7380</w:t>
      </w:r>
      <w:r>
        <w:tab/>
        <w:t>1.013e0</w:t>
      </w:r>
    </w:p>
    <w:p w:rsidR="00B65DC9" w:rsidRDefault="00B65DC9" w:rsidP="00B65DC9">
      <w:r>
        <w:t>347.7629</w:t>
      </w:r>
      <w:r>
        <w:tab/>
        <w:t>1.266e-2</w:t>
      </w:r>
    </w:p>
    <w:p w:rsidR="00B65DC9" w:rsidRDefault="00B65DC9" w:rsidP="00B65DC9">
      <w:r>
        <w:t>347.7766</w:t>
      </w:r>
      <w:r>
        <w:tab/>
        <w:t>1.025e0</w:t>
      </w:r>
    </w:p>
    <w:p w:rsidR="00B65DC9" w:rsidRDefault="00B65DC9" w:rsidP="00B65DC9">
      <w:r>
        <w:t>347.8182</w:t>
      </w:r>
      <w:r>
        <w:tab/>
        <w:t>1.266e-2</w:t>
      </w:r>
    </w:p>
    <w:p w:rsidR="00B65DC9" w:rsidRDefault="00B65DC9" w:rsidP="00B65DC9">
      <w:r>
        <w:t>347.9141</w:t>
      </w:r>
      <w:r>
        <w:tab/>
        <w:t>2.532e-2</w:t>
      </w:r>
    </w:p>
    <w:p w:rsidR="00B65DC9" w:rsidRDefault="00B65DC9" w:rsidP="00B65DC9">
      <w:r>
        <w:t>347.9168</w:t>
      </w:r>
      <w:r>
        <w:tab/>
        <w:t>1.013e0</w:t>
      </w:r>
    </w:p>
    <w:p w:rsidR="00B65DC9" w:rsidRDefault="00B65DC9" w:rsidP="00B65DC9">
      <w:r>
        <w:t>347.9440</w:t>
      </w:r>
      <w:r>
        <w:tab/>
        <w:t>3.038e0</w:t>
      </w:r>
    </w:p>
    <w:p w:rsidR="00B65DC9" w:rsidRDefault="00B65DC9" w:rsidP="00B65DC9">
      <w:r>
        <w:t>347.9451</w:t>
      </w:r>
      <w:r>
        <w:tab/>
        <w:t>1.013e0</w:t>
      </w:r>
    </w:p>
    <w:p w:rsidR="00B65DC9" w:rsidRDefault="00B65DC9" w:rsidP="00B65DC9">
      <w:r>
        <w:t>347.9561</w:t>
      </w:r>
      <w:r>
        <w:tab/>
        <w:t>1.013e0</w:t>
      </w:r>
    </w:p>
    <w:p w:rsidR="00B65DC9" w:rsidRDefault="00B65DC9" w:rsidP="00B65DC9">
      <w:r>
        <w:t>347.9619</w:t>
      </w:r>
      <w:r>
        <w:tab/>
        <w:t>2.051e0</w:t>
      </w:r>
    </w:p>
    <w:p w:rsidR="00B65DC9" w:rsidRDefault="00B65DC9" w:rsidP="00B65DC9">
      <w:r>
        <w:t>347.9654</w:t>
      </w:r>
      <w:r>
        <w:tab/>
        <w:t>2.025e0</w:t>
      </w:r>
    </w:p>
    <w:p w:rsidR="00B65DC9" w:rsidRDefault="00B65DC9" w:rsidP="00B65DC9">
      <w:r>
        <w:t>348.0112</w:t>
      </w:r>
      <w:r>
        <w:tab/>
        <w:t>1.013e0</w:t>
      </w:r>
    </w:p>
    <w:p w:rsidR="00B65DC9" w:rsidRDefault="00B65DC9" w:rsidP="00B65DC9">
      <w:r>
        <w:t>348.0235</w:t>
      </w:r>
      <w:r>
        <w:tab/>
        <w:t>3.063e0</w:t>
      </w:r>
    </w:p>
    <w:p w:rsidR="00B65DC9" w:rsidRDefault="00B65DC9" w:rsidP="00B65DC9">
      <w:r>
        <w:t>348.0392</w:t>
      </w:r>
      <w:r>
        <w:tab/>
        <w:t>4.051e0</w:t>
      </w:r>
    </w:p>
    <w:p w:rsidR="00B65DC9" w:rsidRDefault="00B65DC9" w:rsidP="00B65DC9">
      <w:r>
        <w:t>348.0626</w:t>
      </w:r>
      <w:r>
        <w:tab/>
        <w:t>2.025e0</w:t>
      </w:r>
    </w:p>
    <w:p w:rsidR="00B65DC9" w:rsidRDefault="00B65DC9" w:rsidP="00B65DC9">
      <w:r>
        <w:t>348.1559</w:t>
      </w:r>
      <w:r>
        <w:tab/>
        <w:t>2.025e0</w:t>
      </w:r>
    </w:p>
    <w:p w:rsidR="00B65DC9" w:rsidRDefault="00B65DC9" w:rsidP="00B65DC9">
      <w:r>
        <w:t>348.1588</w:t>
      </w:r>
      <w:r>
        <w:tab/>
        <w:t>2.038e0</w:t>
      </w:r>
    </w:p>
    <w:p w:rsidR="00B65DC9" w:rsidRDefault="00B65DC9" w:rsidP="00B65DC9">
      <w:r>
        <w:t>348.2539</w:t>
      </w:r>
      <w:r>
        <w:tab/>
        <w:t>1.013e0</w:t>
      </w:r>
    </w:p>
    <w:p w:rsidR="00B65DC9" w:rsidRDefault="00B65DC9" w:rsidP="00B65DC9">
      <w:r>
        <w:t>348.2715</w:t>
      </w:r>
      <w:r>
        <w:tab/>
        <w:t>3.266e0</w:t>
      </w:r>
    </w:p>
    <w:p w:rsidR="00B65DC9" w:rsidRDefault="00B65DC9" w:rsidP="00B65DC9">
      <w:r>
        <w:lastRenderedPageBreak/>
        <w:t>348.2867</w:t>
      </w:r>
      <w:r>
        <w:tab/>
        <w:t>1.266e-2</w:t>
      </w:r>
    </w:p>
    <w:p w:rsidR="00B65DC9" w:rsidRDefault="00B65DC9" w:rsidP="00B65DC9">
      <w:r>
        <w:t>348.2903</w:t>
      </w:r>
      <w:r>
        <w:tab/>
        <w:t>2.025e0</w:t>
      </w:r>
    </w:p>
    <w:p w:rsidR="00B65DC9" w:rsidRDefault="00B65DC9" w:rsidP="00B65DC9">
      <w:r>
        <w:t>348.3178</w:t>
      </w:r>
      <w:r>
        <w:tab/>
        <w:t>1.013e0</w:t>
      </w:r>
    </w:p>
    <w:p w:rsidR="00B65DC9" w:rsidRDefault="00B65DC9" w:rsidP="00B65DC9">
      <w:r>
        <w:t>348.3258</w:t>
      </w:r>
      <w:r>
        <w:tab/>
        <w:t>4.051e0</w:t>
      </w:r>
    </w:p>
    <w:p w:rsidR="00B65DC9" w:rsidRDefault="00B65DC9" w:rsidP="00B65DC9">
      <w:r>
        <w:t>348.3719</w:t>
      </w:r>
      <w:r>
        <w:tab/>
        <w:t>2.025e0</w:t>
      </w:r>
    </w:p>
    <w:p w:rsidR="00B65DC9" w:rsidRDefault="00B65DC9" w:rsidP="00B65DC9">
      <w:r>
        <w:t>348.3862</w:t>
      </w:r>
      <w:r>
        <w:tab/>
        <w:t>1.025e0</w:t>
      </w:r>
    </w:p>
    <w:p w:rsidR="00B65DC9" w:rsidRDefault="00B65DC9" w:rsidP="00B65DC9">
      <w:r>
        <w:t>348.4025</w:t>
      </w:r>
      <w:r>
        <w:tab/>
        <w:t>1.013e0</w:t>
      </w:r>
    </w:p>
    <w:p w:rsidR="00B65DC9" w:rsidRDefault="00B65DC9" w:rsidP="00B65DC9">
      <w:r>
        <w:t>348.4268</w:t>
      </w:r>
      <w:r>
        <w:tab/>
        <w:t>1.013e0</w:t>
      </w:r>
    </w:p>
    <w:p w:rsidR="00B65DC9" w:rsidRDefault="00B65DC9" w:rsidP="00B65DC9">
      <w:r>
        <w:t>348.4369</w:t>
      </w:r>
      <w:r>
        <w:tab/>
        <w:t>1.013e0</w:t>
      </w:r>
    </w:p>
    <w:p w:rsidR="00B65DC9" w:rsidRDefault="00B65DC9" w:rsidP="00B65DC9">
      <w:r>
        <w:t>348.4698</w:t>
      </w:r>
      <w:r>
        <w:tab/>
        <w:t>2.025e0</w:t>
      </w:r>
    </w:p>
    <w:p w:rsidR="00B65DC9" w:rsidRDefault="00B65DC9" w:rsidP="00B65DC9">
      <w:r>
        <w:t>348.4926</w:t>
      </w:r>
      <w:r>
        <w:tab/>
        <w:t>1.266e-2</w:t>
      </w:r>
    </w:p>
    <w:p w:rsidR="00B65DC9" w:rsidRDefault="00B65DC9" w:rsidP="00B65DC9">
      <w:r>
        <w:t>348.5067</w:t>
      </w:r>
      <w:r>
        <w:tab/>
        <w:t>2.025e0</w:t>
      </w:r>
    </w:p>
    <w:p w:rsidR="00B65DC9" w:rsidRDefault="00B65DC9" w:rsidP="00B65DC9">
      <w:r>
        <w:t>348.5180</w:t>
      </w:r>
      <w:r>
        <w:tab/>
        <w:t>2.025e0</w:t>
      </w:r>
    </w:p>
    <w:p w:rsidR="00B65DC9" w:rsidRDefault="00B65DC9" w:rsidP="00B65DC9">
      <w:r>
        <w:t>348.5444</w:t>
      </w:r>
      <w:r>
        <w:tab/>
        <w:t>2.025e0</w:t>
      </w:r>
    </w:p>
    <w:p w:rsidR="00B65DC9" w:rsidRDefault="00B65DC9" w:rsidP="00B65DC9">
      <w:r>
        <w:t>348.6242</w:t>
      </w:r>
      <w:r>
        <w:tab/>
        <w:t>2.025e0</w:t>
      </w:r>
    </w:p>
    <w:p w:rsidR="00B65DC9" w:rsidRDefault="00B65DC9" w:rsidP="00B65DC9">
      <w:r>
        <w:t>348.6463</w:t>
      </w:r>
      <w:r>
        <w:tab/>
        <w:t>3.038e0</w:t>
      </w:r>
    </w:p>
    <w:p w:rsidR="00B65DC9" w:rsidRDefault="00B65DC9" w:rsidP="00B65DC9">
      <w:r>
        <w:t>348.6549</w:t>
      </w:r>
      <w:r>
        <w:tab/>
        <w:t>1.013e0</w:t>
      </w:r>
    </w:p>
    <w:p w:rsidR="00B65DC9" w:rsidRDefault="00B65DC9" w:rsidP="00B65DC9">
      <w:r>
        <w:t>348.6572</w:t>
      </w:r>
      <w:r>
        <w:tab/>
        <w:t>2.025e0</w:t>
      </w:r>
    </w:p>
    <w:p w:rsidR="00B65DC9" w:rsidRDefault="00B65DC9" w:rsidP="00B65DC9">
      <w:r>
        <w:t>348.6786</w:t>
      </w:r>
      <w:r>
        <w:tab/>
        <w:t>1.038e0</w:t>
      </w:r>
    </w:p>
    <w:p w:rsidR="00B65DC9" w:rsidRDefault="00B65DC9" w:rsidP="00B65DC9">
      <w:r>
        <w:lastRenderedPageBreak/>
        <w:t>348.7111</w:t>
      </w:r>
      <w:r>
        <w:tab/>
        <w:t>1.266e-2</w:t>
      </w:r>
    </w:p>
    <w:p w:rsidR="00B65DC9" w:rsidRDefault="00B65DC9" w:rsidP="00B65DC9">
      <w:r>
        <w:t>348.7299</w:t>
      </w:r>
      <w:r>
        <w:tab/>
        <w:t>1.266e-2</w:t>
      </w:r>
    </w:p>
    <w:p w:rsidR="00B65DC9" w:rsidRDefault="00B65DC9" w:rsidP="00B65DC9">
      <w:r>
        <w:t>348.7927</w:t>
      </w:r>
      <w:r>
        <w:tab/>
        <w:t>3.038e0</w:t>
      </w:r>
    </w:p>
    <w:p w:rsidR="00B65DC9" w:rsidRDefault="00B65DC9" w:rsidP="00B65DC9">
      <w:r>
        <w:t>348.8014</w:t>
      </w:r>
      <w:r>
        <w:tab/>
        <w:t>2.025e0</w:t>
      </w:r>
    </w:p>
    <w:p w:rsidR="00B65DC9" w:rsidRDefault="00B65DC9" w:rsidP="00B65DC9">
      <w:r>
        <w:t>348.8420</w:t>
      </w:r>
      <w:r>
        <w:tab/>
        <w:t>2.025e0</w:t>
      </w:r>
    </w:p>
    <w:p w:rsidR="00B65DC9" w:rsidRDefault="00B65DC9" w:rsidP="00B65DC9">
      <w:r>
        <w:t>348.8492</w:t>
      </w:r>
      <w:r>
        <w:tab/>
        <w:t>4.051e0</w:t>
      </w:r>
    </w:p>
    <w:p w:rsidR="00B65DC9" w:rsidRDefault="00B65DC9" w:rsidP="00B65DC9">
      <w:r>
        <w:t>348.9155</w:t>
      </w:r>
      <w:r>
        <w:tab/>
        <w:t>3.038e0</w:t>
      </w:r>
    </w:p>
    <w:p w:rsidR="00B65DC9" w:rsidRDefault="00B65DC9" w:rsidP="00B65DC9">
      <w:r>
        <w:t>348.9177</w:t>
      </w:r>
      <w:r>
        <w:tab/>
        <w:t>1.266e-2</w:t>
      </w:r>
    </w:p>
    <w:p w:rsidR="00B65DC9" w:rsidRDefault="00B65DC9" w:rsidP="00B65DC9">
      <w:r>
        <w:t>348.9786</w:t>
      </w:r>
      <w:r>
        <w:tab/>
        <w:t>2.025e0</w:t>
      </w:r>
    </w:p>
    <w:p w:rsidR="00B65DC9" w:rsidRDefault="00B65DC9" w:rsidP="00B65DC9">
      <w:r>
        <w:t>348.9990</w:t>
      </w:r>
      <w:r>
        <w:tab/>
        <w:t>1.013e0</w:t>
      </w:r>
    </w:p>
    <w:p w:rsidR="00B65DC9" w:rsidRDefault="00B65DC9" w:rsidP="00B65DC9">
      <w:r>
        <w:t>349.0110</w:t>
      </w:r>
      <w:r>
        <w:tab/>
        <w:t>1.266e-2</w:t>
      </w:r>
    </w:p>
    <w:p w:rsidR="00B65DC9" w:rsidRDefault="00B65DC9" w:rsidP="00B65DC9">
      <w:r>
        <w:t>349.0279</w:t>
      </w:r>
      <w:r>
        <w:tab/>
        <w:t>2.025e0</w:t>
      </w:r>
    </w:p>
    <w:p w:rsidR="00B65DC9" w:rsidRDefault="00B65DC9" w:rsidP="00B65DC9">
      <w:r>
        <w:t>349.0533</w:t>
      </w:r>
      <w:r>
        <w:tab/>
        <w:t>4.051e0</w:t>
      </w:r>
    </w:p>
    <w:p w:rsidR="00B65DC9" w:rsidRDefault="00B65DC9" w:rsidP="00B65DC9">
      <w:r>
        <w:t>349.0720</w:t>
      </w:r>
      <w:r>
        <w:tab/>
        <w:t>2.714e0</w:t>
      </w:r>
    </w:p>
    <w:p w:rsidR="00B65DC9" w:rsidRDefault="00B65DC9" w:rsidP="00B65DC9">
      <w:r>
        <w:t>349.1255</w:t>
      </w:r>
      <w:r>
        <w:tab/>
        <w:t>1.987e2</w:t>
      </w:r>
    </w:p>
    <w:p w:rsidR="00B65DC9" w:rsidRDefault="00B65DC9" w:rsidP="00B65DC9">
      <w:r>
        <w:t>349.1270</w:t>
      </w:r>
      <w:r>
        <w:tab/>
        <w:t>6.139e2</w:t>
      </w:r>
    </w:p>
    <w:p w:rsidR="00B65DC9" w:rsidRDefault="00B65DC9" w:rsidP="00B65DC9">
      <w:r>
        <w:t>349.2013</w:t>
      </w:r>
      <w:r>
        <w:tab/>
        <w:t>3.051e0</w:t>
      </w:r>
    </w:p>
    <w:p w:rsidR="00B65DC9" w:rsidRDefault="00B65DC9" w:rsidP="00B65DC9">
      <w:r>
        <w:t>349.2420</w:t>
      </w:r>
      <w:r>
        <w:tab/>
        <w:t>6.089e0</w:t>
      </w:r>
    </w:p>
    <w:p w:rsidR="00B65DC9" w:rsidRDefault="00B65DC9" w:rsidP="00B65DC9">
      <w:r>
        <w:t>349.2549</w:t>
      </w:r>
      <w:r>
        <w:tab/>
        <w:t>3.038e0</w:t>
      </w:r>
    </w:p>
    <w:p w:rsidR="00B65DC9" w:rsidRDefault="00B65DC9" w:rsidP="00B65DC9">
      <w:r>
        <w:lastRenderedPageBreak/>
        <w:t>349.2606</w:t>
      </w:r>
      <w:r>
        <w:tab/>
        <w:t>1.025e0</w:t>
      </w:r>
    </w:p>
    <w:p w:rsidR="00B65DC9" w:rsidRDefault="00B65DC9" w:rsidP="00B65DC9">
      <w:r>
        <w:t>349.2814</w:t>
      </w:r>
      <w:r>
        <w:tab/>
        <w:t>5.063e0</w:t>
      </w:r>
    </w:p>
    <w:p w:rsidR="00B65DC9" w:rsidRDefault="00B65DC9" w:rsidP="00B65DC9">
      <w:r>
        <w:t>349.2917</w:t>
      </w:r>
      <w:r>
        <w:tab/>
        <w:t>1.266e-2</w:t>
      </w:r>
    </w:p>
    <w:p w:rsidR="00B65DC9" w:rsidRDefault="00B65DC9" w:rsidP="00B65DC9">
      <w:r>
        <w:t>349.2935</w:t>
      </w:r>
      <w:r>
        <w:tab/>
        <w:t>4.051e0</w:t>
      </w:r>
    </w:p>
    <w:p w:rsidR="00B65DC9" w:rsidRDefault="00B65DC9" w:rsidP="00B65DC9">
      <w:r>
        <w:t>349.2956</w:t>
      </w:r>
      <w:r>
        <w:tab/>
        <w:t>6.076e0</w:t>
      </w:r>
    </w:p>
    <w:p w:rsidR="00B65DC9" w:rsidRDefault="00B65DC9" w:rsidP="00B65DC9">
      <w:r>
        <w:t>349.3099</w:t>
      </w:r>
      <w:r>
        <w:tab/>
        <w:t>2.532e-2</w:t>
      </w:r>
    </w:p>
    <w:p w:rsidR="00B65DC9" w:rsidRDefault="00B65DC9" w:rsidP="00B65DC9">
      <w:r>
        <w:t>349.3411</w:t>
      </w:r>
      <w:r>
        <w:tab/>
        <w:t>1.038e0</w:t>
      </w:r>
    </w:p>
    <w:p w:rsidR="00B65DC9" w:rsidRDefault="00B65DC9" w:rsidP="00B65DC9">
      <w:r>
        <w:t>349.3547</w:t>
      </w:r>
      <w:r>
        <w:tab/>
        <w:t>3.101e0</w:t>
      </w:r>
    </w:p>
    <w:p w:rsidR="00B65DC9" w:rsidRDefault="00B65DC9" w:rsidP="00B65DC9">
      <w:r>
        <w:t>349.3612</w:t>
      </w:r>
      <w:r>
        <w:tab/>
        <w:t>1.266e-2</w:t>
      </w:r>
    </w:p>
    <w:p w:rsidR="00B65DC9" w:rsidRDefault="00B65DC9" w:rsidP="00B65DC9">
      <w:r>
        <w:t>349.3965</w:t>
      </w:r>
      <w:r>
        <w:tab/>
        <w:t>5.063e0</w:t>
      </w:r>
    </w:p>
    <w:p w:rsidR="00B65DC9" w:rsidRDefault="00B65DC9" w:rsidP="00B65DC9">
      <w:r>
        <w:t>349.4023</w:t>
      </w:r>
      <w:r>
        <w:tab/>
        <w:t>2.025e0</w:t>
      </w:r>
    </w:p>
    <w:p w:rsidR="00B65DC9" w:rsidRDefault="00B65DC9" w:rsidP="00B65DC9">
      <w:r>
        <w:t>349.4398</w:t>
      </w:r>
      <w:r>
        <w:tab/>
        <w:t>3.038e0</w:t>
      </w:r>
    </w:p>
    <w:p w:rsidR="00B65DC9" w:rsidRDefault="00B65DC9" w:rsidP="00B65DC9">
      <w:r>
        <w:t>349.4478</w:t>
      </w:r>
      <w:r>
        <w:tab/>
        <w:t>5.154e0</w:t>
      </w:r>
    </w:p>
    <w:p w:rsidR="00B65DC9" w:rsidRDefault="00B65DC9" w:rsidP="00B65DC9">
      <w:r>
        <w:t>349.4550</w:t>
      </w:r>
      <w:r>
        <w:tab/>
        <w:t>1.266e-2</w:t>
      </w:r>
    </w:p>
    <w:p w:rsidR="00B65DC9" w:rsidRDefault="00B65DC9" w:rsidP="00B65DC9">
      <w:r>
        <w:t>349.4970</w:t>
      </w:r>
      <w:r>
        <w:tab/>
        <w:t>3.038e0</w:t>
      </w:r>
    </w:p>
    <w:p w:rsidR="00B65DC9" w:rsidRDefault="00B65DC9" w:rsidP="00B65DC9">
      <w:r>
        <w:t>349.5177</w:t>
      </w:r>
      <w:r>
        <w:tab/>
        <w:t>1.013e0</w:t>
      </w:r>
    </w:p>
    <w:p w:rsidR="00B65DC9" w:rsidRDefault="00B65DC9" w:rsidP="00B65DC9">
      <w:r>
        <w:t>349.5345</w:t>
      </w:r>
      <w:r>
        <w:tab/>
        <w:t>1.013e0</w:t>
      </w:r>
    </w:p>
    <w:p w:rsidR="00B65DC9" w:rsidRDefault="00B65DC9" w:rsidP="00B65DC9">
      <w:r>
        <w:t>349.5391</w:t>
      </w:r>
      <w:r>
        <w:tab/>
        <w:t>1.013e0</w:t>
      </w:r>
    </w:p>
    <w:p w:rsidR="00B65DC9" w:rsidRDefault="00B65DC9" w:rsidP="00B65DC9">
      <w:r>
        <w:t>349.5740</w:t>
      </w:r>
      <w:r>
        <w:tab/>
        <w:t>1.013e0</w:t>
      </w:r>
    </w:p>
    <w:p w:rsidR="00B65DC9" w:rsidRDefault="00B65DC9" w:rsidP="00B65DC9">
      <w:r>
        <w:lastRenderedPageBreak/>
        <w:t>349.5941</w:t>
      </w:r>
      <w:r>
        <w:tab/>
        <w:t>5.063e0</w:t>
      </w:r>
    </w:p>
    <w:p w:rsidR="00B65DC9" w:rsidRDefault="00B65DC9" w:rsidP="00B65DC9">
      <w:r>
        <w:t>349.6350</w:t>
      </w:r>
      <w:r>
        <w:tab/>
        <w:t>3.038e0</w:t>
      </w:r>
    </w:p>
    <w:p w:rsidR="00B65DC9" w:rsidRDefault="00B65DC9" w:rsidP="00B65DC9">
      <w:r>
        <w:t>349.6428</w:t>
      </w:r>
      <w:r>
        <w:tab/>
        <w:t>2.025e0</w:t>
      </w:r>
    </w:p>
    <w:p w:rsidR="00B65DC9" w:rsidRDefault="00B65DC9" w:rsidP="00B65DC9">
      <w:r>
        <w:t>349.6929</w:t>
      </w:r>
      <w:r>
        <w:tab/>
        <w:t>1.266e-2</w:t>
      </w:r>
    </w:p>
    <w:p w:rsidR="00B65DC9" w:rsidRDefault="00B65DC9" w:rsidP="00B65DC9">
      <w:r>
        <w:t>349.7120</w:t>
      </w:r>
      <w:r>
        <w:tab/>
        <w:t>1.032e1</w:t>
      </w:r>
    </w:p>
    <w:p w:rsidR="00B65DC9" w:rsidRDefault="00B65DC9" w:rsidP="00B65DC9">
      <w:r>
        <w:t>349.7207</w:t>
      </w:r>
      <w:r>
        <w:tab/>
        <w:t>4.051e0</w:t>
      </w:r>
    </w:p>
    <w:p w:rsidR="00B65DC9" w:rsidRDefault="00B65DC9" w:rsidP="00B65DC9">
      <w:r>
        <w:t>349.7569</w:t>
      </w:r>
      <w:r>
        <w:tab/>
        <w:t>1.266e-2</w:t>
      </w:r>
    </w:p>
    <w:p w:rsidR="00B65DC9" w:rsidRDefault="00B65DC9" w:rsidP="00B65DC9">
      <w:r>
        <w:t>349.7599</w:t>
      </w:r>
      <w:r>
        <w:tab/>
        <w:t>2.025e0</w:t>
      </w:r>
    </w:p>
    <w:p w:rsidR="00B65DC9" w:rsidRDefault="00B65DC9" w:rsidP="00B65DC9">
      <w:r>
        <w:t>349.7707</w:t>
      </w:r>
      <w:r>
        <w:tab/>
        <w:t>2.025e0</w:t>
      </w:r>
    </w:p>
    <w:p w:rsidR="00B65DC9" w:rsidRDefault="00B65DC9" w:rsidP="00B65DC9">
      <w:r>
        <w:t>349.7868</w:t>
      </w:r>
      <w:r>
        <w:tab/>
        <w:t>1.266e-2</w:t>
      </w:r>
    </w:p>
    <w:p w:rsidR="00B65DC9" w:rsidRDefault="00B65DC9" w:rsidP="00B65DC9">
      <w:r>
        <w:t>349.8127</w:t>
      </w:r>
      <w:r>
        <w:tab/>
        <w:t>2.025e0</w:t>
      </w:r>
    </w:p>
    <w:p w:rsidR="00B65DC9" w:rsidRDefault="00B65DC9" w:rsidP="00B65DC9">
      <w:r>
        <w:t>349.8322</w:t>
      </w:r>
      <w:r>
        <w:tab/>
        <w:t>5.063e0</w:t>
      </w:r>
    </w:p>
    <w:p w:rsidR="00B65DC9" w:rsidRDefault="00B65DC9" w:rsidP="00B65DC9">
      <w:r>
        <w:t>349.8412</w:t>
      </w:r>
      <w:r>
        <w:tab/>
        <w:t>2.532e-2</w:t>
      </w:r>
    </w:p>
    <w:p w:rsidR="00B65DC9" w:rsidRDefault="00B65DC9" w:rsidP="00B65DC9">
      <w:r>
        <w:t>349.8541</w:t>
      </w:r>
      <w:r>
        <w:tab/>
        <w:t>2.025e0</w:t>
      </w:r>
    </w:p>
    <w:p w:rsidR="00B65DC9" w:rsidRDefault="00B65DC9" w:rsidP="00B65DC9">
      <w:r>
        <w:t>349.8817</w:t>
      </w:r>
      <w:r>
        <w:tab/>
        <w:t>7.101e0</w:t>
      </w:r>
    </w:p>
    <w:p w:rsidR="00B65DC9" w:rsidRDefault="00B65DC9" w:rsidP="00B65DC9">
      <w:r>
        <w:t>349.8933</w:t>
      </w:r>
      <w:r>
        <w:tab/>
        <w:t>1.013e0</w:t>
      </w:r>
    </w:p>
    <w:p w:rsidR="00B65DC9" w:rsidRDefault="00B65DC9" w:rsidP="00B65DC9">
      <w:r>
        <w:t>349.9242</w:t>
      </w:r>
      <w:r>
        <w:tab/>
        <w:t>2.025e0</w:t>
      </w:r>
    </w:p>
    <w:p w:rsidR="00B65DC9" w:rsidRDefault="00B65DC9" w:rsidP="00B65DC9">
      <w:r>
        <w:t>349.9465</w:t>
      </w:r>
      <w:r>
        <w:tab/>
        <w:t>4.051e0</w:t>
      </w:r>
    </w:p>
    <w:p w:rsidR="00B65DC9" w:rsidRDefault="00B65DC9" w:rsidP="00B65DC9">
      <w:r>
        <w:t>349.9477</w:t>
      </w:r>
      <w:r>
        <w:tab/>
        <w:t>3.038e0</w:t>
      </w:r>
    </w:p>
    <w:p w:rsidR="00B65DC9" w:rsidRDefault="00B65DC9" w:rsidP="00B65DC9">
      <w:r>
        <w:lastRenderedPageBreak/>
        <w:t>349.9960</w:t>
      </w:r>
      <w:r>
        <w:tab/>
        <w:t>1.266e-2</w:t>
      </w:r>
    </w:p>
    <w:p w:rsidR="00B65DC9" w:rsidRDefault="00B65DC9" w:rsidP="00B65DC9">
      <w:r>
        <w:t>349.9988</w:t>
      </w:r>
      <w:r>
        <w:tab/>
        <w:t>5.063e0</w:t>
      </w:r>
    </w:p>
    <w:p w:rsidR="00B65DC9" w:rsidRDefault="00B65DC9" w:rsidP="00B65DC9">
      <w:r>
        <w:t>350.0255</w:t>
      </w:r>
      <w:r>
        <w:tab/>
        <w:t>2.038e0</w:t>
      </w:r>
    </w:p>
    <w:p w:rsidR="00B65DC9" w:rsidRDefault="00B65DC9" w:rsidP="00B65DC9">
      <w:r>
        <w:t>350.0310</w:t>
      </w:r>
      <w:r>
        <w:tab/>
        <w:t>3.063e0</w:t>
      </w:r>
    </w:p>
    <w:p w:rsidR="00B65DC9" w:rsidRDefault="00B65DC9" w:rsidP="00B65DC9">
      <w:r>
        <w:t>350.0385</w:t>
      </w:r>
      <w:r>
        <w:tab/>
        <w:t>5.440e0</w:t>
      </w:r>
    </w:p>
    <w:p w:rsidR="00B65DC9" w:rsidRDefault="00B65DC9" w:rsidP="00B65DC9">
      <w:r>
        <w:t>350.0673</w:t>
      </w:r>
      <w:r>
        <w:tab/>
        <w:t>4.051e0</w:t>
      </w:r>
    </w:p>
    <w:p w:rsidR="00B65DC9" w:rsidRDefault="00B65DC9" w:rsidP="00B65DC9">
      <w:r>
        <w:t>350.1289</w:t>
      </w:r>
      <w:r>
        <w:tab/>
        <w:t>2.236e2</w:t>
      </w:r>
    </w:p>
    <w:p w:rsidR="00B65DC9" w:rsidRDefault="00B65DC9" w:rsidP="00B65DC9">
      <w:r>
        <w:t>350.1300</w:t>
      </w:r>
      <w:r>
        <w:tab/>
        <w:t>4.955e1</w:t>
      </w:r>
    </w:p>
    <w:p w:rsidR="00B65DC9" w:rsidRDefault="00B65DC9" w:rsidP="00B65DC9">
      <w:r>
        <w:t>350.1330</w:t>
      </w:r>
      <w:r>
        <w:tab/>
        <w:t>2.077e1</w:t>
      </w:r>
    </w:p>
    <w:p w:rsidR="00B65DC9" w:rsidRDefault="00B65DC9" w:rsidP="00B65DC9">
      <w:r>
        <w:t>350.1999</w:t>
      </w:r>
      <w:r>
        <w:tab/>
        <w:t>4.051e0</w:t>
      </w:r>
    </w:p>
    <w:p w:rsidR="00B65DC9" w:rsidRDefault="00B65DC9" w:rsidP="00B65DC9">
      <w:r>
        <w:t>350.2250</w:t>
      </w:r>
      <w:r>
        <w:tab/>
        <w:t>4.464e0</w:t>
      </w:r>
    </w:p>
    <w:p w:rsidR="00B65DC9" w:rsidRDefault="00B65DC9" w:rsidP="00B65DC9">
      <w:r>
        <w:t>350.2292</w:t>
      </w:r>
      <w:r>
        <w:tab/>
        <w:t>2.590e0</w:t>
      </w:r>
    </w:p>
    <w:p w:rsidR="00B65DC9" w:rsidRDefault="00B65DC9" w:rsidP="00B65DC9">
      <w:r>
        <w:t>350.2598</w:t>
      </w:r>
      <w:r>
        <w:tab/>
        <w:t>1.013e0</w:t>
      </w:r>
    </w:p>
    <w:p w:rsidR="00B65DC9" w:rsidRDefault="00B65DC9" w:rsidP="00B65DC9">
      <w:r>
        <w:t>350.2685</w:t>
      </w:r>
      <w:r>
        <w:tab/>
        <w:t>1.025e0</w:t>
      </w:r>
    </w:p>
    <w:p w:rsidR="00B65DC9" w:rsidRDefault="00B65DC9" w:rsidP="00B65DC9">
      <w:r>
        <w:t>350.2734</w:t>
      </w:r>
      <w:r>
        <w:tab/>
        <w:t>5.063e0</w:t>
      </w:r>
    </w:p>
    <w:p w:rsidR="00B65DC9" w:rsidRDefault="00B65DC9" w:rsidP="00B65DC9">
      <w:r>
        <w:t>350.2791</w:t>
      </w:r>
      <w:r>
        <w:tab/>
        <w:t>6.819e0</w:t>
      </w:r>
    </w:p>
    <w:p w:rsidR="00B65DC9" w:rsidRDefault="00B65DC9" w:rsidP="00B65DC9">
      <w:r>
        <w:t>350.2805</w:t>
      </w:r>
      <w:r>
        <w:tab/>
        <w:t>1.013e0</w:t>
      </w:r>
    </w:p>
    <w:p w:rsidR="00B65DC9" w:rsidRDefault="00B65DC9" w:rsidP="00B65DC9">
      <w:r>
        <w:t>350.3159</w:t>
      </w:r>
      <w:r>
        <w:tab/>
        <w:t>4.051e0</w:t>
      </w:r>
    </w:p>
    <w:p w:rsidR="00B65DC9" w:rsidRDefault="00B65DC9" w:rsidP="00B65DC9">
      <w:r>
        <w:t>350.3738</w:t>
      </w:r>
      <w:r>
        <w:tab/>
        <w:t>2.025e0</w:t>
      </w:r>
    </w:p>
    <w:p w:rsidR="00B65DC9" w:rsidRDefault="00B65DC9" w:rsidP="00B65DC9">
      <w:r>
        <w:lastRenderedPageBreak/>
        <w:t>350.3885</w:t>
      </w:r>
      <w:r>
        <w:tab/>
        <w:t>2.038e0</w:t>
      </w:r>
    </w:p>
    <w:p w:rsidR="00B65DC9" w:rsidRDefault="00B65DC9" w:rsidP="00B65DC9">
      <w:r>
        <w:t>350.3953</w:t>
      </w:r>
      <w:r>
        <w:tab/>
        <w:t>2.038e0</w:t>
      </w:r>
    </w:p>
    <w:p w:rsidR="00B65DC9" w:rsidRDefault="00B65DC9" w:rsidP="00B65DC9">
      <w:r>
        <w:t>350.4001</w:t>
      </w:r>
      <w:r>
        <w:tab/>
        <w:t>1.013e0</w:t>
      </w:r>
    </w:p>
    <w:p w:rsidR="00B65DC9" w:rsidRDefault="00B65DC9" w:rsidP="00B65DC9">
      <w:r>
        <w:t>350.4420</w:t>
      </w:r>
      <w:r>
        <w:tab/>
        <w:t>2.025e0</w:t>
      </w:r>
    </w:p>
    <w:p w:rsidR="00B65DC9" w:rsidRDefault="00B65DC9" w:rsidP="00B65DC9">
      <w:r>
        <w:t>350.4739</w:t>
      </w:r>
      <w:r>
        <w:tab/>
        <w:t>3.051e0</w:t>
      </w:r>
    </w:p>
    <w:p w:rsidR="00B65DC9" w:rsidRDefault="00B65DC9" w:rsidP="00B65DC9">
      <w:r>
        <w:t>350.4782</w:t>
      </w:r>
      <w:r>
        <w:tab/>
        <w:t>1.266e-2</w:t>
      </w:r>
    </w:p>
    <w:p w:rsidR="00B65DC9" w:rsidRDefault="00B65DC9" w:rsidP="00B65DC9">
      <w:r>
        <w:t>350.5078</w:t>
      </w:r>
      <w:r>
        <w:tab/>
        <w:t>1.266e-2</w:t>
      </w:r>
    </w:p>
    <w:p w:rsidR="00B65DC9" w:rsidRDefault="00B65DC9" w:rsidP="00B65DC9">
      <w:r>
        <w:t>350.5327</w:t>
      </w:r>
      <w:r>
        <w:tab/>
        <w:t>4.051e0</w:t>
      </w:r>
    </w:p>
    <w:p w:rsidR="00B65DC9" w:rsidRDefault="00B65DC9" w:rsidP="00B65DC9">
      <w:r>
        <w:t>350.5396</w:t>
      </w:r>
      <w:r>
        <w:tab/>
        <w:t>1.013e0</w:t>
      </w:r>
    </w:p>
    <w:p w:rsidR="00B65DC9" w:rsidRDefault="00B65DC9" w:rsidP="00B65DC9">
      <w:r>
        <w:t>350.5690</w:t>
      </w:r>
      <w:r>
        <w:tab/>
        <w:t>1.013e0</w:t>
      </w:r>
    </w:p>
    <w:p w:rsidR="00B65DC9" w:rsidRDefault="00B65DC9" w:rsidP="00B65DC9">
      <w:r>
        <w:t>350.6064</w:t>
      </w:r>
      <w:r>
        <w:tab/>
        <w:t>3.038e0</w:t>
      </w:r>
    </w:p>
    <w:p w:rsidR="00B65DC9" w:rsidRDefault="00B65DC9" w:rsidP="00B65DC9">
      <w:r>
        <w:t>350.6146</w:t>
      </w:r>
      <w:r>
        <w:tab/>
        <w:t>2.025e0</w:t>
      </w:r>
    </w:p>
    <w:p w:rsidR="00B65DC9" w:rsidRDefault="00B65DC9" w:rsidP="00B65DC9">
      <w:r>
        <w:t>350.6225</w:t>
      </w:r>
      <w:r>
        <w:tab/>
        <w:t>1.013e0</w:t>
      </w:r>
    </w:p>
    <w:p w:rsidR="00B65DC9" w:rsidRDefault="00B65DC9" w:rsidP="00B65DC9">
      <w:r>
        <w:t>350.6399</w:t>
      </w:r>
      <w:r>
        <w:tab/>
        <w:t>1.025e0</w:t>
      </w:r>
    </w:p>
    <w:p w:rsidR="00B65DC9" w:rsidRDefault="00B65DC9" w:rsidP="00B65DC9">
      <w:r>
        <w:t>350.6558</w:t>
      </w:r>
      <w:r>
        <w:tab/>
        <w:t>2.025e0</w:t>
      </w:r>
    </w:p>
    <w:p w:rsidR="00B65DC9" w:rsidRDefault="00B65DC9" w:rsidP="00B65DC9">
      <w:r>
        <w:t>350.6678</w:t>
      </w:r>
      <w:r>
        <w:tab/>
        <w:t>1.013e0</w:t>
      </w:r>
    </w:p>
    <w:p w:rsidR="00B65DC9" w:rsidRDefault="00B65DC9" w:rsidP="00B65DC9">
      <w:r>
        <w:t>350.6880</w:t>
      </w:r>
      <w:r>
        <w:tab/>
        <w:t>2.038e0</w:t>
      </w:r>
    </w:p>
    <w:p w:rsidR="00B65DC9" w:rsidRDefault="00B65DC9" w:rsidP="00B65DC9">
      <w:r>
        <w:t>350.6896</w:t>
      </w:r>
      <w:r>
        <w:tab/>
        <w:t>3.038e0</w:t>
      </w:r>
    </w:p>
    <w:p w:rsidR="00B65DC9" w:rsidRDefault="00B65DC9" w:rsidP="00B65DC9">
      <w:r>
        <w:t>350.6964</w:t>
      </w:r>
      <w:r>
        <w:tab/>
        <w:t>1.013e0</w:t>
      </w:r>
    </w:p>
    <w:p w:rsidR="00B65DC9" w:rsidRDefault="00B65DC9" w:rsidP="00B65DC9">
      <w:r>
        <w:lastRenderedPageBreak/>
        <w:t>350.7211</w:t>
      </w:r>
      <w:r>
        <w:tab/>
        <w:t>1.266e-2</w:t>
      </w:r>
    </w:p>
    <w:p w:rsidR="00B65DC9" w:rsidRDefault="00B65DC9" w:rsidP="00B65DC9">
      <w:r>
        <w:t>350.7425</w:t>
      </w:r>
      <w:r>
        <w:tab/>
        <w:t>1.266e-2</w:t>
      </w:r>
    </w:p>
    <w:p w:rsidR="00B65DC9" w:rsidRDefault="00B65DC9" w:rsidP="00B65DC9">
      <w:r>
        <w:t>350.7668</w:t>
      </w:r>
      <w:r>
        <w:tab/>
        <w:t>1.013e0</w:t>
      </w:r>
    </w:p>
    <w:p w:rsidR="00B65DC9" w:rsidRDefault="00B65DC9" w:rsidP="00B65DC9">
      <w:r>
        <w:t>350.7936</w:t>
      </w:r>
      <w:r>
        <w:tab/>
        <w:t>4.051e0</w:t>
      </w:r>
    </w:p>
    <w:p w:rsidR="00B65DC9" w:rsidRDefault="00B65DC9" w:rsidP="00B65DC9">
      <w:r>
        <w:t>350.8216</w:t>
      </w:r>
      <w:r>
        <w:tab/>
        <w:t>2.025e0</w:t>
      </w:r>
    </w:p>
    <w:p w:rsidR="00B65DC9" w:rsidRDefault="00B65DC9" w:rsidP="00B65DC9">
      <w:r>
        <w:t>350.8530</w:t>
      </w:r>
      <w:r>
        <w:tab/>
        <w:t>1.266e-2</w:t>
      </w:r>
    </w:p>
    <w:p w:rsidR="00B65DC9" w:rsidRDefault="00B65DC9" w:rsidP="00B65DC9">
      <w:r>
        <w:t>350.8723</w:t>
      </w:r>
      <w:r>
        <w:tab/>
        <w:t>2.051e0</w:t>
      </w:r>
    </w:p>
    <w:p w:rsidR="00B65DC9" w:rsidRDefault="00B65DC9" w:rsidP="00B65DC9">
      <w:r>
        <w:t>350.9110</w:t>
      </w:r>
      <w:r>
        <w:tab/>
        <w:t>1.013e0</w:t>
      </w:r>
    </w:p>
    <w:p w:rsidR="00B65DC9" w:rsidRDefault="00B65DC9" w:rsidP="00B65DC9">
      <w:r>
        <w:t>350.9322</w:t>
      </w:r>
      <w:r>
        <w:tab/>
        <w:t>1.013e0</w:t>
      </w:r>
    </w:p>
    <w:p w:rsidR="00B65DC9" w:rsidRDefault="00B65DC9" w:rsidP="00B65DC9">
      <w:r>
        <w:t>350.9409</w:t>
      </w:r>
      <w:r>
        <w:tab/>
        <w:t>1.266e-2</w:t>
      </w:r>
    </w:p>
    <w:p w:rsidR="00B65DC9" w:rsidRDefault="00B65DC9" w:rsidP="00B65DC9">
      <w:r>
        <w:t>350.9547</w:t>
      </w:r>
      <w:r>
        <w:tab/>
        <w:t>2.025e0</w:t>
      </w:r>
    </w:p>
    <w:p w:rsidR="00B65DC9" w:rsidRDefault="00B65DC9" w:rsidP="00B65DC9">
      <w:r>
        <w:t>350.9661</w:t>
      </w:r>
      <w:r>
        <w:tab/>
        <w:t>3.038e0</w:t>
      </w:r>
    </w:p>
    <w:p w:rsidR="00B65DC9" w:rsidRDefault="00B65DC9" w:rsidP="00B65DC9">
      <w:r>
        <w:t>350.9954</w:t>
      </w:r>
      <w:r>
        <w:tab/>
        <w:t>2.025e0</w:t>
      </w:r>
    </w:p>
    <w:p w:rsidR="00B65DC9" w:rsidRDefault="00B65DC9" w:rsidP="00B65DC9">
      <w:r>
        <w:t>351.0065</w:t>
      </w:r>
      <w:r>
        <w:tab/>
        <w:t>2.038e0</w:t>
      </w:r>
    </w:p>
    <w:p w:rsidR="00B65DC9" w:rsidRDefault="00B65DC9" w:rsidP="00B65DC9">
      <w:r>
        <w:t>351.0378</w:t>
      </w:r>
      <w:r>
        <w:tab/>
        <w:t>3.038e0</w:t>
      </w:r>
    </w:p>
    <w:p w:rsidR="00B65DC9" w:rsidRDefault="00B65DC9" w:rsidP="00B65DC9">
      <w:r>
        <w:t>351.0718</w:t>
      </w:r>
      <w:r>
        <w:tab/>
        <w:t>3.051e0</w:t>
      </w:r>
    </w:p>
    <w:p w:rsidR="00B65DC9" w:rsidRDefault="00B65DC9" w:rsidP="00B65DC9">
      <w:r>
        <w:t>351.0739</w:t>
      </w:r>
      <w:r>
        <w:tab/>
        <w:t>1.318e0</w:t>
      </w:r>
    </w:p>
    <w:p w:rsidR="00B65DC9" w:rsidRDefault="00B65DC9" w:rsidP="00B65DC9">
      <w:r>
        <w:t>351.0761</w:t>
      </w:r>
      <w:r>
        <w:tab/>
        <w:t>1.266e-2</w:t>
      </w:r>
    </w:p>
    <w:p w:rsidR="00B65DC9" w:rsidRDefault="00B65DC9" w:rsidP="00B65DC9">
      <w:r>
        <w:t>351.1201</w:t>
      </w:r>
      <w:r>
        <w:tab/>
        <w:t>7.933e0</w:t>
      </w:r>
    </w:p>
    <w:p w:rsidR="00B65DC9" w:rsidRDefault="00B65DC9" w:rsidP="00B65DC9">
      <w:r>
        <w:lastRenderedPageBreak/>
        <w:t>351.1253</w:t>
      </w:r>
      <w:r>
        <w:tab/>
        <w:t>7.568e1</w:t>
      </w:r>
    </w:p>
    <w:p w:rsidR="00B65DC9" w:rsidRDefault="00B65DC9" w:rsidP="00B65DC9">
      <w:r>
        <w:t>351.1360</w:t>
      </w:r>
      <w:r>
        <w:tab/>
        <w:t>4.051e0</w:t>
      </w:r>
    </w:p>
    <w:p w:rsidR="00B65DC9" w:rsidRDefault="00B65DC9" w:rsidP="00B65DC9">
      <w:r>
        <w:t>351.1957</w:t>
      </w:r>
      <w:r>
        <w:tab/>
        <w:t>1.266e-2</w:t>
      </w:r>
    </w:p>
    <w:p w:rsidR="00B65DC9" w:rsidRDefault="00B65DC9" w:rsidP="00B65DC9">
      <w:r>
        <w:t>351.2019</w:t>
      </w:r>
      <w:r>
        <w:tab/>
        <w:t>4.076e0</w:t>
      </w:r>
    </w:p>
    <w:p w:rsidR="00B65DC9" w:rsidRDefault="00B65DC9" w:rsidP="00B65DC9">
      <w:r>
        <w:t>351.2142</w:t>
      </w:r>
      <w:r>
        <w:tab/>
        <w:t>3.038e0</w:t>
      </w:r>
    </w:p>
    <w:p w:rsidR="00B65DC9" w:rsidRDefault="00B65DC9" w:rsidP="00B65DC9">
      <w:r>
        <w:t>351.2237</w:t>
      </w:r>
      <w:r>
        <w:tab/>
        <w:t>3.038e0</w:t>
      </w:r>
    </w:p>
    <w:p w:rsidR="00B65DC9" w:rsidRDefault="00B65DC9" w:rsidP="00B65DC9">
      <w:r>
        <w:t>351.2330</w:t>
      </w:r>
      <w:r>
        <w:tab/>
        <w:t>2.025e0</w:t>
      </w:r>
    </w:p>
    <w:p w:rsidR="00B65DC9" w:rsidRDefault="00B65DC9" w:rsidP="00B65DC9">
      <w:r>
        <w:t>351.2747</w:t>
      </w:r>
      <w:r>
        <w:tab/>
        <w:t>2.949e0</w:t>
      </w:r>
    </w:p>
    <w:p w:rsidR="00B65DC9" w:rsidRDefault="00B65DC9" w:rsidP="00B65DC9">
      <w:r>
        <w:t>351.2927</w:t>
      </w:r>
      <w:r>
        <w:tab/>
        <w:t>4.051e0</w:t>
      </w:r>
    </w:p>
    <w:p w:rsidR="00B65DC9" w:rsidRDefault="00B65DC9" w:rsidP="00B65DC9">
      <w:r>
        <w:t>351.3050</w:t>
      </w:r>
      <w:r>
        <w:tab/>
        <w:t>1.025e0</w:t>
      </w:r>
    </w:p>
    <w:p w:rsidR="00B65DC9" w:rsidRDefault="00B65DC9" w:rsidP="00B65DC9">
      <w:r>
        <w:t>351.3228</w:t>
      </w:r>
      <w:r>
        <w:tab/>
        <w:t>4.051e0</w:t>
      </w:r>
    </w:p>
    <w:p w:rsidR="00B65DC9" w:rsidRDefault="00B65DC9" w:rsidP="00B65DC9">
      <w:r>
        <w:t>351.3243</w:t>
      </w:r>
      <w:r>
        <w:tab/>
        <w:t>1.013e0</w:t>
      </w:r>
    </w:p>
    <w:p w:rsidR="00B65DC9" w:rsidRDefault="00B65DC9" w:rsidP="00B65DC9">
      <w:r>
        <w:t>351.3494</w:t>
      </w:r>
      <w:r>
        <w:tab/>
        <w:t>1.266e-2</w:t>
      </w:r>
    </w:p>
    <w:p w:rsidR="00B65DC9" w:rsidRDefault="00B65DC9" w:rsidP="00B65DC9">
      <w:r>
        <w:t>351.3855</w:t>
      </w:r>
      <w:r>
        <w:tab/>
        <w:t>1.266e-2</w:t>
      </w:r>
    </w:p>
    <w:p w:rsidR="00B65DC9" w:rsidRDefault="00B65DC9" w:rsidP="00B65DC9">
      <w:r>
        <w:t>351.3895</w:t>
      </w:r>
      <w:r>
        <w:tab/>
        <w:t>1.266e-2</w:t>
      </w:r>
    </w:p>
    <w:p w:rsidR="00B65DC9" w:rsidRDefault="00B65DC9" w:rsidP="00B65DC9">
      <w:r>
        <w:t>351.4312</w:t>
      </w:r>
      <w:r>
        <w:tab/>
        <w:t>2.025e0</w:t>
      </w:r>
    </w:p>
    <w:p w:rsidR="00B65DC9" w:rsidRDefault="00B65DC9" w:rsidP="00B65DC9">
      <w:r>
        <w:t>351.4394</w:t>
      </w:r>
      <w:r>
        <w:tab/>
        <w:t>1.266e-2</w:t>
      </w:r>
    </w:p>
    <w:p w:rsidR="00B65DC9" w:rsidRDefault="00B65DC9" w:rsidP="00B65DC9">
      <w:r>
        <w:t>351.4636</w:t>
      </w:r>
      <w:r>
        <w:tab/>
        <w:t>1.013e0</w:t>
      </w:r>
    </w:p>
    <w:p w:rsidR="00B65DC9" w:rsidRDefault="00B65DC9" w:rsidP="00B65DC9">
      <w:r>
        <w:t>351.4745</w:t>
      </w:r>
      <w:r>
        <w:tab/>
        <w:t>2.025e0</w:t>
      </w:r>
    </w:p>
    <w:p w:rsidR="00B65DC9" w:rsidRDefault="00B65DC9" w:rsidP="00B65DC9">
      <w:r>
        <w:lastRenderedPageBreak/>
        <w:t>351.4941</w:t>
      </w:r>
      <w:r>
        <w:tab/>
        <w:t>1.013e0</w:t>
      </w:r>
    </w:p>
    <w:p w:rsidR="00B65DC9" w:rsidRDefault="00B65DC9" w:rsidP="00B65DC9">
      <w:r>
        <w:t>351.5092</w:t>
      </w:r>
      <w:r>
        <w:tab/>
        <w:t>1.013e0</w:t>
      </w:r>
    </w:p>
    <w:p w:rsidR="00B65DC9" w:rsidRDefault="00B65DC9" w:rsidP="00B65DC9">
      <w:r>
        <w:t>351.5195</w:t>
      </w:r>
      <w:r>
        <w:tab/>
        <w:t>2.025e0</w:t>
      </w:r>
    </w:p>
    <w:p w:rsidR="00B65DC9" w:rsidRDefault="00B65DC9" w:rsidP="00B65DC9">
      <w:r>
        <w:t>351.5449</w:t>
      </w:r>
      <w:r>
        <w:tab/>
        <w:t>1.266e-2</w:t>
      </w:r>
    </w:p>
    <w:p w:rsidR="00B65DC9" w:rsidRDefault="00B65DC9" w:rsidP="00B65DC9">
      <w:r>
        <w:t>351.5812</w:t>
      </w:r>
      <w:r>
        <w:tab/>
        <w:t>2.025e0</w:t>
      </w:r>
    </w:p>
    <w:p w:rsidR="00B65DC9" w:rsidRDefault="00B65DC9" w:rsidP="00B65DC9">
      <w:r>
        <w:t>351.6002</w:t>
      </w:r>
      <w:r>
        <w:tab/>
        <w:t>2.025e0</w:t>
      </w:r>
    </w:p>
    <w:p w:rsidR="00B65DC9" w:rsidRDefault="00B65DC9" w:rsidP="00B65DC9">
      <w:r>
        <w:t>351.6199</w:t>
      </w:r>
      <w:r>
        <w:tab/>
        <w:t>1.266e-2</w:t>
      </w:r>
    </w:p>
    <w:p w:rsidR="00B65DC9" w:rsidRDefault="00B65DC9" w:rsidP="00B65DC9">
      <w:r>
        <w:t>351.6359</w:t>
      </w:r>
      <w:r>
        <w:tab/>
        <w:t>2.652e0</w:t>
      </w:r>
    </w:p>
    <w:p w:rsidR="00B65DC9" w:rsidRDefault="00B65DC9" w:rsidP="00B65DC9">
      <w:r>
        <w:t>351.6451</w:t>
      </w:r>
      <w:r>
        <w:tab/>
        <w:t>1.266e-2</w:t>
      </w:r>
    </w:p>
    <w:p w:rsidR="00B65DC9" w:rsidRDefault="00B65DC9" w:rsidP="00B65DC9">
      <w:r>
        <w:t>351.6503</w:t>
      </w:r>
      <w:r>
        <w:tab/>
        <w:t>3.038e0</w:t>
      </w:r>
    </w:p>
    <w:p w:rsidR="00B65DC9" w:rsidRDefault="00B65DC9" w:rsidP="00B65DC9">
      <w:r>
        <w:t>351.6783</w:t>
      </w:r>
      <w:r>
        <w:tab/>
        <w:t>1.266e-2</w:t>
      </w:r>
    </w:p>
    <w:p w:rsidR="00B65DC9" w:rsidRDefault="00B65DC9" w:rsidP="00B65DC9">
      <w:r>
        <w:t>351.7060</w:t>
      </w:r>
      <w:r>
        <w:tab/>
        <w:t>2.025e0</w:t>
      </w:r>
    </w:p>
    <w:p w:rsidR="00B65DC9" w:rsidRDefault="00B65DC9" w:rsidP="00B65DC9">
      <w:r>
        <w:t>351.7511</w:t>
      </w:r>
      <w:r>
        <w:tab/>
        <w:t>2.025e0</w:t>
      </w:r>
    </w:p>
    <w:p w:rsidR="00B65DC9" w:rsidRDefault="00B65DC9" w:rsidP="00B65DC9">
      <w:r>
        <w:t>351.7524</w:t>
      </w:r>
      <w:r>
        <w:tab/>
        <w:t>3.038e0</w:t>
      </w:r>
    </w:p>
    <w:p w:rsidR="00B65DC9" w:rsidRDefault="00B65DC9" w:rsidP="00B65DC9">
      <w:r>
        <w:t>351.8116</w:t>
      </w:r>
      <w:r>
        <w:tab/>
        <w:t>2.025e0</w:t>
      </w:r>
    </w:p>
    <w:p w:rsidR="00B65DC9" w:rsidRDefault="00B65DC9" w:rsidP="00B65DC9">
      <w:r>
        <w:t>351.8528</w:t>
      </w:r>
      <w:r>
        <w:tab/>
        <w:t>2.025e0</w:t>
      </w:r>
    </w:p>
    <w:p w:rsidR="00B65DC9" w:rsidRDefault="00B65DC9" w:rsidP="00B65DC9">
      <w:r>
        <w:t>351.8596</w:t>
      </w:r>
      <w:r>
        <w:tab/>
        <w:t>2.025e0</w:t>
      </w:r>
    </w:p>
    <w:p w:rsidR="00B65DC9" w:rsidRDefault="00B65DC9" w:rsidP="00B65DC9">
      <w:r>
        <w:t>351.9126</w:t>
      </w:r>
      <w:r>
        <w:tab/>
        <w:t>3.038e0</w:t>
      </w:r>
    </w:p>
    <w:p w:rsidR="00B65DC9" w:rsidRDefault="00B65DC9" w:rsidP="00B65DC9">
      <w:r>
        <w:t>351.9139</w:t>
      </w:r>
      <w:r>
        <w:tab/>
        <w:t>1.025e0</w:t>
      </w:r>
    </w:p>
    <w:p w:rsidR="00B65DC9" w:rsidRDefault="00B65DC9" w:rsidP="00B65DC9">
      <w:r>
        <w:lastRenderedPageBreak/>
        <w:t>351.9369</w:t>
      </w:r>
      <w:r>
        <w:tab/>
        <w:t>3.798e-2</w:t>
      </w:r>
    </w:p>
    <w:p w:rsidR="00B65DC9" w:rsidRDefault="00B65DC9" w:rsidP="00B65DC9">
      <w:r>
        <w:t>351.9570</w:t>
      </w:r>
      <w:r>
        <w:tab/>
        <w:t>5.063e0</w:t>
      </w:r>
    </w:p>
    <w:p w:rsidR="00B65DC9" w:rsidRDefault="00B65DC9" w:rsidP="00B65DC9">
      <w:r>
        <w:t>351.9724</w:t>
      </w:r>
      <w:r>
        <w:tab/>
        <w:t>1.013e0</w:t>
      </w:r>
    </w:p>
    <w:p w:rsidR="00B65DC9" w:rsidRDefault="00B65DC9" w:rsidP="00B65DC9">
      <w:r>
        <w:t>351.9765</w:t>
      </w:r>
      <w:r>
        <w:tab/>
        <w:t>1.051e0</w:t>
      </w:r>
    </w:p>
    <w:p w:rsidR="00B65DC9" w:rsidRDefault="00B65DC9" w:rsidP="00B65DC9">
      <w:r>
        <w:t>351.9800</w:t>
      </w:r>
      <w:r>
        <w:tab/>
        <w:t>1.038e0</w:t>
      </w:r>
    </w:p>
    <w:p w:rsidR="00B65DC9" w:rsidRDefault="00B65DC9" w:rsidP="00B65DC9">
      <w:r>
        <w:t>351.9837</w:t>
      </w:r>
      <w:r>
        <w:tab/>
        <w:t>1.025e0</w:t>
      </w:r>
    </w:p>
    <w:p w:rsidR="00B65DC9" w:rsidRDefault="00B65DC9" w:rsidP="00B65DC9">
      <w:r>
        <w:t>352.0540</w:t>
      </w:r>
      <w:r>
        <w:tab/>
        <w:t>4.675e0</w:t>
      </w:r>
    </w:p>
    <w:p w:rsidR="00B65DC9" w:rsidRDefault="00B65DC9" w:rsidP="00B65DC9">
      <w:r>
        <w:t>352.0614</w:t>
      </w:r>
      <w:r>
        <w:tab/>
        <w:t>2.025e0</w:t>
      </w:r>
    </w:p>
    <w:p w:rsidR="00B65DC9" w:rsidRDefault="00B65DC9" w:rsidP="00B65DC9">
      <w:r>
        <w:t>352.0865</w:t>
      </w:r>
      <w:r>
        <w:tab/>
        <w:t>1.025e0</w:t>
      </w:r>
    </w:p>
    <w:p w:rsidR="00B65DC9" w:rsidRDefault="00B65DC9" w:rsidP="00B65DC9">
      <w:r>
        <w:t>352.1283</w:t>
      </w:r>
      <w:r>
        <w:tab/>
        <w:t>1.080e1</w:t>
      </w:r>
    </w:p>
    <w:p w:rsidR="00B65DC9" w:rsidRDefault="00B65DC9" w:rsidP="00B65DC9">
      <w:r>
        <w:t>352.1373</w:t>
      </w:r>
      <w:r>
        <w:tab/>
        <w:t>4.247e0</w:t>
      </w:r>
    </w:p>
    <w:p w:rsidR="00B65DC9" w:rsidRDefault="00B65DC9" w:rsidP="00B65DC9">
      <w:r>
        <w:t>352.1423</w:t>
      </w:r>
      <w:r>
        <w:tab/>
        <w:t>2.419e0</w:t>
      </w:r>
    </w:p>
    <w:p w:rsidR="00B65DC9" w:rsidRDefault="00B65DC9" w:rsidP="00B65DC9">
      <w:r>
        <w:t>352.1456</w:t>
      </w:r>
      <w:r>
        <w:tab/>
        <w:t>1.038e0</w:t>
      </w:r>
    </w:p>
    <w:p w:rsidR="00B65DC9" w:rsidRDefault="00B65DC9" w:rsidP="00B65DC9">
      <w:r>
        <w:t>352.1483</w:t>
      </w:r>
      <w:r>
        <w:tab/>
        <w:t>3.038e0</w:t>
      </w:r>
    </w:p>
    <w:p w:rsidR="00B65DC9" w:rsidRDefault="00B65DC9" w:rsidP="00B65DC9">
      <w:r>
        <w:t>352.2657</w:t>
      </w:r>
      <w:r>
        <w:tab/>
        <w:t>3.038e0</w:t>
      </w:r>
    </w:p>
    <w:p w:rsidR="00B65DC9" w:rsidRDefault="00B65DC9" w:rsidP="00B65DC9">
      <w:r>
        <w:t>352.2805</w:t>
      </w:r>
      <w:r>
        <w:tab/>
        <w:t>2.038e0</w:t>
      </w:r>
    </w:p>
    <w:p w:rsidR="00B65DC9" w:rsidRDefault="00B65DC9" w:rsidP="00B65DC9">
      <w:r>
        <w:t>352.3231</w:t>
      </w:r>
      <w:r>
        <w:tab/>
        <w:t>2.038e0</w:t>
      </w:r>
    </w:p>
    <w:p w:rsidR="00B65DC9" w:rsidRDefault="00B65DC9" w:rsidP="00B65DC9">
      <w:r>
        <w:t>352.3293</w:t>
      </w:r>
      <w:r>
        <w:tab/>
        <w:t>3.038e0</w:t>
      </w:r>
    </w:p>
    <w:p w:rsidR="00B65DC9" w:rsidRDefault="00B65DC9" w:rsidP="00B65DC9">
      <w:r>
        <w:t>352.3505</w:t>
      </w:r>
      <w:r>
        <w:tab/>
        <w:t>1.013e0</w:t>
      </w:r>
    </w:p>
    <w:p w:rsidR="00B65DC9" w:rsidRDefault="00B65DC9" w:rsidP="00B65DC9">
      <w:r>
        <w:lastRenderedPageBreak/>
        <w:t>352.3967</w:t>
      </w:r>
      <w:r>
        <w:tab/>
        <w:t>1.013e0</w:t>
      </w:r>
    </w:p>
    <w:p w:rsidR="00B65DC9" w:rsidRDefault="00B65DC9" w:rsidP="00B65DC9">
      <w:r>
        <w:t>352.3997</w:t>
      </w:r>
      <w:r>
        <w:tab/>
        <w:t>2.038e0</w:t>
      </w:r>
    </w:p>
    <w:p w:rsidR="00B65DC9" w:rsidRDefault="00B65DC9" w:rsidP="00B65DC9">
      <w:r>
        <w:t>352.4210</w:t>
      </w:r>
      <w:r>
        <w:tab/>
        <w:t>1.013e0</w:t>
      </w:r>
    </w:p>
    <w:p w:rsidR="00B65DC9" w:rsidRDefault="00B65DC9" w:rsidP="00B65DC9">
      <w:r>
        <w:t>352.4460</w:t>
      </w:r>
      <w:r>
        <w:tab/>
        <w:t>3.038e0</w:t>
      </w:r>
    </w:p>
    <w:p w:rsidR="00B65DC9" w:rsidRDefault="00B65DC9" w:rsidP="00B65DC9">
      <w:r>
        <w:t>352.5062</w:t>
      </w:r>
      <w:r>
        <w:tab/>
        <w:t>2.025e0</w:t>
      </w:r>
    </w:p>
    <w:p w:rsidR="00B65DC9" w:rsidRDefault="00B65DC9" w:rsidP="00B65DC9">
      <w:r>
        <w:t>352.5119</w:t>
      </w:r>
      <w:r>
        <w:tab/>
        <w:t>1.013e0</w:t>
      </w:r>
    </w:p>
    <w:p w:rsidR="00B65DC9" w:rsidRDefault="00B65DC9" w:rsidP="00B65DC9">
      <w:r>
        <w:t>352.5208</w:t>
      </w:r>
      <w:r>
        <w:tab/>
        <w:t>1.013e0</w:t>
      </w:r>
    </w:p>
    <w:p w:rsidR="00B65DC9" w:rsidRDefault="00B65DC9" w:rsidP="00B65DC9">
      <w:r>
        <w:t>352.5333</w:t>
      </w:r>
      <w:r>
        <w:tab/>
        <w:t>1.266e-2</w:t>
      </w:r>
    </w:p>
    <w:p w:rsidR="00B65DC9" w:rsidRDefault="00B65DC9" w:rsidP="00B65DC9">
      <w:r>
        <w:t>352.5826</w:t>
      </w:r>
      <w:r>
        <w:tab/>
        <w:t>1.266e-2</w:t>
      </w:r>
    </w:p>
    <w:p w:rsidR="00B65DC9" w:rsidRDefault="00B65DC9" w:rsidP="00B65DC9">
      <w:r>
        <w:t>352.6608</w:t>
      </w:r>
      <w:r>
        <w:tab/>
        <w:t>1.266e-2</w:t>
      </w:r>
    </w:p>
    <w:p w:rsidR="00B65DC9" w:rsidRDefault="00B65DC9" w:rsidP="00B65DC9">
      <w:r>
        <w:t>352.6659</w:t>
      </w:r>
      <w:r>
        <w:tab/>
        <w:t>2.038e0</w:t>
      </w:r>
    </w:p>
    <w:p w:rsidR="00B65DC9" w:rsidRDefault="00B65DC9" w:rsidP="00B65DC9">
      <w:r>
        <w:t>352.7513</w:t>
      </w:r>
      <w:r>
        <w:tab/>
        <w:t>1.013e0</w:t>
      </w:r>
    </w:p>
    <w:p w:rsidR="00B65DC9" w:rsidRDefault="00B65DC9" w:rsidP="00B65DC9">
      <w:r>
        <w:t>352.7597</w:t>
      </w:r>
      <w:r>
        <w:tab/>
        <w:t>3.038e0</w:t>
      </w:r>
    </w:p>
    <w:p w:rsidR="00B65DC9" w:rsidRDefault="00B65DC9" w:rsidP="00B65DC9">
      <w:r>
        <w:t>352.7766</w:t>
      </w:r>
      <w:r>
        <w:tab/>
        <w:t>1.013e0</w:t>
      </w:r>
    </w:p>
    <w:p w:rsidR="00B65DC9" w:rsidRDefault="00B65DC9" w:rsidP="00B65DC9">
      <w:r>
        <w:t>352.8257</w:t>
      </w:r>
      <w:r>
        <w:tab/>
        <w:t>1.013e0</w:t>
      </w:r>
    </w:p>
    <w:p w:rsidR="00B65DC9" w:rsidRDefault="00B65DC9" w:rsidP="00B65DC9">
      <w:r>
        <w:t>352.9120</w:t>
      </w:r>
      <w:r>
        <w:tab/>
        <w:t>2.025e0</w:t>
      </w:r>
    </w:p>
    <w:p w:rsidR="00B65DC9" w:rsidRDefault="00B65DC9" w:rsidP="00B65DC9">
      <w:r>
        <w:t>352.9212</w:t>
      </w:r>
      <w:r>
        <w:tab/>
        <w:t>2.025e0</w:t>
      </w:r>
    </w:p>
    <w:p w:rsidR="00B65DC9" w:rsidRDefault="00B65DC9" w:rsidP="00B65DC9">
      <w:r>
        <w:t>352.9309</w:t>
      </w:r>
      <w:r>
        <w:tab/>
        <w:t>1.266e-2</w:t>
      </w:r>
    </w:p>
    <w:p w:rsidR="00B65DC9" w:rsidRDefault="00B65DC9" w:rsidP="00B65DC9">
      <w:r>
        <w:t>352.9454</w:t>
      </w:r>
      <w:r>
        <w:tab/>
        <w:t>1.013e0</w:t>
      </w:r>
    </w:p>
    <w:p w:rsidR="00B65DC9" w:rsidRDefault="00B65DC9" w:rsidP="00B65DC9">
      <w:r>
        <w:lastRenderedPageBreak/>
        <w:t>352.9481</w:t>
      </w:r>
      <w:r>
        <w:tab/>
        <w:t>2.025e0</w:t>
      </w:r>
    </w:p>
    <w:p w:rsidR="00B65DC9" w:rsidRDefault="00B65DC9" w:rsidP="00B65DC9">
      <w:r>
        <w:t>352.9732</w:t>
      </w:r>
      <w:r>
        <w:tab/>
        <w:t>2.025e0</w:t>
      </w:r>
    </w:p>
    <w:p w:rsidR="00B65DC9" w:rsidRDefault="00B65DC9" w:rsidP="00B65DC9">
      <w:r>
        <w:t>352.9819</w:t>
      </w:r>
      <w:r>
        <w:tab/>
        <w:t>1.013e0</w:t>
      </w:r>
    </w:p>
    <w:p w:rsidR="00B65DC9" w:rsidRDefault="00B65DC9" w:rsidP="00B65DC9">
      <w:r>
        <w:t>352.9888</w:t>
      </w:r>
      <w:r>
        <w:tab/>
        <w:t>1.038e0</w:t>
      </w:r>
    </w:p>
    <w:p w:rsidR="00B65DC9" w:rsidRDefault="00B65DC9" w:rsidP="00B65DC9">
      <w:r>
        <w:t>353.0406</w:t>
      </w:r>
      <w:r>
        <w:tab/>
        <w:t>2.025e0</w:t>
      </w:r>
    </w:p>
    <w:p w:rsidR="00B65DC9" w:rsidRDefault="00B65DC9" w:rsidP="00B65DC9">
      <w:r>
        <w:t>353.0651</w:t>
      </w:r>
      <w:r>
        <w:tab/>
        <w:t>1.013e0</w:t>
      </w:r>
    </w:p>
    <w:p w:rsidR="00B65DC9" w:rsidRDefault="00B65DC9" w:rsidP="00B65DC9">
      <w:r>
        <w:t>353.0956</w:t>
      </w:r>
      <w:r>
        <w:tab/>
        <w:t>1.013e0</w:t>
      </w:r>
    </w:p>
    <w:p w:rsidR="00B65DC9" w:rsidRDefault="00B65DC9" w:rsidP="00B65DC9">
      <w:r>
        <w:t>353.1520</w:t>
      </w:r>
      <w:r>
        <w:tab/>
        <w:t>2.025e0</w:t>
      </w:r>
    </w:p>
    <w:p w:rsidR="00B65DC9" w:rsidRDefault="00B65DC9" w:rsidP="00B65DC9">
      <w:r>
        <w:t>353.1572</w:t>
      </w:r>
      <w:r>
        <w:tab/>
        <w:t>1.038e0</w:t>
      </w:r>
    </w:p>
    <w:p w:rsidR="00B65DC9" w:rsidRDefault="00B65DC9" w:rsidP="00B65DC9">
      <w:r>
        <w:t>353.1913</w:t>
      </w:r>
      <w:r>
        <w:tab/>
        <w:t>2.025e0</w:t>
      </w:r>
    </w:p>
    <w:p w:rsidR="00B65DC9" w:rsidRDefault="00B65DC9" w:rsidP="00B65DC9">
      <w:r>
        <w:t>353.2485</w:t>
      </w:r>
      <w:r>
        <w:tab/>
        <w:t>2.025e0</w:t>
      </w:r>
    </w:p>
    <w:p w:rsidR="00B65DC9" w:rsidRDefault="00B65DC9" w:rsidP="00B65DC9">
      <w:r>
        <w:t>353.2594</w:t>
      </w:r>
      <w:r>
        <w:tab/>
        <w:t>1.013e0</w:t>
      </w:r>
    </w:p>
    <w:p w:rsidR="00B65DC9" w:rsidRDefault="00B65DC9" w:rsidP="00B65DC9">
      <w:r>
        <w:t>353.3187</w:t>
      </w:r>
      <w:r>
        <w:tab/>
        <w:t>2.532e-2</w:t>
      </w:r>
    </w:p>
    <w:p w:rsidR="00B65DC9" w:rsidRDefault="00B65DC9" w:rsidP="00B65DC9">
      <w:r>
        <w:t>353.3427</w:t>
      </w:r>
      <w:r>
        <w:tab/>
        <w:t>4.051e0</w:t>
      </w:r>
    </w:p>
    <w:p w:rsidR="00B65DC9" w:rsidRDefault="00B65DC9" w:rsidP="00B65DC9">
      <w:r>
        <w:t>353.3460</w:t>
      </w:r>
      <w:r>
        <w:tab/>
        <w:t>1.266e-2</w:t>
      </w:r>
    </w:p>
    <w:p w:rsidR="00B65DC9" w:rsidRDefault="00B65DC9" w:rsidP="00B65DC9">
      <w:r>
        <w:t>353.3668</w:t>
      </w:r>
      <w:r>
        <w:tab/>
        <w:t>1.266e-2</w:t>
      </w:r>
    </w:p>
    <w:p w:rsidR="00B65DC9" w:rsidRDefault="00B65DC9" w:rsidP="00B65DC9">
      <w:r>
        <w:t>353.3810</w:t>
      </w:r>
      <w:r>
        <w:tab/>
        <w:t>3.038e0</w:t>
      </w:r>
    </w:p>
    <w:p w:rsidR="00B65DC9" w:rsidRDefault="00B65DC9" w:rsidP="00B65DC9">
      <w:r>
        <w:t>353.4047</w:t>
      </w:r>
      <w:r>
        <w:tab/>
        <w:t>1.013e0</w:t>
      </w:r>
    </w:p>
    <w:p w:rsidR="00B65DC9" w:rsidRDefault="00B65DC9" w:rsidP="00B65DC9">
      <w:r>
        <w:t>353.4131</w:t>
      </w:r>
      <w:r>
        <w:tab/>
        <w:t>2.025e0</w:t>
      </w:r>
    </w:p>
    <w:p w:rsidR="00B65DC9" w:rsidRDefault="00B65DC9" w:rsidP="00B65DC9">
      <w:r>
        <w:lastRenderedPageBreak/>
        <w:t>353.4599</w:t>
      </w:r>
      <w:r>
        <w:tab/>
        <w:t>2.025e0</w:t>
      </w:r>
    </w:p>
    <w:p w:rsidR="00B65DC9" w:rsidRDefault="00B65DC9" w:rsidP="00B65DC9">
      <w:r>
        <w:t>353.4906</w:t>
      </w:r>
      <w:r>
        <w:tab/>
        <w:t>1.013e0</w:t>
      </w:r>
    </w:p>
    <w:p w:rsidR="00B65DC9" w:rsidRDefault="00B65DC9" w:rsidP="00B65DC9">
      <w:r>
        <w:t>353.5052</w:t>
      </w:r>
      <w:r>
        <w:tab/>
        <w:t>2.038e0</w:t>
      </w:r>
    </w:p>
    <w:p w:rsidR="00B65DC9" w:rsidRDefault="00B65DC9" w:rsidP="00B65DC9">
      <w:r>
        <w:t>353.5439</w:t>
      </w:r>
      <w:r>
        <w:tab/>
        <w:t>1.013e0</w:t>
      </w:r>
    </w:p>
    <w:p w:rsidR="00B65DC9" w:rsidRDefault="00B65DC9" w:rsidP="00B65DC9">
      <w:r>
        <w:t>353.5654</w:t>
      </w:r>
      <w:r>
        <w:tab/>
        <w:t>1.013e0</w:t>
      </w:r>
    </w:p>
    <w:p w:rsidR="00B65DC9" w:rsidRDefault="00B65DC9" w:rsidP="00B65DC9">
      <w:r>
        <w:t>353.5754</w:t>
      </w:r>
      <w:r>
        <w:tab/>
        <w:t>1.013e0</w:t>
      </w:r>
    </w:p>
    <w:p w:rsidR="00B65DC9" w:rsidRDefault="00B65DC9" w:rsidP="00B65DC9">
      <w:r>
        <w:t>353.6012</w:t>
      </w:r>
      <w:r>
        <w:tab/>
        <w:t>1.266e-2</w:t>
      </w:r>
    </w:p>
    <w:p w:rsidR="00B65DC9" w:rsidRDefault="00B65DC9" w:rsidP="00B65DC9">
      <w:r>
        <w:t>353.6602</w:t>
      </w:r>
      <w:r>
        <w:tab/>
        <w:t>2.025e0</w:t>
      </w:r>
    </w:p>
    <w:p w:rsidR="00B65DC9" w:rsidRDefault="00B65DC9" w:rsidP="00B65DC9">
      <w:r>
        <w:t>353.6806</w:t>
      </w:r>
      <w:r>
        <w:tab/>
        <w:t>1.013e0</w:t>
      </w:r>
    </w:p>
    <w:p w:rsidR="00B65DC9" w:rsidRDefault="00B65DC9" w:rsidP="00B65DC9">
      <w:r>
        <w:t>353.6847</w:t>
      </w:r>
      <w:r>
        <w:tab/>
        <w:t>1.013e0</w:t>
      </w:r>
    </w:p>
    <w:p w:rsidR="00B65DC9" w:rsidRDefault="00B65DC9" w:rsidP="00B65DC9">
      <w:r>
        <w:t>353.6893</w:t>
      </w:r>
      <w:r>
        <w:tab/>
        <w:t>1.013e0</w:t>
      </w:r>
    </w:p>
    <w:p w:rsidR="00B65DC9" w:rsidRDefault="00B65DC9" w:rsidP="00B65DC9">
      <w:r>
        <w:t>353.7428</w:t>
      </w:r>
      <w:r>
        <w:tab/>
        <w:t>2.025e0</w:t>
      </w:r>
    </w:p>
    <w:p w:rsidR="00B65DC9" w:rsidRDefault="00B65DC9" w:rsidP="00B65DC9">
      <w:r>
        <w:t>353.7465</w:t>
      </w:r>
      <w:r>
        <w:tab/>
        <w:t>2.038e0</w:t>
      </w:r>
    </w:p>
    <w:p w:rsidR="00B65DC9" w:rsidRDefault="00B65DC9" w:rsidP="00B65DC9">
      <w:r>
        <w:t>353.7799</w:t>
      </w:r>
      <w:r>
        <w:tab/>
        <w:t>2.025e0</w:t>
      </w:r>
    </w:p>
    <w:p w:rsidR="00B65DC9" w:rsidRDefault="00B65DC9" w:rsidP="00B65DC9">
      <w:r>
        <w:t>353.7842</w:t>
      </w:r>
      <w:r>
        <w:tab/>
        <w:t>1.013e0</w:t>
      </w:r>
    </w:p>
    <w:p w:rsidR="00B65DC9" w:rsidRDefault="00B65DC9" w:rsidP="00B65DC9">
      <w:r>
        <w:t>353.7929</w:t>
      </w:r>
      <w:r>
        <w:tab/>
        <w:t>2.025e0</w:t>
      </w:r>
    </w:p>
    <w:p w:rsidR="00B65DC9" w:rsidRDefault="00B65DC9" w:rsidP="00B65DC9">
      <w:r>
        <w:t>353.8252</w:t>
      </w:r>
      <w:r>
        <w:tab/>
        <w:t>1.266e-2</w:t>
      </w:r>
    </w:p>
    <w:p w:rsidR="00B65DC9" w:rsidRDefault="00B65DC9" w:rsidP="00B65DC9">
      <w:r>
        <w:t>353.8508</w:t>
      </w:r>
      <w:r>
        <w:tab/>
        <w:t>3.038e0</w:t>
      </w:r>
    </w:p>
    <w:p w:rsidR="00B65DC9" w:rsidRDefault="00B65DC9" w:rsidP="00B65DC9">
      <w:r>
        <w:t>353.9656</w:t>
      </w:r>
      <w:r>
        <w:tab/>
        <w:t>4.822e0</w:t>
      </w:r>
    </w:p>
    <w:p w:rsidR="00B65DC9" w:rsidRDefault="00B65DC9" w:rsidP="00B65DC9">
      <w:r>
        <w:lastRenderedPageBreak/>
        <w:t>353.9761</w:t>
      </w:r>
      <w:r>
        <w:tab/>
        <w:t>4.076e0</w:t>
      </w:r>
    </w:p>
    <w:p w:rsidR="00B65DC9" w:rsidRDefault="00B65DC9" w:rsidP="00B65DC9">
      <w:r>
        <w:t>354.0247</w:t>
      </w:r>
      <w:r>
        <w:tab/>
        <w:t>1.013e0</w:t>
      </w:r>
    </w:p>
    <w:p w:rsidR="00B65DC9" w:rsidRDefault="00B65DC9" w:rsidP="00B65DC9">
      <w:r>
        <w:t>354.0354</w:t>
      </w:r>
      <w:r>
        <w:tab/>
        <w:t>2.025e0</w:t>
      </w:r>
    </w:p>
    <w:p w:rsidR="00B65DC9" w:rsidRDefault="00B65DC9" w:rsidP="00B65DC9">
      <w:r>
        <w:t>354.0564</w:t>
      </w:r>
      <w:r>
        <w:tab/>
        <w:t>2.532e-2</w:t>
      </w:r>
    </w:p>
    <w:p w:rsidR="00B65DC9" w:rsidRDefault="00B65DC9" w:rsidP="00B65DC9">
      <w:r>
        <w:t>354.1053</w:t>
      </w:r>
      <w:r>
        <w:tab/>
        <w:t>1.025e0</w:t>
      </w:r>
    </w:p>
    <w:p w:rsidR="00B65DC9" w:rsidRDefault="00B65DC9" w:rsidP="00B65DC9">
      <w:r>
        <w:t>354.1142</w:t>
      </w:r>
      <w:r>
        <w:tab/>
        <w:t>2.532e-2</w:t>
      </w:r>
    </w:p>
    <w:p w:rsidR="00B65DC9" w:rsidRDefault="00B65DC9" w:rsidP="00B65DC9">
      <w:r>
        <w:t>354.1243</w:t>
      </w:r>
      <w:r>
        <w:tab/>
        <w:t>3.038e0</w:t>
      </w:r>
    </w:p>
    <w:p w:rsidR="00B65DC9" w:rsidRDefault="00B65DC9" w:rsidP="00B65DC9">
      <w:r>
        <w:t>354.1450</w:t>
      </w:r>
      <w:r>
        <w:tab/>
        <w:t>1.013e0</w:t>
      </w:r>
    </w:p>
    <w:p w:rsidR="00B65DC9" w:rsidRDefault="00B65DC9" w:rsidP="00B65DC9">
      <w:r>
        <w:t>354.1537</w:t>
      </w:r>
      <w:r>
        <w:tab/>
        <w:t>2.025e0</w:t>
      </w:r>
    </w:p>
    <w:p w:rsidR="00B65DC9" w:rsidRDefault="00B65DC9" w:rsidP="00B65DC9">
      <w:r>
        <w:t>354.1982</w:t>
      </w:r>
      <w:r>
        <w:tab/>
        <w:t>2.025e0</w:t>
      </w:r>
    </w:p>
    <w:p w:rsidR="00B65DC9" w:rsidRDefault="00B65DC9" w:rsidP="00B65DC9">
      <w:r>
        <w:t>354.2404</w:t>
      </w:r>
      <w:r>
        <w:tab/>
        <w:t>1.038e0</w:t>
      </w:r>
    </w:p>
    <w:p w:rsidR="00B65DC9" w:rsidRDefault="00B65DC9" w:rsidP="00B65DC9">
      <w:r>
        <w:t>354.2463</w:t>
      </w:r>
      <w:r>
        <w:tab/>
        <w:t>1.266e-2</w:t>
      </w:r>
    </w:p>
    <w:p w:rsidR="00B65DC9" w:rsidRDefault="00B65DC9" w:rsidP="00B65DC9">
      <w:r>
        <w:t>354.2717</w:t>
      </w:r>
      <w:r>
        <w:tab/>
        <w:t>1.266e-2</w:t>
      </w:r>
    </w:p>
    <w:p w:rsidR="00B65DC9" w:rsidRDefault="00B65DC9" w:rsidP="00B65DC9">
      <w:r>
        <w:t>354.2881</w:t>
      </w:r>
      <w:r>
        <w:tab/>
        <w:t>2.025e0</w:t>
      </w:r>
    </w:p>
    <w:p w:rsidR="00B65DC9" w:rsidRDefault="00B65DC9" w:rsidP="00B65DC9">
      <w:r>
        <w:t>354.2907</w:t>
      </w:r>
      <w:r>
        <w:tab/>
        <w:t>3.051e0</w:t>
      </w:r>
    </w:p>
    <w:p w:rsidR="00B65DC9" w:rsidRDefault="00B65DC9" w:rsidP="00B65DC9">
      <w:r>
        <w:t>354.2966</w:t>
      </w:r>
      <w:r>
        <w:tab/>
        <w:t>2.025e0</w:t>
      </w:r>
    </w:p>
    <w:p w:rsidR="00B65DC9" w:rsidRDefault="00B65DC9" w:rsidP="00B65DC9">
      <w:r>
        <w:t>354.3256</w:t>
      </w:r>
      <w:r>
        <w:tab/>
        <w:t>1.025e0</w:t>
      </w:r>
    </w:p>
    <w:p w:rsidR="00B65DC9" w:rsidRDefault="00B65DC9" w:rsidP="00B65DC9">
      <w:r>
        <w:t>354.3270</w:t>
      </w:r>
      <w:r>
        <w:tab/>
        <w:t>3.038e0</w:t>
      </w:r>
    </w:p>
    <w:p w:rsidR="00B65DC9" w:rsidRDefault="00B65DC9" w:rsidP="00B65DC9">
      <w:r>
        <w:t>354.3437</w:t>
      </w:r>
      <w:r>
        <w:tab/>
        <w:t>2.025e0</w:t>
      </w:r>
    </w:p>
    <w:p w:rsidR="00B65DC9" w:rsidRDefault="00B65DC9" w:rsidP="00B65DC9">
      <w:r>
        <w:lastRenderedPageBreak/>
        <w:t>354.3809</w:t>
      </w:r>
      <w:r>
        <w:tab/>
        <w:t>1.025e0</w:t>
      </w:r>
    </w:p>
    <w:p w:rsidR="00B65DC9" w:rsidRDefault="00B65DC9" w:rsidP="00B65DC9">
      <w:r>
        <w:t>354.3916</w:t>
      </w:r>
      <w:r>
        <w:tab/>
        <w:t>1.266e-2</w:t>
      </w:r>
    </w:p>
    <w:p w:rsidR="00B65DC9" w:rsidRDefault="00B65DC9" w:rsidP="00B65DC9">
      <w:r>
        <w:t>354.3959</w:t>
      </w:r>
      <w:r>
        <w:tab/>
        <w:t>1.013e0</w:t>
      </w:r>
    </w:p>
    <w:p w:rsidR="00B65DC9" w:rsidRDefault="00B65DC9" w:rsidP="00B65DC9">
      <w:r>
        <w:t>354.4203</w:t>
      </w:r>
      <w:r>
        <w:tab/>
        <w:t>1.013e0</w:t>
      </w:r>
    </w:p>
    <w:p w:rsidR="00B65DC9" w:rsidRDefault="00B65DC9" w:rsidP="00B65DC9">
      <w:r>
        <w:t>354.4657</w:t>
      </w:r>
      <w:r>
        <w:tab/>
        <w:t>1.013e0</w:t>
      </w:r>
    </w:p>
    <w:p w:rsidR="00B65DC9" w:rsidRDefault="00B65DC9" w:rsidP="00B65DC9">
      <w:r>
        <w:t>354.5101</w:t>
      </w:r>
      <w:r>
        <w:tab/>
        <w:t>2.025e0</w:t>
      </w:r>
    </w:p>
    <w:p w:rsidR="00B65DC9" w:rsidRDefault="00B65DC9" w:rsidP="00B65DC9">
      <w:r>
        <w:t>354.5361</w:t>
      </w:r>
      <w:r>
        <w:tab/>
        <w:t>1.013e0</w:t>
      </w:r>
    </w:p>
    <w:p w:rsidR="00B65DC9" w:rsidRDefault="00B65DC9" w:rsidP="00B65DC9">
      <w:r>
        <w:t>354.5818</w:t>
      </w:r>
      <w:r>
        <w:tab/>
        <w:t>1.013e0</w:t>
      </w:r>
    </w:p>
    <w:p w:rsidR="00B65DC9" w:rsidRDefault="00B65DC9" w:rsidP="00B65DC9">
      <w:r>
        <w:t>354.6311</w:t>
      </w:r>
      <w:r>
        <w:tab/>
        <w:t>1.013e0</w:t>
      </w:r>
    </w:p>
    <w:p w:rsidR="00B65DC9" w:rsidRDefault="00B65DC9" w:rsidP="00B65DC9">
      <w:r>
        <w:t>354.6456</w:t>
      </w:r>
      <w:r>
        <w:tab/>
        <w:t>1.013e0</w:t>
      </w:r>
    </w:p>
    <w:p w:rsidR="00B65DC9" w:rsidRDefault="00B65DC9" w:rsidP="00B65DC9">
      <w:r>
        <w:t>354.6599</w:t>
      </w:r>
      <w:r>
        <w:tab/>
        <w:t>1.013e0</w:t>
      </w:r>
    </w:p>
    <w:p w:rsidR="00B65DC9" w:rsidRDefault="00B65DC9" w:rsidP="00B65DC9">
      <w:r>
        <w:t>354.6965</w:t>
      </w:r>
      <w:r>
        <w:tab/>
        <w:t>3.038e0</w:t>
      </w:r>
    </w:p>
    <w:p w:rsidR="00B65DC9" w:rsidRDefault="00B65DC9" w:rsidP="00B65DC9">
      <w:r>
        <w:t>354.7262</w:t>
      </w:r>
      <w:r>
        <w:tab/>
        <w:t>1.013e0</w:t>
      </w:r>
    </w:p>
    <w:p w:rsidR="00B65DC9" w:rsidRDefault="00B65DC9" w:rsidP="00B65DC9">
      <w:r>
        <w:t>354.7550</w:t>
      </w:r>
      <w:r>
        <w:tab/>
        <w:t>1.013e0</w:t>
      </w:r>
    </w:p>
    <w:p w:rsidR="00B65DC9" w:rsidRDefault="00B65DC9" w:rsidP="00B65DC9">
      <w:r>
        <w:t>354.7920</w:t>
      </w:r>
      <w:r>
        <w:tab/>
        <w:t>1.013e0</w:t>
      </w:r>
    </w:p>
    <w:p w:rsidR="00B65DC9" w:rsidRDefault="00B65DC9" w:rsidP="00B65DC9">
      <w:r>
        <w:t>354.8296</w:t>
      </w:r>
      <w:r>
        <w:tab/>
        <w:t>1.266e-2</w:t>
      </w:r>
    </w:p>
    <w:p w:rsidR="00B65DC9" w:rsidRDefault="00B65DC9" w:rsidP="00B65DC9">
      <w:r>
        <w:t>354.8613</w:t>
      </w:r>
      <w:r>
        <w:tab/>
        <w:t>1.266e-2</w:t>
      </w:r>
    </w:p>
    <w:p w:rsidR="00B65DC9" w:rsidRDefault="00B65DC9" w:rsidP="00B65DC9">
      <w:r>
        <w:t>354.8794</w:t>
      </w:r>
      <w:r>
        <w:tab/>
        <w:t>2.025e0</w:t>
      </w:r>
    </w:p>
    <w:p w:rsidR="00B65DC9" w:rsidRDefault="00B65DC9" w:rsidP="00B65DC9">
      <w:r>
        <w:t>354.9171</w:t>
      </w:r>
      <w:r>
        <w:tab/>
        <w:t>4.051e0</w:t>
      </w:r>
    </w:p>
    <w:p w:rsidR="00B65DC9" w:rsidRDefault="00B65DC9" w:rsidP="00B65DC9">
      <w:r>
        <w:lastRenderedPageBreak/>
        <w:t>354.9189</w:t>
      </w:r>
      <w:r>
        <w:tab/>
        <w:t>3.038e0</w:t>
      </w:r>
    </w:p>
    <w:p w:rsidR="00B65DC9" w:rsidRDefault="00B65DC9" w:rsidP="00B65DC9">
      <w:r>
        <w:t>354.9288</w:t>
      </w:r>
      <w:r>
        <w:tab/>
        <w:t>2.025e0</w:t>
      </w:r>
    </w:p>
    <w:p w:rsidR="00B65DC9" w:rsidRDefault="00B65DC9" w:rsidP="00B65DC9">
      <w:r>
        <w:t>354.9597</w:t>
      </w:r>
      <w:r>
        <w:tab/>
        <w:t>4.051e0</w:t>
      </w:r>
    </w:p>
    <w:p w:rsidR="00B65DC9" w:rsidRDefault="00B65DC9" w:rsidP="00B65DC9">
      <w:r>
        <w:t>354.9687</w:t>
      </w:r>
      <w:r>
        <w:tab/>
        <w:t>2.340e0</w:t>
      </w:r>
    </w:p>
    <w:p w:rsidR="00B65DC9" w:rsidRDefault="00B65DC9" w:rsidP="00B65DC9">
      <w:r>
        <w:t>354.9722</w:t>
      </w:r>
      <w:r>
        <w:tab/>
        <w:t>3.798e-2</w:t>
      </w:r>
    </w:p>
    <w:p w:rsidR="00B65DC9" w:rsidRDefault="00B65DC9" w:rsidP="00B65DC9">
      <w:r>
        <w:t>355.0384</w:t>
      </w:r>
      <w:r>
        <w:tab/>
        <w:t>4.051e0</w:t>
      </w:r>
    </w:p>
    <w:p w:rsidR="00B65DC9" w:rsidRDefault="00B65DC9" w:rsidP="00B65DC9">
      <w:r>
        <w:t>355.0466</w:t>
      </w:r>
      <w:r>
        <w:tab/>
        <w:t>2.025e0</w:t>
      </w:r>
    </w:p>
    <w:p w:rsidR="00B65DC9" w:rsidRDefault="00B65DC9" w:rsidP="00B65DC9">
      <w:r>
        <w:t>355.0666</w:t>
      </w:r>
      <w:r>
        <w:tab/>
        <w:t>2.025e0</w:t>
      </w:r>
    </w:p>
    <w:p w:rsidR="00B65DC9" w:rsidRDefault="00B65DC9" w:rsidP="00B65DC9">
      <w:r>
        <w:t>355.0901</w:t>
      </w:r>
      <w:r>
        <w:tab/>
        <w:t>2.025e0</w:t>
      </w:r>
    </w:p>
    <w:p w:rsidR="00B65DC9" w:rsidRDefault="00B65DC9" w:rsidP="00B65DC9">
      <w:r>
        <w:t>355.1070</w:t>
      </w:r>
      <w:r>
        <w:tab/>
        <w:t>1.013e0</w:t>
      </w:r>
    </w:p>
    <w:p w:rsidR="00B65DC9" w:rsidRDefault="00B65DC9" w:rsidP="00B65DC9">
      <w:r>
        <w:t>355.1128</w:t>
      </w:r>
      <w:r>
        <w:tab/>
        <w:t>2.025e0</w:t>
      </w:r>
    </w:p>
    <w:p w:rsidR="00B65DC9" w:rsidRDefault="00B65DC9" w:rsidP="00B65DC9">
      <w:r>
        <w:t>355.1258</w:t>
      </w:r>
      <w:r>
        <w:tab/>
        <w:t>2.025e0</w:t>
      </w:r>
    </w:p>
    <w:p w:rsidR="00B65DC9" w:rsidRDefault="00B65DC9" w:rsidP="00B65DC9">
      <w:r>
        <w:t>355.1353</w:t>
      </w:r>
      <w:r>
        <w:tab/>
        <w:t>2.025e0</w:t>
      </w:r>
    </w:p>
    <w:p w:rsidR="00B65DC9" w:rsidRDefault="00B65DC9" w:rsidP="00B65DC9">
      <w:r>
        <w:t>355.1457</w:t>
      </w:r>
      <w:r>
        <w:tab/>
        <w:t>8.122e-1</w:t>
      </w:r>
    </w:p>
    <w:p w:rsidR="00B65DC9" w:rsidRDefault="00B65DC9" w:rsidP="00B65DC9">
      <w:r>
        <w:t>355.1523</w:t>
      </w:r>
      <w:r>
        <w:tab/>
        <w:t>1.025e0</w:t>
      </w:r>
    </w:p>
    <w:p w:rsidR="00B65DC9" w:rsidRDefault="00B65DC9" w:rsidP="00B65DC9">
      <w:r>
        <w:t>355.1977</w:t>
      </w:r>
      <w:r>
        <w:tab/>
        <w:t>1.013e0</w:t>
      </w:r>
    </w:p>
    <w:p w:rsidR="00B65DC9" w:rsidRDefault="00B65DC9" w:rsidP="00B65DC9">
      <w:r>
        <w:t>355.2423</w:t>
      </w:r>
      <w:r>
        <w:tab/>
        <w:t>3.038e0</w:t>
      </w:r>
    </w:p>
    <w:p w:rsidR="00B65DC9" w:rsidRDefault="00B65DC9" w:rsidP="00B65DC9">
      <w:r>
        <w:t>355.2551</w:t>
      </w:r>
      <w:r>
        <w:tab/>
        <w:t>1.013e0</w:t>
      </w:r>
    </w:p>
    <w:p w:rsidR="00B65DC9" w:rsidRDefault="00B65DC9" w:rsidP="00B65DC9">
      <w:r>
        <w:t>355.2617</w:t>
      </w:r>
      <w:r>
        <w:tab/>
        <w:t>1.013e0</w:t>
      </w:r>
    </w:p>
    <w:p w:rsidR="00B65DC9" w:rsidRDefault="00B65DC9" w:rsidP="00B65DC9">
      <w:r>
        <w:lastRenderedPageBreak/>
        <w:t>355.2803</w:t>
      </w:r>
      <w:r>
        <w:tab/>
        <w:t>1.013e0</w:t>
      </w:r>
    </w:p>
    <w:p w:rsidR="00B65DC9" w:rsidRDefault="00B65DC9" w:rsidP="00B65DC9">
      <w:r>
        <w:t>355.3125</w:t>
      </w:r>
      <w:r>
        <w:tab/>
        <w:t>1.013e0</w:t>
      </w:r>
    </w:p>
    <w:p w:rsidR="00B65DC9" w:rsidRDefault="00B65DC9" w:rsidP="00B65DC9">
      <w:r>
        <w:t>355.3216</w:t>
      </w:r>
      <w:r>
        <w:tab/>
        <w:t>1.266e-2</w:t>
      </w:r>
    </w:p>
    <w:p w:rsidR="00B65DC9" w:rsidRDefault="00B65DC9" w:rsidP="00B65DC9">
      <w:r>
        <w:t>355.3320</w:t>
      </w:r>
      <w:r>
        <w:tab/>
        <w:t>2.532e-2</w:t>
      </w:r>
    </w:p>
    <w:p w:rsidR="00B65DC9" w:rsidRDefault="00B65DC9" w:rsidP="00B65DC9">
      <w:r>
        <w:t>355.3424</w:t>
      </w:r>
      <w:r>
        <w:tab/>
        <w:t>1.013e0</w:t>
      </w:r>
    </w:p>
    <w:p w:rsidR="00B65DC9" w:rsidRDefault="00B65DC9" w:rsidP="00B65DC9">
      <w:r>
        <w:t>355.3466</w:t>
      </w:r>
      <w:r>
        <w:tab/>
        <w:t>3.038e0</w:t>
      </w:r>
    </w:p>
    <w:p w:rsidR="00B65DC9" w:rsidRDefault="00B65DC9" w:rsidP="00B65DC9">
      <w:r>
        <w:t>355.3611</w:t>
      </w:r>
      <w:r>
        <w:tab/>
        <w:t>2.025e0</w:t>
      </w:r>
    </w:p>
    <w:p w:rsidR="00B65DC9" w:rsidRDefault="00B65DC9" w:rsidP="00B65DC9">
      <w:r>
        <w:t>355.4014</w:t>
      </w:r>
      <w:r>
        <w:tab/>
        <w:t>1.013e0</w:t>
      </w:r>
    </w:p>
    <w:p w:rsidR="00B65DC9" w:rsidRDefault="00B65DC9" w:rsidP="00B65DC9">
      <w:r>
        <w:t>355.4772</w:t>
      </w:r>
      <w:r>
        <w:tab/>
        <w:t>2.025e0</w:t>
      </w:r>
    </w:p>
    <w:p w:rsidR="00B65DC9" w:rsidRDefault="00B65DC9" w:rsidP="00B65DC9">
      <w:r>
        <w:t>355.5026</w:t>
      </w:r>
      <w:r>
        <w:tab/>
        <w:t>1.013e0</w:t>
      </w:r>
    </w:p>
    <w:p w:rsidR="00B65DC9" w:rsidRDefault="00B65DC9" w:rsidP="00B65DC9">
      <w:r>
        <w:t>355.5367</w:t>
      </w:r>
      <w:r>
        <w:tab/>
        <w:t>1.013e0</w:t>
      </w:r>
    </w:p>
    <w:p w:rsidR="00B65DC9" w:rsidRDefault="00B65DC9" w:rsidP="00B65DC9">
      <w:r>
        <w:t>355.6030</w:t>
      </w:r>
      <w:r>
        <w:tab/>
        <w:t>1.013e0</w:t>
      </w:r>
    </w:p>
    <w:p w:rsidR="00B65DC9" w:rsidRDefault="00B65DC9" w:rsidP="00B65DC9">
      <w:r>
        <w:t>355.6112</w:t>
      </w:r>
      <w:r>
        <w:tab/>
        <w:t>1.266e-2</w:t>
      </w:r>
    </w:p>
    <w:p w:rsidR="00B65DC9" w:rsidRDefault="00B65DC9" w:rsidP="00B65DC9">
      <w:r>
        <w:t>355.7060</w:t>
      </w:r>
      <w:r>
        <w:tab/>
        <w:t>1.266e-2</w:t>
      </w:r>
    </w:p>
    <w:p w:rsidR="00B65DC9" w:rsidRDefault="00B65DC9" w:rsidP="00B65DC9">
      <w:r>
        <w:t>355.7124</w:t>
      </w:r>
      <w:r>
        <w:tab/>
        <w:t>1.013e0</w:t>
      </w:r>
    </w:p>
    <w:p w:rsidR="00B65DC9" w:rsidRDefault="00B65DC9" w:rsidP="00B65DC9">
      <w:r>
        <w:t>355.8014</w:t>
      </w:r>
      <w:r>
        <w:tab/>
        <w:t>1.013e0</w:t>
      </w:r>
    </w:p>
    <w:p w:rsidR="00B65DC9" w:rsidRDefault="00B65DC9" w:rsidP="00B65DC9">
      <w:r>
        <w:t>355.8264</w:t>
      </w:r>
      <w:r>
        <w:tab/>
        <w:t>1.025e0</w:t>
      </w:r>
    </w:p>
    <w:p w:rsidR="00B65DC9" w:rsidRDefault="00B65DC9" w:rsidP="00B65DC9">
      <w:r>
        <w:t>355.8681</w:t>
      </w:r>
      <w:r>
        <w:tab/>
        <w:t>1.013e0</w:t>
      </w:r>
    </w:p>
    <w:p w:rsidR="00B65DC9" w:rsidRDefault="00B65DC9" w:rsidP="00B65DC9">
      <w:r>
        <w:t>355.9171</w:t>
      </w:r>
      <w:r>
        <w:tab/>
        <w:t>1.013e0</w:t>
      </w:r>
    </w:p>
    <w:p w:rsidR="00B65DC9" w:rsidRDefault="00B65DC9" w:rsidP="00B65DC9">
      <w:r>
        <w:lastRenderedPageBreak/>
        <w:t>355.9286</w:t>
      </w:r>
      <w:r>
        <w:tab/>
        <w:t>1.025e0</w:t>
      </w:r>
    </w:p>
    <w:p w:rsidR="00B65DC9" w:rsidRDefault="00B65DC9" w:rsidP="00B65DC9">
      <w:r>
        <w:t>355.9628</w:t>
      </w:r>
      <w:r>
        <w:tab/>
        <w:t>1.013e0</w:t>
      </w:r>
    </w:p>
    <w:p w:rsidR="00B65DC9" w:rsidRDefault="00B65DC9" w:rsidP="00B65DC9">
      <w:r>
        <w:t>355.9904</w:t>
      </w:r>
      <w:r>
        <w:tab/>
        <w:t>2.025e0</w:t>
      </w:r>
    </w:p>
    <w:p w:rsidR="00B65DC9" w:rsidRDefault="00B65DC9" w:rsidP="00B65DC9">
      <w:r>
        <w:t>356.0023</w:t>
      </w:r>
      <w:r>
        <w:tab/>
        <w:t>5.063e0</w:t>
      </w:r>
    </w:p>
    <w:p w:rsidR="00B65DC9" w:rsidRDefault="00B65DC9" w:rsidP="00B65DC9">
      <w:r>
        <w:t>356.0333</w:t>
      </w:r>
      <w:r>
        <w:tab/>
        <w:t>4.076e0</w:t>
      </w:r>
    </w:p>
    <w:p w:rsidR="00B65DC9" w:rsidRDefault="00B65DC9" w:rsidP="00B65DC9">
      <w:r>
        <w:t>356.0460</w:t>
      </w:r>
      <w:r>
        <w:tab/>
        <w:t>2.025e0</w:t>
      </w:r>
    </w:p>
    <w:p w:rsidR="00B65DC9" w:rsidRDefault="00B65DC9" w:rsidP="00B65DC9">
      <w:r>
        <w:t>356.1188</w:t>
      </w:r>
      <w:r>
        <w:tab/>
        <w:t>1.038e0</w:t>
      </w:r>
    </w:p>
    <w:p w:rsidR="00B65DC9" w:rsidRDefault="00B65DC9" w:rsidP="00B65DC9">
      <w:r>
        <w:t>356.1247</w:t>
      </w:r>
      <w:r>
        <w:tab/>
        <w:t>1.013e0</w:t>
      </w:r>
    </w:p>
    <w:p w:rsidR="00B65DC9" w:rsidRDefault="00B65DC9" w:rsidP="00B65DC9">
      <w:r>
        <w:t>356.1459</w:t>
      </w:r>
      <w:r>
        <w:tab/>
        <w:t>3.051e0</w:t>
      </w:r>
    </w:p>
    <w:p w:rsidR="00B65DC9" w:rsidRDefault="00B65DC9" w:rsidP="00B65DC9">
      <w:r>
        <w:t>356.1552</w:t>
      </w:r>
      <w:r>
        <w:tab/>
        <w:t>1.435e0</w:t>
      </w:r>
    </w:p>
    <w:p w:rsidR="00B65DC9" w:rsidRDefault="00B65DC9" w:rsidP="00B65DC9">
      <w:r>
        <w:t>356.1998</w:t>
      </w:r>
      <w:r>
        <w:tab/>
        <w:t>1.063e0</w:t>
      </w:r>
    </w:p>
    <w:p w:rsidR="00B65DC9" w:rsidRDefault="00B65DC9" w:rsidP="00B65DC9">
      <w:r>
        <w:t>356.2086</w:t>
      </w:r>
      <w:r>
        <w:tab/>
        <w:t>1.013e0</w:t>
      </w:r>
    </w:p>
    <w:p w:rsidR="00B65DC9" w:rsidRDefault="00B65DC9" w:rsidP="00B65DC9">
      <w:r>
        <w:t>356.2097</w:t>
      </w:r>
      <w:r>
        <w:tab/>
        <w:t>3.038e0</w:t>
      </w:r>
    </w:p>
    <w:p w:rsidR="00B65DC9" w:rsidRDefault="00B65DC9" w:rsidP="00B65DC9">
      <w:r>
        <w:t>356.2651</w:t>
      </w:r>
      <w:r>
        <w:tab/>
        <w:t>2.025e0</w:t>
      </w:r>
    </w:p>
    <w:p w:rsidR="00B65DC9" w:rsidRDefault="00B65DC9" w:rsidP="00B65DC9">
      <w:r>
        <w:t>356.2833</w:t>
      </w:r>
      <w:r>
        <w:tab/>
        <w:t>2.025e0</w:t>
      </w:r>
    </w:p>
    <w:p w:rsidR="00B65DC9" w:rsidRDefault="00B65DC9" w:rsidP="00B65DC9">
      <w:r>
        <w:t>356.3145</w:t>
      </w:r>
      <w:r>
        <w:tab/>
        <w:t>1.013e0</w:t>
      </w:r>
    </w:p>
    <w:p w:rsidR="00B65DC9" w:rsidRDefault="00B65DC9" w:rsidP="00B65DC9">
      <w:r>
        <w:t>356.3398</w:t>
      </w:r>
      <w:r>
        <w:tab/>
        <w:t>1.266e-2</w:t>
      </w:r>
    </w:p>
    <w:p w:rsidR="00B65DC9" w:rsidRDefault="00B65DC9" w:rsidP="00B65DC9">
      <w:r>
        <w:t>356.3487</w:t>
      </w:r>
      <w:r>
        <w:tab/>
        <w:t>1.266e-2</w:t>
      </w:r>
    </w:p>
    <w:p w:rsidR="00B65DC9" w:rsidRDefault="00B65DC9" w:rsidP="00B65DC9">
      <w:r>
        <w:t>356.3642</w:t>
      </w:r>
      <w:r>
        <w:tab/>
        <w:t>1.013e0</w:t>
      </w:r>
    </w:p>
    <w:p w:rsidR="00B65DC9" w:rsidRDefault="00B65DC9" w:rsidP="00B65DC9">
      <w:r>
        <w:lastRenderedPageBreak/>
        <w:t>356.3747</w:t>
      </w:r>
      <w:r>
        <w:tab/>
        <w:t>1.266e-2</w:t>
      </w:r>
    </w:p>
    <w:p w:rsidR="00B65DC9" w:rsidRDefault="00B65DC9" w:rsidP="00B65DC9">
      <w:r>
        <w:t>356.3997</w:t>
      </w:r>
      <w:r>
        <w:tab/>
        <w:t>1.266e-2</w:t>
      </w:r>
    </w:p>
    <w:p w:rsidR="00B65DC9" w:rsidRDefault="00B65DC9" w:rsidP="00B65DC9">
      <w:r>
        <w:t>356.4011</w:t>
      </w:r>
      <w:r>
        <w:tab/>
        <w:t>2.025e0</w:t>
      </w:r>
    </w:p>
    <w:p w:rsidR="00B65DC9" w:rsidRDefault="00B65DC9" w:rsidP="00B65DC9">
      <w:r>
        <w:t>356.4345</w:t>
      </w:r>
      <w:r>
        <w:tab/>
        <w:t>1.266e-2</w:t>
      </w:r>
    </w:p>
    <w:p w:rsidR="00B65DC9" w:rsidRDefault="00B65DC9" w:rsidP="00B65DC9">
      <w:r>
        <w:t>356.4447</w:t>
      </w:r>
      <w:r>
        <w:tab/>
        <w:t>1.013e0</w:t>
      </w:r>
    </w:p>
    <w:p w:rsidR="00B65DC9" w:rsidRDefault="00B65DC9" w:rsidP="00B65DC9">
      <w:r>
        <w:t>356.5088</w:t>
      </w:r>
      <w:r>
        <w:tab/>
        <w:t>1.013e0</w:t>
      </w:r>
    </w:p>
    <w:p w:rsidR="00B65DC9" w:rsidRDefault="00B65DC9" w:rsidP="00B65DC9">
      <w:r>
        <w:t>356.5158</w:t>
      </w:r>
      <w:r>
        <w:tab/>
        <w:t>2.025e0</w:t>
      </w:r>
    </w:p>
    <w:p w:rsidR="00B65DC9" w:rsidRDefault="00B65DC9" w:rsidP="00B65DC9">
      <w:r>
        <w:t>356.5207</w:t>
      </w:r>
      <w:r>
        <w:tab/>
        <w:t>1.266e-2</w:t>
      </w:r>
    </w:p>
    <w:p w:rsidR="00B65DC9" w:rsidRDefault="00B65DC9" w:rsidP="00B65DC9">
      <w:r>
        <w:t>356.5653</w:t>
      </w:r>
      <w:r>
        <w:tab/>
        <w:t>1.266e-2</w:t>
      </w:r>
    </w:p>
    <w:p w:rsidR="00B65DC9" w:rsidRDefault="00B65DC9" w:rsidP="00B65DC9">
      <w:r>
        <w:t>356.5891</w:t>
      </w:r>
      <w:r>
        <w:tab/>
        <w:t>3.038e0</w:t>
      </w:r>
    </w:p>
    <w:p w:rsidR="00B65DC9" w:rsidRDefault="00B65DC9" w:rsidP="00B65DC9">
      <w:r>
        <w:t>356.5962</w:t>
      </w:r>
      <w:r>
        <w:tab/>
        <w:t>1.013e0</w:t>
      </w:r>
    </w:p>
    <w:p w:rsidR="00B65DC9" w:rsidRDefault="00B65DC9" w:rsidP="00B65DC9">
      <w:r>
        <w:t>356.6291</w:t>
      </w:r>
      <w:r>
        <w:tab/>
        <w:t>1.013e0</w:t>
      </w:r>
    </w:p>
    <w:p w:rsidR="00B65DC9" w:rsidRDefault="00B65DC9" w:rsidP="00B65DC9">
      <w:r>
        <w:t>356.6705</w:t>
      </w:r>
      <w:r>
        <w:tab/>
        <w:t>1.013e0</w:t>
      </w:r>
    </w:p>
    <w:p w:rsidR="00B65DC9" w:rsidRDefault="00B65DC9" w:rsidP="00B65DC9">
      <w:r>
        <w:t>356.7617</w:t>
      </w:r>
      <w:r>
        <w:tab/>
        <w:t>1.013e0</w:t>
      </w:r>
    </w:p>
    <w:p w:rsidR="00B65DC9" w:rsidRDefault="00B65DC9" w:rsidP="00B65DC9">
      <w:r>
        <w:t>356.7686</w:t>
      </w:r>
      <w:r>
        <w:tab/>
        <w:t>2.025e0</w:t>
      </w:r>
    </w:p>
    <w:p w:rsidR="00B65DC9" w:rsidRDefault="00B65DC9" w:rsidP="00B65DC9">
      <w:r>
        <w:t>356.7713</w:t>
      </w:r>
      <w:r>
        <w:tab/>
        <w:t>2.025e0</w:t>
      </w:r>
    </w:p>
    <w:p w:rsidR="00B65DC9" w:rsidRDefault="00B65DC9" w:rsidP="00B65DC9">
      <w:r>
        <w:t>356.8216</w:t>
      </w:r>
      <w:r>
        <w:tab/>
        <w:t>2.025e0</w:t>
      </w:r>
    </w:p>
    <w:p w:rsidR="00B65DC9" w:rsidRDefault="00B65DC9" w:rsidP="00B65DC9">
      <w:r>
        <w:t>356.8361</w:t>
      </w:r>
      <w:r>
        <w:tab/>
        <w:t>1.013e0</w:t>
      </w:r>
    </w:p>
    <w:p w:rsidR="00B65DC9" w:rsidRDefault="00B65DC9" w:rsidP="00B65DC9">
      <w:r>
        <w:t>356.8399</w:t>
      </w:r>
      <w:r>
        <w:tab/>
        <w:t>1.013e0</w:t>
      </w:r>
    </w:p>
    <w:p w:rsidR="00B65DC9" w:rsidRDefault="00B65DC9" w:rsidP="00B65DC9">
      <w:r>
        <w:lastRenderedPageBreak/>
        <w:t>356.8793</w:t>
      </w:r>
      <w:r>
        <w:tab/>
        <w:t>2.025e0</w:t>
      </w:r>
    </w:p>
    <w:p w:rsidR="00B65DC9" w:rsidRDefault="00B65DC9" w:rsidP="00B65DC9">
      <w:r>
        <w:t>356.9142</w:t>
      </w:r>
      <w:r>
        <w:tab/>
        <w:t>2.025e0</w:t>
      </w:r>
    </w:p>
    <w:p w:rsidR="00B65DC9" w:rsidRDefault="00B65DC9" w:rsidP="00B65DC9">
      <w:r>
        <w:t>356.9273</w:t>
      </w:r>
      <w:r>
        <w:tab/>
        <w:t>1.013e0</w:t>
      </w:r>
    </w:p>
    <w:p w:rsidR="00B65DC9" w:rsidRDefault="00B65DC9" w:rsidP="00B65DC9">
      <w:r>
        <w:t>356.9461</w:t>
      </w:r>
      <w:r>
        <w:tab/>
        <w:t>2.025e0</w:t>
      </w:r>
    </w:p>
    <w:p w:rsidR="00B65DC9" w:rsidRDefault="00B65DC9" w:rsidP="00B65DC9">
      <w:r>
        <w:t>356.9606</w:t>
      </w:r>
      <w:r>
        <w:tab/>
        <w:t>2.025e0</w:t>
      </w:r>
    </w:p>
    <w:p w:rsidR="00B65DC9" w:rsidRDefault="00B65DC9" w:rsidP="00B65DC9">
      <w:r>
        <w:t>356.9669</w:t>
      </w:r>
      <w:r>
        <w:tab/>
        <w:t>1.266e-2</w:t>
      </w:r>
    </w:p>
    <w:p w:rsidR="00B65DC9" w:rsidRDefault="00B65DC9" w:rsidP="00B65DC9">
      <w:r>
        <w:t>356.9893</w:t>
      </w:r>
      <w:r>
        <w:tab/>
        <w:t>2.025e0</w:t>
      </w:r>
    </w:p>
    <w:p w:rsidR="00B65DC9" w:rsidRDefault="00B65DC9" w:rsidP="00B65DC9">
      <w:r>
        <w:t>356.9925</w:t>
      </w:r>
      <w:r>
        <w:tab/>
        <w:t>1.266e-2</w:t>
      </w:r>
    </w:p>
    <w:p w:rsidR="00B65DC9" w:rsidRDefault="00B65DC9" w:rsidP="00B65DC9">
      <w:r>
        <w:t>357.0017</w:t>
      </w:r>
      <w:r>
        <w:tab/>
        <w:t>1.266e-2</w:t>
      </w:r>
    </w:p>
    <w:p w:rsidR="00B65DC9" w:rsidRDefault="00B65DC9" w:rsidP="00B65DC9">
      <w:r>
        <w:t>357.0403</w:t>
      </w:r>
      <w:r>
        <w:tab/>
        <w:t>2.025e0</w:t>
      </w:r>
    </w:p>
    <w:p w:rsidR="00B65DC9" w:rsidRDefault="00B65DC9" w:rsidP="00B65DC9">
      <w:r>
        <w:t>357.0458</w:t>
      </w:r>
      <w:r>
        <w:tab/>
        <w:t>3.038e0</w:t>
      </w:r>
    </w:p>
    <w:p w:rsidR="00B65DC9" w:rsidRDefault="00B65DC9" w:rsidP="00B65DC9">
      <w:r>
        <w:t>357.0721</w:t>
      </w:r>
      <w:r>
        <w:tab/>
        <w:t>1.950e0</w:t>
      </w:r>
    </w:p>
    <w:p w:rsidR="00B65DC9" w:rsidRDefault="00B65DC9" w:rsidP="00B65DC9">
      <w:r>
        <w:t>357.1775</w:t>
      </w:r>
      <w:r>
        <w:tab/>
        <w:t>1.013e0</w:t>
      </w:r>
    </w:p>
    <w:p w:rsidR="00B65DC9" w:rsidRDefault="00B65DC9" w:rsidP="00B65DC9">
      <w:r>
        <w:t>357.1833</w:t>
      </w:r>
      <w:r>
        <w:tab/>
        <w:t>1.177e0</w:t>
      </w:r>
    </w:p>
    <w:p w:rsidR="00B65DC9" w:rsidRDefault="00B65DC9" w:rsidP="00B65DC9">
      <w:r>
        <w:t>357.2461</w:t>
      </w:r>
      <w:r>
        <w:tab/>
        <w:t>2.025e0</w:t>
      </w:r>
    </w:p>
    <w:p w:rsidR="00B65DC9" w:rsidRDefault="00B65DC9" w:rsidP="00B65DC9">
      <w:r>
        <w:t>357.2589</w:t>
      </w:r>
      <w:r>
        <w:tab/>
        <w:t>1.013e0</w:t>
      </w:r>
    </w:p>
    <w:p w:rsidR="00B65DC9" w:rsidRDefault="00B65DC9" w:rsidP="00B65DC9">
      <w:r>
        <w:t>357.2924</w:t>
      </w:r>
      <w:r>
        <w:tab/>
        <w:t>1.013e0</w:t>
      </w:r>
    </w:p>
    <w:p w:rsidR="00B65DC9" w:rsidRDefault="00B65DC9" w:rsidP="00B65DC9">
      <w:r>
        <w:t>357.3185</w:t>
      </w:r>
      <w:r>
        <w:tab/>
        <w:t>2.025e0</w:t>
      </w:r>
    </w:p>
    <w:p w:rsidR="00B65DC9" w:rsidRDefault="00B65DC9" w:rsidP="00B65DC9">
      <w:r>
        <w:t>357.3289</w:t>
      </w:r>
      <w:r>
        <w:tab/>
        <w:t>1.013e0</w:t>
      </w:r>
    </w:p>
    <w:p w:rsidR="00B65DC9" w:rsidRDefault="00B65DC9" w:rsidP="00B65DC9">
      <w:r>
        <w:lastRenderedPageBreak/>
        <w:t>357.3359</w:t>
      </w:r>
      <w:r>
        <w:tab/>
        <w:t>2.227e0</w:t>
      </w:r>
    </w:p>
    <w:p w:rsidR="00B65DC9" w:rsidRDefault="00B65DC9" w:rsidP="00B65DC9">
      <w:r>
        <w:t>357.3371</w:t>
      </w:r>
      <w:r>
        <w:tab/>
        <w:t>1.013e0</w:t>
      </w:r>
    </w:p>
    <w:p w:rsidR="00B65DC9" w:rsidRDefault="00B65DC9" w:rsidP="00B65DC9">
      <w:r>
        <w:t>357.3746</w:t>
      </w:r>
      <w:r>
        <w:tab/>
        <w:t>1.025e0</w:t>
      </w:r>
    </w:p>
    <w:p w:rsidR="00B65DC9" w:rsidRDefault="00B65DC9" w:rsidP="00B65DC9">
      <w:r>
        <w:t>357.4202</w:t>
      </w:r>
      <w:r>
        <w:tab/>
        <w:t>1.025e0</w:t>
      </w:r>
    </w:p>
    <w:p w:rsidR="00B65DC9" w:rsidRDefault="00B65DC9" w:rsidP="00B65DC9">
      <w:r>
        <w:t>357.4489</w:t>
      </w:r>
      <w:r>
        <w:tab/>
        <w:t>1.013e0</w:t>
      </w:r>
    </w:p>
    <w:p w:rsidR="00B65DC9" w:rsidRDefault="00B65DC9" w:rsidP="00B65DC9">
      <w:r>
        <w:t>357.4698</w:t>
      </w:r>
      <w:r>
        <w:tab/>
        <w:t>1.266e-2</w:t>
      </w:r>
    </w:p>
    <w:p w:rsidR="00B65DC9" w:rsidRDefault="00B65DC9" w:rsidP="00B65DC9">
      <w:r>
        <w:t>357.4844</w:t>
      </w:r>
      <w:r>
        <w:tab/>
        <w:t>1.266e-2</w:t>
      </w:r>
    </w:p>
    <w:p w:rsidR="00B65DC9" w:rsidRDefault="00B65DC9" w:rsidP="00B65DC9">
      <w:r>
        <w:t>357.4904</w:t>
      </w:r>
      <w:r>
        <w:tab/>
        <w:t>1.266e-2</w:t>
      </w:r>
    </w:p>
    <w:p w:rsidR="00B65DC9" w:rsidRDefault="00B65DC9" w:rsidP="00B65DC9">
      <w:r>
        <w:t>357.5069</w:t>
      </w:r>
      <w:r>
        <w:tab/>
        <w:t>2.025e0</w:t>
      </w:r>
    </w:p>
    <w:p w:rsidR="00B65DC9" w:rsidRDefault="00B65DC9" w:rsidP="00B65DC9">
      <w:r>
        <w:t>357.5499</w:t>
      </w:r>
      <w:r>
        <w:tab/>
        <w:t>2.025e0</w:t>
      </w:r>
    </w:p>
    <w:p w:rsidR="00B65DC9" w:rsidRDefault="00B65DC9" w:rsidP="00B65DC9">
      <w:r>
        <w:t>357.5606</w:t>
      </w:r>
      <w:r>
        <w:tab/>
        <w:t>1.013e0</w:t>
      </w:r>
    </w:p>
    <w:p w:rsidR="00B65DC9" w:rsidRDefault="00B65DC9" w:rsidP="00B65DC9">
      <w:r>
        <w:t>357.5902</w:t>
      </w:r>
      <w:r>
        <w:tab/>
        <w:t>1.013e0</w:t>
      </w:r>
    </w:p>
    <w:p w:rsidR="00B65DC9" w:rsidRDefault="00B65DC9" w:rsidP="00B65DC9">
      <w:r>
        <w:t>357.8010</w:t>
      </w:r>
      <w:r>
        <w:tab/>
        <w:t>1.013e0</w:t>
      </w:r>
    </w:p>
    <w:p w:rsidR="00B65DC9" w:rsidRDefault="00B65DC9" w:rsidP="00B65DC9">
      <w:r>
        <w:t>357.8507</w:t>
      </w:r>
      <w:r>
        <w:tab/>
        <w:t>1.266e-2</w:t>
      </w:r>
    </w:p>
    <w:p w:rsidR="00B65DC9" w:rsidRDefault="00B65DC9" w:rsidP="00B65DC9">
      <w:r>
        <w:t>357.8589</w:t>
      </w:r>
      <w:r>
        <w:tab/>
        <w:t>2.025e0</w:t>
      </w:r>
    </w:p>
    <w:p w:rsidR="00B65DC9" w:rsidRDefault="00B65DC9" w:rsidP="00B65DC9">
      <w:r>
        <w:t>357.8611</w:t>
      </w:r>
      <w:r>
        <w:tab/>
        <w:t>2.025e0</w:t>
      </w:r>
    </w:p>
    <w:p w:rsidR="00B65DC9" w:rsidRDefault="00B65DC9" w:rsidP="00B65DC9">
      <w:r>
        <w:t>357.9021</w:t>
      </w:r>
      <w:r>
        <w:tab/>
        <w:t>4.051e0</w:t>
      </w:r>
    </w:p>
    <w:p w:rsidR="00B65DC9" w:rsidRDefault="00B65DC9" w:rsidP="00B65DC9">
      <w:r>
        <w:t>357.9121</w:t>
      </w:r>
      <w:r>
        <w:tab/>
        <w:t>1.013e0</w:t>
      </w:r>
    </w:p>
    <w:p w:rsidR="00B65DC9" w:rsidRDefault="00B65DC9" w:rsidP="00B65DC9">
      <w:r>
        <w:t>357.9362</w:t>
      </w:r>
      <w:r>
        <w:tab/>
        <w:t>4.766e0</w:t>
      </w:r>
    </w:p>
    <w:p w:rsidR="00B65DC9" w:rsidRDefault="00B65DC9" w:rsidP="00B65DC9">
      <w:r>
        <w:lastRenderedPageBreak/>
        <w:t>357.9506</w:t>
      </w:r>
      <w:r>
        <w:tab/>
        <w:t>2.025e0</w:t>
      </w:r>
    </w:p>
    <w:p w:rsidR="00B65DC9" w:rsidRDefault="00B65DC9" w:rsidP="00B65DC9">
      <w:r>
        <w:t>357.9782</w:t>
      </w:r>
      <w:r>
        <w:tab/>
        <w:t>3.038e0</w:t>
      </w:r>
    </w:p>
    <w:p w:rsidR="00B65DC9" w:rsidRDefault="00B65DC9" w:rsidP="00B65DC9">
      <w:r>
        <w:t>357.9825</w:t>
      </w:r>
      <w:r>
        <w:tab/>
        <w:t>1.013e0</w:t>
      </w:r>
    </w:p>
    <w:p w:rsidR="00B65DC9" w:rsidRDefault="00B65DC9" w:rsidP="00B65DC9">
      <w:r>
        <w:t>358.0164</w:t>
      </w:r>
      <w:r>
        <w:tab/>
        <w:t>1.013e0</w:t>
      </w:r>
    </w:p>
    <w:p w:rsidR="00B65DC9" w:rsidRDefault="00B65DC9" w:rsidP="00B65DC9">
      <w:r>
        <w:t>358.0208</w:t>
      </w:r>
      <w:r>
        <w:tab/>
        <w:t>1.013e0</w:t>
      </w:r>
    </w:p>
    <w:p w:rsidR="00B65DC9" w:rsidRDefault="00B65DC9" w:rsidP="00B65DC9">
      <w:r>
        <w:t>358.0658</w:t>
      </w:r>
      <w:r>
        <w:tab/>
        <w:t>1.266e-2</w:t>
      </w:r>
    </w:p>
    <w:p w:rsidR="00B65DC9" w:rsidRDefault="00B65DC9" w:rsidP="00B65DC9">
      <w:r>
        <w:t>358.0701</w:t>
      </w:r>
      <w:r>
        <w:tab/>
        <w:t>3.577e-1</w:t>
      </w:r>
    </w:p>
    <w:p w:rsidR="00B65DC9" w:rsidRDefault="00B65DC9" w:rsidP="00B65DC9">
      <w:r>
        <w:t>358.1363</w:t>
      </w:r>
      <w:r>
        <w:tab/>
        <w:t>1.266e-2</w:t>
      </w:r>
    </w:p>
    <w:p w:rsidR="00B65DC9" w:rsidRDefault="00B65DC9" w:rsidP="00B65DC9">
      <w:r>
        <w:t>358.1395</w:t>
      </w:r>
      <w:r>
        <w:tab/>
        <w:t>2.025e0</w:t>
      </w:r>
    </w:p>
    <w:p w:rsidR="00B65DC9" w:rsidRDefault="00B65DC9" w:rsidP="00B65DC9">
      <w:r>
        <w:t>358.1652</w:t>
      </w:r>
      <w:r>
        <w:tab/>
        <w:t>2.532e-2</w:t>
      </w:r>
    </w:p>
    <w:p w:rsidR="00B65DC9" w:rsidRDefault="00B65DC9" w:rsidP="00B65DC9">
      <w:r>
        <w:t>358.1887</w:t>
      </w:r>
      <w:r>
        <w:tab/>
        <w:t>3.748e0</w:t>
      </w:r>
    </w:p>
    <w:p w:rsidR="00B65DC9" w:rsidRDefault="00B65DC9" w:rsidP="00B65DC9">
      <w:r>
        <w:t>358.2772</w:t>
      </w:r>
      <w:r>
        <w:tab/>
        <w:t>1.013e0</w:t>
      </w:r>
    </w:p>
    <w:p w:rsidR="00B65DC9" w:rsidRDefault="00B65DC9" w:rsidP="00B65DC9">
      <w:r>
        <w:t>358.3132</w:t>
      </w:r>
      <w:r>
        <w:tab/>
        <w:t>2.025e0</w:t>
      </w:r>
    </w:p>
    <w:p w:rsidR="00B65DC9" w:rsidRDefault="00B65DC9" w:rsidP="00B65DC9">
      <w:r>
        <w:t>358.3194</w:t>
      </w:r>
      <w:r>
        <w:tab/>
        <w:t>1.013e0</w:t>
      </w:r>
    </w:p>
    <w:p w:rsidR="00B65DC9" w:rsidRDefault="00B65DC9" w:rsidP="00B65DC9">
      <w:r>
        <w:t>358.3293</w:t>
      </w:r>
      <w:r>
        <w:tab/>
        <w:t>2.025e0</w:t>
      </w:r>
    </w:p>
    <w:p w:rsidR="00B65DC9" w:rsidRDefault="00B65DC9" w:rsidP="00B65DC9">
      <w:r>
        <w:t>358.3365</w:t>
      </w:r>
      <w:r>
        <w:tab/>
        <w:t>2.025e0</w:t>
      </w:r>
    </w:p>
    <w:p w:rsidR="00B65DC9" w:rsidRDefault="00B65DC9" w:rsidP="00B65DC9">
      <w:r>
        <w:t>358.3399</w:t>
      </w:r>
      <w:r>
        <w:tab/>
        <w:t>1.013e0</w:t>
      </w:r>
    </w:p>
    <w:p w:rsidR="00B65DC9" w:rsidRDefault="00B65DC9" w:rsidP="00B65DC9">
      <w:r>
        <w:t>358.3692</w:t>
      </w:r>
      <w:r>
        <w:tab/>
        <w:t>3.051e0</w:t>
      </w:r>
    </w:p>
    <w:p w:rsidR="00B65DC9" w:rsidRDefault="00B65DC9" w:rsidP="00B65DC9">
      <w:r>
        <w:t>358.3978</w:t>
      </w:r>
      <w:r>
        <w:tab/>
        <w:t>2.025e0</w:t>
      </w:r>
    </w:p>
    <w:p w:rsidR="00B65DC9" w:rsidRDefault="00B65DC9" w:rsidP="00B65DC9">
      <w:r>
        <w:lastRenderedPageBreak/>
        <w:t>358.4181</w:t>
      </w:r>
      <w:r>
        <w:tab/>
        <w:t>1.013e0</w:t>
      </w:r>
    </w:p>
    <w:p w:rsidR="00B65DC9" w:rsidRDefault="00B65DC9" w:rsidP="00B65DC9">
      <w:r>
        <w:t>358.4849</w:t>
      </w:r>
      <w:r>
        <w:tab/>
        <w:t>2.025e0</w:t>
      </w:r>
    </w:p>
    <w:p w:rsidR="00B65DC9" w:rsidRDefault="00B65DC9" w:rsidP="00B65DC9">
      <w:r>
        <w:t>358.5055</w:t>
      </w:r>
      <w:r>
        <w:tab/>
        <w:t>1.266e-2</w:t>
      </w:r>
    </w:p>
    <w:p w:rsidR="00B65DC9" w:rsidRDefault="00B65DC9" w:rsidP="00B65DC9">
      <w:r>
        <w:t>358.5461</w:t>
      </w:r>
      <w:r>
        <w:tab/>
        <w:t>1.013e0</w:t>
      </w:r>
    </w:p>
    <w:p w:rsidR="00B65DC9" w:rsidRDefault="00B65DC9" w:rsidP="00B65DC9">
      <w:r>
        <w:t>358.5648</w:t>
      </w:r>
      <w:r>
        <w:tab/>
        <w:t>1.266e-2</w:t>
      </w:r>
    </w:p>
    <w:p w:rsidR="00B65DC9" w:rsidRDefault="00B65DC9" w:rsidP="00B65DC9">
      <w:r>
        <w:t>358.5712</w:t>
      </w:r>
      <w:r>
        <w:tab/>
        <w:t>1.013e0</w:t>
      </w:r>
    </w:p>
    <w:p w:rsidR="00B65DC9" w:rsidRDefault="00B65DC9" w:rsidP="00B65DC9">
      <w:r>
        <w:t>358.6330</w:t>
      </w:r>
      <w:r>
        <w:tab/>
        <w:t>2.025e0</w:t>
      </w:r>
    </w:p>
    <w:p w:rsidR="00B65DC9" w:rsidRDefault="00B65DC9" w:rsidP="00B65DC9">
      <w:r>
        <w:t>358.6549</w:t>
      </w:r>
      <w:r>
        <w:tab/>
        <w:t>1.266e-2</w:t>
      </w:r>
    </w:p>
    <w:p w:rsidR="00B65DC9" w:rsidRDefault="00B65DC9" w:rsidP="00B65DC9">
      <w:r>
        <w:t>358.6673</w:t>
      </w:r>
      <w:r>
        <w:tab/>
        <w:t>1.266e-2</w:t>
      </w:r>
    </w:p>
    <w:p w:rsidR="00B65DC9" w:rsidRDefault="00B65DC9" w:rsidP="00B65DC9">
      <w:r>
        <w:t>358.6753</w:t>
      </w:r>
      <w:r>
        <w:tab/>
        <w:t>1.266e-2</w:t>
      </w:r>
    </w:p>
    <w:p w:rsidR="00B65DC9" w:rsidRDefault="00B65DC9" w:rsidP="00B65DC9">
      <w:r>
        <w:t>358.7121</w:t>
      </w:r>
      <w:r>
        <w:tab/>
        <w:t>1.013e0</w:t>
      </w:r>
    </w:p>
    <w:p w:rsidR="00B65DC9" w:rsidRDefault="00B65DC9" w:rsidP="00B65DC9">
      <w:r>
        <w:t>358.7314</w:t>
      </w:r>
      <w:r>
        <w:tab/>
        <w:t>1.013e0</w:t>
      </w:r>
    </w:p>
    <w:p w:rsidR="00B65DC9" w:rsidRDefault="00B65DC9" w:rsidP="00B65DC9">
      <w:r>
        <w:t>358.7959</w:t>
      </w:r>
      <w:r>
        <w:tab/>
        <w:t>1.013e0</w:t>
      </w:r>
    </w:p>
    <w:p w:rsidR="00B65DC9" w:rsidRDefault="00B65DC9" w:rsidP="00B65DC9">
      <w:r>
        <w:t>358.8122</w:t>
      </w:r>
      <w:r>
        <w:tab/>
        <w:t>2.025e0</w:t>
      </w:r>
    </w:p>
    <w:p w:rsidR="00B65DC9" w:rsidRDefault="00B65DC9" w:rsidP="00B65DC9">
      <w:r>
        <w:t>358.8409</w:t>
      </w:r>
      <w:r>
        <w:tab/>
        <w:t>1.013e0</w:t>
      </w:r>
    </w:p>
    <w:p w:rsidR="00B65DC9" w:rsidRDefault="00B65DC9" w:rsidP="00B65DC9">
      <w:r>
        <w:t>358.8723</w:t>
      </w:r>
      <w:r>
        <w:tab/>
        <w:t>1.266e-2</w:t>
      </w:r>
    </w:p>
    <w:p w:rsidR="00B65DC9" w:rsidRDefault="00B65DC9" w:rsidP="00B65DC9">
      <w:r>
        <w:t>358.8792</w:t>
      </w:r>
      <w:r>
        <w:tab/>
        <w:t>1.013e0</w:t>
      </w:r>
    </w:p>
    <w:p w:rsidR="00B65DC9" w:rsidRDefault="00B65DC9" w:rsidP="00B65DC9">
      <w:r>
        <w:t>358.9081</w:t>
      </w:r>
      <w:r>
        <w:tab/>
        <w:t>2.025e0</w:t>
      </w:r>
    </w:p>
    <w:p w:rsidR="00B65DC9" w:rsidRDefault="00B65DC9" w:rsidP="00B65DC9">
      <w:r>
        <w:t>358.9221</w:t>
      </w:r>
      <w:r>
        <w:tab/>
        <w:t>1.025e0</w:t>
      </w:r>
    </w:p>
    <w:p w:rsidR="00B65DC9" w:rsidRDefault="00B65DC9" w:rsidP="00B65DC9">
      <w:r>
        <w:lastRenderedPageBreak/>
        <w:t>358.9465</w:t>
      </w:r>
      <w:r>
        <w:tab/>
        <w:t>6.076e0</w:t>
      </w:r>
    </w:p>
    <w:p w:rsidR="00B65DC9" w:rsidRDefault="00B65DC9" w:rsidP="00B65DC9">
      <w:r>
        <w:t>359.0029</w:t>
      </w:r>
      <w:r>
        <w:tab/>
        <w:t>1.266e-2</w:t>
      </w:r>
    </w:p>
    <w:p w:rsidR="00B65DC9" w:rsidRDefault="00B65DC9" w:rsidP="00B65DC9">
      <w:r>
        <w:t>359.0241</w:t>
      </w:r>
      <w:r>
        <w:tab/>
        <w:t>9.225e-1</w:t>
      </w:r>
    </w:p>
    <w:p w:rsidR="00B65DC9" w:rsidRDefault="00B65DC9" w:rsidP="00B65DC9">
      <w:r>
        <w:t>359.0446</w:t>
      </w:r>
      <w:r>
        <w:tab/>
        <w:t>1.013e0</w:t>
      </w:r>
    </w:p>
    <w:p w:rsidR="00B65DC9" w:rsidRDefault="00B65DC9" w:rsidP="00B65DC9">
      <w:r>
        <w:t>359.0736</w:t>
      </w:r>
      <w:r>
        <w:tab/>
        <w:t>2.025e0</w:t>
      </w:r>
    </w:p>
    <w:p w:rsidR="00B65DC9" w:rsidRDefault="00B65DC9" w:rsidP="00B65DC9">
      <w:r>
        <w:t>359.0868</w:t>
      </w:r>
      <w:r>
        <w:tab/>
        <w:t>1.912e0</w:t>
      </w:r>
    </w:p>
    <w:p w:rsidR="00B65DC9" w:rsidRDefault="00B65DC9" w:rsidP="00B65DC9">
      <w:r>
        <w:t>359.1194</w:t>
      </w:r>
      <w:r>
        <w:tab/>
        <w:t>5.063e0</w:t>
      </w:r>
    </w:p>
    <w:p w:rsidR="00B65DC9" w:rsidRDefault="00B65DC9" w:rsidP="00B65DC9">
      <w:r>
        <w:t>359.1377</w:t>
      </w:r>
      <w:r>
        <w:tab/>
        <w:t>2.532e-2</w:t>
      </w:r>
    </w:p>
    <w:p w:rsidR="00B65DC9" w:rsidRDefault="00B65DC9" w:rsidP="00B65DC9">
      <w:r>
        <w:t>359.1855</w:t>
      </w:r>
      <w:r>
        <w:tab/>
        <w:t>1.013e0</w:t>
      </w:r>
    </w:p>
    <w:p w:rsidR="00B65DC9" w:rsidRDefault="00B65DC9" w:rsidP="00B65DC9">
      <w:r>
        <w:t>359.2329</w:t>
      </w:r>
      <w:r>
        <w:tab/>
        <w:t>3.038e0</w:t>
      </w:r>
    </w:p>
    <w:p w:rsidR="00B65DC9" w:rsidRDefault="00B65DC9" w:rsidP="00B65DC9">
      <w:r>
        <w:t>359.3018</w:t>
      </w:r>
      <w:r>
        <w:tab/>
        <w:t>3.765e0</w:t>
      </w:r>
    </w:p>
    <w:p w:rsidR="00B65DC9" w:rsidRDefault="00B65DC9" w:rsidP="00B65DC9">
      <w:r>
        <w:t>359.3512</w:t>
      </w:r>
      <w:r>
        <w:tab/>
        <w:t>1.013e0</w:t>
      </w:r>
    </w:p>
    <w:p w:rsidR="00B65DC9" w:rsidRDefault="00B65DC9" w:rsidP="00B65DC9">
      <w:r>
        <w:t>359.4303</w:t>
      </w:r>
      <w:r>
        <w:tab/>
        <w:t>1.013e0</w:t>
      </w:r>
    </w:p>
    <w:p w:rsidR="00B65DC9" w:rsidRDefault="00B65DC9" w:rsidP="00B65DC9">
      <w:r>
        <w:t>359.4948</w:t>
      </w:r>
      <w:r>
        <w:tab/>
        <w:t>2.025e0</w:t>
      </w:r>
    </w:p>
    <w:p w:rsidR="00B65DC9" w:rsidRDefault="00B65DC9" w:rsidP="00B65DC9">
      <w:r>
        <w:t>359.5266</w:t>
      </w:r>
      <w:r>
        <w:tab/>
        <w:t>1.266e-2</w:t>
      </w:r>
    </w:p>
    <w:p w:rsidR="00B65DC9" w:rsidRDefault="00B65DC9" w:rsidP="00B65DC9">
      <w:r>
        <w:t>359.5523</w:t>
      </w:r>
      <w:r>
        <w:tab/>
        <w:t>1.013e0</w:t>
      </w:r>
    </w:p>
    <w:p w:rsidR="00B65DC9" w:rsidRDefault="00B65DC9" w:rsidP="00B65DC9">
      <w:r>
        <w:t>359.5876</w:t>
      </w:r>
      <w:r>
        <w:tab/>
        <w:t>1.013e0</w:t>
      </w:r>
    </w:p>
    <w:p w:rsidR="00B65DC9" w:rsidRDefault="00B65DC9" w:rsidP="00B65DC9">
      <w:r>
        <w:t>359.6377</w:t>
      </w:r>
      <w:r>
        <w:tab/>
        <w:t>1.266e-2</w:t>
      </w:r>
    </w:p>
    <w:p w:rsidR="00B65DC9" w:rsidRDefault="00B65DC9" w:rsidP="00B65DC9">
      <w:r>
        <w:t>359.6486</w:t>
      </w:r>
      <w:r>
        <w:tab/>
        <w:t>1.013e0</w:t>
      </w:r>
    </w:p>
    <w:p w:rsidR="00B65DC9" w:rsidRDefault="00B65DC9" w:rsidP="00B65DC9">
      <w:r>
        <w:lastRenderedPageBreak/>
        <w:t>359.6678</w:t>
      </w:r>
      <w:r>
        <w:tab/>
        <w:t>2.038e0</w:t>
      </w:r>
    </w:p>
    <w:p w:rsidR="00B65DC9" w:rsidRDefault="00B65DC9" w:rsidP="00B65DC9">
      <w:r>
        <w:t>359.7112</w:t>
      </w:r>
      <w:r>
        <w:tab/>
        <w:t>2.025e0</w:t>
      </w:r>
    </w:p>
    <w:p w:rsidR="00B65DC9" w:rsidRDefault="00B65DC9" w:rsidP="00B65DC9">
      <w:r>
        <w:t>359.7247</w:t>
      </w:r>
      <w:r>
        <w:tab/>
        <w:t>1.013e0</w:t>
      </w:r>
    </w:p>
    <w:p w:rsidR="00B65DC9" w:rsidRDefault="00B65DC9" w:rsidP="00B65DC9">
      <w:r>
        <w:t>359.7286</w:t>
      </w:r>
      <w:r>
        <w:tab/>
        <w:t>1.013e0</w:t>
      </w:r>
    </w:p>
    <w:p w:rsidR="00B65DC9" w:rsidRDefault="00B65DC9" w:rsidP="00B65DC9">
      <w:r>
        <w:t>359.7899</w:t>
      </w:r>
      <w:r>
        <w:tab/>
        <w:t>1.013e0</w:t>
      </w:r>
    </w:p>
    <w:p w:rsidR="00B65DC9" w:rsidRDefault="00B65DC9" w:rsidP="00B65DC9">
      <w:r>
        <w:t>359.8201</w:t>
      </w:r>
      <w:r>
        <w:tab/>
        <w:t>2.025e0</w:t>
      </w:r>
    </w:p>
    <w:p w:rsidR="00B65DC9" w:rsidRDefault="00B65DC9" w:rsidP="00B65DC9">
      <w:r>
        <w:t>359.8240</w:t>
      </w:r>
      <w:r>
        <w:tab/>
        <w:t>1.013e0</w:t>
      </w:r>
    </w:p>
    <w:p w:rsidR="00B65DC9" w:rsidRDefault="00B65DC9" w:rsidP="00B65DC9">
      <w:r>
        <w:t>359.9055</w:t>
      </w:r>
      <w:r>
        <w:tab/>
        <w:t>1.266e-2</w:t>
      </w:r>
    </w:p>
    <w:p w:rsidR="00B65DC9" w:rsidRDefault="00B65DC9" w:rsidP="00B65DC9">
      <w:r>
        <w:t>359.9177</w:t>
      </w:r>
      <w:r>
        <w:tab/>
        <w:t>2.025e0</w:t>
      </w:r>
    </w:p>
    <w:p w:rsidR="00B65DC9" w:rsidRDefault="00B65DC9" w:rsidP="00B65DC9">
      <w:r>
        <w:t>359.9312</w:t>
      </w:r>
      <w:r>
        <w:tab/>
        <w:t>2.532e-2</w:t>
      </w:r>
    </w:p>
    <w:p w:rsidR="00B65DC9" w:rsidRDefault="00B65DC9" w:rsidP="00B65DC9">
      <w:r>
        <w:t>359.9441</w:t>
      </w:r>
      <w:r>
        <w:tab/>
        <w:t>1.013e0</w:t>
      </w:r>
    </w:p>
    <w:p w:rsidR="00B65DC9" w:rsidRDefault="00B65DC9" w:rsidP="00B65DC9">
      <w:r>
        <w:t>359.9536</w:t>
      </w:r>
      <w:r>
        <w:tab/>
        <w:t>1.546e0</w:t>
      </w:r>
    </w:p>
    <w:p w:rsidR="00B65DC9" w:rsidRDefault="00B65DC9" w:rsidP="00B65DC9">
      <w:r>
        <w:t>359.9762</w:t>
      </w:r>
      <w:r>
        <w:tab/>
        <w:t>2.025e0</w:t>
      </w:r>
    </w:p>
    <w:p w:rsidR="00B65DC9" w:rsidRDefault="00B65DC9" w:rsidP="00B65DC9">
      <w:r>
        <w:t>359.9897</w:t>
      </w:r>
      <w:r>
        <w:tab/>
        <w:t>1.013e0</w:t>
      </w:r>
    </w:p>
    <w:p w:rsidR="00B65DC9" w:rsidRDefault="00B65DC9" w:rsidP="00B65DC9">
      <w:r>
        <w:t>360.0405</w:t>
      </w:r>
      <w:r>
        <w:tab/>
        <w:t>1.266e-2</w:t>
      </w:r>
    </w:p>
    <w:p w:rsidR="00B65DC9" w:rsidRDefault="00B65DC9" w:rsidP="00B65DC9">
      <w:r>
        <w:t>360.0726</w:t>
      </w:r>
      <w:r>
        <w:tab/>
        <w:t>1.013e0</w:t>
      </w:r>
    </w:p>
    <w:p w:rsidR="00B65DC9" w:rsidRDefault="00B65DC9" w:rsidP="00B65DC9">
      <w:r>
        <w:t>360.0855</w:t>
      </w:r>
      <w:r>
        <w:tab/>
        <w:t>1.013e0</w:t>
      </w:r>
    </w:p>
    <w:p w:rsidR="00B65DC9" w:rsidRDefault="00B65DC9" w:rsidP="00B65DC9">
      <w:r>
        <w:t>360.1267</w:t>
      </w:r>
      <w:r>
        <w:tab/>
        <w:t>1.038e0</w:t>
      </w:r>
    </w:p>
    <w:p w:rsidR="00B65DC9" w:rsidRDefault="00B65DC9" w:rsidP="00B65DC9">
      <w:r>
        <w:t>360.2079</w:t>
      </w:r>
      <w:r>
        <w:tab/>
        <w:t>1.025e0</w:t>
      </w:r>
    </w:p>
    <w:p w:rsidR="00B65DC9" w:rsidRDefault="00B65DC9" w:rsidP="00B65DC9">
      <w:r>
        <w:lastRenderedPageBreak/>
        <w:t>360.2757</w:t>
      </w:r>
      <w:r>
        <w:tab/>
        <w:t>2.025e0</w:t>
      </w:r>
    </w:p>
    <w:p w:rsidR="00B65DC9" w:rsidRDefault="00B65DC9" w:rsidP="00B65DC9">
      <w:r>
        <w:t>360.3136</w:t>
      </w:r>
      <w:r>
        <w:tab/>
        <w:t>1.266e-2</w:t>
      </w:r>
    </w:p>
    <w:p w:rsidR="00B65DC9" w:rsidRDefault="00B65DC9" w:rsidP="00B65DC9">
      <w:r>
        <w:t>360.3174</w:t>
      </w:r>
      <w:r>
        <w:tab/>
        <w:t>1.266e-2</w:t>
      </w:r>
    </w:p>
    <w:p w:rsidR="00B65DC9" w:rsidRDefault="00B65DC9" w:rsidP="00B65DC9">
      <w:r>
        <w:t>360.3385</w:t>
      </w:r>
      <w:r>
        <w:tab/>
        <w:t>1.013e0</w:t>
      </w:r>
    </w:p>
    <w:p w:rsidR="00B65DC9" w:rsidRDefault="00B65DC9" w:rsidP="00B65DC9">
      <w:r>
        <w:t>360.3560</w:t>
      </w:r>
      <w:r>
        <w:tab/>
        <w:t>1.266e-2</w:t>
      </w:r>
    </w:p>
    <w:p w:rsidR="00B65DC9" w:rsidRDefault="00B65DC9" w:rsidP="00B65DC9">
      <w:r>
        <w:t>360.3749</w:t>
      </w:r>
      <w:r>
        <w:tab/>
        <w:t>1.266e-2</w:t>
      </w:r>
    </w:p>
    <w:p w:rsidR="00B65DC9" w:rsidRDefault="00B65DC9" w:rsidP="00B65DC9">
      <w:r>
        <w:t>360.4303</w:t>
      </w:r>
      <w:r>
        <w:tab/>
        <w:t>1.013e0</w:t>
      </w:r>
    </w:p>
    <w:p w:rsidR="00B65DC9" w:rsidRDefault="00B65DC9" w:rsidP="00B65DC9">
      <w:r>
        <w:t>360.4547</w:t>
      </w:r>
      <w:r>
        <w:tab/>
        <w:t>1.013e0</w:t>
      </w:r>
    </w:p>
    <w:p w:rsidR="00B65DC9" w:rsidRDefault="00B65DC9" w:rsidP="00B65DC9">
      <w:r>
        <w:t>360.4759</w:t>
      </w:r>
      <w:r>
        <w:tab/>
        <w:t>1.013e0</w:t>
      </w:r>
    </w:p>
    <w:p w:rsidR="00B65DC9" w:rsidRDefault="00B65DC9" w:rsidP="00B65DC9">
      <w:r>
        <w:t>360.4795</w:t>
      </w:r>
      <w:r>
        <w:tab/>
        <w:t>1.013e0</w:t>
      </w:r>
    </w:p>
    <w:p w:rsidR="00B65DC9" w:rsidRDefault="00B65DC9" w:rsidP="00B65DC9">
      <w:r>
        <w:t>360.4843</w:t>
      </w:r>
      <w:r>
        <w:tab/>
        <w:t>1.013e0</w:t>
      </w:r>
    </w:p>
    <w:p w:rsidR="00B65DC9" w:rsidRDefault="00B65DC9" w:rsidP="00B65DC9">
      <w:r>
        <w:t>360.5351</w:t>
      </w:r>
      <w:r>
        <w:tab/>
        <w:t>5.063e0</w:t>
      </w:r>
    </w:p>
    <w:p w:rsidR="00B65DC9" w:rsidRDefault="00B65DC9" w:rsidP="00B65DC9">
      <w:r>
        <w:t>360.5551</w:t>
      </w:r>
      <w:r>
        <w:tab/>
        <w:t>1.266e-2</w:t>
      </w:r>
    </w:p>
    <w:p w:rsidR="00B65DC9" w:rsidRDefault="00B65DC9" w:rsidP="00B65DC9">
      <w:r>
        <w:t>360.5670</w:t>
      </w:r>
      <w:r>
        <w:tab/>
        <w:t>1.266e-2</w:t>
      </w:r>
    </w:p>
    <w:p w:rsidR="00B65DC9" w:rsidRDefault="00B65DC9" w:rsidP="00B65DC9">
      <w:r>
        <w:t>360.6066</w:t>
      </w:r>
      <w:r>
        <w:tab/>
        <w:t>1.013e0</w:t>
      </w:r>
    </w:p>
    <w:p w:rsidR="00B65DC9" w:rsidRDefault="00B65DC9" w:rsidP="00B65DC9">
      <w:r>
        <w:t>360.6138</w:t>
      </w:r>
      <w:r>
        <w:tab/>
        <w:t>2.025e0</w:t>
      </w:r>
    </w:p>
    <w:p w:rsidR="00B65DC9" w:rsidRDefault="00B65DC9" w:rsidP="00B65DC9">
      <w:r>
        <w:t>360.6170</w:t>
      </w:r>
      <w:r>
        <w:tab/>
        <w:t>1.013e0</w:t>
      </w:r>
    </w:p>
    <w:p w:rsidR="00B65DC9" w:rsidRDefault="00B65DC9" w:rsidP="00B65DC9">
      <w:r>
        <w:t>360.6627</w:t>
      </w:r>
      <w:r>
        <w:tab/>
        <w:t>1.013e0</w:t>
      </w:r>
    </w:p>
    <w:p w:rsidR="00B65DC9" w:rsidRDefault="00B65DC9" w:rsidP="00B65DC9">
      <w:r>
        <w:t>360.6710</w:t>
      </w:r>
      <w:r>
        <w:tab/>
        <w:t>1.013e0</w:t>
      </w:r>
    </w:p>
    <w:p w:rsidR="00B65DC9" w:rsidRDefault="00B65DC9" w:rsidP="00B65DC9">
      <w:r>
        <w:lastRenderedPageBreak/>
        <w:t>360.7120</w:t>
      </w:r>
      <w:r>
        <w:tab/>
        <w:t>1.013e0</w:t>
      </w:r>
    </w:p>
    <w:p w:rsidR="00B65DC9" w:rsidRDefault="00B65DC9" w:rsidP="00B65DC9">
      <w:r>
        <w:t>360.7680</w:t>
      </w:r>
      <w:r>
        <w:tab/>
        <w:t>1.013e0</w:t>
      </w:r>
    </w:p>
    <w:p w:rsidR="00B65DC9" w:rsidRDefault="00B65DC9" w:rsidP="00B65DC9">
      <w:r>
        <w:t>360.8163</w:t>
      </w:r>
      <w:r>
        <w:tab/>
        <w:t>2.025e0</w:t>
      </w:r>
    </w:p>
    <w:p w:rsidR="00B65DC9" w:rsidRDefault="00B65DC9" w:rsidP="00B65DC9">
      <w:r>
        <w:t>360.8320</w:t>
      </w:r>
      <w:r>
        <w:tab/>
        <w:t>1.266e-2</w:t>
      </w:r>
    </w:p>
    <w:p w:rsidR="00B65DC9" w:rsidRDefault="00B65DC9" w:rsidP="00B65DC9">
      <w:r>
        <w:t>360.8490</w:t>
      </w:r>
      <w:r>
        <w:tab/>
        <w:t>1.013e0</w:t>
      </w:r>
    </w:p>
    <w:p w:rsidR="00B65DC9" w:rsidRDefault="00B65DC9" w:rsidP="00B65DC9">
      <w:r>
        <w:t>360.8577</w:t>
      </w:r>
      <w:r>
        <w:tab/>
        <w:t>1.266e-2</w:t>
      </w:r>
    </w:p>
    <w:p w:rsidR="00B65DC9" w:rsidRDefault="00B65DC9" w:rsidP="00B65DC9">
      <w:r>
        <w:t>360.8899</w:t>
      </w:r>
      <w:r>
        <w:tab/>
        <w:t>1.013e0</w:t>
      </w:r>
    </w:p>
    <w:p w:rsidR="00B65DC9" w:rsidRDefault="00B65DC9" w:rsidP="00B65DC9">
      <w:r>
        <w:t>360.9048</w:t>
      </w:r>
      <w:r>
        <w:tab/>
        <w:t>3.038e0</w:t>
      </w:r>
    </w:p>
    <w:p w:rsidR="00B65DC9" w:rsidRDefault="00B65DC9" w:rsidP="00B65DC9">
      <w:r>
        <w:t>360.9236</w:t>
      </w:r>
      <w:r>
        <w:tab/>
        <w:t>1.266e-2</w:t>
      </w:r>
    </w:p>
    <w:p w:rsidR="00B65DC9" w:rsidRDefault="00B65DC9" w:rsidP="00B65DC9">
      <w:r>
        <w:t>360.9426</w:t>
      </w:r>
      <w:r>
        <w:tab/>
        <w:t>2.510e0</w:t>
      </w:r>
    </w:p>
    <w:p w:rsidR="00B65DC9" w:rsidRDefault="00B65DC9" w:rsidP="00B65DC9">
      <w:r>
        <w:t>360.9445</w:t>
      </w:r>
      <w:r>
        <w:tab/>
        <w:t>2.025e0</w:t>
      </w:r>
    </w:p>
    <w:p w:rsidR="00B65DC9" w:rsidRDefault="00B65DC9" w:rsidP="00B65DC9">
      <w:r>
        <w:t>360.9608</w:t>
      </w:r>
      <w:r>
        <w:tab/>
        <w:t>1.013e0</w:t>
      </w:r>
    </w:p>
    <w:p w:rsidR="00B65DC9" w:rsidRDefault="00B65DC9" w:rsidP="00B65DC9">
      <w:r>
        <w:t>360.9941</w:t>
      </w:r>
      <w:r>
        <w:tab/>
        <w:t>1.266e-2</w:t>
      </w:r>
    </w:p>
    <w:p w:rsidR="00B65DC9" w:rsidRDefault="00B65DC9" w:rsidP="00B65DC9">
      <w:r>
        <w:t>360.9979</w:t>
      </w:r>
      <w:r>
        <w:tab/>
        <w:t>1.844e0</w:t>
      </w:r>
    </w:p>
    <w:p w:rsidR="00B65DC9" w:rsidRDefault="00B65DC9" w:rsidP="00B65DC9">
      <w:r>
        <w:t>360.9994</w:t>
      </w:r>
      <w:r>
        <w:tab/>
        <w:t>2.025e0</w:t>
      </w:r>
    </w:p>
    <w:p w:rsidR="00B65DC9" w:rsidRDefault="00B65DC9" w:rsidP="00B65DC9">
      <w:r>
        <w:t>361.0087</w:t>
      </w:r>
      <w:r>
        <w:tab/>
        <w:t>3.038e0</w:t>
      </w:r>
    </w:p>
    <w:p w:rsidR="00B65DC9" w:rsidRDefault="00B65DC9" w:rsidP="00B65DC9">
      <w:r>
        <w:t>361.0510</w:t>
      </w:r>
      <w:r>
        <w:tab/>
        <w:t>1.013e0</w:t>
      </w:r>
    </w:p>
    <w:p w:rsidR="00B65DC9" w:rsidRDefault="00B65DC9" w:rsidP="00B65DC9">
      <w:r>
        <w:t>361.0916</w:t>
      </w:r>
      <w:r>
        <w:tab/>
        <w:t>1.975e0</w:t>
      </w:r>
    </w:p>
    <w:p w:rsidR="00B65DC9" w:rsidRDefault="00B65DC9" w:rsidP="00B65DC9">
      <w:r>
        <w:t>361.0942</w:t>
      </w:r>
      <w:r>
        <w:tab/>
        <w:t>2.803e0</w:t>
      </w:r>
    </w:p>
    <w:p w:rsidR="00B65DC9" w:rsidRDefault="00B65DC9" w:rsidP="00B65DC9">
      <w:r>
        <w:lastRenderedPageBreak/>
        <w:t>361.1208</w:t>
      </w:r>
      <w:r>
        <w:tab/>
        <w:t>2.532e-2</w:t>
      </w:r>
    </w:p>
    <w:p w:rsidR="00B65DC9" w:rsidRDefault="00B65DC9" w:rsidP="00B65DC9">
      <w:r>
        <w:t>361.1237</w:t>
      </w:r>
      <w:r>
        <w:tab/>
        <w:t>6.661e0</w:t>
      </w:r>
    </w:p>
    <w:p w:rsidR="00B65DC9" w:rsidRDefault="00B65DC9" w:rsidP="00B65DC9">
      <w:r>
        <w:t>361.1351</w:t>
      </w:r>
      <w:r>
        <w:tab/>
        <w:t>1.013e0</w:t>
      </w:r>
    </w:p>
    <w:p w:rsidR="00B65DC9" w:rsidRDefault="00B65DC9" w:rsidP="00B65DC9">
      <w:r>
        <w:t>361.1606</w:t>
      </w:r>
      <w:r>
        <w:tab/>
        <w:t>1.266e-2</w:t>
      </w:r>
    </w:p>
    <w:p w:rsidR="00B65DC9" w:rsidRDefault="00B65DC9" w:rsidP="00B65DC9">
      <w:r>
        <w:t>361.1809</w:t>
      </w:r>
      <w:r>
        <w:tab/>
        <w:t>1.013e0</w:t>
      </w:r>
    </w:p>
    <w:p w:rsidR="00B65DC9" w:rsidRDefault="00B65DC9" w:rsidP="00B65DC9">
      <w:r>
        <w:t>361.2382</w:t>
      </w:r>
      <w:r>
        <w:tab/>
        <w:t>2.025e0</w:t>
      </w:r>
    </w:p>
    <w:p w:rsidR="00B65DC9" w:rsidRDefault="00B65DC9" w:rsidP="00B65DC9">
      <w:r>
        <w:t>361.2456</w:t>
      </w:r>
      <w:r>
        <w:tab/>
        <w:t>2.025e0</w:t>
      </w:r>
    </w:p>
    <w:p w:rsidR="00B65DC9" w:rsidRDefault="00B65DC9" w:rsidP="00B65DC9">
      <w:r>
        <w:t>361.2895</w:t>
      </w:r>
      <w:r>
        <w:tab/>
        <w:t>1.266e-2</w:t>
      </w:r>
    </w:p>
    <w:p w:rsidR="00B65DC9" w:rsidRDefault="00B65DC9" w:rsidP="00B65DC9">
      <w:r>
        <w:t>361.2926</w:t>
      </w:r>
      <w:r>
        <w:tab/>
        <w:t>2.025e0</w:t>
      </w:r>
    </w:p>
    <w:p w:rsidR="00B65DC9" w:rsidRDefault="00B65DC9" w:rsidP="00B65DC9">
      <w:r>
        <w:t>361.3390</w:t>
      </w:r>
      <w:r>
        <w:tab/>
        <w:t>1.266e-2</w:t>
      </w:r>
    </w:p>
    <w:p w:rsidR="00B65DC9" w:rsidRDefault="00B65DC9" w:rsidP="00B65DC9">
      <w:r>
        <w:t>361.3666</w:t>
      </w:r>
      <w:r>
        <w:tab/>
        <w:t>1.025e0</w:t>
      </w:r>
    </w:p>
    <w:p w:rsidR="00B65DC9" w:rsidRDefault="00B65DC9" w:rsidP="00B65DC9">
      <w:r>
        <w:t>361.3927</w:t>
      </w:r>
      <w:r>
        <w:tab/>
        <w:t>1.013e0</w:t>
      </w:r>
    </w:p>
    <w:p w:rsidR="00B65DC9" w:rsidRDefault="00B65DC9" w:rsidP="00B65DC9">
      <w:r>
        <w:t>361.4249</w:t>
      </w:r>
      <w:r>
        <w:tab/>
        <w:t>1.025e0</w:t>
      </w:r>
    </w:p>
    <w:p w:rsidR="00B65DC9" w:rsidRDefault="00B65DC9" w:rsidP="00B65DC9">
      <w:r>
        <w:t>361.4383</w:t>
      </w:r>
      <w:r>
        <w:tab/>
        <w:t>1.013e0</w:t>
      </w:r>
    </w:p>
    <w:p w:rsidR="00B65DC9" w:rsidRDefault="00B65DC9" w:rsidP="00B65DC9">
      <w:r>
        <w:t>361.4553</w:t>
      </w:r>
      <w:r>
        <w:tab/>
        <w:t>1.266e-2</w:t>
      </w:r>
    </w:p>
    <w:p w:rsidR="00B65DC9" w:rsidRDefault="00B65DC9" w:rsidP="00B65DC9">
      <w:r>
        <w:t>361.4636</w:t>
      </w:r>
      <w:r>
        <w:tab/>
        <w:t>1.266e-2</w:t>
      </w:r>
    </w:p>
    <w:p w:rsidR="00B65DC9" w:rsidRDefault="00B65DC9" w:rsidP="00B65DC9">
      <w:r>
        <w:t>361.4841</w:t>
      </w:r>
      <w:r>
        <w:tab/>
        <w:t>1.266e-2</w:t>
      </w:r>
    </w:p>
    <w:p w:rsidR="00B65DC9" w:rsidRDefault="00B65DC9" w:rsidP="00B65DC9">
      <w:r>
        <w:t>361.5015</w:t>
      </w:r>
      <w:r>
        <w:tab/>
        <w:t>1.013e0</w:t>
      </w:r>
    </w:p>
    <w:p w:rsidR="00B65DC9" w:rsidRDefault="00B65DC9" w:rsidP="00B65DC9">
      <w:r>
        <w:t>361.5152</w:t>
      </w:r>
      <w:r>
        <w:tab/>
        <w:t>1.266e-2</w:t>
      </w:r>
    </w:p>
    <w:p w:rsidR="00B65DC9" w:rsidRDefault="00B65DC9" w:rsidP="00B65DC9">
      <w:r>
        <w:lastRenderedPageBreak/>
        <w:t>361.5546</w:t>
      </w:r>
      <w:r>
        <w:tab/>
        <w:t>1.013e0</w:t>
      </w:r>
    </w:p>
    <w:p w:rsidR="00B65DC9" w:rsidRDefault="00B65DC9" w:rsidP="00B65DC9">
      <w:r>
        <w:t>361.5668</w:t>
      </w:r>
      <w:r>
        <w:tab/>
        <w:t>1.013e0</w:t>
      </w:r>
    </w:p>
    <w:p w:rsidR="00B65DC9" w:rsidRDefault="00B65DC9" w:rsidP="00B65DC9">
      <w:r>
        <w:t>361.5964</w:t>
      </w:r>
      <w:r>
        <w:tab/>
        <w:t>1.013e0</w:t>
      </w:r>
    </w:p>
    <w:p w:rsidR="00B65DC9" w:rsidRDefault="00B65DC9" w:rsidP="00B65DC9">
      <w:r>
        <w:t>361.6056</w:t>
      </w:r>
      <w:r>
        <w:tab/>
        <w:t>1.266e-2</w:t>
      </w:r>
    </w:p>
    <w:p w:rsidR="00B65DC9" w:rsidRDefault="00B65DC9" w:rsidP="00B65DC9">
      <w:r>
        <w:t>361.6251</w:t>
      </w:r>
      <w:r>
        <w:tab/>
        <w:t>1.266e-2</w:t>
      </w:r>
    </w:p>
    <w:p w:rsidR="00B65DC9" w:rsidRDefault="00B65DC9" w:rsidP="00B65DC9">
      <w:r>
        <w:t>361.6512</w:t>
      </w:r>
      <w:r>
        <w:tab/>
        <w:t>1.013e0</w:t>
      </w:r>
    </w:p>
    <w:p w:rsidR="00B65DC9" w:rsidRDefault="00B65DC9" w:rsidP="00B65DC9">
      <w:r>
        <w:t>361.7024</w:t>
      </w:r>
      <w:r>
        <w:tab/>
        <w:t>1.013e0</w:t>
      </w:r>
    </w:p>
    <w:p w:rsidR="00B65DC9" w:rsidRDefault="00B65DC9" w:rsidP="00B65DC9">
      <w:r>
        <w:t>361.7781</w:t>
      </w:r>
      <w:r>
        <w:tab/>
        <w:t>2.025e0</w:t>
      </w:r>
    </w:p>
    <w:p w:rsidR="00B65DC9" w:rsidRDefault="00B65DC9" w:rsidP="00B65DC9">
      <w:r>
        <w:t>361.8500</w:t>
      </w:r>
      <w:r>
        <w:tab/>
        <w:t>1.266e-2</w:t>
      </w:r>
    </w:p>
    <w:p w:rsidR="00B65DC9" w:rsidRDefault="00B65DC9" w:rsidP="00B65DC9">
      <w:r>
        <w:t>361.8582</w:t>
      </w:r>
      <w:r>
        <w:tab/>
        <w:t>1.013e0</w:t>
      </w:r>
    </w:p>
    <w:p w:rsidR="00B65DC9" w:rsidRDefault="00B65DC9" w:rsidP="00B65DC9">
      <w:r>
        <w:t>361.8748</w:t>
      </w:r>
      <w:r>
        <w:tab/>
        <w:t>1.013e0</w:t>
      </w:r>
    </w:p>
    <w:p w:rsidR="00B65DC9" w:rsidRDefault="00B65DC9" w:rsidP="00B65DC9">
      <w:r>
        <w:t>361.9213</w:t>
      </w:r>
      <w:r>
        <w:tab/>
        <w:t>2.532e-2</w:t>
      </w:r>
    </w:p>
    <w:p w:rsidR="00B65DC9" w:rsidRDefault="00B65DC9" w:rsidP="00B65DC9">
      <w:r>
        <w:t>361.9442</w:t>
      </w:r>
      <w:r>
        <w:tab/>
        <w:t>1.630e0</w:t>
      </w:r>
    </w:p>
    <w:p w:rsidR="00B65DC9" w:rsidRDefault="00B65DC9" w:rsidP="00B65DC9">
      <w:r>
        <w:t>361.9683</w:t>
      </w:r>
      <w:r>
        <w:tab/>
        <w:t>2.025e0</w:t>
      </w:r>
    </w:p>
    <w:p w:rsidR="00B65DC9" w:rsidRDefault="00B65DC9" w:rsidP="00B65DC9">
      <w:r>
        <w:t>361.9741</w:t>
      </w:r>
      <w:r>
        <w:tab/>
        <w:t>1.266e-2</w:t>
      </w:r>
    </w:p>
    <w:p w:rsidR="00B65DC9" w:rsidRDefault="00B65DC9" w:rsidP="00B65DC9">
      <w:r>
        <w:t>362.0132</w:t>
      </w:r>
      <w:r>
        <w:tab/>
        <w:t>2.532e-2</w:t>
      </w:r>
    </w:p>
    <w:p w:rsidR="00B65DC9" w:rsidRDefault="00B65DC9" w:rsidP="00B65DC9">
      <w:r>
        <w:t>362.0409</w:t>
      </w:r>
      <w:r>
        <w:tab/>
        <w:t>1.266e-2</w:t>
      </w:r>
    </w:p>
    <w:p w:rsidR="00B65DC9" w:rsidRDefault="00B65DC9" w:rsidP="00B65DC9">
      <w:r>
        <w:t>362.0727</w:t>
      </w:r>
      <w:r>
        <w:tab/>
        <w:t>2.025e0</w:t>
      </w:r>
    </w:p>
    <w:p w:rsidR="00B65DC9" w:rsidRDefault="00B65DC9" w:rsidP="00B65DC9">
      <w:r>
        <w:t>362.1028</w:t>
      </w:r>
      <w:r>
        <w:tab/>
        <w:t>1.038e0</w:t>
      </w:r>
    </w:p>
    <w:p w:rsidR="00B65DC9" w:rsidRDefault="00B65DC9" w:rsidP="00B65DC9">
      <w:r>
        <w:lastRenderedPageBreak/>
        <w:t>362.1480</w:t>
      </w:r>
      <w:r>
        <w:tab/>
        <w:t>1.798e0</w:t>
      </w:r>
    </w:p>
    <w:p w:rsidR="00B65DC9" w:rsidRDefault="00B65DC9" w:rsidP="00B65DC9">
      <w:r>
        <w:t>362.1490</w:t>
      </w:r>
      <w:r>
        <w:tab/>
        <w:t>1.051e0</w:t>
      </w:r>
    </w:p>
    <w:p w:rsidR="00B65DC9" w:rsidRDefault="00B65DC9" w:rsidP="00B65DC9">
      <w:r>
        <w:t>362.1530</w:t>
      </w:r>
      <w:r>
        <w:tab/>
        <w:t>2.626e0</w:t>
      </w:r>
    </w:p>
    <w:p w:rsidR="00B65DC9" w:rsidRDefault="00B65DC9" w:rsidP="00B65DC9">
      <w:r>
        <w:t>362.2012</w:t>
      </w:r>
      <w:r>
        <w:tab/>
        <w:t>9.247e-1</w:t>
      </w:r>
    </w:p>
    <w:p w:rsidR="00B65DC9" w:rsidRDefault="00B65DC9" w:rsidP="00B65DC9">
      <w:r>
        <w:t>362.2068</w:t>
      </w:r>
      <w:r>
        <w:tab/>
        <w:t>1.013e0</w:t>
      </w:r>
    </w:p>
    <w:p w:rsidR="00B65DC9" w:rsidRDefault="00B65DC9" w:rsidP="00B65DC9">
      <w:r>
        <w:t>362.2579</w:t>
      </w:r>
      <w:r>
        <w:tab/>
        <w:t>1.013e0</w:t>
      </w:r>
    </w:p>
    <w:p w:rsidR="00B65DC9" w:rsidRDefault="00B65DC9" w:rsidP="00B65DC9">
      <w:r>
        <w:t>362.2650</w:t>
      </w:r>
      <w:r>
        <w:tab/>
        <w:t>1.025e0</w:t>
      </w:r>
    </w:p>
    <w:p w:rsidR="00B65DC9" w:rsidRDefault="00B65DC9" w:rsidP="00B65DC9">
      <w:r>
        <w:t>362.2735</w:t>
      </w:r>
      <w:r>
        <w:tab/>
        <w:t>1.266e-2</w:t>
      </w:r>
    </w:p>
    <w:p w:rsidR="00B65DC9" w:rsidRDefault="00B65DC9" w:rsidP="00B65DC9">
      <w:r>
        <w:t>362.2984</w:t>
      </w:r>
      <w:r>
        <w:tab/>
        <w:t>1.266e-2</w:t>
      </w:r>
    </w:p>
    <w:p w:rsidR="00B65DC9" w:rsidRDefault="00B65DC9" w:rsidP="00B65DC9">
      <w:r>
        <w:t>362.3297</w:t>
      </w:r>
      <w:r>
        <w:tab/>
        <w:t>2.025e0</w:t>
      </w:r>
    </w:p>
    <w:p w:rsidR="00B65DC9" w:rsidRDefault="00B65DC9" w:rsidP="00B65DC9">
      <w:r>
        <w:t>362.3441</w:t>
      </w:r>
      <w:r>
        <w:tab/>
        <w:t>1.013e0</w:t>
      </w:r>
    </w:p>
    <w:p w:rsidR="00B65DC9" w:rsidRDefault="00B65DC9" w:rsidP="00B65DC9">
      <w:r>
        <w:t>362.4147</w:t>
      </w:r>
      <w:r>
        <w:tab/>
        <w:t>1.266e-2</w:t>
      </w:r>
    </w:p>
    <w:p w:rsidR="00B65DC9" w:rsidRDefault="00B65DC9" w:rsidP="00B65DC9">
      <w:r>
        <w:t>362.4394</w:t>
      </w:r>
      <w:r>
        <w:tab/>
        <w:t>1.013e0</w:t>
      </w:r>
    </w:p>
    <w:p w:rsidR="00B65DC9" w:rsidRDefault="00B65DC9" w:rsidP="00B65DC9">
      <w:r>
        <w:t>362.4561</w:t>
      </w:r>
      <w:r>
        <w:tab/>
        <w:t>2.025e0</w:t>
      </w:r>
    </w:p>
    <w:p w:rsidR="00B65DC9" w:rsidRDefault="00B65DC9" w:rsidP="00B65DC9">
      <w:r>
        <w:t>362.4813</w:t>
      </w:r>
      <w:r>
        <w:tab/>
        <w:t>1.266e-2</w:t>
      </w:r>
    </w:p>
    <w:p w:rsidR="00B65DC9" w:rsidRDefault="00B65DC9" w:rsidP="00B65DC9">
      <w:r>
        <w:t>362.5733</w:t>
      </w:r>
      <w:r>
        <w:tab/>
        <w:t>1.013e0</w:t>
      </w:r>
    </w:p>
    <w:p w:rsidR="00B65DC9" w:rsidRDefault="00B65DC9" w:rsidP="00B65DC9">
      <w:r>
        <w:t>362.5907</w:t>
      </w:r>
      <w:r>
        <w:tab/>
        <w:t>3.038e0</w:t>
      </w:r>
    </w:p>
    <w:p w:rsidR="00B65DC9" w:rsidRDefault="00B65DC9" w:rsidP="00B65DC9">
      <w:r>
        <w:t>362.5939</w:t>
      </w:r>
      <w:r>
        <w:tab/>
        <w:t>1.013e0</w:t>
      </w:r>
    </w:p>
    <w:p w:rsidR="00B65DC9" w:rsidRDefault="00B65DC9" w:rsidP="00B65DC9">
      <w:r>
        <w:t>362.6394</w:t>
      </w:r>
      <w:r>
        <w:tab/>
        <w:t>1.013e0</w:t>
      </w:r>
    </w:p>
    <w:p w:rsidR="00B65DC9" w:rsidRDefault="00B65DC9" w:rsidP="00B65DC9">
      <w:r>
        <w:lastRenderedPageBreak/>
        <w:t>362.6434</w:t>
      </w:r>
      <w:r>
        <w:tab/>
        <w:t>1.266e-2</w:t>
      </w:r>
    </w:p>
    <w:p w:rsidR="00B65DC9" w:rsidRDefault="00B65DC9" w:rsidP="00B65DC9">
      <w:r>
        <w:t>362.6782</w:t>
      </w:r>
      <w:r>
        <w:tab/>
        <w:t>1.013e0</w:t>
      </w:r>
    </w:p>
    <w:p w:rsidR="00B65DC9" w:rsidRDefault="00B65DC9" w:rsidP="00B65DC9">
      <w:r>
        <w:t>362.6976</w:t>
      </w:r>
      <w:r>
        <w:tab/>
        <w:t>1.013e0</w:t>
      </w:r>
    </w:p>
    <w:p w:rsidR="00B65DC9" w:rsidRDefault="00B65DC9" w:rsidP="00B65DC9">
      <w:r>
        <w:t>362.7598</w:t>
      </w:r>
      <w:r>
        <w:tab/>
        <w:t>1.266e-2</w:t>
      </w:r>
    </w:p>
    <w:p w:rsidR="00B65DC9" w:rsidRDefault="00B65DC9" w:rsidP="00B65DC9">
      <w:r>
        <w:t>362.8055</w:t>
      </w:r>
      <w:r>
        <w:tab/>
        <w:t>1.266e-2</w:t>
      </w:r>
    </w:p>
    <w:p w:rsidR="00B65DC9" w:rsidRDefault="00B65DC9" w:rsidP="00B65DC9">
      <w:r>
        <w:t>362.8473</w:t>
      </w:r>
      <w:r>
        <w:tab/>
        <w:t>1.025e0</w:t>
      </w:r>
    </w:p>
    <w:p w:rsidR="00B65DC9" w:rsidRDefault="00B65DC9" w:rsidP="00B65DC9">
      <w:r>
        <w:t>362.8488</w:t>
      </w:r>
      <w:r>
        <w:tab/>
        <w:t>2.025e0</w:t>
      </w:r>
    </w:p>
    <w:p w:rsidR="00B65DC9" w:rsidRDefault="00B65DC9" w:rsidP="00B65DC9">
      <w:r>
        <w:t>362.8921</w:t>
      </w:r>
      <w:r>
        <w:tab/>
        <w:t>2.025e0</w:t>
      </w:r>
    </w:p>
    <w:p w:rsidR="00B65DC9" w:rsidRDefault="00B65DC9" w:rsidP="00B65DC9">
      <w:r>
        <w:t>362.9095</w:t>
      </w:r>
      <w:r>
        <w:tab/>
        <w:t>2.025e0</w:t>
      </w:r>
    </w:p>
    <w:p w:rsidR="00B65DC9" w:rsidRDefault="00B65DC9" w:rsidP="00B65DC9">
      <w:r>
        <w:t>362.9507</w:t>
      </w:r>
      <w:r>
        <w:tab/>
        <w:t>1.266e-2</w:t>
      </w:r>
    </w:p>
    <w:p w:rsidR="00B65DC9" w:rsidRDefault="00B65DC9" w:rsidP="00B65DC9">
      <w:r>
        <w:t>363.0019</w:t>
      </w:r>
      <w:r>
        <w:tab/>
        <w:t>1.013e0</w:t>
      </w:r>
    </w:p>
    <w:p w:rsidR="00B65DC9" w:rsidRDefault="00B65DC9" w:rsidP="00B65DC9">
      <w:r>
        <w:t>363.0070</w:t>
      </w:r>
      <w:r>
        <w:tab/>
        <w:t>2.155e0</w:t>
      </w:r>
    </w:p>
    <w:p w:rsidR="00B65DC9" w:rsidRDefault="00B65DC9" w:rsidP="00B65DC9">
      <w:r>
        <w:t>363.0122</w:t>
      </w:r>
      <w:r>
        <w:tab/>
        <w:t>2.025e0</w:t>
      </w:r>
    </w:p>
    <w:p w:rsidR="00B65DC9" w:rsidRDefault="00B65DC9" w:rsidP="00B65DC9">
      <w:r>
        <w:t>363.0304</w:t>
      </w:r>
      <w:r>
        <w:tab/>
        <w:t>5.717e0</w:t>
      </w:r>
    </w:p>
    <w:p w:rsidR="00B65DC9" w:rsidRDefault="00B65DC9" w:rsidP="00B65DC9">
      <w:r>
        <w:t>363.0670</w:t>
      </w:r>
      <w:r>
        <w:tab/>
        <w:t>1.266e-2</w:t>
      </w:r>
    </w:p>
    <w:p w:rsidR="00B65DC9" w:rsidRDefault="00B65DC9" w:rsidP="00B65DC9">
      <w:r>
        <w:t>363.0731</w:t>
      </w:r>
      <w:r>
        <w:tab/>
        <w:t>1.013e0</w:t>
      </w:r>
    </w:p>
    <w:p w:rsidR="00B65DC9" w:rsidRDefault="00B65DC9" w:rsidP="00B65DC9">
      <w:r>
        <w:t>363.0839</w:t>
      </w:r>
      <w:r>
        <w:tab/>
        <w:t>4.051e0</w:t>
      </w:r>
    </w:p>
    <w:p w:rsidR="00B65DC9" w:rsidRDefault="00B65DC9" w:rsidP="00B65DC9">
      <w:r>
        <w:t>363.1129</w:t>
      </w:r>
      <w:r>
        <w:tab/>
        <w:t>1.013e0</w:t>
      </w:r>
    </w:p>
    <w:p w:rsidR="00B65DC9" w:rsidRDefault="00B65DC9" w:rsidP="00B65DC9">
      <w:r>
        <w:t>363.1179</w:t>
      </w:r>
      <w:r>
        <w:tab/>
        <w:t>2.025e0</w:t>
      </w:r>
    </w:p>
    <w:p w:rsidR="00B65DC9" w:rsidRDefault="00B65DC9" w:rsidP="00B65DC9">
      <w:r>
        <w:lastRenderedPageBreak/>
        <w:t>363.1305</w:t>
      </w:r>
      <w:r>
        <w:tab/>
        <w:t>6.702e0</w:t>
      </w:r>
    </w:p>
    <w:p w:rsidR="00B65DC9" w:rsidRDefault="00B65DC9" w:rsidP="00B65DC9">
      <w:r>
        <w:t>363.1335</w:t>
      </w:r>
      <w:r>
        <w:tab/>
        <w:t>4.051e0</w:t>
      </w:r>
    </w:p>
    <w:p w:rsidR="00B65DC9" w:rsidRDefault="00B65DC9" w:rsidP="00B65DC9">
      <w:r>
        <w:t>363.1935</w:t>
      </w:r>
      <w:r>
        <w:tab/>
        <w:t>2.906e0</w:t>
      </w:r>
    </w:p>
    <w:p w:rsidR="00B65DC9" w:rsidRDefault="00B65DC9" w:rsidP="00B65DC9">
      <w:r>
        <w:t>363.2110</w:t>
      </w:r>
      <w:r>
        <w:tab/>
        <w:t>5.048e0</w:t>
      </w:r>
    </w:p>
    <w:p w:rsidR="00B65DC9" w:rsidRDefault="00B65DC9" w:rsidP="00B65DC9">
      <w:r>
        <w:t>363.2381</w:t>
      </w:r>
      <w:r>
        <w:tab/>
        <w:t>2.025e0</w:t>
      </w:r>
    </w:p>
    <w:p w:rsidR="00B65DC9" w:rsidRDefault="00B65DC9" w:rsidP="00B65DC9">
      <w:r>
        <w:t>363.2454</w:t>
      </w:r>
      <w:r>
        <w:tab/>
        <w:t>2.038e0</w:t>
      </w:r>
    </w:p>
    <w:p w:rsidR="00B65DC9" w:rsidRDefault="00B65DC9" w:rsidP="00B65DC9">
      <w:r>
        <w:t>363.2528</w:t>
      </w:r>
      <w:r>
        <w:tab/>
        <w:t>2.025e0</w:t>
      </w:r>
    </w:p>
    <w:p w:rsidR="00B65DC9" w:rsidRDefault="00B65DC9" w:rsidP="00B65DC9">
      <w:r>
        <w:t>363.2596</w:t>
      </w:r>
      <w:r>
        <w:tab/>
        <w:t>1.038e0</w:t>
      </w:r>
    </w:p>
    <w:p w:rsidR="00B65DC9" w:rsidRDefault="00B65DC9" w:rsidP="00B65DC9">
      <w:r>
        <w:t>363.2655</w:t>
      </w:r>
      <w:r>
        <w:tab/>
        <w:t>3.038e0</w:t>
      </w:r>
    </w:p>
    <w:p w:rsidR="00B65DC9" w:rsidRDefault="00B65DC9" w:rsidP="00B65DC9">
      <w:r>
        <w:t>363.3173</w:t>
      </w:r>
      <w:r>
        <w:tab/>
        <w:t>4.051e0</w:t>
      </w:r>
    </w:p>
    <w:p w:rsidR="00B65DC9" w:rsidRDefault="00B65DC9" w:rsidP="00B65DC9">
      <w:r>
        <w:t>363.3198</w:t>
      </w:r>
      <w:r>
        <w:tab/>
        <w:t>2.975e0</w:t>
      </w:r>
    </w:p>
    <w:p w:rsidR="00B65DC9" w:rsidRDefault="00B65DC9" w:rsidP="00B65DC9">
      <w:r>
        <w:t>363.3293</w:t>
      </w:r>
      <w:r>
        <w:tab/>
        <w:t>2.532e-2</w:t>
      </w:r>
    </w:p>
    <w:p w:rsidR="00B65DC9" w:rsidRDefault="00B65DC9" w:rsidP="00B65DC9">
      <w:r>
        <w:t>363.3466</w:t>
      </w:r>
      <w:r>
        <w:tab/>
        <w:t>3.038e0</w:t>
      </w:r>
    </w:p>
    <w:p w:rsidR="00B65DC9" w:rsidRDefault="00B65DC9" w:rsidP="00B65DC9">
      <w:r>
        <w:t>363.3721</w:t>
      </w:r>
      <w:r>
        <w:tab/>
        <w:t>4.123e0</w:t>
      </w:r>
    </w:p>
    <w:p w:rsidR="00B65DC9" w:rsidRDefault="00B65DC9" w:rsidP="00B65DC9">
      <w:r>
        <w:t>363.3777</w:t>
      </w:r>
      <w:r>
        <w:tab/>
        <w:t>1.013e0</w:t>
      </w:r>
    </w:p>
    <w:p w:rsidR="00B65DC9" w:rsidRDefault="00B65DC9" w:rsidP="00B65DC9">
      <w:r>
        <w:t>363.4055</w:t>
      </w:r>
      <w:r>
        <w:tab/>
        <w:t>2.025e0</w:t>
      </w:r>
    </w:p>
    <w:p w:rsidR="00B65DC9" w:rsidRDefault="00B65DC9" w:rsidP="00B65DC9">
      <w:r>
        <w:t>363.4109</w:t>
      </w:r>
      <w:r>
        <w:tab/>
        <w:t>1.057e1</w:t>
      </w:r>
    </w:p>
    <w:p w:rsidR="00B65DC9" w:rsidRDefault="00B65DC9" w:rsidP="00B65DC9">
      <w:r>
        <w:t>363.4290</w:t>
      </w:r>
      <w:r>
        <w:tab/>
        <w:t>2.025e0</w:t>
      </w:r>
    </w:p>
    <w:p w:rsidR="00B65DC9" w:rsidRDefault="00B65DC9" w:rsidP="00B65DC9">
      <w:r>
        <w:t>363.4472</w:t>
      </w:r>
      <w:r>
        <w:tab/>
        <w:t>2.166e0</w:t>
      </w:r>
    </w:p>
    <w:p w:rsidR="00B65DC9" w:rsidRDefault="00B65DC9" w:rsidP="00B65DC9">
      <w:r>
        <w:lastRenderedPageBreak/>
        <w:t>363.4576</w:t>
      </w:r>
      <w:r>
        <w:tab/>
        <w:t>1.312e0</w:t>
      </w:r>
    </w:p>
    <w:p w:rsidR="00B65DC9" w:rsidRDefault="00B65DC9" w:rsidP="00B65DC9">
      <w:r>
        <w:t>363.4614</w:t>
      </w:r>
      <w:r>
        <w:tab/>
        <w:t>2.437e0</w:t>
      </w:r>
    </w:p>
    <w:p w:rsidR="00B65DC9" w:rsidRDefault="00B65DC9" w:rsidP="00B65DC9">
      <w:r>
        <w:t>363.4625</w:t>
      </w:r>
      <w:r>
        <w:tab/>
        <w:t>1.025e0</w:t>
      </w:r>
    </w:p>
    <w:p w:rsidR="00B65DC9" w:rsidRDefault="00B65DC9" w:rsidP="00B65DC9">
      <w:r>
        <w:t>363.4943</w:t>
      </w:r>
      <w:r>
        <w:tab/>
        <w:t>1.266e-2</w:t>
      </w:r>
    </w:p>
    <w:p w:rsidR="00B65DC9" w:rsidRDefault="00B65DC9" w:rsidP="00B65DC9">
      <w:r>
        <w:t>363.4969</w:t>
      </w:r>
      <w:r>
        <w:tab/>
        <w:t>5.063e0</w:t>
      </w:r>
    </w:p>
    <w:p w:rsidR="00B65DC9" w:rsidRDefault="00B65DC9" w:rsidP="00B65DC9">
      <w:r>
        <w:t>363.5099</w:t>
      </w:r>
      <w:r>
        <w:tab/>
        <w:t>4.051e0</w:t>
      </w:r>
    </w:p>
    <w:p w:rsidR="00B65DC9" w:rsidRDefault="00B65DC9" w:rsidP="00B65DC9">
      <w:r>
        <w:t>363.5203</w:t>
      </w:r>
      <w:r>
        <w:tab/>
        <w:t>1.013e0</w:t>
      </w:r>
    </w:p>
    <w:p w:rsidR="00B65DC9" w:rsidRDefault="00B65DC9" w:rsidP="00B65DC9">
      <w:r>
        <w:t>363.5447</w:t>
      </w:r>
      <w:r>
        <w:tab/>
        <w:t>2.683e0</w:t>
      </w:r>
    </w:p>
    <w:p w:rsidR="00B65DC9" w:rsidRDefault="00B65DC9" w:rsidP="00B65DC9">
      <w:r>
        <w:t>363.5657</w:t>
      </w:r>
      <w:r>
        <w:tab/>
        <w:t>1.025e0</w:t>
      </w:r>
    </w:p>
    <w:p w:rsidR="00B65DC9" w:rsidRDefault="00B65DC9" w:rsidP="00B65DC9">
      <w:r>
        <w:t>363.5680</w:t>
      </w:r>
      <w:r>
        <w:tab/>
        <w:t>2.025e0</w:t>
      </w:r>
    </w:p>
    <w:p w:rsidR="00B65DC9" w:rsidRDefault="00B65DC9" w:rsidP="00B65DC9">
      <w:r>
        <w:t>363.5786</w:t>
      </w:r>
      <w:r>
        <w:tab/>
        <w:t>1.266e-2</w:t>
      </w:r>
    </w:p>
    <w:p w:rsidR="00B65DC9" w:rsidRDefault="00B65DC9" w:rsidP="00B65DC9">
      <w:r>
        <w:t>363.5857</w:t>
      </w:r>
      <w:r>
        <w:tab/>
        <w:t>1.324e1</w:t>
      </w:r>
    </w:p>
    <w:p w:rsidR="00B65DC9" w:rsidRDefault="00B65DC9" w:rsidP="00B65DC9">
      <w:r>
        <w:t>363.6237</w:t>
      </w:r>
      <w:r>
        <w:tab/>
        <w:t>4.051e0</w:t>
      </w:r>
    </w:p>
    <w:p w:rsidR="00B65DC9" w:rsidRDefault="00B65DC9" w:rsidP="00B65DC9">
      <w:r>
        <w:t>363.6291</w:t>
      </w:r>
      <w:r>
        <w:tab/>
        <w:t>1.025e0</w:t>
      </w:r>
    </w:p>
    <w:p w:rsidR="00B65DC9" w:rsidRDefault="00B65DC9" w:rsidP="00B65DC9">
      <w:r>
        <w:t>363.6453</w:t>
      </w:r>
      <w:r>
        <w:tab/>
        <w:t>1.013e0</w:t>
      </w:r>
    </w:p>
    <w:p w:rsidR="00B65DC9" w:rsidRDefault="00B65DC9" w:rsidP="00B65DC9">
      <w:r>
        <w:t>363.6956</w:t>
      </w:r>
      <w:r>
        <w:tab/>
        <w:t>2.025e0</w:t>
      </w:r>
    </w:p>
    <w:p w:rsidR="00B65DC9" w:rsidRDefault="00B65DC9" w:rsidP="00B65DC9">
      <w:r>
        <w:t>363.7028</w:t>
      </w:r>
      <w:r>
        <w:tab/>
        <w:t>9.127e0</w:t>
      </w:r>
    </w:p>
    <w:p w:rsidR="00B65DC9" w:rsidRDefault="00B65DC9" w:rsidP="00B65DC9">
      <w:r>
        <w:t>363.7119</w:t>
      </w:r>
      <w:r>
        <w:tab/>
        <w:t>1.013e0</w:t>
      </w:r>
    </w:p>
    <w:p w:rsidR="00B65DC9" w:rsidRDefault="00B65DC9" w:rsidP="00B65DC9">
      <w:r>
        <w:t>363.7451</w:t>
      </w:r>
      <w:r>
        <w:tab/>
        <w:t>4.051e0</w:t>
      </w:r>
    </w:p>
    <w:p w:rsidR="00B65DC9" w:rsidRDefault="00B65DC9" w:rsidP="00B65DC9">
      <w:r>
        <w:lastRenderedPageBreak/>
        <w:t>363.7507</w:t>
      </w:r>
      <w:r>
        <w:tab/>
        <w:t>4.051e0</w:t>
      </w:r>
    </w:p>
    <w:p w:rsidR="00B65DC9" w:rsidRDefault="00B65DC9" w:rsidP="00B65DC9">
      <w:r>
        <w:t>363.7622</w:t>
      </w:r>
      <w:r>
        <w:tab/>
        <w:t>4.051e0</w:t>
      </w:r>
    </w:p>
    <w:p w:rsidR="00B65DC9" w:rsidRDefault="00B65DC9" w:rsidP="00B65DC9">
      <w:r>
        <w:t>363.7732</w:t>
      </w:r>
      <w:r>
        <w:tab/>
        <w:t>1.266e-2</w:t>
      </w:r>
    </w:p>
    <w:p w:rsidR="00B65DC9" w:rsidRDefault="00B65DC9" w:rsidP="00B65DC9">
      <w:r>
        <w:t>363.8034</w:t>
      </w:r>
      <w:r>
        <w:tab/>
        <w:t>2.532e-2</w:t>
      </w:r>
    </w:p>
    <w:p w:rsidR="00B65DC9" w:rsidRDefault="00B65DC9" w:rsidP="00B65DC9">
      <w:r>
        <w:t>363.8190</w:t>
      </w:r>
      <w:r>
        <w:tab/>
        <w:t>3.038e0</w:t>
      </w:r>
    </w:p>
    <w:p w:rsidR="00B65DC9" w:rsidRDefault="00B65DC9" w:rsidP="00B65DC9">
      <w:r>
        <w:t>363.8280</w:t>
      </w:r>
      <w:r>
        <w:tab/>
        <w:t>6.731e0</w:t>
      </w:r>
    </w:p>
    <w:p w:rsidR="00B65DC9" w:rsidRDefault="00B65DC9" w:rsidP="00B65DC9">
      <w:r>
        <w:t>363.8404</w:t>
      </w:r>
      <w:r>
        <w:tab/>
        <w:t>5.063e0</w:t>
      </w:r>
    </w:p>
    <w:p w:rsidR="00B65DC9" w:rsidRDefault="00B65DC9" w:rsidP="00B65DC9">
      <w:r>
        <w:t>363.8516</w:t>
      </w:r>
      <w:r>
        <w:tab/>
        <w:t>3.038e0</w:t>
      </w:r>
    </w:p>
    <w:p w:rsidR="00B65DC9" w:rsidRDefault="00B65DC9" w:rsidP="00B65DC9">
      <w:r>
        <w:t>363.8878</w:t>
      </w:r>
      <w:r>
        <w:tab/>
        <w:t>4.753e0</w:t>
      </w:r>
    </w:p>
    <w:p w:rsidR="00B65DC9" w:rsidRDefault="00B65DC9" w:rsidP="00B65DC9">
      <w:r>
        <w:t>363.9049</w:t>
      </w:r>
      <w:r>
        <w:tab/>
        <w:t>2.025e0</w:t>
      </w:r>
    </w:p>
    <w:p w:rsidR="00B65DC9" w:rsidRDefault="00B65DC9" w:rsidP="00B65DC9">
      <w:r>
        <w:t>363.9355</w:t>
      </w:r>
      <w:r>
        <w:tab/>
        <w:t>1.266e-2</w:t>
      </w:r>
    </w:p>
    <w:p w:rsidR="00B65DC9" w:rsidRDefault="00B65DC9" w:rsidP="00B65DC9">
      <w:r>
        <w:t>363.9376</w:t>
      </w:r>
      <w:r>
        <w:tab/>
        <w:t>2.025e0</w:t>
      </w:r>
    </w:p>
    <w:p w:rsidR="00B65DC9" w:rsidRDefault="00B65DC9" w:rsidP="00B65DC9">
      <w:r>
        <w:t>363.9391</w:t>
      </w:r>
      <w:r>
        <w:tab/>
        <w:t>5.540e0</w:t>
      </w:r>
    </w:p>
    <w:p w:rsidR="00B65DC9" w:rsidRDefault="00B65DC9" w:rsidP="00B65DC9">
      <w:r>
        <w:t>363.9748</w:t>
      </w:r>
      <w:r>
        <w:tab/>
        <w:t>5.597e0</w:t>
      </w:r>
    </w:p>
    <w:p w:rsidR="00B65DC9" w:rsidRDefault="00B65DC9" w:rsidP="00B65DC9">
      <w:r>
        <w:t>363.9767</w:t>
      </w:r>
      <w:r>
        <w:tab/>
        <w:t>3.063e0</w:t>
      </w:r>
    </w:p>
    <w:p w:rsidR="00B65DC9" w:rsidRDefault="00B65DC9" w:rsidP="00B65DC9">
      <w:r>
        <w:t>363.9850</w:t>
      </w:r>
      <w:r>
        <w:tab/>
        <w:t>2.021e0</w:t>
      </w:r>
    </w:p>
    <w:p w:rsidR="00B65DC9" w:rsidRDefault="00B65DC9" w:rsidP="00B65DC9">
      <w:r>
        <w:t>363.9871</w:t>
      </w:r>
      <w:r>
        <w:tab/>
        <w:t>5.063e-2</w:t>
      </w:r>
    </w:p>
    <w:p w:rsidR="00B65DC9" w:rsidRDefault="00B65DC9" w:rsidP="00B65DC9">
      <w:r>
        <w:t>363.9924</w:t>
      </w:r>
      <w:r>
        <w:tab/>
        <w:t>4.051e0</w:t>
      </w:r>
    </w:p>
    <w:p w:rsidR="00B65DC9" w:rsidRDefault="00B65DC9" w:rsidP="00B65DC9">
      <w:r>
        <w:t>364.0193</w:t>
      </w:r>
      <w:r>
        <w:tab/>
        <w:t>5.746e0</w:t>
      </w:r>
    </w:p>
    <w:p w:rsidR="00B65DC9" w:rsidRDefault="00B65DC9" w:rsidP="00B65DC9">
      <w:r>
        <w:lastRenderedPageBreak/>
        <w:t>364.0330</w:t>
      </w:r>
      <w:r>
        <w:tab/>
        <w:t>1.403e0</w:t>
      </w:r>
    </w:p>
    <w:p w:rsidR="00B65DC9" w:rsidRDefault="00B65DC9" w:rsidP="00B65DC9">
      <w:r>
        <w:t>364.0696</w:t>
      </w:r>
      <w:r>
        <w:tab/>
        <w:t>4.051e0</w:t>
      </w:r>
    </w:p>
    <w:p w:rsidR="00B65DC9" w:rsidRDefault="00B65DC9" w:rsidP="00B65DC9">
      <w:r>
        <w:t>364.0745</w:t>
      </w:r>
      <w:r>
        <w:tab/>
        <w:t>5.063e0</w:t>
      </w:r>
    </w:p>
    <w:p w:rsidR="00B65DC9" w:rsidRDefault="00B65DC9" w:rsidP="00B65DC9">
      <w:r>
        <w:t>364.0905</w:t>
      </w:r>
      <w:r>
        <w:tab/>
        <w:t>3.038e0</w:t>
      </w:r>
    </w:p>
    <w:p w:rsidR="00B65DC9" w:rsidRDefault="00B65DC9" w:rsidP="00B65DC9">
      <w:r>
        <w:t>364.0977</w:t>
      </w:r>
      <w:r>
        <w:tab/>
        <w:t>1.013e0</w:t>
      </w:r>
    </w:p>
    <w:p w:rsidR="00B65DC9" w:rsidRDefault="00B65DC9" w:rsidP="00B65DC9">
      <w:r>
        <w:t>364.1393</w:t>
      </w:r>
      <w:r>
        <w:tab/>
        <w:t>3.664e0</w:t>
      </w:r>
    </w:p>
    <w:p w:rsidR="00B65DC9" w:rsidRDefault="00B65DC9" w:rsidP="00B65DC9">
      <w:r>
        <w:t>364.1466</w:t>
      </w:r>
      <w:r>
        <w:tab/>
        <w:t>1.798e0</w:t>
      </w:r>
    </w:p>
    <w:p w:rsidR="00B65DC9" w:rsidRDefault="00B65DC9" w:rsidP="00B65DC9">
      <w:r>
        <w:t>364.1487</w:t>
      </w:r>
      <w:r>
        <w:tab/>
        <w:t>5.063e0</w:t>
      </w:r>
    </w:p>
    <w:p w:rsidR="00B65DC9" w:rsidRDefault="00B65DC9" w:rsidP="00B65DC9">
      <w:r>
        <w:t>364.1937</w:t>
      </w:r>
      <w:r>
        <w:tab/>
        <w:t>4.051e0</w:t>
      </w:r>
    </w:p>
    <w:p w:rsidR="00B65DC9" w:rsidRDefault="00B65DC9" w:rsidP="00B65DC9">
      <w:r>
        <w:t>364.2079</w:t>
      </w:r>
      <w:r>
        <w:tab/>
        <w:t>2.634e0</w:t>
      </w:r>
    </w:p>
    <w:p w:rsidR="00B65DC9" w:rsidRDefault="00B65DC9" w:rsidP="00B65DC9">
      <w:r>
        <w:t>364.2132</w:t>
      </w:r>
      <w:r>
        <w:tab/>
        <w:t>2.532e-2</w:t>
      </w:r>
    </w:p>
    <w:p w:rsidR="00B65DC9" w:rsidRDefault="00B65DC9" w:rsidP="00B65DC9">
      <w:r>
        <w:t>364.2188</w:t>
      </w:r>
      <w:r>
        <w:tab/>
        <w:t>4.051e0</w:t>
      </w:r>
    </w:p>
    <w:p w:rsidR="00B65DC9" w:rsidRDefault="00B65DC9" w:rsidP="00B65DC9">
      <w:r>
        <w:t>364.2281</w:t>
      </w:r>
      <w:r>
        <w:tab/>
        <w:t>1.711e1</w:t>
      </w:r>
    </w:p>
    <w:p w:rsidR="00B65DC9" w:rsidRDefault="00B65DC9" w:rsidP="00B65DC9">
      <w:r>
        <w:t>364.2584</w:t>
      </w:r>
      <w:r>
        <w:tab/>
        <w:t>2.051e0</w:t>
      </w:r>
    </w:p>
    <w:p w:rsidR="00B65DC9" w:rsidRDefault="00B65DC9" w:rsidP="00B65DC9">
      <w:r>
        <w:t>364.2603</w:t>
      </w:r>
      <w:r>
        <w:tab/>
        <w:t>1.063e0</w:t>
      </w:r>
    </w:p>
    <w:p w:rsidR="00B65DC9" w:rsidRDefault="00B65DC9" w:rsidP="00B65DC9">
      <w:r>
        <w:t>364.2902</w:t>
      </w:r>
      <w:r>
        <w:tab/>
        <w:t>2.478e0</w:t>
      </w:r>
    </w:p>
    <w:p w:rsidR="00B65DC9" w:rsidRDefault="00B65DC9" w:rsidP="00B65DC9">
      <w:r>
        <w:t>364.3010</w:t>
      </w:r>
      <w:r>
        <w:tab/>
        <w:t>1.707e1</w:t>
      </w:r>
    </w:p>
    <w:p w:rsidR="00B65DC9" w:rsidRDefault="00B65DC9" w:rsidP="00B65DC9">
      <w:r>
        <w:t>364.3100</w:t>
      </w:r>
      <w:r>
        <w:tab/>
        <w:t>2.638e0</w:t>
      </w:r>
    </w:p>
    <w:p w:rsidR="00B65DC9" w:rsidRDefault="00B65DC9" w:rsidP="00B65DC9">
      <w:r>
        <w:t>364.3310</w:t>
      </w:r>
      <w:r>
        <w:tab/>
        <w:t>5.076e0</w:t>
      </w:r>
    </w:p>
    <w:p w:rsidR="00B65DC9" w:rsidRDefault="00B65DC9" w:rsidP="00B65DC9">
      <w:r>
        <w:lastRenderedPageBreak/>
        <w:t>364.3446</w:t>
      </w:r>
      <w:r>
        <w:tab/>
        <w:t>2.025e0</w:t>
      </w:r>
    </w:p>
    <w:p w:rsidR="00B65DC9" w:rsidRDefault="00B65DC9" w:rsidP="00B65DC9">
      <w:r>
        <w:t>364.3487</w:t>
      </w:r>
      <w:r>
        <w:tab/>
        <w:t>1.208e1</w:t>
      </w:r>
    </w:p>
    <w:p w:rsidR="00B65DC9" w:rsidRDefault="00B65DC9" w:rsidP="00B65DC9">
      <w:r>
        <w:t>364.3501</w:t>
      </w:r>
      <w:r>
        <w:tab/>
        <w:t>3.673e0</w:t>
      </w:r>
    </w:p>
    <w:p w:rsidR="00B65DC9" w:rsidRDefault="00B65DC9" w:rsidP="00B65DC9">
      <w:r>
        <w:t>364.3706</w:t>
      </w:r>
      <w:r>
        <w:tab/>
        <w:t>2.025e0</w:t>
      </w:r>
    </w:p>
    <w:p w:rsidR="00B65DC9" w:rsidRDefault="00B65DC9" w:rsidP="00B65DC9">
      <w:r>
        <w:t>364.3938</w:t>
      </w:r>
      <w:r>
        <w:tab/>
        <w:t>9.518e0</w:t>
      </w:r>
    </w:p>
    <w:p w:rsidR="00B65DC9" w:rsidRDefault="00B65DC9" w:rsidP="00B65DC9">
      <w:r>
        <w:t>364.4326</w:t>
      </w:r>
      <w:r>
        <w:tab/>
        <w:t>1.065e1</w:t>
      </w:r>
    </w:p>
    <w:p w:rsidR="00B65DC9" w:rsidRDefault="00B65DC9" w:rsidP="00B65DC9">
      <w:r>
        <w:t>364.4360</w:t>
      </w:r>
      <w:r>
        <w:tab/>
        <w:t>1.025e0</w:t>
      </w:r>
    </w:p>
    <w:p w:rsidR="00B65DC9" w:rsidRDefault="00B65DC9" w:rsidP="00B65DC9">
      <w:r>
        <w:t>364.4401</w:t>
      </w:r>
      <w:r>
        <w:tab/>
        <w:t>6.076e0</w:t>
      </w:r>
    </w:p>
    <w:p w:rsidR="00B65DC9" w:rsidRDefault="00B65DC9" w:rsidP="00B65DC9">
      <w:r>
        <w:t>364.4810</w:t>
      </w:r>
      <w:r>
        <w:tab/>
        <w:t>1.013e0</w:t>
      </w:r>
    </w:p>
    <w:p w:rsidR="00B65DC9" w:rsidRDefault="00B65DC9" w:rsidP="00B65DC9">
      <w:r>
        <w:t>364.4902</w:t>
      </w:r>
      <w:r>
        <w:tab/>
        <w:t>9.409e0</w:t>
      </w:r>
    </w:p>
    <w:p w:rsidR="00B65DC9" w:rsidRDefault="00B65DC9" w:rsidP="00B65DC9">
      <w:r>
        <w:t>364.4922</w:t>
      </w:r>
      <w:r>
        <w:tab/>
        <w:t>2.532e-2</w:t>
      </w:r>
    </w:p>
    <w:p w:rsidR="00B65DC9" w:rsidRDefault="00B65DC9" w:rsidP="00B65DC9">
      <w:r>
        <w:t>364.5022</w:t>
      </w:r>
      <w:r>
        <w:tab/>
        <w:t>1.266e-2</w:t>
      </w:r>
    </w:p>
    <w:p w:rsidR="00B65DC9" w:rsidRDefault="00B65DC9" w:rsidP="00B65DC9">
      <w:r>
        <w:t>364.5302</w:t>
      </w:r>
      <w:r>
        <w:tab/>
        <w:t>5.063e0</w:t>
      </w:r>
    </w:p>
    <w:p w:rsidR="00B65DC9" w:rsidRDefault="00B65DC9" w:rsidP="00B65DC9">
      <w:r>
        <w:t>364.5399</w:t>
      </w:r>
      <w:r>
        <w:tab/>
        <w:t>1.033e1</w:t>
      </w:r>
    </w:p>
    <w:p w:rsidR="00B65DC9" w:rsidRDefault="00B65DC9" w:rsidP="00B65DC9">
      <w:r>
        <w:t>364.5563</w:t>
      </w:r>
      <w:r>
        <w:tab/>
        <w:t>4.051e0</w:t>
      </w:r>
    </w:p>
    <w:p w:rsidR="00B65DC9" w:rsidRDefault="00B65DC9" w:rsidP="00B65DC9">
      <w:r>
        <w:t>364.5894</w:t>
      </w:r>
      <w:r>
        <w:tab/>
        <w:t>1.009e1</w:t>
      </w:r>
    </w:p>
    <w:p w:rsidR="00B65DC9" w:rsidRDefault="00B65DC9" w:rsidP="00B65DC9">
      <w:r>
        <w:t>364.6031</w:t>
      </w:r>
      <w:r>
        <w:tab/>
        <w:t>1.038e0</w:t>
      </w:r>
    </w:p>
    <w:p w:rsidR="00B65DC9" w:rsidRDefault="00B65DC9" w:rsidP="00B65DC9">
      <w:r>
        <w:t>364.6078</w:t>
      </w:r>
      <w:r>
        <w:tab/>
        <w:t>4.051e0</w:t>
      </w:r>
    </w:p>
    <w:p w:rsidR="00B65DC9" w:rsidRDefault="00B65DC9" w:rsidP="00B65DC9">
      <w:r>
        <w:t>364.6130</w:t>
      </w:r>
      <w:r>
        <w:tab/>
        <w:t>2.420e0</w:t>
      </w:r>
    </w:p>
    <w:p w:rsidR="00B65DC9" w:rsidRDefault="00B65DC9" w:rsidP="00B65DC9">
      <w:r>
        <w:lastRenderedPageBreak/>
        <w:t>364.6242</w:t>
      </w:r>
      <w:r>
        <w:tab/>
        <w:t>6.076e0</w:t>
      </w:r>
    </w:p>
    <w:p w:rsidR="00B65DC9" w:rsidRDefault="00B65DC9" w:rsidP="00B65DC9">
      <w:r>
        <w:t>364.6455</w:t>
      </w:r>
      <w:r>
        <w:tab/>
        <w:t>2.025e0</w:t>
      </w:r>
    </w:p>
    <w:p w:rsidR="00B65DC9" w:rsidRDefault="00B65DC9" w:rsidP="00B65DC9">
      <w:r>
        <w:t>364.6641</w:t>
      </w:r>
      <w:r>
        <w:tab/>
        <w:t>9.667e0</w:t>
      </w:r>
    </w:p>
    <w:p w:rsidR="00B65DC9" w:rsidRDefault="00B65DC9" w:rsidP="00B65DC9">
      <w:r>
        <w:t>364.6891</w:t>
      </w:r>
      <w:r>
        <w:tab/>
        <w:t>1.013e0</w:t>
      </w:r>
    </w:p>
    <w:p w:rsidR="00B65DC9" w:rsidRDefault="00B65DC9" w:rsidP="00B65DC9">
      <w:r>
        <w:t>364.7086</w:t>
      </w:r>
      <w:r>
        <w:tab/>
        <w:t>1.184e1</w:t>
      </w:r>
    </w:p>
    <w:p w:rsidR="00B65DC9" w:rsidRDefault="00B65DC9" w:rsidP="00B65DC9">
      <w:r>
        <w:t>364.7296</w:t>
      </w:r>
      <w:r>
        <w:tab/>
        <w:t>3.038e0</w:t>
      </w:r>
    </w:p>
    <w:p w:rsidR="00B65DC9" w:rsidRDefault="00B65DC9" w:rsidP="00B65DC9">
      <w:r>
        <w:t>364.7404</w:t>
      </w:r>
      <w:r>
        <w:tab/>
        <w:t>4.051e0</w:t>
      </w:r>
    </w:p>
    <w:p w:rsidR="00B65DC9" w:rsidRDefault="00B65DC9" w:rsidP="00B65DC9">
      <w:r>
        <w:t>364.7484</w:t>
      </w:r>
      <w:r>
        <w:tab/>
        <w:t>6.931e0</w:t>
      </w:r>
    </w:p>
    <w:p w:rsidR="00B65DC9" w:rsidRDefault="00B65DC9" w:rsidP="00B65DC9">
      <w:r>
        <w:t>364.7557</w:t>
      </w:r>
      <w:r>
        <w:tab/>
        <w:t>5.076e0</w:t>
      </w:r>
    </w:p>
    <w:p w:rsidR="00B65DC9" w:rsidRDefault="00B65DC9" w:rsidP="00B65DC9">
      <w:r>
        <w:t>364.7643</w:t>
      </w:r>
      <w:r>
        <w:tab/>
        <w:t>4.051e0</w:t>
      </w:r>
    </w:p>
    <w:p w:rsidR="00B65DC9" w:rsidRDefault="00B65DC9" w:rsidP="00B65DC9">
      <w:r>
        <w:t>364.7732</w:t>
      </w:r>
      <w:r>
        <w:tab/>
        <w:t>1.266e-2</w:t>
      </w:r>
    </w:p>
    <w:p w:rsidR="00B65DC9" w:rsidRDefault="00B65DC9" w:rsidP="00B65DC9">
      <w:r>
        <w:t>364.7939</w:t>
      </w:r>
      <w:r>
        <w:tab/>
        <w:t>7.089e0</w:t>
      </w:r>
    </w:p>
    <w:p w:rsidR="00B65DC9" w:rsidRDefault="00B65DC9" w:rsidP="00B65DC9">
      <w:r>
        <w:t>364.7984</w:t>
      </w:r>
      <w:r>
        <w:tab/>
        <w:t>3.038e0</w:t>
      </w:r>
    </w:p>
    <w:p w:rsidR="00B65DC9" w:rsidRDefault="00B65DC9" w:rsidP="00B65DC9">
      <w:r>
        <w:t>364.8040</w:t>
      </w:r>
      <w:r>
        <w:tab/>
        <w:t>3.038e0</w:t>
      </w:r>
    </w:p>
    <w:p w:rsidR="00B65DC9" w:rsidRDefault="00B65DC9" w:rsidP="00B65DC9">
      <w:r>
        <w:t>364.8318</w:t>
      </w:r>
      <w:r>
        <w:tab/>
        <w:t>3.051e0</w:t>
      </w:r>
    </w:p>
    <w:p w:rsidR="00B65DC9" w:rsidRDefault="00B65DC9" w:rsidP="00B65DC9">
      <w:r>
        <w:t>364.8353</w:t>
      </w:r>
      <w:r>
        <w:tab/>
        <w:t>2.025e0</w:t>
      </w:r>
    </w:p>
    <w:p w:rsidR="00B65DC9" w:rsidRDefault="00B65DC9" w:rsidP="00B65DC9">
      <w:r>
        <w:t>364.8555</w:t>
      </w:r>
      <w:r>
        <w:tab/>
        <w:t>2.025e0</w:t>
      </w:r>
    </w:p>
    <w:p w:rsidR="00B65DC9" w:rsidRDefault="00B65DC9" w:rsidP="00B65DC9">
      <w:r>
        <w:t>364.8760</w:t>
      </w:r>
      <w:r>
        <w:tab/>
        <w:t>4.051e0</w:t>
      </w:r>
    </w:p>
    <w:p w:rsidR="00B65DC9" w:rsidRDefault="00B65DC9" w:rsidP="00B65DC9">
      <w:r>
        <w:t>364.8792</w:t>
      </w:r>
      <w:r>
        <w:tab/>
        <w:t>4.203e0</w:t>
      </w:r>
    </w:p>
    <w:p w:rsidR="00B65DC9" w:rsidRDefault="00B65DC9" w:rsidP="00B65DC9">
      <w:r>
        <w:lastRenderedPageBreak/>
        <w:t>364.8851</w:t>
      </w:r>
      <w:r>
        <w:tab/>
        <w:t>6.076e0</w:t>
      </w:r>
    </w:p>
    <w:p w:rsidR="00B65DC9" w:rsidRDefault="00B65DC9" w:rsidP="00B65DC9">
      <w:r>
        <w:t>364.8972</w:t>
      </w:r>
      <w:r>
        <w:tab/>
        <w:t>2.025e0</w:t>
      </w:r>
    </w:p>
    <w:p w:rsidR="00B65DC9" w:rsidRDefault="00B65DC9" w:rsidP="00B65DC9">
      <w:r>
        <w:t>364.9121</w:t>
      </w:r>
      <w:r>
        <w:tab/>
        <w:t>4.990e0</w:t>
      </w:r>
    </w:p>
    <w:p w:rsidR="00B65DC9" w:rsidRDefault="00B65DC9" w:rsidP="00B65DC9">
      <w:r>
        <w:t>364.9338</w:t>
      </w:r>
      <w:r>
        <w:tab/>
        <w:t>2.025e0</w:t>
      </w:r>
    </w:p>
    <w:p w:rsidR="00B65DC9" w:rsidRDefault="00B65DC9" w:rsidP="00B65DC9">
      <w:r>
        <w:t>364.9509</w:t>
      </w:r>
      <w:r>
        <w:tab/>
        <w:t>1.366e0</w:t>
      </w:r>
    </w:p>
    <w:p w:rsidR="00B65DC9" w:rsidRDefault="00B65DC9" w:rsidP="00B65DC9">
      <w:r>
        <w:t>364.9982</w:t>
      </w:r>
      <w:r>
        <w:tab/>
        <w:t>3.726e0</w:t>
      </w:r>
    </w:p>
    <w:p w:rsidR="00B65DC9" w:rsidRDefault="00B65DC9" w:rsidP="00B65DC9">
      <w:r>
        <w:t>365.0114</w:t>
      </w:r>
      <w:r>
        <w:tab/>
        <w:t>3.051e0</w:t>
      </w:r>
    </w:p>
    <w:p w:rsidR="00B65DC9" w:rsidRDefault="00B65DC9" w:rsidP="00B65DC9">
      <w:r>
        <w:t>365.0272</w:t>
      </w:r>
      <w:r>
        <w:tab/>
        <w:t>1.266e-2</w:t>
      </w:r>
    </w:p>
    <w:p w:rsidR="00B65DC9" w:rsidRDefault="00B65DC9" w:rsidP="00B65DC9">
      <w:r>
        <w:t>365.0392</w:t>
      </w:r>
      <w:r>
        <w:tab/>
        <w:t>5.738e0</w:t>
      </w:r>
    </w:p>
    <w:p w:rsidR="00B65DC9" w:rsidRDefault="00B65DC9" w:rsidP="00B65DC9">
      <w:r>
        <w:t>365.0733</w:t>
      </w:r>
      <w:r>
        <w:tab/>
        <w:t>1.051e0</w:t>
      </w:r>
    </w:p>
    <w:p w:rsidR="00B65DC9" w:rsidRDefault="00B65DC9" w:rsidP="00B65DC9">
      <w:r>
        <w:t>365.0892</w:t>
      </w:r>
      <w:r>
        <w:tab/>
        <w:t>2.532e-2</w:t>
      </w:r>
    </w:p>
    <w:p w:rsidR="00B65DC9" w:rsidRDefault="00B65DC9" w:rsidP="00B65DC9">
      <w:r>
        <w:t>365.0999</w:t>
      </w:r>
      <w:r>
        <w:tab/>
        <w:t>3.492e0</w:t>
      </w:r>
    </w:p>
    <w:p w:rsidR="00B65DC9" w:rsidRDefault="00B65DC9" w:rsidP="00B65DC9">
      <w:r>
        <w:t>365.1147</w:t>
      </w:r>
      <w:r>
        <w:tab/>
        <w:t>2.025e0</w:t>
      </w:r>
    </w:p>
    <w:p w:rsidR="00B65DC9" w:rsidRDefault="00B65DC9" w:rsidP="00B65DC9">
      <w:r>
        <w:t>365.1217</w:t>
      </w:r>
      <w:r>
        <w:tab/>
        <w:t>3.038e0</w:t>
      </w:r>
    </w:p>
    <w:p w:rsidR="00B65DC9" w:rsidRDefault="00B65DC9" w:rsidP="00B65DC9">
      <w:r>
        <w:t>365.1375</w:t>
      </w:r>
      <w:r>
        <w:tab/>
        <w:t>6.043e0</w:t>
      </w:r>
    </w:p>
    <w:p w:rsidR="00B65DC9" w:rsidRDefault="00B65DC9" w:rsidP="00B65DC9">
      <w:r>
        <w:t>365.1767</w:t>
      </w:r>
      <w:r>
        <w:tab/>
        <w:t>1.388e0</w:t>
      </w:r>
    </w:p>
    <w:p w:rsidR="00B65DC9" w:rsidRDefault="00B65DC9" w:rsidP="00B65DC9">
      <w:r>
        <w:t>365.1859</w:t>
      </w:r>
      <w:r>
        <w:tab/>
        <w:t>5.063e0</w:t>
      </w:r>
    </w:p>
    <w:p w:rsidR="00B65DC9" w:rsidRDefault="00B65DC9" w:rsidP="00B65DC9">
      <w:r>
        <w:t>365.2020</w:t>
      </w:r>
      <w:r>
        <w:tab/>
        <w:t>7.522e0</w:t>
      </w:r>
    </w:p>
    <w:p w:rsidR="00B65DC9" w:rsidRDefault="00B65DC9" w:rsidP="00B65DC9">
      <w:r>
        <w:t>365.2129</w:t>
      </w:r>
      <w:r>
        <w:tab/>
        <w:t>4.051e0</w:t>
      </w:r>
    </w:p>
    <w:p w:rsidR="00B65DC9" w:rsidRDefault="00B65DC9" w:rsidP="00B65DC9">
      <w:r>
        <w:lastRenderedPageBreak/>
        <w:t>365.2414</w:t>
      </w:r>
      <w:r>
        <w:tab/>
        <w:t>5.063e0</w:t>
      </w:r>
    </w:p>
    <w:p w:rsidR="00B65DC9" w:rsidRDefault="00B65DC9" w:rsidP="00B65DC9">
      <w:r>
        <w:t>365.2443</w:t>
      </w:r>
      <w:r>
        <w:tab/>
        <w:t>7.089e0</w:t>
      </w:r>
    </w:p>
    <w:p w:rsidR="00B65DC9" w:rsidRDefault="00B65DC9" w:rsidP="00B65DC9">
      <w:r>
        <w:t>365.2528</w:t>
      </w:r>
      <w:r>
        <w:tab/>
        <w:t>4.114e0</w:t>
      </w:r>
    </w:p>
    <w:p w:rsidR="00B65DC9" w:rsidRDefault="00B65DC9" w:rsidP="00B65DC9">
      <w:r>
        <w:t>365.2968</w:t>
      </w:r>
      <w:r>
        <w:tab/>
        <w:t>9.114e0</w:t>
      </w:r>
    </w:p>
    <w:p w:rsidR="00B65DC9" w:rsidRDefault="00B65DC9" w:rsidP="00B65DC9">
      <w:r>
        <w:t>365.3088</w:t>
      </w:r>
      <w:r>
        <w:tab/>
        <w:t>7.318e-1</w:t>
      </w:r>
    </w:p>
    <w:p w:rsidR="00B65DC9" w:rsidRDefault="00B65DC9" w:rsidP="00B65DC9">
      <w:r>
        <w:t>365.3146</w:t>
      </w:r>
      <w:r>
        <w:tab/>
        <w:t>5.063e0</w:t>
      </w:r>
    </w:p>
    <w:p w:rsidR="00B65DC9" w:rsidRDefault="00B65DC9" w:rsidP="00B65DC9">
      <w:r>
        <w:t>365.3157</w:t>
      </w:r>
      <w:r>
        <w:tab/>
        <w:t>2.025e0</w:t>
      </w:r>
    </w:p>
    <w:p w:rsidR="00B65DC9" w:rsidRDefault="00B65DC9" w:rsidP="00B65DC9">
      <w:r>
        <w:t>365.3412</w:t>
      </w:r>
      <w:r>
        <w:tab/>
        <w:t>2.025e0</w:t>
      </w:r>
    </w:p>
    <w:p w:rsidR="00B65DC9" w:rsidRDefault="00B65DC9" w:rsidP="00B65DC9">
      <w:r>
        <w:t>365.3567</w:t>
      </w:r>
      <w:r>
        <w:tab/>
        <w:t>1.114e1</w:t>
      </w:r>
    </w:p>
    <w:p w:rsidR="00B65DC9" w:rsidRDefault="00B65DC9" w:rsidP="00B65DC9">
      <w:r>
        <w:t>365.3592</w:t>
      </w:r>
      <w:r>
        <w:tab/>
        <w:t>2.063e0</w:t>
      </w:r>
    </w:p>
    <w:p w:rsidR="00B65DC9" w:rsidRDefault="00B65DC9" w:rsidP="00B65DC9">
      <w:r>
        <w:t>365.3615</w:t>
      </w:r>
      <w:r>
        <w:tab/>
        <w:t>3.063e0</w:t>
      </w:r>
    </w:p>
    <w:p w:rsidR="00B65DC9" w:rsidRDefault="00B65DC9" w:rsidP="00B65DC9">
      <w:r>
        <w:t>365.4000</w:t>
      </w:r>
      <w:r>
        <w:tab/>
        <w:t>5.063e0</w:t>
      </w:r>
    </w:p>
    <w:p w:rsidR="00B65DC9" w:rsidRDefault="00B65DC9" w:rsidP="00B65DC9">
      <w:r>
        <w:t>365.4048</w:t>
      </w:r>
      <w:r>
        <w:tab/>
        <w:t>3.038e0</w:t>
      </w:r>
    </w:p>
    <w:p w:rsidR="00B65DC9" w:rsidRDefault="00B65DC9" w:rsidP="00B65DC9">
      <w:r>
        <w:t>365.4430</w:t>
      </w:r>
      <w:r>
        <w:tab/>
        <w:t>8.114e0</w:t>
      </w:r>
    </w:p>
    <w:p w:rsidR="00B65DC9" w:rsidRDefault="00B65DC9" w:rsidP="00B65DC9">
      <w:r>
        <w:t>365.4465</w:t>
      </w:r>
      <w:r>
        <w:tab/>
        <w:t>3.425e1</w:t>
      </w:r>
    </w:p>
    <w:p w:rsidR="00B65DC9" w:rsidRDefault="00B65DC9" w:rsidP="00B65DC9">
      <w:r>
        <w:t>365.4551</w:t>
      </w:r>
      <w:r>
        <w:tab/>
        <w:t>6.076e0</w:t>
      </w:r>
    </w:p>
    <w:p w:rsidR="00B65DC9" w:rsidRDefault="00B65DC9" w:rsidP="00B65DC9">
      <w:r>
        <w:t>365.4565</w:t>
      </w:r>
      <w:r>
        <w:tab/>
        <w:t>5.063e0</w:t>
      </w:r>
    </w:p>
    <w:p w:rsidR="00B65DC9" w:rsidRDefault="00B65DC9" w:rsidP="00B65DC9">
      <w:r>
        <w:t>365.4871</w:t>
      </w:r>
      <w:r>
        <w:tab/>
        <w:t>4.089e0</w:t>
      </w:r>
    </w:p>
    <w:p w:rsidR="00B65DC9" w:rsidRDefault="00B65DC9" w:rsidP="00B65DC9">
      <w:r>
        <w:t>365.5112</w:t>
      </w:r>
      <w:r>
        <w:tab/>
        <w:t>2.071e1</w:t>
      </w:r>
    </w:p>
    <w:p w:rsidR="00B65DC9" w:rsidRDefault="00B65DC9" w:rsidP="00B65DC9">
      <w:r>
        <w:lastRenderedPageBreak/>
        <w:t>365.5210</w:t>
      </w:r>
      <w:r>
        <w:tab/>
        <w:t>1.101e1</w:t>
      </w:r>
    </w:p>
    <w:p w:rsidR="00B65DC9" w:rsidRDefault="00B65DC9" w:rsidP="00B65DC9">
      <w:r>
        <w:t>365.5240</w:t>
      </w:r>
      <w:r>
        <w:tab/>
        <w:t>1.836e0</w:t>
      </w:r>
    </w:p>
    <w:p w:rsidR="00B65DC9" w:rsidRDefault="00B65DC9" w:rsidP="00B65DC9">
      <w:r>
        <w:t>365.5391</w:t>
      </w:r>
      <w:r>
        <w:tab/>
        <w:t>7.089e0</w:t>
      </w:r>
    </w:p>
    <w:p w:rsidR="00B65DC9" w:rsidRDefault="00B65DC9" w:rsidP="00B65DC9">
      <w:r>
        <w:t>365.5403</w:t>
      </w:r>
      <w:r>
        <w:tab/>
        <w:t>1.553e1</w:t>
      </w:r>
    </w:p>
    <w:p w:rsidR="00B65DC9" w:rsidRDefault="00B65DC9" w:rsidP="00B65DC9">
      <w:r>
        <w:t>365.5603</w:t>
      </w:r>
      <w:r>
        <w:tab/>
        <w:t>5.256e1</w:t>
      </w:r>
    </w:p>
    <w:p w:rsidR="00B65DC9" w:rsidRDefault="00B65DC9" w:rsidP="00B65DC9">
      <w:r>
        <w:t>365.5716</w:t>
      </w:r>
      <w:r>
        <w:tab/>
        <w:t>3.063e0</w:t>
      </w:r>
    </w:p>
    <w:p w:rsidR="00B65DC9" w:rsidRDefault="00B65DC9" w:rsidP="00B65DC9">
      <w:r>
        <w:t>365.6073</w:t>
      </w:r>
      <w:r>
        <w:tab/>
        <w:t>6.219e0</w:t>
      </w:r>
    </w:p>
    <w:p w:rsidR="00B65DC9" w:rsidRDefault="00B65DC9" w:rsidP="00B65DC9">
      <w:r>
        <w:t>365.6089</w:t>
      </w:r>
      <w:r>
        <w:tab/>
        <w:t>1.624e0</w:t>
      </w:r>
    </w:p>
    <w:p w:rsidR="00B65DC9" w:rsidRDefault="00B65DC9" w:rsidP="00B65DC9">
      <w:r>
        <w:t>365.6111</w:t>
      </w:r>
      <w:r>
        <w:tab/>
        <w:t>1.976e1</w:t>
      </w:r>
    </w:p>
    <w:p w:rsidR="00B65DC9" w:rsidRDefault="00B65DC9" w:rsidP="00B65DC9">
      <w:r>
        <w:t>365.6416</w:t>
      </w:r>
      <w:r>
        <w:tab/>
        <w:t>3.971e0</w:t>
      </w:r>
    </w:p>
    <w:p w:rsidR="00B65DC9" w:rsidRDefault="00B65DC9" w:rsidP="00B65DC9">
      <w:r>
        <w:t>365.6539</w:t>
      </w:r>
      <w:r>
        <w:tab/>
        <w:t>1.114e1</w:t>
      </w:r>
    </w:p>
    <w:p w:rsidR="00B65DC9" w:rsidRDefault="00B65DC9" w:rsidP="00B65DC9">
      <w:r>
        <w:t>365.6594</w:t>
      </w:r>
      <w:r>
        <w:tab/>
        <w:t>9.136e0</w:t>
      </w:r>
    </w:p>
    <w:p w:rsidR="00B65DC9" w:rsidRDefault="00B65DC9" w:rsidP="00B65DC9">
      <w:r>
        <w:t>365.6754</w:t>
      </w:r>
      <w:r>
        <w:tab/>
        <w:t>4.306e1</w:t>
      </w:r>
    </w:p>
    <w:p w:rsidR="00B65DC9" w:rsidRDefault="00B65DC9" w:rsidP="00B65DC9">
      <w:r>
        <w:t>365.6913</w:t>
      </w:r>
      <w:r>
        <w:tab/>
        <w:t>1.857e1</w:t>
      </w:r>
    </w:p>
    <w:p w:rsidR="00B65DC9" w:rsidRDefault="00B65DC9" w:rsidP="00B65DC9">
      <w:r>
        <w:t>365.7080</w:t>
      </w:r>
      <w:r>
        <w:tab/>
        <w:t>1.780e1</w:t>
      </w:r>
    </w:p>
    <w:p w:rsidR="00B65DC9" w:rsidRDefault="00B65DC9" w:rsidP="00B65DC9">
      <w:r>
        <w:t>365.7393</w:t>
      </w:r>
      <w:r>
        <w:tab/>
        <w:t>1.338e1</w:t>
      </w:r>
    </w:p>
    <w:p w:rsidR="00B65DC9" w:rsidRDefault="00B65DC9" w:rsidP="00B65DC9">
      <w:r>
        <w:t>365.7406</w:t>
      </w:r>
      <w:r>
        <w:tab/>
        <w:t>3.784e1</w:t>
      </w:r>
    </w:p>
    <w:p w:rsidR="00B65DC9" w:rsidRDefault="00B65DC9" w:rsidP="00B65DC9">
      <w:r>
        <w:t>365.7490</w:t>
      </w:r>
      <w:r>
        <w:tab/>
        <w:t>7.508e0</w:t>
      </w:r>
    </w:p>
    <w:p w:rsidR="00B65DC9" w:rsidRDefault="00B65DC9" w:rsidP="00B65DC9">
      <w:r>
        <w:t>365.7694</w:t>
      </w:r>
      <w:r>
        <w:tab/>
        <w:t>9.952e0</w:t>
      </w:r>
    </w:p>
    <w:p w:rsidR="00B65DC9" w:rsidRDefault="00B65DC9" w:rsidP="00B65DC9">
      <w:r>
        <w:lastRenderedPageBreak/>
        <w:t>365.7709</w:t>
      </w:r>
      <w:r>
        <w:tab/>
        <w:t>1.419e1</w:t>
      </w:r>
    </w:p>
    <w:p w:rsidR="00B65DC9" w:rsidRDefault="00B65DC9" w:rsidP="00B65DC9">
      <w:r>
        <w:t>365.7910</w:t>
      </w:r>
      <w:r>
        <w:tab/>
        <w:t>5.063e0</w:t>
      </w:r>
    </w:p>
    <w:p w:rsidR="00B65DC9" w:rsidRDefault="00B65DC9" w:rsidP="00B65DC9">
      <w:r>
        <w:t>365.7950</w:t>
      </w:r>
      <w:r>
        <w:tab/>
        <w:t>5.428e1</w:t>
      </w:r>
    </w:p>
    <w:p w:rsidR="00B65DC9" w:rsidRDefault="00B65DC9" w:rsidP="00B65DC9">
      <w:r>
        <w:t>365.8135</w:t>
      </w:r>
      <w:r>
        <w:tab/>
        <w:t>4.521e0</w:t>
      </w:r>
    </w:p>
    <w:p w:rsidR="00B65DC9" w:rsidRDefault="00B65DC9" w:rsidP="00B65DC9">
      <w:r>
        <w:t>365.8357</w:t>
      </w:r>
      <w:r>
        <w:tab/>
        <w:t>1.045e1</w:t>
      </w:r>
    </w:p>
    <w:p w:rsidR="00B65DC9" w:rsidRDefault="00B65DC9" w:rsidP="00B65DC9">
      <w:r>
        <w:t>365.8437</w:t>
      </w:r>
      <w:r>
        <w:tab/>
        <w:t>8.903e0</w:t>
      </w:r>
    </w:p>
    <w:p w:rsidR="00B65DC9" w:rsidRDefault="00B65DC9" w:rsidP="00B65DC9">
      <w:r>
        <w:t>365.8547</w:t>
      </w:r>
      <w:r>
        <w:tab/>
        <w:t>5.247e0</w:t>
      </w:r>
    </w:p>
    <w:p w:rsidR="00B65DC9" w:rsidRDefault="00B65DC9" w:rsidP="00B65DC9">
      <w:r>
        <w:t>365.8582</w:t>
      </w:r>
      <w:r>
        <w:tab/>
        <w:t>3.981e1</w:t>
      </w:r>
    </w:p>
    <w:p w:rsidR="00B65DC9" w:rsidRDefault="00B65DC9" w:rsidP="00B65DC9">
      <w:r>
        <w:t>365.8622</w:t>
      </w:r>
      <w:r>
        <w:tab/>
        <w:t>6.600e0</w:t>
      </w:r>
    </w:p>
    <w:p w:rsidR="00B65DC9" w:rsidRDefault="00B65DC9" w:rsidP="00B65DC9">
      <w:r>
        <w:t>365.9004</w:t>
      </w:r>
      <w:r>
        <w:tab/>
        <w:t>3.606e0</w:t>
      </w:r>
    </w:p>
    <w:p w:rsidR="00B65DC9" w:rsidRDefault="00B65DC9" w:rsidP="00B65DC9">
      <w:r>
        <w:t>365.9025</w:t>
      </w:r>
      <w:r>
        <w:tab/>
        <w:t>2.792e1</w:t>
      </w:r>
    </w:p>
    <w:p w:rsidR="00B65DC9" w:rsidRDefault="00B65DC9" w:rsidP="00B65DC9">
      <w:r>
        <w:t>365.9136</w:t>
      </w:r>
      <w:r>
        <w:tab/>
        <w:t>9.383e0</w:t>
      </w:r>
    </w:p>
    <w:p w:rsidR="00B65DC9" w:rsidRDefault="00B65DC9" w:rsidP="00B65DC9">
      <w:r>
        <w:t>365.9365</w:t>
      </w:r>
      <w:r>
        <w:tab/>
        <w:t>1.773e1</w:t>
      </w:r>
    </w:p>
    <w:p w:rsidR="00B65DC9" w:rsidRDefault="00B65DC9" w:rsidP="00B65DC9">
      <w:r>
        <w:t>365.9495</w:t>
      </w:r>
      <w:r>
        <w:tab/>
        <w:t>3.076e0</w:t>
      </w:r>
    </w:p>
    <w:p w:rsidR="00B65DC9" w:rsidRDefault="00B65DC9" w:rsidP="00B65DC9">
      <w:r>
        <w:t>365.9614</w:t>
      </w:r>
      <w:r>
        <w:tab/>
        <w:t>9.116e0</w:t>
      </w:r>
    </w:p>
    <w:p w:rsidR="00B65DC9" w:rsidRDefault="00B65DC9" w:rsidP="00B65DC9">
      <w:r>
        <w:t>365.9681</w:t>
      </w:r>
      <w:r>
        <w:tab/>
        <w:t>1.808e1</w:t>
      </w:r>
    </w:p>
    <w:p w:rsidR="00B65DC9" w:rsidRDefault="00B65DC9" w:rsidP="00B65DC9">
      <w:r>
        <w:t>365.9797</w:t>
      </w:r>
      <w:r>
        <w:tab/>
        <w:t>6.754e0</w:t>
      </w:r>
    </w:p>
    <w:p w:rsidR="00B65DC9" w:rsidRDefault="00B65DC9" w:rsidP="00B65DC9">
      <w:r>
        <w:t>365.9998</w:t>
      </w:r>
      <w:r>
        <w:tab/>
        <w:t>4.914e0</w:t>
      </w:r>
    </w:p>
    <w:p w:rsidR="00B65DC9" w:rsidRDefault="00B65DC9" w:rsidP="00B65DC9">
      <w:r>
        <w:t>366.0108</w:t>
      </w:r>
      <w:r>
        <w:tab/>
        <w:t>8.101e0</w:t>
      </w:r>
    </w:p>
    <w:p w:rsidR="00B65DC9" w:rsidRDefault="00B65DC9" w:rsidP="00B65DC9">
      <w:r>
        <w:lastRenderedPageBreak/>
        <w:t>366.0172</w:t>
      </w:r>
      <w:r>
        <w:tab/>
        <w:t>2.183e1</w:t>
      </w:r>
    </w:p>
    <w:p w:rsidR="00B65DC9" w:rsidRDefault="00B65DC9" w:rsidP="00B65DC9">
      <w:r>
        <w:t>366.0202</w:t>
      </w:r>
      <w:r>
        <w:tab/>
        <w:t>4.838e0</w:t>
      </w:r>
    </w:p>
    <w:p w:rsidR="00B65DC9" w:rsidRDefault="00B65DC9" w:rsidP="00B65DC9">
      <w:r>
        <w:t>366.0426</w:t>
      </w:r>
      <w:r>
        <w:tab/>
        <w:t>4.076e0</w:t>
      </w:r>
    </w:p>
    <w:p w:rsidR="00B65DC9" w:rsidRDefault="00B65DC9" w:rsidP="00B65DC9">
      <w:r>
        <w:t>366.0462</w:t>
      </w:r>
      <w:r>
        <w:tab/>
        <w:t>2.305e0</w:t>
      </w:r>
    </w:p>
    <w:p w:rsidR="00B65DC9" w:rsidRDefault="00B65DC9" w:rsidP="00B65DC9">
      <w:r>
        <w:t>366.1513</w:t>
      </w:r>
      <w:r>
        <w:tab/>
        <w:t>2.757e4</w:t>
      </w:r>
    </w:p>
    <w:p w:rsidR="00B65DC9" w:rsidRDefault="00B65DC9" w:rsidP="00B65DC9">
      <w:r>
        <w:t>366.1541</w:t>
      </w:r>
      <w:r>
        <w:tab/>
        <w:t>1.126e4</w:t>
      </w:r>
    </w:p>
    <w:p w:rsidR="00B65DC9" w:rsidRDefault="00B65DC9" w:rsidP="00B65DC9">
      <w:r>
        <w:t>366.1553</w:t>
      </w:r>
      <w:r>
        <w:tab/>
        <w:t>5.348e3</w:t>
      </w:r>
    </w:p>
    <w:p w:rsidR="00B65DC9" w:rsidRDefault="00B65DC9" w:rsidP="00B65DC9">
      <w:r>
        <w:t>366.2331</w:t>
      </w:r>
      <w:r>
        <w:tab/>
        <w:t>7.896e1</w:t>
      </w:r>
    </w:p>
    <w:p w:rsidR="00B65DC9" w:rsidRDefault="00B65DC9" w:rsidP="00B65DC9">
      <w:r>
        <w:t>366.2516</w:t>
      </w:r>
      <w:r>
        <w:tab/>
        <w:t>4.658e1</w:t>
      </w:r>
    </w:p>
    <w:p w:rsidR="00B65DC9" w:rsidRDefault="00B65DC9" w:rsidP="00B65DC9">
      <w:r>
        <w:t>366.2598</w:t>
      </w:r>
      <w:r>
        <w:tab/>
        <w:t>1.317e2</w:t>
      </w:r>
    </w:p>
    <w:p w:rsidR="00B65DC9" w:rsidRDefault="00B65DC9" w:rsidP="00B65DC9">
      <w:r>
        <w:t>366.2641</w:t>
      </w:r>
      <w:r>
        <w:tab/>
        <w:t>2.329e1</w:t>
      </w:r>
    </w:p>
    <w:p w:rsidR="00B65DC9" w:rsidRDefault="00B65DC9" w:rsidP="00B65DC9">
      <w:r>
        <w:t>366.3100</w:t>
      </w:r>
      <w:r>
        <w:tab/>
        <w:t>9.291e0</w:t>
      </w:r>
    </w:p>
    <w:p w:rsidR="00B65DC9" w:rsidRDefault="00B65DC9" w:rsidP="00B65DC9">
      <w:r>
        <w:t>366.3282</w:t>
      </w:r>
      <w:r>
        <w:tab/>
        <w:t>1.165e2</w:t>
      </w:r>
    </w:p>
    <w:p w:rsidR="00B65DC9" w:rsidRDefault="00B65DC9" w:rsidP="00B65DC9">
      <w:r>
        <w:t>366.3304</w:t>
      </w:r>
      <w:r>
        <w:tab/>
        <w:t>6.987e1</w:t>
      </w:r>
    </w:p>
    <w:p w:rsidR="00B65DC9" w:rsidRDefault="00B65DC9" w:rsidP="00B65DC9">
      <w:r>
        <w:t>366.3405</w:t>
      </w:r>
      <w:r>
        <w:tab/>
        <w:t>1.630e2</w:t>
      </w:r>
    </w:p>
    <w:p w:rsidR="00B65DC9" w:rsidRDefault="00B65DC9" w:rsidP="00B65DC9">
      <w:r>
        <w:t>366.3514</w:t>
      </w:r>
      <w:r>
        <w:tab/>
        <w:t>7.477e2</w:t>
      </w:r>
    </w:p>
    <w:p w:rsidR="00B65DC9" w:rsidRDefault="00B65DC9" w:rsidP="00B65DC9">
      <w:r>
        <w:t>366.4075</w:t>
      </w:r>
      <w:r>
        <w:tab/>
        <w:t>1.244e2</w:t>
      </w:r>
    </w:p>
    <w:p w:rsidR="00B65DC9" w:rsidRDefault="00B65DC9" w:rsidP="00B65DC9">
      <w:r>
        <w:t>366.4094</w:t>
      </w:r>
      <w:r>
        <w:tab/>
        <w:t>4.658e1</w:t>
      </w:r>
    </w:p>
    <w:p w:rsidR="00B65DC9" w:rsidRDefault="00B65DC9" w:rsidP="00B65DC9">
      <w:r>
        <w:t>366.4139</w:t>
      </w:r>
      <w:r>
        <w:tab/>
        <w:t>7.516e1</w:t>
      </w:r>
    </w:p>
    <w:p w:rsidR="00B65DC9" w:rsidRDefault="00B65DC9" w:rsidP="00B65DC9">
      <w:r>
        <w:lastRenderedPageBreak/>
        <w:t>366.4165</w:t>
      </w:r>
      <w:r>
        <w:tab/>
        <w:t>4.258e1</w:t>
      </w:r>
    </w:p>
    <w:p w:rsidR="00B65DC9" w:rsidRDefault="00B65DC9" w:rsidP="00B65DC9">
      <w:r>
        <w:t>366.4314</w:t>
      </w:r>
      <w:r>
        <w:tab/>
        <w:t>1.529e1</w:t>
      </w:r>
    </w:p>
    <w:p w:rsidR="00B65DC9" w:rsidRDefault="00B65DC9" w:rsidP="00B65DC9">
      <w:r>
        <w:t>366.4767</w:t>
      </w:r>
      <w:r>
        <w:tab/>
        <w:t>1.135e2</w:t>
      </w:r>
    </w:p>
    <w:p w:rsidR="00B65DC9" w:rsidRDefault="00B65DC9" w:rsidP="00B65DC9">
      <w:r>
        <w:t>366.4837</w:t>
      </w:r>
      <w:r>
        <w:tab/>
        <w:t>2.329e1</w:t>
      </w:r>
    </w:p>
    <w:p w:rsidR="00B65DC9" w:rsidRDefault="00B65DC9" w:rsidP="00B65DC9">
      <w:r>
        <w:t>366.4890</w:t>
      </w:r>
      <w:r>
        <w:tab/>
        <w:t>1.377e2</w:t>
      </w:r>
    </w:p>
    <w:p w:rsidR="00B65DC9" w:rsidRDefault="00B65DC9" w:rsidP="00B65DC9">
      <w:r>
        <w:t>366.5461</w:t>
      </w:r>
      <w:r>
        <w:tab/>
        <w:t>2.029e2</w:t>
      </w:r>
    </w:p>
    <w:p w:rsidR="00B65DC9" w:rsidRDefault="00B65DC9" w:rsidP="00B65DC9">
      <w:r>
        <w:t>366.5573</w:t>
      </w:r>
      <w:r>
        <w:tab/>
        <w:t>4.658e1</w:t>
      </w:r>
    </w:p>
    <w:p w:rsidR="00B65DC9" w:rsidRDefault="00B65DC9" w:rsidP="00B65DC9">
      <w:r>
        <w:t>366.5966</w:t>
      </w:r>
      <w:r>
        <w:tab/>
        <w:t>9.316e1</w:t>
      </w:r>
    </w:p>
    <w:p w:rsidR="00B65DC9" w:rsidRDefault="00B65DC9" w:rsidP="00B65DC9">
      <w:r>
        <w:t>366.6220</w:t>
      </w:r>
      <w:r>
        <w:tab/>
        <w:t>4.358e1</w:t>
      </w:r>
    </w:p>
    <w:p w:rsidR="00B65DC9" w:rsidRDefault="00B65DC9" w:rsidP="00B65DC9">
      <w:r>
        <w:t>366.6235</w:t>
      </w:r>
      <w:r>
        <w:tab/>
        <w:t>1.135e2</w:t>
      </w:r>
    </w:p>
    <w:p w:rsidR="00B65DC9" w:rsidRDefault="00B65DC9" w:rsidP="00B65DC9">
      <w:r>
        <w:t>366.6445</w:t>
      </w:r>
      <w:r>
        <w:tab/>
        <w:t>1.062e2</w:t>
      </w:r>
    </w:p>
    <w:p w:rsidR="00B65DC9" w:rsidRDefault="00B65DC9" w:rsidP="00B65DC9">
      <w:r>
        <w:t>366.6463</w:t>
      </w:r>
      <w:r>
        <w:tab/>
        <w:t>4.658e1</w:t>
      </w:r>
    </w:p>
    <w:p w:rsidR="00B65DC9" w:rsidRDefault="00B65DC9" w:rsidP="00B65DC9">
      <w:r>
        <w:t>366.6663</w:t>
      </w:r>
      <w:r>
        <w:tab/>
        <w:t>1.025e2</w:t>
      </w:r>
    </w:p>
    <w:p w:rsidR="00B65DC9" w:rsidRDefault="00B65DC9" w:rsidP="00B65DC9">
      <w:r>
        <w:t>366.6805</w:t>
      </w:r>
      <w:r>
        <w:tab/>
        <w:t>6.687e1</w:t>
      </w:r>
    </w:p>
    <w:p w:rsidR="00B65DC9" w:rsidRDefault="00B65DC9" w:rsidP="00B65DC9">
      <w:r>
        <w:t>366.6841</w:t>
      </w:r>
      <w:r>
        <w:tab/>
        <w:t>5.987e1</w:t>
      </w:r>
    </w:p>
    <w:p w:rsidR="00B65DC9" w:rsidRDefault="00B65DC9" w:rsidP="00B65DC9">
      <w:r>
        <w:t>366.6895</w:t>
      </w:r>
      <w:r>
        <w:tab/>
        <w:t>6.987e1</w:t>
      </w:r>
    </w:p>
    <w:p w:rsidR="00B65DC9" w:rsidRDefault="00B65DC9" w:rsidP="00B65DC9">
      <w:r>
        <w:t>366.7188</w:t>
      </w:r>
      <w:r>
        <w:tab/>
        <w:t>2.329e1</w:t>
      </w:r>
    </w:p>
    <w:p w:rsidR="00B65DC9" w:rsidRDefault="00B65DC9" w:rsidP="00B65DC9">
      <w:r>
        <w:t>366.7385</w:t>
      </w:r>
      <w:r>
        <w:tab/>
        <w:t>2.329e1</w:t>
      </w:r>
    </w:p>
    <w:p w:rsidR="00B65DC9" w:rsidRDefault="00B65DC9" w:rsidP="00B65DC9">
      <w:r>
        <w:t>366.7458</w:t>
      </w:r>
      <w:r>
        <w:tab/>
        <w:t>4.802e1</w:t>
      </w:r>
    </w:p>
    <w:p w:rsidR="00B65DC9" w:rsidRDefault="00B65DC9" w:rsidP="00B65DC9">
      <w:r>
        <w:lastRenderedPageBreak/>
        <w:t>366.7583</w:t>
      </w:r>
      <w:r>
        <w:tab/>
        <w:t>3.094e2</w:t>
      </w:r>
    </w:p>
    <w:p w:rsidR="00B65DC9" w:rsidRDefault="00B65DC9" w:rsidP="00B65DC9">
      <w:r>
        <w:t>366.7723</w:t>
      </w:r>
      <w:r>
        <w:tab/>
        <w:t>1.729e1</w:t>
      </w:r>
    </w:p>
    <w:p w:rsidR="00B65DC9" w:rsidRDefault="00B65DC9" w:rsidP="00B65DC9">
      <w:r>
        <w:t>366.7756</w:t>
      </w:r>
      <w:r>
        <w:tab/>
        <w:t>3.558e1</w:t>
      </w:r>
    </w:p>
    <w:p w:rsidR="00B65DC9" w:rsidRDefault="00B65DC9" w:rsidP="00B65DC9">
      <w:r>
        <w:t>366.7973</w:t>
      </w:r>
      <w:r>
        <w:tab/>
        <w:t>2.329e1</w:t>
      </w:r>
    </w:p>
    <w:p w:rsidR="00B65DC9" w:rsidRDefault="00B65DC9" w:rsidP="00B65DC9">
      <w:r>
        <w:t>366.8044</w:t>
      </w:r>
      <w:r>
        <w:tab/>
        <w:t>1.085e2</w:t>
      </w:r>
    </w:p>
    <w:p w:rsidR="00B65DC9" w:rsidRDefault="00B65DC9" w:rsidP="00B65DC9">
      <w:r>
        <w:t>366.8073</w:t>
      </w:r>
      <w:r>
        <w:tab/>
        <w:t>6.987e1</w:t>
      </w:r>
    </w:p>
    <w:p w:rsidR="00B65DC9" w:rsidRDefault="00B65DC9" w:rsidP="00B65DC9">
      <w:r>
        <w:t>366.8286</w:t>
      </w:r>
      <w:r>
        <w:tab/>
        <w:t>4.158e1</w:t>
      </w:r>
    </w:p>
    <w:p w:rsidR="00B65DC9" w:rsidRDefault="00B65DC9" w:rsidP="00B65DC9">
      <w:r>
        <w:t>366.8339</w:t>
      </w:r>
      <w:r>
        <w:tab/>
        <w:t>4.658e1</w:t>
      </w:r>
    </w:p>
    <w:p w:rsidR="00B65DC9" w:rsidRDefault="00B65DC9" w:rsidP="00B65DC9">
      <w:r>
        <w:t>366.8600</w:t>
      </w:r>
      <w:r>
        <w:tab/>
        <w:t>5.291e0</w:t>
      </w:r>
    </w:p>
    <w:p w:rsidR="00B65DC9" w:rsidRDefault="00B65DC9" w:rsidP="00B65DC9">
      <w:r>
        <w:t>366.8654</w:t>
      </w:r>
      <w:r>
        <w:tab/>
        <w:t>4.358e1</w:t>
      </w:r>
    </w:p>
    <w:p w:rsidR="00B65DC9" w:rsidRDefault="00B65DC9" w:rsidP="00B65DC9">
      <w:r>
        <w:t>366.8750</w:t>
      </w:r>
      <w:r>
        <w:tab/>
        <w:t>6.987e1</w:t>
      </w:r>
    </w:p>
    <w:p w:rsidR="00B65DC9" w:rsidRDefault="00B65DC9" w:rsidP="00B65DC9">
      <w:r>
        <w:t>366.8880</w:t>
      </w:r>
      <w:r>
        <w:tab/>
        <w:t>1.863e2</w:t>
      </w:r>
    </w:p>
    <w:p w:rsidR="00B65DC9" w:rsidRDefault="00B65DC9" w:rsidP="00B65DC9">
      <w:r>
        <w:t>366.8910</w:t>
      </w:r>
      <w:r>
        <w:tab/>
        <w:t>9.316e1</w:t>
      </w:r>
    </w:p>
    <w:p w:rsidR="00B65DC9" w:rsidRDefault="00B65DC9" w:rsidP="00B65DC9">
      <w:r>
        <w:t>366.9195</w:t>
      </w:r>
      <w:r>
        <w:tab/>
        <w:t>5.987e1</w:t>
      </w:r>
    </w:p>
    <w:p w:rsidR="00B65DC9" w:rsidRDefault="00B65DC9" w:rsidP="00B65DC9">
      <w:r>
        <w:t>366.9269</w:t>
      </w:r>
      <w:r>
        <w:tab/>
        <w:t>2.029e1</w:t>
      </w:r>
    </w:p>
    <w:p w:rsidR="00B65DC9" w:rsidRDefault="00B65DC9" w:rsidP="00B65DC9">
      <w:r>
        <w:t>366.9309</w:t>
      </w:r>
      <w:r>
        <w:tab/>
        <w:t>1.629e1</w:t>
      </w:r>
    </w:p>
    <w:p w:rsidR="00B65DC9" w:rsidRDefault="00B65DC9" w:rsidP="00B65DC9">
      <w:r>
        <w:t>366.9608</w:t>
      </w:r>
      <w:r>
        <w:tab/>
        <w:t>2.958e2</w:t>
      </w:r>
    </w:p>
    <w:p w:rsidR="00B65DC9" w:rsidRDefault="00B65DC9" w:rsidP="00B65DC9">
      <w:r>
        <w:t>366.9769</w:t>
      </w:r>
      <w:r>
        <w:tab/>
        <w:t>9.316e1</w:t>
      </w:r>
    </w:p>
    <w:p w:rsidR="00B65DC9" w:rsidRDefault="00B65DC9" w:rsidP="00B65DC9">
      <w:r>
        <w:t>366.9872</w:t>
      </w:r>
      <w:r>
        <w:tab/>
        <w:t>4.158e1</w:t>
      </w:r>
    </w:p>
    <w:p w:rsidR="00B65DC9" w:rsidRDefault="00B65DC9" w:rsidP="00B65DC9">
      <w:r>
        <w:lastRenderedPageBreak/>
        <w:t>367.0187</w:t>
      </w:r>
      <w:r>
        <w:tab/>
        <w:t>2.329e1</w:t>
      </w:r>
    </w:p>
    <w:p w:rsidR="00B65DC9" w:rsidRDefault="00B65DC9" w:rsidP="00B65DC9">
      <w:r>
        <w:t>367.0227</w:t>
      </w:r>
      <w:r>
        <w:tab/>
        <w:t>9.316e1</w:t>
      </w:r>
    </w:p>
    <w:p w:rsidR="00B65DC9" w:rsidRDefault="00B65DC9" w:rsidP="00B65DC9">
      <w:r>
        <w:t>367.0333</w:t>
      </w:r>
      <w:r>
        <w:tab/>
        <w:t>1.793e2</w:t>
      </w:r>
    </w:p>
    <w:p w:rsidR="00B65DC9" w:rsidRDefault="00B65DC9" w:rsidP="00B65DC9">
      <w:r>
        <w:t>367.0350</w:t>
      </w:r>
      <w:r>
        <w:tab/>
        <w:t>3.558e1</w:t>
      </w:r>
    </w:p>
    <w:p w:rsidR="00B65DC9" w:rsidRDefault="00B65DC9" w:rsidP="00B65DC9">
      <w:r>
        <w:t>367.0722</w:t>
      </w:r>
      <w:r>
        <w:tab/>
        <w:t>2.329e1</w:t>
      </w:r>
    </w:p>
    <w:p w:rsidR="00B65DC9" w:rsidRDefault="00B65DC9" w:rsidP="00B65DC9">
      <w:r>
        <w:t>367.0893</w:t>
      </w:r>
      <w:r>
        <w:tab/>
        <w:t>2.329e1</w:t>
      </w:r>
    </w:p>
    <w:p w:rsidR="00B65DC9" w:rsidRDefault="00B65DC9" w:rsidP="00B65DC9">
      <w:r>
        <w:t>367.1550</w:t>
      </w:r>
      <w:r>
        <w:tab/>
        <w:t>1.367e3</w:t>
      </w:r>
    </w:p>
    <w:p w:rsidR="00B65DC9" w:rsidRDefault="00B65DC9" w:rsidP="00B65DC9">
      <w:r>
        <w:t>367.1576</w:t>
      </w:r>
      <w:r>
        <w:tab/>
        <w:t>1.054e4</w:t>
      </w:r>
    </w:p>
    <w:p w:rsidR="00B65DC9" w:rsidRDefault="00B65DC9" w:rsidP="00B65DC9">
      <w:r>
        <w:t>367.1597</w:t>
      </w:r>
      <w:r>
        <w:tab/>
        <w:t>2.202e2</w:t>
      </w:r>
    </w:p>
    <w:p w:rsidR="00B65DC9" w:rsidRDefault="00B65DC9" w:rsidP="00B65DC9">
      <w:r>
        <w:t>367.2310</w:t>
      </w:r>
      <w:r>
        <w:tab/>
        <w:t>2.329e1</w:t>
      </w:r>
    </w:p>
    <w:p w:rsidR="00B65DC9" w:rsidRDefault="00B65DC9" w:rsidP="00B65DC9">
      <w:r>
        <w:t>367.2480</w:t>
      </w:r>
      <w:r>
        <w:tab/>
        <w:t>1.229e1</w:t>
      </w:r>
    </w:p>
    <w:p w:rsidR="00B65DC9" w:rsidRDefault="00B65DC9" w:rsidP="00B65DC9">
      <w:r>
        <w:t>367.2519</w:t>
      </w:r>
      <w:r>
        <w:tab/>
        <w:t>2.329e1</w:t>
      </w:r>
    </w:p>
    <w:p w:rsidR="00B65DC9" w:rsidRDefault="00B65DC9" w:rsidP="00B65DC9">
      <w:r>
        <w:t>367.2536</w:t>
      </w:r>
      <w:r>
        <w:tab/>
        <w:t>1.367e2</w:t>
      </w:r>
    </w:p>
    <w:p w:rsidR="00B65DC9" w:rsidRDefault="00B65DC9" w:rsidP="00B65DC9">
      <w:r>
        <w:t>367.2853</w:t>
      </w:r>
      <w:r>
        <w:tab/>
        <w:t>4.358e1</w:t>
      </w:r>
    </w:p>
    <w:p w:rsidR="00B65DC9" w:rsidRDefault="00B65DC9" w:rsidP="00B65DC9">
      <w:r>
        <w:t>367.3011</w:t>
      </w:r>
      <w:r>
        <w:tab/>
        <w:t>2.096e2</w:t>
      </w:r>
    </w:p>
    <w:p w:rsidR="00B65DC9" w:rsidRDefault="00B65DC9" w:rsidP="00B65DC9">
      <w:r>
        <w:t>367.3273</w:t>
      </w:r>
      <w:r>
        <w:tab/>
        <w:t>1.630e2</w:t>
      </w:r>
    </w:p>
    <w:p w:rsidR="00B65DC9" w:rsidRDefault="00B65DC9" w:rsidP="00B65DC9">
      <w:r>
        <w:t>367.3331</w:t>
      </w:r>
      <w:r>
        <w:tab/>
        <w:t>3.158e1</w:t>
      </w:r>
    </w:p>
    <w:p w:rsidR="00B65DC9" w:rsidRDefault="00B65DC9" w:rsidP="00B65DC9">
      <w:r>
        <w:t>367.3597</w:t>
      </w:r>
      <w:r>
        <w:tab/>
        <w:t>3.958e1</w:t>
      </w:r>
    </w:p>
    <w:p w:rsidR="00B65DC9" w:rsidRDefault="00B65DC9" w:rsidP="00B65DC9">
      <w:r>
        <w:t>367.4127</w:t>
      </w:r>
      <w:r>
        <w:tab/>
        <w:t>8.916e1</w:t>
      </w:r>
    </w:p>
    <w:p w:rsidR="00B65DC9" w:rsidRDefault="00B65DC9" w:rsidP="00B65DC9">
      <w:r>
        <w:lastRenderedPageBreak/>
        <w:t>367.4450</w:t>
      </w:r>
      <w:r>
        <w:tab/>
        <w:t>2.129e1</w:t>
      </w:r>
    </w:p>
    <w:p w:rsidR="00B65DC9" w:rsidRDefault="00B65DC9" w:rsidP="00B65DC9">
      <w:r>
        <w:t>367.4515</w:t>
      </w:r>
      <w:r>
        <w:tab/>
        <w:t>2.329e1</w:t>
      </w:r>
    </w:p>
    <w:p w:rsidR="00B65DC9" w:rsidRDefault="00B65DC9" w:rsidP="00B65DC9">
      <w:r>
        <w:t>367.4774</w:t>
      </w:r>
      <w:r>
        <w:tab/>
        <w:t>1.529e1</w:t>
      </w:r>
    </w:p>
    <w:p w:rsidR="00B65DC9" w:rsidRDefault="00B65DC9" w:rsidP="00B65DC9">
      <w:r>
        <w:t>367.4858</w:t>
      </w:r>
      <w:r>
        <w:tab/>
        <w:t>8.429e1</w:t>
      </w:r>
    </w:p>
    <w:p w:rsidR="00B65DC9" w:rsidRDefault="00B65DC9" w:rsidP="00B65DC9">
      <w:r>
        <w:t>367.5105</w:t>
      </w:r>
      <w:r>
        <w:tab/>
        <w:t>2.329e1</w:t>
      </w:r>
    </w:p>
    <w:p w:rsidR="00B65DC9" w:rsidRDefault="00B65DC9" w:rsidP="00B65DC9">
      <w:r>
        <w:t>367.5351</w:t>
      </w:r>
      <w:r>
        <w:tab/>
        <w:t>6.587e1</w:t>
      </w:r>
    </w:p>
    <w:p w:rsidR="00B65DC9" w:rsidRDefault="00B65DC9" w:rsidP="00B65DC9">
      <w:r>
        <w:t>367.5550</w:t>
      </w:r>
      <w:r>
        <w:tab/>
        <w:t>4.658e1</w:t>
      </w:r>
    </w:p>
    <w:p w:rsidR="00B65DC9" w:rsidRDefault="00B65DC9" w:rsidP="00B65DC9">
      <w:r>
        <w:t>367.6021</w:t>
      </w:r>
      <w:r>
        <w:tab/>
        <w:t>3.158e1</w:t>
      </w:r>
    </w:p>
    <w:p w:rsidR="00B65DC9" w:rsidRDefault="00B65DC9" w:rsidP="00B65DC9">
      <w:r>
        <w:t>367.6031</w:t>
      </w:r>
      <w:r>
        <w:tab/>
        <w:t>2.096e2</w:t>
      </w:r>
    </w:p>
    <w:p w:rsidR="00B65DC9" w:rsidRDefault="00B65DC9" w:rsidP="00B65DC9">
      <w:r>
        <w:t>367.6349</w:t>
      </w:r>
      <w:r>
        <w:tab/>
        <w:t>2.329e1</w:t>
      </w:r>
    </w:p>
    <w:p w:rsidR="00B65DC9" w:rsidRDefault="00B65DC9" w:rsidP="00B65DC9">
      <w:r>
        <w:t>367.6685</w:t>
      </w:r>
      <w:r>
        <w:tab/>
        <w:t>1.929e1</w:t>
      </w:r>
    </w:p>
    <w:p w:rsidR="00B65DC9" w:rsidRDefault="00B65DC9" w:rsidP="00B65DC9">
      <w:r>
        <w:t>367.6733</w:t>
      </w:r>
      <w:r>
        <w:tab/>
        <w:t>4.658e1</w:t>
      </w:r>
    </w:p>
    <w:p w:rsidR="00B65DC9" w:rsidRDefault="00B65DC9" w:rsidP="00B65DC9">
      <w:r>
        <w:t>367.6856</w:t>
      </w:r>
      <w:r>
        <w:tab/>
        <w:t>2.329e1</w:t>
      </w:r>
    </w:p>
    <w:p w:rsidR="00B65DC9" w:rsidRDefault="00B65DC9" w:rsidP="00B65DC9">
      <w:r>
        <w:t>367.6901</w:t>
      </w:r>
      <w:r>
        <w:tab/>
        <w:t>1.357e2</w:t>
      </w:r>
    </w:p>
    <w:p w:rsidR="00B65DC9" w:rsidRDefault="00B65DC9" w:rsidP="00B65DC9">
      <w:r>
        <w:t>367.6976</w:t>
      </w:r>
      <w:r>
        <w:tab/>
        <w:t>4.658e1</w:t>
      </w:r>
    </w:p>
    <w:p w:rsidR="00B65DC9" w:rsidRDefault="00B65DC9" w:rsidP="00B65DC9">
      <w:r>
        <w:t>367.7201</w:t>
      </w:r>
      <w:r>
        <w:tab/>
        <w:t>2.129e1</w:t>
      </w:r>
    </w:p>
    <w:p w:rsidR="00B65DC9" w:rsidRDefault="00B65DC9" w:rsidP="00B65DC9">
      <w:r>
        <w:t>367.7361</w:t>
      </w:r>
      <w:r>
        <w:tab/>
        <w:t>1.793e2</w:t>
      </w:r>
    </w:p>
    <w:p w:rsidR="00B65DC9" w:rsidRDefault="00B65DC9" w:rsidP="00B65DC9">
      <w:r>
        <w:t>367.7462</w:t>
      </w:r>
      <w:r>
        <w:tab/>
        <w:t>2.029e1</w:t>
      </w:r>
    </w:p>
    <w:p w:rsidR="00B65DC9" w:rsidRDefault="00B65DC9" w:rsidP="00B65DC9">
      <w:r>
        <w:t>367.7689</w:t>
      </w:r>
      <w:r>
        <w:tab/>
        <w:t>4.658e1</w:t>
      </w:r>
    </w:p>
    <w:p w:rsidR="00B65DC9" w:rsidRDefault="00B65DC9" w:rsidP="00B65DC9">
      <w:r>
        <w:lastRenderedPageBreak/>
        <w:t>367.7874</w:t>
      </w:r>
      <w:r>
        <w:tab/>
        <w:t>4.258e1</w:t>
      </w:r>
    </w:p>
    <w:p w:rsidR="00B65DC9" w:rsidRDefault="00B65DC9" w:rsidP="00B65DC9">
      <w:r>
        <w:t>367.8272</w:t>
      </w:r>
      <w:r>
        <w:tab/>
        <w:t>2.329e1</w:t>
      </w:r>
    </w:p>
    <w:p w:rsidR="00B65DC9" w:rsidRDefault="00B65DC9" w:rsidP="00B65DC9">
      <w:r>
        <w:t>367.8335</w:t>
      </w:r>
      <w:r>
        <w:tab/>
        <w:t>6.787e1</w:t>
      </w:r>
    </w:p>
    <w:p w:rsidR="00B65DC9" w:rsidRDefault="00B65DC9" w:rsidP="00B65DC9">
      <w:r>
        <w:t>367.8380</w:t>
      </w:r>
      <w:r>
        <w:tab/>
        <w:t>2.129e1</w:t>
      </w:r>
    </w:p>
    <w:p w:rsidR="00B65DC9" w:rsidRDefault="00B65DC9" w:rsidP="00B65DC9">
      <w:r>
        <w:t>367.8481</w:t>
      </w:r>
      <w:r>
        <w:tab/>
        <w:t>2.029e1</w:t>
      </w:r>
    </w:p>
    <w:p w:rsidR="00B65DC9" w:rsidRDefault="00B65DC9" w:rsidP="00B65DC9">
      <w:r>
        <w:t>367.8839</w:t>
      </w:r>
      <w:r>
        <w:tab/>
        <w:t>2.329e1</w:t>
      </w:r>
    </w:p>
    <w:p w:rsidR="00B65DC9" w:rsidRDefault="00B65DC9" w:rsidP="00B65DC9">
      <w:r>
        <w:t>367.8865</w:t>
      </w:r>
      <w:r>
        <w:tab/>
        <w:t>1.165e2</w:t>
      </w:r>
    </w:p>
    <w:p w:rsidR="00B65DC9" w:rsidRDefault="00B65DC9" w:rsidP="00B65DC9">
      <w:r>
        <w:t>367.8969</w:t>
      </w:r>
      <w:r>
        <w:tab/>
        <w:t>1.377e2</w:t>
      </w:r>
    </w:p>
    <w:p w:rsidR="00B65DC9" w:rsidRDefault="00B65DC9" w:rsidP="00B65DC9">
      <w:r>
        <w:t>367.9035</w:t>
      </w:r>
      <w:r>
        <w:tab/>
        <w:t>2.329e1</w:t>
      </w:r>
    </w:p>
    <w:p w:rsidR="00B65DC9" w:rsidRDefault="00B65DC9" w:rsidP="00B65DC9">
      <w:r>
        <w:t>367.9312</w:t>
      </w:r>
      <w:r>
        <w:tab/>
        <w:t>4.358e1</w:t>
      </w:r>
    </w:p>
    <w:p w:rsidR="00B65DC9" w:rsidRDefault="00B65DC9" w:rsidP="00B65DC9">
      <w:r>
        <w:t>367.9852</w:t>
      </w:r>
      <w:r>
        <w:tab/>
        <w:t>4.458e1</w:t>
      </w:r>
    </w:p>
    <w:p w:rsidR="00B65DC9" w:rsidRDefault="00B65DC9" w:rsidP="00B65DC9">
      <w:r>
        <w:t>367.9913</w:t>
      </w:r>
      <w:r>
        <w:tab/>
        <w:t>4.658e1</w:t>
      </w:r>
    </w:p>
    <w:p w:rsidR="00B65DC9" w:rsidRDefault="00B65DC9" w:rsidP="00B65DC9">
      <w:r>
        <w:t>368.0019</w:t>
      </w:r>
      <w:r>
        <w:tab/>
        <w:t>2.329e1</w:t>
      </w:r>
    </w:p>
    <w:p w:rsidR="00B65DC9" w:rsidRDefault="00B65DC9" w:rsidP="00B65DC9">
      <w:r>
        <w:t>368.0443</w:t>
      </w:r>
      <w:r>
        <w:tab/>
        <w:t>3.858e1</w:t>
      </w:r>
    </w:p>
    <w:p w:rsidR="00B65DC9" w:rsidRDefault="00B65DC9" w:rsidP="00B65DC9">
      <w:r>
        <w:t>368.0782</w:t>
      </w:r>
      <w:r>
        <w:tab/>
        <w:t>1.135e2</w:t>
      </w:r>
    </w:p>
    <w:p w:rsidR="00B65DC9" w:rsidRDefault="00B65DC9" w:rsidP="00B65DC9">
      <w:r>
        <w:t>368.1454</w:t>
      </w:r>
      <w:r>
        <w:tab/>
        <w:t>3.494e2</w:t>
      </w:r>
    </w:p>
    <w:p w:rsidR="00B65DC9" w:rsidRDefault="00B65DC9" w:rsidP="00B65DC9">
      <w:r>
        <w:t>368.1480</w:t>
      </w:r>
      <w:r>
        <w:tab/>
        <w:t>5.301e2</w:t>
      </w:r>
    </w:p>
    <w:p w:rsidR="00B65DC9" w:rsidRDefault="00B65DC9" w:rsidP="00B65DC9">
      <w:r>
        <w:t>368.1576</w:t>
      </w:r>
      <w:r>
        <w:tab/>
        <w:t>2.663e3</w:t>
      </w:r>
    </w:p>
    <w:p w:rsidR="00B65DC9" w:rsidRDefault="00B65DC9" w:rsidP="00B65DC9">
      <w:r>
        <w:t>368.1595</w:t>
      </w:r>
      <w:r>
        <w:tab/>
        <w:t>1.865e2</w:t>
      </w:r>
    </w:p>
    <w:p w:rsidR="00B65DC9" w:rsidRDefault="00B65DC9" w:rsidP="00B65DC9">
      <w:r>
        <w:lastRenderedPageBreak/>
        <w:t>368.2511</w:t>
      </w:r>
      <w:r>
        <w:tab/>
        <w:t>2.129e1</w:t>
      </w:r>
    </w:p>
    <w:p w:rsidR="00B65DC9" w:rsidRDefault="00B65DC9" w:rsidP="00B65DC9">
      <w:r>
        <w:t>368.2630</w:t>
      </w:r>
      <w:r>
        <w:tab/>
        <w:t>4.658e1</w:t>
      </w:r>
    </w:p>
    <w:p w:rsidR="00B65DC9" w:rsidRDefault="00B65DC9" w:rsidP="00B65DC9">
      <w:r>
        <w:t>368.2941</w:t>
      </w:r>
      <w:r>
        <w:tab/>
        <w:t>4.658e1</w:t>
      </w:r>
    </w:p>
    <w:p w:rsidR="00B65DC9" w:rsidRDefault="00B65DC9" w:rsidP="00B65DC9">
      <w:r>
        <w:t>368.3062</w:t>
      </w:r>
      <w:r>
        <w:tab/>
        <w:t>6.987e1</w:t>
      </w:r>
    </w:p>
    <w:p w:rsidR="00B65DC9" w:rsidRDefault="00B65DC9" w:rsidP="00B65DC9">
      <w:r>
        <w:t>368.3096</w:t>
      </w:r>
      <w:r>
        <w:tab/>
        <w:t>4.658e1</w:t>
      </w:r>
    </w:p>
    <w:p w:rsidR="00B65DC9" w:rsidRDefault="00B65DC9" w:rsidP="00B65DC9">
      <w:r>
        <w:t>368.3323</w:t>
      </w:r>
      <w:r>
        <w:tab/>
        <w:t>9.316e1</w:t>
      </w:r>
    </w:p>
    <w:p w:rsidR="00B65DC9" w:rsidRDefault="00B65DC9" w:rsidP="00B65DC9">
      <w:r>
        <w:t>368.3333</w:t>
      </w:r>
      <w:r>
        <w:tab/>
        <w:t>4.051e0</w:t>
      </w:r>
    </w:p>
    <w:p w:rsidR="00B65DC9" w:rsidRDefault="00B65DC9" w:rsidP="00B65DC9">
      <w:r>
        <w:t>368.3465</w:t>
      </w:r>
      <w:r>
        <w:tab/>
        <w:t>1.013e1</w:t>
      </w:r>
    </w:p>
    <w:p w:rsidR="00B65DC9" w:rsidRDefault="00B65DC9" w:rsidP="00B65DC9">
      <w:r>
        <w:t>368.3612</w:t>
      </w:r>
      <w:r>
        <w:tab/>
        <w:t>4.658e1</w:t>
      </w:r>
    </w:p>
    <w:p w:rsidR="00B65DC9" w:rsidRDefault="00B65DC9" w:rsidP="00B65DC9">
      <w:r>
        <w:t>368.3810</w:t>
      </w:r>
      <w:r>
        <w:tab/>
        <w:t>4.358e1</w:t>
      </w:r>
    </w:p>
    <w:p w:rsidR="00B65DC9" w:rsidRDefault="00B65DC9" w:rsidP="00B65DC9">
      <w:r>
        <w:t>368.3995</w:t>
      </w:r>
      <w:r>
        <w:tab/>
        <w:t>6.001e0</w:t>
      </w:r>
    </w:p>
    <w:p w:rsidR="00B65DC9" w:rsidRDefault="00B65DC9" w:rsidP="00B65DC9">
      <w:r>
        <w:t>368.4037</w:t>
      </w:r>
      <w:r>
        <w:tab/>
        <w:t>1.397e2</w:t>
      </w:r>
    </w:p>
    <w:p w:rsidR="00B65DC9" w:rsidRDefault="00B65DC9" w:rsidP="00B65DC9">
      <w:r>
        <w:t>368.4460</w:t>
      </w:r>
      <w:r>
        <w:tab/>
        <w:t>5.138e0</w:t>
      </w:r>
    </w:p>
    <w:p w:rsidR="00B65DC9" w:rsidRDefault="00B65DC9" w:rsidP="00B65DC9">
      <w:r>
        <w:t>368.4517</w:t>
      </w:r>
      <w:r>
        <w:tab/>
        <w:t>1.275e2</w:t>
      </w:r>
    </w:p>
    <w:p w:rsidR="00B65DC9" w:rsidRDefault="00B65DC9" w:rsidP="00B65DC9">
      <w:r>
        <w:t>368.4867</w:t>
      </w:r>
      <w:r>
        <w:tab/>
        <w:t>1.929e1</w:t>
      </w:r>
    </w:p>
    <w:p w:rsidR="00B65DC9" w:rsidRDefault="00B65DC9" w:rsidP="00B65DC9">
      <w:r>
        <w:t>368.4885</w:t>
      </w:r>
      <w:r>
        <w:tab/>
        <w:t>5.184e1</w:t>
      </w:r>
    </w:p>
    <w:p w:rsidR="00B65DC9" w:rsidRDefault="00B65DC9" w:rsidP="00B65DC9">
      <w:r>
        <w:t>368.4996</w:t>
      </w:r>
      <w:r>
        <w:tab/>
        <w:t>1.049e1</w:t>
      </w:r>
    </w:p>
    <w:p w:rsidR="00B65DC9" w:rsidRDefault="00B65DC9" w:rsidP="00B65DC9">
      <w:r>
        <w:t>368.5176</w:t>
      </w:r>
      <w:r>
        <w:tab/>
        <w:t>8.101e0</w:t>
      </w:r>
    </w:p>
    <w:p w:rsidR="00B65DC9" w:rsidRDefault="00B65DC9" w:rsidP="00B65DC9">
      <w:r>
        <w:t>368.5434</w:t>
      </w:r>
      <w:r>
        <w:tab/>
        <w:t>4.658e1</w:t>
      </w:r>
    </w:p>
    <w:p w:rsidR="00B65DC9" w:rsidRDefault="00B65DC9" w:rsidP="00B65DC9">
      <w:r>
        <w:lastRenderedPageBreak/>
        <w:t>368.5727</w:t>
      </w:r>
      <w:r>
        <w:tab/>
        <w:t>2.229e1</w:t>
      </w:r>
    </w:p>
    <w:p w:rsidR="00B65DC9" w:rsidRDefault="00B65DC9" w:rsidP="00B65DC9">
      <w:r>
        <w:t>368.5830</w:t>
      </w:r>
      <w:r>
        <w:tab/>
        <w:t>7.089e0</w:t>
      </w:r>
    </w:p>
    <w:p w:rsidR="00B65DC9" w:rsidRDefault="00B65DC9" w:rsidP="00B65DC9">
      <w:r>
        <w:t>368.6010</w:t>
      </w:r>
      <w:r>
        <w:tab/>
        <w:t>1.165e2</w:t>
      </w:r>
    </w:p>
    <w:p w:rsidR="00B65DC9" w:rsidRDefault="00B65DC9" w:rsidP="00B65DC9">
      <w:r>
        <w:t>368.6202</w:t>
      </w:r>
      <w:r>
        <w:tab/>
        <w:t>2.063e0</w:t>
      </w:r>
    </w:p>
    <w:p w:rsidR="00B65DC9" w:rsidRDefault="00B65DC9" w:rsidP="00B65DC9">
      <w:r>
        <w:t>368.6341</w:t>
      </w:r>
      <w:r>
        <w:tab/>
        <w:t>2.025e0</w:t>
      </w:r>
    </w:p>
    <w:p w:rsidR="00B65DC9" w:rsidRDefault="00B65DC9" w:rsidP="00B65DC9">
      <w:r>
        <w:t>368.6491</w:t>
      </w:r>
      <w:r>
        <w:tab/>
        <w:t>2.329e1</w:t>
      </w:r>
    </w:p>
    <w:p w:rsidR="00B65DC9" w:rsidRDefault="00B65DC9" w:rsidP="00B65DC9">
      <w:r>
        <w:t>368.6707</w:t>
      </w:r>
      <w:r>
        <w:tab/>
        <w:t>3.038e0</w:t>
      </w:r>
    </w:p>
    <w:p w:rsidR="00B65DC9" w:rsidRDefault="00B65DC9" w:rsidP="00B65DC9">
      <w:r>
        <w:t>368.6779</w:t>
      </w:r>
      <w:r>
        <w:tab/>
        <w:t>2.129e1</w:t>
      </w:r>
    </w:p>
    <w:p w:rsidR="00B65DC9" w:rsidRDefault="00B65DC9" w:rsidP="00B65DC9">
      <w:r>
        <w:t>368.6815</w:t>
      </w:r>
      <w:r>
        <w:tab/>
        <w:t>4.051e0</w:t>
      </w:r>
    </w:p>
    <w:p w:rsidR="00B65DC9" w:rsidRDefault="00B65DC9" w:rsidP="00B65DC9">
      <w:r>
        <w:t>368.6964</w:t>
      </w:r>
      <w:r>
        <w:tab/>
        <w:t>4.658e1</w:t>
      </w:r>
    </w:p>
    <w:p w:rsidR="00B65DC9" w:rsidRDefault="00B65DC9" w:rsidP="00B65DC9">
      <w:r>
        <w:t>368.7180</w:t>
      </w:r>
      <w:r>
        <w:tab/>
        <w:t>7.089e0</w:t>
      </w:r>
    </w:p>
    <w:p w:rsidR="00B65DC9" w:rsidRDefault="00B65DC9" w:rsidP="00B65DC9">
      <w:r>
        <w:t>368.7559</w:t>
      </w:r>
      <w:r>
        <w:tab/>
        <w:t>2.329e1</w:t>
      </w:r>
    </w:p>
    <w:p w:rsidR="00B65DC9" w:rsidRDefault="00B65DC9" w:rsidP="00B65DC9">
      <w:r>
        <w:t>368.7620</w:t>
      </w:r>
      <w:r>
        <w:tab/>
        <w:t>2.329e1</w:t>
      </w:r>
    </w:p>
    <w:p w:rsidR="00B65DC9" w:rsidRDefault="00B65DC9" w:rsidP="00B65DC9">
      <w:r>
        <w:t>368.7636</w:t>
      </w:r>
      <w:r>
        <w:tab/>
        <w:t>5.063e0</w:t>
      </w:r>
    </w:p>
    <w:p w:rsidR="00B65DC9" w:rsidRDefault="00B65DC9" w:rsidP="00B65DC9">
      <w:r>
        <w:t>368.7762</w:t>
      </w:r>
      <w:r>
        <w:tab/>
        <w:t>2.329e1</w:t>
      </w:r>
    </w:p>
    <w:p w:rsidR="00B65DC9" w:rsidRDefault="00B65DC9" w:rsidP="00B65DC9">
      <w:r>
        <w:t>368.7773</w:t>
      </w:r>
      <w:r>
        <w:tab/>
        <w:t>4.051e0</w:t>
      </w:r>
    </w:p>
    <w:p w:rsidR="00B65DC9" w:rsidRDefault="00B65DC9" w:rsidP="00B65DC9">
      <w:r>
        <w:t>368.8101</w:t>
      </w:r>
      <w:r>
        <w:tab/>
        <w:t>1.085e2</w:t>
      </w:r>
    </w:p>
    <w:p w:rsidR="00B65DC9" w:rsidRDefault="00B65DC9" w:rsidP="00B65DC9">
      <w:r>
        <w:t>368.8112</w:t>
      </w:r>
      <w:r>
        <w:tab/>
        <w:t>4.051e0</w:t>
      </w:r>
    </w:p>
    <w:p w:rsidR="00B65DC9" w:rsidRDefault="00B65DC9" w:rsidP="00B65DC9">
      <w:r>
        <w:t>368.8309</w:t>
      </w:r>
      <w:r>
        <w:tab/>
        <w:t>6.944e0</w:t>
      </w:r>
    </w:p>
    <w:p w:rsidR="00B65DC9" w:rsidRDefault="00B65DC9" w:rsidP="00B65DC9">
      <w:r>
        <w:lastRenderedPageBreak/>
        <w:t>368.8419</w:t>
      </w:r>
      <w:r>
        <w:tab/>
        <w:t>2.329e1</w:t>
      </w:r>
    </w:p>
    <w:p w:rsidR="00B65DC9" w:rsidRDefault="00B65DC9" w:rsidP="00B65DC9">
      <w:r>
        <w:t>368.8452</w:t>
      </w:r>
      <w:r>
        <w:tab/>
        <w:t>4.458e1</w:t>
      </w:r>
    </w:p>
    <w:p w:rsidR="00B65DC9" w:rsidRDefault="00B65DC9" w:rsidP="00B65DC9">
      <w:r>
        <w:t>368.8570</w:t>
      </w:r>
      <w:r>
        <w:tab/>
        <w:t>4.076e0</w:t>
      </w:r>
    </w:p>
    <w:p w:rsidR="00B65DC9" w:rsidRDefault="00B65DC9" w:rsidP="00B65DC9">
      <w:r>
        <w:t>368.8703</w:t>
      </w:r>
      <w:r>
        <w:tab/>
        <w:t>4.671e1</w:t>
      </w:r>
    </w:p>
    <w:p w:rsidR="00B65DC9" w:rsidRDefault="00B65DC9" w:rsidP="00B65DC9">
      <w:r>
        <w:t>368.8791</w:t>
      </w:r>
      <w:r>
        <w:tab/>
        <w:t>4.917e0</w:t>
      </w:r>
    </w:p>
    <w:p w:rsidR="00B65DC9" w:rsidRDefault="00B65DC9" w:rsidP="00B65DC9">
      <w:r>
        <w:t>368.9245</w:t>
      </w:r>
      <w:r>
        <w:tab/>
        <w:t>2.329e1</w:t>
      </w:r>
    </w:p>
    <w:p w:rsidR="00B65DC9" w:rsidRDefault="00B65DC9" w:rsidP="00B65DC9">
      <w:r>
        <w:t>368.9392</w:t>
      </w:r>
      <w:r>
        <w:tab/>
        <w:t>8.101e0</w:t>
      </w:r>
    </w:p>
    <w:p w:rsidR="00B65DC9" w:rsidRDefault="00B65DC9" w:rsidP="00B65DC9">
      <w:r>
        <w:t>368.9433</w:t>
      </w:r>
      <w:r>
        <w:tab/>
        <w:t>5.642e0</w:t>
      </w:r>
    </w:p>
    <w:p w:rsidR="00B65DC9" w:rsidRDefault="00B65DC9" w:rsidP="00B65DC9">
      <w:r>
        <w:t>368.9662</w:t>
      </w:r>
      <w:r>
        <w:tab/>
        <w:t>1.165e2</w:t>
      </w:r>
    </w:p>
    <w:p w:rsidR="00B65DC9" w:rsidRDefault="00B65DC9" w:rsidP="00B65DC9">
      <w:r>
        <w:t>368.9744</w:t>
      </w:r>
      <w:r>
        <w:tab/>
        <w:t>1.729e1</w:t>
      </w:r>
    </w:p>
    <w:p w:rsidR="00B65DC9" w:rsidRDefault="00B65DC9" w:rsidP="00B65DC9">
      <w:r>
        <w:t>368.9865</w:t>
      </w:r>
      <w:r>
        <w:tab/>
        <w:t>2.329e1</w:t>
      </w:r>
    </w:p>
    <w:p w:rsidR="00B65DC9" w:rsidRDefault="00B65DC9" w:rsidP="00B65DC9">
      <w:r>
        <w:t>369.0182</w:t>
      </w:r>
      <w:r>
        <w:tab/>
        <w:t>1.061e1</w:t>
      </w:r>
    </w:p>
    <w:p w:rsidR="00B65DC9" w:rsidRDefault="00B65DC9" w:rsidP="00B65DC9">
      <w:r>
        <w:t>369.0367</w:t>
      </w:r>
      <w:r>
        <w:tab/>
        <w:t>1.832e1</w:t>
      </w:r>
    </w:p>
    <w:p w:rsidR="00B65DC9" w:rsidRDefault="00B65DC9" w:rsidP="00B65DC9">
      <w:r>
        <w:t>369.0708</w:t>
      </w:r>
      <w:r>
        <w:tab/>
        <w:t>2.051e0</w:t>
      </w:r>
    </w:p>
    <w:p w:rsidR="00B65DC9" w:rsidRDefault="00B65DC9" w:rsidP="00B65DC9">
      <w:r>
        <w:t>369.1545</w:t>
      </w:r>
      <w:r>
        <w:tab/>
        <w:t>6.625e1</w:t>
      </w:r>
    </w:p>
    <w:p w:rsidR="00B65DC9" w:rsidRDefault="00B65DC9" w:rsidP="00B65DC9">
      <w:r>
        <w:t>369.1558</w:t>
      </w:r>
      <w:r>
        <w:tab/>
        <w:t>4.981e2</w:t>
      </w:r>
    </w:p>
    <w:p w:rsidR="00B65DC9" w:rsidRDefault="00B65DC9" w:rsidP="00B65DC9">
      <w:r>
        <w:t>369.1588</w:t>
      </w:r>
      <w:r>
        <w:tab/>
        <w:t>2.818e2</w:t>
      </w:r>
    </w:p>
    <w:p w:rsidR="00B65DC9" w:rsidRDefault="00B65DC9" w:rsidP="00B65DC9">
      <w:r>
        <w:t>369.2209</w:t>
      </w:r>
      <w:r>
        <w:tab/>
        <w:t>2.129e1</w:t>
      </w:r>
    </w:p>
    <w:p w:rsidR="00B65DC9" w:rsidRDefault="00B65DC9" w:rsidP="00B65DC9">
      <w:r>
        <w:t>369.2553</w:t>
      </w:r>
      <w:r>
        <w:tab/>
        <w:t>5.760e0</w:t>
      </w:r>
    </w:p>
    <w:p w:rsidR="00B65DC9" w:rsidRDefault="00B65DC9" w:rsidP="00B65DC9">
      <w:r>
        <w:lastRenderedPageBreak/>
        <w:t>369.2626</w:t>
      </w:r>
      <w:r>
        <w:tab/>
        <w:t>2.229e1</w:t>
      </w:r>
    </w:p>
    <w:p w:rsidR="00B65DC9" w:rsidRDefault="00B65DC9" w:rsidP="00B65DC9">
      <w:r>
        <w:t>369.2768</w:t>
      </w:r>
      <w:r>
        <w:tab/>
        <w:t>1.610e2</w:t>
      </w:r>
    </w:p>
    <w:p w:rsidR="00B65DC9" w:rsidRDefault="00B65DC9" w:rsidP="00B65DC9">
      <w:r>
        <w:t>369.2916</w:t>
      </w:r>
      <w:r>
        <w:tab/>
        <w:t>4.051e0</w:t>
      </w:r>
    </w:p>
    <w:p w:rsidR="00B65DC9" w:rsidRDefault="00B65DC9" w:rsidP="00B65DC9">
      <w:r>
        <w:t>369.3021</w:t>
      </w:r>
      <w:r>
        <w:tab/>
        <w:t>2.329e1</w:t>
      </w:r>
    </w:p>
    <w:p w:rsidR="00B65DC9" w:rsidRDefault="00B65DC9" w:rsidP="00B65DC9">
      <w:r>
        <w:t>369.3361</w:t>
      </w:r>
      <w:r>
        <w:tab/>
        <w:t>3.085e0</w:t>
      </w:r>
    </w:p>
    <w:p w:rsidR="00B65DC9" w:rsidRDefault="00B65DC9" w:rsidP="00B65DC9">
      <w:r>
        <w:t>369.3391</w:t>
      </w:r>
      <w:r>
        <w:tab/>
        <w:t>5.063e0</w:t>
      </w:r>
    </w:p>
    <w:p w:rsidR="00B65DC9" w:rsidRDefault="00B65DC9" w:rsidP="00B65DC9">
      <w:r>
        <w:t>369.3474</w:t>
      </w:r>
      <w:r>
        <w:tab/>
        <w:t>7.373e0</w:t>
      </w:r>
    </w:p>
    <w:p w:rsidR="00B65DC9" w:rsidRDefault="00B65DC9" w:rsidP="00B65DC9">
      <w:r>
        <w:t>369.3725</w:t>
      </w:r>
      <w:r>
        <w:tab/>
        <w:t>4.258e1</w:t>
      </w:r>
    </w:p>
    <w:p w:rsidR="00B65DC9" w:rsidRDefault="00B65DC9" w:rsidP="00B65DC9">
      <w:r>
        <w:t>369.3910</w:t>
      </w:r>
      <w:r>
        <w:tab/>
        <w:t>2.706e1</w:t>
      </w:r>
    </w:p>
    <w:p w:rsidR="00B65DC9" w:rsidRDefault="00B65DC9" w:rsidP="00B65DC9">
      <w:r>
        <w:t>369.4253</w:t>
      </w:r>
      <w:r>
        <w:tab/>
        <w:t>4.042e0</w:t>
      </w:r>
    </w:p>
    <w:p w:rsidR="00B65DC9" w:rsidRDefault="00B65DC9" w:rsidP="00B65DC9">
      <w:r>
        <w:t>369.4560</w:t>
      </w:r>
      <w:r>
        <w:tab/>
        <w:t>4.051e0</w:t>
      </w:r>
    </w:p>
    <w:p w:rsidR="00B65DC9" w:rsidRDefault="00B65DC9" w:rsidP="00B65DC9">
      <w:r>
        <w:t>369.4737</w:t>
      </w:r>
      <w:r>
        <w:tab/>
        <w:t>6.987e1</w:t>
      </w:r>
    </w:p>
    <w:p w:rsidR="00B65DC9" w:rsidRDefault="00B65DC9" w:rsidP="00B65DC9">
      <w:r>
        <w:t>369.4812</w:t>
      </w:r>
      <w:r>
        <w:tab/>
        <w:t>6.076e0</w:t>
      </w:r>
    </w:p>
    <w:p w:rsidR="00B65DC9" w:rsidRDefault="00B65DC9" w:rsidP="00B65DC9">
      <w:r>
        <w:t>369.4922</w:t>
      </w:r>
      <w:r>
        <w:tab/>
        <w:t>1.053e1</w:t>
      </w:r>
    </w:p>
    <w:p w:rsidR="00B65DC9" w:rsidRDefault="00B65DC9" w:rsidP="00B65DC9">
      <w:r>
        <w:t>369.4933</w:t>
      </w:r>
      <w:r>
        <w:tab/>
        <w:t>5.468e0</w:t>
      </w:r>
    </w:p>
    <w:p w:rsidR="00B65DC9" w:rsidRDefault="00B65DC9" w:rsidP="00B65DC9">
      <w:r>
        <w:t>369.5246</w:t>
      </w:r>
      <w:r>
        <w:tab/>
        <w:t>2.025e0</w:t>
      </w:r>
    </w:p>
    <w:p w:rsidR="00B65DC9" w:rsidRDefault="00B65DC9" w:rsidP="00B65DC9">
      <w:r>
        <w:t>369.5313</w:t>
      </w:r>
      <w:r>
        <w:tab/>
        <w:t>4.658e1</w:t>
      </w:r>
    </w:p>
    <w:p w:rsidR="00B65DC9" w:rsidRDefault="00B65DC9" w:rsidP="00B65DC9">
      <w:r>
        <w:t>369.5457</w:t>
      </w:r>
      <w:r>
        <w:tab/>
        <w:t>2.666e0</w:t>
      </w:r>
    </w:p>
    <w:p w:rsidR="00B65DC9" w:rsidRDefault="00B65DC9" w:rsidP="00B65DC9">
      <w:r>
        <w:t>369.5480</w:t>
      </w:r>
      <w:r>
        <w:tab/>
        <w:t>2.025e0</w:t>
      </w:r>
    </w:p>
    <w:p w:rsidR="00B65DC9" w:rsidRDefault="00B65DC9" w:rsidP="00B65DC9">
      <w:r>
        <w:lastRenderedPageBreak/>
        <w:t>369.5628</w:t>
      </w:r>
      <w:r>
        <w:tab/>
        <w:t>1.013e0</w:t>
      </w:r>
    </w:p>
    <w:p w:rsidR="00B65DC9" w:rsidRDefault="00B65DC9" w:rsidP="00B65DC9">
      <w:r>
        <w:t>369.5774</w:t>
      </w:r>
      <w:r>
        <w:tab/>
        <w:t>6.987e1</w:t>
      </w:r>
    </w:p>
    <w:p w:rsidR="00B65DC9" w:rsidRDefault="00B65DC9" w:rsidP="00B65DC9">
      <w:r>
        <w:t>369.5826</w:t>
      </w:r>
      <w:r>
        <w:tab/>
        <w:t>2.038e0</w:t>
      </w:r>
    </w:p>
    <w:p w:rsidR="00B65DC9" w:rsidRDefault="00B65DC9" w:rsidP="00B65DC9">
      <w:r>
        <w:t>369.5940</w:t>
      </w:r>
      <w:r>
        <w:tab/>
        <w:t>2.025e0</w:t>
      </w:r>
    </w:p>
    <w:p w:rsidR="00B65DC9" w:rsidRDefault="00B65DC9" w:rsidP="00B65DC9">
      <w:r>
        <w:t>369.6097</w:t>
      </w:r>
      <w:r>
        <w:tab/>
        <w:t>4.485e0</w:t>
      </w:r>
    </w:p>
    <w:p w:rsidR="00B65DC9" w:rsidRDefault="00B65DC9" w:rsidP="00B65DC9">
      <w:r>
        <w:t>369.6156</w:t>
      </w:r>
      <w:r>
        <w:tab/>
        <w:t>6.887e1</w:t>
      </w:r>
    </w:p>
    <w:p w:rsidR="00B65DC9" w:rsidRDefault="00B65DC9" w:rsidP="00B65DC9">
      <w:r>
        <w:t>369.6212</w:t>
      </w:r>
      <w:r>
        <w:tab/>
        <w:t>1.025e0</w:t>
      </w:r>
    </w:p>
    <w:p w:rsidR="00B65DC9" w:rsidRDefault="00B65DC9" w:rsidP="00B65DC9">
      <w:r>
        <w:t>369.6486</w:t>
      </w:r>
      <w:r>
        <w:tab/>
        <w:t>2.025e0</w:t>
      </w:r>
    </w:p>
    <w:p w:rsidR="00B65DC9" w:rsidRDefault="00B65DC9" w:rsidP="00B65DC9">
      <w:r>
        <w:t>369.6550</w:t>
      </w:r>
      <w:r>
        <w:tab/>
        <w:t>1.051e0</w:t>
      </w:r>
    </w:p>
    <w:p w:rsidR="00B65DC9" w:rsidRDefault="00B65DC9" w:rsidP="00B65DC9">
      <w:r>
        <w:t>369.6879</w:t>
      </w:r>
      <w:r>
        <w:tab/>
        <w:t>1.266e-2</w:t>
      </w:r>
    </w:p>
    <w:p w:rsidR="00B65DC9" w:rsidRDefault="00B65DC9" w:rsidP="00B65DC9">
      <w:r>
        <w:t>369.7046</w:t>
      </w:r>
      <w:r>
        <w:tab/>
        <w:t>2.025e0</w:t>
      </w:r>
    </w:p>
    <w:p w:rsidR="00B65DC9" w:rsidRDefault="00B65DC9" w:rsidP="00B65DC9">
      <w:r>
        <w:t>369.7171</w:t>
      </w:r>
      <w:r>
        <w:tab/>
        <w:t>1.266e-2</w:t>
      </w:r>
    </w:p>
    <w:p w:rsidR="00B65DC9" w:rsidRDefault="00B65DC9" w:rsidP="00B65DC9">
      <w:r>
        <w:t>369.7372</w:t>
      </w:r>
      <w:r>
        <w:tab/>
        <w:t>4.051e0</w:t>
      </w:r>
    </w:p>
    <w:p w:rsidR="00B65DC9" w:rsidRDefault="00B65DC9" w:rsidP="00B65DC9">
      <w:r>
        <w:t>369.7453</w:t>
      </w:r>
      <w:r>
        <w:tab/>
        <w:t>6.143e-1</w:t>
      </w:r>
    </w:p>
    <w:p w:rsidR="00B65DC9" w:rsidRDefault="00B65DC9" w:rsidP="00B65DC9">
      <w:r>
        <w:t>369.7464</w:t>
      </w:r>
      <w:r>
        <w:tab/>
        <w:t>2.229e1</w:t>
      </w:r>
    </w:p>
    <w:p w:rsidR="00B65DC9" w:rsidRDefault="00B65DC9" w:rsidP="00B65DC9">
      <w:r>
        <w:t>369.7632</w:t>
      </w:r>
      <w:r>
        <w:tab/>
        <w:t>2.051e0</w:t>
      </w:r>
    </w:p>
    <w:p w:rsidR="00B65DC9" w:rsidRDefault="00B65DC9" w:rsidP="00B65DC9">
      <w:r>
        <w:t>369.7689</w:t>
      </w:r>
      <w:r>
        <w:tab/>
        <w:t>2.025e0</w:t>
      </w:r>
    </w:p>
    <w:p w:rsidR="00B65DC9" w:rsidRDefault="00B65DC9" w:rsidP="00B65DC9">
      <w:r>
        <w:t>369.7735</w:t>
      </w:r>
      <w:r>
        <w:tab/>
        <w:t>3.051e0</w:t>
      </w:r>
    </w:p>
    <w:p w:rsidR="00B65DC9" w:rsidRDefault="00B65DC9" w:rsidP="00B65DC9">
      <w:r>
        <w:t>369.7930</w:t>
      </w:r>
      <w:r>
        <w:tab/>
        <w:t>2.025e0</w:t>
      </w:r>
    </w:p>
    <w:p w:rsidR="00B65DC9" w:rsidRDefault="00B65DC9" w:rsidP="00B65DC9">
      <w:r>
        <w:lastRenderedPageBreak/>
        <w:t>369.8168</w:t>
      </w:r>
      <w:r>
        <w:tab/>
        <w:t>2.025e0</w:t>
      </w:r>
    </w:p>
    <w:p w:rsidR="00B65DC9" w:rsidRDefault="00B65DC9" w:rsidP="00B65DC9">
      <w:r>
        <w:t>369.8345</w:t>
      </w:r>
      <w:r>
        <w:tab/>
        <w:t>2.229e1</w:t>
      </w:r>
    </w:p>
    <w:p w:rsidR="00B65DC9" w:rsidRDefault="00B65DC9" w:rsidP="00B65DC9">
      <w:r>
        <w:t>369.8356</w:t>
      </w:r>
      <w:r>
        <w:tab/>
        <w:t>4.051e0</w:t>
      </w:r>
    </w:p>
    <w:p w:rsidR="00B65DC9" w:rsidRDefault="00B65DC9" w:rsidP="00B65DC9">
      <w:r>
        <w:t>369.8423</w:t>
      </w:r>
      <w:r>
        <w:tab/>
        <w:t>2.025e0</w:t>
      </w:r>
    </w:p>
    <w:p w:rsidR="00B65DC9" w:rsidRDefault="00B65DC9" w:rsidP="00B65DC9">
      <w:r>
        <w:t>369.8558</w:t>
      </w:r>
      <w:r>
        <w:tab/>
        <w:t>3.038e0</w:t>
      </w:r>
    </w:p>
    <w:p w:rsidR="00B65DC9" w:rsidRDefault="00B65DC9" w:rsidP="00B65DC9">
      <w:r>
        <w:t>369.8671</w:t>
      </w:r>
      <w:r>
        <w:tab/>
        <w:t>1.038e0</w:t>
      </w:r>
    </w:p>
    <w:p w:rsidR="00B65DC9" w:rsidRDefault="00B65DC9" w:rsidP="00B65DC9">
      <w:r>
        <w:t>369.8802</w:t>
      </w:r>
      <w:r>
        <w:tab/>
        <w:t>3.038e0</w:t>
      </w:r>
    </w:p>
    <w:p w:rsidR="00B65DC9" w:rsidRDefault="00B65DC9" w:rsidP="00B65DC9">
      <w:r>
        <w:t>369.8912</w:t>
      </w:r>
      <w:r>
        <w:tab/>
        <w:t>6.787e1</w:t>
      </w:r>
    </w:p>
    <w:p w:rsidR="00B65DC9" w:rsidRDefault="00B65DC9" w:rsidP="00B65DC9">
      <w:r>
        <w:t>369.8980</w:t>
      </w:r>
      <w:r>
        <w:tab/>
        <w:t>5.063e0</w:t>
      </w:r>
    </w:p>
    <w:p w:rsidR="00B65DC9" w:rsidRDefault="00B65DC9" w:rsidP="00B65DC9">
      <w:r>
        <w:t>369.9389</w:t>
      </w:r>
      <w:r>
        <w:tab/>
        <w:t>7.101e0</w:t>
      </w:r>
    </w:p>
    <w:p w:rsidR="00B65DC9" w:rsidRDefault="00B65DC9" w:rsidP="00B65DC9">
      <w:r>
        <w:t>369.9427</w:t>
      </w:r>
      <w:r>
        <w:tab/>
        <w:t>1.266e-2</w:t>
      </w:r>
    </w:p>
    <w:p w:rsidR="00B65DC9" w:rsidRDefault="00B65DC9" w:rsidP="00B65DC9">
      <w:r>
        <w:t>369.9722</w:t>
      </w:r>
      <w:r>
        <w:tab/>
        <w:t>2.329e1</w:t>
      </w:r>
    </w:p>
    <w:p w:rsidR="00B65DC9" w:rsidRDefault="00B65DC9" w:rsidP="00B65DC9">
      <w:r>
        <w:t>369.9921</w:t>
      </w:r>
      <w:r>
        <w:tab/>
        <w:t>3.178e0</w:t>
      </w:r>
    </w:p>
    <w:p w:rsidR="00B65DC9" w:rsidRDefault="00B65DC9" w:rsidP="00B65DC9">
      <w:r>
        <w:t>370.0108</w:t>
      </w:r>
      <w:r>
        <w:tab/>
        <w:t>7.525e0</w:t>
      </w:r>
    </w:p>
    <w:p w:rsidR="00B65DC9" w:rsidRDefault="00B65DC9" w:rsidP="00B65DC9">
      <w:r>
        <w:t>370.0168</w:t>
      </w:r>
      <w:r>
        <w:tab/>
        <w:t>3.051e0</w:t>
      </w:r>
    </w:p>
    <w:p w:rsidR="00B65DC9" w:rsidRDefault="00B65DC9" w:rsidP="00B65DC9">
      <w:r>
        <w:t>370.0211</w:t>
      </w:r>
      <w:r>
        <w:tab/>
        <w:t>8.139e0</w:t>
      </w:r>
    </w:p>
    <w:p w:rsidR="00B65DC9" w:rsidRDefault="00B65DC9" w:rsidP="00B65DC9">
      <w:r>
        <w:t>370.0585</w:t>
      </w:r>
      <w:r>
        <w:tab/>
        <w:t>2.329e1</w:t>
      </w:r>
    </w:p>
    <w:p w:rsidR="00B65DC9" w:rsidRDefault="00B65DC9" w:rsidP="00B65DC9">
      <w:r>
        <w:t>370.0889</w:t>
      </w:r>
      <w:r>
        <w:tab/>
        <w:t>1.038e0</w:t>
      </w:r>
    </w:p>
    <w:p w:rsidR="00B65DC9" w:rsidRDefault="00B65DC9" w:rsidP="00B65DC9">
      <w:r>
        <w:t>370.0993</w:t>
      </w:r>
      <w:r>
        <w:tab/>
        <w:t>3.076e0</w:t>
      </w:r>
    </w:p>
    <w:p w:rsidR="00B65DC9" w:rsidRDefault="00B65DC9" w:rsidP="00B65DC9">
      <w:r>
        <w:lastRenderedPageBreak/>
        <w:t>370.1055</w:t>
      </w:r>
      <w:r>
        <w:tab/>
        <w:t>2.021e0</w:t>
      </w:r>
    </w:p>
    <w:p w:rsidR="00B65DC9" w:rsidRDefault="00B65DC9" w:rsidP="00B65DC9">
      <w:r>
        <w:t>370.1413</w:t>
      </w:r>
      <w:r>
        <w:tab/>
        <w:t>6.887e1</w:t>
      </w:r>
    </w:p>
    <w:p w:rsidR="00B65DC9" w:rsidRDefault="00B65DC9" w:rsidP="00B65DC9">
      <w:r>
        <w:t>370.1495</w:t>
      </w:r>
      <w:r>
        <w:tab/>
        <w:t>1.183e1</w:t>
      </w:r>
    </w:p>
    <w:p w:rsidR="00B65DC9" w:rsidRDefault="00B65DC9" w:rsidP="00B65DC9">
      <w:r>
        <w:t>370.1649</w:t>
      </w:r>
      <w:r>
        <w:tab/>
        <w:t>9.453e0</w:t>
      </w:r>
    </w:p>
    <w:p w:rsidR="00B65DC9" w:rsidRDefault="00B65DC9" w:rsidP="00B65DC9">
      <w:r>
        <w:t>370.1738</w:t>
      </w:r>
      <w:r>
        <w:tab/>
        <w:t>2.147e1</w:t>
      </w:r>
    </w:p>
    <w:p w:rsidR="00B65DC9" w:rsidRDefault="00B65DC9" w:rsidP="00B65DC9">
      <w:r>
        <w:t>370.1830</w:t>
      </w:r>
      <w:r>
        <w:tab/>
        <w:t>7.830e0</w:t>
      </w:r>
    </w:p>
    <w:p w:rsidR="00B65DC9" w:rsidRDefault="00B65DC9" w:rsidP="00B65DC9">
      <w:r>
        <w:t>370.2017</w:t>
      </w:r>
      <w:r>
        <w:tab/>
        <w:t>7.291e0</w:t>
      </w:r>
    </w:p>
    <w:p w:rsidR="00B65DC9" w:rsidRDefault="00B65DC9" w:rsidP="00B65DC9">
      <w:r>
        <w:t>370.2137</w:t>
      </w:r>
      <w:r>
        <w:tab/>
        <w:t>6.887e0</w:t>
      </w:r>
    </w:p>
    <w:p w:rsidR="00B65DC9" w:rsidRDefault="00B65DC9" w:rsidP="00B65DC9">
      <w:r>
        <w:t>370.2384</w:t>
      </w:r>
      <w:r>
        <w:tab/>
        <w:t>3.038e0</w:t>
      </w:r>
    </w:p>
    <w:p w:rsidR="00B65DC9" w:rsidRDefault="00B65DC9" w:rsidP="00B65DC9">
      <w:r>
        <w:t>370.2491</w:t>
      </w:r>
      <w:r>
        <w:tab/>
        <w:t>4.051e0</w:t>
      </w:r>
    </w:p>
    <w:p w:rsidR="00B65DC9" w:rsidRDefault="00B65DC9" w:rsidP="00B65DC9">
      <w:r>
        <w:t>370.2642</w:t>
      </w:r>
      <w:r>
        <w:tab/>
        <w:t>1.025e0</w:t>
      </w:r>
    </w:p>
    <w:p w:rsidR="00B65DC9" w:rsidRDefault="00B65DC9" w:rsidP="00B65DC9">
      <w:r>
        <w:t>370.2850</w:t>
      </w:r>
      <w:r>
        <w:tab/>
        <w:t>6.076e0</w:t>
      </w:r>
    </w:p>
    <w:p w:rsidR="00B65DC9" w:rsidRDefault="00B65DC9" w:rsidP="00B65DC9">
      <w:r>
        <w:t>370.2864</w:t>
      </w:r>
      <w:r>
        <w:tab/>
        <w:t>2.038e0</w:t>
      </w:r>
    </w:p>
    <w:p w:rsidR="00B65DC9" w:rsidRDefault="00B65DC9" w:rsidP="00B65DC9">
      <w:r>
        <w:t>370.3130</w:t>
      </w:r>
      <w:r>
        <w:tab/>
        <w:t>2.051e0</w:t>
      </w:r>
    </w:p>
    <w:p w:rsidR="00B65DC9" w:rsidRDefault="00B65DC9" w:rsidP="00B65DC9">
      <w:r>
        <w:t>370.3146</w:t>
      </w:r>
      <w:r>
        <w:tab/>
        <w:t>2.329e1</w:t>
      </w:r>
    </w:p>
    <w:p w:rsidR="00B65DC9" w:rsidRDefault="00B65DC9" w:rsidP="00B65DC9">
      <w:r>
        <w:t>370.3561</w:t>
      </w:r>
      <w:r>
        <w:tab/>
        <w:t>1.266e-2</w:t>
      </w:r>
    </w:p>
    <w:p w:rsidR="00B65DC9" w:rsidRDefault="00B65DC9" w:rsidP="00B65DC9">
      <w:r>
        <w:t>370.3665</w:t>
      </w:r>
      <w:r>
        <w:tab/>
        <w:t>2.025e0</w:t>
      </w:r>
    </w:p>
    <w:p w:rsidR="00B65DC9" w:rsidRDefault="00B65DC9" w:rsidP="00B65DC9">
      <w:r>
        <w:t>370.4158</w:t>
      </w:r>
      <w:r>
        <w:tab/>
        <w:t>5.063e0</w:t>
      </w:r>
    </w:p>
    <w:p w:rsidR="00B65DC9" w:rsidRDefault="00B65DC9" w:rsidP="00B65DC9">
      <w:r>
        <w:t>370.4186</w:t>
      </w:r>
      <w:r>
        <w:tab/>
        <w:t>2.025e0</w:t>
      </w:r>
    </w:p>
    <w:p w:rsidR="00B65DC9" w:rsidRDefault="00B65DC9" w:rsidP="00B65DC9">
      <w:r>
        <w:lastRenderedPageBreak/>
        <w:t>370.4235</w:t>
      </w:r>
      <w:r>
        <w:tab/>
        <w:t>2.978e0</w:t>
      </w:r>
    </w:p>
    <w:p w:rsidR="00B65DC9" w:rsidRDefault="00B65DC9" w:rsidP="00B65DC9">
      <w:r>
        <w:t>370.4263</w:t>
      </w:r>
      <w:r>
        <w:tab/>
        <w:t>3.038e0</w:t>
      </w:r>
    </w:p>
    <w:p w:rsidR="00B65DC9" w:rsidRDefault="00B65DC9" w:rsidP="00B65DC9">
      <w:r>
        <w:t>370.4544</w:t>
      </w:r>
      <w:r>
        <w:tab/>
        <w:t>1.697e0</w:t>
      </w:r>
    </w:p>
    <w:p w:rsidR="00B65DC9" w:rsidRDefault="00B65DC9" w:rsidP="00B65DC9">
      <w:r>
        <w:t>370.4763</w:t>
      </w:r>
      <w:r>
        <w:tab/>
        <w:t>2.025e0</w:t>
      </w:r>
    </w:p>
    <w:p w:rsidR="00B65DC9" w:rsidRDefault="00B65DC9" w:rsidP="00B65DC9">
      <w:r>
        <w:t>370.4899</w:t>
      </w:r>
      <w:r>
        <w:tab/>
        <w:t>2.025e0</w:t>
      </w:r>
    </w:p>
    <w:p w:rsidR="00B65DC9" w:rsidRDefault="00B65DC9" w:rsidP="00B65DC9">
      <w:r>
        <w:t>370.5066</w:t>
      </w:r>
      <w:r>
        <w:tab/>
        <w:t>3.798e-2</w:t>
      </w:r>
    </w:p>
    <w:p w:rsidR="00B65DC9" w:rsidRDefault="00B65DC9" w:rsidP="00B65DC9">
      <w:r>
        <w:t>370.5159</w:t>
      </w:r>
      <w:r>
        <w:tab/>
        <w:t>5.063e0</w:t>
      </w:r>
    </w:p>
    <w:p w:rsidR="00B65DC9" w:rsidRDefault="00B65DC9" w:rsidP="00B65DC9">
      <w:r>
        <w:t>370.5186</w:t>
      </w:r>
      <w:r>
        <w:tab/>
        <w:t>1.013e0</w:t>
      </w:r>
    </w:p>
    <w:p w:rsidR="00B65DC9" w:rsidRDefault="00B65DC9" w:rsidP="00B65DC9">
      <w:r>
        <w:t>370.5252</w:t>
      </w:r>
      <w:r>
        <w:tab/>
        <w:t>3.063e0</w:t>
      </w:r>
    </w:p>
    <w:p w:rsidR="00B65DC9" w:rsidRDefault="00B65DC9" w:rsidP="00B65DC9">
      <w:r>
        <w:t>370.5451</w:t>
      </w:r>
      <w:r>
        <w:tab/>
        <w:t>1.063e0</w:t>
      </w:r>
    </w:p>
    <w:p w:rsidR="00B65DC9" w:rsidRDefault="00B65DC9" w:rsidP="00B65DC9">
      <w:r>
        <w:t>370.5630</w:t>
      </w:r>
      <w:r>
        <w:tab/>
        <w:t>2.025e0</w:t>
      </w:r>
    </w:p>
    <w:p w:rsidR="00B65DC9" w:rsidRDefault="00B65DC9" w:rsidP="00B65DC9">
      <w:r>
        <w:t>370.5642</w:t>
      </w:r>
      <w:r>
        <w:tab/>
        <w:t>1.038e0</w:t>
      </w:r>
    </w:p>
    <w:p w:rsidR="00B65DC9" w:rsidRDefault="00B65DC9" w:rsidP="00B65DC9">
      <w:r>
        <w:t>370.6553</w:t>
      </w:r>
      <w:r>
        <w:tab/>
        <w:t>2.025e0</w:t>
      </w:r>
    </w:p>
    <w:p w:rsidR="00B65DC9" w:rsidRDefault="00B65DC9" w:rsidP="00B65DC9">
      <w:r>
        <w:t>370.6573</w:t>
      </w:r>
      <w:r>
        <w:tab/>
        <w:t>2.025e0</w:t>
      </w:r>
    </w:p>
    <w:p w:rsidR="00B65DC9" w:rsidRDefault="00B65DC9" w:rsidP="00B65DC9">
      <w:r>
        <w:t>370.6700</w:t>
      </w:r>
      <w:r>
        <w:tab/>
        <w:t>1.266e-2</w:t>
      </w:r>
    </w:p>
    <w:p w:rsidR="00B65DC9" w:rsidRDefault="00B65DC9" w:rsidP="00B65DC9">
      <w:r>
        <w:t>370.6962</w:t>
      </w:r>
      <w:r>
        <w:tab/>
        <w:t>6.089e0</w:t>
      </w:r>
    </w:p>
    <w:p w:rsidR="00B65DC9" w:rsidRDefault="00B65DC9" w:rsidP="00B65DC9">
      <w:r>
        <w:t>370.7080</w:t>
      </w:r>
      <w:r>
        <w:tab/>
        <w:t>3.038e0</w:t>
      </w:r>
    </w:p>
    <w:p w:rsidR="00B65DC9" w:rsidRDefault="00B65DC9" w:rsidP="00B65DC9">
      <w:r>
        <w:t>370.7096</w:t>
      </w:r>
      <w:r>
        <w:tab/>
        <w:t>1.013e0</w:t>
      </w:r>
    </w:p>
    <w:p w:rsidR="00B65DC9" w:rsidRDefault="00B65DC9" w:rsidP="00B65DC9">
      <w:r>
        <w:t>370.7389</w:t>
      </w:r>
      <w:r>
        <w:tab/>
        <w:t>2.025e0</w:t>
      </w:r>
    </w:p>
    <w:p w:rsidR="00B65DC9" w:rsidRDefault="00B65DC9" w:rsidP="00B65DC9">
      <w:r>
        <w:lastRenderedPageBreak/>
        <w:t>370.7643</w:t>
      </w:r>
      <w:r>
        <w:tab/>
        <w:t>1.038e0</w:t>
      </w:r>
    </w:p>
    <w:p w:rsidR="00B65DC9" w:rsidRDefault="00B65DC9" w:rsidP="00B65DC9">
      <w:r>
        <w:t>370.7656</w:t>
      </w:r>
      <w:r>
        <w:tab/>
        <w:t>1.013e0</w:t>
      </w:r>
    </w:p>
    <w:p w:rsidR="00B65DC9" w:rsidRDefault="00B65DC9" w:rsidP="00B65DC9">
      <w:r>
        <w:t>370.7809</w:t>
      </w:r>
      <w:r>
        <w:tab/>
        <w:t>2.063e0</w:t>
      </w:r>
    </w:p>
    <w:p w:rsidR="00B65DC9" w:rsidRDefault="00B65DC9" w:rsidP="00B65DC9">
      <w:r>
        <w:t>370.8003</w:t>
      </w:r>
      <w:r>
        <w:tab/>
        <w:t>3.038e0</w:t>
      </w:r>
    </w:p>
    <w:p w:rsidR="00B65DC9" w:rsidRDefault="00B65DC9" w:rsidP="00B65DC9">
      <w:r>
        <w:t>370.8218</w:t>
      </w:r>
      <w:r>
        <w:tab/>
        <w:t>1.025e0</w:t>
      </w:r>
    </w:p>
    <w:p w:rsidR="00B65DC9" w:rsidRDefault="00B65DC9" w:rsidP="00B65DC9">
      <w:r>
        <w:t>370.8590</w:t>
      </w:r>
      <w:r>
        <w:tab/>
        <w:t>1.002e1</w:t>
      </w:r>
    </w:p>
    <w:p w:rsidR="00B65DC9" w:rsidRDefault="00B65DC9" w:rsidP="00B65DC9">
      <w:r>
        <w:t>370.8614</w:t>
      </w:r>
      <w:r>
        <w:tab/>
        <w:t>1.013e0</w:t>
      </w:r>
    </w:p>
    <w:p w:rsidR="00B65DC9" w:rsidRDefault="00B65DC9" w:rsidP="00B65DC9">
      <w:r>
        <w:t>370.8734</w:t>
      </w:r>
      <w:r>
        <w:tab/>
        <w:t>1.038e0</w:t>
      </w:r>
    </w:p>
    <w:p w:rsidR="00B65DC9" w:rsidRDefault="00B65DC9" w:rsidP="00B65DC9">
      <w:r>
        <w:t>370.8746</w:t>
      </w:r>
      <w:r>
        <w:tab/>
        <w:t>1.013e0</w:t>
      </w:r>
    </w:p>
    <w:p w:rsidR="00B65DC9" w:rsidRDefault="00B65DC9" w:rsidP="00B65DC9">
      <w:r>
        <w:t>370.8994</w:t>
      </w:r>
      <w:r>
        <w:tab/>
        <w:t>1.013e0</w:t>
      </w:r>
    </w:p>
    <w:p w:rsidR="00B65DC9" w:rsidRDefault="00B65DC9" w:rsidP="00B65DC9">
      <w:r>
        <w:t>370.9393</w:t>
      </w:r>
      <w:r>
        <w:tab/>
        <w:t>3.507e0</w:t>
      </w:r>
    </w:p>
    <w:p w:rsidR="00B65DC9" w:rsidRDefault="00B65DC9" w:rsidP="00B65DC9">
      <w:r>
        <w:t>370.9578</w:t>
      </w:r>
      <w:r>
        <w:tab/>
        <w:t>2.025e0</w:t>
      </w:r>
    </w:p>
    <w:p w:rsidR="00B65DC9" w:rsidRDefault="00B65DC9" w:rsidP="00B65DC9">
      <w:r>
        <w:t>370.9679</w:t>
      </w:r>
      <w:r>
        <w:tab/>
        <w:t>3.038e0</w:t>
      </w:r>
    </w:p>
    <w:p w:rsidR="00B65DC9" w:rsidRDefault="00B65DC9" w:rsidP="00B65DC9">
      <w:r>
        <w:t>370.9766</w:t>
      </w:r>
      <w:r>
        <w:tab/>
        <w:t>3.830e0</w:t>
      </w:r>
    </w:p>
    <w:p w:rsidR="00B65DC9" w:rsidRDefault="00B65DC9" w:rsidP="00B65DC9">
      <w:r>
        <w:t>370.9781</w:t>
      </w:r>
      <w:r>
        <w:tab/>
        <w:t>5.063e0</w:t>
      </w:r>
    </w:p>
    <w:p w:rsidR="00B65DC9" w:rsidRDefault="00B65DC9" w:rsidP="00B65DC9">
      <w:r>
        <w:t>371.0150</w:t>
      </w:r>
      <w:r>
        <w:tab/>
        <w:t>3.272e0</w:t>
      </w:r>
    </w:p>
    <w:p w:rsidR="00B65DC9" w:rsidRDefault="00B65DC9" w:rsidP="00B65DC9">
      <w:r>
        <w:t>371.0250</w:t>
      </w:r>
      <w:r>
        <w:tab/>
        <w:t>3.798e-2</w:t>
      </w:r>
    </w:p>
    <w:p w:rsidR="00B65DC9" w:rsidRDefault="00B65DC9" w:rsidP="00B65DC9">
      <w:r>
        <w:t>371.0521</w:t>
      </w:r>
      <w:r>
        <w:tab/>
        <w:t>3.038e0</w:t>
      </w:r>
    </w:p>
    <w:p w:rsidR="00B65DC9" w:rsidRDefault="00B65DC9" w:rsidP="00B65DC9">
      <w:r>
        <w:t>371.0551</w:t>
      </w:r>
      <w:r>
        <w:tab/>
        <w:t>1.051e0</w:t>
      </w:r>
    </w:p>
    <w:p w:rsidR="00B65DC9" w:rsidRDefault="00B65DC9" w:rsidP="00B65DC9">
      <w:r>
        <w:lastRenderedPageBreak/>
        <w:t>371.0672</w:t>
      </w:r>
      <w:r>
        <w:tab/>
        <w:t>3.038e0</w:t>
      </w:r>
    </w:p>
    <w:p w:rsidR="00B65DC9" w:rsidRDefault="00B65DC9" w:rsidP="00B65DC9">
      <w:r>
        <w:t>371.0798</w:t>
      </w:r>
      <w:r>
        <w:tab/>
        <w:t>1.266e-2</w:t>
      </w:r>
    </w:p>
    <w:p w:rsidR="00B65DC9" w:rsidRDefault="00B65DC9" w:rsidP="00B65DC9">
      <w:r>
        <w:t>371.1385</w:t>
      </w:r>
      <w:r>
        <w:tab/>
        <w:t>1.967e0</w:t>
      </w:r>
    </w:p>
    <w:p w:rsidR="00B65DC9" w:rsidRDefault="00B65DC9" w:rsidP="00B65DC9">
      <w:r>
        <w:t>371.1665</w:t>
      </w:r>
      <w:r>
        <w:tab/>
        <w:t>5.239e0</w:t>
      </w:r>
    </w:p>
    <w:p w:rsidR="00B65DC9" w:rsidRDefault="00B65DC9" w:rsidP="00B65DC9">
      <w:r>
        <w:t>371.1830</w:t>
      </w:r>
      <w:r>
        <w:tab/>
        <w:t>7.733e0</w:t>
      </w:r>
    </w:p>
    <w:p w:rsidR="00B65DC9" w:rsidRDefault="00B65DC9" w:rsidP="00B65DC9">
      <w:r>
        <w:t>371.1875</w:t>
      </w:r>
      <w:r>
        <w:tab/>
        <w:t>3.822e0</w:t>
      </w:r>
    </w:p>
    <w:p w:rsidR="00B65DC9" w:rsidRDefault="00B65DC9" w:rsidP="00B65DC9">
      <w:r>
        <w:t>371.1931</w:t>
      </w:r>
      <w:r>
        <w:tab/>
        <w:t>5.963e0</w:t>
      </w:r>
    </w:p>
    <w:p w:rsidR="00B65DC9" w:rsidRDefault="00B65DC9" w:rsidP="00B65DC9">
      <w:r>
        <w:t>371.2253</w:t>
      </w:r>
      <w:r>
        <w:tab/>
        <w:t>6.329e-2</w:t>
      </w:r>
    </w:p>
    <w:p w:rsidR="00B65DC9" w:rsidRDefault="00B65DC9" w:rsidP="00B65DC9">
      <w:r>
        <w:t>371.2361</w:t>
      </w:r>
      <w:r>
        <w:tab/>
        <w:t>1.901e0</w:t>
      </w:r>
    </w:p>
    <w:p w:rsidR="00B65DC9" w:rsidRDefault="00B65DC9" w:rsidP="00B65DC9">
      <w:r>
        <w:t>371.2631</w:t>
      </w:r>
      <w:r>
        <w:tab/>
        <w:t>1.013e0</w:t>
      </w:r>
    </w:p>
    <w:p w:rsidR="00B65DC9" w:rsidRDefault="00B65DC9" w:rsidP="00B65DC9">
      <w:r>
        <w:t>371.3036</w:t>
      </w:r>
      <w:r>
        <w:tab/>
        <w:t>4.954e0</w:t>
      </w:r>
    </w:p>
    <w:p w:rsidR="00B65DC9" w:rsidRDefault="00B65DC9" w:rsidP="00B65DC9">
      <w:r>
        <w:t>371.3138</w:t>
      </w:r>
      <w:r>
        <w:tab/>
        <w:t>1.025e1</w:t>
      </w:r>
    </w:p>
    <w:p w:rsidR="00B65DC9" w:rsidRDefault="00B65DC9" w:rsidP="00B65DC9">
      <w:r>
        <w:t>371.3156</w:t>
      </w:r>
      <w:r>
        <w:tab/>
        <w:t>4.076e0</w:t>
      </w:r>
    </w:p>
    <w:p w:rsidR="00B65DC9" w:rsidRDefault="00B65DC9" w:rsidP="00B65DC9">
      <w:r>
        <w:t>371.3246</w:t>
      </w:r>
      <w:r>
        <w:tab/>
        <w:t>3.127e0</w:t>
      </w:r>
    </w:p>
    <w:p w:rsidR="00B65DC9" w:rsidRDefault="00B65DC9" w:rsidP="00B65DC9">
      <w:r>
        <w:t>371.3423</w:t>
      </w:r>
      <w:r>
        <w:tab/>
        <w:t>6.186e0</w:t>
      </w:r>
    </w:p>
    <w:p w:rsidR="00B65DC9" w:rsidRDefault="00B65DC9" w:rsidP="00B65DC9">
      <w:r>
        <w:t>371.3562</w:t>
      </w:r>
      <w:r>
        <w:tab/>
        <w:t>1.038e0</w:t>
      </w:r>
    </w:p>
    <w:p w:rsidR="00B65DC9" w:rsidRDefault="00B65DC9" w:rsidP="00B65DC9">
      <w:r>
        <w:t>371.3878</w:t>
      </w:r>
      <w:r>
        <w:tab/>
        <w:t>4.804e0</w:t>
      </w:r>
    </w:p>
    <w:p w:rsidR="00B65DC9" w:rsidRDefault="00B65DC9" w:rsidP="00B65DC9">
      <w:r>
        <w:t>371.4344</w:t>
      </w:r>
      <w:r>
        <w:tab/>
        <w:t>2.740e0</w:t>
      </w:r>
    </w:p>
    <w:p w:rsidR="00B65DC9" w:rsidRDefault="00B65DC9" w:rsidP="00B65DC9">
      <w:r>
        <w:t>371.4364</w:t>
      </w:r>
      <w:r>
        <w:tab/>
        <w:t>2.025e0</w:t>
      </w:r>
    </w:p>
    <w:p w:rsidR="00B65DC9" w:rsidRDefault="00B65DC9" w:rsidP="00B65DC9">
      <w:r>
        <w:lastRenderedPageBreak/>
        <w:t>371.4384</w:t>
      </w:r>
      <w:r>
        <w:tab/>
        <w:t>2.025e0</w:t>
      </w:r>
    </w:p>
    <w:p w:rsidR="00B65DC9" w:rsidRDefault="00B65DC9" w:rsidP="00B65DC9">
      <w:r>
        <w:t>371.4468</w:t>
      </w:r>
      <w:r>
        <w:tab/>
        <w:t>1.266e-2</w:t>
      </w:r>
    </w:p>
    <w:p w:rsidR="00B65DC9" w:rsidRDefault="00B65DC9" w:rsidP="00B65DC9">
      <w:r>
        <w:t>371.4928</w:t>
      </w:r>
      <w:r>
        <w:tab/>
        <w:t>1.266e-2</w:t>
      </w:r>
    </w:p>
    <w:p w:rsidR="00B65DC9" w:rsidRDefault="00B65DC9" w:rsidP="00B65DC9">
      <w:r>
        <w:t>371.4947</w:t>
      </w:r>
      <w:r>
        <w:tab/>
        <w:t>2.025e0</w:t>
      </w:r>
    </w:p>
    <w:p w:rsidR="00B65DC9" w:rsidRDefault="00B65DC9" w:rsidP="00B65DC9">
      <w:r>
        <w:t>371.5023</w:t>
      </w:r>
      <w:r>
        <w:tab/>
        <w:t>5.927e0</w:t>
      </w:r>
    </w:p>
    <w:p w:rsidR="00B65DC9" w:rsidRDefault="00B65DC9" w:rsidP="00B65DC9">
      <w:r>
        <w:t>371.5164</w:t>
      </w:r>
      <w:r>
        <w:tab/>
        <w:t>3.038e0</w:t>
      </w:r>
    </w:p>
    <w:p w:rsidR="00B65DC9" w:rsidRDefault="00B65DC9" w:rsidP="00B65DC9">
      <w:r>
        <w:t>371.5451</w:t>
      </w:r>
      <w:r>
        <w:tab/>
        <w:t>3.038e0</w:t>
      </w:r>
    </w:p>
    <w:p w:rsidR="00B65DC9" w:rsidRDefault="00B65DC9" w:rsidP="00B65DC9">
      <w:r>
        <w:t>371.5486</w:t>
      </w:r>
      <w:r>
        <w:tab/>
        <w:t>1.266e-2</w:t>
      </w:r>
    </w:p>
    <w:p w:rsidR="00B65DC9" w:rsidRDefault="00B65DC9" w:rsidP="00B65DC9">
      <w:r>
        <w:t>371.5679</w:t>
      </w:r>
      <w:r>
        <w:tab/>
        <w:t>3.038e0</w:t>
      </w:r>
    </w:p>
    <w:p w:rsidR="00B65DC9" w:rsidRDefault="00B65DC9" w:rsidP="00B65DC9">
      <w:r>
        <w:t>371.5919</w:t>
      </w:r>
      <w:r>
        <w:tab/>
        <w:t>2.025e0</w:t>
      </w:r>
    </w:p>
    <w:p w:rsidR="00B65DC9" w:rsidRDefault="00B65DC9" w:rsidP="00B65DC9">
      <w:r>
        <w:t>371.6097</w:t>
      </w:r>
      <w:r>
        <w:tab/>
        <w:t>1.013e0</w:t>
      </w:r>
    </w:p>
    <w:p w:rsidR="00B65DC9" w:rsidRDefault="00B65DC9" w:rsidP="00B65DC9">
      <w:r>
        <w:t>371.6131</w:t>
      </w:r>
      <w:r>
        <w:tab/>
        <w:t>1.038e0</w:t>
      </w:r>
    </w:p>
    <w:p w:rsidR="00B65DC9" w:rsidRDefault="00B65DC9" w:rsidP="00B65DC9">
      <w:r>
        <w:t>371.6182</w:t>
      </w:r>
      <w:r>
        <w:tab/>
        <w:t>4.051e0</w:t>
      </w:r>
    </w:p>
    <w:p w:rsidR="00B65DC9" w:rsidRDefault="00B65DC9" w:rsidP="00B65DC9">
      <w:r>
        <w:t>371.6345</w:t>
      </w:r>
      <w:r>
        <w:tab/>
        <w:t>3.038e0</w:t>
      </w:r>
    </w:p>
    <w:p w:rsidR="00B65DC9" w:rsidRDefault="00B65DC9" w:rsidP="00B65DC9">
      <w:r>
        <w:t>371.6767</w:t>
      </w:r>
      <w:r>
        <w:tab/>
        <w:t>1.025e0</w:t>
      </w:r>
    </w:p>
    <w:p w:rsidR="00B65DC9" w:rsidRDefault="00B65DC9" w:rsidP="00B65DC9">
      <w:r>
        <w:t>371.6809</w:t>
      </w:r>
      <w:r>
        <w:tab/>
        <w:t>4.527e0</w:t>
      </w:r>
    </w:p>
    <w:p w:rsidR="00B65DC9" w:rsidRDefault="00B65DC9" w:rsidP="00B65DC9">
      <w:r>
        <w:t>371.6996</w:t>
      </w:r>
      <w:r>
        <w:tab/>
        <w:t>2.025e0</w:t>
      </w:r>
    </w:p>
    <w:p w:rsidR="00B65DC9" w:rsidRDefault="00B65DC9" w:rsidP="00B65DC9">
      <w:r>
        <w:t>371.7073</w:t>
      </w:r>
      <w:r>
        <w:tab/>
        <w:t>1.013e0</w:t>
      </w:r>
    </w:p>
    <w:p w:rsidR="00B65DC9" w:rsidRDefault="00B65DC9" w:rsidP="00B65DC9">
      <w:r>
        <w:t>371.7154</w:t>
      </w:r>
      <w:r>
        <w:tab/>
        <w:t>3.798e-2</w:t>
      </w:r>
    </w:p>
    <w:p w:rsidR="00B65DC9" w:rsidRDefault="00B65DC9" w:rsidP="00B65DC9">
      <w:r>
        <w:lastRenderedPageBreak/>
        <w:t>371.7227</w:t>
      </w:r>
      <w:r>
        <w:tab/>
        <w:t>1.013e0</w:t>
      </w:r>
    </w:p>
    <w:p w:rsidR="00B65DC9" w:rsidRDefault="00B65DC9" w:rsidP="00B65DC9">
      <w:r>
        <w:t>371.7437</w:t>
      </w:r>
      <w:r>
        <w:tab/>
        <w:t>2.532e-2</w:t>
      </w:r>
    </w:p>
    <w:p w:rsidR="00B65DC9" w:rsidRDefault="00B65DC9" w:rsidP="00B65DC9">
      <w:r>
        <w:t>371.7512</w:t>
      </w:r>
      <w:r>
        <w:tab/>
        <w:t>2.100e0</w:t>
      </w:r>
    </w:p>
    <w:p w:rsidR="00B65DC9" w:rsidRDefault="00B65DC9" w:rsidP="00B65DC9">
      <w:r>
        <w:t>371.7618</w:t>
      </w:r>
      <w:r>
        <w:tab/>
        <w:t>2.532e-2</w:t>
      </w:r>
    </w:p>
    <w:p w:rsidR="00B65DC9" w:rsidRDefault="00B65DC9" w:rsidP="00B65DC9">
      <w:r>
        <w:t>371.7841</w:t>
      </w:r>
      <w:r>
        <w:tab/>
        <w:t>5.063e0</w:t>
      </w:r>
    </w:p>
    <w:p w:rsidR="00B65DC9" w:rsidRDefault="00B65DC9" w:rsidP="00B65DC9">
      <w:r>
        <w:t>371.8145</w:t>
      </w:r>
      <w:r>
        <w:tab/>
        <w:t>1.013e0</w:t>
      </w:r>
    </w:p>
    <w:p w:rsidR="00B65DC9" w:rsidRDefault="00B65DC9" w:rsidP="00B65DC9">
      <w:r>
        <w:t>371.8178</w:t>
      </w:r>
      <w:r>
        <w:tab/>
        <w:t>2.025e0</w:t>
      </w:r>
    </w:p>
    <w:p w:rsidR="00B65DC9" w:rsidRDefault="00B65DC9" w:rsidP="00B65DC9">
      <w:r>
        <w:t>371.8265</w:t>
      </w:r>
      <w:r>
        <w:tab/>
        <w:t>1.025e0</w:t>
      </w:r>
    </w:p>
    <w:p w:rsidR="00B65DC9" w:rsidRDefault="00B65DC9" w:rsidP="00B65DC9">
      <w:r>
        <w:t>371.8691</w:t>
      </w:r>
      <w:r>
        <w:tab/>
        <w:t>8.101e0</w:t>
      </w:r>
    </w:p>
    <w:p w:rsidR="00B65DC9" w:rsidRDefault="00B65DC9" w:rsidP="00B65DC9">
      <w:r>
        <w:t>371.8776</w:t>
      </w:r>
      <w:r>
        <w:tab/>
        <w:t>1.013e0</w:t>
      </w:r>
    </w:p>
    <w:p w:rsidR="00B65DC9" w:rsidRDefault="00B65DC9" w:rsidP="00B65DC9">
      <w:r>
        <w:t>371.8830</w:t>
      </w:r>
      <w:r>
        <w:tab/>
        <w:t>6.076e0</w:t>
      </w:r>
    </w:p>
    <w:p w:rsidR="00B65DC9" w:rsidRDefault="00B65DC9" w:rsidP="00B65DC9">
      <w:r>
        <w:t>371.9169</w:t>
      </w:r>
      <w:r>
        <w:tab/>
        <w:t>2.025e0</w:t>
      </w:r>
    </w:p>
    <w:p w:rsidR="00B65DC9" w:rsidRDefault="00B65DC9" w:rsidP="00B65DC9">
      <w:r>
        <w:t>371.9235</w:t>
      </w:r>
      <w:r>
        <w:tab/>
        <w:t>1.266e-2</w:t>
      </w:r>
    </w:p>
    <w:p w:rsidR="00B65DC9" w:rsidRDefault="00B65DC9" w:rsidP="00B65DC9">
      <w:r>
        <w:t>371.9294</w:t>
      </w:r>
      <w:r>
        <w:tab/>
        <w:t>2.081e0</w:t>
      </w:r>
    </w:p>
    <w:p w:rsidR="00B65DC9" w:rsidRDefault="00B65DC9" w:rsidP="00B65DC9">
      <w:r>
        <w:t>371.9305</w:t>
      </w:r>
      <w:r>
        <w:tab/>
        <w:t>2.025e0</w:t>
      </w:r>
    </w:p>
    <w:p w:rsidR="00B65DC9" w:rsidRDefault="00B65DC9" w:rsidP="00B65DC9">
      <w:r>
        <w:t>371.9460</w:t>
      </w:r>
      <w:r>
        <w:tab/>
        <w:t>2.532e-2</w:t>
      </w:r>
    </w:p>
    <w:p w:rsidR="00B65DC9" w:rsidRDefault="00B65DC9" w:rsidP="00B65DC9">
      <w:r>
        <w:t>371.9693</w:t>
      </w:r>
      <w:r>
        <w:tab/>
        <w:t>2.575e0</w:t>
      </w:r>
    </w:p>
    <w:p w:rsidR="00B65DC9" w:rsidRDefault="00B65DC9" w:rsidP="00B65DC9">
      <w:r>
        <w:t>371.9901</w:t>
      </w:r>
      <w:r>
        <w:tab/>
        <w:t>5.656e0</w:t>
      </w:r>
    </w:p>
    <w:p w:rsidR="00B65DC9" w:rsidRDefault="00B65DC9" w:rsidP="00B65DC9">
      <w:r>
        <w:t>372.0341</w:t>
      </w:r>
      <w:r>
        <w:tab/>
        <w:t>3.402e0</w:t>
      </w:r>
    </w:p>
    <w:p w:rsidR="00B65DC9" w:rsidRDefault="00B65DC9" w:rsidP="00B65DC9">
      <w:r>
        <w:lastRenderedPageBreak/>
        <w:t>372.0405</w:t>
      </w:r>
      <w:r>
        <w:tab/>
        <w:t>1.266e-2</w:t>
      </w:r>
    </w:p>
    <w:p w:rsidR="00B65DC9" w:rsidRDefault="00B65DC9" w:rsidP="00B65DC9">
      <w:r>
        <w:t>372.0657</w:t>
      </w:r>
      <w:r>
        <w:tab/>
        <w:t>2.025e0</w:t>
      </w:r>
    </w:p>
    <w:p w:rsidR="00B65DC9" w:rsidRDefault="00B65DC9" w:rsidP="00B65DC9">
      <w:r>
        <w:t>372.0759</w:t>
      </w:r>
      <w:r>
        <w:tab/>
        <w:t>7.089e0</w:t>
      </w:r>
    </w:p>
    <w:p w:rsidR="00B65DC9" w:rsidRDefault="00B65DC9" w:rsidP="00B65DC9">
      <w:r>
        <w:t>372.1075</w:t>
      </w:r>
      <w:r>
        <w:tab/>
        <w:t>1.038e0</w:t>
      </w:r>
    </w:p>
    <w:p w:rsidR="00B65DC9" w:rsidRDefault="00B65DC9" w:rsidP="00B65DC9">
      <w:r>
        <w:t>372.1184</w:t>
      </w:r>
      <w:r>
        <w:tab/>
        <w:t>2.025e0</w:t>
      </w:r>
    </w:p>
    <w:p w:rsidR="00B65DC9" w:rsidRDefault="00B65DC9" w:rsidP="00B65DC9">
      <w:r>
        <w:t>372.1243</w:t>
      </w:r>
      <w:r>
        <w:tab/>
        <w:t>1.266e-2</w:t>
      </w:r>
    </w:p>
    <w:p w:rsidR="00B65DC9" w:rsidRDefault="00B65DC9" w:rsidP="00B65DC9">
      <w:r>
        <w:t>372.1337</w:t>
      </w:r>
      <w:r>
        <w:tab/>
        <w:t>2.025e0</w:t>
      </w:r>
    </w:p>
    <w:p w:rsidR="00B65DC9" w:rsidRDefault="00B65DC9" w:rsidP="00B65DC9">
      <w:r>
        <w:t>372.1524</w:t>
      </w:r>
      <w:r>
        <w:tab/>
        <w:t>3.004e0</w:t>
      </w:r>
    </w:p>
    <w:p w:rsidR="00B65DC9" w:rsidRDefault="00B65DC9" w:rsidP="00B65DC9">
      <w:r>
        <w:t>372.1548</w:t>
      </w:r>
      <w:r>
        <w:tab/>
        <w:t>5.790e0</w:t>
      </w:r>
    </w:p>
    <w:p w:rsidR="00B65DC9" w:rsidRDefault="00B65DC9" w:rsidP="00B65DC9">
      <w:r>
        <w:t>372.1693</w:t>
      </w:r>
      <w:r>
        <w:tab/>
        <w:t>5.063e0</w:t>
      </w:r>
    </w:p>
    <w:p w:rsidR="00B65DC9" w:rsidRDefault="00B65DC9" w:rsidP="00B65DC9">
      <w:r>
        <w:t>372.1722</w:t>
      </w:r>
      <w:r>
        <w:tab/>
        <w:t>1.248e0</w:t>
      </w:r>
    </w:p>
    <w:p w:rsidR="00B65DC9" w:rsidRDefault="00B65DC9" w:rsidP="00B65DC9">
      <w:r>
        <w:t>372.1871</w:t>
      </w:r>
      <w:r>
        <w:tab/>
        <w:t>2.747e0</w:t>
      </w:r>
    </w:p>
    <w:p w:rsidR="00B65DC9" w:rsidRDefault="00B65DC9" w:rsidP="00B65DC9">
      <w:r>
        <w:t>372.2344</w:t>
      </w:r>
      <w:r>
        <w:tab/>
        <w:t>4.076e0</w:t>
      </w:r>
    </w:p>
    <w:p w:rsidR="00B65DC9" w:rsidRDefault="00B65DC9" w:rsidP="00B65DC9">
      <w:r>
        <w:t>372.2477</w:t>
      </w:r>
      <w:r>
        <w:tab/>
        <w:t>3.938e0</w:t>
      </w:r>
    </w:p>
    <w:p w:rsidR="00B65DC9" w:rsidRDefault="00B65DC9" w:rsidP="00B65DC9">
      <w:r>
        <w:t>372.2588</w:t>
      </w:r>
      <w:r>
        <w:tab/>
        <w:t>3.038e0</w:t>
      </w:r>
    </w:p>
    <w:p w:rsidR="00B65DC9" w:rsidRDefault="00B65DC9" w:rsidP="00B65DC9">
      <w:r>
        <w:t>372.2696</w:t>
      </w:r>
      <w:r>
        <w:tab/>
        <w:t>3.038e0</w:t>
      </w:r>
    </w:p>
    <w:p w:rsidR="00B65DC9" w:rsidRDefault="00B65DC9" w:rsidP="00B65DC9">
      <w:r>
        <w:t>372.2911</w:t>
      </w:r>
      <w:r>
        <w:tab/>
        <w:t>7.089e0</w:t>
      </w:r>
    </w:p>
    <w:p w:rsidR="00B65DC9" w:rsidRDefault="00B65DC9" w:rsidP="00B65DC9">
      <w:r>
        <w:t>372.3836</w:t>
      </w:r>
      <w:r>
        <w:tab/>
        <w:t>5.063e0</w:t>
      </w:r>
    </w:p>
    <w:p w:rsidR="00B65DC9" w:rsidRDefault="00B65DC9" w:rsidP="00B65DC9">
      <w:r>
        <w:t>372.3946</w:t>
      </w:r>
      <w:r>
        <w:tab/>
        <w:t>1.038e0</w:t>
      </w:r>
    </w:p>
    <w:p w:rsidR="00B65DC9" w:rsidRDefault="00B65DC9" w:rsidP="00B65DC9">
      <w:r>
        <w:lastRenderedPageBreak/>
        <w:t>372.4284</w:t>
      </w:r>
      <w:r>
        <w:tab/>
        <w:t>3.072e0</w:t>
      </w:r>
    </w:p>
    <w:p w:rsidR="00B65DC9" w:rsidRDefault="00B65DC9" w:rsidP="00B65DC9">
      <w:r>
        <w:t>372.4424</w:t>
      </w:r>
      <w:r>
        <w:tab/>
        <w:t>1.013e0</w:t>
      </w:r>
    </w:p>
    <w:p w:rsidR="00B65DC9" w:rsidRDefault="00B65DC9" w:rsidP="00B65DC9">
      <w:r>
        <w:t>372.4503</w:t>
      </w:r>
      <w:r>
        <w:tab/>
        <w:t>1.266e-2</w:t>
      </w:r>
    </w:p>
    <w:p w:rsidR="00B65DC9" w:rsidRDefault="00B65DC9" w:rsidP="00B65DC9">
      <w:r>
        <w:t>372.4673</w:t>
      </w:r>
      <w:r>
        <w:tab/>
        <w:t>1.266e-2</w:t>
      </w:r>
    </w:p>
    <w:p w:rsidR="00B65DC9" w:rsidRDefault="00B65DC9" w:rsidP="00B65DC9">
      <w:r>
        <w:t>372.4760</w:t>
      </w:r>
      <w:r>
        <w:tab/>
        <w:t>1.266e-2</w:t>
      </w:r>
    </w:p>
    <w:p w:rsidR="00B65DC9" w:rsidRDefault="00B65DC9" w:rsidP="00B65DC9">
      <w:r>
        <w:t>372.4886</w:t>
      </w:r>
      <w:r>
        <w:tab/>
        <w:t>1.083e0</w:t>
      </w:r>
    </w:p>
    <w:p w:rsidR="00B65DC9" w:rsidRDefault="00B65DC9" w:rsidP="00B65DC9">
      <w:r>
        <w:t>372.4923</w:t>
      </w:r>
      <w:r>
        <w:tab/>
        <w:t>1.266e-2</w:t>
      </w:r>
    </w:p>
    <w:p w:rsidR="00B65DC9" w:rsidRDefault="00B65DC9" w:rsidP="00B65DC9">
      <w:r>
        <w:t>372.5260</w:t>
      </w:r>
      <w:r>
        <w:tab/>
        <w:t>2.025e0</w:t>
      </w:r>
    </w:p>
    <w:p w:rsidR="00B65DC9" w:rsidRDefault="00B65DC9" w:rsidP="00B65DC9">
      <w:r>
        <w:t>372.5418</w:t>
      </w:r>
      <w:r>
        <w:tab/>
        <w:t>2.388e0</w:t>
      </w:r>
    </w:p>
    <w:p w:rsidR="00B65DC9" w:rsidRDefault="00B65DC9" w:rsidP="00B65DC9">
      <w:r>
        <w:t>372.6053</w:t>
      </w:r>
      <w:r>
        <w:tab/>
        <w:t>1.266e-2</w:t>
      </w:r>
    </w:p>
    <w:p w:rsidR="00B65DC9" w:rsidRDefault="00B65DC9" w:rsidP="00B65DC9">
      <w:r>
        <w:t>372.6112</w:t>
      </w:r>
      <w:r>
        <w:tab/>
        <w:t>2.025e0</w:t>
      </w:r>
    </w:p>
    <w:p w:rsidR="00B65DC9" w:rsidRDefault="00B65DC9" w:rsidP="00B65DC9">
      <w:r>
        <w:t>372.6125</w:t>
      </w:r>
      <w:r>
        <w:tab/>
        <w:t>2.025e0</w:t>
      </w:r>
    </w:p>
    <w:p w:rsidR="00B65DC9" w:rsidRDefault="00B65DC9" w:rsidP="00B65DC9">
      <w:r>
        <w:t>372.6475</w:t>
      </w:r>
      <w:r>
        <w:tab/>
        <w:t>1.013e0</w:t>
      </w:r>
    </w:p>
    <w:p w:rsidR="00B65DC9" w:rsidRDefault="00B65DC9" w:rsidP="00B65DC9">
      <w:r>
        <w:t>372.6727</w:t>
      </w:r>
      <w:r>
        <w:tab/>
        <w:t>1.013e0</w:t>
      </w:r>
    </w:p>
    <w:p w:rsidR="00B65DC9" w:rsidRDefault="00B65DC9" w:rsidP="00B65DC9">
      <w:r>
        <w:t>372.6772</w:t>
      </w:r>
      <w:r>
        <w:tab/>
        <w:t>3.038e0</w:t>
      </w:r>
    </w:p>
    <w:p w:rsidR="00B65DC9" w:rsidRDefault="00B65DC9" w:rsidP="00B65DC9">
      <w:r>
        <w:t>372.6810</w:t>
      </w:r>
      <w:r>
        <w:tab/>
        <w:t>1.025e0</w:t>
      </w:r>
    </w:p>
    <w:p w:rsidR="00B65DC9" w:rsidRDefault="00B65DC9" w:rsidP="00B65DC9">
      <w:r>
        <w:t>372.7121</w:t>
      </w:r>
      <w:r>
        <w:tab/>
        <w:t>1.038e0</w:t>
      </w:r>
    </w:p>
    <w:p w:rsidR="00B65DC9" w:rsidRDefault="00B65DC9" w:rsidP="00B65DC9">
      <w:r>
        <w:t>372.7236</w:t>
      </w:r>
      <w:r>
        <w:tab/>
        <w:t>2.025e0</w:t>
      </w:r>
    </w:p>
    <w:p w:rsidR="00B65DC9" w:rsidRDefault="00B65DC9" w:rsidP="00B65DC9">
      <w:r>
        <w:t>372.7346</w:t>
      </w:r>
      <w:r>
        <w:tab/>
        <w:t>1.013e0</w:t>
      </w:r>
    </w:p>
    <w:p w:rsidR="00B65DC9" w:rsidRDefault="00B65DC9" w:rsidP="00B65DC9">
      <w:r>
        <w:lastRenderedPageBreak/>
        <w:t>372.7748</w:t>
      </w:r>
      <w:r>
        <w:tab/>
        <w:t>2.532e-2</w:t>
      </w:r>
    </w:p>
    <w:p w:rsidR="00B65DC9" w:rsidRDefault="00B65DC9" w:rsidP="00B65DC9">
      <w:r>
        <w:t>372.7810</w:t>
      </w:r>
      <w:r>
        <w:tab/>
        <w:t>1.266e-2</w:t>
      </w:r>
    </w:p>
    <w:p w:rsidR="00B65DC9" w:rsidRDefault="00B65DC9" w:rsidP="00B65DC9">
      <w:r>
        <w:t>372.8004</w:t>
      </w:r>
      <w:r>
        <w:tab/>
        <w:t>1.013e0</w:t>
      </w:r>
    </w:p>
    <w:p w:rsidR="00B65DC9" w:rsidRDefault="00B65DC9" w:rsidP="00B65DC9">
      <w:r>
        <w:t>372.8145</w:t>
      </w:r>
      <w:r>
        <w:tab/>
        <w:t>1.013e0</w:t>
      </w:r>
    </w:p>
    <w:p w:rsidR="00B65DC9" w:rsidRDefault="00B65DC9" w:rsidP="00B65DC9">
      <w:r>
        <w:t>372.8312</w:t>
      </w:r>
      <w:r>
        <w:tab/>
        <w:t>1.266e-2</w:t>
      </w:r>
    </w:p>
    <w:p w:rsidR="00B65DC9" w:rsidRDefault="00B65DC9" w:rsidP="00B65DC9">
      <w:r>
        <w:t>372.8523</w:t>
      </w:r>
      <w:r>
        <w:tab/>
        <w:t>1.013e0</w:t>
      </w:r>
    </w:p>
    <w:p w:rsidR="00B65DC9" w:rsidRDefault="00B65DC9" w:rsidP="00B65DC9">
      <w:r>
        <w:t>372.8811</w:t>
      </w:r>
      <w:r>
        <w:tab/>
        <w:t>2.025e0</w:t>
      </w:r>
    </w:p>
    <w:p w:rsidR="00B65DC9" w:rsidRDefault="00B65DC9" w:rsidP="00B65DC9">
      <w:r>
        <w:t>372.8899</w:t>
      </w:r>
      <w:r>
        <w:tab/>
        <w:t>2.025e0</w:t>
      </w:r>
    </w:p>
    <w:p w:rsidR="00B65DC9" w:rsidRDefault="00B65DC9" w:rsidP="00B65DC9">
      <w:r>
        <w:t>372.8933</w:t>
      </w:r>
      <w:r>
        <w:tab/>
        <w:t>1.266e-2</w:t>
      </w:r>
    </w:p>
    <w:p w:rsidR="00B65DC9" w:rsidRDefault="00B65DC9" w:rsidP="00B65DC9">
      <w:r>
        <w:t>372.9076</w:t>
      </w:r>
      <w:r>
        <w:tab/>
        <w:t>2.241e0</w:t>
      </w:r>
    </w:p>
    <w:p w:rsidR="00B65DC9" w:rsidRDefault="00B65DC9" w:rsidP="00B65DC9">
      <w:r>
        <w:t>372.9310</w:t>
      </w:r>
      <w:r>
        <w:tab/>
        <w:t>3.038e0</w:t>
      </w:r>
    </w:p>
    <w:p w:rsidR="00B65DC9" w:rsidRDefault="00B65DC9" w:rsidP="00B65DC9">
      <w:r>
        <w:t>372.9320</w:t>
      </w:r>
      <w:r>
        <w:tab/>
        <w:t>3.798e-2</w:t>
      </w:r>
    </w:p>
    <w:p w:rsidR="00B65DC9" w:rsidRDefault="00B65DC9" w:rsidP="00B65DC9">
      <w:r>
        <w:t>372.9434</w:t>
      </w:r>
      <w:r>
        <w:tab/>
        <w:t>5.063e0</w:t>
      </w:r>
    </w:p>
    <w:p w:rsidR="00B65DC9" w:rsidRDefault="00B65DC9" w:rsidP="00B65DC9">
      <w:r>
        <w:t>372.9692</w:t>
      </w:r>
      <w:r>
        <w:tab/>
        <w:t>1.013e0</w:t>
      </w:r>
    </w:p>
    <w:p w:rsidR="00B65DC9" w:rsidRDefault="00B65DC9" w:rsidP="00B65DC9">
      <w:r>
        <w:t>372.9942</w:t>
      </w:r>
      <w:r>
        <w:tab/>
        <w:t>1.266e-2</w:t>
      </w:r>
    </w:p>
    <w:p w:rsidR="00B65DC9" w:rsidRDefault="00B65DC9" w:rsidP="00B65DC9">
      <w:r>
        <w:t>373.0243</w:t>
      </w:r>
      <w:r>
        <w:tab/>
        <w:t>1.038e0</w:t>
      </w:r>
    </w:p>
    <w:p w:rsidR="00B65DC9" w:rsidRDefault="00B65DC9" w:rsidP="00B65DC9">
      <w:r>
        <w:t>373.0276</w:t>
      </w:r>
      <w:r>
        <w:tab/>
        <w:t>4.285e0</w:t>
      </w:r>
    </w:p>
    <w:p w:rsidR="00B65DC9" w:rsidRDefault="00B65DC9" w:rsidP="00B65DC9">
      <w:r>
        <w:t>373.0675</w:t>
      </w:r>
      <w:r>
        <w:tab/>
        <w:t>2.025e0</w:t>
      </w:r>
    </w:p>
    <w:p w:rsidR="00B65DC9" w:rsidRDefault="00B65DC9" w:rsidP="00B65DC9">
      <w:r>
        <w:t>373.0724</w:t>
      </w:r>
      <w:r>
        <w:tab/>
        <w:t>1.013e0</w:t>
      </w:r>
    </w:p>
    <w:p w:rsidR="00B65DC9" w:rsidRDefault="00B65DC9" w:rsidP="00B65DC9">
      <w:r>
        <w:lastRenderedPageBreak/>
        <w:t>373.0995</w:t>
      </w:r>
      <w:r>
        <w:tab/>
        <w:t>1.013e0</w:t>
      </w:r>
    </w:p>
    <w:p w:rsidR="00B65DC9" w:rsidRDefault="00B65DC9" w:rsidP="00B65DC9">
      <w:r>
        <w:t>373.1254</w:t>
      </w:r>
      <w:r>
        <w:tab/>
        <w:t>1.038e0</w:t>
      </w:r>
    </w:p>
    <w:p w:rsidR="00B65DC9" w:rsidRDefault="00B65DC9" w:rsidP="00B65DC9">
      <w:r>
        <w:t>373.1366</w:t>
      </w:r>
      <w:r>
        <w:tab/>
        <w:t>1.038e0</w:t>
      </w:r>
    </w:p>
    <w:p w:rsidR="00B65DC9" w:rsidRDefault="00B65DC9" w:rsidP="00B65DC9">
      <w:r>
        <w:t>373.1608</w:t>
      </w:r>
      <w:r>
        <w:tab/>
        <w:t>3.635e0</w:t>
      </w:r>
    </w:p>
    <w:p w:rsidR="00B65DC9" w:rsidRDefault="00B65DC9" w:rsidP="00B65DC9">
      <w:r>
        <w:t>373.1962</w:t>
      </w:r>
      <w:r>
        <w:tab/>
        <w:t>4.432e0</w:t>
      </w:r>
    </w:p>
    <w:p w:rsidR="00B65DC9" w:rsidRDefault="00B65DC9" w:rsidP="00B65DC9">
      <w:r>
        <w:t>373.2155</w:t>
      </w:r>
      <w:r>
        <w:tab/>
        <w:t>5.610e0</w:t>
      </w:r>
    </w:p>
    <w:p w:rsidR="00B65DC9" w:rsidRDefault="00B65DC9" w:rsidP="00B65DC9">
      <w:r>
        <w:t>373.2583</w:t>
      </w:r>
      <w:r>
        <w:tab/>
        <w:t>1.266e-2</w:t>
      </w:r>
    </w:p>
    <w:p w:rsidR="00B65DC9" w:rsidRDefault="00B65DC9" w:rsidP="00B65DC9">
      <w:r>
        <w:t>373.2654</w:t>
      </w:r>
      <w:r>
        <w:tab/>
        <w:t>2.038e0</w:t>
      </w:r>
    </w:p>
    <w:p w:rsidR="00B65DC9" w:rsidRDefault="00B65DC9" w:rsidP="00B65DC9">
      <w:r>
        <w:t>373.2783</w:t>
      </w:r>
      <w:r>
        <w:tab/>
        <w:t>1.038e0</w:t>
      </w:r>
    </w:p>
    <w:p w:rsidR="00B65DC9" w:rsidRDefault="00B65DC9" w:rsidP="00B65DC9">
      <w:r>
        <w:t>373.2920</w:t>
      </w:r>
      <w:r>
        <w:tab/>
        <w:t>2.025e0</w:t>
      </w:r>
    </w:p>
    <w:p w:rsidR="00B65DC9" w:rsidRDefault="00B65DC9" w:rsidP="00B65DC9">
      <w:r>
        <w:t>373.3074</w:t>
      </w:r>
      <w:r>
        <w:tab/>
        <w:t>3.038e0</w:t>
      </w:r>
    </w:p>
    <w:p w:rsidR="00B65DC9" w:rsidRDefault="00B65DC9" w:rsidP="00B65DC9">
      <w:r>
        <w:t>373.3106</w:t>
      </w:r>
      <w:r>
        <w:tab/>
        <w:t>3.038e0</w:t>
      </w:r>
    </w:p>
    <w:p w:rsidR="00B65DC9" w:rsidRDefault="00B65DC9" w:rsidP="00B65DC9">
      <w:r>
        <w:t>373.3188</w:t>
      </w:r>
      <w:r>
        <w:tab/>
        <w:t>2.025e0</w:t>
      </w:r>
    </w:p>
    <w:p w:rsidR="00B65DC9" w:rsidRDefault="00B65DC9" w:rsidP="00B65DC9">
      <w:r>
        <w:t>373.3470</w:t>
      </w:r>
      <w:r>
        <w:tab/>
        <w:t>5.063e0</w:t>
      </w:r>
    </w:p>
    <w:p w:rsidR="00B65DC9" w:rsidRDefault="00B65DC9" w:rsidP="00B65DC9">
      <w:r>
        <w:t>373.3596</w:t>
      </w:r>
      <w:r>
        <w:tab/>
        <w:t>4.776e0</w:t>
      </w:r>
    </w:p>
    <w:p w:rsidR="00B65DC9" w:rsidRDefault="00B65DC9" w:rsidP="00B65DC9">
      <w:r>
        <w:t>373.3671</w:t>
      </w:r>
      <w:r>
        <w:tab/>
        <w:t>2.532e-2</w:t>
      </w:r>
    </w:p>
    <w:p w:rsidR="00B65DC9" w:rsidRDefault="00B65DC9" w:rsidP="00B65DC9">
      <w:r>
        <w:t>373.3716</w:t>
      </w:r>
      <w:r>
        <w:tab/>
        <w:t>4.811e0</w:t>
      </w:r>
    </w:p>
    <w:p w:rsidR="00B65DC9" w:rsidRDefault="00B65DC9" w:rsidP="00B65DC9">
      <w:r>
        <w:t>373.4111</w:t>
      </w:r>
      <w:r>
        <w:tab/>
        <w:t>1.013e0</w:t>
      </w:r>
    </w:p>
    <w:p w:rsidR="00B65DC9" w:rsidRDefault="00B65DC9" w:rsidP="00B65DC9">
      <w:r>
        <w:t>373.4377</w:t>
      </w:r>
      <w:r>
        <w:tab/>
        <w:t>1.266e-2</w:t>
      </w:r>
    </w:p>
    <w:p w:rsidR="00B65DC9" w:rsidRDefault="00B65DC9" w:rsidP="00B65DC9">
      <w:r>
        <w:lastRenderedPageBreak/>
        <w:t>373.4604</w:t>
      </w:r>
      <w:r>
        <w:tab/>
        <w:t>2.025e0</w:t>
      </w:r>
    </w:p>
    <w:p w:rsidR="00B65DC9" w:rsidRDefault="00B65DC9" w:rsidP="00B65DC9">
      <w:r>
        <w:t>373.4922</w:t>
      </w:r>
      <w:r>
        <w:tab/>
        <w:t>1.013e0</w:t>
      </w:r>
    </w:p>
    <w:p w:rsidR="00B65DC9" w:rsidRDefault="00B65DC9" w:rsidP="00B65DC9">
      <w:r>
        <w:t>373.4975</w:t>
      </w:r>
      <w:r>
        <w:tab/>
        <w:t>1.266e-2</w:t>
      </w:r>
    </w:p>
    <w:p w:rsidR="00B65DC9" w:rsidRDefault="00B65DC9" w:rsidP="00B65DC9">
      <w:r>
        <w:t>373.5093</w:t>
      </w:r>
      <w:r>
        <w:tab/>
        <w:t>1.266e-2</w:t>
      </w:r>
    </w:p>
    <w:p w:rsidR="00B65DC9" w:rsidRDefault="00B65DC9" w:rsidP="00B65DC9">
      <w:r>
        <w:t>373.5476</w:t>
      </w:r>
      <w:r>
        <w:tab/>
        <w:t>2.025e0</w:t>
      </w:r>
    </w:p>
    <w:p w:rsidR="00B65DC9" w:rsidRDefault="00B65DC9" w:rsidP="00B65DC9">
      <w:r>
        <w:t>373.5706</w:t>
      </w:r>
      <w:r>
        <w:tab/>
        <w:t>1.266e-2</w:t>
      </w:r>
    </w:p>
    <w:p w:rsidR="00B65DC9" w:rsidRDefault="00B65DC9" w:rsidP="00B65DC9">
      <w:r>
        <w:t>373.5764</w:t>
      </w:r>
      <w:r>
        <w:tab/>
        <w:t>2.038e0</w:t>
      </w:r>
    </w:p>
    <w:p w:rsidR="00B65DC9" w:rsidRDefault="00B65DC9" w:rsidP="00B65DC9">
      <w:r>
        <w:t>373.5829</w:t>
      </w:r>
      <w:r>
        <w:tab/>
        <w:t>2.532e-2</w:t>
      </w:r>
    </w:p>
    <w:p w:rsidR="00B65DC9" w:rsidRDefault="00B65DC9" w:rsidP="00B65DC9">
      <w:r>
        <w:t>373.6441</w:t>
      </w:r>
      <w:r>
        <w:tab/>
        <w:t>1.013e0</w:t>
      </w:r>
    </w:p>
    <w:p w:rsidR="00B65DC9" w:rsidRDefault="00B65DC9" w:rsidP="00B65DC9">
      <w:r>
        <w:t>373.6473</w:t>
      </w:r>
      <w:r>
        <w:tab/>
        <w:t>1.266e-2</w:t>
      </w:r>
    </w:p>
    <w:p w:rsidR="00B65DC9" w:rsidRDefault="00B65DC9" w:rsidP="00B65DC9">
      <w:r>
        <w:t>373.6756</w:t>
      </w:r>
      <w:r>
        <w:tab/>
        <w:t>1.025e0</w:t>
      </w:r>
    </w:p>
    <w:p w:rsidR="00B65DC9" w:rsidRDefault="00B65DC9" w:rsidP="00B65DC9">
      <w:r>
        <w:t>373.7234</w:t>
      </w:r>
      <w:r>
        <w:tab/>
        <w:t>1.013e0</w:t>
      </w:r>
    </w:p>
    <w:p w:rsidR="00B65DC9" w:rsidRDefault="00B65DC9" w:rsidP="00B65DC9">
      <w:r>
        <w:t>373.7345</w:t>
      </w:r>
      <w:r>
        <w:tab/>
        <w:t>2.025e0</w:t>
      </w:r>
    </w:p>
    <w:p w:rsidR="00B65DC9" w:rsidRDefault="00B65DC9" w:rsidP="00B65DC9">
      <w:r>
        <w:t>373.7501</w:t>
      </w:r>
      <w:r>
        <w:tab/>
        <w:t>1.013e0</w:t>
      </w:r>
    </w:p>
    <w:p w:rsidR="00B65DC9" w:rsidRDefault="00B65DC9" w:rsidP="00B65DC9">
      <w:r>
        <w:t>373.8064</w:t>
      </w:r>
      <w:r>
        <w:tab/>
        <w:t>1.025e0</w:t>
      </w:r>
    </w:p>
    <w:p w:rsidR="00B65DC9" w:rsidRDefault="00B65DC9" w:rsidP="00B65DC9">
      <w:r>
        <w:t>373.8140</w:t>
      </w:r>
      <w:r>
        <w:tab/>
        <w:t>2.025e0</w:t>
      </w:r>
    </w:p>
    <w:p w:rsidR="00B65DC9" w:rsidRDefault="00B65DC9" w:rsidP="00B65DC9">
      <w:r>
        <w:t>373.8183</w:t>
      </w:r>
      <w:r>
        <w:tab/>
        <w:t>3.038e0</w:t>
      </w:r>
    </w:p>
    <w:p w:rsidR="00B65DC9" w:rsidRDefault="00B65DC9" w:rsidP="00B65DC9">
      <w:r>
        <w:t>373.8755</w:t>
      </w:r>
      <w:r>
        <w:tab/>
        <w:t>3.038e0</w:t>
      </w:r>
    </w:p>
    <w:p w:rsidR="00B65DC9" w:rsidRDefault="00B65DC9" w:rsidP="00B65DC9">
      <w:r>
        <w:t>373.8984</w:t>
      </w:r>
      <w:r>
        <w:tab/>
        <w:t>3.572e0</w:t>
      </w:r>
    </w:p>
    <w:p w:rsidR="00B65DC9" w:rsidRDefault="00B65DC9" w:rsidP="00B65DC9">
      <w:r>
        <w:lastRenderedPageBreak/>
        <w:t>373.9076</w:t>
      </w:r>
      <w:r>
        <w:tab/>
        <w:t>3.038e0</w:t>
      </w:r>
    </w:p>
    <w:p w:rsidR="00B65DC9" w:rsidRDefault="00B65DC9" w:rsidP="00B65DC9">
      <w:r>
        <w:t>373.9496</w:t>
      </w:r>
      <w:r>
        <w:tab/>
        <w:t>1.214e0</w:t>
      </w:r>
    </w:p>
    <w:p w:rsidR="00B65DC9" w:rsidRDefault="00B65DC9" w:rsidP="00B65DC9">
      <w:r>
        <w:t>373.9658</w:t>
      </w:r>
      <w:r>
        <w:tab/>
        <w:t>2.532e-2</w:t>
      </w:r>
    </w:p>
    <w:p w:rsidR="00B65DC9" w:rsidRDefault="00B65DC9" w:rsidP="00B65DC9">
      <w:r>
        <w:t>373.9715</w:t>
      </w:r>
      <w:r>
        <w:tab/>
        <w:t>1.470e0</w:t>
      </w:r>
    </w:p>
    <w:p w:rsidR="00B65DC9" w:rsidRDefault="00B65DC9" w:rsidP="00B65DC9">
      <w:r>
        <w:t>373.9968</w:t>
      </w:r>
      <w:r>
        <w:tab/>
        <w:t>3.038e0</w:t>
      </w:r>
    </w:p>
    <w:p w:rsidR="00B65DC9" w:rsidRDefault="00B65DC9" w:rsidP="00B65DC9">
      <w:r>
        <w:t>374.0362</w:t>
      </w:r>
      <w:r>
        <w:tab/>
        <w:t>1.266e-2</w:t>
      </w:r>
    </w:p>
    <w:p w:rsidR="00B65DC9" w:rsidRDefault="00B65DC9" w:rsidP="00B65DC9">
      <w:r>
        <w:t>374.0510</w:t>
      </w:r>
      <w:r>
        <w:tab/>
        <w:t>2.025e0</w:t>
      </w:r>
    </w:p>
    <w:p w:rsidR="00B65DC9" w:rsidRDefault="00B65DC9" w:rsidP="00B65DC9">
      <w:r>
        <w:t>374.0629</w:t>
      </w:r>
      <w:r>
        <w:tab/>
        <w:t>4.051e0</w:t>
      </w:r>
    </w:p>
    <w:p w:rsidR="00B65DC9" w:rsidRDefault="00B65DC9" w:rsidP="00B65DC9">
      <w:r>
        <w:t>374.0810</w:t>
      </w:r>
      <w:r>
        <w:tab/>
        <w:t>2.025e0</w:t>
      </w:r>
    </w:p>
    <w:p w:rsidR="00B65DC9" w:rsidRDefault="00B65DC9" w:rsidP="00B65DC9">
      <w:r>
        <w:t>374.1159</w:t>
      </w:r>
      <w:r>
        <w:tab/>
        <w:t>2.532e-2</w:t>
      </w:r>
    </w:p>
    <w:p w:rsidR="00B65DC9" w:rsidRDefault="00B65DC9" w:rsidP="00B65DC9">
      <w:r>
        <w:t>374.1331</w:t>
      </w:r>
      <w:r>
        <w:tab/>
        <w:t>4.051e0</w:t>
      </w:r>
    </w:p>
    <w:p w:rsidR="00B65DC9" w:rsidRDefault="00B65DC9" w:rsidP="00B65DC9">
      <w:r>
        <w:t>374.1805</w:t>
      </w:r>
      <w:r>
        <w:tab/>
        <w:t>2.902e0</w:t>
      </w:r>
    </w:p>
    <w:p w:rsidR="00B65DC9" w:rsidRDefault="00B65DC9" w:rsidP="00B65DC9">
      <w:r>
        <w:t>374.1972</w:t>
      </w:r>
      <w:r>
        <w:tab/>
        <w:t>2.303e0</w:t>
      </w:r>
    </w:p>
    <w:p w:rsidR="00B65DC9" w:rsidRDefault="00B65DC9" w:rsidP="00B65DC9">
      <w:r>
        <w:t>374.1984</w:t>
      </w:r>
      <w:r>
        <w:tab/>
        <w:t>1.641e0</w:t>
      </w:r>
    </w:p>
    <w:p w:rsidR="00B65DC9" w:rsidRDefault="00B65DC9" w:rsidP="00B65DC9">
      <w:r>
        <w:t>374.1998</w:t>
      </w:r>
      <w:r>
        <w:tab/>
        <w:t>3.038e0</w:t>
      </w:r>
    </w:p>
    <w:p w:rsidR="00B65DC9" w:rsidRDefault="00B65DC9" w:rsidP="00B65DC9">
      <w:r>
        <w:t>374.2561</w:t>
      </w:r>
      <w:r>
        <w:tab/>
        <w:t>1.051e0</w:t>
      </w:r>
    </w:p>
    <w:p w:rsidR="00B65DC9" w:rsidRDefault="00B65DC9" w:rsidP="00B65DC9">
      <w:r>
        <w:t>374.2750</w:t>
      </w:r>
      <w:r>
        <w:tab/>
        <w:t>2.038e0</w:t>
      </w:r>
    </w:p>
    <w:p w:rsidR="00B65DC9" w:rsidRDefault="00B65DC9" w:rsidP="00B65DC9">
      <w:r>
        <w:t>374.3051</w:t>
      </w:r>
      <w:r>
        <w:tab/>
        <w:t>7.089e0</w:t>
      </w:r>
    </w:p>
    <w:p w:rsidR="00B65DC9" w:rsidRDefault="00B65DC9" w:rsidP="00B65DC9">
      <w:r>
        <w:t>374.3130</w:t>
      </w:r>
      <w:r>
        <w:tab/>
        <w:t>4.051e0</w:t>
      </w:r>
    </w:p>
    <w:p w:rsidR="00B65DC9" w:rsidRDefault="00B65DC9" w:rsidP="00B65DC9">
      <w:r>
        <w:lastRenderedPageBreak/>
        <w:t>374.3257</w:t>
      </w:r>
      <w:r>
        <w:tab/>
        <w:t>1.013e0</w:t>
      </w:r>
    </w:p>
    <w:p w:rsidR="00B65DC9" w:rsidRDefault="00B65DC9" w:rsidP="00B65DC9">
      <w:r>
        <w:t>374.4037</w:t>
      </w:r>
      <w:r>
        <w:tab/>
        <w:t>2.025e0</w:t>
      </w:r>
    </w:p>
    <w:p w:rsidR="00B65DC9" w:rsidRDefault="00B65DC9" w:rsidP="00B65DC9">
      <w:r>
        <w:t>374.4178</w:t>
      </w:r>
      <w:r>
        <w:tab/>
        <w:t>1.013e0</w:t>
      </w:r>
    </w:p>
    <w:p w:rsidR="00B65DC9" w:rsidRDefault="00B65DC9" w:rsidP="00B65DC9">
      <w:r>
        <w:t>374.4388</w:t>
      </w:r>
      <w:r>
        <w:tab/>
        <w:t>1.013e0</w:t>
      </w:r>
    </w:p>
    <w:p w:rsidR="00B65DC9" w:rsidRDefault="00B65DC9" w:rsidP="00B65DC9">
      <w:r>
        <w:t>374.4598</w:t>
      </w:r>
      <w:r>
        <w:tab/>
        <w:t>1.013e0</w:t>
      </w:r>
    </w:p>
    <w:p w:rsidR="00B65DC9" w:rsidRDefault="00B65DC9" w:rsidP="00B65DC9">
      <w:r>
        <w:t>374.5132</w:t>
      </w:r>
      <w:r>
        <w:tab/>
        <w:t>2.532e-2</w:t>
      </w:r>
    </w:p>
    <w:p w:rsidR="00B65DC9" w:rsidRDefault="00B65DC9" w:rsidP="00B65DC9">
      <w:r>
        <w:t>374.5227</w:t>
      </w:r>
      <w:r>
        <w:tab/>
        <w:t>3.038e0</w:t>
      </w:r>
    </w:p>
    <w:p w:rsidR="00B65DC9" w:rsidRDefault="00B65DC9" w:rsidP="00B65DC9">
      <w:r>
        <w:t>374.5309</w:t>
      </w:r>
      <w:r>
        <w:tab/>
        <w:t>1.266e-2</w:t>
      </w:r>
    </w:p>
    <w:p w:rsidR="00B65DC9" w:rsidRDefault="00B65DC9" w:rsidP="00B65DC9">
      <w:r>
        <w:t>374.5425</w:t>
      </w:r>
      <w:r>
        <w:tab/>
        <w:t>1.013e0</w:t>
      </w:r>
    </w:p>
    <w:p w:rsidR="00B65DC9" w:rsidRDefault="00B65DC9" w:rsidP="00B65DC9">
      <w:r>
        <w:t>374.6103</w:t>
      </w:r>
      <w:r>
        <w:tab/>
        <w:t>1.025e0</w:t>
      </w:r>
    </w:p>
    <w:p w:rsidR="00B65DC9" w:rsidRDefault="00B65DC9" w:rsidP="00B65DC9">
      <w:r>
        <w:t>374.6227</w:t>
      </w:r>
      <w:r>
        <w:tab/>
        <w:t>2.025e0</w:t>
      </w:r>
    </w:p>
    <w:p w:rsidR="00B65DC9" w:rsidRDefault="00B65DC9" w:rsidP="00B65DC9">
      <w:r>
        <w:t>374.6557</w:t>
      </w:r>
      <w:r>
        <w:tab/>
        <w:t>1.266e-2</w:t>
      </w:r>
    </w:p>
    <w:p w:rsidR="00B65DC9" w:rsidRDefault="00B65DC9" w:rsidP="00B65DC9">
      <w:r>
        <w:t>374.6650</w:t>
      </w:r>
      <w:r>
        <w:tab/>
        <w:t>1.013e0</w:t>
      </w:r>
    </w:p>
    <w:p w:rsidR="00B65DC9" w:rsidRDefault="00B65DC9" w:rsidP="00B65DC9">
      <w:r>
        <w:t>374.6686</w:t>
      </w:r>
      <w:r>
        <w:tab/>
        <w:t>1.266e-2</w:t>
      </w:r>
    </w:p>
    <w:p w:rsidR="00B65DC9" w:rsidRDefault="00B65DC9" w:rsidP="00B65DC9">
      <w:r>
        <w:t>374.6965</w:t>
      </w:r>
      <w:r>
        <w:tab/>
        <w:t>2.025e0</w:t>
      </w:r>
    </w:p>
    <w:p w:rsidR="00B65DC9" w:rsidRDefault="00B65DC9" w:rsidP="00B65DC9">
      <w:r>
        <w:t>374.7054</w:t>
      </w:r>
      <w:r>
        <w:tab/>
        <w:t>3.038e0</w:t>
      </w:r>
    </w:p>
    <w:p w:rsidR="00B65DC9" w:rsidRDefault="00B65DC9" w:rsidP="00B65DC9">
      <w:r>
        <w:t>374.7482</w:t>
      </w:r>
      <w:r>
        <w:tab/>
        <w:t>2.025e0</w:t>
      </w:r>
    </w:p>
    <w:p w:rsidR="00B65DC9" w:rsidRDefault="00B65DC9" w:rsidP="00B65DC9">
      <w:r>
        <w:t>374.7624</w:t>
      </w:r>
      <w:r>
        <w:tab/>
        <w:t>2.025e0</w:t>
      </w:r>
    </w:p>
    <w:p w:rsidR="00B65DC9" w:rsidRDefault="00B65DC9" w:rsidP="00B65DC9">
      <w:r>
        <w:t>374.7819</w:t>
      </w:r>
      <w:r>
        <w:tab/>
        <w:t>1.266e-2</w:t>
      </w:r>
    </w:p>
    <w:p w:rsidR="00B65DC9" w:rsidRDefault="00B65DC9" w:rsidP="00B65DC9">
      <w:r>
        <w:lastRenderedPageBreak/>
        <w:t>374.8241</w:t>
      </w:r>
      <w:r>
        <w:tab/>
        <w:t>1.013e0</w:t>
      </w:r>
    </w:p>
    <w:p w:rsidR="00B65DC9" w:rsidRDefault="00B65DC9" w:rsidP="00B65DC9">
      <w:r>
        <w:t>374.8556</w:t>
      </w:r>
      <w:r>
        <w:tab/>
        <w:t>2.025e0</w:t>
      </w:r>
    </w:p>
    <w:p w:rsidR="00B65DC9" w:rsidRDefault="00B65DC9" w:rsidP="00B65DC9">
      <w:r>
        <w:t>374.8701</w:t>
      </w:r>
      <w:r>
        <w:tab/>
        <w:t>1.266e-2</w:t>
      </w:r>
    </w:p>
    <w:p w:rsidR="00B65DC9" w:rsidRDefault="00B65DC9" w:rsidP="00B65DC9">
      <w:r>
        <w:t>374.9122</w:t>
      </w:r>
      <w:r>
        <w:tab/>
        <w:t>1.266e-2</w:t>
      </w:r>
    </w:p>
    <w:p w:rsidR="00B65DC9" w:rsidRDefault="00B65DC9" w:rsidP="00B65DC9">
      <w:r>
        <w:t>374.9178</w:t>
      </w:r>
      <w:r>
        <w:tab/>
        <w:t>2.025e0</w:t>
      </w:r>
    </w:p>
    <w:p w:rsidR="00B65DC9" w:rsidRDefault="00B65DC9" w:rsidP="00B65DC9">
      <w:r>
        <w:t>374.9250</w:t>
      </w:r>
      <w:r>
        <w:tab/>
        <w:t>2.025e0</w:t>
      </w:r>
    </w:p>
    <w:p w:rsidR="00B65DC9" w:rsidRDefault="00B65DC9" w:rsidP="00B65DC9">
      <w:r>
        <w:t>374.9543</w:t>
      </w:r>
      <w:r>
        <w:tab/>
        <w:t>3.051e0</w:t>
      </w:r>
    </w:p>
    <w:p w:rsidR="00B65DC9" w:rsidRDefault="00B65DC9" w:rsidP="00B65DC9">
      <w:r>
        <w:t>374.9752</w:t>
      </w:r>
      <w:r>
        <w:tab/>
        <w:t>1.266e-2</w:t>
      </w:r>
    </w:p>
    <w:p w:rsidR="00B65DC9" w:rsidRDefault="00B65DC9" w:rsidP="00B65DC9">
      <w:r>
        <w:t>374.9792</w:t>
      </w:r>
      <w:r>
        <w:tab/>
        <w:t>2.038e0</w:t>
      </w:r>
    </w:p>
    <w:p w:rsidR="00B65DC9" w:rsidRDefault="00B65DC9" w:rsidP="00B65DC9">
      <w:r>
        <w:t>374.9918</w:t>
      </w:r>
      <w:r>
        <w:tab/>
        <w:t>2.025e0</w:t>
      </w:r>
    </w:p>
    <w:p w:rsidR="00B65DC9" w:rsidRDefault="00B65DC9" w:rsidP="00B65DC9">
      <w:r>
        <w:t>375.0123</w:t>
      </w:r>
      <w:r>
        <w:tab/>
        <w:t>2.532e-2</w:t>
      </w:r>
    </w:p>
    <w:p w:rsidR="00B65DC9" w:rsidRDefault="00B65DC9" w:rsidP="00B65DC9">
      <w:r>
        <w:t>375.0619</w:t>
      </w:r>
      <w:r>
        <w:tab/>
        <w:t>1.013e0</w:t>
      </w:r>
    </w:p>
    <w:p w:rsidR="00B65DC9" w:rsidRDefault="00B65DC9" w:rsidP="00B65DC9">
      <w:r>
        <w:t>375.1177</w:t>
      </w:r>
      <w:r>
        <w:tab/>
        <w:t>3.076e0</w:t>
      </w:r>
    </w:p>
    <w:p w:rsidR="00B65DC9" w:rsidRDefault="00B65DC9" w:rsidP="00B65DC9">
      <w:r>
        <w:t>375.1384</w:t>
      </w:r>
      <w:r>
        <w:tab/>
        <w:t>1.266e-2</w:t>
      </w:r>
    </w:p>
    <w:p w:rsidR="00B65DC9" w:rsidRDefault="00B65DC9" w:rsidP="00B65DC9">
      <w:r>
        <w:t>375.1925</w:t>
      </w:r>
      <w:r>
        <w:tab/>
        <w:t>2.532e-2</w:t>
      </w:r>
    </w:p>
    <w:p w:rsidR="00B65DC9" w:rsidRDefault="00B65DC9" w:rsidP="00B65DC9">
      <w:r>
        <w:t>375.2237</w:t>
      </w:r>
      <w:r>
        <w:tab/>
        <w:t>1.800e0</w:t>
      </w:r>
    </w:p>
    <w:p w:rsidR="00B65DC9" w:rsidRDefault="00B65DC9" w:rsidP="00B65DC9">
      <w:r>
        <w:t>375.2354</w:t>
      </w:r>
      <w:r>
        <w:tab/>
        <w:t>1.266e-2</w:t>
      </w:r>
    </w:p>
    <w:p w:rsidR="00B65DC9" w:rsidRDefault="00B65DC9" w:rsidP="00B65DC9">
      <w:r>
        <w:t>375.2415</w:t>
      </w:r>
      <w:r>
        <w:tab/>
        <w:t>7.045e-1</w:t>
      </w:r>
    </w:p>
    <w:p w:rsidR="00B65DC9" w:rsidRDefault="00B65DC9" w:rsidP="00B65DC9">
      <w:r>
        <w:t>375.2575</w:t>
      </w:r>
      <w:r>
        <w:tab/>
        <w:t>2.532e-2</w:t>
      </w:r>
    </w:p>
    <w:p w:rsidR="00B65DC9" w:rsidRDefault="00B65DC9" w:rsidP="00B65DC9">
      <w:r>
        <w:lastRenderedPageBreak/>
        <w:t>375.2979</w:t>
      </w:r>
      <w:r>
        <w:tab/>
        <w:t>2.025e0</w:t>
      </w:r>
    </w:p>
    <w:p w:rsidR="00B65DC9" w:rsidRDefault="00B65DC9" w:rsidP="00B65DC9">
      <w:r>
        <w:t>375.3607</w:t>
      </w:r>
      <w:r>
        <w:tab/>
        <w:t>1.013e0</w:t>
      </w:r>
    </w:p>
    <w:p w:rsidR="00B65DC9" w:rsidRDefault="00B65DC9" w:rsidP="00B65DC9">
      <w:r>
        <w:t>375.4107</w:t>
      </w:r>
      <w:r>
        <w:tab/>
        <w:t>1.266e-2</w:t>
      </w:r>
    </w:p>
    <w:p w:rsidR="00B65DC9" w:rsidRDefault="00B65DC9" w:rsidP="00B65DC9">
      <w:r>
        <w:t>375.4351</w:t>
      </w:r>
      <w:r>
        <w:tab/>
        <w:t>3.051e0</w:t>
      </w:r>
    </w:p>
    <w:p w:rsidR="00B65DC9" w:rsidRDefault="00B65DC9" w:rsidP="00B65DC9">
      <w:r>
        <w:t>375.4567</w:t>
      </w:r>
      <w:r>
        <w:tab/>
        <w:t>1.025e0</w:t>
      </w:r>
    </w:p>
    <w:p w:rsidR="00B65DC9" w:rsidRDefault="00B65DC9" w:rsidP="00B65DC9">
      <w:r>
        <w:t>375.4841</w:t>
      </w:r>
      <w:r>
        <w:tab/>
        <w:t>2.025e0</w:t>
      </w:r>
    </w:p>
    <w:p w:rsidR="00B65DC9" w:rsidRDefault="00B65DC9" w:rsidP="00B65DC9">
      <w:r>
        <w:t>375.5291</w:t>
      </w:r>
      <w:r>
        <w:tab/>
        <w:t>1.013e0</w:t>
      </w:r>
    </w:p>
    <w:p w:rsidR="00B65DC9" w:rsidRDefault="00B65DC9" w:rsidP="00B65DC9">
      <w:r>
        <w:t>375.5421</w:t>
      </w:r>
      <w:r>
        <w:tab/>
        <w:t>3.038e0</w:t>
      </w:r>
    </w:p>
    <w:p w:rsidR="00B65DC9" w:rsidRDefault="00B65DC9" w:rsidP="00B65DC9">
      <w:r>
        <w:t>375.5558</w:t>
      </w:r>
      <w:r>
        <w:tab/>
        <w:t>1.013e0</w:t>
      </w:r>
    </w:p>
    <w:p w:rsidR="00B65DC9" w:rsidRDefault="00B65DC9" w:rsidP="00B65DC9">
      <w:r>
        <w:t>375.5703</w:t>
      </w:r>
      <w:r>
        <w:tab/>
        <w:t>1.013e0</w:t>
      </w:r>
    </w:p>
    <w:p w:rsidR="00B65DC9" w:rsidRDefault="00B65DC9" w:rsidP="00B65DC9">
      <w:r>
        <w:t>375.5958</w:t>
      </w:r>
      <w:r>
        <w:tab/>
        <w:t>2.025e0</w:t>
      </w:r>
    </w:p>
    <w:p w:rsidR="00B65DC9" w:rsidRDefault="00B65DC9" w:rsidP="00B65DC9">
      <w:r>
        <w:t>375.6086</w:t>
      </w:r>
      <w:r>
        <w:tab/>
        <w:t>1.013e0</w:t>
      </w:r>
    </w:p>
    <w:p w:rsidR="00B65DC9" w:rsidRDefault="00B65DC9" w:rsidP="00B65DC9">
      <w:r>
        <w:t>375.7006</w:t>
      </w:r>
      <w:r>
        <w:tab/>
        <w:t>1.266e-2</w:t>
      </w:r>
    </w:p>
    <w:p w:rsidR="00B65DC9" w:rsidRDefault="00B65DC9" w:rsidP="00B65DC9">
      <w:r>
        <w:t>375.7424</w:t>
      </w:r>
      <w:r>
        <w:tab/>
        <w:t>1.025e0</w:t>
      </w:r>
    </w:p>
    <w:p w:rsidR="00B65DC9" w:rsidRDefault="00B65DC9" w:rsidP="00B65DC9">
      <w:r>
        <w:t>375.7767</w:t>
      </w:r>
      <w:r>
        <w:tab/>
        <w:t>1.013e0</w:t>
      </w:r>
    </w:p>
    <w:p w:rsidR="00B65DC9" w:rsidRDefault="00B65DC9" w:rsidP="00B65DC9">
      <w:r>
        <w:t>375.8297</w:t>
      </w:r>
      <w:r>
        <w:tab/>
        <w:t>1.013e0</w:t>
      </w:r>
    </w:p>
    <w:p w:rsidR="00B65DC9" w:rsidRDefault="00B65DC9" w:rsidP="00B65DC9">
      <w:r>
        <w:t>375.8804</w:t>
      </w:r>
      <w:r>
        <w:tab/>
        <w:t>1.013e0</w:t>
      </w:r>
    </w:p>
    <w:p w:rsidR="00B65DC9" w:rsidRDefault="00B65DC9" w:rsidP="00B65DC9">
      <w:r>
        <w:t>375.9231</w:t>
      </w:r>
      <w:r>
        <w:tab/>
        <w:t>3.038e0</w:t>
      </w:r>
    </w:p>
    <w:p w:rsidR="00B65DC9" w:rsidRDefault="00B65DC9" w:rsidP="00B65DC9">
      <w:r>
        <w:t>375.9265</w:t>
      </w:r>
      <w:r>
        <w:tab/>
        <w:t>1.266e-2</w:t>
      </w:r>
    </w:p>
    <w:p w:rsidR="00B65DC9" w:rsidRDefault="00B65DC9" w:rsidP="00B65DC9">
      <w:r>
        <w:lastRenderedPageBreak/>
        <w:t>375.9394</w:t>
      </w:r>
      <w:r>
        <w:tab/>
        <w:t>3.038e0</w:t>
      </w:r>
    </w:p>
    <w:p w:rsidR="00B65DC9" w:rsidRDefault="00B65DC9" w:rsidP="00B65DC9">
      <w:r>
        <w:t>376.0083</w:t>
      </w:r>
      <w:r>
        <w:tab/>
        <w:t>2.025e0</w:t>
      </w:r>
    </w:p>
    <w:p w:rsidR="00B65DC9" w:rsidRDefault="00B65DC9" w:rsidP="00B65DC9">
      <w:r>
        <w:t>376.0220</w:t>
      </w:r>
      <w:r>
        <w:tab/>
        <w:t>2.025e0</w:t>
      </w:r>
    </w:p>
    <w:p w:rsidR="00B65DC9" w:rsidRDefault="00B65DC9" w:rsidP="00B65DC9">
      <w:r>
        <w:t>376.0475</w:t>
      </w:r>
      <w:r>
        <w:tab/>
        <w:t>2.025e0</w:t>
      </w:r>
    </w:p>
    <w:p w:rsidR="00B65DC9" w:rsidRDefault="00B65DC9" w:rsidP="00B65DC9">
      <w:r>
        <w:t>376.0507</w:t>
      </w:r>
      <w:r>
        <w:tab/>
        <w:t>1.013e0</w:t>
      </w:r>
    </w:p>
    <w:p w:rsidR="00B65DC9" w:rsidRDefault="00B65DC9" w:rsidP="00B65DC9">
      <w:r>
        <w:t>376.0939</w:t>
      </w:r>
      <w:r>
        <w:tab/>
        <w:t>2.532e-2</w:t>
      </w:r>
    </w:p>
    <w:p w:rsidR="00B65DC9" w:rsidRDefault="00B65DC9" w:rsidP="00B65DC9">
      <w:r>
        <w:t>376.0977</w:t>
      </w:r>
      <w:r>
        <w:tab/>
        <w:t>2.025e0</w:t>
      </w:r>
    </w:p>
    <w:p w:rsidR="00B65DC9" w:rsidRDefault="00B65DC9" w:rsidP="00B65DC9">
      <w:r>
        <w:t>376.1443</w:t>
      </w:r>
      <w:r>
        <w:tab/>
        <w:t>1.266e-2</w:t>
      </w:r>
    </w:p>
    <w:p w:rsidR="00B65DC9" w:rsidRDefault="00B65DC9" w:rsidP="00B65DC9">
      <w:r>
        <w:t>376.1576</w:t>
      </w:r>
      <w:r>
        <w:tab/>
        <w:t>1.025e0</w:t>
      </w:r>
    </w:p>
    <w:p w:rsidR="00B65DC9" w:rsidRDefault="00B65DC9" w:rsidP="00B65DC9">
      <w:r>
        <w:t>376.1652</w:t>
      </w:r>
      <w:r>
        <w:tab/>
        <w:t>2.025e0</w:t>
      </w:r>
    </w:p>
    <w:p w:rsidR="00B65DC9" w:rsidRDefault="00B65DC9" w:rsidP="00B65DC9">
      <w:r>
        <w:t>376.1701</w:t>
      </w:r>
      <w:r>
        <w:tab/>
        <w:t>1.266e-2</w:t>
      </w:r>
    </w:p>
    <w:p w:rsidR="00B65DC9" w:rsidRDefault="00B65DC9" w:rsidP="00B65DC9">
      <w:r>
        <w:t>376.1949</w:t>
      </w:r>
      <w:r>
        <w:tab/>
        <w:t>1.013e0</w:t>
      </w:r>
    </w:p>
    <w:p w:rsidR="00B65DC9" w:rsidRDefault="00B65DC9" w:rsidP="00B65DC9">
      <w:r>
        <w:t>376.1989</w:t>
      </w:r>
      <w:r>
        <w:tab/>
        <w:t>1.013e0</w:t>
      </w:r>
    </w:p>
    <w:p w:rsidR="00B65DC9" w:rsidRDefault="00B65DC9" w:rsidP="00B65DC9">
      <w:r>
        <w:t>376.2059</w:t>
      </w:r>
      <w:r>
        <w:tab/>
        <w:t>2.025e0</w:t>
      </w:r>
    </w:p>
    <w:p w:rsidR="00B65DC9" w:rsidRDefault="00B65DC9" w:rsidP="00B65DC9">
      <w:r>
        <w:t>376.2320</w:t>
      </w:r>
      <w:r>
        <w:tab/>
        <w:t>6.530e-1</w:t>
      </w:r>
    </w:p>
    <w:p w:rsidR="00B65DC9" w:rsidRDefault="00B65DC9" w:rsidP="00B65DC9">
      <w:r>
        <w:t>376.2914</w:t>
      </w:r>
      <w:r>
        <w:tab/>
        <w:t>1.025e0</w:t>
      </w:r>
    </w:p>
    <w:p w:rsidR="00B65DC9" w:rsidRDefault="00B65DC9" w:rsidP="00B65DC9">
      <w:r>
        <w:t>376.3044</w:t>
      </w:r>
      <w:r>
        <w:tab/>
        <w:t>1.266e-2</w:t>
      </w:r>
    </w:p>
    <w:p w:rsidR="00B65DC9" w:rsidRDefault="00B65DC9" w:rsidP="00B65DC9">
      <w:r>
        <w:t>376.3058</w:t>
      </w:r>
      <w:r>
        <w:tab/>
        <w:t>2.025e0</w:t>
      </w:r>
    </w:p>
    <w:p w:rsidR="00B65DC9" w:rsidRDefault="00B65DC9" w:rsidP="00B65DC9">
      <w:r>
        <w:t>376.3282</w:t>
      </w:r>
      <w:r>
        <w:tab/>
        <w:t>2.025e0</w:t>
      </w:r>
    </w:p>
    <w:p w:rsidR="00B65DC9" w:rsidRDefault="00B65DC9" w:rsidP="00B65DC9">
      <w:r>
        <w:lastRenderedPageBreak/>
        <w:t>376.3647</w:t>
      </w:r>
      <w:r>
        <w:tab/>
        <w:t>1.038e0</w:t>
      </w:r>
    </w:p>
    <w:p w:rsidR="00B65DC9" w:rsidRDefault="00B65DC9" w:rsidP="00B65DC9">
      <w:r>
        <w:t>376.3665</w:t>
      </w:r>
      <w:r>
        <w:tab/>
        <w:t>2.025e0</w:t>
      </w:r>
    </w:p>
    <w:p w:rsidR="00B65DC9" w:rsidRDefault="00B65DC9" w:rsidP="00B65DC9">
      <w:r>
        <w:t>376.4003</w:t>
      </w:r>
      <w:r>
        <w:tab/>
        <w:t>1.013e0</w:t>
      </w:r>
    </w:p>
    <w:p w:rsidR="00B65DC9" w:rsidRDefault="00B65DC9" w:rsidP="00B65DC9">
      <w:r>
        <w:t>376.4175</w:t>
      </w:r>
      <w:r>
        <w:tab/>
        <w:t>1.013e0</w:t>
      </w:r>
    </w:p>
    <w:p w:rsidR="00B65DC9" w:rsidRDefault="00B65DC9" w:rsidP="00B65DC9">
      <w:r>
        <w:t>376.4213</w:t>
      </w:r>
      <w:r>
        <w:tab/>
        <w:t>2.025e0</w:t>
      </w:r>
    </w:p>
    <w:p w:rsidR="00B65DC9" w:rsidRDefault="00B65DC9" w:rsidP="00B65DC9">
      <w:r>
        <w:t>376.4520</w:t>
      </w:r>
      <w:r>
        <w:tab/>
        <w:t>1.266e-2</w:t>
      </w:r>
    </w:p>
    <w:p w:rsidR="00B65DC9" w:rsidRDefault="00B65DC9" w:rsidP="00B65DC9">
      <w:r>
        <w:t>376.4889</w:t>
      </w:r>
      <w:r>
        <w:tab/>
        <w:t>1.013e0</w:t>
      </w:r>
    </w:p>
    <w:p w:rsidR="00B65DC9" w:rsidRDefault="00B65DC9" w:rsidP="00B65DC9">
      <w:r>
        <w:t>376.5051</w:t>
      </w:r>
      <w:r>
        <w:tab/>
        <w:t>1.266e-2</w:t>
      </w:r>
    </w:p>
    <w:p w:rsidR="00B65DC9" w:rsidRDefault="00B65DC9" w:rsidP="00B65DC9">
      <w:r>
        <w:t>376.5185</w:t>
      </w:r>
      <w:r>
        <w:tab/>
        <w:t>2.025e0</w:t>
      </w:r>
    </w:p>
    <w:p w:rsidR="00B65DC9" w:rsidRDefault="00B65DC9" w:rsidP="00B65DC9">
      <w:r>
        <w:t>376.5390</w:t>
      </w:r>
      <w:r>
        <w:tab/>
        <w:t>1.013e0</w:t>
      </w:r>
    </w:p>
    <w:p w:rsidR="00B65DC9" w:rsidRDefault="00B65DC9" w:rsidP="00B65DC9">
      <w:r>
        <w:t>376.5497</w:t>
      </w:r>
      <w:r>
        <w:tab/>
        <w:t>2.025e0</w:t>
      </w:r>
    </w:p>
    <w:p w:rsidR="00B65DC9" w:rsidRDefault="00B65DC9" w:rsidP="00B65DC9">
      <w:r>
        <w:t>376.6016</w:t>
      </w:r>
      <w:r>
        <w:tab/>
        <w:t>1.013e0</w:t>
      </w:r>
    </w:p>
    <w:p w:rsidR="00B65DC9" w:rsidRDefault="00B65DC9" w:rsidP="00B65DC9">
      <w:r>
        <w:t>376.6477</w:t>
      </w:r>
      <w:r>
        <w:tab/>
        <w:t>1.013e0</w:t>
      </w:r>
    </w:p>
    <w:p w:rsidR="00B65DC9" w:rsidRDefault="00B65DC9" w:rsidP="00B65DC9">
      <w:r>
        <w:t>376.6632</w:t>
      </w:r>
      <w:r>
        <w:tab/>
        <w:t>2.025e0</w:t>
      </w:r>
    </w:p>
    <w:p w:rsidR="00B65DC9" w:rsidRDefault="00B65DC9" w:rsidP="00B65DC9">
      <w:r>
        <w:t>376.7608</w:t>
      </w:r>
      <w:r>
        <w:tab/>
        <w:t>1.013e0</w:t>
      </w:r>
    </w:p>
    <w:p w:rsidR="00B65DC9" w:rsidRDefault="00B65DC9" w:rsidP="00B65DC9">
      <w:r>
        <w:t>376.8576</w:t>
      </w:r>
      <w:r>
        <w:tab/>
        <w:t>2.025e0</w:t>
      </w:r>
    </w:p>
    <w:p w:rsidR="00B65DC9" w:rsidRDefault="00B65DC9" w:rsidP="00B65DC9">
      <w:r>
        <w:t>376.8630</w:t>
      </w:r>
      <w:r>
        <w:tab/>
        <w:t>2.025e0</w:t>
      </w:r>
    </w:p>
    <w:p w:rsidR="00B65DC9" w:rsidRDefault="00B65DC9" w:rsidP="00B65DC9">
      <w:r>
        <w:t>376.8781</w:t>
      </w:r>
      <w:r>
        <w:tab/>
        <w:t>2.025e0</w:t>
      </w:r>
    </w:p>
    <w:p w:rsidR="00B65DC9" w:rsidRDefault="00B65DC9" w:rsidP="00B65DC9">
      <w:r>
        <w:t>376.9208</w:t>
      </w:r>
      <w:r>
        <w:tab/>
        <w:t>2.038e0</w:t>
      </w:r>
    </w:p>
    <w:p w:rsidR="00B65DC9" w:rsidRDefault="00B65DC9" w:rsidP="00B65DC9">
      <w:r>
        <w:lastRenderedPageBreak/>
        <w:t>377.0006</w:t>
      </w:r>
      <w:r>
        <w:tab/>
        <w:t>1.266e-2</w:t>
      </w:r>
    </w:p>
    <w:p w:rsidR="00B65DC9" w:rsidRDefault="00B65DC9" w:rsidP="00B65DC9">
      <w:r>
        <w:t>377.0259</w:t>
      </w:r>
      <w:r>
        <w:tab/>
        <w:t>1.013e0</w:t>
      </w:r>
    </w:p>
    <w:p w:rsidR="00B65DC9" w:rsidRDefault="00B65DC9" w:rsidP="00B65DC9">
      <w:r>
        <w:t>377.0399</w:t>
      </w:r>
      <w:r>
        <w:tab/>
        <w:t>2.025e0</w:t>
      </w:r>
    </w:p>
    <w:p w:rsidR="00B65DC9" w:rsidRDefault="00B65DC9" w:rsidP="00B65DC9">
      <w:r>
        <w:t>377.0811</w:t>
      </w:r>
      <w:r>
        <w:tab/>
        <w:t>2.532e-2</w:t>
      </w:r>
    </w:p>
    <w:p w:rsidR="00B65DC9" w:rsidRDefault="00B65DC9" w:rsidP="00B65DC9">
      <w:r>
        <w:t>377.1047</w:t>
      </w:r>
      <w:r>
        <w:tab/>
        <w:t>6.076e0</w:t>
      </w:r>
    </w:p>
    <w:p w:rsidR="00B65DC9" w:rsidRDefault="00B65DC9" w:rsidP="00B65DC9">
      <w:r>
        <w:t>377.1087</w:t>
      </w:r>
      <w:r>
        <w:tab/>
        <w:t>2.025e0</w:t>
      </w:r>
    </w:p>
    <w:p w:rsidR="00B65DC9" w:rsidRDefault="00B65DC9" w:rsidP="00B65DC9">
      <w:r>
        <w:t>377.1157</w:t>
      </w:r>
      <w:r>
        <w:tab/>
        <w:t>2.532e-2</w:t>
      </w:r>
    </w:p>
    <w:p w:rsidR="00B65DC9" w:rsidRDefault="00B65DC9" w:rsidP="00B65DC9">
      <w:r>
        <w:t>377.1548</w:t>
      </w:r>
      <w:r>
        <w:tab/>
        <w:t>1.025e0</w:t>
      </w:r>
    </w:p>
    <w:p w:rsidR="00B65DC9" w:rsidRDefault="00B65DC9" w:rsidP="00B65DC9">
      <w:r>
        <w:t>377.1870</w:t>
      </w:r>
      <w:r>
        <w:tab/>
        <w:t>2.010e0</w:t>
      </w:r>
    </w:p>
    <w:p w:rsidR="00B65DC9" w:rsidRDefault="00B65DC9" w:rsidP="00B65DC9">
      <w:r>
        <w:t>377.1950</w:t>
      </w:r>
      <w:r>
        <w:tab/>
        <w:t>1.013e0</w:t>
      </w:r>
    </w:p>
    <w:p w:rsidR="00B65DC9" w:rsidRDefault="00B65DC9" w:rsidP="00B65DC9">
      <w:r>
        <w:t>377.2077</w:t>
      </w:r>
      <w:r>
        <w:tab/>
        <w:t>2.025e0</w:t>
      </w:r>
    </w:p>
    <w:p w:rsidR="00B65DC9" w:rsidRDefault="00B65DC9" w:rsidP="00B65DC9">
      <w:r>
        <w:t>377.2562</w:t>
      </w:r>
      <w:r>
        <w:tab/>
        <w:t>1.266e-2</w:t>
      </w:r>
    </w:p>
    <w:p w:rsidR="00B65DC9" w:rsidRDefault="00B65DC9" w:rsidP="00B65DC9">
      <w:r>
        <w:t>377.2730</w:t>
      </w:r>
      <w:r>
        <w:tab/>
        <w:t>1.013e0</w:t>
      </w:r>
    </w:p>
    <w:p w:rsidR="00B65DC9" w:rsidRDefault="00B65DC9" w:rsidP="00B65DC9">
      <w:r>
        <w:t>377.2941</w:t>
      </w:r>
      <w:r>
        <w:tab/>
        <w:t>1.013e0</w:t>
      </w:r>
    </w:p>
    <w:p w:rsidR="00B65DC9" w:rsidRDefault="00B65DC9" w:rsidP="00B65DC9">
      <w:r>
        <w:t>377.2981</w:t>
      </w:r>
      <w:r>
        <w:tab/>
        <w:t>1.266e-2</w:t>
      </w:r>
    </w:p>
    <w:p w:rsidR="00B65DC9" w:rsidRDefault="00B65DC9" w:rsidP="00B65DC9">
      <w:r>
        <w:t>377.3354</w:t>
      </w:r>
      <w:r>
        <w:tab/>
        <w:t>2.038e0</w:t>
      </w:r>
    </w:p>
    <w:p w:rsidR="00B65DC9" w:rsidRDefault="00B65DC9" w:rsidP="00B65DC9">
      <w:r>
        <w:t>377.3459</w:t>
      </w:r>
      <w:r>
        <w:tab/>
        <w:t>2.025e0</w:t>
      </w:r>
    </w:p>
    <w:p w:rsidR="00B65DC9" w:rsidRDefault="00B65DC9" w:rsidP="00B65DC9">
      <w:r>
        <w:t>377.3677</w:t>
      </w:r>
      <w:r>
        <w:tab/>
        <w:t>2.025e0</w:t>
      </w:r>
    </w:p>
    <w:p w:rsidR="00B65DC9" w:rsidRDefault="00B65DC9" w:rsidP="00B65DC9">
      <w:r>
        <w:t>377.4029</w:t>
      </w:r>
      <w:r>
        <w:tab/>
        <w:t>1.013e0</w:t>
      </w:r>
    </w:p>
    <w:p w:rsidR="00B65DC9" w:rsidRDefault="00B65DC9" w:rsidP="00B65DC9">
      <w:r>
        <w:lastRenderedPageBreak/>
        <w:t>377.4410</w:t>
      </w:r>
      <w:r>
        <w:tab/>
        <w:t>2.025e0</w:t>
      </w:r>
    </w:p>
    <w:p w:rsidR="00B65DC9" w:rsidRDefault="00B65DC9" w:rsidP="00B65DC9">
      <w:r>
        <w:t>377.4638</w:t>
      </w:r>
      <w:r>
        <w:tab/>
        <w:t>1.013e0</w:t>
      </w:r>
    </w:p>
    <w:p w:rsidR="00B65DC9" w:rsidRDefault="00B65DC9" w:rsidP="00B65DC9">
      <w:r>
        <w:t>377.4784</w:t>
      </w:r>
      <w:r>
        <w:tab/>
        <w:t>1.266e-2</w:t>
      </w:r>
    </w:p>
    <w:p w:rsidR="00B65DC9" w:rsidRDefault="00B65DC9" w:rsidP="00B65DC9">
      <w:r>
        <w:t>377.4901</w:t>
      </w:r>
      <w:r>
        <w:tab/>
        <w:t>2.025e0</w:t>
      </w:r>
    </w:p>
    <w:p w:rsidR="00B65DC9" w:rsidRDefault="00B65DC9" w:rsidP="00B65DC9">
      <w:r>
        <w:t>377.5102</w:t>
      </w:r>
      <w:r>
        <w:tab/>
        <w:t>1.266e-2</w:t>
      </w:r>
    </w:p>
    <w:p w:rsidR="00B65DC9" w:rsidRDefault="00B65DC9" w:rsidP="00B65DC9">
      <w:r>
        <w:t>377.5135</w:t>
      </w:r>
      <w:r>
        <w:tab/>
        <w:t>3.038e0</w:t>
      </w:r>
    </w:p>
    <w:p w:rsidR="00B65DC9" w:rsidRDefault="00B65DC9" w:rsidP="00B65DC9">
      <w:r>
        <w:t>377.5209</w:t>
      </w:r>
      <w:r>
        <w:tab/>
        <w:t>3.038e0</w:t>
      </w:r>
    </w:p>
    <w:p w:rsidR="00B65DC9" w:rsidRDefault="00B65DC9" w:rsidP="00B65DC9">
      <w:r>
        <w:t>377.5628</w:t>
      </w:r>
      <w:r>
        <w:tab/>
        <w:t>3.038e0</w:t>
      </w:r>
    </w:p>
    <w:p w:rsidR="00B65DC9" w:rsidRDefault="00B65DC9" w:rsidP="00B65DC9">
      <w:r>
        <w:t>377.5673</w:t>
      </w:r>
      <w:r>
        <w:tab/>
        <w:t>2.025e0</w:t>
      </w:r>
    </w:p>
    <w:p w:rsidR="00B65DC9" w:rsidRDefault="00B65DC9" w:rsidP="00B65DC9">
      <w:r>
        <w:t>377.5773</w:t>
      </w:r>
      <w:r>
        <w:tab/>
        <w:t>1.013e0</w:t>
      </w:r>
    </w:p>
    <w:p w:rsidR="00B65DC9" w:rsidRDefault="00B65DC9" w:rsidP="00B65DC9">
      <w:r>
        <w:t>377.6248</w:t>
      </w:r>
      <w:r>
        <w:tab/>
        <w:t>1.013e0</w:t>
      </w:r>
    </w:p>
    <w:p w:rsidR="00B65DC9" w:rsidRDefault="00B65DC9" w:rsidP="00B65DC9">
      <w:r>
        <w:t>377.6377</w:t>
      </w:r>
      <w:r>
        <w:tab/>
        <w:t>2.025e0</w:t>
      </w:r>
    </w:p>
    <w:p w:rsidR="00B65DC9" w:rsidRDefault="00B65DC9" w:rsidP="00B65DC9">
      <w:r>
        <w:t>377.6713</w:t>
      </w:r>
      <w:r>
        <w:tab/>
        <w:t>1.266e-2</w:t>
      </w:r>
    </w:p>
    <w:p w:rsidR="00B65DC9" w:rsidRDefault="00B65DC9" w:rsidP="00B65DC9">
      <w:r>
        <w:t>377.7854</w:t>
      </w:r>
      <w:r>
        <w:tab/>
        <w:t>1.013e0</w:t>
      </w:r>
    </w:p>
    <w:p w:rsidR="00B65DC9" w:rsidRDefault="00B65DC9" w:rsidP="00B65DC9">
      <w:r>
        <w:t>377.8228</w:t>
      </w:r>
      <w:r>
        <w:tab/>
        <w:t>2.025e0</w:t>
      </w:r>
    </w:p>
    <w:p w:rsidR="00B65DC9" w:rsidRDefault="00B65DC9" w:rsidP="00B65DC9">
      <w:r>
        <w:t>377.8391</w:t>
      </w:r>
      <w:r>
        <w:tab/>
        <w:t>1.266e-2</w:t>
      </w:r>
    </w:p>
    <w:p w:rsidR="00B65DC9" w:rsidRDefault="00B65DC9" w:rsidP="00B65DC9">
      <w:r>
        <w:t>377.8554</w:t>
      </w:r>
      <w:r>
        <w:tab/>
        <w:t>3.038e0</w:t>
      </w:r>
    </w:p>
    <w:p w:rsidR="00B65DC9" w:rsidRDefault="00B65DC9" w:rsidP="00B65DC9">
      <w:r>
        <w:t>377.8774</w:t>
      </w:r>
      <w:r>
        <w:tab/>
        <w:t>1.266e-2</w:t>
      </w:r>
    </w:p>
    <w:p w:rsidR="00B65DC9" w:rsidRDefault="00B65DC9" w:rsidP="00B65DC9">
      <w:r>
        <w:t>377.9197</w:t>
      </w:r>
      <w:r>
        <w:tab/>
        <w:t>1.013e0</w:t>
      </w:r>
    </w:p>
    <w:p w:rsidR="00B65DC9" w:rsidRDefault="00B65DC9" w:rsidP="00B65DC9">
      <w:r>
        <w:lastRenderedPageBreak/>
        <w:t>377.9274</w:t>
      </w:r>
      <w:r>
        <w:tab/>
        <w:t>1.266e-2</w:t>
      </w:r>
    </w:p>
    <w:p w:rsidR="00B65DC9" w:rsidRDefault="00B65DC9" w:rsidP="00B65DC9">
      <w:r>
        <w:t>377.9736</w:t>
      </w:r>
      <w:r>
        <w:tab/>
        <w:t>3.063e0</w:t>
      </w:r>
    </w:p>
    <w:p w:rsidR="00B65DC9" w:rsidRDefault="00B65DC9" w:rsidP="00B65DC9">
      <w:r>
        <w:t>377.9977</w:t>
      </w:r>
      <w:r>
        <w:tab/>
        <w:t>2.025e0</w:t>
      </w:r>
    </w:p>
    <w:p w:rsidR="00B65DC9" w:rsidRDefault="00B65DC9" w:rsidP="00B65DC9">
      <w:r>
        <w:t>378.0473</w:t>
      </w:r>
      <w:r>
        <w:tab/>
        <w:t>2.025e0</w:t>
      </w:r>
    </w:p>
    <w:p w:rsidR="00B65DC9" w:rsidRDefault="00B65DC9" w:rsidP="00B65DC9">
      <w:r>
        <w:t>378.0696</w:t>
      </w:r>
      <w:r>
        <w:tab/>
        <w:t>1.038e0</w:t>
      </w:r>
    </w:p>
    <w:p w:rsidR="00B65DC9" w:rsidRDefault="00B65DC9" w:rsidP="00B65DC9">
      <w:r>
        <w:t>378.0767</w:t>
      </w:r>
      <w:r>
        <w:tab/>
        <w:t>1.285e0</w:t>
      </w:r>
    </w:p>
    <w:p w:rsidR="00B65DC9" w:rsidRDefault="00B65DC9" w:rsidP="00B65DC9">
      <w:r>
        <w:t>378.1342</w:t>
      </w:r>
      <w:r>
        <w:tab/>
        <w:t>2.532e1</w:t>
      </w:r>
    </w:p>
    <w:p w:rsidR="00B65DC9" w:rsidRDefault="00B65DC9" w:rsidP="00B65DC9">
      <w:r>
        <w:t>378.1364</w:t>
      </w:r>
      <w:r>
        <w:tab/>
        <w:t>3.749e1</w:t>
      </w:r>
    </w:p>
    <w:p w:rsidR="00B65DC9" w:rsidRDefault="00B65DC9" w:rsidP="00B65DC9">
      <w:r>
        <w:t>378.1427</w:t>
      </w:r>
      <w:r>
        <w:tab/>
        <w:t>7.089e0</w:t>
      </w:r>
    </w:p>
    <w:p w:rsidR="00B65DC9" w:rsidRDefault="00B65DC9" w:rsidP="00B65DC9">
      <w:r>
        <w:t>378.2086</w:t>
      </w:r>
      <w:r>
        <w:tab/>
        <w:t>1.013e0</w:t>
      </w:r>
    </w:p>
    <w:p w:rsidR="00B65DC9" w:rsidRDefault="00B65DC9" w:rsidP="00B65DC9">
      <w:r>
        <w:t>378.2193</w:t>
      </w:r>
      <w:r>
        <w:tab/>
        <w:t>3.038e0</w:t>
      </w:r>
    </w:p>
    <w:p w:rsidR="00B65DC9" w:rsidRDefault="00B65DC9" w:rsidP="00B65DC9">
      <w:r>
        <w:t>378.2223</w:t>
      </w:r>
      <w:r>
        <w:tab/>
        <w:t>1.025e0</w:t>
      </w:r>
    </w:p>
    <w:p w:rsidR="00B65DC9" w:rsidRDefault="00B65DC9" w:rsidP="00B65DC9">
      <w:r>
        <w:t>378.2570</w:t>
      </w:r>
      <w:r>
        <w:tab/>
        <w:t>2.025e0</w:t>
      </w:r>
    </w:p>
    <w:p w:rsidR="00B65DC9" w:rsidRDefault="00B65DC9" w:rsidP="00B65DC9">
      <w:r>
        <w:t>378.2696</w:t>
      </w:r>
      <w:r>
        <w:tab/>
        <w:t>1.266e-2</w:t>
      </w:r>
    </w:p>
    <w:p w:rsidR="00B65DC9" w:rsidRDefault="00B65DC9" w:rsidP="00B65DC9">
      <w:r>
        <w:t>378.3020</w:t>
      </w:r>
      <w:r>
        <w:tab/>
        <w:t>3.038e0</w:t>
      </w:r>
    </w:p>
    <w:p w:rsidR="00B65DC9" w:rsidRDefault="00B65DC9" w:rsidP="00B65DC9">
      <w:r>
        <w:t>378.3056</w:t>
      </w:r>
      <w:r>
        <w:tab/>
        <w:t>1.266e-2</w:t>
      </w:r>
    </w:p>
    <w:p w:rsidR="00B65DC9" w:rsidRDefault="00B65DC9" w:rsidP="00B65DC9">
      <w:r>
        <w:t>378.3233</w:t>
      </w:r>
      <w:r>
        <w:tab/>
        <w:t>1.266e-2</w:t>
      </w:r>
    </w:p>
    <w:p w:rsidR="00B65DC9" w:rsidRDefault="00B65DC9" w:rsidP="00B65DC9">
      <w:r>
        <w:t>378.3703</w:t>
      </w:r>
      <w:r>
        <w:tab/>
        <w:t>2.025e0</w:t>
      </w:r>
    </w:p>
    <w:p w:rsidR="00B65DC9" w:rsidRDefault="00B65DC9" w:rsidP="00B65DC9">
      <w:r>
        <w:t>378.4400</w:t>
      </w:r>
      <w:r>
        <w:tab/>
        <w:t>1.013e0</w:t>
      </w:r>
    </w:p>
    <w:p w:rsidR="00B65DC9" w:rsidRDefault="00B65DC9" w:rsidP="00B65DC9">
      <w:r>
        <w:lastRenderedPageBreak/>
        <w:t>378.4648</w:t>
      </w:r>
      <w:r>
        <w:tab/>
        <w:t>1.266e-2</w:t>
      </w:r>
    </w:p>
    <w:p w:rsidR="00B65DC9" w:rsidRDefault="00B65DC9" w:rsidP="00B65DC9">
      <w:r>
        <w:t>378.4946</w:t>
      </w:r>
      <w:r>
        <w:tab/>
        <w:t>2.025e0</w:t>
      </w:r>
    </w:p>
    <w:p w:rsidR="00B65DC9" w:rsidRDefault="00B65DC9" w:rsidP="00B65DC9">
      <w:r>
        <w:t>378.4977</w:t>
      </w:r>
      <w:r>
        <w:tab/>
        <w:t>1.013e0</w:t>
      </w:r>
    </w:p>
    <w:p w:rsidR="00B65DC9" w:rsidRDefault="00B65DC9" w:rsidP="00B65DC9">
      <w:r>
        <w:t>378.5021</w:t>
      </w:r>
      <w:r>
        <w:tab/>
        <w:t>2.025e0</w:t>
      </w:r>
    </w:p>
    <w:p w:rsidR="00B65DC9" w:rsidRDefault="00B65DC9" w:rsidP="00B65DC9">
      <w:r>
        <w:t>378.5032</w:t>
      </w:r>
      <w:r>
        <w:tab/>
        <w:t>1.013e0</w:t>
      </w:r>
    </w:p>
    <w:p w:rsidR="00B65DC9" w:rsidRDefault="00B65DC9" w:rsidP="00B65DC9">
      <w:r>
        <w:t>378.6120</w:t>
      </w:r>
      <w:r>
        <w:tab/>
        <w:t>1.013e0</w:t>
      </w:r>
    </w:p>
    <w:p w:rsidR="00B65DC9" w:rsidRDefault="00B65DC9" w:rsidP="00B65DC9">
      <w:r>
        <w:t>378.6456</w:t>
      </w:r>
      <w:r>
        <w:tab/>
        <w:t>1.013e0</w:t>
      </w:r>
    </w:p>
    <w:p w:rsidR="00B65DC9" w:rsidRDefault="00B65DC9" w:rsidP="00B65DC9">
      <w:r>
        <w:t>378.6647</w:t>
      </w:r>
      <w:r>
        <w:tab/>
        <w:t>3.038e0</w:t>
      </w:r>
    </w:p>
    <w:p w:rsidR="00B65DC9" w:rsidRDefault="00B65DC9" w:rsidP="00B65DC9">
      <w:r>
        <w:t>378.6664</w:t>
      </w:r>
      <w:r>
        <w:tab/>
        <w:t>1.266e-2</w:t>
      </w:r>
    </w:p>
    <w:p w:rsidR="00B65DC9" w:rsidRDefault="00B65DC9" w:rsidP="00B65DC9">
      <w:r>
        <w:t>378.7021</w:t>
      </w:r>
      <w:r>
        <w:tab/>
        <w:t>2.025e0</w:t>
      </w:r>
    </w:p>
    <w:p w:rsidR="00B65DC9" w:rsidRDefault="00B65DC9" w:rsidP="00B65DC9">
      <w:r>
        <w:t>378.7092</w:t>
      </w:r>
      <w:r>
        <w:tab/>
        <w:t>1.013e0</w:t>
      </w:r>
    </w:p>
    <w:p w:rsidR="00B65DC9" w:rsidRDefault="00B65DC9" w:rsidP="00B65DC9">
      <w:r>
        <w:t>378.7129</w:t>
      </w:r>
      <w:r>
        <w:tab/>
        <w:t>1.013e0</w:t>
      </w:r>
    </w:p>
    <w:p w:rsidR="00B65DC9" w:rsidRDefault="00B65DC9" w:rsidP="00B65DC9">
      <w:r>
        <w:t>378.7193</w:t>
      </w:r>
      <w:r>
        <w:tab/>
        <w:t>2.025e0</w:t>
      </w:r>
    </w:p>
    <w:p w:rsidR="00B65DC9" w:rsidRDefault="00B65DC9" w:rsidP="00B65DC9">
      <w:r>
        <w:t>378.7687</w:t>
      </w:r>
      <w:r>
        <w:tab/>
        <w:t>2.025e0</w:t>
      </w:r>
    </w:p>
    <w:p w:rsidR="00B65DC9" w:rsidRDefault="00B65DC9" w:rsidP="00B65DC9">
      <w:r>
        <w:t>378.7937</w:t>
      </w:r>
      <w:r>
        <w:tab/>
        <w:t>1.266e-2</w:t>
      </w:r>
    </w:p>
    <w:p w:rsidR="00B65DC9" w:rsidRDefault="00B65DC9" w:rsidP="00B65DC9">
      <w:r>
        <w:t>378.8273</w:t>
      </w:r>
      <w:r>
        <w:tab/>
        <w:t>1.266e-2</w:t>
      </w:r>
    </w:p>
    <w:p w:rsidR="00B65DC9" w:rsidRDefault="00B65DC9" w:rsidP="00B65DC9">
      <w:r>
        <w:t>378.8392</w:t>
      </w:r>
      <w:r>
        <w:tab/>
        <w:t>1.266e-2</w:t>
      </w:r>
    </w:p>
    <w:p w:rsidR="00B65DC9" w:rsidRDefault="00B65DC9" w:rsidP="00B65DC9">
      <w:r>
        <w:t>378.8436</w:t>
      </w:r>
      <w:r>
        <w:tab/>
        <w:t>1.266e-2</w:t>
      </w:r>
    </w:p>
    <w:p w:rsidR="00B65DC9" w:rsidRDefault="00B65DC9" w:rsidP="00B65DC9">
      <w:r>
        <w:t>378.9215</w:t>
      </w:r>
      <w:r>
        <w:tab/>
        <w:t>1.266e-2</w:t>
      </w:r>
    </w:p>
    <w:p w:rsidR="00B65DC9" w:rsidRDefault="00B65DC9" w:rsidP="00B65DC9">
      <w:r>
        <w:lastRenderedPageBreak/>
        <w:t>378.9861</w:t>
      </w:r>
      <w:r>
        <w:tab/>
        <w:t>1.038e0</w:t>
      </w:r>
    </w:p>
    <w:p w:rsidR="00B65DC9" w:rsidRDefault="00B65DC9" w:rsidP="00B65DC9">
      <w:r>
        <w:t>379.0023</w:t>
      </w:r>
      <w:r>
        <w:tab/>
        <w:t>3.038e0</w:t>
      </w:r>
    </w:p>
    <w:p w:rsidR="00B65DC9" w:rsidRDefault="00B65DC9" w:rsidP="00B65DC9">
      <w:r>
        <w:t>379.0053</w:t>
      </w:r>
      <w:r>
        <w:tab/>
        <w:t>4.051e0</w:t>
      </w:r>
    </w:p>
    <w:p w:rsidR="00B65DC9" w:rsidRDefault="00B65DC9" w:rsidP="00B65DC9">
      <w:r>
        <w:t>379.0064</w:t>
      </w:r>
      <w:r>
        <w:tab/>
        <w:t>2.025e0</w:t>
      </w:r>
    </w:p>
    <w:p w:rsidR="00B65DC9" w:rsidRDefault="00B65DC9" w:rsidP="00B65DC9">
      <w:r>
        <w:t>379.0447</w:t>
      </w:r>
      <w:r>
        <w:tab/>
        <w:t>1.013e0</w:t>
      </w:r>
    </w:p>
    <w:p w:rsidR="00B65DC9" w:rsidRDefault="00B65DC9" w:rsidP="00B65DC9">
      <w:r>
        <w:t>379.0940</w:t>
      </w:r>
      <w:r>
        <w:tab/>
        <w:t>3.038e0</w:t>
      </w:r>
    </w:p>
    <w:p w:rsidR="00B65DC9" w:rsidRDefault="00B65DC9" w:rsidP="00B65DC9">
      <w:r>
        <w:t>379.1080</w:t>
      </w:r>
      <w:r>
        <w:tab/>
        <w:t>2.025e0</w:t>
      </w:r>
    </w:p>
    <w:p w:rsidR="00B65DC9" w:rsidRDefault="00B65DC9" w:rsidP="00B65DC9">
      <w:r>
        <w:t>379.1267</w:t>
      </w:r>
      <w:r>
        <w:tab/>
        <w:t>1.316e1</w:t>
      </w:r>
    </w:p>
    <w:p w:rsidR="00B65DC9" w:rsidRDefault="00B65DC9" w:rsidP="00B65DC9">
      <w:r>
        <w:t>379.1335</w:t>
      </w:r>
      <w:r>
        <w:tab/>
        <w:t>3.038e0</w:t>
      </w:r>
    </w:p>
    <w:p w:rsidR="00B65DC9" w:rsidRDefault="00B65DC9" w:rsidP="00B65DC9">
      <w:r>
        <w:t>379.1842</w:t>
      </w:r>
      <w:r>
        <w:tab/>
        <w:t>1.013e0</w:t>
      </w:r>
    </w:p>
    <w:p w:rsidR="00B65DC9" w:rsidRDefault="00B65DC9" w:rsidP="00B65DC9">
      <w:r>
        <w:t>379.1863</w:t>
      </w:r>
      <w:r>
        <w:tab/>
        <w:t>3.038e0</w:t>
      </w:r>
    </w:p>
    <w:p w:rsidR="00B65DC9" w:rsidRDefault="00B65DC9" w:rsidP="00B65DC9">
      <w:r>
        <w:t>379.2047</w:t>
      </w:r>
      <w:r>
        <w:tab/>
        <w:t>1.051e0</w:t>
      </w:r>
    </w:p>
    <w:p w:rsidR="00B65DC9" w:rsidRDefault="00B65DC9" w:rsidP="00B65DC9">
      <w:r>
        <w:t>379.2318</w:t>
      </w:r>
      <w:r>
        <w:tab/>
        <w:t>1.013e0</w:t>
      </w:r>
    </w:p>
    <w:p w:rsidR="00B65DC9" w:rsidRDefault="00B65DC9" w:rsidP="00B65DC9">
      <w:r>
        <w:t>379.3096</w:t>
      </w:r>
      <w:r>
        <w:tab/>
        <w:t>1.266e-2</w:t>
      </w:r>
    </w:p>
    <w:p w:rsidR="00B65DC9" w:rsidRDefault="00B65DC9" w:rsidP="00B65DC9">
      <w:r>
        <w:t>379.3487</w:t>
      </w:r>
      <w:r>
        <w:tab/>
        <w:t>2.025e0</w:t>
      </w:r>
    </w:p>
    <w:p w:rsidR="00B65DC9" w:rsidRDefault="00B65DC9" w:rsidP="00B65DC9">
      <w:r>
        <w:t>379.3801</w:t>
      </w:r>
      <w:r>
        <w:tab/>
        <w:t>2.025e0</w:t>
      </w:r>
    </w:p>
    <w:p w:rsidR="00B65DC9" w:rsidRDefault="00B65DC9" w:rsidP="00B65DC9">
      <w:r>
        <w:t>379.3863</w:t>
      </w:r>
      <w:r>
        <w:tab/>
        <w:t>2.025e0</w:t>
      </w:r>
    </w:p>
    <w:p w:rsidR="00B65DC9" w:rsidRDefault="00B65DC9" w:rsidP="00B65DC9">
      <w:r>
        <w:t>379.4065</w:t>
      </w:r>
      <w:r>
        <w:tab/>
        <w:t>1.013e0</w:t>
      </w:r>
    </w:p>
    <w:p w:rsidR="00B65DC9" w:rsidRDefault="00B65DC9" w:rsidP="00B65DC9">
      <w:r>
        <w:t>379.4235</w:t>
      </w:r>
      <w:r>
        <w:tab/>
        <w:t>1.266e-2</w:t>
      </w:r>
    </w:p>
    <w:p w:rsidR="00B65DC9" w:rsidRDefault="00B65DC9" w:rsidP="00B65DC9">
      <w:r>
        <w:lastRenderedPageBreak/>
        <w:t>379.4479</w:t>
      </w:r>
      <w:r>
        <w:tab/>
        <w:t>2.532e-2</w:t>
      </w:r>
    </w:p>
    <w:p w:rsidR="00B65DC9" w:rsidRDefault="00B65DC9" w:rsidP="00B65DC9">
      <w:r>
        <w:t>379.5076</w:t>
      </w:r>
      <w:r>
        <w:tab/>
        <w:t>1.013e0</w:t>
      </w:r>
    </w:p>
    <w:p w:rsidR="00B65DC9" w:rsidRDefault="00B65DC9" w:rsidP="00B65DC9">
      <w:r>
        <w:t>379.5575</w:t>
      </w:r>
      <w:r>
        <w:tab/>
        <w:t>1.013e0</w:t>
      </w:r>
    </w:p>
    <w:p w:rsidR="00B65DC9" w:rsidRDefault="00B65DC9" w:rsidP="00B65DC9">
      <w:r>
        <w:t>379.5885</w:t>
      </w:r>
      <w:r>
        <w:tab/>
        <w:t>1.013e0</w:t>
      </w:r>
    </w:p>
    <w:p w:rsidR="00B65DC9" w:rsidRDefault="00B65DC9" w:rsidP="00B65DC9">
      <w:r>
        <w:t>379.5996</w:t>
      </w:r>
      <w:r>
        <w:tab/>
        <w:t>1.013e0</w:t>
      </w:r>
    </w:p>
    <w:p w:rsidR="00B65DC9" w:rsidRDefault="00B65DC9" w:rsidP="00B65DC9">
      <w:r>
        <w:t>379.6357</w:t>
      </w:r>
      <w:r>
        <w:tab/>
        <w:t>1.013e0</w:t>
      </w:r>
    </w:p>
    <w:p w:rsidR="00B65DC9" w:rsidRDefault="00B65DC9" w:rsidP="00B65DC9">
      <w:r>
        <w:t>379.6707</w:t>
      </w:r>
      <w:r>
        <w:tab/>
        <w:t>1.013e0</w:t>
      </w:r>
    </w:p>
    <w:p w:rsidR="00B65DC9" w:rsidRDefault="00B65DC9" w:rsidP="00B65DC9">
      <w:r>
        <w:t>379.6884</w:t>
      </w:r>
      <w:r>
        <w:tab/>
        <w:t>1.266e-2</w:t>
      </w:r>
    </w:p>
    <w:p w:rsidR="00B65DC9" w:rsidRDefault="00B65DC9" w:rsidP="00B65DC9">
      <w:r>
        <w:t>379.7130</w:t>
      </w:r>
      <w:r>
        <w:tab/>
        <w:t>1.013e0</w:t>
      </w:r>
    </w:p>
    <w:p w:rsidR="00B65DC9" w:rsidRDefault="00B65DC9" w:rsidP="00B65DC9">
      <w:r>
        <w:t>379.7301</w:t>
      </w:r>
      <w:r>
        <w:tab/>
        <w:t>1.266e-2</w:t>
      </w:r>
    </w:p>
    <w:p w:rsidR="00B65DC9" w:rsidRDefault="00B65DC9" w:rsidP="00B65DC9">
      <w:r>
        <w:t>379.7639</w:t>
      </w:r>
      <w:r>
        <w:tab/>
        <w:t>1.013e0</w:t>
      </w:r>
    </w:p>
    <w:p w:rsidR="00B65DC9" w:rsidRDefault="00B65DC9" w:rsidP="00B65DC9">
      <w:r>
        <w:t>379.8284</w:t>
      </w:r>
      <w:r>
        <w:tab/>
        <w:t>2.025e0</w:t>
      </w:r>
    </w:p>
    <w:p w:rsidR="00B65DC9" w:rsidRDefault="00B65DC9" w:rsidP="00B65DC9">
      <w:r>
        <w:t>379.8354</w:t>
      </w:r>
      <w:r>
        <w:tab/>
        <w:t>2.025e0</w:t>
      </w:r>
    </w:p>
    <w:p w:rsidR="00B65DC9" w:rsidRDefault="00B65DC9" w:rsidP="00B65DC9">
      <w:r>
        <w:t>379.8853</w:t>
      </w:r>
      <w:r>
        <w:tab/>
        <w:t>1.013e0</w:t>
      </w:r>
    </w:p>
    <w:p w:rsidR="00B65DC9" w:rsidRDefault="00B65DC9" w:rsidP="00B65DC9">
      <w:r>
        <w:t>379.8988</w:t>
      </w:r>
      <w:r>
        <w:tab/>
        <w:t>1.013e0</w:t>
      </w:r>
    </w:p>
    <w:p w:rsidR="00B65DC9" w:rsidRDefault="00B65DC9" w:rsidP="00B65DC9">
      <w:r>
        <w:t>379.9273</w:t>
      </w:r>
      <w:r>
        <w:tab/>
        <w:t>3.038e0</w:t>
      </w:r>
    </w:p>
    <w:p w:rsidR="00B65DC9" w:rsidRDefault="00B65DC9" w:rsidP="00B65DC9">
      <w:r>
        <w:t>379.9528</w:t>
      </w:r>
      <w:r>
        <w:tab/>
        <w:t>1.013e0</w:t>
      </w:r>
    </w:p>
    <w:p w:rsidR="00B65DC9" w:rsidRDefault="00B65DC9" w:rsidP="00B65DC9">
      <w:r>
        <w:t>379.9730</w:t>
      </w:r>
      <w:r>
        <w:tab/>
        <w:t>1.013e0</w:t>
      </w:r>
    </w:p>
    <w:p w:rsidR="00B65DC9" w:rsidRDefault="00B65DC9" w:rsidP="00B65DC9">
      <w:r>
        <w:t>379.9997</w:t>
      </w:r>
      <w:r>
        <w:tab/>
        <w:t>4.051e0</w:t>
      </w:r>
    </w:p>
    <w:p w:rsidR="00B65DC9" w:rsidRDefault="00B65DC9" w:rsidP="00B65DC9">
      <w:r>
        <w:lastRenderedPageBreak/>
        <w:t>380.0351</w:t>
      </w:r>
      <w:r>
        <w:tab/>
        <w:t>1.025e0</w:t>
      </w:r>
    </w:p>
    <w:p w:rsidR="00B65DC9" w:rsidRDefault="00B65DC9" w:rsidP="00B65DC9">
      <w:r>
        <w:t>380.0443</w:t>
      </w:r>
      <w:r>
        <w:tab/>
        <w:t>4.051e0</w:t>
      </w:r>
    </w:p>
    <w:p w:rsidR="00B65DC9" w:rsidRDefault="00B65DC9" w:rsidP="00B65DC9">
      <w:r>
        <w:t>380.0664</w:t>
      </w:r>
      <w:r>
        <w:tab/>
        <w:t>1.266e-2</w:t>
      </w:r>
    </w:p>
    <w:p w:rsidR="00B65DC9" w:rsidRDefault="00B65DC9" w:rsidP="00B65DC9">
      <w:r>
        <w:t>380.0813</w:t>
      </w:r>
      <w:r>
        <w:tab/>
        <w:t>1.025e0</w:t>
      </w:r>
    </w:p>
    <w:p w:rsidR="00B65DC9" w:rsidRDefault="00B65DC9" w:rsidP="00B65DC9">
      <w:r>
        <w:t>380.1336</w:t>
      </w:r>
      <w:r>
        <w:tab/>
        <w:t>1.025e0</w:t>
      </w:r>
    </w:p>
    <w:p w:rsidR="00B65DC9" w:rsidRDefault="00B65DC9" w:rsidP="00B65DC9">
      <w:r>
        <w:t>380.1399</w:t>
      </w:r>
      <w:r>
        <w:tab/>
        <w:t>8.101e0</w:t>
      </w:r>
    </w:p>
    <w:p w:rsidR="00B65DC9" w:rsidRDefault="00B65DC9" w:rsidP="00B65DC9">
      <w:r>
        <w:t>380.1755</w:t>
      </w:r>
      <w:r>
        <w:tab/>
        <w:t>1.266e-2</w:t>
      </w:r>
    </w:p>
    <w:p w:rsidR="00B65DC9" w:rsidRDefault="00B65DC9" w:rsidP="00B65DC9">
      <w:r>
        <w:t>380.1793</w:t>
      </w:r>
      <w:r>
        <w:tab/>
        <w:t>2.025e0</w:t>
      </w:r>
    </w:p>
    <w:p w:rsidR="00B65DC9" w:rsidRDefault="00B65DC9" w:rsidP="00B65DC9">
      <w:r>
        <w:t>380.1956</w:t>
      </w:r>
      <w:r>
        <w:tab/>
        <w:t>1.038e0</w:t>
      </w:r>
    </w:p>
    <w:p w:rsidR="00B65DC9" w:rsidRDefault="00B65DC9" w:rsidP="00B65DC9">
      <w:r>
        <w:t>380.2296</w:t>
      </w:r>
      <w:r>
        <w:tab/>
        <w:t>1.266e-2</w:t>
      </w:r>
    </w:p>
    <w:p w:rsidR="00B65DC9" w:rsidRDefault="00B65DC9" w:rsidP="00B65DC9">
      <w:r>
        <w:t>380.2493</w:t>
      </w:r>
      <w:r>
        <w:tab/>
        <w:t>2.025e0</w:t>
      </w:r>
    </w:p>
    <w:p w:rsidR="00B65DC9" w:rsidRDefault="00B65DC9" w:rsidP="00B65DC9">
      <w:r>
        <w:t>380.2720</w:t>
      </w:r>
      <w:r>
        <w:tab/>
        <w:t>1.013e0</w:t>
      </w:r>
    </w:p>
    <w:p w:rsidR="00B65DC9" w:rsidRDefault="00B65DC9" w:rsidP="00B65DC9">
      <w:r>
        <w:t>380.2858</w:t>
      </w:r>
      <w:r>
        <w:tab/>
        <w:t>2.025e0</w:t>
      </w:r>
    </w:p>
    <w:p w:rsidR="00B65DC9" w:rsidRDefault="00B65DC9" w:rsidP="00B65DC9">
      <w:r>
        <w:t>380.3064</w:t>
      </w:r>
      <w:r>
        <w:tab/>
        <w:t>3.038e0</w:t>
      </w:r>
    </w:p>
    <w:p w:rsidR="00B65DC9" w:rsidRDefault="00B65DC9" w:rsidP="00B65DC9">
      <w:r>
        <w:t>380.3162</w:t>
      </w:r>
      <w:r>
        <w:tab/>
        <w:t>2.025e0</w:t>
      </w:r>
    </w:p>
    <w:p w:rsidR="00B65DC9" w:rsidRDefault="00B65DC9" w:rsidP="00B65DC9">
      <w:r>
        <w:t>380.3757</w:t>
      </w:r>
      <w:r>
        <w:tab/>
        <w:t>2.025e0</w:t>
      </w:r>
    </w:p>
    <w:p w:rsidR="00B65DC9" w:rsidRDefault="00B65DC9" w:rsidP="00B65DC9">
      <w:r>
        <w:t>380.3769</w:t>
      </w:r>
      <w:r>
        <w:tab/>
        <w:t>1.418e0</w:t>
      </w:r>
    </w:p>
    <w:p w:rsidR="00B65DC9" w:rsidRDefault="00B65DC9" w:rsidP="00B65DC9">
      <w:r>
        <w:t>380.3794</w:t>
      </w:r>
      <w:r>
        <w:tab/>
        <w:t>2.025e0</w:t>
      </w:r>
    </w:p>
    <w:p w:rsidR="00B65DC9" w:rsidRDefault="00B65DC9" w:rsidP="00B65DC9">
      <w:r>
        <w:t>380.3814</w:t>
      </w:r>
      <w:r>
        <w:tab/>
        <w:t>1.013e0</w:t>
      </w:r>
    </w:p>
    <w:p w:rsidR="00B65DC9" w:rsidRDefault="00B65DC9" w:rsidP="00B65DC9">
      <w:r>
        <w:lastRenderedPageBreak/>
        <w:t>380.3962</w:t>
      </w:r>
      <w:r>
        <w:tab/>
        <w:t>2.025e0</w:t>
      </w:r>
    </w:p>
    <w:p w:rsidR="00B65DC9" w:rsidRDefault="00B65DC9" w:rsidP="00B65DC9">
      <w:r>
        <w:t>380.4064</w:t>
      </w:r>
      <w:r>
        <w:tab/>
        <w:t>1.266e-2</w:t>
      </w:r>
    </w:p>
    <w:p w:rsidR="00B65DC9" w:rsidRDefault="00B65DC9" w:rsidP="00B65DC9">
      <w:r>
        <w:t>380.4592</w:t>
      </w:r>
      <w:r>
        <w:tab/>
        <w:t>1.013e0</w:t>
      </w:r>
    </w:p>
    <w:p w:rsidR="00B65DC9" w:rsidRDefault="00B65DC9" w:rsidP="00B65DC9">
      <w:r>
        <w:t>380.4660</w:t>
      </w:r>
      <w:r>
        <w:tab/>
        <w:t>1.013e0</w:t>
      </w:r>
    </w:p>
    <w:p w:rsidR="00B65DC9" w:rsidRDefault="00B65DC9" w:rsidP="00B65DC9">
      <w:r>
        <w:t>380.4862</w:t>
      </w:r>
      <w:r>
        <w:tab/>
        <w:t>1.266e-2</w:t>
      </w:r>
    </w:p>
    <w:p w:rsidR="00B65DC9" w:rsidRDefault="00B65DC9" w:rsidP="00B65DC9">
      <w:r>
        <w:t>380.5200</w:t>
      </w:r>
      <w:r>
        <w:tab/>
        <w:t>1.266e-2</w:t>
      </w:r>
    </w:p>
    <w:p w:rsidR="00B65DC9" w:rsidRDefault="00B65DC9" w:rsidP="00B65DC9">
      <w:r>
        <w:t>380.6151</w:t>
      </w:r>
      <w:r>
        <w:tab/>
        <w:t>1.013e0</w:t>
      </w:r>
    </w:p>
    <w:p w:rsidR="00B65DC9" w:rsidRDefault="00B65DC9" w:rsidP="00B65DC9">
      <w:r>
        <w:t>380.6417</w:t>
      </w:r>
      <w:r>
        <w:tab/>
        <w:t>1.013e0</w:t>
      </w:r>
    </w:p>
    <w:p w:rsidR="00B65DC9" w:rsidRDefault="00B65DC9" w:rsidP="00B65DC9">
      <w:r>
        <w:t>380.6555</w:t>
      </w:r>
      <w:r>
        <w:tab/>
        <w:t>2.025e0</w:t>
      </w:r>
    </w:p>
    <w:p w:rsidR="00B65DC9" w:rsidRDefault="00B65DC9" w:rsidP="00B65DC9">
      <w:r>
        <w:t>380.6716</w:t>
      </w:r>
      <w:r>
        <w:tab/>
        <w:t>1.013e0</w:t>
      </w:r>
    </w:p>
    <w:p w:rsidR="00B65DC9" w:rsidRDefault="00B65DC9" w:rsidP="00B65DC9">
      <w:r>
        <w:t>380.6895</w:t>
      </w:r>
      <w:r>
        <w:tab/>
        <w:t>1.013e0</w:t>
      </w:r>
    </w:p>
    <w:p w:rsidR="00B65DC9" w:rsidRDefault="00B65DC9" w:rsidP="00B65DC9">
      <w:r>
        <w:t>380.7233</w:t>
      </w:r>
      <w:r>
        <w:tab/>
        <w:t>1.013e0</w:t>
      </w:r>
    </w:p>
    <w:p w:rsidR="00B65DC9" w:rsidRDefault="00B65DC9" w:rsidP="00B65DC9">
      <w:r>
        <w:t>380.7431</w:t>
      </w:r>
      <w:r>
        <w:tab/>
        <w:t>1.266e-2</w:t>
      </w:r>
    </w:p>
    <w:p w:rsidR="00B65DC9" w:rsidRDefault="00B65DC9" w:rsidP="00B65DC9">
      <w:r>
        <w:t>380.7599</w:t>
      </w:r>
      <w:r>
        <w:tab/>
        <w:t>1.266e-2</w:t>
      </w:r>
    </w:p>
    <w:p w:rsidR="00B65DC9" w:rsidRDefault="00B65DC9" w:rsidP="00B65DC9">
      <w:r>
        <w:t>380.8450</w:t>
      </w:r>
      <w:r>
        <w:tab/>
        <w:t>1.013e0</w:t>
      </w:r>
    </w:p>
    <w:p w:rsidR="00B65DC9" w:rsidRDefault="00B65DC9" w:rsidP="00B65DC9">
      <w:r>
        <w:t>380.8521</w:t>
      </w:r>
      <w:r>
        <w:tab/>
        <w:t>1.266e-2</w:t>
      </w:r>
    </w:p>
    <w:p w:rsidR="00B65DC9" w:rsidRDefault="00B65DC9" w:rsidP="00B65DC9">
      <w:r>
        <w:t>380.9156</w:t>
      </w:r>
      <w:r>
        <w:tab/>
        <w:t>1.013e0</w:t>
      </w:r>
    </w:p>
    <w:p w:rsidR="00B65DC9" w:rsidRDefault="00B65DC9" w:rsidP="00B65DC9">
      <w:r>
        <w:t>380.9243</w:t>
      </w:r>
      <w:r>
        <w:tab/>
        <w:t>2.532e-2</w:t>
      </w:r>
    </w:p>
    <w:p w:rsidR="00B65DC9" w:rsidRDefault="00B65DC9" w:rsidP="00B65DC9">
      <w:r>
        <w:t>380.9547</w:t>
      </w:r>
      <w:r>
        <w:tab/>
        <w:t>2.025e0</w:t>
      </w:r>
    </w:p>
    <w:p w:rsidR="00B65DC9" w:rsidRDefault="00B65DC9" w:rsidP="00B65DC9">
      <w:r>
        <w:lastRenderedPageBreak/>
        <w:t>380.9730</w:t>
      </w:r>
      <w:r>
        <w:tab/>
        <w:t>1.013e0</w:t>
      </w:r>
    </w:p>
    <w:p w:rsidR="00B65DC9" w:rsidRDefault="00B65DC9" w:rsidP="00B65DC9">
      <w:r>
        <w:t>381.0526</w:t>
      </w:r>
      <w:r>
        <w:tab/>
        <w:t>2.025e0</w:t>
      </w:r>
    </w:p>
    <w:p w:rsidR="00B65DC9" w:rsidRDefault="00B65DC9" w:rsidP="00B65DC9">
      <w:r>
        <w:t>381.0542</w:t>
      </w:r>
      <w:r>
        <w:tab/>
        <w:t>1.013e0</w:t>
      </w:r>
    </w:p>
    <w:p w:rsidR="00B65DC9" w:rsidRDefault="00B65DC9" w:rsidP="00B65DC9">
      <w:r>
        <w:t>381.0668</w:t>
      </w:r>
      <w:r>
        <w:tab/>
        <w:t>2.532e-2</w:t>
      </w:r>
    </w:p>
    <w:p w:rsidR="00B65DC9" w:rsidRDefault="00B65DC9" w:rsidP="00B65DC9">
      <w:r>
        <w:t>381.1310</w:t>
      </w:r>
      <w:r>
        <w:tab/>
        <w:t>2.025e0</w:t>
      </w:r>
    </w:p>
    <w:p w:rsidR="00B65DC9" w:rsidRDefault="00B65DC9" w:rsidP="00B65DC9">
      <w:r>
        <w:t>381.1375</w:t>
      </w:r>
      <w:r>
        <w:tab/>
        <w:t>2.051e0</w:t>
      </w:r>
    </w:p>
    <w:p w:rsidR="00B65DC9" w:rsidRDefault="00B65DC9" w:rsidP="00B65DC9">
      <w:r>
        <w:t>381.1413</w:t>
      </w:r>
      <w:r>
        <w:tab/>
        <w:t>3.038e0</w:t>
      </w:r>
    </w:p>
    <w:p w:rsidR="00B65DC9" w:rsidRDefault="00B65DC9" w:rsidP="00B65DC9">
      <w:r>
        <w:t>381.1760</w:t>
      </w:r>
      <w:r>
        <w:tab/>
        <w:t>1.599e0</w:t>
      </w:r>
    </w:p>
    <w:p w:rsidR="00B65DC9" w:rsidRDefault="00B65DC9" w:rsidP="00B65DC9">
      <w:r>
        <w:t>381.1792</w:t>
      </w:r>
      <w:r>
        <w:tab/>
        <w:t>2.025e0</w:t>
      </w:r>
    </w:p>
    <w:p w:rsidR="00B65DC9" w:rsidRDefault="00B65DC9" w:rsidP="00B65DC9">
      <w:r>
        <w:t>381.1819</w:t>
      </w:r>
      <w:r>
        <w:tab/>
        <w:t>4.635e0</w:t>
      </w:r>
    </w:p>
    <w:p w:rsidR="00B65DC9" w:rsidRDefault="00B65DC9" w:rsidP="00B65DC9">
      <w:r>
        <w:t>381.2442</w:t>
      </w:r>
      <w:r>
        <w:tab/>
        <w:t>1.266e-2</w:t>
      </w:r>
    </w:p>
    <w:p w:rsidR="00B65DC9" w:rsidRDefault="00B65DC9" w:rsidP="00B65DC9">
      <w:r>
        <w:t>381.2502</w:t>
      </w:r>
      <w:r>
        <w:tab/>
        <w:t>1.051e0</w:t>
      </w:r>
    </w:p>
    <w:p w:rsidR="00B65DC9" w:rsidRDefault="00B65DC9" w:rsidP="00B65DC9">
      <w:r>
        <w:t>381.2736</w:t>
      </w:r>
      <w:r>
        <w:tab/>
        <w:t>1.013e0</w:t>
      </w:r>
    </w:p>
    <w:p w:rsidR="00B65DC9" w:rsidRDefault="00B65DC9" w:rsidP="00B65DC9">
      <w:r>
        <w:t>381.2776</w:t>
      </w:r>
      <w:r>
        <w:tab/>
        <w:t>1.013e0</w:t>
      </w:r>
    </w:p>
    <w:p w:rsidR="00B65DC9" w:rsidRDefault="00B65DC9" w:rsidP="00B65DC9">
      <w:r>
        <w:t>381.3176</w:t>
      </w:r>
      <w:r>
        <w:tab/>
        <w:t>2.025e0</w:t>
      </w:r>
    </w:p>
    <w:p w:rsidR="00B65DC9" w:rsidRDefault="00B65DC9" w:rsidP="00B65DC9">
      <w:r>
        <w:t>381.3279</w:t>
      </w:r>
      <w:r>
        <w:tab/>
        <w:t>4.051e0</w:t>
      </w:r>
    </w:p>
    <w:p w:rsidR="00B65DC9" w:rsidRDefault="00B65DC9" w:rsidP="00B65DC9">
      <w:r>
        <w:t>381.3343</w:t>
      </w:r>
      <w:r>
        <w:tab/>
        <w:t>2.051e0</w:t>
      </w:r>
    </w:p>
    <w:p w:rsidR="00B65DC9" w:rsidRDefault="00B65DC9" w:rsidP="00B65DC9">
      <w:r>
        <w:t>381.3553</w:t>
      </w:r>
      <w:r>
        <w:tab/>
        <w:t>3.038e0</w:t>
      </w:r>
    </w:p>
    <w:p w:rsidR="00B65DC9" w:rsidRDefault="00B65DC9" w:rsidP="00B65DC9">
      <w:r>
        <w:t>381.3596</w:t>
      </w:r>
      <w:r>
        <w:tab/>
        <w:t>2.025e0</w:t>
      </w:r>
    </w:p>
    <w:p w:rsidR="00B65DC9" w:rsidRDefault="00B65DC9" w:rsidP="00B65DC9">
      <w:r>
        <w:lastRenderedPageBreak/>
        <w:t>381.3620</w:t>
      </w:r>
      <w:r>
        <w:tab/>
        <w:t>1.266e-2</w:t>
      </w:r>
    </w:p>
    <w:p w:rsidR="00B65DC9" w:rsidRDefault="00B65DC9" w:rsidP="00B65DC9">
      <w:r>
        <w:t>381.4333</w:t>
      </w:r>
      <w:r>
        <w:tab/>
        <w:t>1.266e-2</w:t>
      </w:r>
    </w:p>
    <w:p w:rsidR="00B65DC9" w:rsidRDefault="00B65DC9" w:rsidP="00B65DC9">
      <w:r>
        <w:t>381.4748</w:t>
      </w:r>
      <w:r>
        <w:tab/>
        <w:t>2.025e0</w:t>
      </w:r>
    </w:p>
    <w:p w:rsidR="00B65DC9" w:rsidRDefault="00B65DC9" w:rsidP="00B65DC9">
      <w:r>
        <w:t>381.4972</w:t>
      </w:r>
      <w:r>
        <w:tab/>
        <w:t>2.025e0</w:t>
      </w:r>
    </w:p>
    <w:p w:rsidR="00B65DC9" w:rsidRDefault="00B65DC9" w:rsidP="00B65DC9">
      <w:r>
        <w:t>381.5345</w:t>
      </w:r>
      <w:r>
        <w:tab/>
        <w:t>1.013e0</w:t>
      </w:r>
    </w:p>
    <w:p w:rsidR="00B65DC9" w:rsidRDefault="00B65DC9" w:rsidP="00B65DC9">
      <w:r>
        <w:t>381.5420</w:t>
      </w:r>
      <w:r>
        <w:tab/>
        <w:t>1.266e-2</w:t>
      </w:r>
    </w:p>
    <w:p w:rsidR="00B65DC9" w:rsidRDefault="00B65DC9" w:rsidP="00B65DC9">
      <w:r>
        <w:t>381.5593</w:t>
      </w:r>
      <w:r>
        <w:tab/>
        <w:t>1.013e0</w:t>
      </w:r>
    </w:p>
    <w:p w:rsidR="00B65DC9" w:rsidRDefault="00B65DC9" w:rsidP="00B65DC9">
      <w:r>
        <w:t>381.6094</w:t>
      </w:r>
      <w:r>
        <w:tab/>
        <w:t>1.013e0</w:t>
      </w:r>
    </w:p>
    <w:p w:rsidR="00B65DC9" w:rsidRDefault="00B65DC9" w:rsidP="00B65DC9">
      <w:r>
        <w:t>381.6304</w:t>
      </w:r>
      <w:r>
        <w:tab/>
        <w:t>1.266e-2</w:t>
      </w:r>
    </w:p>
    <w:p w:rsidR="00B65DC9" w:rsidRDefault="00B65DC9" w:rsidP="00B65DC9">
      <w:r>
        <w:t>381.6776</w:t>
      </w:r>
      <w:r>
        <w:tab/>
        <w:t>1.266e-2</w:t>
      </w:r>
    </w:p>
    <w:p w:rsidR="00B65DC9" w:rsidRDefault="00B65DC9" w:rsidP="00B65DC9">
      <w:r>
        <w:t>381.7189</w:t>
      </w:r>
      <w:r>
        <w:tab/>
        <w:t>1.013e0</w:t>
      </w:r>
    </w:p>
    <w:p w:rsidR="00B65DC9" w:rsidRDefault="00B65DC9" w:rsidP="00B65DC9">
      <w:r>
        <w:t>381.7449</w:t>
      </w:r>
      <w:r>
        <w:tab/>
        <w:t>1.013e0</w:t>
      </w:r>
    </w:p>
    <w:p w:rsidR="00B65DC9" w:rsidRDefault="00B65DC9" w:rsidP="00B65DC9">
      <w:r>
        <w:t>381.7823</w:t>
      </w:r>
      <w:r>
        <w:tab/>
        <w:t>2.025e0</w:t>
      </w:r>
    </w:p>
    <w:p w:rsidR="00B65DC9" w:rsidRDefault="00B65DC9" w:rsidP="00B65DC9">
      <w:r>
        <w:t>381.8890</w:t>
      </w:r>
      <w:r>
        <w:tab/>
        <w:t>2.025e0</w:t>
      </w:r>
    </w:p>
    <w:p w:rsidR="00B65DC9" w:rsidRDefault="00B65DC9" w:rsidP="00B65DC9">
      <w:r>
        <w:t>381.9212</w:t>
      </w:r>
      <w:r>
        <w:tab/>
        <w:t>2.025e0</w:t>
      </w:r>
    </w:p>
    <w:p w:rsidR="00B65DC9" w:rsidRDefault="00B65DC9" w:rsidP="00B65DC9">
      <w:r>
        <w:t>381.9305</w:t>
      </w:r>
      <w:r>
        <w:tab/>
        <w:t>2.025e0</w:t>
      </w:r>
    </w:p>
    <w:p w:rsidR="00B65DC9" w:rsidRDefault="00B65DC9" w:rsidP="00B65DC9">
      <w:r>
        <w:t>381.9591</w:t>
      </w:r>
      <w:r>
        <w:tab/>
        <w:t>1.013e0</w:t>
      </w:r>
    </w:p>
    <w:p w:rsidR="00B65DC9" w:rsidRDefault="00B65DC9" w:rsidP="00B65DC9">
      <w:r>
        <w:t>381.9630</w:t>
      </w:r>
      <w:r>
        <w:tab/>
        <w:t>1.266e-2</w:t>
      </w:r>
    </w:p>
    <w:p w:rsidR="00B65DC9" w:rsidRDefault="00B65DC9" w:rsidP="00B65DC9">
      <w:r>
        <w:t>381.9808</w:t>
      </w:r>
      <w:r>
        <w:tab/>
        <w:t>1.013e0</w:t>
      </w:r>
    </w:p>
    <w:p w:rsidR="00B65DC9" w:rsidRDefault="00B65DC9" w:rsidP="00B65DC9">
      <w:r>
        <w:lastRenderedPageBreak/>
        <w:t>381.9998</w:t>
      </w:r>
      <w:r>
        <w:tab/>
        <w:t>2.025e0</w:t>
      </w:r>
    </w:p>
    <w:p w:rsidR="00B65DC9" w:rsidRDefault="00B65DC9" w:rsidP="00B65DC9">
      <w:r>
        <w:t>382.0015</w:t>
      </w:r>
      <w:r>
        <w:tab/>
        <w:t>1.266e-2</w:t>
      </w:r>
    </w:p>
    <w:p w:rsidR="00B65DC9" w:rsidRDefault="00B65DC9" w:rsidP="00B65DC9">
      <w:r>
        <w:t>382.0290</w:t>
      </w:r>
      <w:r>
        <w:tab/>
        <w:t>2.025e0</w:t>
      </w:r>
    </w:p>
    <w:p w:rsidR="00B65DC9" w:rsidRDefault="00B65DC9" w:rsidP="00B65DC9">
      <w:r>
        <w:t>382.0432</w:t>
      </w:r>
      <w:r>
        <w:tab/>
        <w:t>1.266e-2</w:t>
      </w:r>
    </w:p>
    <w:p w:rsidR="00B65DC9" w:rsidRDefault="00B65DC9" w:rsidP="00B65DC9">
      <w:r>
        <w:t>382.0515</w:t>
      </w:r>
      <w:r>
        <w:tab/>
        <w:t>1.013e0</w:t>
      </w:r>
    </w:p>
    <w:p w:rsidR="00B65DC9" w:rsidRDefault="00B65DC9" w:rsidP="00B65DC9">
      <w:r>
        <w:t>382.0894</w:t>
      </w:r>
      <w:r>
        <w:tab/>
        <w:t>5.063e0</w:t>
      </w:r>
    </w:p>
    <w:p w:rsidR="00B65DC9" w:rsidRDefault="00B65DC9" w:rsidP="00B65DC9">
      <w:r>
        <w:t>382.1450</w:t>
      </w:r>
      <w:r>
        <w:tab/>
        <w:t>1.013e0</w:t>
      </w:r>
    </w:p>
    <w:p w:rsidR="00B65DC9" w:rsidRDefault="00B65DC9" w:rsidP="00B65DC9">
      <w:r>
        <w:t>382.1572</w:t>
      </w:r>
      <w:r>
        <w:tab/>
        <w:t>1.266e-2</w:t>
      </w:r>
    </w:p>
    <w:p w:rsidR="00B65DC9" w:rsidRDefault="00B65DC9" w:rsidP="00B65DC9">
      <w:r>
        <w:t>382.1611</w:t>
      </w:r>
      <w:r>
        <w:tab/>
        <w:t>1.266e-2</w:t>
      </w:r>
    </w:p>
    <w:p w:rsidR="00B65DC9" w:rsidRDefault="00B65DC9" w:rsidP="00B65DC9">
      <w:r>
        <w:t>382.1632</w:t>
      </w:r>
      <w:r>
        <w:tab/>
        <w:t>5.063e0</w:t>
      </w:r>
    </w:p>
    <w:p w:rsidR="00B65DC9" w:rsidRDefault="00B65DC9" w:rsidP="00B65DC9">
      <w:r>
        <w:t>382.1822</w:t>
      </w:r>
      <w:r>
        <w:tab/>
        <w:t>1.013e0</w:t>
      </w:r>
    </w:p>
    <w:p w:rsidR="00B65DC9" w:rsidRDefault="00B65DC9" w:rsidP="00B65DC9">
      <w:r>
        <w:t>382.2706</w:t>
      </w:r>
      <w:r>
        <w:tab/>
        <w:t>1.266e-2</w:t>
      </w:r>
    </w:p>
    <w:p w:rsidR="00B65DC9" w:rsidRDefault="00B65DC9" w:rsidP="00B65DC9">
      <w:r>
        <w:t>382.2922</w:t>
      </w:r>
      <w:r>
        <w:tab/>
        <w:t>1.013e0</w:t>
      </w:r>
    </w:p>
    <w:p w:rsidR="00B65DC9" w:rsidRDefault="00B65DC9" w:rsidP="00B65DC9">
      <w:r>
        <w:t>382.3062</w:t>
      </w:r>
      <w:r>
        <w:tab/>
        <w:t>2.025e0</w:t>
      </w:r>
    </w:p>
    <w:p w:rsidR="00B65DC9" w:rsidRDefault="00B65DC9" w:rsidP="00B65DC9">
      <w:r>
        <w:t>382.3129</w:t>
      </w:r>
      <w:r>
        <w:tab/>
        <w:t>1.013e0</w:t>
      </w:r>
    </w:p>
    <w:p w:rsidR="00B65DC9" w:rsidRDefault="00B65DC9" w:rsidP="00B65DC9">
      <w:r>
        <w:t>382.3169</w:t>
      </w:r>
      <w:r>
        <w:tab/>
        <w:t>1.013e0</w:t>
      </w:r>
    </w:p>
    <w:p w:rsidR="00B65DC9" w:rsidRDefault="00B65DC9" w:rsidP="00B65DC9">
      <w:r>
        <w:t>382.4058</w:t>
      </w:r>
      <w:r>
        <w:tab/>
        <w:t>1.013e0</w:t>
      </w:r>
    </w:p>
    <w:p w:rsidR="00B65DC9" w:rsidRDefault="00B65DC9" w:rsidP="00B65DC9">
      <w:r>
        <w:t>382.4301</w:t>
      </w:r>
      <w:r>
        <w:tab/>
        <w:t>1.266e-2</w:t>
      </w:r>
    </w:p>
    <w:p w:rsidR="00B65DC9" w:rsidRDefault="00B65DC9" w:rsidP="00B65DC9">
      <w:r>
        <w:t>382.4480</w:t>
      </w:r>
      <w:r>
        <w:tab/>
        <w:t>1.013e0</w:t>
      </w:r>
    </w:p>
    <w:p w:rsidR="00B65DC9" w:rsidRDefault="00B65DC9" w:rsidP="00B65DC9">
      <w:r>
        <w:lastRenderedPageBreak/>
        <w:t>382.4898</w:t>
      </w:r>
      <w:r>
        <w:tab/>
        <w:t>1.013e0</w:t>
      </w:r>
    </w:p>
    <w:p w:rsidR="00B65DC9" w:rsidRDefault="00B65DC9" w:rsidP="00B65DC9">
      <w:r>
        <w:t>382.5255</w:t>
      </w:r>
      <w:r>
        <w:tab/>
        <w:t>1.013e0</w:t>
      </w:r>
    </w:p>
    <w:p w:rsidR="00B65DC9" w:rsidRDefault="00B65DC9" w:rsidP="00B65DC9">
      <w:r>
        <w:t>382.5726</w:t>
      </w:r>
      <w:r>
        <w:tab/>
        <w:t>1.013e0</w:t>
      </w:r>
    </w:p>
    <w:p w:rsidR="00B65DC9" w:rsidRDefault="00B65DC9" w:rsidP="00B65DC9">
      <w:r>
        <w:t>382.6609</w:t>
      </w:r>
      <w:r>
        <w:tab/>
        <w:t>1.013e0</w:t>
      </w:r>
    </w:p>
    <w:p w:rsidR="00B65DC9" w:rsidRDefault="00B65DC9" w:rsidP="00B65DC9">
      <w:r>
        <w:t>382.7061</w:t>
      </w:r>
      <w:r>
        <w:tab/>
        <w:t>2.025e0</w:t>
      </w:r>
    </w:p>
    <w:p w:rsidR="00B65DC9" w:rsidRDefault="00B65DC9" w:rsidP="00B65DC9">
      <w:r>
        <w:t>382.8052</w:t>
      </w:r>
      <w:r>
        <w:tab/>
        <w:t>1.013e0</w:t>
      </w:r>
    </w:p>
    <w:p w:rsidR="00B65DC9" w:rsidRDefault="00B65DC9" w:rsidP="00B65DC9">
      <w:r>
        <w:t>382.8108</w:t>
      </w:r>
      <w:r>
        <w:tab/>
        <w:t>1.266e-2</w:t>
      </w:r>
    </w:p>
    <w:p w:rsidR="00B65DC9" w:rsidRDefault="00B65DC9" w:rsidP="00B65DC9">
      <w:r>
        <w:t>382.8264</w:t>
      </w:r>
      <w:r>
        <w:tab/>
        <w:t>2.025e0</w:t>
      </w:r>
    </w:p>
    <w:p w:rsidR="00B65DC9" w:rsidRDefault="00B65DC9" w:rsidP="00B65DC9">
      <w:r>
        <w:t>382.8475</w:t>
      </w:r>
      <w:r>
        <w:tab/>
        <w:t>1.013e0</w:t>
      </w:r>
    </w:p>
    <w:p w:rsidR="00B65DC9" w:rsidRDefault="00B65DC9" w:rsidP="00B65DC9">
      <w:r>
        <w:t>382.8517</w:t>
      </w:r>
      <w:r>
        <w:tab/>
        <w:t>1.266e-2</w:t>
      </w:r>
    </w:p>
    <w:p w:rsidR="00B65DC9" w:rsidRDefault="00B65DC9" w:rsidP="00B65DC9">
      <w:r>
        <w:t>382.8920</w:t>
      </w:r>
      <w:r>
        <w:tab/>
        <w:t>1.025e0</w:t>
      </w:r>
    </w:p>
    <w:p w:rsidR="00B65DC9" w:rsidRDefault="00B65DC9" w:rsidP="00B65DC9">
      <w:r>
        <w:t>382.9397</w:t>
      </w:r>
      <w:r>
        <w:tab/>
        <w:t>1.266e-2</w:t>
      </w:r>
    </w:p>
    <w:p w:rsidR="00B65DC9" w:rsidRDefault="00B65DC9" w:rsidP="00B65DC9">
      <w:r>
        <w:t>382.9938</w:t>
      </w:r>
      <w:r>
        <w:tab/>
        <w:t>1.025e0</w:t>
      </w:r>
    </w:p>
    <w:p w:rsidR="00B65DC9" w:rsidRDefault="00B65DC9" w:rsidP="00B65DC9">
      <w:r>
        <w:t>383.0618</w:t>
      </w:r>
      <w:r>
        <w:tab/>
        <w:t>1.013e0</w:t>
      </w:r>
    </w:p>
    <w:p w:rsidR="00B65DC9" w:rsidRDefault="00B65DC9" w:rsidP="00B65DC9">
      <w:r>
        <w:t>383.0667</w:t>
      </w:r>
      <w:r>
        <w:tab/>
        <w:t>1.013e0</w:t>
      </w:r>
    </w:p>
    <w:p w:rsidR="00B65DC9" w:rsidRDefault="00B65DC9" w:rsidP="00B65DC9">
      <w:r>
        <w:t>383.1094</w:t>
      </w:r>
      <w:r>
        <w:tab/>
        <w:t>2.532e-2</w:t>
      </w:r>
    </w:p>
    <w:p w:rsidR="00B65DC9" w:rsidRDefault="00B65DC9" w:rsidP="00B65DC9">
      <w:r>
        <w:t>383.1434</w:t>
      </w:r>
      <w:r>
        <w:tab/>
        <w:t>1.013e0</w:t>
      </w:r>
    </w:p>
    <w:p w:rsidR="00B65DC9" w:rsidRDefault="00B65DC9" w:rsidP="00B65DC9">
      <w:r>
        <w:t>383.1719</w:t>
      </w:r>
      <w:r>
        <w:tab/>
        <w:t>2.025e0</w:t>
      </w:r>
    </w:p>
    <w:p w:rsidR="00B65DC9" w:rsidRDefault="00B65DC9" w:rsidP="00B65DC9">
      <w:r>
        <w:t>383.1986</w:t>
      </w:r>
      <w:r>
        <w:tab/>
        <w:t>3.444e0</w:t>
      </w:r>
    </w:p>
    <w:p w:rsidR="00B65DC9" w:rsidRDefault="00B65DC9" w:rsidP="00B65DC9">
      <w:r>
        <w:lastRenderedPageBreak/>
        <w:t>383.2269</w:t>
      </w:r>
      <w:r>
        <w:tab/>
        <w:t>2.025e0</w:t>
      </w:r>
    </w:p>
    <w:p w:rsidR="00B65DC9" w:rsidRDefault="00B65DC9" w:rsidP="00B65DC9">
      <w:r>
        <w:t>383.2702</w:t>
      </w:r>
      <w:r>
        <w:tab/>
        <w:t>1.038e0</w:t>
      </w:r>
    </w:p>
    <w:p w:rsidR="00B65DC9" w:rsidRDefault="00B65DC9" w:rsidP="00B65DC9">
      <w:r>
        <w:t>383.2826</w:t>
      </w:r>
      <w:r>
        <w:tab/>
        <w:t>4.114e0</w:t>
      </w:r>
    </w:p>
    <w:p w:rsidR="00B65DC9" w:rsidRDefault="00B65DC9" w:rsidP="00B65DC9">
      <w:r>
        <w:t>383.2876</w:t>
      </w:r>
      <w:r>
        <w:tab/>
        <w:t>2.532e-2</w:t>
      </w:r>
    </w:p>
    <w:p w:rsidR="00B65DC9" w:rsidRDefault="00B65DC9" w:rsidP="00B65DC9">
      <w:r>
        <w:t>383.3109</w:t>
      </w:r>
      <w:r>
        <w:tab/>
        <w:t>1.013e0</w:t>
      </w:r>
    </w:p>
    <w:p w:rsidR="00B65DC9" w:rsidRDefault="00B65DC9" w:rsidP="00B65DC9">
      <w:r>
        <w:t>383.3207</w:t>
      </w:r>
      <w:r>
        <w:tab/>
        <w:t>1.013e0</w:t>
      </w:r>
    </w:p>
    <w:p w:rsidR="00B65DC9" w:rsidRDefault="00B65DC9" w:rsidP="00B65DC9">
      <w:r>
        <w:t>383.3321</w:t>
      </w:r>
      <w:r>
        <w:tab/>
        <w:t>1.266e-2</w:t>
      </w:r>
    </w:p>
    <w:p w:rsidR="00B65DC9" w:rsidRDefault="00B65DC9" w:rsidP="00B65DC9">
      <w:r>
        <w:t>383.3534</w:t>
      </w:r>
      <w:r>
        <w:tab/>
        <w:t>1.266e-2</w:t>
      </w:r>
    </w:p>
    <w:p w:rsidR="00B65DC9" w:rsidRDefault="00B65DC9" w:rsidP="00B65DC9">
      <w:r>
        <w:t>383.3683</w:t>
      </w:r>
      <w:r>
        <w:tab/>
        <w:t>1.266e-2</w:t>
      </w:r>
    </w:p>
    <w:p w:rsidR="00B65DC9" w:rsidRDefault="00B65DC9" w:rsidP="00B65DC9">
      <w:r>
        <w:t>383.4457</w:t>
      </w:r>
      <w:r>
        <w:tab/>
        <w:t>1.013e0</w:t>
      </w:r>
    </w:p>
    <w:p w:rsidR="00B65DC9" w:rsidRDefault="00B65DC9" w:rsidP="00B65DC9">
      <w:r>
        <w:t>383.4668</w:t>
      </w:r>
      <w:r>
        <w:tab/>
        <w:t>1.266e-2</w:t>
      </w:r>
    </w:p>
    <w:p w:rsidR="00B65DC9" w:rsidRDefault="00B65DC9" w:rsidP="00B65DC9">
      <w:r>
        <w:t>383.5216</w:t>
      </w:r>
      <w:r>
        <w:tab/>
        <w:t>2.025e0</w:t>
      </w:r>
    </w:p>
    <w:p w:rsidR="00B65DC9" w:rsidRDefault="00B65DC9" w:rsidP="00B65DC9">
      <w:r>
        <w:t>383.5515</w:t>
      </w:r>
      <w:r>
        <w:tab/>
        <w:t>1.266e-2</w:t>
      </w:r>
    </w:p>
    <w:p w:rsidR="00B65DC9" w:rsidRDefault="00B65DC9" w:rsidP="00B65DC9">
      <w:r>
        <w:t>383.5941</w:t>
      </w:r>
      <w:r>
        <w:tab/>
        <w:t>2.025e0</w:t>
      </w:r>
    </w:p>
    <w:p w:rsidR="00B65DC9" w:rsidRDefault="00B65DC9" w:rsidP="00B65DC9">
      <w:r>
        <w:t>383.6625</w:t>
      </w:r>
      <w:r>
        <w:tab/>
        <w:t>2.025e0</w:t>
      </w:r>
    </w:p>
    <w:p w:rsidR="00B65DC9" w:rsidRDefault="00B65DC9" w:rsidP="00B65DC9">
      <w:r>
        <w:t>383.7157</w:t>
      </w:r>
      <w:r>
        <w:tab/>
        <w:t>2.025e0</w:t>
      </w:r>
    </w:p>
    <w:p w:rsidR="00B65DC9" w:rsidRDefault="00B65DC9" w:rsidP="00B65DC9">
      <w:r>
        <w:t>383.7830</w:t>
      </w:r>
      <w:r>
        <w:tab/>
        <w:t>1.013e0</w:t>
      </w:r>
    </w:p>
    <w:p w:rsidR="00B65DC9" w:rsidRDefault="00B65DC9" w:rsidP="00B65DC9">
      <w:r>
        <w:t>383.7996</w:t>
      </w:r>
      <w:r>
        <w:tab/>
        <w:t>1.013e0</w:t>
      </w:r>
    </w:p>
    <w:p w:rsidR="00B65DC9" w:rsidRDefault="00B65DC9" w:rsidP="00B65DC9">
      <w:r>
        <w:t>383.8597</w:t>
      </w:r>
      <w:r>
        <w:tab/>
        <w:t>2.025e0</w:t>
      </w:r>
    </w:p>
    <w:p w:rsidR="00B65DC9" w:rsidRDefault="00B65DC9" w:rsidP="00B65DC9">
      <w:r>
        <w:lastRenderedPageBreak/>
        <w:t>383.9555</w:t>
      </w:r>
      <w:r>
        <w:tab/>
        <w:t>1.013e0</w:t>
      </w:r>
    </w:p>
    <w:p w:rsidR="00B65DC9" w:rsidRDefault="00B65DC9" w:rsidP="00B65DC9">
      <w:r>
        <w:t>383.9728</w:t>
      </w:r>
      <w:r>
        <w:tab/>
        <w:t>1.266e-2</w:t>
      </w:r>
    </w:p>
    <w:p w:rsidR="00B65DC9" w:rsidRDefault="00B65DC9" w:rsidP="00B65DC9">
      <w:r>
        <w:t>383.9980</w:t>
      </w:r>
      <w:r>
        <w:tab/>
        <w:t>2.532e-2</w:t>
      </w:r>
    </w:p>
    <w:p w:rsidR="00B65DC9" w:rsidRDefault="00B65DC9" w:rsidP="00B65DC9">
      <w:r>
        <w:t>384.0440</w:t>
      </w:r>
      <w:r>
        <w:tab/>
        <w:t>1.013e0</w:t>
      </w:r>
    </w:p>
    <w:p w:rsidR="00B65DC9" w:rsidRDefault="00B65DC9" w:rsidP="00B65DC9">
      <w:r>
        <w:t>384.0692</w:t>
      </w:r>
      <w:r>
        <w:tab/>
        <w:t>1.013e0</w:t>
      </w:r>
    </w:p>
    <w:p w:rsidR="00B65DC9" w:rsidRDefault="00B65DC9" w:rsidP="00B65DC9">
      <w:r>
        <w:t>384.0987</w:t>
      </w:r>
      <w:r>
        <w:tab/>
        <w:t>3.038e0</w:t>
      </w:r>
    </w:p>
    <w:p w:rsidR="00B65DC9" w:rsidRDefault="00B65DC9" w:rsidP="00B65DC9">
      <w:r>
        <w:t>384.1074</w:t>
      </w:r>
      <w:r>
        <w:tab/>
        <w:t>1.266e-2</w:t>
      </w:r>
    </w:p>
    <w:p w:rsidR="00B65DC9" w:rsidRDefault="00B65DC9" w:rsidP="00B65DC9">
      <w:r>
        <w:t>384.1252</w:t>
      </w:r>
      <w:r>
        <w:tab/>
        <w:t>1.051e0</w:t>
      </w:r>
    </w:p>
    <w:p w:rsidR="00B65DC9" w:rsidRDefault="00B65DC9" w:rsidP="00B65DC9">
      <w:r>
        <w:t>384.1325</w:t>
      </w:r>
      <w:r>
        <w:tab/>
        <w:t>1.013e0</w:t>
      </w:r>
    </w:p>
    <w:p w:rsidR="00B65DC9" w:rsidRDefault="00B65DC9" w:rsidP="00B65DC9">
      <w:r>
        <w:t>384.1373</w:t>
      </w:r>
      <w:r>
        <w:tab/>
        <w:t>1.013e0</w:t>
      </w:r>
    </w:p>
    <w:p w:rsidR="00B65DC9" w:rsidRDefault="00B65DC9" w:rsidP="00B65DC9">
      <w:r>
        <w:t>384.1577</w:t>
      </w:r>
      <w:r>
        <w:tab/>
        <w:t>1.013e0</w:t>
      </w:r>
    </w:p>
    <w:p w:rsidR="00B65DC9" w:rsidRDefault="00B65DC9" w:rsidP="00B65DC9">
      <w:r>
        <w:t>384.1646</w:t>
      </w:r>
      <w:r>
        <w:tab/>
        <w:t>1.266e-2</w:t>
      </w:r>
    </w:p>
    <w:p w:rsidR="00B65DC9" w:rsidRDefault="00B65DC9" w:rsidP="00B65DC9">
      <w:r>
        <w:t>384.2139</w:t>
      </w:r>
      <w:r>
        <w:tab/>
        <w:t>3.038e0</w:t>
      </w:r>
    </w:p>
    <w:p w:rsidR="00B65DC9" w:rsidRDefault="00B65DC9" w:rsidP="00B65DC9">
      <w:r>
        <w:t>384.2199</w:t>
      </w:r>
      <w:r>
        <w:tab/>
        <w:t>3.798e-2</w:t>
      </w:r>
    </w:p>
    <w:p w:rsidR="00B65DC9" w:rsidRDefault="00B65DC9" w:rsidP="00B65DC9">
      <w:r>
        <w:t>384.2235</w:t>
      </w:r>
      <w:r>
        <w:tab/>
        <w:t>4.051e0</w:t>
      </w:r>
    </w:p>
    <w:p w:rsidR="00B65DC9" w:rsidRDefault="00B65DC9" w:rsidP="00B65DC9">
      <w:r>
        <w:t>384.2507</w:t>
      </w:r>
      <w:r>
        <w:tab/>
        <w:t>2.025e0</w:t>
      </w:r>
    </w:p>
    <w:p w:rsidR="00B65DC9" w:rsidRDefault="00B65DC9" w:rsidP="00B65DC9">
      <w:r>
        <w:t>384.2765</w:t>
      </w:r>
      <w:r>
        <w:tab/>
        <w:t>2.025e0</w:t>
      </w:r>
    </w:p>
    <w:p w:rsidR="00B65DC9" w:rsidRDefault="00B65DC9" w:rsidP="00B65DC9">
      <w:r>
        <w:t>384.2805</w:t>
      </w:r>
      <w:r>
        <w:tab/>
        <w:t>1.266e-2</w:t>
      </w:r>
    </w:p>
    <w:p w:rsidR="00B65DC9" w:rsidRDefault="00B65DC9" w:rsidP="00B65DC9">
      <w:r>
        <w:t>384.3555</w:t>
      </w:r>
      <w:r>
        <w:tab/>
        <w:t>1.266e-2</w:t>
      </w:r>
    </w:p>
    <w:p w:rsidR="00B65DC9" w:rsidRDefault="00B65DC9" w:rsidP="00B65DC9">
      <w:r>
        <w:lastRenderedPageBreak/>
        <w:t>384.4365</w:t>
      </w:r>
      <w:r>
        <w:tab/>
        <w:t>1.013e0</w:t>
      </w:r>
    </w:p>
    <w:p w:rsidR="00B65DC9" w:rsidRDefault="00B65DC9" w:rsidP="00B65DC9">
      <w:r>
        <w:t>384.4449</w:t>
      </w:r>
      <w:r>
        <w:tab/>
        <w:t>1.025e0</w:t>
      </w:r>
    </w:p>
    <w:p w:rsidR="00B65DC9" w:rsidRDefault="00B65DC9" w:rsidP="00B65DC9">
      <w:r>
        <w:t>384.4583</w:t>
      </w:r>
      <w:r>
        <w:tab/>
        <w:t>1.013e0</w:t>
      </w:r>
    </w:p>
    <w:p w:rsidR="00B65DC9" w:rsidRDefault="00B65DC9" w:rsidP="00B65DC9">
      <w:r>
        <w:t>384.5106</w:t>
      </w:r>
      <w:r>
        <w:tab/>
        <w:t>2.025e0</w:t>
      </w:r>
    </w:p>
    <w:p w:rsidR="00B65DC9" w:rsidRDefault="00B65DC9" w:rsidP="00B65DC9">
      <w:r>
        <w:t>384.5973</w:t>
      </w:r>
      <w:r>
        <w:tab/>
        <w:t>2.025e0</w:t>
      </w:r>
    </w:p>
    <w:p w:rsidR="00B65DC9" w:rsidRDefault="00B65DC9" w:rsidP="00B65DC9">
      <w:r>
        <w:t>384.6761</w:t>
      </w:r>
      <w:r>
        <w:tab/>
        <w:t>1.013e0</w:t>
      </w:r>
    </w:p>
    <w:p w:rsidR="00B65DC9" w:rsidRDefault="00B65DC9" w:rsidP="00B65DC9">
      <w:r>
        <w:t>384.6848</w:t>
      </w:r>
      <w:r>
        <w:tab/>
        <w:t>1.013e0</w:t>
      </w:r>
    </w:p>
    <w:p w:rsidR="00B65DC9" w:rsidRDefault="00B65DC9" w:rsidP="00B65DC9">
      <w:r>
        <w:t>384.6897</w:t>
      </w:r>
      <w:r>
        <w:tab/>
        <w:t>1.266e-2</w:t>
      </w:r>
    </w:p>
    <w:p w:rsidR="00B65DC9" w:rsidRDefault="00B65DC9" w:rsidP="00B65DC9">
      <w:r>
        <w:t>384.7271</w:t>
      </w:r>
      <w:r>
        <w:tab/>
        <w:t>1.266e-2</w:t>
      </w:r>
    </w:p>
    <w:p w:rsidR="00B65DC9" w:rsidRDefault="00B65DC9" w:rsidP="00B65DC9">
      <w:r>
        <w:t>384.7335</w:t>
      </w:r>
      <w:r>
        <w:tab/>
        <w:t>2.025e0</w:t>
      </w:r>
    </w:p>
    <w:p w:rsidR="00B65DC9" w:rsidRDefault="00B65DC9" w:rsidP="00B65DC9">
      <w:r>
        <w:t>384.8156</w:t>
      </w:r>
      <w:r>
        <w:tab/>
        <w:t>1.266e-2</w:t>
      </w:r>
    </w:p>
    <w:p w:rsidR="00B65DC9" w:rsidRDefault="00B65DC9" w:rsidP="00B65DC9">
      <w:r>
        <w:t>384.8262</w:t>
      </w:r>
      <w:r>
        <w:tab/>
        <w:t>1.013e0</w:t>
      </w:r>
    </w:p>
    <w:p w:rsidR="00B65DC9" w:rsidRDefault="00B65DC9" w:rsidP="00B65DC9">
      <w:r>
        <w:t>384.8578</w:t>
      </w:r>
      <w:r>
        <w:tab/>
        <w:t>1.266e-2</w:t>
      </w:r>
    </w:p>
    <w:p w:rsidR="00B65DC9" w:rsidRDefault="00B65DC9" w:rsidP="00B65DC9">
      <w:r>
        <w:t>384.8877</w:t>
      </w:r>
      <w:r>
        <w:tab/>
        <w:t>1.266e-2</w:t>
      </w:r>
    </w:p>
    <w:p w:rsidR="00B65DC9" w:rsidRDefault="00B65DC9" w:rsidP="00B65DC9">
      <w:r>
        <w:t>384.8902</w:t>
      </w:r>
      <w:r>
        <w:tab/>
        <w:t>2.025e0</w:t>
      </w:r>
    </w:p>
    <w:p w:rsidR="00B65DC9" w:rsidRDefault="00B65DC9" w:rsidP="00B65DC9">
      <w:r>
        <w:t>384.9150</w:t>
      </w:r>
      <w:r>
        <w:tab/>
        <w:t>1.266e-2</w:t>
      </w:r>
    </w:p>
    <w:p w:rsidR="00B65DC9" w:rsidRDefault="00B65DC9" w:rsidP="00B65DC9">
      <w:r>
        <w:t>384.9231</w:t>
      </w:r>
      <w:r>
        <w:tab/>
        <w:t>2.025e0</w:t>
      </w:r>
    </w:p>
    <w:p w:rsidR="00B65DC9" w:rsidRDefault="00B65DC9" w:rsidP="00B65DC9">
      <w:r>
        <w:t>384.9258</w:t>
      </w:r>
      <w:r>
        <w:tab/>
        <w:t>1.013e0</w:t>
      </w:r>
    </w:p>
    <w:p w:rsidR="00B65DC9" w:rsidRDefault="00B65DC9" w:rsidP="00B65DC9">
      <w:r>
        <w:t>385.0033</w:t>
      </w:r>
      <w:r>
        <w:tab/>
        <w:t>1.025e0</w:t>
      </w:r>
    </w:p>
    <w:p w:rsidR="00B65DC9" w:rsidRDefault="00B65DC9" w:rsidP="00B65DC9">
      <w:r>
        <w:lastRenderedPageBreak/>
        <w:t>385.0043</w:t>
      </w:r>
      <w:r>
        <w:tab/>
        <w:t>1.013e0</w:t>
      </w:r>
    </w:p>
    <w:p w:rsidR="00B65DC9" w:rsidRDefault="00B65DC9" w:rsidP="00B65DC9">
      <w:r>
        <w:t>385.0193</w:t>
      </w:r>
      <w:r>
        <w:tab/>
        <w:t>4.051e0</w:t>
      </w:r>
    </w:p>
    <w:p w:rsidR="00B65DC9" w:rsidRDefault="00B65DC9" w:rsidP="00B65DC9">
      <w:r>
        <w:t>385.0326</w:t>
      </w:r>
      <w:r>
        <w:tab/>
        <w:t>2.025e0</w:t>
      </w:r>
    </w:p>
    <w:p w:rsidR="00B65DC9" w:rsidRDefault="00B65DC9" w:rsidP="00B65DC9">
      <w:r>
        <w:t>385.0521</w:t>
      </w:r>
      <w:r>
        <w:tab/>
        <w:t>1.013e0</w:t>
      </w:r>
    </w:p>
    <w:p w:rsidR="00B65DC9" w:rsidRDefault="00B65DC9" w:rsidP="00B65DC9">
      <w:r>
        <w:t>385.0601</w:t>
      </w:r>
      <w:r>
        <w:tab/>
        <w:t>1.013e0</w:t>
      </w:r>
    </w:p>
    <w:p w:rsidR="00B65DC9" w:rsidRDefault="00B65DC9" w:rsidP="00B65DC9">
      <w:r>
        <w:t>385.0652</w:t>
      </w:r>
      <w:r>
        <w:tab/>
        <w:t>2.532e-2</w:t>
      </w:r>
    </w:p>
    <w:p w:rsidR="00B65DC9" w:rsidRDefault="00B65DC9" w:rsidP="00B65DC9">
      <w:r>
        <w:t>385.1572</w:t>
      </w:r>
      <w:r>
        <w:tab/>
        <w:t>2.025e0</w:t>
      </w:r>
    </w:p>
    <w:p w:rsidR="00B65DC9" w:rsidRDefault="00B65DC9" w:rsidP="00B65DC9">
      <w:r>
        <w:t>385.1698</w:t>
      </w:r>
      <w:r>
        <w:tab/>
        <w:t>2.025e0</w:t>
      </w:r>
    </w:p>
    <w:p w:rsidR="00B65DC9" w:rsidRDefault="00B65DC9" w:rsidP="00B65DC9">
      <w:r>
        <w:t>385.2012</w:t>
      </w:r>
      <w:r>
        <w:tab/>
        <w:t>4.204e0</w:t>
      </w:r>
    </w:p>
    <w:p w:rsidR="00B65DC9" w:rsidRDefault="00B65DC9" w:rsidP="00B65DC9">
      <w:r>
        <w:t>385.2120</w:t>
      </w:r>
      <w:r>
        <w:tab/>
        <w:t>4.051e0</w:t>
      </w:r>
    </w:p>
    <w:p w:rsidR="00B65DC9" w:rsidRDefault="00B65DC9" w:rsidP="00B65DC9">
      <w:r>
        <w:t>385.2795</w:t>
      </w:r>
      <w:r>
        <w:tab/>
        <w:t>1.013e0</w:t>
      </w:r>
    </w:p>
    <w:p w:rsidR="00B65DC9" w:rsidRDefault="00B65DC9" w:rsidP="00B65DC9">
      <w:r>
        <w:t>385.2838</w:t>
      </w:r>
      <w:r>
        <w:tab/>
        <w:t>3.038e0</w:t>
      </w:r>
    </w:p>
    <w:p w:rsidR="00B65DC9" w:rsidRDefault="00B65DC9" w:rsidP="00B65DC9">
      <w:r>
        <w:t>385.2917</w:t>
      </w:r>
      <w:r>
        <w:tab/>
        <w:t>2.737e0</w:t>
      </w:r>
    </w:p>
    <w:p w:rsidR="00B65DC9" w:rsidRDefault="00B65DC9" w:rsidP="00B65DC9">
      <w:r>
        <w:t>385.3322</w:t>
      </w:r>
      <w:r>
        <w:tab/>
        <w:t>1.013e0</w:t>
      </w:r>
    </w:p>
    <w:p w:rsidR="00B65DC9" w:rsidRDefault="00B65DC9" w:rsidP="00B65DC9">
      <w:r>
        <w:t>385.3591</w:t>
      </w:r>
      <w:r>
        <w:tab/>
        <w:t>1.266e-2</w:t>
      </w:r>
    </w:p>
    <w:p w:rsidR="00B65DC9" w:rsidRDefault="00B65DC9" w:rsidP="00B65DC9">
      <w:r>
        <w:t>385.3972</w:t>
      </w:r>
      <w:r>
        <w:tab/>
        <w:t>2.025e0</w:t>
      </w:r>
    </w:p>
    <w:p w:rsidR="00B65DC9" w:rsidRDefault="00B65DC9" w:rsidP="00B65DC9">
      <w:r>
        <w:t>385.4071</w:t>
      </w:r>
      <w:r>
        <w:tab/>
        <w:t>1.013e0</w:t>
      </w:r>
    </w:p>
    <w:p w:rsidR="00B65DC9" w:rsidRDefault="00B65DC9" w:rsidP="00B65DC9">
      <w:r>
        <w:t>385.4206</w:t>
      </w:r>
      <w:r>
        <w:tab/>
        <w:t>1.266e-2</w:t>
      </w:r>
    </w:p>
    <w:p w:rsidR="00B65DC9" w:rsidRDefault="00B65DC9" w:rsidP="00B65DC9">
      <w:r>
        <w:t>385.4315</w:t>
      </w:r>
      <w:r>
        <w:tab/>
        <w:t>1.013e0</w:t>
      </w:r>
    </w:p>
    <w:p w:rsidR="00B65DC9" w:rsidRDefault="00B65DC9" w:rsidP="00B65DC9">
      <w:r>
        <w:lastRenderedPageBreak/>
        <w:t>385.4738</w:t>
      </w:r>
      <w:r>
        <w:tab/>
        <w:t>1.266e-2</w:t>
      </w:r>
    </w:p>
    <w:p w:rsidR="00B65DC9" w:rsidRDefault="00B65DC9" w:rsidP="00B65DC9">
      <w:r>
        <w:t>385.4951</w:t>
      </w:r>
      <w:r>
        <w:tab/>
        <w:t>1.013e0</w:t>
      </w:r>
    </w:p>
    <w:p w:rsidR="00B65DC9" w:rsidRDefault="00B65DC9" w:rsidP="00B65DC9">
      <w:r>
        <w:t>385.5155</w:t>
      </w:r>
      <w:r>
        <w:tab/>
        <w:t>2.025e0</w:t>
      </w:r>
    </w:p>
    <w:p w:rsidR="00B65DC9" w:rsidRDefault="00B65DC9" w:rsidP="00B65DC9">
      <w:r>
        <w:t>385.5238</w:t>
      </w:r>
      <w:r>
        <w:tab/>
        <w:t>1.013e0</w:t>
      </w:r>
    </w:p>
    <w:p w:rsidR="00B65DC9" w:rsidRDefault="00B65DC9" w:rsidP="00B65DC9">
      <w:r>
        <w:t>385.5373</w:t>
      </w:r>
      <w:r>
        <w:tab/>
        <w:t>1.013e0</w:t>
      </w:r>
    </w:p>
    <w:p w:rsidR="00B65DC9" w:rsidRDefault="00B65DC9" w:rsidP="00B65DC9">
      <w:r>
        <w:t>385.5451</w:t>
      </w:r>
      <w:r>
        <w:tab/>
        <w:t>1.013e0</w:t>
      </w:r>
    </w:p>
    <w:p w:rsidR="00B65DC9" w:rsidRDefault="00B65DC9" w:rsidP="00B65DC9">
      <w:r>
        <w:t>385.5769</w:t>
      </w:r>
      <w:r>
        <w:tab/>
        <w:t>2.025e0</w:t>
      </w:r>
    </w:p>
    <w:p w:rsidR="00B65DC9" w:rsidRDefault="00B65DC9" w:rsidP="00B65DC9">
      <w:r>
        <w:t>385.5875</w:t>
      </w:r>
      <w:r>
        <w:tab/>
        <w:t>1.266e-2</w:t>
      </w:r>
    </w:p>
    <w:p w:rsidR="00B65DC9" w:rsidRDefault="00B65DC9" w:rsidP="00B65DC9">
      <w:r>
        <w:t>385.6544</w:t>
      </w:r>
      <w:r>
        <w:tab/>
        <w:t>3.038e0</w:t>
      </w:r>
    </w:p>
    <w:p w:rsidR="00B65DC9" w:rsidRDefault="00B65DC9" w:rsidP="00B65DC9">
      <w:r>
        <w:t>385.7993</w:t>
      </w:r>
      <w:r>
        <w:tab/>
        <w:t>2.025e0</w:t>
      </w:r>
    </w:p>
    <w:p w:rsidR="00B65DC9" w:rsidRDefault="00B65DC9" w:rsidP="00B65DC9">
      <w:r>
        <w:t>385.8032</w:t>
      </w:r>
      <w:r>
        <w:tab/>
        <w:t>1.266e-2</w:t>
      </w:r>
    </w:p>
    <w:p w:rsidR="00B65DC9" w:rsidRDefault="00B65DC9" w:rsidP="00B65DC9">
      <w:r>
        <w:t>385.8583</w:t>
      </w:r>
      <w:r>
        <w:tab/>
        <w:t>1.013e0</w:t>
      </w:r>
    </w:p>
    <w:p w:rsidR="00B65DC9" w:rsidRDefault="00B65DC9" w:rsidP="00B65DC9">
      <w:r>
        <w:t>385.8881</w:t>
      </w:r>
      <w:r>
        <w:tab/>
        <w:t>2.025e0</w:t>
      </w:r>
    </w:p>
    <w:p w:rsidR="00B65DC9" w:rsidRDefault="00B65DC9" w:rsidP="00B65DC9">
      <w:r>
        <w:t>385.9063</w:t>
      </w:r>
      <w:r>
        <w:tab/>
        <w:t>1.013e0</w:t>
      </w:r>
    </w:p>
    <w:p w:rsidR="00B65DC9" w:rsidRDefault="00B65DC9" w:rsidP="00B65DC9">
      <w:r>
        <w:t>385.9204</w:t>
      </w:r>
      <w:r>
        <w:tab/>
        <w:t>1.013e0</w:t>
      </w:r>
    </w:p>
    <w:p w:rsidR="00B65DC9" w:rsidRDefault="00B65DC9" w:rsidP="00B65DC9">
      <w:r>
        <w:t>385.9684</w:t>
      </w:r>
      <w:r>
        <w:tab/>
        <w:t>1.266e-2</w:t>
      </w:r>
    </w:p>
    <w:p w:rsidR="00B65DC9" w:rsidRDefault="00B65DC9" w:rsidP="00B65DC9">
      <w:r>
        <w:t>386.0094</w:t>
      </w:r>
      <w:r>
        <w:tab/>
        <w:t>1.013e0</w:t>
      </w:r>
    </w:p>
    <w:p w:rsidR="00B65DC9" w:rsidRDefault="00B65DC9" w:rsidP="00B65DC9">
      <w:r>
        <w:t>386.0194</w:t>
      </w:r>
      <w:r>
        <w:tab/>
        <w:t>3.038e0</w:t>
      </w:r>
    </w:p>
    <w:p w:rsidR="00B65DC9" w:rsidRDefault="00B65DC9" w:rsidP="00B65DC9">
      <w:r>
        <w:t>386.0727</w:t>
      </w:r>
      <w:r>
        <w:tab/>
        <w:t>1.266e-2</w:t>
      </w:r>
    </w:p>
    <w:p w:rsidR="00B65DC9" w:rsidRDefault="00B65DC9" w:rsidP="00B65DC9">
      <w:r>
        <w:lastRenderedPageBreak/>
        <w:t>386.0939</w:t>
      </w:r>
      <w:r>
        <w:tab/>
        <w:t>1.266e-2</w:t>
      </w:r>
    </w:p>
    <w:p w:rsidR="00B65DC9" w:rsidRDefault="00B65DC9" w:rsidP="00B65DC9">
      <w:r>
        <w:t>386.1118</w:t>
      </w:r>
      <w:r>
        <w:tab/>
        <w:t>1.013e0</w:t>
      </w:r>
    </w:p>
    <w:p w:rsidR="00B65DC9" w:rsidRDefault="00B65DC9" w:rsidP="00B65DC9">
      <w:r>
        <w:t>386.1151</w:t>
      </w:r>
      <w:r>
        <w:tab/>
        <w:t>2.025e0</w:t>
      </w:r>
    </w:p>
    <w:p w:rsidR="00B65DC9" w:rsidRDefault="00B65DC9" w:rsidP="00B65DC9">
      <w:r>
        <w:t>386.1573</w:t>
      </w:r>
      <w:r>
        <w:tab/>
        <w:t>1.013e0</w:t>
      </w:r>
    </w:p>
    <w:p w:rsidR="00B65DC9" w:rsidRDefault="00B65DC9" w:rsidP="00B65DC9">
      <w:r>
        <w:t>386.1946</w:t>
      </w:r>
      <w:r>
        <w:tab/>
        <w:t>2.025e0</w:t>
      </w:r>
    </w:p>
    <w:p w:rsidR="00B65DC9" w:rsidRDefault="00B65DC9" w:rsidP="00B65DC9">
      <w:r>
        <w:t>386.2128</w:t>
      </w:r>
      <w:r>
        <w:tab/>
        <w:t>3.038e0</w:t>
      </w:r>
    </w:p>
    <w:p w:rsidR="00B65DC9" w:rsidRDefault="00B65DC9" w:rsidP="00B65DC9">
      <w:r>
        <w:t>386.2230</w:t>
      </w:r>
      <w:r>
        <w:tab/>
        <w:t>3.038e0</w:t>
      </w:r>
    </w:p>
    <w:p w:rsidR="00B65DC9" w:rsidRDefault="00B65DC9" w:rsidP="00B65DC9">
      <w:r>
        <w:t>386.2274</w:t>
      </w:r>
      <w:r>
        <w:tab/>
        <w:t>2.532e-2</w:t>
      </w:r>
    </w:p>
    <w:p w:rsidR="00B65DC9" w:rsidRDefault="00B65DC9" w:rsidP="00B65DC9">
      <w:r>
        <w:t>386.2691</w:t>
      </w:r>
      <w:r>
        <w:tab/>
        <w:t>4.051e0</w:t>
      </w:r>
    </w:p>
    <w:p w:rsidR="00B65DC9" w:rsidRDefault="00B65DC9" w:rsidP="00B65DC9">
      <w:r>
        <w:t>386.2891</w:t>
      </w:r>
      <w:r>
        <w:tab/>
        <w:t>3.038e0</w:t>
      </w:r>
    </w:p>
    <w:p w:rsidR="00B65DC9" w:rsidRDefault="00B65DC9" w:rsidP="00B65DC9">
      <w:r>
        <w:t>386.2966</w:t>
      </w:r>
      <w:r>
        <w:tab/>
        <w:t>1.013e0</w:t>
      </w:r>
    </w:p>
    <w:p w:rsidR="00B65DC9" w:rsidRDefault="00B65DC9" w:rsidP="00B65DC9">
      <w:r>
        <w:t>386.3028</w:t>
      </w:r>
      <w:r>
        <w:tab/>
        <w:t>1.025e0</w:t>
      </w:r>
    </w:p>
    <w:p w:rsidR="00B65DC9" w:rsidRDefault="00B65DC9" w:rsidP="00B65DC9">
      <w:r>
        <w:t>386.3345</w:t>
      </w:r>
      <w:r>
        <w:tab/>
        <w:t>2.025e0</w:t>
      </w:r>
    </w:p>
    <w:p w:rsidR="00B65DC9" w:rsidRDefault="00B65DC9" w:rsidP="00B65DC9">
      <w:r>
        <w:t>386.3475</w:t>
      </w:r>
      <w:r>
        <w:tab/>
        <w:t>2.025e0</w:t>
      </w:r>
    </w:p>
    <w:p w:rsidR="00B65DC9" w:rsidRDefault="00B65DC9" w:rsidP="00B65DC9">
      <w:r>
        <w:t>386.3856</w:t>
      </w:r>
      <w:r>
        <w:tab/>
        <w:t>1.266e-2</w:t>
      </w:r>
    </w:p>
    <w:p w:rsidR="00B65DC9" w:rsidRDefault="00B65DC9" w:rsidP="00B65DC9">
      <w:r>
        <w:t>386.3874</w:t>
      </w:r>
      <w:r>
        <w:tab/>
        <w:t>2.025e0</w:t>
      </w:r>
    </w:p>
    <w:p w:rsidR="00B65DC9" w:rsidRDefault="00B65DC9" w:rsidP="00B65DC9">
      <w:r>
        <w:t>386.4199</w:t>
      </w:r>
      <w:r>
        <w:tab/>
        <w:t>1.266e-2</w:t>
      </w:r>
    </w:p>
    <w:p w:rsidR="00B65DC9" w:rsidRDefault="00B65DC9" w:rsidP="00B65DC9">
      <w:r>
        <w:t>386.4647</w:t>
      </w:r>
      <w:r>
        <w:tab/>
        <w:t>1.025e0</w:t>
      </w:r>
    </w:p>
    <w:p w:rsidR="00B65DC9" w:rsidRDefault="00B65DC9" w:rsidP="00B65DC9">
      <w:r>
        <w:t>386.4816</w:t>
      </w:r>
      <w:r>
        <w:tab/>
        <w:t>1.013e0</w:t>
      </w:r>
    </w:p>
    <w:p w:rsidR="00B65DC9" w:rsidRDefault="00B65DC9" w:rsidP="00B65DC9">
      <w:r>
        <w:lastRenderedPageBreak/>
        <w:t>386.5123</w:t>
      </w:r>
      <w:r>
        <w:tab/>
        <w:t>1.013e0</w:t>
      </w:r>
    </w:p>
    <w:p w:rsidR="00B65DC9" w:rsidRDefault="00B65DC9" w:rsidP="00B65DC9">
      <w:r>
        <w:t>386.5158</w:t>
      </w:r>
      <w:r>
        <w:tab/>
        <w:t>1.013e0</w:t>
      </w:r>
    </w:p>
    <w:p w:rsidR="00B65DC9" w:rsidRDefault="00B65DC9" w:rsidP="00B65DC9">
      <w:r>
        <w:t>386.5844</w:t>
      </w:r>
      <w:r>
        <w:tab/>
        <w:t>1.013e0</w:t>
      </w:r>
    </w:p>
    <w:p w:rsidR="00B65DC9" w:rsidRDefault="00B65DC9" w:rsidP="00B65DC9">
      <w:r>
        <w:t>386.6255</w:t>
      </w:r>
      <w:r>
        <w:tab/>
        <w:t>1.013e0</w:t>
      </w:r>
    </w:p>
    <w:p w:rsidR="00B65DC9" w:rsidRDefault="00B65DC9" w:rsidP="00B65DC9">
      <w:r>
        <w:t>386.7944</w:t>
      </w:r>
      <w:r>
        <w:tab/>
        <w:t>2.038e0</w:t>
      </w:r>
    </w:p>
    <w:p w:rsidR="00B65DC9" w:rsidRDefault="00B65DC9" w:rsidP="00B65DC9">
      <w:r>
        <w:t>386.7987</w:t>
      </w:r>
      <w:r>
        <w:tab/>
        <w:t>1.266e-2</w:t>
      </w:r>
    </w:p>
    <w:p w:rsidR="00B65DC9" w:rsidRDefault="00B65DC9" w:rsidP="00B65DC9">
      <w:r>
        <w:t>386.8619</w:t>
      </w:r>
      <w:r>
        <w:tab/>
        <w:t>3.038e0</w:t>
      </w:r>
    </w:p>
    <w:p w:rsidR="00B65DC9" w:rsidRDefault="00B65DC9" w:rsidP="00B65DC9">
      <w:r>
        <w:t>386.8998</w:t>
      </w:r>
      <w:r>
        <w:tab/>
        <w:t>1.266e-2</w:t>
      </w:r>
    </w:p>
    <w:p w:rsidR="00B65DC9" w:rsidRDefault="00B65DC9" w:rsidP="00B65DC9">
      <w:r>
        <w:t>386.9177</w:t>
      </w:r>
      <w:r>
        <w:tab/>
        <w:t>2.025e0</w:t>
      </w:r>
    </w:p>
    <w:p w:rsidR="00B65DC9" w:rsidRDefault="00B65DC9" w:rsidP="00B65DC9">
      <w:r>
        <w:t>386.9410</w:t>
      </w:r>
      <w:r>
        <w:tab/>
        <w:t>1.266e-2</w:t>
      </w:r>
    </w:p>
    <w:p w:rsidR="00B65DC9" w:rsidRDefault="00B65DC9" w:rsidP="00B65DC9">
      <w:r>
        <w:t>386.9552</w:t>
      </w:r>
      <w:r>
        <w:tab/>
        <w:t>1.013e0</w:t>
      </w:r>
    </w:p>
    <w:p w:rsidR="00B65DC9" w:rsidRDefault="00B65DC9" w:rsidP="00B65DC9">
      <w:r>
        <w:t>386.9698</w:t>
      </w:r>
      <w:r>
        <w:tab/>
        <w:t>4.051e0</w:t>
      </w:r>
    </w:p>
    <w:p w:rsidR="00B65DC9" w:rsidRDefault="00B65DC9" w:rsidP="00B65DC9">
      <w:r>
        <w:t>386.9778</w:t>
      </w:r>
      <w:r>
        <w:tab/>
        <w:t>2.025e0</w:t>
      </w:r>
    </w:p>
    <w:p w:rsidR="00B65DC9" w:rsidRDefault="00B65DC9" w:rsidP="00B65DC9">
      <w:r>
        <w:t>387.0058</w:t>
      </w:r>
      <w:r>
        <w:tab/>
        <w:t>2.025e0</w:t>
      </w:r>
    </w:p>
    <w:p w:rsidR="00B65DC9" w:rsidRDefault="00B65DC9" w:rsidP="00B65DC9">
      <w:r>
        <w:t>387.0183</w:t>
      </w:r>
      <w:r>
        <w:tab/>
        <w:t>1.025e0</w:t>
      </w:r>
    </w:p>
    <w:p w:rsidR="00B65DC9" w:rsidRDefault="00B65DC9" w:rsidP="00B65DC9">
      <w:r>
        <w:t>387.1039</w:t>
      </w:r>
      <w:r>
        <w:tab/>
        <w:t>3.038e0</w:t>
      </w:r>
    </w:p>
    <w:p w:rsidR="00B65DC9" w:rsidRDefault="00B65DC9" w:rsidP="00B65DC9">
      <w:r>
        <w:t>387.1611</w:t>
      </w:r>
      <w:r>
        <w:tab/>
        <w:t>1.013e0</w:t>
      </w:r>
    </w:p>
    <w:p w:rsidR="00B65DC9" w:rsidRDefault="00B65DC9" w:rsidP="00B65DC9">
      <w:r>
        <w:t>387.1752</w:t>
      </w:r>
      <w:r>
        <w:tab/>
        <w:t>2.025e0</w:t>
      </w:r>
    </w:p>
    <w:p w:rsidR="00B65DC9" w:rsidRDefault="00B65DC9" w:rsidP="00B65DC9">
      <w:r>
        <w:t>387.2109</w:t>
      </w:r>
      <w:r>
        <w:tab/>
        <w:t>4.051e0</w:t>
      </w:r>
    </w:p>
    <w:p w:rsidR="00B65DC9" w:rsidRDefault="00B65DC9" w:rsidP="00B65DC9">
      <w:r>
        <w:lastRenderedPageBreak/>
        <w:t>387.2194</w:t>
      </w:r>
      <w:r>
        <w:tab/>
        <w:t>2.025e0</w:t>
      </w:r>
    </w:p>
    <w:p w:rsidR="00B65DC9" w:rsidRDefault="00B65DC9" w:rsidP="00B65DC9">
      <w:r>
        <w:t>387.2224</w:t>
      </w:r>
      <w:r>
        <w:tab/>
        <w:t>5.063e0</w:t>
      </w:r>
    </w:p>
    <w:p w:rsidR="00B65DC9" w:rsidRDefault="00B65DC9" w:rsidP="00B65DC9">
      <w:r>
        <w:t>387.2661</w:t>
      </w:r>
      <w:r>
        <w:tab/>
        <w:t>3.038e0</w:t>
      </w:r>
    </w:p>
    <w:p w:rsidR="00B65DC9" w:rsidRDefault="00B65DC9" w:rsidP="00B65DC9">
      <w:r>
        <w:t>387.2949</w:t>
      </w:r>
      <w:r>
        <w:tab/>
        <w:t>2.025e0</w:t>
      </w:r>
    </w:p>
    <w:p w:rsidR="00B65DC9" w:rsidRDefault="00B65DC9" w:rsidP="00B65DC9">
      <w:r>
        <w:t>387.2969</w:t>
      </w:r>
      <w:r>
        <w:tab/>
        <w:t>2.025e0</w:t>
      </w:r>
    </w:p>
    <w:p w:rsidR="00B65DC9" w:rsidRDefault="00B65DC9" w:rsidP="00B65DC9">
      <w:r>
        <w:t>387.3052</w:t>
      </w:r>
      <w:r>
        <w:tab/>
        <w:t>1.013e0</w:t>
      </w:r>
    </w:p>
    <w:p w:rsidR="00B65DC9" w:rsidRDefault="00B65DC9" w:rsidP="00B65DC9">
      <w:r>
        <w:t>387.3121</w:t>
      </w:r>
      <w:r>
        <w:tab/>
        <w:t>2.532e-2</w:t>
      </w:r>
    </w:p>
    <w:p w:rsidR="00B65DC9" w:rsidRDefault="00B65DC9" w:rsidP="00B65DC9">
      <w:r>
        <w:t>387.3940</w:t>
      </w:r>
      <w:r>
        <w:tab/>
        <w:t>1.266e-2</w:t>
      </w:r>
    </w:p>
    <w:p w:rsidR="00B65DC9" w:rsidRDefault="00B65DC9" w:rsidP="00B65DC9">
      <w:r>
        <w:t>387.4284</w:t>
      </w:r>
      <w:r>
        <w:tab/>
        <w:t>1.025e0</w:t>
      </w:r>
    </w:p>
    <w:p w:rsidR="00B65DC9" w:rsidRDefault="00B65DC9" w:rsidP="00B65DC9">
      <w:r>
        <w:t>387.4627</w:t>
      </w:r>
      <w:r>
        <w:tab/>
        <w:t>1.013e0</w:t>
      </w:r>
    </w:p>
    <w:p w:rsidR="00B65DC9" w:rsidRDefault="00B65DC9" w:rsidP="00B65DC9">
      <w:r>
        <w:t>387.5000</w:t>
      </w:r>
      <w:r>
        <w:tab/>
        <w:t>1.013e0</w:t>
      </w:r>
    </w:p>
    <w:p w:rsidR="00B65DC9" w:rsidRDefault="00B65DC9" w:rsidP="00B65DC9">
      <w:r>
        <w:t>387.5466</w:t>
      </w:r>
      <w:r>
        <w:tab/>
        <w:t>1.013e0</w:t>
      </w:r>
    </w:p>
    <w:p w:rsidR="00B65DC9" w:rsidRDefault="00B65DC9" w:rsidP="00B65DC9">
      <w:r>
        <w:t>387.5795</w:t>
      </w:r>
      <w:r>
        <w:tab/>
        <w:t>1.013e0</w:t>
      </w:r>
    </w:p>
    <w:p w:rsidR="00B65DC9" w:rsidRDefault="00B65DC9" w:rsidP="00B65DC9">
      <w:r>
        <w:t>387.6346</w:t>
      </w:r>
      <w:r>
        <w:tab/>
        <w:t>1.266e-2</w:t>
      </w:r>
    </w:p>
    <w:p w:rsidR="00B65DC9" w:rsidRDefault="00B65DC9" w:rsidP="00B65DC9">
      <w:r>
        <w:t>387.7513</w:t>
      </w:r>
      <w:r>
        <w:tab/>
        <w:t>1.013e0</w:t>
      </w:r>
    </w:p>
    <w:p w:rsidR="00B65DC9" w:rsidRDefault="00B65DC9" w:rsidP="00B65DC9">
      <w:r>
        <w:t>387.8295</w:t>
      </w:r>
      <w:r>
        <w:tab/>
        <w:t>1.013e0</w:t>
      </w:r>
    </w:p>
    <w:p w:rsidR="00B65DC9" w:rsidRDefault="00B65DC9" w:rsidP="00B65DC9">
      <w:r>
        <w:t>387.8618</w:t>
      </w:r>
      <w:r>
        <w:tab/>
        <w:t>1.013e0</w:t>
      </w:r>
    </w:p>
    <w:p w:rsidR="00B65DC9" w:rsidRDefault="00B65DC9" w:rsidP="00B65DC9">
      <w:r>
        <w:t>387.9026</w:t>
      </w:r>
      <w:r>
        <w:tab/>
        <w:t>1.013e0</w:t>
      </w:r>
    </w:p>
    <w:p w:rsidR="00B65DC9" w:rsidRDefault="00B65DC9" w:rsidP="00B65DC9">
      <w:r>
        <w:t>387.9248</w:t>
      </w:r>
      <w:r>
        <w:tab/>
        <w:t>1.025e0</w:t>
      </w:r>
    </w:p>
    <w:p w:rsidR="00B65DC9" w:rsidRDefault="00B65DC9" w:rsidP="00B65DC9">
      <w:r>
        <w:lastRenderedPageBreak/>
        <w:t>387.9853</w:t>
      </w:r>
      <w:r>
        <w:tab/>
        <w:t>1.013e0</w:t>
      </w:r>
    </w:p>
    <w:p w:rsidR="00B65DC9" w:rsidRDefault="00B65DC9" w:rsidP="00B65DC9">
      <w:r>
        <w:t>388.0240</w:t>
      </w:r>
      <w:r>
        <w:tab/>
        <w:t>1.013e0</w:t>
      </w:r>
    </w:p>
    <w:p w:rsidR="00B65DC9" w:rsidRDefault="00B65DC9" w:rsidP="00B65DC9">
      <w:r>
        <w:t>388.0491</w:t>
      </w:r>
      <w:r>
        <w:tab/>
        <w:t>1.013e0</w:t>
      </w:r>
    </w:p>
    <w:p w:rsidR="00B65DC9" w:rsidRDefault="00B65DC9" w:rsidP="00B65DC9">
      <w:r>
        <w:t>388.1431</w:t>
      </w:r>
      <w:r>
        <w:tab/>
        <w:t>3.536e1</w:t>
      </w:r>
    </w:p>
    <w:p w:rsidR="00B65DC9" w:rsidRDefault="00B65DC9" w:rsidP="00B65DC9">
      <w:r>
        <w:t>388.1444</w:t>
      </w:r>
      <w:r>
        <w:tab/>
        <w:t>1.641e1</w:t>
      </w:r>
    </w:p>
    <w:p w:rsidR="00B65DC9" w:rsidRDefault="00B65DC9" w:rsidP="00B65DC9">
      <w:r>
        <w:t>388.1676</w:t>
      </w:r>
      <w:r>
        <w:tab/>
        <w:t>1.306e1</w:t>
      </w:r>
    </w:p>
    <w:p w:rsidR="00B65DC9" w:rsidRDefault="00B65DC9" w:rsidP="00B65DC9">
      <w:r>
        <w:t>388.2142</w:t>
      </w:r>
      <w:r>
        <w:tab/>
        <w:t>2.800e0</w:t>
      </w:r>
    </w:p>
    <w:p w:rsidR="00B65DC9" w:rsidRDefault="00B65DC9" w:rsidP="00B65DC9">
      <w:r>
        <w:t>388.2316</w:t>
      </w:r>
      <w:r>
        <w:tab/>
        <w:t>3.038e0</w:t>
      </w:r>
    </w:p>
    <w:p w:rsidR="00B65DC9" w:rsidRDefault="00B65DC9" w:rsidP="00B65DC9">
      <w:r>
        <w:t>388.2505</w:t>
      </w:r>
      <w:r>
        <w:tab/>
        <w:t>4.051e0</w:t>
      </w:r>
    </w:p>
    <w:p w:rsidR="00B65DC9" w:rsidRDefault="00B65DC9" w:rsidP="00B65DC9">
      <w:r>
        <w:t>388.2543</w:t>
      </w:r>
      <w:r>
        <w:tab/>
        <w:t>2.025e0</w:t>
      </w:r>
    </w:p>
    <w:p w:rsidR="00B65DC9" w:rsidRDefault="00B65DC9" w:rsidP="00B65DC9">
      <w:r>
        <w:t>388.2604</w:t>
      </w:r>
      <w:r>
        <w:tab/>
        <w:t>3.076e0</w:t>
      </w:r>
    </w:p>
    <w:p w:rsidR="00B65DC9" w:rsidRDefault="00B65DC9" w:rsidP="00B65DC9">
      <w:r>
        <w:t>388.2775</w:t>
      </w:r>
      <w:r>
        <w:tab/>
        <w:t>2.025e0</w:t>
      </w:r>
    </w:p>
    <w:p w:rsidR="00B65DC9" w:rsidRDefault="00B65DC9" w:rsidP="00B65DC9">
      <w:r>
        <w:t>388.2861</w:t>
      </w:r>
      <w:r>
        <w:tab/>
        <w:t>2.025e0</w:t>
      </w:r>
    </w:p>
    <w:p w:rsidR="00B65DC9" w:rsidRDefault="00B65DC9" w:rsidP="00B65DC9">
      <w:r>
        <w:t>388.3329</w:t>
      </w:r>
      <w:r>
        <w:tab/>
        <w:t>1.266e-2</w:t>
      </w:r>
    </w:p>
    <w:p w:rsidR="00B65DC9" w:rsidRDefault="00B65DC9" w:rsidP="00B65DC9">
      <w:r>
        <w:t>388.3360</w:t>
      </w:r>
      <w:r>
        <w:tab/>
        <w:t>1.266e-2</w:t>
      </w:r>
    </w:p>
    <w:p w:rsidR="00B65DC9" w:rsidRDefault="00B65DC9" w:rsidP="00B65DC9">
      <w:r>
        <w:t>388.3498</w:t>
      </w:r>
      <w:r>
        <w:tab/>
        <w:t>1.266e-2</w:t>
      </w:r>
    </w:p>
    <w:p w:rsidR="00B65DC9" w:rsidRDefault="00B65DC9" w:rsidP="00B65DC9">
      <w:r>
        <w:t>388.3556</w:t>
      </w:r>
      <w:r>
        <w:tab/>
        <w:t>2.532e-2</w:t>
      </w:r>
    </w:p>
    <w:p w:rsidR="00B65DC9" w:rsidRDefault="00B65DC9" w:rsidP="00B65DC9">
      <w:r>
        <w:t>388.4048</w:t>
      </w:r>
      <w:r>
        <w:tab/>
        <w:t>1.266e-2</w:t>
      </w:r>
    </w:p>
    <w:p w:rsidR="00B65DC9" w:rsidRDefault="00B65DC9" w:rsidP="00B65DC9">
      <w:r>
        <w:t>388.4846</w:t>
      </w:r>
      <w:r>
        <w:tab/>
        <w:t>1.013e0</w:t>
      </w:r>
    </w:p>
    <w:p w:rsidR="00B65DC9" w:rsidRDefault="00B65DC9" w:rsidP="00B65DC9">
      <w:r>
        <w:lastRenderedPageBreak/>
        <w:t>388.4870</w:t>
      </w:r>
      <w:r>
        <w:tab/>
        <w:t>2.025e0</w:t>
      </w:r>
    </w:p>
    <w:p w:rsidR="00B65DC9" w:rsidRDefault="00B65DC9" w:rsidP="00B65DC9">
      <w:r>
        <w:t>388.5150</w:t>
      </w:r>
      <w:r>
        <w:tab/>
        <w:t>1.266e-2</w:t>
      </w:r>
    </w:p>
    <w:p w:rsidR="00B65DC9" w:rsidRDefault="00B65DC9" w:rsidP="00B65DC9">
      <w:r>
        <w:t>388.5839</w:t>
      </w:r>
      <w:r>
        <w:tab/>
        <w:t>1.266e-2</w:t>
      </w:r>
    </w:p>
    <w:p w:rsidR="00B65DC9" w:rsidRDefault="00B65DC9" w:rsidP="00B65DC9">
      <w:r>
        <w:t>388.6252</w:t>
      </w:r>
      <w:r>
        <w:tab/>
        <w:t>1.266e-2</w:t>
      </w:r>
    </w:p>
    <w:p w:rsidR="00B65DC9" w:rsidRDefault="00B65DC9" w:rsidP="00B65DC9">
      <w:r>
        <w:t>388.6326</w:t>
      </w:r>
      <w:r>
        <w:tab/>
        <w:t>1.013e0</w:t>
      </w:r>
    </w:p>
    <w:p w:rsidR="00B65DC9" w:rsidRDefault="00B65DC9" w:rsidP="00B65DC9">
      <w:r>
        <w:t>388.7012</w:t>
      </w:r>
      <w:r>
        <w:tab/>
        <w:t>1.013e0</w:t>
      </w:r>
    </w:p>
    <w:p w:rsidR="00B65DC9" w:rsidRDefault="00B65DC9" w:rsidP="00B65DC9">
      <w:r>
        <w:t>388.7507</w:t>
      </w:r>
      <w:r>
        <w:tab/>
        <w:t>1.013e0</w:t>
      </w:r>
    </w:p>
    <w:p w:rsidR="00B65DC9" w:rsidRDefault="00B65DC9" w:rsidP="00B65DC9">
      <w:r>
        <w:t>388.7947</w:t>
      </w:r>
      <w:r>
        <w:tab/>
        <w:t>3.038e0</w:t>
      </w:r>
    </w:p>
    <w:p w:rsidR="00B65DC9" w:rsidRDefault="00B65DC9" w:rsidP="00B65DC9">
      <w:r>
        <w:t>388.8143</w:t>
      </w:r>
      <w:r>
        <w:tab/>
        <w:t>1.266e-2</w:t>
      </w:r>
    </w:p>
    <w:p w:rsidR="00B65DC9" w:rsidRDefault="00B65DC9" w:rsidP="00B65DC9">
      <w:r>
        <w:t>388.8778</w:t>
      </w:r>
      <w:r>
        <w:tab/>
        <w:t>1.025e0</w:t>
      </w:r>
    </w:p>
    <w:p w:rsidR="00B65DC9" w:rsidRDefault="00B65DC9" w:rsidP="00B65DC9">
      <w:r>
        <w:t>388.9284</w:t>
      </w:r>
      <w:r>
        <w:tab/>
        <w:t>1.025e0</w:t>
      </w:r>
    </w:p>
    <w:p w:rsidR="00B65DC9" w:rsidRDefault="00B65DC9" w:rsidP="00B65DC9">
      <w:r>
        <w:t>388.9454</w:t>
      </w:r>
      <w:r>
        <w:tab/>
        <w:t>1.013e0</w:t>
      </w:r>
    </w:p>
    <w:p w:rsidR="00B65DC9" w:rsidRDefault="00B65DC9" w:rsidP="00B65DC9">
      <w:r>
        <w:t>389.0129</w:t>
      </w:r>
      <w:r>
        <w:tab/>
        <w:t>1.013e0</w:t>
      </w:r>
    </w:p>
    <w:p w:rsidR="00B65DC9" w:rsidRDefault="00B65DC9" w:rsidP="00B65DC9">
      <w:r>
        <w:t>389.0185</w:t>
      </w:r>
      <w:r>
        <w:tab/>
        <w:t>1.266e-2</w:t>
      </w:r>
    </w:p>
    <w:p w:rsidR="00B65DC9" w:rsidRDefault="00B65DC9" w:rsidP="00B65DC9">
      <w:r>
        <w:t>389.0257</w:t>
      </w:r>
      <w:r>
        <w:tab/>
        <w:t>3.038e0</w:t>
      </w:r>
    </w:p>
    <w:p w:rsidR="00B65DC9" w:rsidRDefault="00B65DC9" w:rsidP="00B65DC9">
      <w:r>
        <w:t>389.0594</w:t>
      </w:r>
      <w:r>
        <w:tab/>
        <w:t>1.013e0</w:t>
      </w:r>
    </w:p>
    <w:p w:rsidR="00B65DC9" w:rsidRDefault="00B65DC9" w:rsidP="00B65DC9">
      <w:r>
        <w:t>389.0765</w:t>
      </w:r>
      <w:r>
        <w:tab/>
        <w:t>1.266e-2</w:t>
      </w:r>
    </w:p>
    <w:p w:rsidR="00B65DC9" w:rsidRDefault="00B65DC9" w:rsidP="00B65DC9">
      <w:r>
        <w:t>389.1199</w:t>
      </w:r>
      <w:r>
        <w:tab/>
        <w:t>4.051e0</w:t>
      </w:r>
    </w:p>
    <w:p w:rsidR="00B65DC9" w:rsidRDefault="00B65DC9" w:rsidP="00B65DC9">
      <w:r>
        <w:t>389.1227</w:t>
      </w:r>
      <w:r>
        <w:tab/>
        <w:t>3.038e0</w:t>
      </w:r>
    </w:p>
    <w:p w:rsidR="00B65DC9" w:rsidRDefault="00B65DC9" w:rsidP="00B65DC9">
      <w:r>
        <w:lastRenderedPageBreak/>
        <w:t>389.1422</w:t>
      </w:r>
      <w:r>
        <w:tab/>
        <w:t>3.145e0</w:t>
      </w:r>
    </w:p>
    <w:p w:rsidR="00B65DC9" w:rsidRDefault="00B65DC9" w:rsidP="00B65DC9">
      <w:r>
        <w:t>389.1447</w:t>
      </w:r>
      <w:r>
        <w:tab/>
        <w:t>2.025e1</w:t>
      </w:r>
    </w:p>
    <w:p w:rsidR="00B65DC9" w:rsidRDefault="00B65DC9" w:rsidP="00B65DC9">
      <w:r>
        <w:t>389.1680</w:t>
      </w:r>
      <w:r>
        <w:tab/>
        <w:t>2.025e0</w:t>
      </w:r>
    </w:p>
    <w:p w:rsidR="00B65DC9" w:rsidRDefault="00B65DC9" w:rsidP="00B65DC9">
      <w:r>
        <w:t>389.2094</w:t>
      </w:r>
      <w:r>
        <w:tab/>
        <w:t>3.038e0</w:t>
      </w:r>
    </w:p>
    <w:p w:rsidR="00B65DC9" w:rsidRDefault="00B65DC9" w:rsidP="00B65DC9">
      <w:r>
        <w:t>389.2124</w:t>
      </w:r>
      <w:r>
        <w:tab/>
        <w:t>4.051e0</w:t>
      </w:r>
    </w:p>
    <w:p w:rsidR="00B65DC9" w:rsidRDefault="00B65DC9" w:rsidP="00B65DC9">
      <w:r>
        <w:t>389.2712</w:t>
      </w:r>
      <w:r>
        <w:tab/>
        <w:t>1.038e0</w:t>
      </w:r>
    </w:p>
    <w:p w:rsidR="00B65DC9" w:rsidRDefault="00B65DC9" w:rsidP="00B65DC9">
      <w:r>
        <w:t>389.2794</w:t>
      </w:r>
      <w:r>
        <w:tab/>
        <w:t>2.038e0</w:t>
      </w:r>
    </w:p>
    <w:p w:rsidR="00B65DC9" w:rsidRDefault="00B65DC9" w:rsidP="00B65DC9">
      <w:r>
        <w:t>389.2933</w:t>
      </w:r>
      <w:r>
        <w:tab/>
        <w:t>3.038e0</w:t>
      </w:r>
    </w:p>
    <w:p w:rsidR="00B65DC9" w:rsidRDefault="00B65DC9" w:rsidP="00B65DC9">
      <w:r>
        <w:t>389.3215</w:t>
      </w:r>
      <w:r>
        <w:tab/>
        <w:t>1.266e-2</w:t>
      </w:r>
    </w:p>
    <w:p w:rsidR="00B65DC9" w:rsidRDefault="00B65DC9" w:rsidP="00B65DC9">
      <w:r>
        <w:t>389.4948</w:t>
      </w:r>
      <w:r>
        <w:tab/>
        <w:t>2.532e-2</w:t>
      </w:r>
    </w:p>
    <w:p w:rsidR="00B65DC9" w:rsidRDefault="00B65DC9" w:rsidP="00B65DC9">
      <w:r>
        <w:t>389.5513</w:t>
      </w:r>
      <w:r>
        <w:tab/>
        <w:t>2.025e0</w:t>
      </w:r>
    </w:p>
    <w:p w:rsidR="00B65DC9" w:rsidRDefault="00B65DC9" w:rsidP="00B65DC9">
      <w:r>
        <w:t>389.5797</w:t>
      </w:r>
      <w:r>
        <w:tab/>
        <w:t>1.013e0</w:t>
      </w:r>
    </w:p>
    <w:p w:rsidR="00B65DC9" w:rsidRDefault="00B65DC9" w:rsidP="00B65DC9">
      <w:r>
        <w:t>389.6014</w:t>
      </w:r>
      <w:r>
        <w:tab/>
        <w:t>1.013e0</w:t>
      </w:r>
    </w:p>
    <w:p w:rsidR="00B65DC9" w:rsidRDefault="00B65DC9" w:rsidP="00B65DC9">
      <w:r>
        <w:t>389.6221</w:t>
      </w:r>
      <w:r>
        <w:tab/>
        <w:t>1.266e-2</w:t>
      </w:r>
    </w:p>
    <w:p w:rsidR="00B65DC9" w:rsidRDefault="00B65DC9" w:rsidP="00B65DC9">
      <w:r>
        <w:t>389.6475</w:t>
      </w:r>
      <w:r>
        <w:tab/>
        <w:t>2.532e-2</w:t>
      </w:r>
    </w:p>
    <w:p w:rsidR="00B65DC9" w:rsidRDefault="00B65DC9" w:rsidP="00B65DC9">
      <w:r>
        <w:t>389.6597</w:t>
      </w:r>
      <w:r>
        <w:tab/>
        <w:t>1.266e-2</w:t>
      </w:r>
    </w:p>
    <w:p w:rsidR="00B65DC9" w:rsidRDefault="00B65DC9" w:rsidP="00B65DC9">
      <w:r>
        <w:t>389.6735</w:t>
      </w:r>
      <w:r>
        <w:tab/>
        <w:t>1.266e-2</w:t>
      </w:r>
    </w:p>
    <w:p w:rsidR="00B65DC9" w:rsidRDefault="00B65DC9" w:rsidP="00B65DC9">
      <w:r>
        <w:t>389.6883</w:t>
      </w:r>
      <w:r>
        <w:tab/>
        <w:t>2.025e0</w:t>
      </w:r>
    </w:p>
    <w:p w:rsidR="00B65DC9" w:rsidRDefault="00B65DC9" w:rsidP="00B65DC9">
      <w:r>
        <w:t>389.6979</w:t>
      </w:r>
      <w:r>
        <w:tab/>
        <w:t>2.025e0</w:t>
      </w:r>
    </w:p>
    <w:p w:rsidR="00B65DC9" w:rsidRDefault="00B65DC9" w:rsidP="00B65DC9">
      <w:r>
        <w:lastRenderedPageBreak/>
        <w:t>389.7326</w:t>
      </w:r>
      <w:r>
        <w:tab/>
        <w:t>1.013e0</w:t>
      </w:r>
    </w:p>
    <w:p w:rsidR="00B65DC9" w:rsidRDefault="00B65DC9" w:rsidP="00B65DC9">
      <w:r>
        <w:t>389.7357</w:t>
      </w:r>
      <w:r>
        <w:tab/>
        <w:t>1.013e0</w:t>
      </w:r>
    </w:p>
    <w:p w:rsidR="00B65DC9" w:rsidRDefault="00B65DC9" w:rsidP="00B65DC9">
      <w:r>
        <w:t>389.8116</w:t>
      </w:r>
      <w:r>
        <w:tab/>
        <w:t>1.013e0</w:t>
      </w:r>
    </w:p>
    <w:p w:rsidR="00B65DC9" w:rsidRDefault="00B65DC9" w:rsidP="00B65DC9">
      <w:r>
        <w:t>389.8425</w:t>
      </w:r>
      <w:r>
        <w:tab/>
        <w:t>1.266e-2</w:t>
      </w:r>
    </w:p>
    <w:p w:rsidR="00B65DC9" w:rsidRDefault="00B65DC9" w:rsidP="00B65DC9">
      <w:r>
        <w:t>389.8806</w:t>
      </w:r>
      <w:r>
        <w:tab/>
        <w:t>1.013e0</w:t>
      </w:r>
    </w:p>
    <w:p w:rsidR="00B65DC9" w:rsidRDefault="00B65DC9" w:rsidP="00B65DC9">
      <w:r>
        <w:t>389.8844</w:t>
      </w:r>
      <w:r>
        <w:tab/>
        <w:t>1.266e-2</w:t>
      </w:r>
    </w:p>
    <w:p w:rsidR="00B65DC9" w:rsidRDefault="00B65DC9" w:rsidP="00B65DC9">
      <w:r>
        <w:t>389.9121</w:t>
      </w:r>
      <w:r>
        <w:tab/>
        <w:t>2.025e0</w:t>
      </w:r>
    </w:p>
    <w:p w:rsidR="00B65DC9" w:rsidRDefault="00B65DC9" w:rsidP="00B65DC9">
      <w:r>
        <w:t>389.9428</w:t>
      </w:r>
      <w:r>
        <w:tab/>
        <w:t>1.025e0</w:t>
      </w:r>
    </w:p>
    <w:p w:rsidR="00B65DC9" w:rsidRDefault="00B65DC9" w:rsidP="00B65DC9">
      <w:r>
        <w:t>389.9485</w:t>
      </w:r>
      <w:r>
        <w:tab/>
        <w:t>1.013e0</w:t>
      </w:r>
    </w:p>
    <w:p w:rsidR="00B65DC9" w:rsidRDefault="00B65DC9" w:rsidP="00B65DC9">
      <w:r>
        <w:t>389.9779</w:t>
      </w:r>
      <w:r>
        <w:tab/>
        <w:t>1.266e-2</w:t>
      </w:r>
    </w:p>
    <w:p w:rsidR="00B65DC9" w:rsidRDefault="00B65DC9" w:rsidP="00B65DC9">
      <w:r>
        <w:t>390.0792</w:t>
      </w:r>
      <w:r>
        <w:tab/>
        <w:t>1.038e0</w:t>
      </w:r>
    </w:p>
    <w:p w:rsidR="00B65DC9" w:rsidRDefault="00B65DC9" w:rsidP="00B65DC9">
      <w:r>
        <w:t>390.1227</w:t>
      </w:r>
      <w:r>
        <w:tab/>
        <w:t>4.051e0</w:t>
      </w:r>
    </w:p>
    <w:p w:rsidR="00B65DC9" w:rsidRDefault="00B65DC9" w:rsidP="00B65DC9">
      <w:r>
        <w:t>390.1490</w:t>
      </w:r>
      <w:r>
        <w:tab/>
        <w:t>3.038e0</w:t>
      </w:r>
    </w:p>
    <w:p w:rsidR="00B65DC9" w:rsidRDefault="00B65DC9" w:rsidP="00B65DC9">
      <w:r>
        <w:t>390.1543</w:t>
      </w:r>
      <w:r>
        <w:tab/>
        <w:t>1.620e1</w:t>
      </w:r>
    </w:p>
    <w:p w:rsidR="00B65DC9" w:rsidRDefault="00B65DC9" w:rsidP="00B65DC9">
      <w:r>
        <w:t>390.2103</w:t>
      </w:r>
      <w:r>
        <w:tab/>
        <w:t>1.013e0</w:t>
      </w:r>
    </w:p>
    <w:p w:rsidR="00B65DC9" w:rsidRDefault="00B65DC9" w:rsidP="00B65DC9">
      <w:r>
        <w:t>390.2282</w:t>
      </w:r>
      <w:r>
        <w:tab/>
        <w:t>2.025e0</w:t>
      </w:r>
    </w:p>
    <w:p w:rsidR="00B65DC9" w:rsidRDefault="00B65DC9" w:rsidP="00B65DC9">
      <w:r>
        <w:t>390.2438</w:t>
      </w:r>
      <w:r>
        <w:tab/>
        <w:t>2.025e0</w:t>
      </w:r>
    </w:p>
    <w:p w:rsidR="00B65DC9" w:rsidRDefault="00B65DC9" w:rsidP="00B65DC9">
      <w:r>
        <w:t>390.2867</w:t>
      </w:r>
      <w:r>
        <w:tab/>
        <w:t>2.025e0</w:t>
      </w:r>
    </w:p>
    <w:p w:rsidR="00B65DC9" w:rsidRDefault="00B65DC9" w:rsidP="00B65DC9">
      <w:r>
        <w:t>390.2948</w:t>
      </w:r>
      <w:r>
        <w:tab/>
        <w:t>5.063e0</w:t>
      </w:r>
    </w:p>
    <w:p w:rsidR="00B65DC9" w:rsidRDefault="00B65DC9" w:rsidP="00B65DC9">
      <w:r>
        <w:lastRenderedPageBreak/>
        <w:t>390.3033</w:t>
      </w:r>
      <w:r>
        <w:tab/>
        <w:t>4.051e0</w:t>
      </w:r>
    </w:p>
    <w:p w:rsidR="00B65DC9" w:rsidRDefault="00B65DC9" w:rsidP="00B65DC9">
      <w:r>
        <w:t>390.3507</w:t>
      </w:r>
      <w:r>
        <w:tab/>
        <w:t>1.013e0</w:t>
      </w:r>
    </w:p>
    <w:p w:rsidR="00B65DC9" w:rsidRDefault="00B65DC9" w:rsidP="00B65DC9">
      <w:r>
        <w:t>390.3541</w:t>
      </w:r>
      <w:r>
        <w:tab/>
        <w:t>2.025e0</w:t>
      </w:r>
    </w:p>
    <w:p w:rsidR="00B65DC9" w:rsidRDefault="00B65DC9" w:rsidP="00B65DC9">
      <w:r>
        <w:t>390.3597</w:t>
      </w:r>
      <w:r>
        <w:tab/>
        <w:t>2.025e0</w:t>
      </w:r>
    </w:p>
    <w:p w:rsidR="00B65DC9" w:rsidRDefault="00B65DC9" w:rsidP="00B65DC9">
      <w:r>
        <w:t>390.3627</w:t>
      </w:r>
      <w:r>
        <w:tab/>
        <w:t>1.266e-2</w:t>
      </w:r>
    </w:p>
    <w:p w:rsidR="00B65DC9" w:rsidRDefault="00B65DC9" w:rsidP="00B65DC9">
      <w:r>
        <w:t>390.4475</w:t>
      </w:r>
      <w:r>
        <w:tab/>
        <w:t>1.013e0</w:t>
      </w:r>
    </w:p>
    <w:p w:rsidR="00B65DC9" w:rsidRDefault="00B65DC9" w:rsidP="00B65DC9">
      <w:r>
        <w:t>390.4514</w:t>
      </w:r>
      <w:r>
        <w:tab/>
        <w:t>1.013e0</w:t>
      </w:r>
    </w:p>
    <w:p w:rsidR="00B65DC9" w:rsidRDefault="00B65DC9" w:rsidP="00B65DC9">
      <w:r>
        <w:t>390.4731</w:t>
      </w:r>
      <w:r>
        <w:tab/>
        <w:t>1.266e-2</w:t>
      </w:r>
    </w:p>
    <w:p w:rsidR="00B65DC9" w:rsidRDefault="00B65DC9" w:rsidP="00B65DC9">
      <w:r>
        <w:t>390.5305</w:t>
      </w:r>
      <w:r>
        <w:tab/>
        <w:t>1.266e-2</w:t>
      </w:r>
    </w:p>
    <w:p w:rsidR="00B65DC9" w:rsidRDefault="00B65DC9" w:rsidP="00B65DC9">
      <w:r>
        <w:t>390.5997</w:t>
      </w:r>
      <w:r>
        <w:tab/>
        <w:t>1.266e-2</w:t>
      </w:r>
    </w:p>
    <w:p w:rsidR="00B65DC9" w:rsidRDefault="00B65DC9" w:rsidP="00B65DC9">
      <w:r>
        <w:t>390.6289</w:t>
      </w:r>
      <w:r>
        <w:tab/>
        <w:t>1.013e0</w:t>
      </w:r>
    </w:p>
    <w:p w:rsidR="00B65DC9" w:rsidRDefault="00B65DC9" w:rsidP="00B65DC9">
      <w:r>
        <w:t>390.6343</w:t>
      </w:r>
      <w:r>
        <w:tab/>
        <w:t>1.013e0</w:t>
      </w:r>
    </w:p>
    <w:p w:rsidR="00B65DC9" w:rsidRDefault="00B65DC9" w:rsidP="00B65DC9">
      <w:r>
        <w:t>390.7138</w:t>
      </w:r>
      <w:r>
        <w:tab/>
        <w:t>1.013e0</w:t>
      </w:r>
    </w:p>
    <w:p w:rsidR="00B65DC9" w:rsidRDefault="00B65DC9" w:rsidP="00B65DC9">
      <w:r>
        <w:t>390.7451</w:t>
      </w:r>
      <w:r>
        <w:tab/>
        <w:t>1.266e-2</w:t>
      </w:r>
    </w:p>
    <w:p w:rsidR="00B65DC9" w:rsidRDefault="00B65DC9" w:rsidP="00B65DC9">
      <w:r>
        <w:t>390.7601</w:t>
      </w:r>
      <w:r>
        <w:tab/>
        <w:t>1.013e0</w:t>
      </w:r>
    </w:p>
    <w:p w:rsidR="00B65DC9" w:rsidRDefault="00B65DC9" w:rsidP="00B65DC9">
      <w:r>
        <w:t>390.7774</w:t>
      </w:r>
      <w:r>
        <w:tab/>
        <w:t>1.013e0</w:t>
      </w:r>
    </w:p>
    <w:p w:rsidR="00B65DC9" w:rsidRDefault="00B65DC9" w:rsidP="00B65DC9">
      <w:r>
        <w:t>390.7987</w:t>
      </w:r>
      <w:r>
        <w:tab/>
        <w:t>2.025e0</w:t>
      </w:r>
    </w:p>
    <w:p w:rsidR="00B65DC9" w:rsidRDefault="00B65DC9" w:rsidP="00B65DC9">
      <w:r>
        <w:t>390.8146</w:t>
      </w:r>
      <w:r>
        <w:tab/>
        <w:t>1.025e0</w:t>
      </w:r>
    </w:p>
    <w:p w:rsidR="00B65DC9" w:rsidRDefault="00B65DC9" w:rsidP="00B65DC9">
      <w:r>
        <w:t>390.8662</w:t>
      </w:r>
      <w:r>
        <w:tab/>
        <w:t>1.013e0</w:t>
      </w:r>
    </w:p>
    <w:p w:rsidR="00B65DC9" w:rsidRDefault="00B65DC9" w:rsidP="00B65DC9">
      <w:r>
        <w:lastRenderedPageBreak/>
        <w:t>390.9237</w:t>
      </w:r>
      <w:r>
        <w:tab/>
        <w:t>3.030e0</w:t>
      </w:r>
    </w:p>
    <w:p w:rsidR="00B65DC9" w:rsidRDefault="00B65DC9" w:rsidP="00B65DC9">
      <w:r>
        <w:t>390.9250</w:t>
      </w:r>
      <w:r>
        <w:tab/>
        <w:t>1.025e0</w:t>
      </w:r>
    </w:p>
    <w:p w:rsidR="00B65DC9" w:rsidRDefault="00B65DC9" w:rsidP="00B65DC9">
      <w:r>
        <w:t>390.9338</w:t>
      </w:r>
      <w:r>
        <w:tab/>
        <w:t>1.013e0</w:t>
      </w:r>
    </w:p>
    <w:p w:rsidR="00B65DC9" w:rsidRDefault="00B65DC9" w:rsidP="00B65DC9">
      <w:r>
        <w:t>390.9688</w:t>
      </w:r>
      <w:r>
        <w:tab/>
        <w:t>3.038e0</w:t>
      </w:r>
    </w:p>
    <w:p w:rsidR="00B65DC9" w:rsidRDefault="00B65DC9" w:rsidP="00B65DC9">
      <w:r>
        <w:t>390.9849</w:t>
      </w:r>
      <w:r>
        <w:tab/>
        <w:t>2.025e0</w:t>
      </w:r>
    </w:p>
    <w:p w:rsidR="00B65DC9" w:rsidRDefault="00B65DC9" w:rsidP="00B65DC9">
      <w:r>
        <w:t>391.0289</w:t>
      </w:r>
      <w:r>
        <w:tab/>
        <w:t>1.013e0</w:t>
      </w:r>
    </w:p>
    <w:p w:rsidR="00B65DC9" w:rsidRDefault="00B65DC9" w:rsidP="00B65DC9">
      <w:r>
        <w:t>391.1065</w:t>
      </w:r>
      <w:r>
        <w:tab/>
        <w:t>3.038e0</w:t>
      </w:r>
    </w:p>
    <w:p w:rsidR="00B65DC9" w:rsidRDefault="00B65DC9" w:rsidP="00B65DC9">
      <w:r>
        <w:t>391.1121</w:t>
      </w:r>
      <w:r>
        <w:tab/>
        <w:t>1.013e0</w:t>
      </w:r>
    </w:p>
    <w:p w:rsidR="00B65DC9" w:rsidRDefault="00B65DC9" w:rsidP="00B65DC9">
      <w:r>
        <w:t>391.1295</w:t>
      </w:r>
      <w:r>
        <w:tab/>
        <w:t>3.038e0</w:t>
      </w:r>
    </w:p>
    <w:p w:rsidR="00B65DC9" w:rsidRDefault="00B65DC9" w:rsidP="00B65DC9">
      <w:r>
        <w:t>391.1313</w:t>
      </w:r>
      <w:r>
        <w:tab/>
        <w:t>5.063e0</w:t>
      </w:r>
    </w:p>
    <w:p w:rsidR="00B65DC9" w:rsidRDefault="00B65DC9" w:rsidP="00B65DC9">
      <w:r>
        <w:t>391.1520</w:t>
      </w:r>
      <w:r>
        <w:tab/>
        <w:t>2.025e0</w:t>
      </w:r>
    </w:p>
    <w:p w:rsidR="00B65DC9" w:rsidRDefault="00B65DC9" w:rsidP="00B65DC9">
      <w:r>
        <w:t>391.2026</w:t>
      </w:r>
      <w:r>
        <w:tab/>
        <w:t>2.532e-2</w:t>
      </w:r>
    </w:p>
    <w:p w:rsidR="00B65DC9" w:rsidRDefault="00B65DC9" w:rsidP="00B65DC9">
      <w:r>
        <w:t>391.2156</w:t>
      </w:r>
      <w:r>
        <w:tab/>
        <w:t>1.038e0</w:t>
      </w:r>
    </w:p>
    <w:p w:rsidR="00B65DC9" w:rsidRDefault="00B65DC9" w:rsidP="00B65DC9">
      <w:r>
        <w:t>391.2367</w:t>
      </w:r>
      <w:r>
        <w:tab/>
        <w:t>2.025e0</w:t>
      </w:r>
    </w:p>
    <w:p w:rsidR="00B65DC9" w:rsidRDefault="00B65DC9" w:rsidP="00B65DC9">
      <w:r>
        <w:t>391.2820</w:t>
      </w:r>
      <w:r>
        <w:tab/>
        <w:t>5.629e-1</w:t>
      </w:r>
    </w:p>
    <w:p w:rsidR="00B65DC9" w:rsidRDefault="00B65DC9" w:rsidP="00B65DC9">
      <w:r>
        <w:t>391.2911</w:t>
      </w:r>
      <w:r>
        <w:tab/>
        <w:t>3.253e0</w:t>
      </w:r>
    </w:p>
    <w:p w:rsidR="00B65DC9" w:rsidRDefault="00B65DC9" w:rsidP="00B65DC9">
      <w:r>
        <w:t>391.2956</w:t>
      </w:r>
      <w:r>
        <w:tab/>
        <w:t>1.658e1</w:t>
      </w:r>
    </w:p>
    <w:p w:rsidR="00B65DC9" w:rsidRDefault="00B65DC9" w:rsidP="00B65DC9">
      <w:r>
        <w:t>391.3546</w:t>
      </w:r>
      <w:r>
        <w:tab/>
        <w:t>1.013e0</w:t>
      </w:r>
    </w:p>
    <w:p w:rsidR="00B65DC9" w:rsidRDefault="00B65DC9" w:rsidP="00B65DC9">
      <w:r>
        <w:t>391.3615</w:t>
      </w:r>
      <w:r>
        <w:tab/>
        <w:t>1.013e0</w:t>
      </w:r>
    </w:p>
    <w:p w:rsidR="00B65DC9" w:rsidRDefault="00B65DC9" w:rsidP="00B65DC9">
      <w:r>
        <w:lastRenderedPageBreak/>
        <w:t>391.4031</w:t>
      </w:r>
      <w:r>
        <w:tab/>
        <w:t>3.038e0</w:t>
      </w:r>
    </w:p>
    <w:p w:rsidR="00B65DC9" w:rsidRDefault="00B65DC9" w:rsidP="00B65DC9">
      <w:r>
        <w:t>391.4240</w:t>
      </w:r>
      <w:r>
        <w:tab/>
        <w:t>1.266e-2</w:t>
      </w:r>
    </w:p>
    <w:p w:rsidR="00B65DC9" w:rsidRDefault="00B65DC9" w:rsidP="00B65DC9">
      <w:r>
        <w:t>391.4655</w:t>
      </w:r>
      <w:r>
        <w:tab/>
        <w:t>1.266e-2</w:t>
      </w:r>
    </w:p>
    <w:p w:rsidR="00B65DC9" w:rsidRDefault="00B65DC9" w:rsidP="00B65DC9">
      <w:r>
        <w:t>391.4724</w:t>
      </w:r>
      <w:r>
        <w:tab/>
        <w:t>1.266e-2</w:t>
      </w:r>
    </w:p>
    <w:p w:rsidR="00B65DC9" w:rsidRDefault="00B65DC9" w:rsidP="00B65DC9">
      <w:r>
        <w:t>391.4787</w:t>
      </w:r>
      <w:r>
        <w:tab/>
        <w:t>2.025e0</w:t>
      </w:r>
    </w:p>
    <w:p w:rsidR="00B65DC9" w:rsidRDefault="00B65DC9" w:rsidP="00B65DC9">
      <w:r>
        <w:t>391.4866</w:t>
      </w:r>
      <w:r>
        <w:tab/>
        <w:t>2.025e0</w:t>
      </w:r>
    </w:p>
    <w:p w:rsidR="00B65DC9" w:rsidRDefault="00B65DC9" w:rsidP="00B65DC9">
      <w:r>
        <w:t>391.5435</w:t>
      </w:r>
      <w:r>
        <w:tab/>
        <w:t>1.013e0</w:t>
      </w:r>
    </w:p>
    <w:p w:rsidR="00B65DC9" w:rsidRDefault="00B65DC9" w:rsidP="00B65DC9">
      <w:r>
        <w:t>391.5648</w:t>
      </w:r>
      <w:r>
        <w:tab/>
        <w:t>1.013e0</w:t>
      </w:r>
    </w:p>
    <w:p w:rsidR="00B65DC9" w:rsidRDefault="00B65DC9" w:rsidP="00B65DC9">
      <w:r>
        <w:t>391.5695</w:t>
      </w:r>
      <w:r>
        <w:tab/>
        <w:t>1.013e0</w:t>
      </w:r>
    </w:p>
    <w:p w:rsidR="00B65DC9" w:rsidRDefault="00B65DC9" w:rsidP="00B65DC9">
      <w:r>
        <w:t>391.5904</w:t>
      </w:r>
      <w:r>
        <w:tab/>
        <w:t>1.013e0</w:t>
      </w:r>
    </w:p>
    <w:p w:rsidR="00B65DC9" w:rsidRDefault="00B65DC9" w:rsidP="00B65DC9">
      <w:r>
        <w:t>391.6597</w:t>
      </w:r>
      <w:r>
        <w:tab/>
        <w:t>1.266e-2</w:t>
      </w:r>
    </w:p>
    <w:p w:rsidR="00B65DC9" w:rsidRDefault="00B65DC9" w:rsidP="00B65DC9">
      <w:r>
        <w:t>391.6960</w:t>
      </w:r>
      <w:r>
        <w:tab/>
        <w:t>1.266e-2</w:t>
      </w:r>
    </w:p>
    <w:p w:rsidR="00B65DC9" w:rsidRDefault="00B65DC9" w:rsidP="00B65DC9">
      <w:r>
        <w:t>391.7173</w:t>
      </w:r>
      <w:r>
        <w:tab/>
        <w:t>1.013e0</w:t>
      </w:r>
    </w:p>
    <w:p w:rsidR="00B65DC9" w:rsidRDefault="00B65DC9" w:rsidP="00B65DC9">
      <w:r>
        <w:t>391.7985</w:t>
      </w:r>
      <w:r>
        <w:tab/>
        <w:t>1.013e0</w:t>
      </w:r>
    </w:p>
    <w:p w:rsidR="00B65DC9" w:rsidRDefault="00B65DC9" w:rsidP="00B65DC9">
      <w:r>
        <w:t>391.8817</w:t>
      </w:r>
      <w:r>
        <w:tab/>
        <w:t>1.013e0</w:t>
      </w:r>
    </w:p>
    <w:p w:rsidR="00B65DC9" w:rsidRDefault="00B65DC9" w:rsidP="00B65DC9">
      <w:r>
        <w:t>391.9122</w:t>
      </w:r>
      <w:r>
        <w:tab/>
        <w:t>1.266e-2</w:t>
      </w:r>
    </w:p>
    <w:p w:rsidR="00B65DC9" w:rsidRDefault="00B65DC9" w:rsidP="00B65DC9">
      <w:r>
        <w:t>391.9170</w:t>
      </w:r>
      <w:r>
        <w:tab/>
        <w:t>1.013e0</w:t>
      </w:r>
    </w:p>
    <w:p w:rsidR="00B65DC9" w:rsidRDefault="00B65DC9" w:rsidP="00B65DC9">
      <w:r>
        <w:t>391.9234</w:t>
      </w:r>
      <w:r>
        <w:tab/>
        <w:t>1.013e0</w:t>
      </w:r>
    </w:p>
    <w:p w:rsidR="00B65DC9" w:rsidRDefault="00B65DC9" w:rsidP="00B65DC9">
      <w:r>
        <w:t>391.9583</w:t>
      </w:r>
      <w:r>
        <w:tab/>
        <w:t>2.025e0</w:t>
      </w:r>
    </w:p>
    <w:p w:rsidR="00B65DC9" w:rsidRDefault="00B65DC9" w:rsidP="00B65DC9">
      <w:r>
        <w:lastRenderedPageBreak/>
        <w:t>392.0136</w:t>
      </w:r>
      <w:r>
        <w:tab/>
        <w:t>1.013e0</w:t>
      </w:r>
    </w:p>
    <w:p w:rsidR="00B65DC9" w:rsidRDefault="00B65DC9" w:rsidP="00B65DC9">
      <w:r>
        <w:t>392.0275</w:t>
      </w:r>
      <w:r>
        <w:tab/>
        <w:t>1.266e-2</w:t>
      </w:r>
    </w:p>
    <w:p w:rsidR="00B65DC9" w:rsidRDefault="00B65DC9" w:rsidP="00B65DC9">
      <w:r>
        <w:t>392.0647</w:t>
      </w:r>
      <w:r>
        <w:tab/>
        <w:t>1.266e-2</w:t>
      </w:r>
    </w:p>
    <w:p w:rsidR="00B65DC9" w:rsidRDefault="00B65DC9" w:rsidP="00B65DC9">
      <w:r>
        <w:t>392.1247</w:t>
      </w:r>
      <w:r>
        <w:tab/>
        <w:t>1.013e0</w:t>
      </w:r>
    </w:p>
    <w:p w:rsidR="00B65DC9" w:rsidRDefault="00B65DC9" w:rsidP="00B65DC9">
      <w:r>
        <w:t>392.1482</w:t>
      </w:r>
      <w:r>
        <w:tab/>
        <w:t>3.798e-2</w:t>
      </w:r>
    </w:p>
    <w:p w:rsidR="00B65DC9" w:rsidRDefault="00B65DC9" w:rsidP="00B65DC9">
      <w:r>
        <w:t>392.1840</w:t>
      </w:r>
      <w:r>
        <w:tab/>
        <w:t>4.051e0</w:t>
      </w:r>
    </w:p>
    <w:p w:rsidR="00B65DC9" w:rsidRDefault="00B65DC9" w:rsidP="00B65DC9">
      <w:r>
        <w:t>392.1868</w:t>
      </w:r>
      <w:r>
        <w:tab/>
        <w:t>2.025e0</w:t>
      </w:r>
    </w:p>
    <w:p w:rsidR="00B65DC9" w:rsidRDefault="00B65DC9" w:rsidP="00B65DC9">
      <w:r>
        <w:t>392.1879</w:t>
      </w:r>
      <w:r>
        <w:tab/>
        <w:t>3.038e0</w:t>
      </w:r>
    </w:p>
    <w:p w:rsidR="00B65DC9" w:rsidRDefault="00B65DC9" w:rsidP="00B65DC9">
      <w:r>
        <w:t>392.1939</w:t>
      </w:r>
      <w:r>
        <w:tab/>
        <w:t>2.025e0</w:t>
      </w:r>
    </w:p>
    <w:p w:rsidR="00B65DC9" w:rsidRDefault="00B65DC9" w:rsidP="00B65DC9">
      <w:r>
        <w:t>392.2750</w:t>
      </w:r>
      <w:r>
        <w:tab/>
        <w:t>2.025e0</w:t>
      </w:r>
    </w:p>
    <w:p w:rsidR="00B65DC9" w:rsidRDefault="00B65DC9" w:rsidP="00B65DC9">
      <w:r>
        <w:t>392.2793</w:t>
      </w:r>
      <w:r>
        <w:tab/>
        <w:t>8.183e0</w:t>
      </w:r>
    </w:p>
    <w:p w:rsidR="00B65DC9" w:rsidRDefault="00B65DC9" w:rsidP="00B65DC9">
      <w:r>
        <w:t>392.3000</w:t>
      </w:r>
      <w:r>
        <w:tab/>
        <w:t>6.076e0</w:t>
      </w:r>
    </w:p>
    <w:p w:rsidR="00B65DC9" w:rsidRDefault="00B65DC9" w:rsidP="00B65DC9">
      <w:r>
        <w:t>392.3636</w:t>
      </w:r>
      <w:r>
        <w:tab/>
        <w:t>4.051e0</w:t>
      </w:r>
    </w:p>
    <w:p w:rsidR="00B65DC9" w:rsidRDefault="00B65DC9" w:rsidP="00B65DC9">
      <w:r>
        <w:t>392.3838</w:t>
      </w:r>
      <w:r>
        <w:tab/>
        <w:t>2.025e0</w:t>
      </w:r>
    </w:p>
    <w:p w:rsidR="00B65DC9" w:rsidRDefault="00B65DC9" w:rsidP="00B65DC9">
      <w:r>
        <w:t>392.5009</w:t>
      </w:r>
      <w:r>
        <w:tab/>
        <w:t>1.013e0</w:t>
      </w:r>
    </w:p>
    <w:p w:rsidR="00B65DC9" w:rsidRDefault="00B65DC9" w:rsidP="00B65DC9">
      <w:r>
        <w:t>392.5555</w:t>
      </w:r>
      <w:r>
        <w:tab/>
        <w:t>1.266e-2</w:t>
      </w:r>
    </w:p>
    <w:p w:rsidR="00B65DC9" w:rsidRDefault="00B65DC9" w:rsidP="00B65DC9">
      <w:r>
        <w:t>392.5647</w:t>
      </w:r>
      <w:r>
        <w:tab/>
        <w:t>1.025e0</w:t>
      </w:r>
    </w:p>
    <w:p w:rsidR="00B65DC9" w:rsidRDefault="00B65DC9" w:rsidP="00B65DC9">
      <w:r>
        <w:t>392.6320</w:t>
      </w:r>
      <w:r>
        <w:tab/>
        <w:t>1.266e-2</w:t>
      </w:r>
    </w:p>
    <w:p w:rsidR="00B65DC9" w:rsidRDefault="00B65DC9" w:rsidP="00B65DC9">
      <w:r>
        <w:t>392.7229</w:t>
      </w:r>
      <w:r>
        <w:tab/>
        <w:t>1.013e0</w:t>
      </w:r>
    </w:p>
    <w:p w:rsidR="00B65DC9" w:rsidRDefault="00B65DC9" w:rsidP="00B65DC9">
      <w:r>
        <w:lastRenderedPageBreak/>
        <w:t>392.7293</w:t>
      </w:r>
      <w:r>
        <w:tab/>
        <w:t>1.013e0</w:t>
      </w:r>
    </w:p>
    <w:p w:rsidR="00B65DC9" w:rsidRDefault="00B65DC9" w:rsidP="00B65DC9">
      <w:r>
        <w:t>392.7597</w:t>
      </w:r>
      <w:r>
        <w:tab/>
        <w:t>1.013e0</w:t>
      </w:r>
    </w:p>
    <w:p w:rsidR="00B65DC9" w:rsidRDefault="00B65DC9" w:rsidP="00B65DC9">
      <w:r>
        <w:t>392.7855</w:t>
      </w:r>
      <w:r>
        <w:tab/>
        <w:t>1.266e-2</w:t>
      </w:r>
    </w:p>
    <w:p w:rsidR="00B65DC9" w:rsidRDefault="00B65DC9" w:rsidP="00B65DC9">
      <w:r>
        <w:t>392.8870</w:t>
      </w:r>
      <w:r>
        <w:tab/>
        <w:t>1.013e0</w:t>
      </w:r>
    </w:p>
    <w:p w:rsidR="00B65DC9" w:rsidRDefault="00B65DC9" w:rsidP="00B65DC9">
      <w:r>
        <w:t>392.9490</w:t>
      </w:r>
      <w:r>
        <w:tab/>
        <w:t>2.025e0</w:t>
      </w:r>
    </w:p>
    <w:p w:rsidR="00B65DC9" w:rsidRDefault="00B65DC9" w:rsidP="00B65DC9">
      <w:r>
        <w:t>392.9610</w:t>
      </w:r>
      <w:r>
        <w:tab/>
        <w:t>2.025e0</w:t>
      </w:r>
    </w:p>
    <w:p w:rsidR="00B65DC9" w:rsidRDefault="00B65DC9" w:rsidP="00B65DC9">
      <w:r>
        <w:t>392.9722</w:t>
      </w:r>
      <w:r>
        <w:tab/>
        <w:t>1.013e0</w:t>
      </w:r>
    </w:p>
    <w:p w:rsidR="00B65DC9" w:rsidRDefault="00B65DC9" w:rsidP="00B65DC9">
      <w:r>
        <w:t>392.9872</w:t>
      </w:r>
      <w:r>
        <w:tab/>
        <w:t>1.266e-2</w:t>
      </w:r>
    </w:p>
    <w:p w:rsidR="00B65DC9" w:rsidRDefault="00B65DC9" w:rsidP="00B65DC9">
      <w:r>
        <w:t>393.0145</w:t>
      </w:r>
      <w:r>
        <w:tab/>
        <w:t>1.013e0</w:t>
      </w:r>
    </w:p>
    <w:p w:rsidR="00B65DC9" w:rsidRDefault="00B65DC9" w:rsidP="00B65DC9">
      <w:r>
        <w:t>393.0434</w:t>
      </w:r>
      <w:r>
        <w:tab/>
        <w:t>1.013e0</w:t>
      </w:r>
    </w:p>
    <w:p w:rsidR="00B65DC9" w:rsidRDefault="00B65DC9" w:rsidP="00B65DC9">
      <w:r>
        <w:t>393.0608</w:t>
      </w:r>
      <w:r>
        <w:tab/>
        <w:t>1.025e0</w:t>
      </w:r>
    </w:p>
    <w:p w:rsidR="00B65DC9" w:rsidRDefault="00B65DC9" w:rsidP="00B65DC9">
      <w:r>
        <w:t>393.1328</w:t>
      </w:r>
      <w:r>
        <w:tab/>
        <w:t>1.266e-2</w:t>
      </w:r>
    </w:p>
    <w:p w:rsidR="00B65DC9" w:rsidRDefault="00B65DC9" w:rsidP="00B65DC9">
      <w:r>
        <w:t>393.1997</w:t>
      </w:r>
      <w:r>
        <w:tab/>
        <w:t>1.076e0</w:t>
      </w:r>
    </w:p>
    <w:p w:rsidR="00B65DC9" w:rsidRDefault="00B65DC9" w:rsidP="00B65DC9">
      <w:r>
        <w:t>393.2072</w:t>
      </w:r>
      <w:r>
        <w:tab/>
        <w:t>2.532e-2</w:t>
      </w:r>
    </w:p>
    <w:p w:rsidR="00B65DC9" w:rsidRDefault="00B65DC9" w:rsidP="00B65DC9">
      <w:r>
        <w:t>393.2262</w:t>
      </w:r>
      <w:r>
        <w:tab/>
        <w:t>3.038e0</w:t>
      </w:r>
    </w:p>
    <w:p w:rsidR="00B65DC9" w:rsidRDefault="00B65DC9" w:rsidP="00B65DC9">
      <w:r>
        <w:t>393.2598</w:t>
      </w:r>
      <w:r>
        <w:tab/>
        <w:t>1.013e0</w:t>
      </w:r>
    </w:p>
    <w:p w:rsidR="00B65DC9" w:rsidRDefault="00B65DC9" w:rsidP="00B65DC9">
      <w:r>
        <w:t>393.2613</w:t>
      </w:r>
      <w:r>
        <w:tab/>
        <w:t>2.025e0</w:t>
      </w:r>
    </w:p>
    <w:p w:rsidR="00B65DC9" w:rsidRDefault="00B65DC9" w:rsidP="00B65DC9">
      <w:r>
        <w:t>393.2721</w:t>
      </w:r>
      <w:r>
        <w:tab/>
        <w:t>1.013e0</w:t>
      </w:r>
    </w:p>
    <w:p w:rsidR="00B65DC9" w:rsidRDefault="00B65DC9" w:rsidP="00B65DC9">
      <w:r>
        <w:t>393.2816</w:t>
      </w:r>
      <w:r>
        <w:tab/>
        <w:t>1.013e0</w:t>
      </w:r>
    </w:p>
    <w:p w:rsidR="00B65DC9" w:rsidRDefault="00B65DC9" w:rsidP="00B65DC9">
      <w:r>
        <w:lastRenderedPageBreak/>
        <w:t>393.3217</w:t>
      </w:r>
      <w:r>
        <w:tab/>
        <w:t>2.532e-2</w:t>
      </w:r>
    </w:p>
    <w:p w:rsidR="00B65DC9" w:rsidRDefault="00B65DC9" w:rsidP="00B65DC9">
      <w:r>
        <w:t>393.3909</w:t>
      </w:r>
      <w:r>
        <w:tab/>
        <w:t>1.013e0</w:t>
      </w:r>
    </w:p>
    <w:p w:rsidR="00B65DC9" w:rsidRDefault="00B65DC9" w:rsidP="00B65DC9">
      <w:r>
        <w:t>393.4297</w:t>
      </w:r>
      <w:r>
        <w:tab/>
        <w:t>1.013e0</w:t>
      </w:r>
    </w:p>
    <w:p w:rsidR="00B65DC9" w:rsidRDefault="00B65DC9" w:rsidP="00B65DC9">
      <w:r>
        <w:t>393.4722</w:t>
      </w:r>
      <w:r>
        <w:tab/>
        <w:t>1.013e0</w:t>
      </w:r>
    </w:p>
    <w:p w:rsidR="00B65DC9" w:rsidRDefault="00B65DC9" w:rsidP="00B65DC9">
      <w:r>
        <w:t>393.4761</w:t>
      </w:r>
      <w:r>
        <w:tab/>
        <w:t>1.013e0</w:t>
      </w:r>
    </w:p>
    <w:p w:rsidR="00B65DC9" w:rsidRDefault="00B65DC9" w:rsidP="00B65DC9">
      <w:r>
        <w:t>393.4819</w:t>
      </w:r>
      <w:r>
        <w:tab/>
        <w:t>2.532e-2</w:t>
      </w:r>
    </w:p>
    <w:p w:rsidR="00B65DC9" w:rsidRDefault="00B65DC9" w:rsidP="00B65DC9">
      <w:r>
        <w:t>393.5577</w:t>
      </w:r>
      <w:r>
        <w:tab/>
        <w:t>2.025e0</w:t>
      </w:r>
    </w:p>
    <w:p w:rsidR="00B65DC9" w:rsidRDefault="00B65DC9" w:rsidP="00B65DC9">
      <w:r>
        <w:t>393.5611</w:t>
      </w:r>
      <w:r>
        <w:tab/>
        <w:t>1.013e0</w:t>
      </w:r>
    </w:p>
    <w:p w:rsidR="00B65DC9" w:rsidRDefault="00B65DC9" w:rsidP="00B65DC9">
      <w:r>
        <w:t>393.6029</w:t>
      </w:r>
      <w:r>
        <w:tab/>
        <w:t>2.025e0</w:t>
      </w:r>
    </w:p>
    <w:p w:rsidR="00B65DC9" w:rsidRDefault="00B65DC9" w:rsidP="00B65DC9">
      <w:r>
        <w:t>393.6139</w:t>
      </w:r>
      <w:r>
        <w:tab/>
        <w:t>1.013e0</w:t>
      </w:r>
    </w:p>
    <w:p w:rsidR="00B65DC9" w:rsidRDefault="00B65DC9" w:rsidP="00B65DC9">
      <w:r>
        <w:t>393.6343</w:t>
      </w:r>
      <w:r>
        <w:tab/>
        <w:t>1.266e-2</w:t>
      </w:r>
    </w:p>
    <w:p w:rsidR="00B65DC9" w:rsidRDefault="00B65DC9" w:rsidP="00B65DC9">
      <w:r>
        <w:t>393.6885</w:t>
      </w:r>
      <w:r>
        <w:tab/>
        <w:t>1.013e0</w:t>
      </w:r>
    </w:p>
    <w:p w:rsidR="00B65DC9" w:rsidRDefault="00B65DC9" w:rsidP="00B65DC9">
      <w:r>
        <w:t>393.7158</w:t>
      </w:r>
      <w:r>
        <w:tab/>
        <w:t>2.532e-2</w:t>
      </w:r>
    </w:p>
    <w:p w:rsidR="00B65DC9" w:rsidRDefault="00B65DC9" w:rsidP="00B65DC9">
      <w:r>
        <w:t>393.7179</w:t>
      </w:r>
      <w:r>
        <w:tab/>
        <w:t>1.266e-2</w:t>
      </w:r>
    </w:p>
    <w:p w:rsidR="00B65DC9" w:rsidRDefault="00B65DC9" w:rsidP="00B65DC9">
      <w:r>
        <w:t>393.7597</w:t>
      </w:r>
      <w:r>
        <w:tab/>
        <w:t>1.013e0</w:t>
      </w:r>
    </w:p>
    <w:p w:rsidR="00B65DC9" w:rsidRDefault="00B65DC9" w:rsidP="00B65DC9">
      <w:r>
        <w:t>393.7876</w:t>
      </w:r>
      <w:r>
        <w:tab/>
        <w:t>1.266e-2</w:t>
      </w:r>
    </w:p>
    <w:p w:rsidR="00B65DC9" w:rsidRDefault="00B65DC9" w:rsidP="00B65DC9">
      <w:r>
        <w:t>393.7946</w:t>
      </w:r>
      <w:r>
        <w:tab/>
        <w:t>1.266e-2</w:t>
      </w:r>
    </w:p>
    <w:p w:rsidR="00B65DC9" w:rsidRDefault="00B65DC9" w:rsidP="00B65DC9">
      <w:r>
        <w:t>393.8155</w:t>
      </w:r>
      <w:r>
        <w:tab/>
        <w:t>1.013e0</w:t>
      </w:r>
    </w:p>
    <w:p w:rsidR="00B65DC9" w:rsidRDefault="00B65DC9" w:rsidP="00B65DC9">
      <w:r>
        <w:t>393.8201</w:t>
      </w:r>
      <w:r>
        <w:tab/>
        <w:t>1.025e0</w:t>
      </w:r>
    </w:p>
    <w:p w:rsidR="00B65DC9" w:rsidRDefault="00B65DC9" w:rsidP="00B65DC9">
      <w:r>
        <w:lastRenderedPageBreak/>
        <w:t>393.8364</w:t>
      </w:r>
      <w:r>
        <w:tab/>
        <w:t>1.013e0</w:t>
      </w:r>
    </w:p>
    <w:p w:rsidR="00B65DC9" w:rsidRDefault="00B65DC9" w:rsidP="00B65DC9">
      <w:r>
        <w:t>393.8782</w:t>
      </w:r>
      <w:r>
        <w:tab/>
        <w:t>1.013e0</w:t>
      </w:r>
    </w:p>
    <w:p w:rsidR="00B65DC9" w:rsidRDefault="00B65DC9" w:rsidP="00B65DC9">
      <w:r>
        <w:t>393.9268</w:t>
      </w:r>
      <w:r>
        <w:tab/>
        <w:t>1.013e0</w:t>
      </w:r>
    </w:p>
    <w:p w:rsidR="00B65DC9" w:rsidRDefault="00B65DC9" w:rsidP="00B65DC9">
      <w:r>
        <w:t>393.9340</w:t>
      </w:r>
      <w:r>
        <w:tab/>
        <w:t>1.013e0</w:t>
      </w:r>
    </w:p>
    <w:p w:rsidR="00B65DC9" w:rsidRDefault="00B65DC9" w:rsidP="00B65DC9">
      <w:r>
        <w:t>393.9514</w:t>
      </w:r>
      <w:r>
        <w:tab/>
        <w:t>1.025e0</w:t>
      </w:r>
    </w:p>
    <w:p w:rsidR="00B65DC9" w:rsidRDefault="00B65DC9" w:rsidP="00B65DC9">
      <w:r>
        <w:t>393.9980</w:t>
      </w:r>
      <w:r>
        <w:tab/>
        <w:t>1.013e0</w:t>
      </w:r>
    </w:p>
    <w:p w:rsidR="00B65DC9" w:rsidRDefault="00B65DC9" w:rsidP="00B65DC9">
      <w:r>
        <w:t>394.0224</w:t>
      </w:r>
      <w:r>
        <w:tab/>
        <w:t>2.025e0</w:t>
      </w:r>
    </w:p>
    <w:p w:rsidR="00B65DC9" w:rsidRDefault="00B65DC9" w:rsidP="00B65DC9">
      <w:r>
        <w:t>394.0247</w:t>
      </w:r>
      <w:r>
        <w:tab/>
        <w:t>1.013e0</w:t>
      </w:r>
    </w:p>
    <w:p w:rsidR="00B65DC9" w:rsidRDefault="00B65DC9" w:rsidP="00B65DC9">
      <w:r>
        <w:t>394.0599</w:t>
      </w:r>
      <w:r>
        <w:tab/>
        <w:t>2.025e0</w:t>
      </w:r>
    </w:p>
    <w:p w:rsidR="00B65DC9" w:rsidRDefault="00B65DC9" w:rsidP="00B65DC9">
      <w:r>
        <w:t>394.0633</w:t>
      </w:r>
      <w:r>
        <w:tab/>
        <w:t>2.025e0</w:t>
      </w:r>
    </w:p>
    <w:p w:rsidR="00B65DC9" w:rsidRDefault="00B65DC9" w:rsidP="00B65DC9">
      <w:r>
        <w:t>394.0735</w:t>
      </w:r>
      <w:r>
        <w:tab/>
        <w:t>2.025e0</w:t>
      </w:r>
    </w:p>
    <w:p w:rsidR="00B65DC9" w:rsidRDefault="00B65DC9" w:rsidP="00B65DC9">
      <w:r>
        <w:t>394.0860</w:t>
      </w:r>
      <w:r>
        <w:tab/>
        <w:t>3.038e0</w:t>
      </w:r>
    </w:p>
    <w:p w:rsidR="00B65DC9" w:rsidRDefault="00B65DC9" w:rsidP="00B65DC9">
      <w:r>
        <w:t>394.1252</w:t>
      </w:r>
      <w:r>
        <w:tab/>
        <w:t>1.266e-2</w:t>
      </w:r>
    </w:p>
    <w:p w:rsidR="00B65DC9" w:rsidRDefault="00B65DC9" w:rsidP="00B65DC9">
      <w:r>
        <w:t>394.1442</w:t>
      </w:r>
      <w:r>
        <w:tab/>
        <w:t>2.532e-2</w:t>
      </w:r>
    </w:p>
    <w:p w:rsidR="00B65DC9" w:rsidRDefault="00B65DC9" w:rsidP="00B65DC9">
      <w:r>
        <w:t>394.1473</w:t>
      </w:r>
      <w:r>
        <w:tab/>
        <w:t>2.025e0</w:t>
      </w:r>
    </w:p>
    <w:p w:rsidR="00B65DC9" w:rsidRDefault="00B65DC9" w:rsidP="00B65DC9">
      <w:r>
        <w:t>394.1925</w:t>
      </w:r>
      <w:r>
        <w:tab/>
        <w:t>1.013e0</w:t>
      </w:r>
    </w:p>
    <w:p w:rsidR="00B65DC9" w:rsidRDefault="00B65DC9" w:rsidP="00B65DC9">
      <w:r>
        <w:t>394.2777</w:t>
      </w:r>
      <w:r>
        <w:tab/>
        <w:t>1.013e0</w:t>
      </w:r>
    </w:p>
    <w:p w:rsidR="00B65DC9" w:rsidRDefault="00B65DC9" w:rsidP="00B65DC9">
      <w:r>
        <w:t>394.2951</w:t>
      </w:r>
      <w:r>
        <w:tab/>
        <w:t>2.532e-2</w:t>
      </w:r>
    </w:p>
    <w:p w:rsidR="00B65DC9" w:rsidRDefault="00B65DC9" w:rsidP="00B65DC9">
      <w:r>
        <w:t>394.3382</w:t>
      </w:r>
      <w:r>
        <w:tab/>
        <w:t>2.025e0</w:t>
      </w:r>
    </w:p>
    <w:p w:rsidR="00B65DC9" w:rsidRDefault="00B65DC9" w:rsidP="00B65DC9">
      <w:r>
        <w:lastRenderedPageBreak/>
        <w:t>394.3483</w:t>
      </w:r>
      <w:r>
        <w:tab/>
        <w:t>4.051e0</w:t>
      </w:r>
    </w:p>
    <w:p w:rsidR="00B65DC9" w:rsidRDefault="00B65DC9" w:rsidP="00B65DC9">
      <w:r>
        <w:t>394.4020</w:t>
      </w:r>
      <w:r>
        <w:tab/>
        <w:t>1.013e0</w:t>
      </w:r>
    </w:p>
    <w:p w:rsidR="00B65DC9" w:rsidRDefault="00B65DC9" w:rsidP="00B65DC9">
      <w:r>
        <w:t>394.4499</w:t>
      </w:r>
      <w:r>
        <w:tab/>
        <w:t>2.025e0</w:t>
      </w:r>
    </w:p>
    <w:p w:rsidR="00B65DC9" w:rsidRDefault="00B65DC9" w:rsidP="00B65DC9">
      <w:r>
        <w:t>394.4941</w:t>
      </w:r>
      <w:r>
        <w:tab/>
        <w:t>1.025e0</w:t>
      </w:r>
    </w:p>
    <w:p w:rsidR="00B65DC9" w:rsidRDefault="00B65DC9" w:rsidP="00B65DC9">
      <w:r>
        <w:t>394.5202</w:t>
      </w:r>
      <w:r>
        <w:tab/>
        <w:t>1.013e0</w:t>
      </w:r>
    </w:p>
    <w:p w:rsidR="00B65DC9" w:rsidRDefault="00B65DC9" w:rsidP="00B65DC9">
      <w:r>
        <w:t>394.6004</w:t>
      </w:r>
      <w:r>
        <w:tab/>
        <w:t>2.025e0</w:t>
      </w:r>
    </w:p>
    <w:p w:rsidR="00B65DC9" w:rsidRDefault="00B65DC9" w:rsidP="00B65DC9">
      <w:r>
        <w:t>394.6110</w:t>
      </w:r>
      <w:r>
        <w:tab/>
        <w:t>1.013e0</w:t>
      </w:r>
    </w:p>
    <w:p w:rsidR="00B65DC9" w:rsidRDefault="00B65DC9" w:rsidP="00B65DC9">
      <w:r>
        <w:t>394.6738</w:t>
      </w:r>
      <w:r>
        <w:tab/>
        <w:t>1.013e0</w:t>
      </w:r>
    </w:p>
    <w:p w:rsidR="00B65DC9" w:rsidRDefault="00B65DC9" w:rsidP="00B65DC9">
      <w:r>
        <w:t>394.7232</w:t>
      </w:r>
      <w:r>
        <w:tab/>
        <w:t>1.266e-2</w:t>
      </w:r>
    </w:p>
    <w:p w:rsidR="00B65DC9" w:rsidRDefault="00B65DC9" w:rsidP="00B65DC9">
      <w:r>
        <w:t>394.7318</w:t>
      </w:r>
      <w:r>
        <w:tab/>
        <w:t>1.013e0</w:t>
      </w:r>
    </w:p>
    <w:p w:rsidR="00B65DC9" w:rsidRDefault="00B65DC9" w:rsidP="00B65DC9">
      <w:r>
        <w:t>394.7577</w:t>
      </w:r>
      <w:r>
        <w:tab/>
        <w:t>1.013e0</w:t>
      </w:r>
    </w:p>
    <w:p w:rsidR="00B65DC9" w:rsidRDefault="00B65DC9" w:rsidP="00B65DC9">
      <w:r>
        <w:t>394.7646</w:t>
      </w:r>
      <w:r>
        <w:tab/>
        <w:t>1.266e-2</w:t>
      </w:r>
    </w:p>
    <w:p w:rsidR="00B65DC9" w:rsidRDefault="00B65DC9" w:rsidP="00B65DC9">
      <w:r>
        <w:t>394.8001</w:t>
      </w:r>
      <w:r>
        <w:tab/>
        <w:t>1.013e0</w:t>
      </w:r>
    </w:p>
    <w:p w:rsidR="00B65DC9" w:rsidRDefault="00B65DC9" w:rsidP="00B65DC9">
      <w:r>
        <w:t>394.8065</w:t>
      </w:r>
      <w:r>
        <w:tab/>
        <w:t>1.013e0</w:t>
      </w:r>
    </w:p>
    <w:p w:rsidR="00B65DC9" w:rsidRDefault="00B65DC9" w:rsidP="00B65DC9">
      <w:r>
        <w:t>394.8630</w:t>
      </w:r>
      <w:r>
        <w:tab/>
        <w:t>1.266e-2</w:t>
      </w:r>
    </w:p>
    <w:p w:rsidR="00B65DC9" w:rsidRDefault="00B65DC9" w:rsidP="00B65DC9">
      <w:r>
        <w:t>394.9231</w:t>
      </w:r>
      <w:r>
        <w:tab/>
        <w:t>1.013e0</w:t>
      </w:r>
    </w:p>
    <w:p w:rsidR="00B65DC9" w:rsidRDefault="00B65DC9" w:rsidP="00B65DC9">
      <w:r>
        <w:t>394.9413</w:t>
      </w:r>
      <w:r>
        <w:tab/>
        <w:t>2.025e0</w:t>
      </w:r>
    </w:p>
    <w:p w:rsidR="00B65DC9" w:rsidRDefault="00B65DC9" w:rsidP="00B65DC9">
      <w:r>
        <w:t>394.9782</w:t>
      </w:r>
      <w:r>
        <w:tab/>
        <w:t>2.532e-2</w:t>
      </w:r>
    </w:p>
    <w:p w:rsidR="00B65DC9" w:rsidRDefault="00B65DC9" w:rsidP="00B65DC9">
      <w:r>
        <w:t>394.9818</w:t>
      </w:r>
      <w:r>
        <w:tab/>
        <w:t>1.266e-2</w:t>
      </w:r>
    </w:p>
    <w:p w:rsidR="00B65DC9" w:rsidRDefault="00B65DC9" w:rsidP="00B65DC9">
      <w:r>
        <w:lastRenderedPageBreak/>
        <w:t>394.9995</w:t>
      </w:r>
      <w:r>
        <w:tab/>
        <w:t>2.025e0</w:t>
      </w:r>
    </w:p>
    <w:p w:rsidR="00B65DC9" w:rsidRDefault="00B65DC9" w:rsidP="00B65DC9">
      <w:r>
        <w:t>395.0237</w:t>
      </w:r>
      <w:r>
        <w:tab/>
        <w:t>1.013e0</w:t>
      </w:r>
    </w:p>
    <w:p w:rsidR="00B65DC9" w:rsidRDefault="00B65DC9" w:rsidP="00B65DC9">
      <w:r>
        <w:t>395.0265</w:t>
      </w:r>
      <w:r>
        <w:tab/>
        <w:t>1.893e0</w:t>
      </w:r>
    </w:p>
    <w:p w:rsidR="00B65DC9" w:rsidRDefault="00B65DC9" w:rsidP="00B65DC9">
      <w:r>
        <w:t>395.0546</w:t>
      </w:r>
      <w:r>
        <w:tab/>
        <w:t>2.025e0</w:t>
      </w:r>
    </w:p>
    <w:p w:rsidR="00B65DC9" w:rsidRDefault="00B65DC9" w:rsidP="00B65DC9">
      <w:r>
        <w:t>395.0741</w:t>
      </w:r>
      <w:r>
        <w:tab/>
        <w:t>4.051e0</w:t>
      </w:r>
    </w:p>
    <w:p w:rsidR="00B65DC9" w:rsidRDefault="00B65DC9" w:rsidP="00B65DC9">
      <w:r>
        <w:t>395.0787</w:t>
      </w:r>
      <w:r>
        <w:tab/>
        <w:t>3.038e0</w:t>
      </w:r>
    </w:p>
    <w:p w:rsidR="00B65DC9" w:rsidRDefault="00B65DC9" w:rsidP="00B65DC9">
      <w:r>
        <w:t>395.1491</w:t>
      </w:r>
      <w:r>
        <w:tab/>
        <w:t>1.266e-2</w:t>
      </w:r>
    </w:p>
    <w:p w:rsidR="00B65DC9" w:rsidRDefault="00B65DC9" w:rsidP="00B65DC9">
      <w:r>
        <w:t>395.2023</w:t>
      </w:r>
      <w:r>
        <w:tab/>
        <w:t>3.038e0</w:t>
      </w:r>
    </w:p>
    <w:p w:rsidR="00B65DC9" w:rsidRDefault="00B65DC9" w:rsidP="00B65DC9">
      <w:r>
        <w:t>395.2199</w:t>
      </w:r>
      <w:r>
        <w:tab/>
        <w:t>3.038e0</w:t>
      </w:r>
    </w:p>
    <w:p w:rsidR="00B65DC9" w:rsidRDefault="00B65DC9" w:rsidP="00B65DC9">
      <w:r>
        <w:t>395.2335</w:t>
      </w:r>
      <w:r>
        <w:tab/>
        <w:t>1.013e0</w:t>
      </w:r>
    </w:p>
    <w:p w:rsidR="00B65DC9" w:rsidRDefault="00B65DC9" w:rsidP="00B65DC9">
      <w:r>
        <w:t>395.2459</w:t>
      </w:r>
      <w:r>
        <w:tab/>
        <w:t>1.013e0</w:t>
      </w:r>
    </w:p>
    <w:p w:rsidR="00B65DC9" w:rsidRDefault="00B65DC9" w:rsidP="00B65DC9">
      <w:r>
        <w:t>395.2750</w:t>
      </w:r>
      <w:r>
        <w:tab/>
        <w:t>2.025e0</w:t>
      </w:r>
    </w:p>
    <w:p w:rsidR="00B65DC9" w:rsidRDefault="00B65DC9" w:rsidP="00B65DC9">
      <w:r>
        <w:t>395.3035</w:t>
      </w:r>
      <w:r>
        <w:tab/>
        <w:t>1.266e-2</w:t>
      </w:r>
    </w:p>
    <w:p w:rsidR="00B65DC9" w:rsidRDefault="00B65DC9" w:rsidP="00B65DC9">
      <w:r>
        <w:t>395.3309</w:t>
      </w:r>
      <w:r>
        <w:tab/>
        <w:t>1.266e-2</w:t>
      </w:r>
    </w:p>
    <w:p w:rsidR="00B65DC9" w:rsidRDefault="00B65DC9" w:rsidP="00B65DC9">
      <w:r>
        <w:t>395.3423</w:t>
      </w:r>
      <w:r>
        <w:tab/>
        <w:t>3.038e0</w:t>
      </w:r>
    </w:p>
    <w:p w:rsidR="00B65DC9" w:rsidRDefault="00B65DC9" w:rsidP="00B65DC9">
      <w:r>
        <w:t>395.3660</w:t>
      </w:r>
      <w:r>
        <w:tab/>
        <w:t>7.089e0</w:t>
      </w:r>
    </w:p>
    <w:p w:rsidR="00B65DC9" w:rsidRDefault="00B65DC9" w:rsidP="00B65DC9">
      <w:r>
        <w:t>395.3898</w:t>
      </w:r>
      <w:r>
        <w:tab/>
        <w:t>3.038e0</w:t>
      </w:r>
    </w:p>
    <w:p w:rsidR="00B65DC9" w:rsidRDefault="00B65DC9" w:rsidP="00B65DC9">
      <w:r>
        <w:t>395.4237</w:t>
      </w:r>
      <w:r>
        <w:tab/>
        <w:t>1.013e0</w:t>
      </w:r>
    </w:p>
    <w:p w:rsidR="00B65DC9" w:rsidRDefault="00B65DC9" w:rsidP="00B65DC9">
      <w:r>
        <w:t>395.4294</w:t>
      </w:r>
      <w:r>
        <w:tab/>
        <w:t>1.013e0</w:t>
      </w:r>
    </w:p>
    <w:p w:rsidR="00B65DC9" w:rsidRDefault="00B65DC9" w:rsidP="00B65DC9">
      <w:r>
        <w:lastRenderedPageBreak/>
        <w:t>395.4590</w:t>
      </w:r>
      <w:r>
        <w:tab/>
        <w:t>2.025e0</w:t>
      </w:r>
    </w:p>
    <w:p w:rsidR="00B65DC9" w:rsidRDefault="00B65DC9" w:rsidP="00B65DC9">
      <w:r>
        <w:t>395.4662</w:t>
      </w:r>
      <w:r>
        <w:tab/>
        <w:t>1.013e0</w:t>
      </w:r>
    </w:p>
    <w:p w:rsidR="00B65DC9" w:rsidRDefault="00B65DC9" w:rsidP="00B65DC9">
      <w:r>
        <w:t>395.4709</w:t>
      </w:r>
      <w:r>
        <w:tab/>
        <w:t>1.013e0</w:t>
      </w:r>
    </w:p>
    <w:p w:rsidR="00B65DC9" w:rsidRDefault="00B65DC9" w:rsidP="00B65DC9">
      <w:r>
        <w:t>395.5348</w:t>
      </w:r>
      <w:r>
        <w:tab/>
        <w:t>2.025e0</w:t>
      </w:r>
    </w:p>
    <w:p w:rsidR="00B65DC9" w:rsidRDefault="00B65DC9" w:rsidP="00B65DC9">
      <w:r>
        <w:t>395.5749</w:t>
      </w:r>
      <w:r>
        <w:tab/>
        <w:t>3.038e0</w:t>
      </w:r>
    </w:p>
    <w:p w:rsidR="00B65DC9" w:rsidRDefault="00B65DC9" w:rsidP="00B65DC9">
      <w:r>
        <w:t>395.5934</w:t>
      </w:r>
      <w:r>
        <w:tab/>
        <w:t>2.025e0</w:t>
      </w:r>
    </w:p>
    <w:p w:rsidR="00B65DC9" w:rsidRDefault="00B65DC9" w:rsidP="00B65DC9">
      <w:r>
        <w:t>395.6682</w:t>
      </w:r>
      <w:r>
        <w:tab/>
        <w:t>1.025e0</w:t>
      </w:r>
    </w:p>
    <w:p w:rsidR="00B65DC9" w:rsidRDefault="00B65DC9" w:rsidP="00B65DC9">
      <w:r>
        <w:t>395.7093</w:t>
      </w:r>
      <w:r>
        <w:tab/>
        <w:t>1.025e0</w:t>
      </w:r>
    </w:p>
    <w:p w:rsidR="00B65DC9" w:rsidRDefault="00B65DC9" w:rsidP="00B65DC9">
      <w:r>
        <w:t>395.7934</w:t>
      </w:r>
      <w:r>
        <w:tab/>
        <w:t>1.266e-2</w:t>
      </w:r>
    </w:p>
    <w:p w:rsidR="00B65DC9" w:rsidRDefault="00B65DC9" w:rsidP="00B65DC9">
      <w:r>
        <w:t>395.8103</w:t>
      </w:r>
      <w:r>
        <w:tab/>
        <w:t>1.266e-2</w:t>
      </w:r>
    </w:p>
    <w:p w:rsidR="00B65DC9" w:rsidRDefault="00B65DC9" w:rsidP="00B65DC9">
      <w:r>
        <w:t>395.8279</w:t>
      </w:r>
      <w:r>
        <w:tab/>
        <w:t>1.266e-2</w:t>
      </w:r>
    </w:p>
    <w:p w:rsidR="00B65DC9" w:rsidRDefault="00B65DC9" w:rsidP="00B65DC9">
      <w:r>
        <w:t>395.8839</w:t>
      </w:r>
      <w:r>
        <w:tab/>
        <w:t>1.013e0</w:t>
      </w:r>
    </w:p>
    <w:p w:rsidR="00B65DC9" w:rsidRDefault="00B65DC9" w:rsidP="00B65DC9">
      <w:r>
        <w:t>395.8990</w:t>
      </w:r>
      <w:r>
        <w:tab/>
        <w:t>4.051e0</w:t>
      </w:r>
    </w:p>
    <w:p w:rsidR="00B65DC9" w:rsidRDefault="00B65DC9" w:rsidP="00B65DC9">
      <w:r>
        <w:t>395.9050</w:t>
      </w:r>
      <w:r>
        <w:tab/>
        <w:t>1.266e-2</w:t>
      </w:r>
    </w:p>
    <w:p w:rsidR="00B65DC9" w:rsidRDefault="00B65DC9" w:rsidP="00B65DC9">
      <w:r>
        <w:t>395.9171</w:t>
      </w:r>
      <w:r>
        <w:tab/>
        <w:t>1.013e0</w:t>
      </w:r>
    </w:p>
    <w:p w:rsidR="00B65DC9" w:rsidRDefault="00B65DC9" w:rsidP="00B65DC9">
      <w:r>
        <w:t>395.9716</w:t>
      </w:r>
      <w:r>
        <w:tab/>
        <w:t>2.025e0</w:t>
      </w:r>
    </w:p>
    <w:p w:rsidR="00B65DC9" w:rsidRDefault="00B65DC9" w:rsidP="00B65DC9">
      <w:r>
        <w:t>395.9832</w:t>
      </w:r>
      <w:r>
        <w:tab/>
        <w:t>3.038e0</w:t>
      </w:r>
    </w:p>
    <w:p w:rsidR="00B65DC9" w:rsidRDefault="00B65DC9" w:rsidP="00B65DC9">
      <w:r>
        <w:t>396.0078</w:t>
      </w:r>
      <w:r>
        <w:tab/>
        <w:t>2.025e0</w:t>
      </w:r>
    </w:p>
    <w:p w:rsidR="00B65DC9" w:rsidRDefault="00B65DC9" w:rsidP="00B65DC9">
      <w:r>
        <w:t>396.0521</w:t>
      </w:r>
      <w:r>
        <w:tab/>
        <w:t>1.013e0</w:t>
      </w:r>
    </w:p>
    <w:p w:rsidR="00B65DC9" w:rsidRDefault="00B65DC9" w:rsidP="00B65DC9">
      <w:r>
        <w:lastRenderedPageBreak/>
        <w:t>396.0734</w:t>
      </w:r>
      <w:r>
        <w:tab/>
        <w:t>4.051e0</w:t>
      </w:r>
    </w:p>
    <w:p w:rsidR="00B65DC9" w:rsidRDefault="00B65DC9" w:rsidP="00B65DC9">
      <w:r>
        <w:t>396.0966</w:t>
      </w:r>
      <w:r>
        <w:tab/>
        <w:t>2.025e0</w:t>
      </w:r>
    </w:p>
    <w:p w:rsidR="00B65DC9" w:rsidRDefault="00B65DC9" w:rsidP="00B65DC9">
      <w:r>
        <w:t>396.1584</w:t>
      </w:r>
      <w:r>
        <w:tab/>
        <w:t>2.025e0</w:t>
      </w:r>
    </w:p>
    <w:p w:rsidR="00B65DC9" w:rsidRDefault="00B65DC9" w:rsidP="00B65DC9">
      <w:r>
        <w:t>396.1967</w:t>
      </w:r>
      <w:r>
        <w:tab/>
        <w:t>2.632e0</w:t>
      </w:r>
    </w:p>
    <w:p w:rsidR="00B65DC9" w:rsidRDefault="00B65DC9" w:rsidP="00B65DC9">
      <w:r>
        <w:t>396.2434</w:t>
      </w:r>
      <w:r>
        <w:tab/>
        <w:t>1.266e-2</w:t>
      </w:r>
    </w:p>
    <w:p w:rsidR="00B65DC9" w:rsidRDefault="00B65DC9" w:rsidP="00B65DC9">
      <w:r>
        <w:t>396.2554</w:t>
      </w:r>
      <w:r>
        <w:tab/>
        <w:t>1.013e0</w:t>
      </w:r>
    </w:p>
    <w:p w:rsidR="00B65DC9" w:rsidRDefault="00B65DC9" w:rsidP="00B65DC9">
      <w:r>
        <w:t>396.2608</w:t>
      </w:r>
      <w:r>
        <w:tab/>
        <w:t>1.266e-2</w:t>
      </w:r>
    </w:p>
    <w:p w:rsidR="00B65DC9" w:rsidRDefault="00B65DC9" w:rsidP="00B65DC9">
      <w:r>
        <w:t>396.3290</w:t>
      </w:r>
      <w:r>
        <w:tab/>
        <w:t>2.025e0</w:t>
      </w:r>
    </w:p>
    <w:p w:rsidR="00B65DC9" w:rsidRDefault="00B65DC9" w:rsidP="00B65DC9">
      <w:r>
        <w:t>396.3466</w:t>
      </w:r>
      <w:r>
        <w:tab/>
        <w:t>1.266e-2</w:t>
      </w:r>
    </w:p>
    <w:p w:rsidR="00B65DC9" w:rsidRDefault="00B65DC9" w:rsidP="00B65DC9">
      <w:r>
        <w:t>396.3624</w:t>
      </w:r>
      <w:r>
        <w:tab/>
        <w:t>3.038e0</w:t>
      </w:r>
    </w:p>
    <w:p w:rsidR="00B65DC9" w:rsidRDefault="00B65DC9" w:rsidP="00B65DC9">
      <w:r>
        <w:t>396.3674</w:t>
      </w:r>
      <w:r>
        <w:tab/>
        <w:t>1.266e-2</w:t>
      </w:r>
    </w:p>
    <w:p w:rsidR="00B65DC9" w:rsidRDefault="00B65DC9" w:rsidP="00B65DC9">
      <w:r>
        <w:t>396.4579</w:t>
      </w:r>
      <w:r>
        <w:tab/>
        <w:t>2.025e0</w:t>
      </w:r>
    </w:p>
    <w:p w:rsidR="00B65DC9" w:rsidRDefault="00B65DC9" w:rsidP="00B65DC9">
      <w:r>
        <w:t>396.4901</w:t>
      </w:r>
      <w:r>
        <w:tab/>
        <w:t>2.025e0</w:t>
      </w:r>
    </w:p>
    <w:p w:rsidR="00B65DC9" w:rsidRDefault="00B65DC9" w:rsidP="00B65DC9">
      <w:r>
        <w:t>396.4938</w:t>
      </w:r>
      <w:r>
        <w:tab/>
        <w:t>1.266e-2</w:t>
      </w:r>
    </w:p>
    <w:p w:rsidR="00B65DC9" w:rsidRDefault="00B65DC9" w:rsidP="00B65DC9">
      <w:r>
        <w:t>396.5499</w:t>
      </w:r>
      <w:r>
        <w:tab/>
        <w:t>1.013e0</w:t>
      </w:r>
    </w:p>
    <w:p w:rsidR="00B65DC9" w:rsidRDefault="00B65DC9" w:rsidP="00B65DC9">
      <w:r>
        <w:t>396.5818</w:t>
      </w:r>
      <w:r>
        <w:tab/>
        <w:t>2.025e0</w:t>
      </w:r>
    </w:p>
    <w:p w:rsidR="00B65DC9" w:rsidRDefault="00B65DC9" w:rsidP="00B65DC9">
      <w:r>
        <w:t>396.6264</w:t>
      </w:r>
      <w:r>
        <w:tab/>
        <w:t>1.013e0</w:t>
      </w:r>
    </w:p>
    <w:p w:rsidR="00B65DC9" w:rsidRDefault="00B65DC9" w:rsidP="00B65DC9">
      <w:r>
        <w:t>396.7152</w:t>
      </w:r>
      <w:r>
        <w:tab/>
        <w:t>1.013e0</w:t>
      </w:r>
    </w:p>
    <w:p w:rsidR="00B65DC9" w:rsidRDefault="00B65DC9" w:rsidP="00B65DC9">
      <w:r>
        <w:t>396.7790</w:t>
      </w:r>
      <w:r>
        <w:tab/>
        <w:t>1.013e0</w:t>
      </w:r>
    </w:p>
    <w:p w:rsidR="00B65DC9" w:rsidRDefault="00B65DC9" w:rsidP="00B65DC9">
      <w:r>
        <w:lastRenderedPageBreak/>
        <w:t>396.8042</w:t>
      </w:r>
      <w:r>
        <w:tab/>
        <w:t>1.013e0</w:t>
      </w:r>
    </w:p>
    <w:p w:rsidR="00B65DC9" w:rsidRDefault="00B65DC9" w:rsidP="00B65DC9">
      <w:r>
        <w:t>396.8381</w:t>
      </w:r>
      <w:r>
        <w:tab/>
        <w:t>1.013e0</w:t>
      </w:r>
    </w:p>
    <w:p w:rsidR="00B65DC9" w:rsidRDefault="00B65DC9" w:rsidP="00B65DC9">
      <w:r>
        <w:t>396.8517</w:t>
      </w:r>
      <w:r>
        <w:tab/>
        <w:t>1.013e0</w:t>
      </w:r>
    </w:p>
    <w:p w:rsidR="00B65DC9" w:rsidRDefault="00B65DC9" w:rsidP="00B65DC9">
      <w:r>
        <w:t>396.8893</w:t>
      </w:r>
      <w:r>
        <w:tab/>
        <w:t>1.013e0</w:t>
      </w:r>
    </w:p>
    <w:p w:rsidR="00B65DC9" w:rsidRDefault="00B65DC9" w:rsidP="00B65DC9">
      <w:r>
        <w:t>396.9015</w:t>
      </w:r>
      <w:r>
        <w:tab/>
        <w:t>3.063e0</w:t>
      </w:r>
    </w:p>
    <w:p w:rsidR="00B65DC9" w:rsidRDefault="00B65DC9" w:rsidP="00B65DC9">
      <w:r>
        <w:t>396.9090</w:t>
      </w:r>
      <w:r>
        <w:tab/>
        <w:t>4.051e0</w:t>
      </w:r>
    </w:p>
    <w:p w:rsidR="00B65DC9" w:rsidRDefault="00B65DC9" w:rsidP="00B65DC9">
      <w:r>
        <w:t>396.9106</w:t>
      </w:r>
      <w:r>
        <w:tab/>
        <w:t>1.013e0</w:t>
      </w:r>
    </w:p>
    <w:p w:rsidR="00B65DC9" w:rsidRDefault="00B65DC9" w:rsidP="00B65DC9">
      <w:r>
        <w:t>396.9323</w:t>
      </w:r>
      <w:r>
        <w:tab/>
        <w:t>2.532e-2</w:t>
      </w:r>
    </w:p>
    <w:p w:rsidR="00B65DC9" w:rsidRDefault="00B65DC9" w:rsidP="00B65DC9">
      <w:r>
        <w:t>396.9494</w:t>
      </w:r>
      <w:r>
        <w:tab/>
        <w:t>1.013e0</w:t>
      </w:r>
    </w:p>
    <w:p w:rsidR="00B65DC9" w:rsidRDefault="00B65DC9" w:rsidP="00B65DC9">
      <w:r>
        <w:t>396.9805</w:t>
      </w:r>
      <w:r>
        <w:tab/>
        <w:t>2.532e-2</w:t>
      </w:r>
    </w:p>
    <w:p w:rsidR="00B65DC9" w:rsidRDefault="00B65DC9" w:rsidP="00B65DC9">
      <w:r>
        <w:t>397.0172</w:t>
      </w:r>
      <w:r>
        <w:tab/>
        <w:t>2.532e-2</w:t>
      </w:r>
    </w:p>
    <w:p w:rsidR="00B65DC9" w:rsidRDefault="00B65DC9" w:rsidP="00B65DC9">
      <w:r>
        <w:t>397.0272</w:t>
      </w:r>
      <w:r>
        <w:tab/>
        <w:t>1.266e-2</w:t>
      </w:r>
    </w:p>
    <w:p w:rsidR="00B65DC9" w:rsidRDefault="00B65DC9" w:rsidP="00B65DC9">
      <w:r>
        <w:t>397.0725</w:t>
      </w:r>
      <w:r>
        <w:tab/>
        <w:t>2.532e-2</w:t>
      </w:r>
    </w:p>
    <w:p w:rsidR="00B65DC9" w:rsidRDefault="00B65DC9" w:rsidP="00B65DC9">
      <w:r>
        <w:t>397.1254</w:t>
      </w:r>
      <w:r>
        <w:tab/>
        <w:t>2.025e0</w:t>
      </w:r>
    </w:p>
    <w:p w:rsidR="00B65DC9" w:rsidRDefault="00B65DC9" w:rsidP="00B65DC9">
      <w:r>
        <w:t>397.1664</w:t>
      </w:r>
      <w:r>
        <w:tab/>
        <w:t>1.013e0</w:t>
      </w:r>
    </w:p>
    <w:p w:rsidR="00B65DC9" w:rsidRDefault="00B65DC9" w:rsidP="00B65DC9">
      <w:r>
        <w:t>397.2244</w:t>
      </w:r>
      <w:r>
        <w:tab/>
        <w:t>1.266e-2</w:t>
      </w:r>
    </w:p>
    <w:p w:rsidR="00B65DC9" w:rsidRDefault="00B65DC9" w:rsidP="00B65DC9">
      <w:r>
        <w:t>397.3617</w:t>
      </w:r>
      <w:r>
        <w:tab/>
        <w:t>1.013e0</w:t>
      </w:r>
    </w:p>
    <w:p w:rsidR="00B65DC9" w:rsidRDefault="00B65DC9" w:rsidP="00B65DC9">
      <w:r>
        <w:t>397.3649</w:t>
      </w:r>
      <w:r>
        <w:tab/>
        <w:t>1.266e-2</w:t>
      </w:r>
    </w:p>
    <w:p w:rsidR="00B65DC9" w:rsidRDefault="00B65DC9" w:rsidP="00B65DC9">
      <w:r>
        <w:t>397.3996</w:t>
      </w:r>
      <w:r>
        <w:tab/>
        <w:t>1.266e-2</w:t>
      </w:r>
    </w:p>
    <w:p w:rsidR="00B65DC9" w:rsidRDefault="00B65DC9" w:rsidP="00B65DC9">
      <w:r>
        <w:lastRenderedPageBreak/>
        <w:t>397.4076</w:t>
      </w:r>
      <w:r>
        <w:tab/>
        <w:t>1.013e0</w:t>
      </w:r>
    </w:p>
    <w:p w:rsidR="00B65DC9" w:rsidRDefault="00B65DC9" w:rsidP="00B65DC9">
      <w:r>
        <w:t>397.4135</w:t>
      </w:r>
      <w:r>
        <w:tab/>
        <w:t>3.038e0</w:t>
      </w:r>
    </w:p>
    <w:p w:rsidR="00B65DC9" w:rsidRDefault="00B65DC9" w:rsidP="00B65DC9">
      <w:r>
        <w:t>397.4468</w:t>
      </w:r>
      <w:r>
        <w:tab/>
        <w:t>1.013e0</w:t>
      </w:r>
    </w:p>
    <w:p w:rsidR="00B65DC9" w:rsidRDefault="00B65DC9" w:rsidP="00B65DC9">
      <w:r>
        <w:t>397.4502</w:t>
      </w:r>
      <w:r>
        <w:tab/>
        <w:t>1.013e0</w:t>
      </w:r>
    </w:p>
    <w:p w:rsidR="00B65DC9" w:rsidRDefault="00B65DC9" w:rsidP="00B65DC9">
      <w:r>
        <w:t>397.5196</w:t>
      </w:r>
      <w:r>
        <w:tab/>
        <w:t>1.013e0</w:t>
      </w:r>
    </w:p>
    <w:p w:rsidR="00B65DC9" w:rsidRDefault="00B65DC9" w:rsidP="00B65DC9">
      <w:r>
        <w:t>397.5472</w:t>
      </w:r>
      <w:r>
        <w:tab/>
        <w:t>1.013e0</w:t>
      </w:r>
    </w:p>
    <w:p w:rsidR="00B65DC9" w:rsidRDefault="00B65DC9" w:rsidP="00B65DC9">
      <w:r>
        <w:t>397.5824</w:t>
      </w:r>
      <w:r>
        <w:tab/>
        <w:t>1.013e0</w:t>
      </w:r>
    </w:p>
    <w:p w:rsidR="00B65DC9" w:rsidRDefault="00B65DC9" w:rsidP="00B65DC9">
      <w:r>
        <w:t>397.6167</w:t>
      </w:r>
      <w:r>
        <w:tab/>
        <w:t>1.266e-2</w:t>
      </w:r>
    </w:p>
    <w:p w:rsidR="00B65DC9" w:rsidRDefault="00B65DC9" w:rsidP="00B65DC9">
      <w:r>
        <w:t>397.6743</w:t>
      </w:r>
      <w:r>
        <w:tab/>
        <w:t>1.013e0</w:t>
      </w:r>
    </w:p>
    <w:p w:rsidR="00B65DC9" w:rsidRDefault="00B65DC9" w:rsidP="00B65DC9">
      <w:r>
        <w:t>397.6949</w:t>
      </w:r>
      <w:r>
        <w:tab/>
        <w:t>1.013e0</w:t>
      </w:r>
    </w:p>
    <w:p w:rsidR="00B65DC9" w:rsidRDefault="00B65DC9" w:rsidP="00B65DC9">
      <w:r>
        <w:t>397.7165</w:t>
      </w:r>
      <w:r>
        <w:tab/>
        <w:t>1.266e-2</w:t>
      </w:r>
    </w:p>
    <w:p w:rsidR="00B65DC9" w:rsidRDefault="00B65DC9" w:rsidP="00B65DC9">
      <w:r>
        <w:t>397.7207</w:t>
      </w:r>
      <w:r>
        <w:tab/>
        <w:t>2.025e0</w:t>
      </w:r>
    </w:p>
    <w:p w:rsidR="00B65DC9" w:rsidRDefault="00B65DC9" w:rsidP="00B65DC9">
      <w:r>
        <w:t>397.7737</w:t>
      </w:r>
      <w:r>
        <w:tab/>
        <w:t>1.013e0</w:t>
      </w:r>
    </w:p>
    <w:p w:rsidR="00B65DC9" w:rsidRDefault="00B65DC9" w:rsidP="00B65DC9">
      <w:r>
        <w:t>397.8004</w:t>
      </w:r>
      <w:r>
        <w:tab/>
        <w:t>1.013e0</w:t>
      </w:r>
    </w:p>
    <w:p w:rsidR="00B65DC9" w:rsidRDefault="00B65DC9" w:rsidP="00B65DC9">
      <w:r>
        <w:t>397.8497</w:t>
      </w:r>
      <w:r>
        <w:tab/>
        <w:t>1.013e0</w:t>
      </w:r>
    </w:p>
    <w:p w:rsidR="00B65DC9" w:rsidRDefault="00B65DC9" w:rsidP="00B65DC9">
      <w:r>
        <w:t>397.8745</w:t>
      </w:r>
      <w:r>
        <w:tab/>
        <w:t>1.025e0</w:t>
      </w:r>
    </w:p>
    <w:p w:rsidR="00B65DC9" w:rsidRDefault="00B65DC9" w:rsidP="00B65DC9">
      <w:r>
        <w:t>397.8976</w:t>
      </w:r>
      <w:r>
        <w:tab/>
        <w:t>1.013e0</w:t>
      </w:r>
    </w:p>
    <w:p w:rsidR="00B65DC9" w:rsidRDefault="00B65DC9" w:rsidP="00B65DC9">
      <w:r>
        <w:t>397.9184</w:t>
      </w:r>
      <w:r>
        <w:tab/>
        <w:t>1.266e-2</w:t>
      </w:r>
    </w:p>
    <w:p w:rsidR="00B65DC9" w:rsidRDefault="00B65DC9" w:rsidP="00B65DC9">
      <w:r>
        <w:t>398.0074</w:t>
      </w:r>
      <w:r>
        <w:tab/>
        <w:t>1.013e0</w:t>
      </w:r>
    </w:p>
    <w:p w:rsidR="00B65DC9" w:rsidRDefault="00B65DC9" w:rsidP="00B65DC9">
      <w:r>
        <w:lastRenderedPageBreak/>
        <w:t>398.0292</w:t>
      </w:r>
      <w:r>
        <w:tab/>
        <w:t>1.025e0</w:t>
      </w:r>
    </w:p>
    <w:p w:rsidR="00B65DC9" w:rsidRDefault="00B65DC9" w:rsidP="00B65DC9">
      <w:r>
        <w:t>398.0962</w:t>
      </w:r>
      <w:r>
        <w:tab/>
        <w:t>1.266e-2</w:t>
      </w:r>
    </w:p>
    <w:p w:rsidR="00B65DC9" w:rsidRDefault="00B65DC9" w:rsidP="00B65DC9">
      <w:r>
        <w:t>398.1179</w:t>
      </w:r>
      <w:r>
        <w:tab/>
        <w:t>2.025e0</w:t>
      </w:r>
    </w:p>
    <w:p w:rsidR="00B65DC9" w:rsidRDefault="00B65DC9" w:rsidP="00B65DC9">
      <w:r>
        <w:t>398.1428</w:t>
      </w:r>
      <w:r>
        <w:tab/>
        <w:t>2.025e0</w:t>
      </w:r>
    </w:p>
    <w:p w:rsidR="00B65DC9" w:rsidRDefault="00B65DC9" w:rsidP="00B65DC9">
      <w:r>
        <w:t>398.1747</w:t>
      </w:r>
      <w:r>
        <w:tab/>
        <w:t>3.038e0</w:t>
      </w:r>
    </w:p>
    <w:p w:rsidR="00B65DC9" w:rsidRDefault="00B65DC9" w:rsidP="00B65DC9">
      <w:r>
        <w:t>398.1815</w:t>
      </w:r>
      <w:r>
        <w:tab/>
        <w:t>1.013e0</w:t>
      </w:r>
    </w:p>
    <w:p w:rsidR="00B65DC9" w:rsidRDefault="00B65DC9" w:rsidP="00B65DC9">
      <w:r>
        <w:t>398.1995</w:t>
      </w:r>
      <w:r>
        <w:tab/>
        <w:t>1.013e0</w:t>
      </w:r>
    </w:p>
    <w:p w:rsidR="00B65DC9" w:rsidRDefault="00B65DC9" w:rsidP="00B65DC9">
      <w:r>
        <w:t>398.3008</w:t>
      </w:r>
      <w:r>
        <w:tab/>
        <w:t>1.013e0</w:t>
      </w:r>
    </w:p>
    <w:p w:rsidR="00B65DC9" w:rsidRDefault="00B65DC9" w:rsidP="00B65DC9">
      <w:r>
        <w:t>398.3040</w:t>
      </w:r>
      <w:r>
        <w:tab/>
        <w:t>3.038e0</w:t>
      </w:r>
    </w:p>
    <w:p w:rsidR="00B65DC9" w:rsidRDefault="00B65DC9" w:rsidP="00B65DC9">
      <w:r>
        <w:t>398.3330</w:t>
      </w:r>
      <w:r>
        <w:tab/>
        <w:t>2.025e0</w:t>
      </w:r>
    </w:p>
    <w:p w:rsidR="00B65DC9" w:rsidRDefault="00B65DC9" w:rsidP="00B65DC9">
      <w:r>
        <w:t>398.3636</w:t>
      </w:r>
      <w:r>
        <w:tab/>
        <w:t>1.013e0</w:t>
      </w:r>
    </w:p>
    <w:p w:rsidR="00B65DC9" w:rsidRDefault="00B65DC9" w:rsidP="00B65DC9">
      <w:r>
        <w:t>398.3690</w:t>
      </w:r>
      <w:r>
        <w:tab/>
        <w:t>3.038e0</w:t>
      </w:r>
    </w:p>
    <w:p w:rsidR="00B65DC9" w:rsidRDefault="00B65DC9" w:rsidP="00B65DC9">
      <w:r>
        <w:t>398.3907</w:t>
      </w:r>
      <w:r>
        <w:tab/>
        <w:t>1.013e0</w:t>
      </w:r>
    </w:p>
    <w:p w:rsidR="00B65DC9" w:rsidRDefault="00B65DC9" w:rsidP="00B65DC9">
      <w:r>
        <w:t>398.4411</w:t>
      </w:r>
      <w:r>
        <w:tab/>
        <w:t>1.013e0</w:t>
      </w:r>
    </w:p>
    <w:p w:rsidR="00B65DC9" w:rsidRDefault="00B65DC9" w:rsidP="00B65DC9">
      <w:r>
        <w:t>398.4608</w:t>
      </w:r>
      <w:r>
        <w:tab/>
        <w:t>2.025e0</w:t>
      </w:r>
    </w:p>
    <w:p w:rsidR="00B65DC9" w:rsidRDefault="00B65DC9" w:rsidP="00B65DC9">
      <w:r>
        <w:t>398.4973</w:t>
      </w:r>
      <w:r>
        <w:tab/>
        <w:t>1.266e-2</w:t>
      </w:r>
    </w:p>
    <w:p w:rsidR="00B65DC9" w:rsidRDefault="00B65DC9" w:rsidP="00B65DC9">
      <w:r>
        <w:t>398.5403</w:t>
      </w:r>
      <w:r>
        <w:tab/>
        <w:t>1.013e0</w:t>
      </w:r>
    </w:p>
    <w:p w:rsidR="00B65DC9" w:rsidRDefault="00B65DC9" w:rsidP="00B65DC9">
      <w:r>
        <w:t>398.5609</w:t>
      </w:r>
      <w:r>
        <w:tab/>
        <w:t>1.266e-2</w:t>
      </w:r>
    </w:p>
    <w:p w:rsidR="00B65DC9" w:rsidRDefault="00B65DC9" w:rsidP="00B65DC9">
      <w:r>
        <w:t>398.5962</w:t>
      </w:r>
      <w:r>
        <w:tab/>
        <w:t>1.266e-2</w:t>
      </w:r>
    </w:p>
    <w:p w:rsidR="00B65DC9" w:rsidRDefault="00B65DC9" w:rsidP="00B65DC9">
      <w:r>
        <w:lastRenderedPageBreak/>
        <w:t>398.7019</w:t>
      </w:r>
      <w:r>
        <w:tab/>
        <w:t>1.013e0</w:t>
      </w:r>
    </w:p>
    <w:p w:rsidR="00B65DC9" w:rsidRDefault="00B65DC9" w:rsidP="00B65DC9">
      <w:r>
        <w:t>398.8147</w:t>
      </w:r>
      <w:r>
        <w:tab/>
        <w:t>1.013e0</w:t>
      </w:r>
    </w:p>
    <w:p w:rsidR="00B65DC9" w:rsidRDefault="00B65DC9" w:rsidP="00B65DC9">
      <w:r>
        <w:t>398.8500</w:t>
      </w:r>
      <w:r>
        <w:tab/>
        <w:t>1.013e0</w:t>
      </w:r>
    </w:p>
    <w:p w:rsidR="00B65DC9" w:rsidRDefault="00B65DC9" w:rsidP="00B65DC9">
      <w:r>
        <w:t>398.8782</w:t>
      </w:r>
      <w:r>
        <w:tab/>
        <w:t>1.266e-2</w:t>
      </w:r>
    </w:p>
    <w:p w:rsidR="00B65DC9" w:rsidRDefault="00B65DC9" w:rsidP="00B65DC9">
      <w:r>
        <w:t>398.8842</w:t>
      </w:r>
      <w:r>
        <w:tab/>
        <w:t>1.013e0</w:t>
      </w:r>
    </w:p>
    <w:p w:rsidR="00B65DC9" w:rsidRDefault="00B65DC9" w:rsidP="00B65DC9">
      <w:r>
        <w:t>398.8928</w:t>
      </w:r>
      <w:r>
        <w:tab/>
        <w:t>1.013e0</w:t>
      </w:r>
    </w:p>
    <w:p w:rsidR="00B65DC9" w:rsidRDefault="00B65DC9" w:rsidP="00B65DC9">
      <w:r>
        <w:t>398.9188</w:t>
      </w:r>
      <w:r>
        <w:tab/>
        <w:t>3.038e0</w:t>
      </w:r>
    </w:p>
    <w:p w:rsidR="00B65DC9" w:rsidRDefault="00B65DC9" w:rsidP="00B65DC9">
      <w:r>
        <w:t>398.9642</w:t>
      </w:r>
      <w:r>
        <w:tab/>
        <w:t>1.025e0</w:t>
      </w:r>
    </w:p>
    <w:p w:rsidR="00B65DC9" w:rsidRDefault="00B65DC9" w:rsidP="00B65DC9">
      <w:r>
        <w:t>398.9775</w:t>
      </w:r>
      <w:r>
        <w:tab/>
        <w:t>1.013e0</w:t>
      </w:r>
    </w:p>
    <w:p w:rsidR="00B65DC9" w:rsidRDefault="00B65DC9" w:rsidP="00B65DC9">
      <w:r>
        <w:t>398.9838</w:t>
      </w:r>
      <w:r>
        <w:tab/>
        <w:t>2.025e0</w:t>
      </w:r>
    </w:p>
    <w:p w:rsidR="00B65DC9" w:rsidRDefault="00B65DC9" w:rsidP="00B65DC9">
      <w:r>
        <w:t>398.9945</w:t>
      </w:r>
      <w:r>
        <w:tab/>
        <w:t>2.025e0</w:t>
      </w:r>
    </w:p>
    <w:p w:rsidR="00B65DC9" w:rsidRDefault="00B65DC9" w:rsidP="00B65DC9">
      <w:r>
        <w:t>399.0193</w:t>
      </w:r>
      <w:r>
        <w:tab/>
        <w:t>1.013e0</w:t>
      </w:r>
    </w:p>
    <w:p w:rsidR="00B65DC9" w:rsidRDefault="00B65DC9" w:rsidP="00B65DC9">
      <w:r>
        <w:t>399.0374</w:t>
      </w:r>
      <w:r>
        <w:tab/>
        <w:t>1.025e0</w:t>
      </w:r>
    </w:p>
    <w:p w:rsidR="00B65DC9" w:rsidRDefault="00B65DC9" w:rsidP="00B65DC9">
      <w:r>
        <w:t>399.0833</w:t>
      </w:r>
      <w:r>
        <w:tab/>
        <w:t>1.025e0</w:t>
      </w:r>
    </w:p>
    <w:p w:rsidR="00B65DC9" w:rsidRDefault="00B65DC9" w:rsidP="00B65DC9">
      <w:r>
        <w:t>399.1181</w:t>
      </w:r>
      <w:r>
        <w:tab/>
        <w:t>2.025e0</w:t>
      </w:r>
    </w:p>
    <w:p w:rsidR="00B65DC9" w:rsidRDefault="00B65DC9" w:rsidP="00B65DC9">
      <w:r>
        <w:t>399.1917</w:t>
      </w:r>
      <w:r>
        <w:tab/>
        <w:t>2.025e0</w:t>
      </w:r>
    </w:p>
    <w:p w:rsidR="00B65DC9" w:rsidRDefault="00B65DC9" w:rsidP="00B65DC9">
      <w:r>
        <w:t>399.1953</w:t>
      </w:r>
      <w:r>
        <w:tab/>
        <w:t>2.025e0</w:t>
      </w:r>
    </w:p>
    <w:p w:rsidR="00B65DC9" w:rsidRDefault="00B65DC9" w:rsidP="00B65DC9">
      <w:r>
        <w:t>399.2013</w:t>
      </w:r>
      <w:r>
        <w:tab/>
        <w:t>2.025e0</w:t>
      </w:r>
    </w:p>
    <w:p w:rsidR="00B65DC9" w:rsidRDefault="00B65DC9" w:rsidP="00B65DC9">
      <w:r>
        <w:t>399.2340</w:t>
      </w:r>
      <w:r>
        <w:tab/>
        <w:t>3.038e0</w:t>
      </w:r>
    </w:p>
    <w:p w:rsidR="00B65DC9" w:rsidRDefault="00B65DC9" w:rsidP="00B65DC9">
      <w:r>
        <w:lastRenderedPageBreak/>
        <w:t>399.2397</w:t>
      </w:r>
      <w:r>
        <w:tab/>
        <w:t>5.063e0</w:t>
      </w:r>
    </w:p>
    <w:p w:rsidR="00B65DC9" w:rsidRDefault="00B65DC9" w:rsidP="00B65DC9">
      <w:r>
        <w:t>399.2820</w:t>
      </w:r>
      <w:r>
        <w:tab/>
        <w:t>2.025e0</w:t>
      </w:r>
    </w:p>
    <w:p w:rsidR="00B65DC9" w:rsidRDefault="00B65DC9" w:rsidP="00B65DC9">
      <w:r>
        <w:t>399.3341</w:t>
      </w:r>
      <w:r>
        <w:tab/>
        <w:t>3.038e0</w:t>
      </w:r>
    </w:p>
    <w:p w:rsidR="00B65DC9" w:rsidRDefault="00B65DC9" w:rsidP="00B65DC9">
      <w:r>
        <w:t>399.3534</w:t>
      </w:r>
      <w:r>
        <w:tab/>
        <w:t>2.025e0</w:t>
      </w:r>
    </w:p>
    <w:p w:rsidR="00B65DC9" w:rsidRDefault="00B65DC9" w:rsidP="00B65DC9">
      <w:r>
        <w:t>399.4204</w:t>
      </w:r>
      <w:r>
        <w:tab/>
        <w:t>1.013e0</w:t>
      </w:r>
    </w:p>
    <w:p w:rsidR="00B65DC9" w:rsidRDefault="00B65DC9" w:rsidP="00B65DC9">
      <w:r>
        <w:t>399.4286</w:t>
      </w:r>
      <w:r>
        <w:tab/>
        <w:t>1.266e-2</w:t>
      </w:r>
    </w:p>
    <w:p w:rsidR="00B65DC9" w:rsidRDefault="00B65DC9" w:rsidP="00B65DC9">
      <w:r>
        <w:t>399.4379</w:t>
      </w:r>
      <w:r>
        <w:tab/>
        <w:t>2.025e0</w:t>
      </w:r>
    </w:p>
    <w:p w:rsidR="00B65DC9" w:rsidRDefault="00B65DC9" w:rsidP="00B65DC9">
      <w:r>
        <w:t>399.5210</w:t>
      </w:r>
      <w:r>
        <w:tab/>
        <w:t>1.266e-2</w:t>
      </w:r>
    </w:p>
    <w:p w:rsidR="00B65DC9" w:rsidRDefault="00B65DC9" w:rsidP="00B65DC9">
      <w:r>
        <w:t>399.5307</w:t>
      </w:r>
      <w:r>
        <w:tab/>
        <w:t>1.266e-2</w:t>
      </w:r>
    </w:p>
    <w:p w:rsidR="00B65DC9" w:rsidRDefault="00B65DC9" w:rsidP="00B65DC9">
      <w:r>
        <w:t>399.5520</w:t>
      </w:r>
      <w:r>
        <w:tab/>
        <w:t>1.013e0</w:t>
      </w:r>
    </w:p>
    <w:p w:rsidR="00B65DC9" w:rsidRDefault="00B65DC9" w:rsidP="00B65DC9">
      <w:r>
        <w:t>399.5629</w:t>
      </w:r>
      <w:r>
        <w:tab/>
        <w:t>1.013e0</w:t>
      </w:r>
    </w:p>
    <w:p w:rsidR="00B65DC9" w:rsidRDefault="00B65DC9" w:rsidP="00B65DC9">
      <w:r>
        <w:t>399.5946</w:t>
      </w:r>
      <w:r>
        <w:tab/>
        <w:t>1.013e0</w:t>
      </w:r>
    </w:p>
    <w:p w:rsidR="00B65DC9" w:rsidRDefault="00B65DC9" w:rsidP="00B65DC9">
      <w:r>
        <w:t>399.5982</w:t>
      </w:r>
      <w:r>
        <w:tab/>
        <w:t>1.266e-2</w:t>
      </w:r>
    </w:p>
    <w:p w:rsidR="00B65DC9" w:rsidRDefault="00B65DC9" w:rsidP="00B65DC9">
      <w:r>
        <w:t>399.6338</w:t>
      </w:r>
      <w:r>
        <w:tab/>
        <w:t>1.025e0</w:t>
      </w:r>
    </w:p>
    <w:p w:rsidR="00B65DC9" w:rsidRDefault="00B65DC9" w:rsidP="00B65DC9">
      <w:r>
        <w:t>399.6497</w:t>
      </w:r>
      <w:r>
        <w:tab/>
        <w:t>2.025e0</w:t>
      </w:r>
    </w:p>
    <w:p w:rsidR="00B65DC9" w:rsidRDefault="00B65DC9" w:rsidP="00B65DC9">
      <w:r>
        <w:t>399.6909</w:t>
      </w:r>
      <w:r>
        <w:tab/>
        <w:t>2.025e0</w:t>
      </w:r>
    </w:p>
    <w:p w:rsidR="00B65DC9" w:rsidRDefault="00B65DC9" w:rsidP="00B65DC9">
      <w:r>
        <w:t>399.7863</w:t>
      </w:r>
      <w:r>
        <w:tab/>
        <w:t>1.266e-2</w:t>
      </w:r>
    </w:p>
    <w:p w:rsidR="00B65DC9" w:rsidRDefault="00B65DC9" w:rsidP="00B65DC9">
      <w:r>
        <w:t>399.8808</w:t>
      </w:r>
      <w:r>
        <w:tab/>
        <w:t>1.266e-2</w:t>
      </w:r>
    </w:p>
    <w:p w:rsidR="00B65DC9" w:rsidRDefault="00B65DC9" w:rsidP="00B65DC9">
      <w:r>
        <w:t>399.9180</w:t>
      </w:r>
      <w:r>
        <w:tab/>
        <w:t>1.266e-2</w:t>
      </w:r>
    </w:p>
    <w:p w:rsidR="00B65DC9" w:rsidRDefault="00B65DC9" w:rsidP="00B65DC9">
      <w:r>
        <w:lastRenderedPageBreak/>
        <w:t>399.9305</w:t>
      </w:r>
      <w:r>
        <w:tab/>
        <w:t>2.025e0</w:t>
      </w:r>
    </w:p>
    <w:p w:rsidR="00B65DC9" w:rsidRDefault="00B65DC9" w:rsidP="00B65DC9">
      <w:r>
        <w:t>399.9499</w:t>
      </w:r>
      <w:r>
        <w:tab/>
        <w:t>2.025e0</w:t>
      </w:r>
    </w:p>
    <w:p w:rsidR="00B65DC9" w:rsidRDefault="00B65DC9" w:rsidP="00B65DC9">
      <w:r>
        <w:t>399.9515</w:t>
      </w:r>
      <w:r>
        <w:tab/>
        <w:t>1.013e0</w:t>
      </w:r>
    </w:p>
    <w:p w:rsidR="00B65DC9" w:rsidRDefault="00B65DC9" w:rsidP="00B65DC9">
      <w:r>
        <w:t>400.0086</w:t>
      </w:r>
      <w:r>
        <w:tab/>
        <w:t>1.013e0</w:t>
      </w:r>
    </w:p>
    <w:p w:rsidR="00B65DC9" w:rsidRDefault="00B65DC9" w:rsidP="00B65DC9">
      <w:r>
        <w:t>400.0258</w:t>
      </w:r>
      <w:r>
        <w:tab/>
        <w:t>4.051e0</w:t>
      </w:r>
    </w:p>
    <w:p w:rsidR="00B65DC9" w:rsidRDefault="00B65DC9" w:rsidP="00B65DC9">
      <w:r>
        <w:t>400.0505</w:t>
      </w:r>
      <w:r>
        <w:tab/>
        <w:t>1.266e-2</w:t>
      </w:r>
    </w:p>
    <w:p w:rsidR="00B65DC9" w:rsidRDefault="00B65DC9" w:rsidP="00B65DC9">
      <w:r>
        <w:t>400.0598</w:t>
      </w:r>
      <w:r>
        <w:tab/>
        <w:t>2.025e0</w:t>
      </w:r>
    </w:p>
    <w:p w:rsidR="00B65DC9" w:rsidRDefault="00B65DC9" w:rsidP="00B65DC9">
      <w:r>
        <w:t>400.1000</w:t>
      </w:r>
      <w:r>
        <w:tab/>
        <w:t>1.013e0</w:t>
      </w:r>
    </w:p>
    <w:p w:rsidR="00B65DC9" w:rsidRDefault="00B65DC9" w:rsidP="00B65DC9">
      <w:r>
        <w:t>400.1079</w:t>
      </w:r>
      <w:r>
        <w:tab/>
        <w:t>2.025e0</w:t>
      </w:r>
    </w:p>
    <w:p w:rsidR="00B65DC9" w:rsidRDefault="00B65DC9" w:rsidP="00B65DC9">
      <w:r>
        <w:t>400.1207</w:t>
      </w:r>
      <w:r>
        <w:tab/>
        <w:t>1.724e1</w:t>
      </w:r>
    </w:p>
    <w:p w:rsidR="00B65DC9" w:rsidRDefault="00B65DC9" w:rsidP="00B65DC9">
      <w:r>
        <w:t>400.1247</w:t>
      </w:r>
      <w:r>
        <w:tab/>
        <w:t>2.532e-2</w:t>
      </w:r>
    </w:p>
    <w:p w:rsidR="00B65DC9" w:rsidRDefault="00B65DC9" w:rsidP="00B65DC9">
      <w:r>
        <w:t>400.1778</w:t>
      </w:r>
      <w:r>
        <w:tab/>
        <w:t>1.266e-2</w:t>
      </w:r>
    </w:p>
    <w:p w:rsidR="00B65DC9" w:rsidRDefault="00B65DC9" w:rsidP="00B65DC9">
      <w:r>
        <w:t>400.2042</w:t>
      </w:r>
      <w:r>
        <w:tab/>
        <w:t>2.025e0</w:t>
      </w:r>
    </w:p>
    <w:p w:rsidR="00B65DC9" w:rsidRDefault="00B65DC9" w:rsidP="00B65DC9">
      <w:r>
        <w:t>400.2529</w:t>
      </w:r>
      <w:r>
        <w:tab/>
        <w:t>2.025e0</w:t>
      </w:r>
    </w:p>
    <w:p w:rsidR="00B65DC9" w:rsidRDefault="00B65DC9" w:rsidP="00B65DC9">
      <w:r>
        <w:t>400.2678</w:t>
      </w:r>
      <w:r>
        <w:tab/>
        <w:t>5.063e0</w:t>
      </w:r>
    </w:p>
    <w:p w:rsidR="00B65DC9" w:rsidRDefault="00B65DC9" w:rsidP="00B65DC9">
      <w:r>
        <w:t>400.2983</w:t>
      </w:r>
      <w:r>
        <w:tab/>
        <w:t>1.266e-2</w:t>
      </w:r>
    </w:p>
    <w:p w:rsidR="00B65DC9" w:rsidRDefault="00B65DC9" w:rsidP="00B65DC9">
      <w:r>
        <w:t>400.3339</w:t>
      </w:r>
      <w:r>
        <w:tab/>
        <w:t>2.025e0</w:t>
      </w:r>
    </w:p>
    <w:p w:rsidR="00B65DC9" w:rsidRDefault="00B65DC9" w:rsidP="00B65DC9">
      <w:r>
        <w:t>400.3940</w:t>
      </w:r>
      <w:r>
        <w:tab/>
        <w:t>6.731e0</w:t>
      </w:r>
    </w:p>
    <w:p w:rsidR="00B65DC9" w:rsidRDefault="00B65DC9" w:rsidP="00B65DC9">
      <w:r>
        <w:t>400.4334</w:t>
      </w:r>
      <w:r>
        <w:tab/>
        <w:t>1.013e0</w:t>
      </w:r>
    </w:p>
    <w:p w:rsidR="00B65DC9" w:rsidRDefault="00B65DC9" w:rsidP="00B65DC9">
      <w:r>
        <w:lastRenderedPageBreak/>
        <w:t>400.4700</w:t>
      </w:r>
      <w:r>
        <w:tab/>
        <w:t>2.025e0</w:t>
      </w:r>
    </w:p>
    <w:p w:rsidR="00B65DC9" w:rsidRDefault="00B65DC9" w:rsidP="00B65DC9">
      <w:r>
        <w:t>400.4755</w:t>
      </w:r>
      <w:r>
        <w:tab/>
        <w:t>1.266e-2</w:t>
      </w:r>
    </w:p>
    <w:p w:rsidR="00B65DC9" w:rsidRDefault="00B65DC9" w:rsidP="00B65DC9">
      <w:r>
        <w:t>400.6035</w:t>
      </w:r>
      <w:r>
        <w:tab/>
        <w:t>1.013e0</w:t>
      </w:r>
    </w:p>
    <w:p w:rsidR="00B65DC9" w:rsidRDefault="00B65DC9" w:rsidP="00B65DC9">
      <w:r>
        <w:t>400.6461</w:t>
      </w:r>
      <w:r>
        <w:tab/>
        <w:t>1.025e0</w:t>
      </w:r>
    </w:p>
    <w:p w:rsidR="00B65DC9" w:rsidRDefault="00B65DC9" w:rsidP="00B65DC9">
      <w:r>
        <w:t>400.6636</w:t>
      </w:r>
      <w:r>
        <w:tab/>
        <w:t>1.013e0</w:t>
      </w:r>
    </w:p>
    <w:p w:rsidR="00B65DC9" w:rsidRDefault="00B65DC9" w:rsidP="00B65DC9">
      <w:r>
        <w:t>400.6849</w:t>
      </w:r>
      <w:r>
        <w:tab/>
        <w:t>1.266e-2</w:t>
      </w:r>
    </w:p>
    <w:p w:rsidR="00B65DC9" w:rsidRDefault="00B65DC9" w:rsidP="00B65DC9">
      <w:r>
        <w:t>400.7446</w:t>
      </w:r>
      <w:r>
        <w:tab/>
        <w:t>1.266e-2</w:t>
      </w:r>
    </w:p>
    <w:p w:rsidR="00B65DC9" w:rsidRDefault="00B65DC9" w:rsidP="00B65DC9">
      <w:r>
        <w:t>400.7871</w:t>
      </w:r>
      <w:r>
        <w:tab/>
        <w:t>1.266e-2</w:t>
      </w:r>
    </w:p>
    <w:p w:rsidR="00B65DC9" w:rsidRDefault="00B65DC9" w:rsidP="00B65DC9">
      <w:r>
        <w:t>400.7953</w:t>
      </w:r>
      <w:r>
        <w:tab/>
        <w:t>1.266e-2</w:t>
      </w:r>
    </w:p>
    <w:p w:rsidR="00B65DC9" w:rsidRDefault="00B65DC9" w:rsidP="00B65DC9">
      <w:r>
        <w:t>400.8127</w:t>
      </w:r>
      <w:r>
        <w:tab/>
        <w:t>1.266e-2</w:t>
      </w:r>
    </w:p>
    <w:p w:rsidR="00B65DC9" w:rsidRDefault="00B65DC9" w:rsidP="00B65DC9">
      <w:r>
        <w:t>400.8554</w:t>
      </w:r>
      <w:r>
        <w:tab/>
        <w:t>1.013e0</w:t>
      </w:r>
    </w:p>
    <w:p w:rsidR="00B65DC9" w:rsidRDefault="00B65DC9" w:rsidP="00B65DC9">
      <w:r>
        <w:t>400.8811</w:t>
      </w:r>
      <w:r>
        <w:tab/>
        <w:t>1.266e-2</w:t>
      </w:r>
    </w:p>
    <w:p w:rsidR="00B65DC9" w:rsidRDefault="00B65DC9" w:rsidP="00B65DC9">
      <w:r>
        <w:t>400.9141</w:t>
      </w:r>
      <w:r>
        <w:tab/>
        <w:t>1.013e0</w:t>
      </w:r>
    </w:p>
    <w:p w:rsidR="00B65DC9" w:rsidRDefault="00B65DC9" w:rsidP="00B65DC9">
      <w:r>
        <w:t>400.9293</w:t>
      </w:r>
      <w:r>
        <w:tab/>
        <w:t>4.051e0</w:t>
      </w:r>
    </w:p>
    <w:p w:rsidR="00B65DC9" w:rsidRDefault="00B65DC9" w:rsidP="00B65DC9">
      <w:r>
        <w:t>400.9406</w:t>
      </w:r>
      <w:r>
        <w:tab/>
        <w:t>1.266e-2</w:t>
      </w:r>
    </w:p>
    <w:p w:rsidR="00B65DC9" w:rsidRDefault="00B65DC9" w:rsidP="00B65DC9">
      <w:r>
        <w:t>400.9649</w:t>
      </w:r>
      <w:r>
        <w:tab/>
        <w:t>1.038e0</w:t>
      </w:r>
    </w:p>
    <w:p w:rsidR="00B65DC9" w:rsidRDefault="00B65DC9" w:rsidP="00B65DC9">
      <w:r>
        <w:t>400.9708</w:t>
      </w:r>
      <w:r>
        <w:tab/>
        <w:t>1.266e-2</w:t>
      </w:r>
    </w:p>
    <w:p w:rsidR="00B65DC9" w:rsidRDefault="00B65DC9" w:rsidP="00B65DC9">
      <w:r>
        <w:t>400.9779</w:t>
      </w:r>
      <w:r>
        <w:tab/>
        <w:t>1.013e0</w:t>
      </w:r>
    </w:p>
    <w:p w:rsidR="00B65DC9" w:rsidRDefault="00B65DC9" w:rsidP="00B65DC9">
      <w:r>
        <w:t>401.0133</w:t>
      </w:r>
      <w:r>
        <w:tab/>
        <w:t>1.266e-2</w:t>
      </w:r>
    </w:p>
    <w:p w:rsidR="00B65DC9" w:rsidRDefault="00B65DC9" w:rsidP="00B65DC9">
      <w:r>
        <w:lastRenderedPageBreak/>
        <w:t>401.0278</w:t>
      </w:r>
      <w:r>
        <w:tab/>
        <w:t>2.025e0</w:t>
      </w:r>
    </w:p>
    <w:p w:rsidR="00B65DC9" w:rsidRDefault="00B65DC9" w:rsidP="00B65DC9">
      <w:r>
        <w:t>401.0631</w:t>
      </w:r>
      <w:r>
        <w:tab/>
        <w:t>2.025e0</w:t>
      </w:r>
    </w:p>
    <w:p w:rsidR="00B65DC9" w:rsidRDefault="00B65DC9" w:rsidP="00B65DC9">
      <w:r>
        <w:t>401.1082</w:t>
      </w:r>
      <w:r>
        <w:tab/>
        <w:t>2.025e0</w:t>
      </w:r>
    </w:p>
    <w:p w:rsidR="00B65DC9" w:rsidRDefault="00B65DC9" w:rsidP="00B65DC9">
      <w:r>
        <w:t>401.1112</w:t>
      </w:r>
      <w:r>
        <w:tab/>
        <w:t>1.266e-2</w:t>
      </w:r>
    </w:p>
    <w:p w:rsidR="00B65DC9" w:rsidRDefault="00B65DC9" w:rsidP="00B65DC9">
      <w:r>
        <w:t>401.1211</w:t>
      </w:r>
      <w:r>
        <w:tab/>
        <w:t>3.038e0</w:t>
      </w:r>
    </w:p>
    <w:p w:rsidR="00B65DC9" w:rsidRDefault="00B65DC9" w:rsidP="00B65DC9">
      <w:r>
        <w:t>401.1701</w:t>
      </w:r>
      <w:r>
        <w:tab/>
        <w:t>3.307e0</w:t>
      </w:r>
    </w:p>
    <w:p w:rsidR="00B65DC9" w:rsidRDefault="00B65DC9" w:rsidP="00B65DC9">
      <w:r>
        <w:t>401.1751</w:t>
      </w:r>
      <w:r>
        <w:tab/>
        <w:t>2.038e0</w:t>
      </w:r>
    </w:p>
    <w:p w:rsidR="00B65DC9" w:rsidRDefault="00B65DC9" w:rsidP="00B65DC9">
      <w:r>
        <w:t>401.2260</w:t>
      </w:r>
      <w:r>
        <w:tab/>
        <w:t>2.025e0</w:t>
      </w:r>
    </w:p>
    <w:p w:rsidR="00B65DC9" w:rsidRDefault="00B65DC9" w:rsidP="00B65DC9">
      <w:r>
        <w:t>401.2429</w:t>
      </w:r>
      <w:r>
        <w:tab/>
        <w:t>1.266e-2</w:t>
      </w:r>
    </w:p>
    <w:p w:rsidR="00B65DC9" w:rsidRDefault="00B65DC9" w:rsidP="00B65DC9">
      <w:r>
        <w:t>401.3036</w:t>
      </w:r>
      <w:r>
        <w:tab/>
        <w:t>2.025e0</w:t>
      </w:r>
    </w:p>
    <w:p w:rsidR="00B65DC9" w:rsidRDefault="00B65DC9" w:rsidP="00B65DC9">
      <w:r>
        <w:t>401.3281</w:t>
      </w:r>
      <w:r>
        <w:tab/>
        <w:t>4.051e0</w:t>
      </w:r>
    </w:p>
    <w:p w:rsidR="00B65DC9" w:rsidRDefault="00B65DC9" w:rsidP="00B65DC9">
      <w:r>
        <w:t>401.3536</w:t>
      </w:r>
      <w:r>
        <w:tab/>
        <w:t>1.266e-2</w:t>
      </w:r>
    </w:p>
    <w:p w:rsidR="00B65DC9" w:rsidRDefault="00B65DC9" w:rsidP="00B65DC9">
      <w:r>
        <w:t>401.3883</w:t>
      </w:r>
      <w:r>
        <w:tab/>
        <w:t>1.266e-2</w:t>
      </w:r>
    </w:p>
    <w:p w:rsidR="00B65DC9" w:rsidRDefault="00B65DC9" w:rsidP="00B65DC9">
      <w:r>
        <w:t>401.4251</w:t>
      </w:r>
      <w:r>
        <w:tab/>
        <w:t>1.013e0</w:t>
      </w:r>
    </w:p>
    <w:p w:rsidR="00B65DC9" w:rsidRDefault="00B65DC9" w:rsidP="00B65DC9">
      <w:r>
        <w:t>401.4310</w:t>
      </w:r>
      <w:r>
        <w:tab/>
        <w:t>1.013e0</w:t>
      </w:r>
    </w:p>
    <w:p w:rsidR="00B65DC9" w:rsidRDefault="00B65DC9" w:rsidP="00B65DC9">
      <w:r>
        <w:t>401.4523</w:t>
      </w:r>
      <w:r>
        <w:tab/>
        <w:t>1.266e-2</w:t>
      </w:r>
    </w:p>
    <w:p w:rsidR="00B65DC9" w:rsidRDefault="00B65DC9" w:rsidP="00B65DC9">
      <w:r>
        <w:t>401.5117</w:t>
      </w:r>
      <w:r>
        <w:tab/>
        <w:t>2.025e0</w:t>
      </w:r>
    </w:p>
    <w:p w:rsidR="00B65DC9" w:rsidRDefault="00B65DC9" w:rsidP="00B65DC9">
      <w:r>
        <w:t>401.5239</w:t>
      </w:r>
      <w:r>
        <w:tab/>
        <w:t>1.266e-2</w:t>
      </w:r>
    </w:p>
    <w:p w:rsidR="00B65DC9" w:rsidRDefault="00B65DC9" w:rsidP="00B65DC9">
      <w:r>
        <w:t>401.5665</w:t>
      </w:r>
      <w:r>
        <w:tab/>
        <w:t>1.266e-2</w:t>
      </w:r>
    </w:p>
    <w:p w:rsidR="00B65DC9" w:rsidRDefault="00B65DC9" w:rsidP="00B65DC9">
      <w:r>
        <w:lastRenderedPageBreak/>
        <w:t>401.6052</w:t>
      </w:r>
      <w:r>
        <w:tab/>
        <w:t>1.013e0</w:t>
      </w:r>
    </w:p>
    <w:p w:rsidR="00B65DC9" w:rsidRDefault="00B65DC9" w:rsidP="00B65DC9">
      <w:r>
        <w:t>401.6266</w:t>
      </w:r>
      <w:r>
        <w:tab/>
        <w:t>1.013e0</w:t>
      </w:r>
    </w:p>
    <w:p w:rsidR="00B65DC9" w:rsidRDefault="00B65DC9" w:rsidP="00B65DC9">
      <w:r>
        <w:t>401.6588</w:t>
      </w:r>
      <w:r>
        <w:tab/>
        <w:t>1.013e0</w:t>
      </w:r>
    </w:p>
    <w:p w:rsidR="00B65DC9" w:rsidRDefault="00B65DC9" w:rsidP="00B65DC9">
      <w:r>
        <w:t>401.6864</w:t>
      </w:r>
      <w:r>
        <w:tab/>
        <w:t>2.025e0</w:t>
      </w:r>
    </w:p>
    <w:p w:rsidR="00B65DC9" w:rsidRDefault="00B65DC9" w:rsidP="00B65DC9">
      <w:r>
        <w:t>401.7118</w:t>
      </w:r>
      <w:r>
        <w:tab/>
        <w:t>1.013e0</w:t>
      </w:r>
    </w:p>
    <w:p w:rsidR="00B65DC9" w:rsidRDefault="00B65DC9" w:rsidP="00B65DC9">
      <w:r>
        <w:t>401.7722</w:t>
      </w:r>
      <w:r>
        <w:tab/>
        <w:t>1.013e0</w:t>
      </w:r>
    </w:p>
    <w:p w:rsidR="00B65DC9" w:rsidRDefault="00B65DC9" w:rsidP="00B65DC9">
      <w:r>
        <w:t>401.8012</w:t>
      </w:r>
      <w:r>
        <w:tab/>
        <w:t>1.013e0</w:t>
      </w:r>
    </w:p>
    <w:p w:rsidR="00B65DC9" w:rsidRDefault="00B65DC9" w:rsidP="00B65DC9">
      <w:r>
        <w:t>401.8859</w:t>
      </w:r>
      <w:r>
        <w:tab/>
        <w:t>1.013e0</w:t>
      </w:r>
    </w:p>
    <w:p w:rsidR="00B65DC9" w:rsidRDefault="00B65DC9" w:rsidP="00B65DC9">
      <w:r>
        <w:t>401.9641</w:t>
      </w:r>
      <w:r>
        <w:tab/>
        <w:t>1.013e0</w:t>
      </w:r>
    </w:p>
    <w:p w:rsidR="00B65DC9" w:rsidRDefault="00B65DC9" w:rsidP="00B65DC9">
      <w:r>
        <w:t>401.9712</w:t>
      </w:r>
      <w:r>
        <w:tab/>
        <w:t>1.013e0</w:t>
      </w:r>
    </w:p>
    <w:p w:rsidR="00B65DC9" w:rsidRDefault="00B65DC9" w:rsidP="00B65DC9">
      <w:r>
        <w:t>402.0072</w:t>
      </w:r>
      <w:r>
        <w:tab/>
        <w:t>1.013e0</w:t>
      </w:r>
    </w:p>
    <w:p w:rsidR="00B65DC9" w:rsidRDefault="00B65DC9" w:rsidP="00B65DC9">
      <w:r>
        <w:t>402.0083</w:t>
      </w:r>
      <w:r>
        <w:tab/>
        <w:t>1.025e0</w:t>
      </w:r>
    </w:p>
    <w:p w:rsidR="00B65DC9" w:rsidRDefault="00B65DC9" w:rsidP="00B65DC9">
      <w:r>
        <w:t>402.0138</w:t>
      </w:r>
      <w:r>
        <w:tab/>
        <w:t>1.266e-2</w:t>
      </w:r>
    </w:p>
    <w:p w:rsidR="00B65DC9" w:rsidRDefault="00B65DC9" w:rsidP="00B65DC9">
      <w:r>
        <w:t>402.0209</w:t>
      </w:r>
      <w:r>
        <w:tab/>
        <w:t>1.013e0</w:t>
      </w:r>
    </w:p>
    <w:p w:rsidR="00B65DC9" w:rsidRDefault="00B65DC9" w:rsidP="00B65DC9">
      <w:r>
        <w:t>402.0778</w:t>
      </w:r>
      <w:r>
        <w:tab/>
        <w:t>1.013e0</w:t>
      </w:r>
    </w:p>
    <w:p w:rsidR="00B65DC9" w:rsidRDefault="00B65DC9" w:rsidP="00B65DC9">
      <w:r>
        <w:t>402.0991</w:t>
      </w:r>
      <w:r>
        <w:tab/>
        <w:t>1.266e-2</w:t>
      </w:r>
    </w:p>
    <w:p w:rsidR="00B65DC9" w:rsidRDefault="00B65DC9" w:rsidP="00B65DC9">
      <w:r>
        <w:t>402.1144</w:t>
      </w:r>
      <w:r>
        <w:tab/>
        <w:t>3.038e0</w:t>
      </w:r>
    </w:p>
    <w:p w:rsidR="00B65DC9" w:rsidRDefault="00B65DC9" w:rsidP="00B65DC9">
      <w:r>
        <w:t>402.1167</w:t>
      </w:r>
      <w:r>
        <w:tab/>
        <w:t>5.063e0</w:t>
      </w:r>
    </w:p>
    <w:p w:rsidR="00B65DC9" w:rsidRDefault="00B65DC9" w:rsidP="00B65DC9">
      <w:r>
        <w:t>402.1229</w:t>
      </w:r>
      <w:r>
        <w:tab/>
        <w:t>2.025e0</w:t>
      </w:r>
    </w:p>
    <w:p w:rsidR="00B65DC9" w:rsidRDefault="00B65DC9" w:rsidP="00B65DC9">
      <w:r>
        <w:lastRenderedPageBreak/>
        <w:t>402.1275</w:t>
      </w:r>
      <w:r>
        <w:tab/>
        <w:t>2.532e-2</w:t>
      </w:r>
    </w:p>
    <w:p w:rsidR="00B65DC9" w:rsidRDefault="00B65DC9" w:rsidP="00B65DC9">
      <w:r>
        <w:t>402.1516</w:t>
      </w:r>
      <w:r>
        <w:tab/>
        <w:t>2.025e0</w:t>
      </w:r>
    </w:p>
    <w:p w:rsidR="00B65DC9" w:rsidRDefault="00B65DC9" w:rsidP="00B65DC9">
      <w:r>
        <w:t>402.1777</w:t>
      </w:r>
      <w:r>
        <w:tab/>
        <w:t>1.266e-2</w:t>
      </w:r>
    </w:p>
    <w:p w:rsidR="00B65DC9" w:rsidRDefault="00B65DC9" w:rsidP="00B65DC9">
      <w:r>
        <w:t>402.2040</w:t>
      </w:r>
      <w:r>
        <w:tab/>
        <w:t>1.025e0</w:t>
      </w:r>
    </w:p>
    <w:p w:rsidR="00B65DC9" w:rsidRDefault="00B65DC9" w:rsidP="00B65DC9">
      <w:r>
        <w:t>402.2060</w:t>
      </w:r>
      <w:r>
        <w:tab/>
        <w:t>2.025e0</w:t>
      </w:r>
    </w:p>
    <w:p w:rsidR="00B65DC9" w:rsidRDefault="00B65DC9" w:rsidP="00B65DC9">
      <w:r>
        <w:t>402.2359</w:t>
      </w:r>
      <w:r>
        <w:tab/>
        <w:t>2.025e0</w:t>
      </w:r>
    </w:p>
    <w:p w:rsidR="00B65DC9" w:rsidRDefault="00B65DC9" w:rsidP="00B65DC9">
      <w:r>
        <w:t>402.2587</w:t>
      </w:r>
      <w:r>
        <w:tab/>
        <w:t>2.025e0</w:t>
      </w:r>
    </w:p>
    <w:p w:rsidR="00B65DC9" w:rsidRDefault="00B65DC9" w:rsidP="00B65DC9">
      <w:r>
        <w:t>402.2910</w:t>
      </w:r>
      <w:r>
        <w:tab/>
        <w:t>2.532e-2</w:t>
      </w:r>
    </w:p>
    <w:p w:rsidR="00B65DC9" w:rsidRDefault="00B65DC9" w:rsidP="00B65DC9">
      <w:r>
        <w:t>402.3009</w:t>
      </w:r>
      <w:r>
        <w:tab/>
        <w:t>5.063e-2</w:t>
      </w:r>
    </w:p>
    <w:p w:rsidR="00B65DC9" w:rsidRDefault="00B65DC9" w:rsidP="00B65DC9">
      <w:r>
        <w:t>402.3300</w:t>
      </w:r>
      <w:r>
        <w:tab/>
        <w:t>1.266e-2</w:t>
      </w:r>
    </w:p>
    <w:p w:rsidR="00B65DC9" w:rsidRDefault="00B65DC9" w:rsidP="00B65DC9">
      <w:r>
        <w:t>402.3571</w:t>
      </w:r>
      <w:r>
        <w:tab/>
        <w:t>3.038e0</w:t>
      </w:r>
    </w:p>
    <w:p w:rsidR="00B65DC9" w:rsidRDefault="00B65DC9" w:rsidP="00B65DC9">
      <w:r>
        <w:t>402.4366</w:t>
      </w:r>
      <w:r>
        <w:tab/>
        <w:t>1.013e0</w:t>
      </w:r>
    </w:p>
    <w:p w:rsidR="00B65DC9" w:rsidRDefault="00B65DC9" w:rsidP="00B65DC9">
      <w:r>
        <w:t>402.4834</w:t>
      </w:r>
      <w:r>
        <w:tab/>
        <w:t>1.013e0</w:t>
      </w:r>
    </w:p>
    <w:p w:rsidR="00B65DC9" w:rsidRDefault="00B65DC9" w:rsidP="00B65DC9">
      <w:r>
        <w:t>402.5219</w:t>
      </w:r>
      <w:r>
        <w:tab/>
        <w:t>1.266e-2</w:t>
      </w:r>
    </w:p>
    <w:p w:rsidR="00B65DC9" w:rsidRDefault="00B65DC9" w:rsidP="00B65DC9">
      <w:r>
        <w:t>402.5611</w:t>
      </w:r>
      <w:r>
        <w:tab/>
        <w:t>1.013e0</w:t>
      </w:r>
    </w:p>
    <w:p w:rsidR="00B65DC9" w:rsidRDefault="00B65DC9" w:rsidP="00B65DC9">
      <w:r>
        <w:t>402.5682</w:t>
      </w:r>
      <w:r>
        <w:tab/>
        <w:t>1.013e0</w:t>
      </w:r>
    </w:p>
    <w:p w:rsidR="00B65DC9" w:rsidRDefault="00B65DC9" w:rsidP="00B65DC9">
      <w:r>
        <w:t>402.6073</w:t>
      </w:r>
      <w:r>
        <w:tab/>
        <w:t>1.266e-2</w:t>
      </w:r>
    </w:p>
    <w:p w:rsidR="00B65DC9" w:rsidRDefault="00B65DC9" w:rsidP="00B65DC9">
      <w:r>
        <w:t>402.6429</w:t>
      </w:r>
      <w:r>
        <w:tab/>
        <w:t>2.025e0</w:t>
      </w:r>
    </w:p>
    <w:p w:rsidR="00B65DC9" w:rsidRDefault="00B65DC9" w:rsidP="00B65DC9">
      <w:r>
        <w:t>402.8314</w:t>
      </w:r>
      <w:r>
        <w:tab/>
        <w:t>1.013e0</w:t>
      </w:r>
    </w:p>
    <w:p w:rsidR="00B65DC9" w:rsidRDefault="00B65DC9" w:rsidP="00B65DC9">
      <w:r>
        <w:lastRenderedPageBreak/>
        <w:t>402.8439</w:t>
      </w:r>
      <w:r>
        <w:tab/>
        <w:t>3.038e0</w:t>
      </w:r>
    </w:p>
    <w:p w:rsidR="00B65DC9" w:rsidRDefault="00B65DC9" w:rsidP="00B65DC9">
      <w:r>
        <w:t>402.8456</w:t>
      </w:r>
      <w:r>
        <w:tab/>
        <w:t>1.266e-2</w:t>
      </w:r>
    </w:p>
    <w:p w:rsidR="00B65DC9" w:rsidRDefault="00B65DC9" w:rsidP="00B65DC9">
      <w:r>
        <w:t>402.8954</w:t>
      </w:r>
      <w:r>
        <w:tab/>
        <w:t>1.266e-2</w:t>
      </w:r>
    </w:p>
    <w:p w:rsidR="00B65DC9" w:rsidRDefault="00B65DC9" w:rsidP="00B65DC9">
      <w:r>
        <w:t>402.9661</w:t>
      </w:r>
      <w:r>
        <w:tab/>
        <w:t>1.013e0</w:t>
      </w:r>
    </w:p>
    <w:p w:rsidR="00B65DC9" w:rsidRDefault="00B65DC9" w:rsidP="00B65DC9">
      <w:r>
        <w:t>402.9814</w:t>
      </w:r>
      <w:r>
        <w:tab/>
        <w:t>1.013e0</w:t>
      </w:r>
    </w:p>
    <w:p w:rsidR="00B65DC9" w:rsidRDefault="00B65DC9" w:rsidP="00B65DC9">
      <w:r>
        <w:t>402.9930</w:t>
      </w:r>
      <w:r>
        <w:tab/>
        <w:t>2.025e0</w:t>
      </w:r>
    </w:p>
    <w:p w:rsidR="00B65DC9" w:rsidRDefault="00B65DC9" w:rsidP="00B65DC9">
      <w:r>
        <w:t>403.0022</w:t>
      </w:r>
      <w:r>
        <w:tab/>
        <w:t>1.013e0</w:t>
      </w:r>
    </w:p>
    <w:p w:rsidR="00B65DC9" w:rsidRDefault="00B65DC9" w:rsidP="00B65DC9">
      <w:r>
        <w:t>403.0236</w:t>
      </w:r>
      <w:r>
        <w:tab/>
        <w:t>1.013e0</w:t>
      </w:r>
    </w:p>
    <w:p w:rsidR="00B65DC9" w:rsidRDefault="00B65DC9" w:rsidP="00B65DC9">
      <w:r>
        <w:t>403.0733</w:t>
      </w:r>
      <w:r>
        <w:tab/>
        <w:t>1.013e0</w:t>
      </w:r>
    </w:p>
    <w:p w:rsidR="00B65DC9" w:rsidRDefault="00B65DC9" w:rsidP="00B65DC9">
      <w:r>
        <w:t>403.0901</w:t>
      </w:r>
      <w:r>
        <w:tab/>
        <w:t>2.025e0</w:t>
      </w:r>
    </w:p>
    <w:p w:rsidR="00B65DC9" w:rsidRDefault="00B65DC9" w:rsidP="00B65DC9">
      <w:r>
        <w:t>403.0922</w:t>
      </w:r>
      <w:r>
        <w:tab/>
        <w:t>3.038e0</w:t>
      </w:r>
    </w:p>
    <w:p w:rsidR="00B65DC9" w:rsidRDefault="00B65DC9" w:rsidP="00B65DC9">
      <w:r>
        <w:t>403.1010</w:t>
      </w:r>
      <w:r>
        <w:tab/>
        <w:t>4.063e0</w:t>
      </w:r>
    </w:p>
    <w:p w:rsidR="00B65DC9" w:rsidRDefault="00B65DC9" w:rsidP="00B65DC9">
      <w:r>
        <w:t>403.1581</w:t>
      </w:r>
      <w:r>
        <w:tab/>
        <w:t>1.051e0</w:t>
      </w:r>
    </w:p>
    <w:p w:rsidR="00B65DC9" w:rsidRDefault="00B65DC9" w:rsidP="00B65DC9">
      <w:r>
        <w:t>403.1731</w:t>
      </w:r>
      <w:r>
        <w:tab/>
        <w:t>1.266e-2</w:t>
      </w:r>
    </w:p>
    <w:p w:rsidR="00B65DC9" w:rsidRDefault="00B65DC9" w:rsidP="00B65DC9">
      <w:r>
        <w:t>403.2091</w:t>
      </w:r>
      <w:r>
        <w:tab/>
        <w:t>4.051e0</w:t>
      </w:r>
    </w:p>
    <w:p w:rsidR="00B65DC9" w:rsidRDefault="00B65DC9" w:rsidP="00B65DC9">
      <w:r>
        <w:t>403.2301</w:t>
      </w:r>
      <w:r>
        <w:tab/>
        <w:t>1.038e0</w:t>
      </w:r>
    </w:p>
    <w:p w:rsidR="00B65DC9" w:rsidRDefault="00B65DC9" w:rsidP="00B65DC9">
      <w:r>
        <w:t>403.2554</w:t>
      </w:r>
      <w:r>
        <w:tab/>
        <w:t>2.025e0</w:t>
      </w:r>
    </w:p>
    <w:p w:rsidR="00B65DC9" w:rsidRDefault="00B65DC9" w:rsidP="00B65DC9">
      <w:r>
        <w:t>403.2646</w:t>
      </w:r>
      <w:r>
        <w:tab/>
        <w:t>1.013e0</w:t>
      </w:r>
    </w:p>
    <w:p w:rsidR="00B65DC9" w:rsidRDefault="00B65DC9" w:rsidP="00B65DC9">
      <w:r>
        <w:t>403.2744</w:t>
      </w:r>
      <w:r>
        <w:tab/>
        <w:t>2.038e0</w:t>
      </w:r>
    </w:p>
    <w:p w:rsidR="00B65DC9" w:rsidRDefault="00B65DC9" w:rsidP="00B65DC9">
      <w:r>
        <w:lastRenderedPageBreak/>
        <w:t>403.2947</w:t>
      </w:r>
      <w:r>
        <w:tab/>
        <w:t>1.013e0</w:t>
      </w:r>
    </w:p>
    <w:p w:rsidR="00B65DC9" w:rsidRDefault="00B65DC9" w:rsidP="00B65DC9">
      <w:r>
        <w:t>403.3013</w:t>
      </w:r>
      <w:r>
        <w:tab/>
        <w:t>1.013e0</w:t>
      </w:r>
    </w:p>
    <w:p w:rsidR="00B65DC9" w:rsidRDefault="00B65DC9" w:rsidP="00B65DC9">
      <w:r>
        <w:t>403.3250</w:t>
      </w:r>
      <w:r>
        <w:tab/>
        <w:t>3.038e0</w:t>
      </w:r>
    </w:p>
    <w:p w:rsidR="00B65DC9" w:rsidRDefault="00B65DC9" w:rsidP="00B65DC9">
      <w:r>
        <w:t>403.3369</w:t>
      </w:r>
      <w:r>
        <w:tab/>
        <w:t>1.266e-2</w:t>
      </w:r>
    </w:p>
    <w:p w:rsidR="00B65DC9" w:rsidRDefault="00B65DC9" w:rsidP="00B65DC9">
      <w:r>
        <w:t>403.3817</w:t>
      </w:r>
      <w:r>
        <w:tab/>
        <w:t>2.025e0</w:t>
      </w:r>
    </w:p>
    <w:p w:rsidR="00B65DC9" w:rsidRDefault="00B65DC9" w:rsidP="00B65DC9">
      <w:r>
        <w:t>403.4082</w:t>
      </w:r>
      <w:r>
        <w:tab/>
        <w:t>1.266e-2</w:t>
      </w:r>
    </w:p>
    <w:p w:rsidR="00B65DC9" w:rsidRDefault="00B65DC9" w:rsidP="00B65DC9">
      <w:r>
        <w:t>403.4391</w:t>
      </w:r>
      <w:r>
        <w:tab/>
        <w:t>1.266e-2</w:t>
      </w:r>
    </w:p>
    <w:p w:rsidR="00B65DC9" w:rsidRDefault="00B65DC9" w:rsidP="00B65DC9">
      <w:r>
        <w:t>403.5244</w:t>
      </w:r>
      <w:r>
        <w:tab/>
        <w:t>2.532e-2</w:t>
      </w:r>
    </w:p>
    <w:p w:rsidR="00B65DC9" w:rsidRDefault="00B65DC9" w:rsidP="00B65DC9">
      <w:r>
        <w:t>403.5294</w:t>
      </w:r>
      <w:r>
        <w:tab/>
        <w:t>1.266e-2</w:t>
      </w:r>
    </w:p>
    <w:p w:rsidR="00B65DC9" w:rsidRDefault="00B65DC9" w:rsidP="00B65DC9">
      <w:r>
        <w:t>403.5845</w:t>
      </w:r>
      <w:r>
        <w:tab/>
        <w:t>2.532e-2</w:t>
      </w:r>
    </w:p>
    <w:p w:rsidR="00B65DC9" w:rsidRDefault="00B65DC9" w:rsidP="00B65DC9">
      <w:r>
        <w:t>403.6485</w:t>
      </w:r>
      <w:r>
        <w:tab/>
        <w:t>1.266e-2</w:t>
      </w:r>
    </w:p>
    <w:p w:rsidR="00B65DC9" w:rsidRDefault="00B65DC9" w:rsidP="00B65DC9">
      <w:r>
        <w:t>403.6648</w:t>
      </w:r>
      <w:r>
        <w:tab/>
        <w:t>1.013e0</w:t>
      </w:r>
    </w:p>
    <w:p w:rsidR="00B65DC9" w:rsidRDefault="00B65DC9" w:rsidP="00B65DC9">
      <w:r>
        <w:t>403.7004</w:t>
      </w:r>
      <w:r>
        <w:tab/>
        <w:t>2.025e0</w:t>
      </w:r>
    </w:p>
    <w:p w:rsidR="00B65DC9" w:rsidRDefault="00B65DC9" w:rsidP="00B65DC9">
      <w:r>
        <w:t>403.7522</w:t>
      </w:r>
      <w:r>
        <w:tab/>
        <w:t>2.025e0</w:t>
      </w:r>
    </w:p>
    <w:p w:rsidR="00B65DC9" w:rsidRDefault="00B65DC9" w:rsidP="00B65DC9">
      <w:r>
        <w:t>403.7718</w:t>
      </w:r>
      <w:r>
        <w:tab/>
        <w:t>1.013e0</w:t>
      </w:r>
    </w:p>
    <w:p w:rsidR="00B65DC9" w:rsidRDefault="00B65DC9" w:rsidP="00B65DC9">
      <w:r>
        <w:t>403.7765</w:t>
      </w:r>
      <w:r>
        <w:tab/>
        <w:t>1.266e-2</w:t>
      </w:r>
    </w:p>
    <w:p w:rsidR="00B65DC9" w:rsidRDefault="00B65DC9" w:rsidP="00B65DC9">
      <w:r>
        <w:t>403.8904</w:t>
      </w:r>
      <w:r>
        <w:tab/>
        <w:t>3.038e0</w:t>
      </w:r>
    </w:p>
    <w:p w:rsidR="00B65DC9" w:rsidRDefault="00B65DC9" w:rsidP="00B65DC9">
      <w:r>
        <w:t>403.9407</w:t>
      </w:r>
      <w:r>
        <w:tab/>
        <w:t>4.051e0</w:t>
      </w:r>
    </w:p>
    <w:p w:rsidR="00B65DC9" w:rsidRDefault="00B65DC9" w:rsidP="00B65DC9">
      <w:r>
        <w:t>403.9509</w:t>
      </w:r>
      <w:r>
        <w:tab/>
        <w:t>1.013e0</w:t>
      </w:r>
    </w:p>
    <w:p w:rsidR="00B65DC9" w:rsidRDefault="00B65DC9" w:rsidP="00B65DC9">
      <w:r>
        <w:lastRenderedPageBreak/>
        <w:t>403.9572</w:t>
      </w:r>
      <w:r>
        <w:tab/>
        <w:t>1.013e0</w:t>
      </w:r>
    </w:p>
    <w:p w:rsidR="00B65DC9" w:rsidRDefault="00B65DC9" w:rsidP="00B65DC9">
      <w:r>
        <w:t>403.9764</w:t>
      </w:r>
      <w:r>
        <w:tab/>
        <w:t>5.063e0</w:t>
      </w:r>
    </w:p>
    <w:p w:rsidR="00B65DC9" w:rsidRDefault="00B65DC9" w:rsidP="00B65DC9">
      <w:r>
        <w:t>403.9934</w:t>
      </w:r>
      <w:r>
        <w:tab/>
        <w:t>2.532e-2</w:t>
      </w:r>
    </w:p>
    <w:p w:rsidR="00B65DC9" w:rsidRDefault="00B65DC9" w:rsidP="00B65DC9">
      <w:r>
        <w:t>404.0049</w:t>
      </w:r>
      <w:r>
        <w:tab/>
        <w:t>2.025e0</w:t>
      </w:r>
    </w:p>
    <w:p w:rsidR="00B65DC9" w:rsidRDefault="00B65DC9" w:rsidP="00B65DC9">
      <w:r>
        <w:t>404.0286</w:t>
      </w:r>
      <w:r>
        <w:tab/>
        <w:t>1.266e-2</w:t>
      </w:r>
    </w:p>
    <w:p w:rsidR="00B65DC9" w:rsidRDefault="00B65DC9" w:rsidP="00B65DC9">
      <w:r>
        <w:t>404.0362</w:t>
      </w:r>
      <w:r>
        <w:tab/>
        <w:t>1.013e0</w:t>
      </w:r>
    </w:p>
    <w:p w:rsidR="00B65DC9" w:rsidRDefault="00B65DC9" w:rsidP="00B65DC9">
      <w:r>
        <w:t>404.1004</w:t>
      </w:r>
      <w:r>
        <w:tab/>
        <w:t>3.089e0</w:t>
      </w:r>
    </w:p>
    <w:p w:rsidR="00B65DC9" w:rsidRDefault="00B65DC9" w:rsidP="00B65DC9">
      <w:r>
        <w:t>404.1097</w:t>
      </w:r>
      <w:r>
        <w:tab/>
        <w:t>3.527e1</w:t>
      </w:r>
    </w:p>
    <w:p w:rsidR="00B65DC9" w:rsidRDefault="00B65DC9" w:rsidP="00B65DC9">
      <w:r>
        <w:t>404.1333</w:t>
      </w:r>
      <w:r>
        <w:tab/>
        <w:t>4.569e0</w:t>
      </w:r>
    </w:p>
    <w:p w:rsidR="00B65DC9" w:rsidRDefault="00B65DC9" w:rsidP="00B65DC9">
      <w:r>
        <w:t>404.2226</w:t>
      </w:r>
      <w:r>
        <w:tab/>
        <w:t>1.607e1</w:t>
      </w:r>
    </w:p>
    <w:p w:rsidR="00B65DC9" w:rsidRDefault="00B65DC9" w:rsidP="00B65DC9">
      <w:r>
        <w:t>404.2673</w:t>
      </w:r>
      <w:r>
        <w:tab/>
        <w:t>2.025e0</w:t>
      </w:r>
    </w:p>
    <w:p w:rsidR="00B65DC9" w:rsidRDefault="00B65DC9" w:rsidP="00B65DC9">
      <w:r>
        <w:t>404.2719</w:t>
      </w:r>
      <w:r>
        <w:tab/>
        <w:t>3.038e0</w:t>
      </w:r>
    </w:p>
    <w:p w:rsidR="00B65DC9" w:rsidRDefault="00B65DC9" w:rsidP="00B65DC9">
      <w:r>
        <w:t>404.3100</w:t>
      </w:r>
      <w:r>
        <w:tab/>
        <w:t>1.266e-2</w:t>
      </w:r>
    </w:p>
    <w:p w:rsidR="00B65DC9" w:rsidRDefault="00B65DC9" w:rsidP="00B65DC9">
      <w:r>
        <w:t>404.3569</w:t>
      </w:r>
      <w:r>
        <w:tab/>
        <w:t>1.266e-2</w:t>
      </w:r>
    </w:p>
    <w:p w:rsidR="00B65DC9" w:rsidRDefault="00B65DC9" w:rsidP="00B65DC9">
      <w:r>
        <w:t>404.4426</w:t>
      </w:r>
      <w:r>
        <w:tab/>
        <w:t>1.013e0</w:t>
      </w:r>
    </w:p>
    <w:p w:rsidR="00B65DC9" w:rsidRDefault="00B65DC9" w:rsidP="00B65DC9">
      <w:r>
        <w:t>404.4855</w:t>
      </w:r>
      <w:r>
        <w:tab/>
        <w:t>1.013e0</w:t>
      </w:r>
    </w:p>
    <w:p w:rsidR="00B65DC9" w:rsidRDefault="00B65DC9" w:rsidP="00B65DC9">
      <w:r>
        <w:t>404.5006</w:t>
      </w:r>
      <w:r>
        <w:tab/>
        <w:t>2.025e0</w:t>
      </w:r>
    </w:p>
    <w:p w:rsidR="00B65DC9" w:rsidRDefault="00B65DC9" w:rsidP="00B65DC9">
      <w:r>
        <w:t>404.5195</w:t>
      </w:r>
      <w:r>
        <w:tab/>
        <w:t>1.013e0</w:t>
      </w:r>
    </w:p>
    <w:p w:rsidR="00B65DC9" w:rsidRDefault="00B65DC9" w:rsidP="00B65DC9">
      <w:r>
        <w:t>404.5233</w:t>
      </w:r>
      <w:r>
        <w:tab/>
        <w:t>2.025e0</w:t>
      </w:r>
    </w:p>
    <w:p w:rsidR="00B65DC9" w:rsidRDefault="00B65DC9" w:rsidP="00B65DC9">
      <w:r>
        <w:lastRenderedPageBreak/>
        <w:t>404.5835</w:t>
      </w:r>
      <w:r>
        <w:tab/>
        <w:t>1.266e-2</w:t>
      </w:r>
    </w:p>
    <w:p w:rsidR="00B65DC9" w:rsidRDefault="00B65DC9" w:rsidP="00B65DC9">
      <w:r>
        <w:t>404.6300</w:t>
      </w:r>
      <w:r>
        <w:tab/>
        <w:t>1.013e0</w:t>
      </w:r>
    </w:p>
    <w:p w:rsidR="00B65DC9" w:rsidRDefault="00B65DC9" w:rsidP="00B65DC9">
      <w:r>
        <w:t>404.6646</w:t>
      </w:r>
      <w:r>
        <w:tab/>
        <w:t>1.013e0</w:t>
      </w:r>
    </w:p>
    <w:p w:rsidR="00B65DC9" w:rsidRDefault="00B65DC9" w:rsidP="00B65DC9">
      <w:r>
        <w:t>404.7006</w:t>
      </w:r>
      <w:r>
        <w:tab/>
        <w:t>1.038e0</w:t>
      </w:r>
    </w:p>
    <w:p w:rsidR="00B65DC9" w:rsidRDefault="00B65DC9" w:rsidP="00B65DC9">
      <w:r>
        <w:t>404.7213</w:t>
      </w:r>
      <w:r>
        <w:tab/>
        <w:t>1.266e-2</w:t>
      </w:r>
    </w:p>
    <w:p w:rsidR="00B65DC9" w:rsidRDefault="00B65DC9" w:rsidP="00B65DC9">
      <w:r>
        <w:t>404.7421</w:t>
      </w:r>
      <w:r>
        <w:tab/>
        <w:t>2.025e0</w:t>
      </w:r>
    </w:p>
    <w:p w:rsidR="00B65DC9" w:rsidRDefault="00B65DC9" w:rsidP="00B65DC9">
      <w:r>
        <w:t>404.8142</w:t>
      </w:r>
      <w:r>
        <w:tab/>
        <w:t>1.013e0</w:t>
      </w:r>
    </w:p>
    <w:p w:rsidR="00B65DC9" w:rsidRDefault="00B65DC9" w:rsidP="00B65DC9">
      <w:r>
        <w:t>404.8247</w:t>
      </w:r>
      <w:r>
        <w:tab/>
        <w:t>2.025e0</w:t>
      </w:r>
    </w:p>
    <w:p w:rsidR="00B65DC9" w:rsidRDefault="00B65DC9" w:rsidP="00B65DC9">
      <w:r>
        <w:t>404.8719</w:t>
      </w:r>
      <w:r>
        <w:tab/>
        <w:t>1.013e0</w:t>
      </w:r>
    </w:p>
    <w:p w:rsidR="00B65DC9" w:rsidRDefault="00B65DC9" w:rsidP="00B65DC9">
      <w:r>
        <w:t>404.9093</w:t>
      </w:r>
      <w:r>
        <w:tab/>
        <w:t>3.038e0</w:t>
      </w:r>
    </w:p>
    <w:p w:rsidR="00B65DC9" w:rsidRDefault="00B65DC9" w:rsidP="00B65DC9">
      <w:r>
        <w:t>404.9115</w:t>
      </w:r>
      <w:r>
        <w:tab/>
        <w:t>2.025e0</w:t>
      </w:r>
    </w:p>
    <w:p w:rsidR="00B65DC9" w:rsidRDefault="00B65DC9" w:rsidP="00B65DC9">
      <w:r>
        <w:t>404.9356</w:t>
      </w:r>
      <w:r>
        <w:tab/>
        <w:t>2.532e-2</w:t>
      </w:r>
    </w:p>
    <w:p w:rsidR="00B65DC9" w:rsidRDefault="00B65DC9" w:rsidP="00B65DC9">
      <w:r>
        <w:t>404.9427</w:t>
      </w:r>
      <w:r>
        <w:tab/>
        <w:t>1.013e0</w:t>
      </w:r>
    </w:p>
    <w:p w:rsidR="00B65DC9" w:rsidRDefault="00B65DC9" w:rsidP="00B65DC9">
      <w:r>
        <w:t>404.9854</w:t>
      </w:r>
      <w:r>
        <w:tab/>
        <w:t>3.038e0</w:t>
      </w:r>
    </w:p>
    <w:p w:rsidR="00B65DC9" w:rsidRDefault="00B65DC9" w:rsidP="00B65DC9">
      <w:r>
        <w:t>405.0144</w:t>
      </w:r>
      <w:r>
        <w:tab/>
        <w:t>1.266e-2</w:t>
      </w:r>
    </w:p>
    <w:p w:rsidR="00B65DC9" w:rsidRDefault="00B65DC9" w:rsidP="00B65DC9">
      <w:r>
        <w:t>405.0813</w:t>
      </w:r>
      <w:r>
        <w:tab/>
        <w:t>2.025e0</w:t>
      </w:r>
    </w:p>
    <w:p w:rsidR="00B65DC9" w:rsidRDefault="00B65DC9" w:rsidP="00B65DC9">
      <w:r>
        <w:t>405.0827</w:t>
      </w:r>
      <w:r>
        <w:tab/>
        <w:t>2.025e0</w:t>
      </w:r>
    </w:p>
    <w:p w:rsidR="00B65DC9" w:rsidRDefault="00B65DC9" w:rsidP="00B65DC9">
      <w:r>
        <w:t>405.1113</w:t>
      </w:r>
      <w:r>
        <w:tab/>
        <w:t>2.076e0</w:t>
      </w:r>
    </w:p>
    <w:p w:rsidR="00B65DC9" w:rsidRDefault="00B65DC9" w:rsidP="00B65DC9">
      <w:r>
        <w:t>405.1153</w:t>
      </w:r>
      <w:r>
        <w:tab/>
        <w:t>2.025e0</w:t>
      </w:r>
    </w:p>
    <w:p w:rsidR="00B65DC9" w:rsidRDefault="00B65DC9" w:rsidP="00B65DC9">
      <w:r>
        <w:lastRenderedPageBreak/>
        <w:t>405.1189</w:t>
      </w:r>
      <w:r>
        <w:tab/>
        <w:t>4.051e0</w:t>
      </w:r>
    </w:p>
    <w:p w:rsidR="00B65DC9" w:rsidRDefault="00B65DC9" w:rsidP="00B65DC9">
      <w:r>
        <w:t>405.1302</w:t>
      </w:r>
      <w:r>
        <w:tab/>
        <w:t>1.013e1</w:t>
      </w:r>
    </w:p>
    <w:p w:rsidR="00B65DC9" w:rsidRDefault="00B65DC9" w:rsidP="00B65DC9">
      <w:r>
        <w:t>405.1788</w:t>
      </w:r>
      <w:r>
        <w:tab/>
        <w:t>2.025e0</w:t>
      </w:r>
    </w:p>
    <w:p w:rsidR="00B65DC9" w:rsidRDefault="00B65DC9" w:rsidP="00B65DC9">
      <w:r>
        <w:t>405.1889</w:t>
      </w:r>
      <w:r>
        <w:tab/>
        <w:t>7.321e-1</w:t>
      </w:r>
    </w:p>
    <w:p w:rsidR="00B65DC9" w:rsidRDefault="00B65DC9" w:rsidP="00B65DC9">
      <w:r>
        <w:t>405.2003</w:t>
      </w:r>
      <w:r>
        <w:tab/>
        <w:t>2.025e0</w:t>
      </w:r>
    </w:p>
    <w:p w:rsidR="00B65DC9" w:rsidRDefault="00B65DC9" w:rsidP="00B65DC9">
      <w:r>
        <w:t>405.2038</w:t>
      </w:r>
      <w:r>
        <w:tab/>
        <w:t>2.025e0</w:t>
      </w:r>
    </w:p>
    <w:p w:rsidR="00B65DC9" w:rsidRDefault="00B65DC9" w:rsidP="00B65DC9">
      <w:r>
        <w:t>405.3999</w:t>
      </w:r>
      <w:r>
        <w:tab/>
        <w:t>2.025e0</w:t>
      </w:r>
    </w:p>
    <w:p w:rsidR="00B65DC9" w:rsidRDefault="00B65DC9" w:rsidP="00B65DC9">
      <w:r>
        <w:t>405.4866</w:t>
      </w:r>
      <w:r>
        <w:tab/>
        <w:t>1.013e0</w:t>
      </w:r>
    </w:p>
    <w:p w:rsidR="00B65DC9" w:rsidRDefault="00B65DC9" w:rsidP="00B65DC9">
      <w:r>
        <w:t>405.5439</w:t>
      </w:r>
      <w:r>
        <w:tab/>
        <w:t>1.013e0</w:t>
      </w:r>
    </w:p>
    <w:p w:rsidR="00B65DC9" w:rsidRDefault="00B65DC9" w:rsidP="00B65DC9">
      <w:r>
        <w:t>405.5792</w:t>
      </w:r>
      <w:r>
        <w:tab/>
        <w:t>1.266e-2</w:t>
      </w:r>
    </w:p>
    <w:p w:rsidR="00B65DC9" w:rsidRDefault="00B65DC9" w:rsidP="00B65DC9">
      <w:r>
        <w:t>405.5946</w:t>
      </w:r>
      <w:r>
        <w:tab/>
        <w:t>1.013e0</w:t>
      </w:r>
    </w:p>
    <w:p w:rsidR="00B65DC9" w:rsidRDefault="00B65DC9" w:rsidP="00B65DC9">
      <w:r>
        <w:t>405.7285</w:t>
      </w:r>
      <w:r>
        <w:tab/>
        <w:t>1.013e0</w:t>
      </w:r>
    </w:p>
    <w:p w:rsidR="00B65DC9" w:rsidRDefault="00B65DC9" w:rsidP="00B65DC9">
      <w:r>
        <w:t>405.7717</w:t>
      </w:r>
      <w:r>
        <w:tab/>
        <w:t>1.013e0</w:t>
      </w:r>
    </w:p>
    <w:p w:rsidR="00B65DC9" w:rsidRDefault="00B65DC9" w:rsidP="00B65DC9">
      <w:r>
        <w:t>405.8519</w:t>
      </w:r>
      <w:r>
        <w:tab/>
        <w:t>1.013e0</w:t>
      </w:r>
    </w:p>
    <w:p w:rsidR="00B65DC9" w:rsidRDefault="00B65DC9" w:rsidP="00B65DC9">
      <w:r>
        <w:t>405.8727</w:t>
      </w:r>
      <w:r>
        <w:tab/>
        <w:t>2.025e0</w:t>
      </w:r>
    </w:p>
    <w:p w:rsidR="00B65DC9" w:rsidRDefault="00B65DC9" w:rsidP="00B65DC9">
      <w:r>
        <w:t>405.9206</w:t>
      </w:r>
      <w:r>
        <w:tab/>
        <w:t>1.013e0</w:t>
      </w:r>
    </w:p>
    <w:p w:rsidR="00B65DC9" w:rsidRDefault="00B65DC9" w:rsidP="00B65DC9">
      <w:r>
        <w:t>405.9243</w:t>
      </w:r>
      <w:r>
        <w:tab/>
        <w:t>1.266e-2</w:t>
      </w:r>
    </w:p>
    <w:p w:rsidR="00B65DC9" w:rsidRDefault="00B65DC9" w:rsidP="00B65DC9">
      <w:r>
        <w:t>405.9278</w:t>
      </w:r>
      <w:r>
        <w:tab/>
        <w:t>3.038e0</w:t>
      </w:r>
    </w:p>
    <w:p w:rsidR="00B65DC9" w:rsidRDefault="00B65DC9" w:rsidP="00B65DC9">
      <w:r>
        <w:t>405.9420</w:t>
      </w:r>
      <w:r>
        <w:tab/>
        <w:t>1.013e0</w:t>
      </w:r>
    </w:p>
    <w:p w:rsidR="00B65DC9" w:rsidRDefault="00B65DC9" w:rsidP="00B65DC9">
      <w:r>
        <w:lastRenderedPageBreak/>
        <w:t>405.9737</w:t>
      </w:r>
      <w:r>
        <w:tab/>
        <w:t>1.013e0</w:t>
      </w:r>
    </w:p>
    <w:p w:rsidR="00B65DC9" w:rsidRDefault="00B65DC9" w:rsidP="00B65DC9">
      <w:r>
        <w:t>406.0024</w:t>
      </w:r>
      <w:r>
        <w:tab/>
        <w:t>1.266e-2</w:t>
      </w:r>
    </w:p>
    <w:p w:rsidR="00B65DC9" w:rsidRDefault="00B65DC9" w:rsidP="00B65DC9">
      <w:r>
        <w:t>406.0311</w:t>
      </w:r>
      <w:r>
        <w:tab/>
        <w:t>1.013e0</w:t>
      </w:r>
    </w:p>
    <w:p w:rsidR="00B65DC9" w:rsidRDefault="00B65DC9" w:rsidP="00B65DC9">
      <w:r>
        <w:t>406.0768</w:t>
      </w:r>
      <w:r>
        <w:tab/>
        <w:t>3.038e0</w:t>
      </w:r>
    </w:p>
    <w:p w:rsidR="00B65DC9" w:rsidRDefault="00B65DC9" w:rsidP="00B65DC9">
      <w:r>
        <w:t>406.1135</w:t>
      </w:r>
      <w:r>
        <w:tab/>
        <w:t>3.038e0</w:t>
      </w:r>
    </w:p>
    <w:p w:rsidR="00B65DC9" w:rsidRDefault="00B65DC9" w:rsidP="00B65DC9">
      <w:r>
        <w:t>406.1170</w:t>
      </w:r>
      <w:r>
        <w:tab/>
        <w:t>3.051e0</w:t>
      </w:r>
    </w:p>
    <w:p w:rsidR="00B65DC9" w:rsidRDefault="00B65DC9" w:rsidP="00B65DC9">
      <w:r>
        <w:t>406.1540</w:t>
      </w:r>
      <w:r>
        <w:tab/>
        <w:t>1.038e0</w:t>
      </w:r>
    </w:p>
    <w:p w:rsidR="00B65DC9" w:rsidRDefault="00B65DC9" w:rsidP="00B65DC9">
      <w:r>
        <w:t>406.1944</w:t>
      </w:r>
      <w:r>
        <w:tab/>
        <w:t>1.013e0</w:t>
      </w:r>
    </w:p>
    <w:p w:rsidR="00B65DC9" w:rsidRDefault="00B65DC9" w:rsidP="00B65DC9">
      <w:r>
        <w:t>406.1987</w:t>
      </w:r>
      <w:r>
        <w:tab/>
        <w:t>3.038e0</w:t>
      </w:r>
    </w:p>
    <w:p w:rsidR="00B65DC9" w:rsidRDefault="00B65DC9" w:rsidP="00B65DC9">
      <w:r>
        <w:t>406.2584</w:t>
      </w:r>
      <w:r>
        <w:tab/>
        <w:t>1.013e0</w:t>
      </w:r>
    </w:p>
    <w:p w:rsidR="00B65DC9" w:rsidRDefault="00B65DC9" w:rsidP="00B65DC9">
      <w:r>
        <w:t>406.2605</w:t>
      </w:r>
      <w:r>
        <w:tab/>
        <w:t>2.532e-2</w:t>
      </w:r>
    </w:p>
    <w:p w:rsidR="00B65DC9" w:rsidRDefault="00B65DC9" w:rsidP="00B65DC9">
      <w:r>
        <w:t>406.3037</w:t>
      </w:r>
      <w:r>
        <w:tab/>
        <w:t>1.025e0</w:t>
      </w:r>
    </w:p>
    <w:p w:rsidR="00B65DC9" w:rsidRDefault="00B65DC9" w:rsidP="00B65DC9">
      <w:r>
        <w:t>406.3120</w:t>
      </w:r>
      <w:r>
        <w:tab/>
        <w:t>3.038e0</w:t>
      </w:r>
    </w:p>
    <w:p w:rsidR="00B65DC9" w:rsidRDefault="00B65DC9" w:rsidP="00B65DC9">
      <w:r>
        <w:t>406.3824</w:t>
      </w:r>
      <w:r>
        <w:tab/>
        <w:t>1.266e-2</w:t>
      </w:r>
    </w:p>
    <w:p w:rsidR="00B65DC9" w:rsidRDefault="00B65DC9" w:rsidP="00B65DC9">
      <w:r>
        <w:t>406.3902</w:t>
      </w:r>
      <w:r>
        <w:tab/>
        <w:t>1.013e0</w:t>
      </w:r>
    </w:p>
    <w:p w:rsidR="00B65DC9" w:rsidRDefault="00B65DC9" w:rsidP="00B65DC9">
      <w:r>
        <w:t>406.4507</w:t>
      </w:r>
      <w:r>
        <w:tab/>
        <w:t>3.038e0</w:t>
      </w:r>
    </w:p>
    <w:p w:rsidR="00B65DC9" w:rsidRDefault="00B65DC9" w:rsidP="00B65DC9">
      <w:r>
        <w:t>406.5270</w:t>
      </w:r>
      <w:r>
        <w:tab/>
        <w:t>2.025e0</w:t>
      </w:r>
    </w:p>
    <w:p w:rsidR="00B65DC9" w:rsidRDefault="00B65DC9" w:rsidP="00B65DC9">
      <w:r>
        <w:t>406.5690</w:t>
      </w:r>
      <w:r>
        <w:tab/>
        <w:t>1.013e0</w:t>
      </w:r>
    </w:p>
    <w:p w:rsidR="00B65DC9" w:rsidRDefault="00B65DC9" w:rsidP="00B65DC9">
      <w:r>
        <w:t>406.5755</w:t>
      </w:r>
      <w:r>
        <w:tab/>
        <w:t>1.013e0</w:t>
      </w:r>
    </w:p>
    <w:p w:rsidR="00B65DC9" w:rsidRDefault="00B65DC9" w:rsidP="00B65DC9">
      <w:r>
        <w:lastRenderedPageBreak/>
        <w:t>406.5833</w:t>
      </w:r>
      <w:r>
        <w:tab/>
        <w:t>1.013e0</w:t>
      </w:r>
    </w:p>
    <w:p w:rsidR="00B65DC9" w:rsidRDefault="00B65DC9" w:rsidP="00B65DC9">
      <w:r>
        <w:t>406.6657</w:t>
      </w:r>
      <w:r>
        <w:tab/>
        <w:t>2.025e0</w:t>
      </w:r>
    </w:p>
    <w:p w:rsidR="00B65DC9" w:rsidRDefault="00B65DC9" w:rsidP="00B65DC9">
      <w:r>
        <w:t>406.6772</w:t>
      </w:r>
      <w:r>
        <w:tab/>
        <w:t>1.013e0</w:t>
      </w:r>
    </w:p>
    <w:p w:rsidR="00B65DC9" w:rsidRDefault="00B65DC9" w:rsidP="00B65DC9">
      <w:r>
        <w:t>406.6982</w:t>
      </w:r>
      <w:r>
        <w:tab/>
        <w:t>1.013e0</w:t>
      </w:r>
    </w:p>
    <w:p w:rsidR="00B65DC9" w:rsidRDefault="00B65DC9" w:rsidP="00B65DC9">
      <w:r>
        <w:t>406.7458</w:t>
      </w:r>
      <w:r>
        <w:tab/>
        <w:t>1.013e0</w:t>
      </w:r>
    </w:p>
    <w:p w:rsidR="00B65DC9" w:rsidRDefault="00B65DC9" w:rsidP="00B65DC9">
      <w:r>
        <w:t>406.7628</w:t>
      </w:r>
      <w:r>
        <w:tab/>
        <w:t>1.013e0</w:t>
      </w:r>
    </w:p>
    <w:p w:rsidR="00B65DC9" w:rsidRDefault="00B65DC9" w:rsidP="00B65DC9">
      <w:r>
        <w:t>406.8997</w:t>
      </w:r>
      <w:r>
        <w:tab/>
        <w:t>1.013e0</w:t>
      </w:r>
    </w:p>
    <w:p w:rsidR="00B65DC9" w:rsidRDefault="00B65DC9" w:rsidP="00B65DC9">
      <w:r>
        <w:t>406.9273</w:t>
      </w:r>
      <w:r>
        <w:tab/>
        <w:t>2.025e0</w:t>
      </w:r>
    </w:p>
    <w:p w:rsidR="00B65DC9" w:rsidRDefault="00B65DC9" w:rsidP="00B65DC9">
      <w:r>
        <w:t>406.9615</w:t>
      </w:r>
      <w:r>
        <w:tab/>
        <w:t>2.025e0</w:t>
      </w:r>
    </w:p>
    <w:p w:rsidR="00B65DC9" w:rsidRDefault="00B65DC9" w:rsidP="00B65DC9">
      <w:r>
        <w:t>406.9983</w:t>
      </w:r>
      <w:r>
        <w:tab/>
        <w:t>1.013e0</w:t>
      </w:r>
    </w:p>
    <w:p w:rsidR="00B65DC9" w:rsidRDefault="00B65DC9" w:rsidP="00B65DC9">
      <w:r>
        <w:t>407.0357</w:t>
      </w:r>
      <w:r>
        <w:tab/>
        <w:t>1.266e-2</w:t>
      </w:r>
    </w:p>
    <w:p w:rsidR="00B65DC9" w:rsidRDefault="00B65DC9" w:rsidP="00B65DC9">
      <w:r>
        <w:t>407.0774</w:t>
      </w:r>
      <w:r>
        <w:tab/>
        <w:t>3.038e0</w:t>
      </w:r>
    </w:p>
    <w:p w:rsidR="00B65DC9" w:rsidRDefault="00B65DC9" w:rsidP="00B65DC9">
      <w:r>
        <w:t>407.1050</w:t>
      </w:r>
      <w:r>
        <w:tab/>
        <w:t>1.013e0</w:t>
      </w:r>
    </w:p>
    <w:p w:rsidR="00B65DC9" w:rsidRDefault="00B65DC9" w:rsidP="00B65DC9">
      <w:r>
        <w:t>407.1094</w:t>
      </w:r>
      <w:r>
        <w:tab/>
        <w:t>1.013e0</w:t>
      </w:r>
    </w:p>
    <w:p w:rsidR="00B65DC9" w:rsidRDefault="00B65DC9" w:rsidP="00B65DC9">
      <w:r>
        <w:t>407.1661</w:t>
      </w:r>
      <w:r>
        <w:tab/>
        <w:t>9.114e0</w:t>
      </w:r>
    </w:p>
    <w:p w:rsidR="00B65DC9" w:rsidRDefault="00B65DC9" w:rsidP="00B65DC9">
      <w:r>
        <w:t>407.1723</w:t>
      </w:r>
      <w:r>
        <w:tab/>
        <w:t>1.076e0</w:t>
      </w:r>
    </w:p>
    <w:p w:rsidR="00B65DC9" w:rsidRDefault="00B65DC9" w:rsidP="00B65DC9">
      <w:r>
        <w:t>407.1852</w:t>
      </w:r>
      <w:r>
        <w:tab/>
        <w:t>1.232e1</w:t>
      </w:r>
    </w:p>
    <w:p w:rsidR="00B65DC9" w:rsidRDefault="00B65DC9" w:rsidP="00B65DC9">
      <w:r>
        <w:t>407.1888</w:t>
      </w:r>
      <w:r>
        <w:tab/>
        <w:t>3.544e1</w:t>
      </w:r>
    </w:p>
    <w:p w:rsidR="00B65DC9" w:rsidRDefault="00B65DC9" w:rsidP="00B65DC9">
      <w:r>
        <w:t>407.2090</w:t>
      </w:r>
      <w:r>
        <w:tab/>
        <w:t>5.298e0</w:t>
      </w:r>
    </w:p>
    <w:p w:rsidR="00B65DC9" w:rsidRDefault="00B65DC9" w:rsidP="00B65DC9">
      <w:r>
        <w:lastRenderedPageBreak/>
        <w:t>407.2524</w:t>
      </w:r>
      <w:r>
        <w:tab/>
        <w:t>2.532e-2</w:t>
      </w:r>
    </w:p>
    <w:p w:rsidR="00B65DC9" w:rsidRDefault="00B65DC9" w:rsidP="00B65DC9">
      <w:r>
        <w:t>407.2735</w:t>
      </w:r>
      <w:r>
        <w:tab/>
        <w:t>2.038e0</w:t>
      </w:r>
    </w:p>
    <w:p w:rsidR="00B65DC9" w:rsidRDefault="00B65DC9" w:rsidP="00B65DC9">
      <w:r>
        <w:t>407.2794</w:t>
      </w:r>
      <w:r>
        <w:tab/>
        <w:t>1.038e0</w:t>
      </w:r>
    </w:p>
    <w:p w:rsidR="00B65DC9" w:rsidRDefault="00B65DC9" w:rsidP="00B65DC9">
      <w:r>
        <w:t>407.3615</w:t>
      </w:r>
      <w:r>
        <w:tab/>
        <w:t>1.013e0</w:t>
      </w:r>
    </w:p>
    <w:p w:rsidR="00B65DC9" w:rsidRDefault="00B65DC9" w:rsidP="00B65DC9">
      <w:r>
        <w:t>407.3626</w:t>
      </w:r>
      <w:r>
        <w:tab/>
        <w:t>3.038e0</w:t>
      </w:r>
    </w:p>
    <w:p w:rsidR="00B65DC9" w:rsidRDefault="00B65DC9" w:rsidP="00B65DC9">
      <w:r>
        <w:t>407.3682</w:t>
      </w:r>
      <w:r>
        <w:tab/>
        <w:t>2.025e0</w:t>
      </w:r>
    </w:p>
    <w:p w:rsidR="00B65DC9" w:rsidRDefault="00B65DC9" w:rsidP="00B65DC9">
      <w:r>
        <w:t>407.3727</w:t>
      </w:r>
      <w:r>
        <w:tab/>
        <w:t>2.025e0</w:t>
      </w:r>
    </w:p>
    <w:p w:rsidR="00B65DC9" w:rsidRDefault="00B65DC9" w:rsidP="00B65DC9">
      <w:r>
        <w:t>407.4474</w:t>
      </w:r>
      <w:r>
        <w:tab/>
        <w:t>1.013e0</w:t>
      </w:r>
    </w:p>
    <w:p w:rsidR="00B65DC9" w:rsidRDefault="00B65DC9" w:rsidP="00B65DC9">
      <w:r>
        <w:t>407.4813</w:t>
      </w:r>
      <w:r>
        <w:tab/>
        <w:t>2.025e0</w:t>
      </w:r>
    </w:p>
    <w:p w:rsidR="00B65DC9" w:rsidRDefault="00B65DC9" w:rsidP="00B65DC9">
      <w:r>
        <w:t>407.5173</w:t>
      </w:r>
      <w:r>
        <w:tab/>
        <w:t>1.013e0</w:t>
      </w:r>
    </w:p>
    <w:p w:rsidR="00B65DC9" w:rsidRDefault="00B65DC9" w:rsidP="00B65DC9">
      <w:r>
        <w:t>407.5388</w:t>
      </w:r>
      <w:r>
        <w:tab/>
        <w:t>1.013e0</w:t>
      </w:r>
    </w:p>
    <w:p w:rsidR="00B65DC9" w:rsidRDefault="00B65DC9" w:rsidP="00B65DC9">
      <w:r>
        <w:t>407.5800</w:t>
      </w:r>
      <w:r>
        <w:tab/>
        <w:t>2.025e0</w:t>
      </w:r>
    </w:p>
    <w:p w:rsidR="00B65DC9" w:rsidRDefault="00B65DC9" w:rsidP="00B65DC9">
      <w:r>
        <w:t>407.6611</w:t>
      </w:r>
      <w:r>
        <w:tab/>
        <w:t>1.013e0</w:t>
      </w:r>
    </w:p>
    <w:p w:rsidR="00B65DC9" w:rsidRDefault="00B65DC9" w:rsidP="00B65DC9">
      <w:r>
        <w:t>407.6956</w:t>
      </w:r>
      <w:r>
        <w:tab/>
        <w:t>1.013e0</w:t>
      </w:r>
    </w:p>
    <w:p w:rsidR="00B65DC9" w:rsidRDefault="00B65DC9" w:rsidP="00B65DC9">
      <w:r>
        <w:t>407.7848</w:t>
      </w:r>
      <w:r>
        <w:tab/>
        <w:t>1.266e-2</w:t>
      </w:r>
    </w:p>
    <w:p w:rsidR="00B65DC9" w:rsidRDefault="00B65DC9" w:rsidP="00B65DC9">
      <w:r>
        <w:t>407.8524</w:t>
      </w:r>
      <w:r>
        <w:tab/>
        <w:t>3.038e0</w:t>
      </w:r>
    </w:p>
    <w:p w:rsidR="00B65DC9" w:rsidRDefault="00B65DC9" w:rsidP="00B65DC9">
      <w:r>
        <w:t>407.8914</w:t>
      </w:r>
      <w:r>
        <w:tab/>
        <w:t>1.013e0</w:t>
      </w:r>
    </w:p>
    <w:p w:rsidR="00B65DC9" w:rsidRDefault="00B65DC9" w:rsidP="00B65DC9">
      <w:r>
        <w:t>407.9094</w:t>
      </w:r>
      <w:r>
        <w:tab/>
        <w:t>1.025e0</w:t>
      </w:r>
    </w:p>
    <w:p w:rsidR="00B65DC9" w:rsidRDefault="00B65DC9" w:rsidP="00B65DC9">
      <w:r>
        <w:t>407.9286</w:t>
      </w:r>
      <w:r>
        <w:tab/>
        <w:t>3.038e0</w:t>
      </w:r>
    </w:p>
    <w:p w:rsidR="00B65DC9" w:rsidRDefault="00B65DC9" w:rsidP="00B65DC9">
      <w:r>
        <w:lastRenderedPageBreak/>
        <w:t>407.9422</w:t>
      </w:r>
      <w:r>
        <w:tab/>
        <w:t>2.038e0</w:t>
      </w:r>
    </w:p>
    <w:p w:rsidR="00B65DC9" w:rsidRDefault="00B65DC9" w:rsidP="00B65DC9">
      <w:r>
        <w:t>407.9520</w:t>
      </w:r>
      <w:r>
        <w:tab/>
        <w:t>1.013e0</w:t>
      </w:r>
    </w:p>
    <w:p w:rsidR="00B65DC9" w:rsidRDefault="00B65DC9" w:rsidP="00B65DC9">
      <w:r>
        <w:t>407.9567</w:t>
      </w:r>
      <w:r>
        <w:tab/>
        <w:t>3.038e0</w:t>
      </w:r>
    </w:p>
    <w:p w:rsidR="00B65DC9" w:rsidRDefault="00B65DC9" w:rsidP="00B65DC9">
      <w:r>
        <w:t>407.9994</w:t>
      </w:r>
      <w:r>
        <w:tab/>
        <w:t>1.013e0</w:t>
      </w:r>
    </w:p>
    <w:p w:rsidR="00B65DC9" w:rsidRDefault="00B65DC9" w:rsidP="00B65DC9">
      <w:r>
        <w:t>408.0161</w:t>
      </w:r>
      <w:r>
        <w:tab/>
        <w:t>1.013e0</w:t>
      </w:r>
    </w:p>
    <w:p w:rsidR="00B65DC9" w:rsidRDefault="00B65DC9" w:rsidP="00B65DC9">
      <w:r>
        <w:t>408.0375</w:t>
      </w:r>
      <w:r>
        <w:tab/>
        <w:t>1.266e-2</w:t>
      </w:r>
    </w:p>
    <w:p w:rsidR="00B65DC9" w:rsidRDefault="00B65DC9" w:rsidP="00B65DC9">
      <w:r>
        <w:t>408.0647</w:t>
      </w:r>
      <w:r>
        <w:tab/>
        <w:t>1.266e-2</w:t>
      </w:r>
    </w:p>
    <w:p w:rsidR="00B65DC9" w:rsidRDefault="00B65DC9" w:rsidP="00B65DC9">
      <w:r>
        <w:t>408.0930</w:t>
      </w:r>
      <w:r>
        <w:tab/>
        <w:t>1.013e0</w:t>
      </w:r>
    </w:p>
    <w:p w:rsidR="00B65DC9" w:rsidRDefault="00B65DC9" w:rsidP="00B65DC9">
      <w:r>
        <w:t>408.1146</w:t>
      </w:r>
      <w:r>
        <w:tab/>
        <w:t>1.025e0</w:t>
      </w:r>
    </w:p>
    <w:p w:rsidR="00B65DC9" w:rsidRDefault="00B65DC9" w:rsidP="00B65DC9">
      <w:r>
        <w:t>408.1794</w:t>
      </w:r>
      <w:r>
        <w:tab/>
        <w:t>1.013e0</w:t>
      </w:r>
    </w:p>
    <w:p w:rsidR="00B65DC9" w:rsidRDefault="00B65DC9" w:rsidP="00B65DC9">
      <w:r>
        <w:t>408.1869</w:t>
      </w:r>
      <w:r>
        <w:tab/>
        <w:t>1.962e1</w:t>
      </w:r>
    </w:p>
    <w:p w:rsidR="00B65DC9" w:rsidRDefault="00B65DC9" w:rsidP="00B65DC9">
      <w:r>
        <w:t>408.1998</w:t>
      </w:r>
      <w:r>
        <w:tab/>
        <w:t>4.127e0</w:t>
      </w:r>
    </w:p>
    <w:p w:rsidR="00B65DC9" w:rsidRDefault="00B65DC9" w:rsidP="00B65DC9">
      <w:r>
        <w:t>408.2348</w:t>
      </w:r>
      <w:r>
        <w:tab/>
        <w:t>2.025e0</w:t>
      </w:r>
    </w:p>
    <w:p w:rsidR="00B65DC9" w:rsidRDefault="00B65DC9" w:rsidP="00B65DC9">
      <w:r>
        <w:t>408.2631</w:t>
      </w:r>
      <w:r>
        <w:tab/>
        <w:t>3.038e0</w:t>
      </w:r>
    </w:p>
    <w:p w:rsidR="00B65DC9" w:rsidRDefault="00B65DC9" w:rsidP="00B65DC9">
      <w:r>
        <w:t>408.3019</w:t>
      </w:r>
      <w:r>
        <w:tab/>
        <w:t>1.013e0</w:t>
      </w:r>
    </w:p>
    <w:p w:rsidR="00B65DC9" w:rsidRDefault="00B65DC9" w:rsidP="00B65DC9">
      <w:r>
        <w:t>408.3506</w:t>
      </w:r>
      <w:r>
        <w:tab/>
        <w:t>1.051e0</w:t>
      </w:r>
    </w:p>
    <w:p w:rsidR="00B65DC9" w:rsidRDefault="00B65DC9" w:rsidP="00B65DC9">
      <w:r>
        <w:t>408.3635</w:t>
      </w:r>
      <w:r>
        <w:tab/>
        <w:t>2.025e0</w:t>
      </w:r>
    </w:p>
    <w:p w:rsidR="00B65DC9" w:rsidRDefault="00B65DC9" w:rsidP="00B65DC9">
      <w:r>
        <w:t>408.3761</w:t>
      </w:r>
      <w:r>
        <w:tab/>
        <w:t>5.063e0</w:t>
      </w:r>
    </w:p>
    <w:p w:rsidR="00B65DC9" w:rsidRDefault="00B65DC9" w:rsidP="00B65DC9">
      <w:r>
        <w:t>408.4037</w:t>
      </w:r>
      <w:r>
        <w:tab/>
        <w:t>2.025e0</w:t>
      </w:r>
    </w:p>
    <w:p w:rsidR="00B65DC9" w:rsidRDefault="00B65DC9" w:rsidP="00B65DC9">
      <w:r>
        <w:lastRenderedPageBreak/>
        <w:t>408.4099</w:t>
      </w:r>
      <w:r>
        <w:tab/>
        <w:t>1.013e0</w:t>
      </w:r>
    </w:p>
    <w:p w:rsidR="00B65DC9" w:rsidRDefault="00B65DC9" w:rsidP="00B65DC9">
      <w:r>
        <w:t>408.4270</w:t>
      </w:r>
      <w:r>
        <w:tab/>
        <w:t>2.025e0</w:t>
      </w:r>
    </w:p>
    <w:p w:rsidR="00B65DC9" w:rsidRDefault="00B65DC9" w:rsidP="00B65DC9">
      <w:r>
        <w:t>408.4363</w:t>
      </w:r>
      <w:r>
        <w:tab/>
        <w:t>1.013e0</w:t>
      </w:r>
    </w:p>
    <w:p w:rsidR="00B65DC9" w:rsidRDefault="00B65DC9" w:rsidP="00B65DC9">
      <w:r>
        <w:t>408.4791</w:t>
      </w:r>
      <w:r>
        <w:tab/>
        <w:t>1.013e0</w:t>
      </w:r>
    </w:p>
    <w:p w:rsidR="00B65DC9" w:rsidRDefault="00B65DC9" w:rsidP="00B65DC9">
      <w:r>
        <w:t>408.4938</w:t>
      </w:r>
      <w:r>
        <w:tab/>
        <w:t>2.025e0</w:t>
      </w:r>
    </w:p>
    <w:p w:rsidR="00B65DC9" w:rsidRDefault="00B65DC9" w:rsidP="00B65DC9">
      <w:r>
        <w:t>408.5114</w:t>
      </w:r>
      <w:r>
        <w:tab/>
        <w:t>1.013e0</w:t>
      </w:r>
    </w:p>
    <w:p w:rsidR="00B65DC9" w:rsidRDefault="00B65DC9" w:rsidP="00B65DC9">
      <w:r>
        <w:t>408.5974</w:t>
      </w:r>
      <w:r>
        <w:tab/>
        <w:t>1.013e0</w:t>
      </w:r>
    </w:p>
    <w:p w:rsidR="00B65DC9" w:rsidRDefault="00B65DC9" w:rsidP="00B65DC9">
      <w:r>
        <w:t>408.6099</w:t>
      </w:r>
      <w:r>
        <w:tab/>
        <w:t>2.025e0</w:t>
      </w:r>
    </w:p>
    <w:p w:rsidR="00B65DC9" w:rsidRDefault="00B65DC9" w:rsidP="00B65DC9">
      <w:r>
        <w:t>408.6282</w:t>
      </w:r>
      <w:r>
        <w:tab/>
        <w:t>1.266e-2</w:t>
      </w:r>
    </w:p>
    <w:p w:rsidR="00B65DC9" w:rsidRDefault="00B65DC9" w:rsidP="00B65DC9">
      <w:r>
        <w:t>408.6714</w:t>
      </w:r>
      <w:r>
        <w:tab/>
        <w:t>1.013e0</w:t>
      </w:r>
    </w:p>
    <w:p w:rsidR="00B65DC9" w:rsidRDefault="00B65DC9" w:rsidP="00B65DC9">
      <w:r>
        <w:t>408.7123</w:t>
      </w:r>
      <w:r>
        <w:tab/>
        <w:t>2.025e0</w:t>
      </w:r>
    </w:p>
    <w:p w:rsidR="00B65DC9" w:rsidRDefault="00B65DC9" w:rsidP="00B65DC9">
      <w:r>
        <w:t>408.7531</w:t>
      </w:r>
      <w:r>
        <w:tab/>
        <w:t>1.013e0</w:t>
      </w:r>
    </w:p>
    <w:p w:rsidR="00B65DC9" w:rsidRDefault="00B65DC9" w:rsidP="00B65DC9">
      <w:r>
        <w:t>408.7632</w:t>
      </w:r>
      <w:r>
        <w:tab/>
        <w:t>1.013e0</w:t>
      </w:r>
    </w:p>
    <w:p w:rsidR="00B65DC9" w:rsidRDefault="00B65DC9" w:rsidP="00B65DC9">
      <w:r>
        <w:t>408.7893</w:t>
      </w:r>
      <w:r>
        <w:tab/>
        <w:t>2.025e0</w:t>
      </w:r>
    </w:p>
    <w:p w:rsidR="00B65DC9" w:rsidRDefault="00B65DC9" w:rsidP="00B65DC9">
      <w:r>
        <w:t>408.8214</w:t>
      </w:r>
      <w:r>
        <w:tab/>
        <w:t>1.013e0</w:t>
      </w:r>
    </w:p>
    <w:p w:rsidR="00B65DC9" w:rsidRDefault="00B65DC9" w:rsidP="00B65DC9">
      <w:r>
        <w:t>408.8600</w:t>
      </w:r>
      <w:r>
        <w:tab/>
        <w:t>1.013e0</w:t>
      </w:r>
    </w:p>
    <w:p w:rsidR="00B65DC9" w:rsidRDefault="00B65DC9" w:rsidP="00B65DC9">
      <w:r>
        <w:t>408.9432</w:t>
      </w:r>
      <w:r>
        <w:tab/>
        <w:t>4.051e0</w:t>
      </w:r>
    </w:p>
    <w:p w:rsidR="00B65DC9" w:rsidRDefault="00B65DC9" w:rsidP="00B65DC9">
      <w:r>
        <w:t>408.9449</w:t>
      </w:r>
      <w:r>
        <w:tab/>
        <w:t>1.266e-2</w:t>
      </w:r>
    </w:p>
    <w:p w:rsidR="00B65DC9" w:rsidRDefault="00B65DC9" w:rsidP="00B65DC9">
      <w:r>
        <w:t>408.9507</w:t>
      </w:r>
      <w:r>
        <w:tab/>
        <w:t>1.013e0</w:t>
      </w:r>
    </w:p>
    <w:p w:rsidR="00B65DC9" w:rsidRDefault="00B65DC9" w:rsidP="00B65DC9">
      <w:r>
        <w:lastRenderedPageBreak/>
        <w:t>408.9597</w:t>
      </w:r>
      <w:r>
        <w:tab/>
        <w:t>4.051e0</w:t>
      </w:r>
    </w:p>
    <w:p w:rsidR="00B65DC9" w:rsidRDefault="00B65DC9" w:rsidP="00B65DC9">
      <w:r>
        <w:t>408.9838</w:t>
      </w:r>
      <w:r>
        <w:tab/>
        <w:t>1.013e0</w:t>
      </w:r>
    </w:p>
    <w:p w:rsidR="00B65DC9" w:rsidRDefault="00B65DC9" w:rsidP="00B65DC9">
      <w:r>
        <w:t>409.0234</w:t>
      </w:r>
      <w:r>
        <w:tab/>
        <w:t>1.013e0</w:t>
      </w:r>
    </w:p>
    <w:p w:rsidR="00B65DC9" w:rsidRDefault="00B65DC9" w:rsidP="00B65DC9">
      <w:r>
        <w:t>409.0871</w:t>
      </w:r>
      <w:r>
        <w:tab/>
        <w:t>1.013e0</w:t>
      </w:r>
    </w:p>
    <w:p w:rsidR="00B65DC9" w:rsidRDefault="00B65DC9" w:rsidP="00B65DC9">
      <w:r>
        <w:t>409.1049</w:t>
      </w:r>
      <w:r>
        <w:tab/>
        <w:t>2.025e0</w:t>
      </w:r>
    </w:p>
    <w:p w:rsidR="00B65DC9" w:rsidRDefault="00B65DC9" w:rsidP="00B65DC9">
      <w:r>
        <w:t>409.1089</w:t>
      </w:r>
      <w:r>
        <w:tab/>
        <w:t>1.266e-2</w:t>
      </w:r>
    </w:p>
    <w:p w:rsidR="00B65DC9" w:rsidRDefault="00B65DC9" w:rsidP="00B65DC9">
      <w:r>
        <w:t>409.1175</w:t>
      </w:r>
      <w:r>
        <w:tab/>
        <w:t>2.025e0</w:t>
      </w:r>
    </w:p>
    <w:p w:rsidR="00B65DC9" w:rsidRDefault="00B65DC9" w:rsidP="00B65DC9">
      <w:r>
        <w:t>409.1239</w:t>
      </w:r>
      <w:r>
        <w:tab/>
        <w:t>1.013e0</w:t>
      </w:r>
    </w:p>
    <w:p w:rsidR="00B65DC9" w:rsidRDefault="00B65DC9" w:rsidP="00B65DC9">
      <w:r>
        <w:t>409.1401</w:t>
      </w:r>
      <w:r>
        <w:tab/>
        <w:t>3.038e0</w:t>
      </w:r>
    </w:p>
    <w:p w:rsidR="00B65DC9" w:rsidRDefault="00B65DC9" w:rsidP="00B65DC9">
      <w:r>
        <w:t>409.1723</w:t>
      </w:r>
      <w:r>
        <w:tab/>
        <w:t>1.089e0</w:t>
      </w:r>
    </w:p>
    <w:p w:rsidR="00B65DC9" w:rsidRDefault="00B65DC9" w:rsidP="00B65DC9">
      <w:r>
        <w:t>409.1817</w:t>
      </w:r>
      <w:r>
        <w:tab/>
        <w:t>3.038e0</w:t>
      </w:r>
    </w:p>
    <w:p w:rsidR="00B65DC9" w:rsidRDefault="00B65DC9" w:rsidP="00B65DC9">
      <w:r>
        <w:t>409.1855</w:t>
      </w:r>
      <w:r>
        <w:tab/>
        <w:t>6.076e0</w:t>
      </w:r>
    </w:p>
    <w:p w:rsidR="00B65DC9" w:rsidRDefault="00B65DC9" w:rsidP="00B65DC9">
      <w:r>
        <w:t>409.2078</w:t>
      </w:r>
      <w:r>
        <w:tab/>
        <w:t>3.678e0</w:t>
      </w:r>
    </w:p>
    <w:p w:rsidR="00B65DC9" w:rsidRDefault="00B65DC9" w:rsidP="00B65DC9">
      <w:r>
        <w:t>409.2122</w:t>
      </w:r>
      <w:r>
        <w:tab/>
        <w:t>2.025e0</w:t>
      </w:r>
    </w:p>
    <w:p w:rsidR="00B65DC9" w:rsidRDefault="00B65DC9" w:rsidP="00B65DC9">
      <w:r>
        <w:t>409.2466</w:t>
      </w:r>
      <w:r>
        <w:tab/>
        <w:t>1.266e-2</w:t>
      </w:r>
    </w:p>
    <w:p w:rsidR="00B65DC9" w:rsidRDefault="00B65DC9" w:rsidP="00B65DC9">
      <w:r>
        <w:t>409.2601</w:t>
      </w:r>
      <w:r>
        <w:tab/>
        <w:t>1.248e0</w:t>
      </w:r>
    </w:p>
    <w:p w:rsidR="00B65DC9" w:rsidRDefault="00B65DC9" w:rsidP="00B65DC9">
      <w:r>
        <w:t>409.2679</w:t>
      </w:r>
      <w:r>
        <w:tab/>
        <w:t>3.798e-2</w:t>
      </w:r>
    </w:p>
    <w:p w:rsidR="00B65DC9" w:rsidRDefault="00B65DC9" w:rsidP="00B65DC9">
      <w:r>
        <w:t>409.2933</w:t>
      </w:r>
      <w:r>
        <w:tab/>
        <w:t>2.025e0</w:t>
      </w:r>
    </w:p>
    <w:p w:rsidR="00B65DC9" w:rsidRDefault="00B65DC9" w:rsidP="00B65DC9">
      <w:r>
        <w:t>409.3318</w:t>
      </w:r>
      <w:r>
        <w:tab/>
        <w:t>3.038e0</w:t>
      </w:r>
    </w:p>
    <w:p w:rsidR="00B65DC9" w:rsidRDefault="00B65DC9" w:rsidP="00B65DC9">
      <w:r>
        <w:lastRenderedPageBreak/>
        <w:t>409.3398</w:t>
      </w:r>
      <w:r>
        <w:tab/>
        <w:t>1.013e0</w:t>
      </w:r>
    </w:p>
    <w:p w:rsidR="00B65DC9" w:rsidRDefault="00B65DC9" w:rsidP="00B65DC9">
      <w:r>
        <w:t>409.3549</w:t>
      </w:r>
      <w:r>
        <w:tab/>
        <w:t>1.266e-2</w:t>
      </w:r>
    </w:p>
    <w:p w:rsidR="00B65DC9" w:rsidRDefault="00B65DC9" w:rsidP="00B65DC9">
      <w:r>
        <w:t>409.3699</w:t>
      </w:r>
      <w:r>
        <w:tab/>
        <w:t>1.013e0</w:t>
      </w:r>
    </w:p>
    <w:p w:rsidR="00B65DC9" w:rsidRDefault="00B65DC9" w:rsidP="00B65DC9">
      <w:r>
        <w:t>409.3862</w:t>
      </w:r>
      <w:r>
        <w:tab/>
        <w:t>4.051e0</w:t>
      </w:r>
    </w:p>
    <w:p w:rsidR="00B65DC9" w:rsidRDefault="00B65DC9" w:rsidP="00B65DC9">
      <w:r>
        <w:t>409.4290</w:t>
      </w:r>
      <w:r>
        <w:tab/>
        <w:t>1.013e0</w:t>
      </w:r>
    </w:p>
    <w:p w:rsidR="00B65DC9" w:rsidRDefault="00B65DC9" w:rsidP="00B65DC9">
      <w:r>
        <w:t>409.4344</w:t>
      </w:r>
      <w:r>
        <w:tab/>
        <w:t>2.025e0</w:t>
      </w:r>
    </w:p>
    <w:p w:rsidR="00B65DC9" w:rsidRDefault="00B65DC9" w:rsidP="00B65DC9">
      <w:r>
        <w:t>409.4786</w:t>
      </w:r>
      <w:r>
        <w:tab/>
        <w:t>1.025e0</w:t>
      </w:r>
    </w:p>
    <w:p w:rsidR="00B65DC9" w:rsidRDefault="00B65DC9" w:rsidP="00B65DC9">
      <w:r>
        <w:t>409.5283</w:t>
      </w:r>
      <w:r>
        <w:tab/>
        <w:t>1.013e0</w:t>
      </w:r>
    </w:p>
    <w:p w:rsidR="00B65DC9" w:rsidRDefault="00B65DC9" w:rsidP="00B65DC9">
      <w:r>
        <w:t>409.5433</w:t>
      </w:r>
      <w:r>
        <w:tab/>
        <w:t>1.013e0</w:t>
      </w:r>
    </w:p>
    <w:p w:rsidR="00B65DC9" w:rsidRDefault="00B65DC9" w:rsidP="00B65DC9">
      <w:r>
        <w:t>409.5670</w:t>
      </w:r>
      <w:r>
        <w:tab/>
        <w:t>2.025e0</w:t>
      </w:r>
    </w:p>
    <w:p w:rsidR="00B65DC9" w:rsidRDefault="00B65DC9" w:rsidP="00B65DC9">
      <w:r>
        <w:t>409.5925</w:t>
      </w:r>
      <w:r>
        <w:tab/>
        <w:t>1.013e0</w:t>
      </w:r>
    </w:p>
    <w:p w:rsidR="00B65DC9" w:rsidRDefault="00B65DC9" w:rsidP="00B65DC9">
      <w:r>
        <w:t>409.5962</w:t>
      </w:r>
      <w:r>
        <w:tab/>
        <w:t>1.013e0</w:t>
      </w:r>
    </w:p>
    <w:p w:rsidR="00B65DC9" w:rsidRDefault="00B65DC9" w:rsidP="00B65DC9">
      <w:r>
        <w:t>409.6138</w:t>
      </w:r>
      <w:r>
        <w:tab/>
        <w:t>1.266e-2</w:t>
      </w:r>
    </w:p>
    <w:p w:rsidR="00B65DC9" w:rsidRDefault="00B65DC9" w:rsidP="00B65DC9">
      <w:r>
        <w:t>409.6950</w:t>
      </w:r>
      <w:r>
        <w:tab/>
        <w:t>1.266e-2</w:t>
      </w:r>
    </w:p>
    <w:p w:rsidR="00B65DC9" w:rsidRDefault="00B65DC9" w:rsidP="00B65DC9">
      <w:r>
        <w:t>409.7206</w:t>
      </w:r>
      <w:r>
        <w:tab/>
        <w:t>1.013e0</w:t>
      </w:r>
    </w:p>
    <w:p w:rsidR="00B65DC9" w:rsidRDefault="00B65DC9" w:rsidP="00B65DC9">
      <w:r>
        <w:t>409.7812</w:t>
      </w:r>
      <w:r>
        <w:tab/>
        <w:t>2.532e-2</w:t>
      </w:r>
    </w:p>
    <w:p w:rsidR="00B65DC9" w:rsidRDefault="00B65DC9" w:rsidP="00B65DC9">
      <w:r>
        <w:t>409.8703</w:t>
      </w:r>
      <w:r>
        <w:tab/>
        <w:t>1.013e0</w:t>
      </w:r>
    </w:p>
    <w:p w:rsidR="00B65DC9" w:rsidRDefault="00B65DC9" w:rsidP="00B65DC9">
      <w:r>
        <w:t>409.9092</w:t>
      </w:r>
      <w:r>
        <w:tab/>
        <w:t>1.013e0</w:t>
      </w:r>
    </w:p>
    <w:p w:rsidR="00B65DC9" w:rsidRDefault="00B65DC9" w:rsidP="00B65DC9">
      <w:r>
        <w:t>409.9131</w:t>
      </w:r>
      <w:r>
        <w:tab/>
        <w:t>2.532e-2</w:t>
      </w:r>
    </w:p>
    <w:p w:rsidR="00B65DC9" w:rsidRDefault="00B65DC9" w:rsidP="00B65DC9">
      <w:r>
        <w:lastRenderedPageBreak/>
        <w:t>409.9252</w:t>
      </w:r>
      <w:r>
        <w:tab/>
        <w:t>3.038e0</w:t>
      </w:r>
    </w:p>
    <w:p w:rsidR="00B65DC9" w:rsidRDefault="00B65DC9" w:rsidP="00B65DC9">
      <w:r>
        <w:t>409.9688</w:t>
      </w:r>
      <w:r>
        <w:tab/>
        <w:t>2.025e0</w:t>
      </w:r>
    </w:p>
    <w:p w:rsidR="00B65DC9" w:rsidRDefault="00B65DC9" w:rsidP="00B65DC9">
      <w:r>
        <w:t>409.9983</w:t>
      </w:r>
      <w:r>
        <w:tab/>
        <w:t>1.013e0</w:t>
      </w:r>
    </w:p>
    <w:p w:rsidR="00B65DC9" w:rsidRDefault="00B65DC9" w:rsidP="00B65DC9">
      <w:r>
        <w:t>410.0632</w:t>
      </w:r>
      <w:r>
        <w:tab/>
        <w:t>1.013e0</w:t>
      </w:r>
    </w:p>
    <w:p w:rsidR="00B65DC9" w:rsidRDefault="00B65DC9" w:rsidP="00B65DC9">
      <w:r>
        <w:t>410.0733</w:t>
      </w:r>
      <w:r>
        <w:tab/>
        <w:t>3.038e0</w:t>
      </w:r>
    </w:p>
    <w:p w:rsidR="00B65DC9" w:rsidRDefault="00B65DC9" w:rsidP="00B65DC9">
      <w:r>
        <w:t>410.0746</w:t>
      </w:r>
      <w:r>
        <w:tab/>
        <w:t>2.025e0</w:t>
      </w:r>
    </w:p>
    <w:p w:rsidR="00B65DC9" w:rsidRDefault="00B65DC9" w:rsidP="00B65DC9">
      <w:r>
        <w:t>410.1545</w:t>
      </w:r>
      <w:r>
        <w:tab/>
        <w:t>4.051e0</w:t>
      </w:r>
    </w:p>
    <w:p w:rsidR="00B65DC9" w:rsidRDefault="00B65DC9" w:rsidP="00B65DC9">
      <w:r>
        <w:t>410.2053</w:t>
      </w:r>
      <w:r>
        <w:tab/>
        <w:t>1.013e0</w:t>
      </w:r>
    </w:p>
    <w:p w:rsidR="00B65DC9" w:rsidRDefault="00B65DC9" w:rsidP="00B65DC9">
      <w:r>
        <w:t>410.2084</w:t>
      </w:r>
      <w:r>
        <w:tab/>
        <w:t>1.266e-2</w:t>
      </w:r>
    </w:p>
    <w:p w:rsidR="00B65DC9" w:rsidRDefault="00B65DC9" w:rsidP="00B65DC9">
      <w:r>
        <w:t>410.2513</w:t>
      </w:r>
      <w:r>
        <w:tab/>
        <w:t>1.013e0</w:t>
      </w:r>
    </w:p>
    <w:p w:rsidR="00B65DC9" w:rsidRDefault="00B65DC9" w:rsidP="00B65DC9">
      <w:r>
        <w:t>410.2538</w:t>
      </w:r>
      <w:r>
        <w:tab/>
        <w:t>2.025e0</w:t>
      </w:r>
    </w:p>
    <w:p w:rsidR="00B65DC9" w:rsidRDefault="00B65DC9" w:rsidP="00B65DC9">
      <w:r>
        <w:t>410.2617</w:t>
      </w:r>
      <w:r>
        <w:tab/>
        <w:t>2.025e0</w:t>
      </w:r>
    </w:p>
    <w:p w:rsidR="00B65DC9" w:rsidRDefault="00B65DC9" w:rsidP="00B65DC9">
      <w:r>
        <w:t>410.2791</w:t>
      </w:r>
      <w:r>
        <w:tab/>
        <w:t>1.051e0</w:t>
      </w:r>
    </w:p>
    <w:p w:rsidR="00B65DC9" w:rsidRDefault="00B65DC9" w:rsidP="00B65DC9">
      <w:r>
        <w:t>410.2947</w:t>
      </w:r>
      <w:r>
        <w:tab/>
        <w:t>1.013e0</w:t>
      </w:r>
    </w:p>
    <w:p w:rsidR="00B65DC9" w:rsidRDefault="00B65DC9" w:rsidP="00B65DC9">
      <w:r>
        <w:t>410.3336</w:t>
      </w:r>
      <w:r>
        <w:tab/>
        <w:t>1.013e0</w:t>
      </w:r>
    </w:p>
    <w:p w:rsidR="00B65DC9" w:rsidRDefault="00B65DC9" w:rsidP="00B65DC9">
      <w:r>
        <w:t>410.3758</w:t>
      </w:r>
      <w:r>
        <w:tab/>
        <w:t>1.266e-2</w:t>
      </w:r>
    </w:p>
    <w:p w:rsidR="00B65DC9" w:rsidRDefault="00B65DC9" w:rsidP="00B65DC9">
      <w:r>
        <w:t>410.3939</w:t>
      </w:r>
      <w:r>
        <w:tab/>
        <w:t>1.266e-2</w:t>
      </w:r>
    </w:p>
    <w:p w:rsidR="00B65DC9" w:rsidRDefault="00B65DC9" w:rsidP="00B65DC9">
      <w:r>
        <w:t>410.4105</w:t>
      </w:r>
      <w:r>
        <w:tab/>
        <w:t>1.013e0</w:t>
      </w:r>
    </w:p>
    <w:p w:rsidR="00B65DC9" w:rsidRDefault="00B65DC9" w:rsidP="00B65DC9">
      <w:r>
        <w:t>410.5004</w:t>
      </w:r>
      <w:r>
        <w:tab/>
        <w:t>1.013e0</w:t>
      </w:r>
    </w:p>
    <w:p w:rsidR="00B65DC9" w:rsidRDefault="00B65DC9" w:rsidP="00B65DC9">
      <w:r>
        <w:lastRenderedPageBreak/>
        <w:t>410.5263</w:t>
      </w:r>
      <w:r>
        <w:tab/>
        <w:t>1.266e-2</w:t>
      </w:r>
    </w:p>
    <w:p w:rsidR="00B65DC9" w:rsidRDefault="00B65DC9" w:rsidP="00B65DC9">
      <w:r>
        <w:t>410.5666</w:t>
      </w:r>
      <w:r>
        <w:tab/>
        <w:t>2.532e-2</w:t>
      </w:r>
    </w:p>
    <w:p w:rsidR="00B65DC9" w:rsidRDefault="00B65DC9" w:rsidP="00B65DC9">
      <w:r>
        <w:t>410.5843</w:t>
      </w:r>
      <w:r>
        <w:tab/>
        <w:t>2.532e-2</w:t>
      </w:r>
    </w:p>
    <w:p w:rsidR="00B65DC9" w:rsidRDefault="00B65DC9" w:rsidP="00B65DC9">
      <w:r>
        <w:t>410.6040</w:t>
      </w:r>
      <w:r>
        <w:tab/>
        <w:t>1.266e-2</w:t>
      </w:r>
    </w:p>
    <w:p w:rsidR="00B65DC9" w:rsidRDefault="00B65DC9" w:rsidP="00B65DC9">
      <w:r>
        <w:t>410.6823</w:t>
      </w:r>
      <w:r>
        <w:tab/>
        <w:t>3.038e0</w:t>
      </w:r>
    </w:p>
    <w:p w:rsidR="00B65DC9" w:rsidRDefault="00B65DC9" w:rsidP="00B65DC9">
      <w:r>
        <w:t>410.7746</w:t>
      </w:r>
      <w:r>
        <w:tab/>
        <w:t>1.013e0</w:t>
      </w:r>
    </w:p>
    <w:p w:rsidR="00B65DC9" w:rsidRDefault="00B65DC9" w:rsidP="00B65DC9">
      <w:r>
        <w:t>410.8178</w:t>
      </w:r>
      <w:r>
        <w:tab/>
        <w:t>1.013e0</w:t>
      </w:r>
    </w:p>
    <w:p w:rsidR="00B65DC9" w:rsidRDefault="00B65DC9" w:rsidP="00B65DC9">
      <w:r>
        <w:t>410.8386</w:t>
      </w:r>
      <w:r>
        <w:tab/>
        <w:t>1.266e-2</w:t>
      </w:r>
    </w:p>
    <w:p w:rsidR="00B65DC9" w:rsidRDefault="00B65DC9" w:rsidP="00B65DC9">
      <w:r>
        <w:t>410.8522</w:t>
      </w:r>
      <w:r>
        <w:tab/>
        <w:t>1.013e0</w:t>
      </w:r>
    </w:p>
    <w:p w:rsidR="00B65DC9" w:rsidRDefault="00B65DC9" w:rsidP="00B65DC9">
      <w:r>
        <w:t>410.9051</w:t>
      </w:r>
      <w:r>
        <w:tab/>
        <w:t>3.038e0</w:t>
      </w:r>
    </w:p>
    <w:p w:rsidR="00B65DC9" w:rsidRDefault="00B65DC9" w:rsidP="00B65DC9">
      <w:r>
        <w:t>410.9387</w:t>
      </w:r>
      <w:r>
        <w:tab/>
        <w:t>1.013e0</w:t>
      </w:r>
    </w:p>
    <w:p w:rsidR="00B65DC9" w:rsidRDefault="00B65DC9" w:rsidP="00B65DC9">
      <w:r>
        <w:t>410.9419</w:t>
      </w:r>
      <w:r>
        <w:tab/>
        <w:t>1.013e0</w:t>
      </w:r>
    </w:p>
    <w:p w:rsidR="00B65DC9" w:rsidRDefault="00B65DC9" w:rsidP="00B65DC9">
      <w:r>
        <w:t>410.9760</w:t>
      </w:r>
      <w:r>
        <w:tab/>
        <w:t>1.013e0</w:t>
      </w:r>
    </w:p>
    <w:p w:rsidR="00B65DC9" w:rsidRDefault="00B65DC9" w:rsidP="00B65DC9">
      <w:r>
        <w:t>411.0334</w:t>
      </w:r>
      <w:r>
        <w:tab/>
        <w:t>1.266e-2</w:t>
      </w:r>
    </w:p>
    <w:p w:rsidR="00B65DC9" w:rsidRDefault="00B65DC9" w:rsidP="00B65DC9">
      <w:r>
        <w:t>411.0385</w:t>
      </w:r>
      <w:r>
        <w:tab/>
        <w:t>2.025e0</w:t>
      </w:r>
    </w:p>
    <w:p w:rsidR="00B65DC9" w:rsidRDefault="00B65DC9" w:rsidP="00B65DC9">
      <w:r>
        <w:t>411.1306</w:t>
      </w:r>
      <w:r>
        <w:tab/>
        <w:t>1.013e0</w:t>
      </w:r>
    </w:p>
    <w:p w:rsidR="00B65DC9" w:rsidRDefault="00B65DC9" w:rsidP="00B65DC9">
      <w:r>
        <w:t>411.1422</w:t>
      </w:r>
      <w:r>
        <w:tab/>
        <w:t>1.266e-2</w:t>
      </w:r>
    </w:p>
    <w:p w:rsidR="00B65DC9" w:rsidRDefault="00B65DC9" w:rsidP="00B65DC9">
      <w:r>
        <w:t>411.1632</w:t>
      </w:r>
      <w:r>
        <w:tab/>
        <w:t>2.532e-2</w:t>
      </w:r>
    </w:p>
    <w:p w:rsidR="00B65DC9" w:rsidRDefault="00B65DC9" w:rsidP="00B65DC9">
      <w:r>
        <w:t>411.1784</w:t>
      </w:r>
      <w:r>
        <w:tab/>
        <w:t>1.266e-2</w:t>
      </w:r>
    </w:p>
    <w:p w:rsidR="00B65DC9" w:rsidRDefault="00B65DC9" w:rsidP="00B65DC9">
      <w:r>
        <w:lastRenderedPageBreak/>
        <w:t>411.2128</w:t>
      </w:r>
      <w:r>
        <w:tab/>
        <w:t>1.013e0</w:t>
      </w:r>
    </w:p>
    <w:p w:rsidR="00B65DC9" w:rsidRDefault="00B65DC9" w:rsidP="00B65DC9">
      <w:r>
        <w:t>411.2395</w:t>
      </w:r>
      <w:r>
        <w:tab/>
        <w:t>2.025e0</w:t>
      </w:r>
    </w:p>
    <w:p w:rsidR="00B65DC9" w:rsidRDefault="00B65DC9" w:rsidP="00B65DC9">
      <w:r>
        <w:t>411.2727</w:t>
      </w:r>
      <w:r>
        <w:tab/>
        <w:t>1.013e0</w:t>
      </w:r>
    </w:p>
    <w:p w:rsidR="00B65DC9" w:rsidRDefault="00B65DC9" w:rsidP="00B65DC9">
      <w:r>
        <w:t>411.2800</w:t>
      </w:r>
      <w:r>
        <w:tab/>
        <w:t>1.266e-2</w:t>
      </w:r>
    </w:p>
    <w:p w:rsidR="00B65DC9" w:rsidRDefault="00B65DC9" w:rsidP="00B65DC9">
      <w:r>
        <w:t>411.2949</w:t>
      </w:r>
      <w:r>
        <w:tab/>
        <w:t>2.532e-2</w:t>
      </w:r>
    </w:p>
    <w:p w:rsidR="00B65DC9" w:rsidRDefault="00B65DC9" w:rsidP="00B65DC9">
      <w:r>
        <w:t>411.3797</w:t>
      </w:r>
      <w:r>
        <w:tab/>
        <w:t>2.025e0</w:t>
      </w:r>
    </w:p>
    <w:p w:rsidR="00B65DC9" w:rsidRDefault="00B65DC9" w:rsidP="00B65DC9">
      <w:r>
        <w:t>411.3840</w:t>
      </w:r>
      <w:r>
        <w:tab/>
        <w:t>1.013e0</w:t>
      </w:r>
    </w:p>
    <w:p w:rsidR="00B65DC9" w:rsidRDefault="00B65DC9" w:rsidP="00B65DC9">
      <w:r>
        <w:t>411.4763</w:t>
      </w:r>
      <w:r>
        <w:tab/>
        <w:t>1.013e0</w:t>
      </w:r>
    </w:p>
    <w:p w:rsidR="00B65DC9" w:rsidRDefault="00B65DC9" w:rsidP="00B65DC9">
      <w:r>
        <w:t>411.5915</w:t>
      </w:r>
      <w:r>
        <w:tab/>
        <w:t>2.025e0</w:t>
      </w:r>
    </w:p>
    <w:p w:rsidR="00B65DC9" w:rsidRDefault="00B65DC9" w:rsidP="00B65DC9">
      <w:r>
        <w:t>411.6709</w:t>
      </w:r>
      <w:r>
        <w:tab/>
        <w:t>1.025e0</w:t>
      </w:r>
    </w:p>
    <w:p w:rsidR="00B65DC9" w:rsidRDefault="00B65DC9" w:rsidP="00B65DC9">
      <w:r>
        <w:t>411.7233</w:t>
      </w:r>
      <w:r>
        <w:tab/>
        <w:t>3.038e0</w:t>
      </w:r>
    </w:p>
    <w:p w:rsidR="00B65DC9" w:rsidRDefault="00B65DC9" w:rsidP="00B65DC9">
      <w:r>
        <w:t>411.7791</w:t>
      </w:r>
      <w:r>
        <w:tab/>
        <w:t>1.013e0</w:t>
      </w:r>
    </w:p>
    <w:p w:rsidR="00B65DC9" w:rsidRDefault="00B65DC9" w:rsidP="00B65DC9">
      <w:r>
        <w:t>411.8641</w:t>
      </w:r>
      <w:r>
        <w:tab/>
        <w:t>1.025e0</w:t>
      </w:r>
    </w:p>
    <w:p w:rsidR="00B65DC9" w:rsidRDefault="00B65DC9" w:rsidP="00B65DC9">
      <w:r>
        <w:t>411.8968</w:t>
      </w:r>
      <w:r>
        <w:tab/>
        <w:t>1.013e0</w:t>
      </w:r>
    </w:p>
    <w:p w:rsidR="00B65DC9" w:rsidRDefault="00B65DC9" w:rsidP="00B65DC9">
      <w:r>
        <w:t>411.9032</w:t>
      </w:r>
      <w:r>
        <w:tab/>
        <w:t>1.013e0</w:t>
      </w:r>
    </w:p>
    <w:p w:rsidR="00B65DC9" w:rsidRDefault="00B65DC9" w:rsidP="00B65DC9">
      <w:r>
        <w:t>411.9118</w:t>
      </w:r>
      <w:r>
        <w:tab/>
        <w:t>1.013e0</w:t>
      </w:r>
    </w:p>
    <w:p w:rsidR="00B65DC9" w:rsidRDefault="00B65DC9" w:rsidP="00B65DC9">
      <w:r>
        <w:t>411.9371</w:t>
      </w:r>
      <w:r>
        <w:tab/>
        <w:t>2.025e0</w:t>
      </w:r>
    </w:p>
    <w:p w:rsidR="00B65DC9" w:rsidRDefault="00B65DC9" w:rsidP="00B65DC9">
      <w:r>
        <w:t>411.9767</w:t>
      </w:r>
      <w:r>
        <w:tab/>
        <w:t>1.025e0</w:t>
      </w:r>
    </w:p>
    <w:p w:rsidR="00B65DC9" w:rsidRDefault="00B65DC9" w:rsidP="00B65DC9">
      <w:r>
        <w:t>411.9924</w:t>
      </w:r>
      <w:r>
        <w:tab/>
        <w:t>1.266e-2</w:t>
      </w:r>
    </w:p>
    <w:p w:rsidR="00B65DC9" w:rsidRDefault="00B65DC9" w:rsidP="00B65DC9">
      <w:r>
        <w:lastRenderedPageBreak/>
        <w:t>411.9961</w:t>
      </w:r>
      <w:r>
        <w:tab/>
        <w:t>2.025e0</w:t>
      </w:r>
    </w:p>
    <w:p w:rsidR="00B65DC9" w:rsidRDefault="00B65DC9" w:rsidP="00B65DC9">
      <w:r>
        <w:t>412.0137</w:t>
      </w:r>
      <w:r>
        <w:tab/>
        <w:t>1.013e0</w:t>
      </w:r>
    </w:p>
    <w:p w:rsidR="00B65DC9" w:rsidRDefault="00B65DC9" w:rsidP="00B65DC9">
      <w:r>
        <w:t>412.0291</w:t>
      </w:r>
      <w:r>
        <w:tab/>
        <w:t>3.038e0</w:t>
      </w:r>
    </w:p>
    <w:p w:rsidR="00B65DC9" w:rsidRDefault="00B65DC9" w:rsidP="00B65DC9">
      <w:r>
        <w:t>412.0491</w:t>
      </w:r>
      <w:r>
        <w:tab/>
        <w:t>2.532e-2</w:t>
      </w:r>
    </w:p>
    <w:p w:rsidR="00B65DC9" w:rsidRDefault="00B65DC9" w:rsidP="00B65DC9">
      <w:r>
        <w:t>412.0529</w:t>
      </w:r>
      <w:r>
        <w:tab/>
        <w:t>2.025e0</w:t>
      </w:r>
    </w:p>
    <w:p w:rsidR="00B65DC9" w:rsidRDefault="00B65DC9" w:rsidP="00B65DC9">
      <w:r>
        <w:t>412.0743</w:t>
      </w:r>
      <w:r>
        <w:tab/>
        <w:t>1.013e0</w:t>
      </w:r>
    </w:p>
    <w:p w:rsidR="00B65DC9" w:rsidRDefault="00B65DC9" w:rsidP="00B65DC9">
      <w:r>
        <w:t>412.0943</w:t>
      </w:r>
      <w:r>
        <w:tab/>
        <w:t>1.025e0</w:t>
      </w:r>
    </w:p>
    <w:p w:rsidR="00B65DC9" w:rsidRDefault="00B65DC9" w:rsidP="00B65DC9">
      <w:r>
        <w:t>412.1183</w:t>
      </w:r>
      <w:r>
        <w:tab/>
        <w:t>2.025e0</w:t>
      </w:r>
    </w:p>
    <w:p w:rsidR="00B65DC9" w:rsidRDefault="00B65DC9" w:rsidP="00B65DC9">
      <w:r>
        <w:t>412.1598</w:t>
      </w:r>
      <w:r>
        <w:tab/>
        <w:t>1.013e0</w:t>
      </w:r>
    </w:p>
    <w:p w:rsidR="00B65DC9" w:rsidRDefault="00B65DC9" w:rsidP="00B65DC9">
      <w:r>
        <w:t>412.2015</w:t>
      </w:r>
      <w:r>
        <w:tab/>
        <w:t>2.063e0</w:t>
      </w:r>
    </w:p>
    <w:p w:rsidR="00B65DC9" w:rsidRDefault="00B65DC9" w:rsidP="00B65DC9">
      <w:r>
        <w:t>412.2594</w:t>
      </w:r>
      <w:r>
        <w:tab/>
        <w:t>1.266e-2</w:t>
      </w:r>
    </w:p>
    <w:p w:rsidR="00B65DC9" w:rsidRDefault="00B65DC9" w:rsidP="00B65DC9">
      <w:r>
        <w:t>412.3026</w:t>
      </w:r>
      <w:r>
        <w:tab/>
        <w:t>1.013e0</w:t>
      </w:r>
    </w:p>
    <w:p w:rsidR="00B65DC9" w:rsidRDefault="00B65DC9" w:rsidP="00B65DC9">
      <w:r>
        <w:t>412.3109</w:t>
      </w:r>
      <w:r>
        <w:tab/>
        <w:t>1.013e0</w:t>
      </w:r>
    </w:p>
    <w:p w:rsidR="00B65DC9" w:rsidRDefault="00B65DC9" w:rsidP="00B65DC9">
      <w:r>
        <w:t>412.3128</w:t>
      </w:r>
      <w:r>
        <w:tab/>
        <w:t>2.025e0</w:t>
      </w:r>
    </w:p>
    <w:p w:rsidR="00B65DC9" w:rsidRDefault="00B65DC9" w:rsidP="00B65DC9">
      <w:r>
        <w:t>412.3491</w:t>
      </w:r>
      <w:r>
        <w:tab/>
        <w:t>1.013e0</w:t>
      </w:r>
    </w:p>
    <w:p w:rsidR="00B65DC9" w:rsidRDefault="00B65DC9" w:rsidP="00B65DC9">
      <w:r>
        <w:t>412.3506</w:t>
      </w:r>
      <w:r>
        <w:tab/>
        <w:t>2.025e0</w:t>
      </w:r>
    </w:p>
    <w:p w:rsidR="00B65DC9" w:rsidRDefault="00B65DC9" w:rsidP="00B65DC9">
      <w:r>
        <w:t>412.3699</w:t>
      </w:r>
      <w:r>
        <w:tab/>
        <w:t>1.013e0</w:t>
      </w:r>
    </w:p>
    <w:p w:rsidR="00B65DC9" w:rsidRDefault="00B65DC9" w:rsidP="00B65DC9">
      <w:r>
        <w:t>412.4072</w:t>
      </w:r>
      <w:r>
        <w:tab/>
        <w:t>2.025e0</w:t>
      </w:r>
    </w:p>
    <w:p w:rsidR="00B65DC9" w:rsidRDefault="00B65DC9" w:rsidP="00B65DC9">
      <w:r>
        <w:t>412.4547</w:t>
      </w:r>
      <w:r>
        <w:tab/>
        <w:t>1.025e0</w:t>
      </w:r>
    </w:p>
    <w:p w:rsidR="00B65DC9" w:rsidRDefault="00B65DC9" w:rsidP="00B65DC9">
      <w:r>
        <w:lastRenderedPageBreak/>
        <w:t>412.5021</w:t>
      </w:r>
      <w:r>
        <w:tab/>
        <w:t>2.025e0</w:t>
      </w:r>
    </w:p>
    <w:p w:rsidR="00B65DC9" w:rsidRDefault="00B65DC9" w:rsidP="00B65DC9">
      <w:r>
        <w:t>412.5160</w:t>
      </w:r>
      <w:r>
        <w:tab/>
        <w:t>1.013e0</w:t>
      </w:r>
    </w:p>
    <w:p w:rsidR="00B65DC9" w:rsidRDefault="00B65DC9" w:rsidP="00B65DC9">
      <w:r>
        <w:t>412.5291</w:t>
      </w:r>
      <w:r>
        <w:tab/>
        <w:t>1.013e0</w:t>
      </w:r>
    </w:p>
    <w:p w:rsidR="00B65DC9" w:rsidRDefault="00B65DC9" w:rsidP="00B65DC9">
      <w:r>
        <w:t>412.5885</w:t>
      </w:r>
      <w:r>
        <w:tab/>
        <w:t>5.063e0</w:t>
      </w:r>
    </w:p>
    <w:p w:rsidR="00B65DC9" w:rsidRDefault="00B65DC9" w:rsidP="00B65DC9">
      <w:r>
        <w:t>412.5996</w:t>
      </w:r>
      <w:r>
        <w:tab/>
        <w:t>2.025e0</w:t>
      </w:r>
    </w:p>
    <w:p w:rsidR="00B65DC9" w:rsidRDefault="00B65DC9" w:rsidP="00B65DC9">
      <w:r>
        <w:t>412.6090</w:t>
      </w:r>
      <w:r>
        <w:tab/>
        <w:t>1.013e0</w:t>
      </w:r>
    </w:p>
    <w:p w:rsidR="00B65DC9" w:rsidRDefault="00B65DC9" w:rsidP="00B65DC9">
      <w:r>
        <w:t>412.6527</w:t>
      </w:r>
      <w:r>
        <w:tab/>
        <w:t>1.013e0</w:t>
      </w:r>
    </w:p>
    <w:p w:rsidR="00B65DC9" w:rsidRDefault="00B65DC9" w:rsidP="00B65DC9">
      <w:r>
        <w:t>412.6714</w:t>
      </w:r>
      <w:r>
        <w:tab/>
        <w:t>2.025e0</w:t>
      </w:r>
    </w:p>
    <w:p w:rsidR="00B65DC9" w:rsidRDefault="00B65DC9" w:rsidP="00B65DC9">
      <w:r>
        <w:t>412.6745</w:t>
      </w:r>
      <w:r>
        <w:tab/>
        <w:t>1.013e0</w:t>
      </w:r>
    </w:p>
    <w:p w:rsidR="00B65DC9" w:rsidRDefault="00B65DC9" w:rsidP="00B65DC9">
      <w:r>
        <w:t>412.7332</w:t>
      </w:r>
      <w:r>
        <w:tab/>
        <w:t>1.013e0</w:t>
      </w:r>
    </w:p>
    <w:p w:rsidR="00B65DC9" w:rsidRDefault="00B65DC9" w:rsidP="00B65DC9">
      <w:r>
        <w:t>412.7400</w:t>
      </w:r>
      <w:r>
        <w:tab/>
        <w:t>1.266e-2</w:t>
      </w:r>
    </w:p>
    <w:p w:rsidR="00B65DC9" w:rsidRDefault="00B65DC9" w:rsidP="00B65DC9">
      <w:r>
        <w:t>412.7691</w:t>
      </w:r>
      <w:r>
        <w:tab/>
        <w:t>1.013e0</w:t>
      </w:r>
    </w:p>
    <w:p w:rsidR="00B65DC9" w:rsidRDefault="00B65DC9" w:rsidP="00B65DC9">
      <w:r>
        <w:t>412.7764</w:t>
      </w:r>
      <w:r>
        <w:tab/>
        <w:t>1.266e-2</w:t>
      </w:r>
    </w:p>
    <w:p w:rsidR="00B65DC9" w:rsidRDefault="00B65DC9" w:rsidP="00B65DC9">
      <w:r>
        <w:t>412.7867</w:t>
      </w:r>
      <w:r>
        <w:tab/>
        <w:t>1.013e0</w:t>
      </w:r>
    </w:p>
    <w:p w:rsidR="00B65DC9" w:rsidRDefault="00B65DC9" w:rsidP="00B65DC9">
      <w:r>
        <w:t>412.8206</w:t>
      </w:r>
      <w:r>
        <w:tab/>
        <w:t>1.013e0</w:t>
      </w:r>
    </w:p>
    <w:p w:rsidR="00B65DC9" w:rsidRDefault="00B65DC9" w:rsidP="00B65DC9">
      <w:r>
        <w:t>412.8898</w:t>
      </w:r>
      <w:r>
        <w:tab/>
        <w:t>1.013e0</w:t>
      </w:r>
    </w:p>
    <w:p w:rsidR="00B65DC9" w:rsidRDefault="00B65DC9" w:rsidP="00B65DC9">
      <w:r>
        <w:t>412.9520</w:t>
      </w:r>
      <w:r>
        <w:tab/>
        <w:t>2.025e0</w:t>
      </w:r>
    </w:p>
    <w:p w:rsidR="00B65DC9" w:rsidRDefault="00B65DC9" w:rsidP="00B65DC9">
      <w:r>
        <w:t>413.0020</w:t>
      </w:r>
      <w:r>
        <w:tab/>
        <w:t>1.266e-2</w:t>
      </w:r>
    </w:p>
    <w:p w:rsidR="00B65DC9" w:rsidRDefault="00B65DC9" w:rsidP="00B65DC9">
      <w:r>
        <w:t>413.0152</w:t>
      </w:r>
      <w:r>
        <w:tab/>
        <w:t>5.063e0</w:t>
      </w:r>
    </w:p>
    <w:p w:rsidR="00B65DC9" w:rsidRDefault="00B65DC9" w:rsidP="00B65DC9">
      <w:r>
        <w:lastRenderedPageBreak/>
        <w:t>413.0457</w:t>
      </w:r>
      <w:r>
        <w:tab/>
        <w:t>1.266e-2</w:t>
      </w:r>
    </w:p>
    <w:p w:rsidR="00B65DC9" w:rsidRDefault="00B65DC9" w:rsidP="00B65DC9">
      <w:r>
        <w:t>413.0615</w:t>
      </w:r>
      <w:r>
        <w:tab/>
        <w:t>6.076e0</w:t>
      </w:r>
    </w:p>
    <w:p w:rsidR="00B65DC9" w:rsidRDefault="00B65DC9" w:rsidP="00B65DC9">
      <w:r>
        <w:t>413.0787</w:t>
      </w:r>
      <w:r>
        <w:tab/>
        <w:t>1.013e0</w:t>
      </w:r>
    </w:p>
    <w:p w:rsidR="00B65DC9" w:rsidRDefault="00B65DC9" w:rsidP="00B65DC9">
      <w:r>
        <w:t>413.1222</w:t>
      </w:r>
      <w:r>
        <w:tab/>
        <w:t>2.025e0</w:t>
      </w:r>
    </w:p>
    <w:p w:rsidR="00B65DC9" w:rsidRDefault="00B65DC9" w:rsidP="00B65DC9">
      <w:r>
        <w:t>413.1654</w:t>
      </w:r>
      <w:r>
        <w:tab/>
        <w:t>2.728e0</w:t>
      </w:r>
    </w:p>
    <w:p w:rsidR="00B65DC9" w:rsidRDefault="00B65DC9" w:rsidP="00B65DC9">
      <w:r>
        <w:t>413.1903</w:t>
      </w:r>
      <w:r>
        <w:tab/>
        <w:t>7.165e0</w:t>
      </w:r>
    </w:p>
    <w:p w:rsidR="00B65DC9" w:rsidRDefault="00B65DC9" w:rsidP="00B65DC9">
      <w:r>
        <w:t>413.2128</w:t>
      </w:r>
      <w:r>
        <w:tab/>
        <w:t>2.076e0</w:t>
      </w:r>
    </w:p>
    <w:p w:rsidR="00B65DC9" w:rsidRDefault="00B65DC9" w:rsidP="00B65DC9">
      <w:r>
        <w:t>413.2177</w:t>
      </w:r>
      <w:r>
        <w:tab/>
        <w:t>3.038e0</w:t>
      </w:r>
    </w:p>
    <w:p w:rsidR="00B65DC9" w:rsidRDefault="00B65DC9" w:rsidP="00B65DC9">
      <w:r>
        <w:t>413.2226</w:t>
      </w:r>
      <w:r>
        <w:tab/>
        <w:t>3.038e0</w:t>
      </w:r>
    </w:p>
    <w:p w:rsidR="00B65DC9" w:rsidRDefault="00B65DC9" w:rsidP="00B65DC9">
      <w:r>
        <w:t>413.2757</w:t>
      </w:r>
      <w:r>
        <w:tab/>
        <w:t>2.025e0</w:t>
      </w:r>
    </w:p>
    <w:p w:rsidR="00B65DC9" w:rsidRDefault="00B65DC9" w:rsidP="00B65DC9">
      <w:r>
        <w:t>413.2787</w:t>
      </w:r>
      <w:r>
        <w:tab/>
        <w:t>2.532e-2</w:t>
      </w:r>
    </w:p>
    <w:p w:rsidR="00B65DC9" w:rsidRDefault="00B65DC9" w:rsidP="00B65DC9">
      <w:r>
        <w:t>413.3224</w:t>
      </w:r>
      <w:r>
        <w:tab/>
        <w:t>2.025e0</w:t>
      </w:r>
    </w:p>
    <w:p w:rsidR="00B65DC9" w:rsidRDefault="00B65DC9" w:rsidP="00B65DC9">
      <w:r>
        <w:t>413.3443</w:t>
      </w:r>
      <w:r>
        <w:tab/>
        <w:t>1.013e0</w:t>
      </w:r>
    </w:p>
    <w:p w:rsidR="00B65DC9" w:rsidRDefault="00B65DC9" w:rsidP="00B65DC9">
      <w:r>
        <w:t>413.3531</w:t>
      </w:r>
      <w:r>
        <w:tab/>
        <w:t>1.013e0</w:t>
      </w:r>
    </w:p>
    <w:p w:rsidR="00B65DC9" w:rsidRDefault="00B65DC9" w:rsidP="00B65DC9">
      <w:r>
        <w:t>413.3603</w:t>
      </w:r>
      <w:r>
        <w:tab/>
        <w:t>3.038e0</w:t>
      </w:r>
    </w:p>
    <w:p w:rsidR="00B65DC9" w:rsidRDefault="00B65DC9" w:rsidP="00B65DC9">
      <w:r>
        <w:t>413.3807</w:t>
      </w:r>
      <w:r>
        <w:tab/>
        <w:t>1.266e-2</w:t>
      </w:r>
    </w:p>
    <w:p w:rsidR="00B65DC9" w:rsidRDefault="00B65DC9" w:rsidP="00B65DC9">
      <w:r>
        <w:t>413.4355</w:t>
      </w:r>
      <w:r>
        <w:tab/>
        <w:t>1.013e0</w:t>
      </w:r>
    </w:p>
    <w:p w:rsidR="00B65DC9" w:rsidRDefault="00B65DC9" w:rsidP="00B65DC9">
      <w:r>
        <w:t>413.4938</w:t>
      </w:r>
      <w:r>
        <w:tab/>
        <w:t>2.025e0</w:t>
      </w:r>
    </w:p>
    <w:p w:rsidR="00B65DC9" w:rsidRDefault="00B65DC9" w:rsidP="00B65DC9">
      <w:r>
        <w:t>413.5168</w:t>
      </w:r>
      <w:r>
        <w:tab/>
        <w:t>1.266e-2</w:t>
      </w:r>
    </w:p>
    <w:p w:rsidR="00B65DC9" w:rsidRDefault="00B65DC9" w:rsidP="00B65DC9">
      <w:r>
        <w:lastRenderedPageBreak/>
        <w:t>413.5300</w:t>
      </w:r>
      <w:r>
        <w:tab/>
        <w:t>2.025e0</w:t>
      </w:r>
    </w:p>
    <w:p w:rsidR="00B65DC9" w:rsidRDefault="00B65DC9" w:rsidP="00B65DC9">
      <w:r>
        <w:t>413.5920</w:t>
      </w:r>
      <w:r>
        <w:tab/>
        <w:t>1.266e-2</w:t>
      </w:r>
    </w:p>
    <w:p w:rsidR="00B65DC9" w:rsidRDefault="00B65DC9" w:rsidP="00B65DC9">
      <w:r>
        <w:t>413.6144</w:t>
      </w:r>
      <w:r>
        <w:tab/>
        <w:t>1.013e0</w:t>
      </w:r>
    </w:p>
    <w:p w:rsidR="00B65DC9" w:rsidRDefault="00B65DC9" w:rsidP="00B65DC9">
      <w:r>
        <w:t>413.6415</w:t>
      </w:r>
      <w:r>
        <w:tab/>
        <w:t>1.013e0</w:t>
      </w:r>
    </w:p>
    <w:p w:rsidR="00B65DC9" w:rsidRDefault="00B65DC9" w:rsidP="00B65DC9">
      <w:r>
        <w:t>413.6629</w:t>
      </w:r>
      <w:r>
        <w:tab/>
        <w:t>1.013e0</w:t>
      </w:r>
    </w:p>
    <w:p w:rsidR="00B65DC9" w:rsidRDefault="00B65DC9" w:rsidP="00B65DC9">
      <w:r>
        <w:t>413.6843</w:t>
      </w:r>
      <w:r>
        <w:tab/>
        <w:t>1.266e-2</w:t>
      </w:r>
    </w:p>
    <w:p w:rsidR="00B65DC9" w:rsidRDefault="00B65DC9" w:rsidP="00B65DC9">
      <w:r>
        <w:t>413.7450</w:t>
      </w:r>
      <w:r>
        <w:tab/>
        <w:t>1.013e0</w:t>
      </w:r>
    </w:p>
    <w:p w:rsidR="00B65DC9" w:rsidRDefault="00B65DC9" w:rsidP="00B65DC9">
      <w:r>
        <w:t>413.7527</w:t>
      </w:r>
      <w:r>
        <w:tab/>
        <w:t>2.025e0</w:t>
      </w:r>
    </w:p>
    <w:p w:rsidR="00B65DC9" w:rsidRDefault="00B65DC9" w:rsidP="00B65DC9">
      <w:r>
        <w:t>413.7876</w:t>
      </w:r>
      <w:r>
        <w:tab/>
        <w:t>2.025e0</w:t>
      </w:r>
    </w:p>
    <w:p w:rsidR="00B65DC9" w:rsidRDefault="00B65DC9" w:rsidP="00B65DC9">
      <w:r>
        <w:t>413.8473</w:t>
      </w:r>
      <w:r>
        <w:tab/>
        <w:t>1.013e0</w:t>
      </w:r>
    </w:p>
    <w:p w:rsidR="00B65DC9" w:rsidRDefault="00B65DC9" w:rsidP="00B65DC9">
      <w:r>
        <w:t>413.8910</w:t>
      </w:r>
      <w:r>
        <w:tab/>
        <w:t>1.013e0</w:t>
      </w:r>
    </w:p>
    <w:p w:rsidR="00B65DC9" w:rsidRDefault="00B65DC9" w:rsidP="00B65DC9">
      <w:r>
        <w:t>413.8983</w:t>
      </w:r>
      <w:r>
        <w:tab/>
        <w:t>1.013e0</w:t>
      </w:r>
    </w:p>
    <w:p w:rsidR="00B65DC9" w:rsidRDefault="00B65DC9" w:rsidP="00B65DC9">
      <w:r>
        <w:t>413.9056</w:t>
      </w:r>
      <w:r>
        <w:tab/>
        <w:t>1.013e0</w:t>
      </w:r>
    </w:p>
    <w:p w:rsidR="00B65DC9" w:rsidRDefault="00B65DC9" w:rsidP="00B65DC9">
      <w:r>
        <w:t>413.9129</w:t>
      </w:r>
      <w:r>
        <w:tab/>
        <w:t>1.013e0</w:t>
      </w:r>
    </w:p>
    <w:p w:rsidR="00B65DC9" w:rsidRDefault="00B65DC9" w:rsidP="00B65DC9">
      <w:r>
        <w:t>413.9202</w:t>
      </w:r>
      <w:r>
        <w:tab/>
        <w:t>1.013e0</w:t>
      </w:r>
    </w:p>
    <w:p w:rsidR="00B65DC9" w:rsidRDefault="00B65DC9" w:rsidP="00B65DC9">
      <w:r>
        <w:t>413.9764</w:t>
      </w:r>
      <w:r>
        <w:tab/>
        <w:t>1.266e-2</w:t>
      </w:r>
    </w:p>
    <w:p w:rsidR="00B65DC9" w:rsidRDefault="00B65DC9" w:rsidP="00B65DC9">
      <w:r>
        <w:t>414.0234</w:t>
      </w:r>
      <w:r>
        <w:tab/>
        <w:t>1.013e0</w:t>
      </w:r>
    </w:p>
    <w:p w:rsidR="00B65DC9" w:rsidRDefault="00B65DC9" w:rsidP="00B65DC9">
      <w:r>
        <w:t>414.0369</w:t>
      </w:r>
      <w:r>
        <w:tab/>
        <w:t>2.532e-2</w:t>
      </w:r>
    </w:p>
    <w:p w:rsidR="00B65DC9" w:rsidRDefault="00B65DC9" w:rsidP="00B65DC9">
      <w:r>
        <w:t>414.0442</w:t>
      </w:r>
      <w:r>
        <w:tab/>
        <w:t>1.013e0</w:t>
      </w:r>
    </w:p>
    <w:p w:rsidR="00B65DC9" w:rsidRDefault="00B65DC9" w:rsidP="00B65DC9">
      <w:r>
        <w:lastRenderedPageBreak/>
        <w:t>414.0621</w:t>
      </w:r>
      <w:r>
        <w:tab/>
        <w:t>1.013e0</w:t>
      </w:r>
    </w:p>
    <w:p w:rsidR="00B65DC9" w:rsidRDefault="00B65DC9" w:rsidP="00B65DC9">
      <w:r>
        <w:t>414.0844</w:t>
      </w:r>
      <w:r>
        <w:tab/>
        <w:t>2.025e0</w:t>
      </w:r>
    </w:p>
    <w:p w:rsidR="00B65DC9" w:rsidRDefault="00B65DC9" w:rsidP="00B65DC9">
      <w:r>
        <w:t>414.1263</w:t>
      </w:r>
      <w:r>
        <w:tab/>
        <w:t>1.266e-2</w:t>
      </w:r>
    </w:p>
    <w:p w:rsidR="00B65DC9" w:rsidRDefault="00B65DC9" w:rsidP="00B65DC9">
      <w:r>
        <w:t>414.1396</w:t>
      </w:r>
      <w:r>
        <w:tab/>
        <w:t>1.013e0</w:t>
      </w:r>
    </w:p>
    <w:p w:rsidR="00B65DC9" w:rsidRDefault="00B65DC9" w:rsidP="00B65DC9">
      <w:r>
        <w:t>414.1427</w:t>
      </w:r>
      <w:r>
        <w:tab/>
        <w:t>2.025e0</w:t>
      </w:r>
    </w:p>
    <w:p w:rsidR="00B65DC9" w:rsidRDefault="00B65DC9" w:rsidP="00B65DC9">
      <w:r>
        <w:t>414.1653</w:t>
      </w:r>
      <w:r>
        <w:tab/>
        <w:t>1.013e0</w:t>
      </w:r>
    </w:p>
    <w:p w:rsidR="00B65DC9" w:rsidRDefault="00B65DC9" w:rsidP="00B65DC9">
      <w:r>
        <w:t>414.1756</w:t>
      </w:r>
      <w:r>
        <w:tab/>
        <w:t>1.013e0</w:t>
      </w:r>
    </w:p>
    <w:p w:rsidR="00B65DC9" w:rsidRDefault="00B65DC9" w:rsidP="00B65DC9">
      <w:r>
        <w:t>414.1867</w:t>
      </w:r>
      <w:r>
        <w:tab/>
        <w:t>2.025e0</w:t>
      </w:r>
    </w:p>
    <w:p w:rsidR="00B65DC9" w:rsidRDefault="00B65DC9" w:rsidP="00B65DC9">
      <w:r>
        <w:t>414.2060</w:t>
      </w:r>
      <w:r>
        <w:tab/>
        <w:t>3.038e0</w:t>
      </w:r>
    </w:p>
    <w:p w:rsidR="00B65DC9" w:rsidRDefault="00B65DC9" w:rsidP="00B65DC9">
      <w:r>
        <w:t>414.2455</w:t>
      </w:r>
      <w:r>
        <w:tab/>
        <w:t>2.063e0</w:t>
      </w:r>
    </w:p>
    <w:p w:rsidR="00B65DC9" w:rsidRDefault="00B65DC9" w:rsidP="00B65DC9">
      <w:r>
        <w:t>414.2535</w:t>
      </w:r>
      <w:r>
        <w:tab/>
        <w:t>4.051e0</w:t>
      </w:r>
    </w:p>
    <w:p w:rsidR="00B65DC9" w:rsidRDefault="00B65DC9" w:rsidP="00B65DC9">
      <w:r>
        <w:t>414.2778</w:t>
      </w:r>
      <w:r>
        <w:tab/>
        <w:t>1.013e0</w:t>
      </w:r>
    </w:p>
    <w:p w:rsidR="00B65DC9" w:rsidRDefault="00B65DC9" w:rsidP="00B65DC9">
      <w:r>
        <w:t>414.2980</w:t>
      </w:r>
      <w:r>
        <w:tab/>
        <w:t>3.158e0</w:t>
      </w:r>
    </w:p>
    <w:p w:rsidR="00B65DC9" w:rsidRDefault="00B65DC9" w:rsidP="00B65DC9">
      <w:r>
        <w:t>414.3114</w:t>
      </w:r>
      <w:r>
        <w:tab/>
        <w:t>1.266e-2</w:t>
      </w:r>
    </w:p>
    <w:p w:rsidR="00B65DC9" w:rsidRDefault="00B65DC9" w:rsidP="00B65DC9">
      <w:r>
        <w:t>414.3239</w:t>
      </w:r>
      <w:r>
        <w:tab/>
        <w:t>2.025e0</w:t>
      </w:r>
    </w:p>
    <w:p w:rsidR="00B65DC9" w:rsidRDefault="00B65DC9" w:rsidP="00B65DC9">
      <w:r>
        <w:t>414.3412</w:t>
      </w:r>
      <w:r>
        <w:tab/>
        <w:t>2.532e-2</w:t>
      </w:r>
    </w:p>
    <w:p w:rsidR="00B65DC9" w:rsidRDefault="00B65DC9" w:rsidP="00B65DC9">
      <w:r>
        <w:t>414.3581</w:t>
      </w:r>
      <w:r>
        <w:tab/>
        <w:t>1.013e0</w:t>
      </w:r>
    </w:p>
    <w:p w:rsidR="00B65DC9" w:rsidRDefault="00B65DC9" w:rsidP="00B65DC9">
      <w:r>
        <w:t>414.4024</w:t>
      </w:r>
      <w:r>
        <w:tab/>
        <w:t>1.013e0</w:t>
      </w:r>
    </w:p>
    <w:p w:rsidR="00B65DC9" w:rsidRDefault="00B65DC9" w:rsidP="00B65DC9">
      <w:r>
        <w:t>414.4092</w:t>
      </w:r>
      <w:r>
        <w:tab/>
        <w:t>1.013e0</w:t>
      </w:r>
    </w:p>
    <w:p w:rsidR="00B65DC9" w:rsidRDefault="00B65DC9" w:rsidP="00B65DC9">
      <w:r>
        <w:lastRenderedPageBreak/>
        <w:t>414.4575</w:t>
      </w:r>
      <w:r>
        <w:tab/>
        <w:t>1.266e-2</w:t>
      </w:r>
    </w:p>
    <w:p w:rsidR="00B65DC9" w:rsidRDefault="00B65DC9" w:rsidP="00B65DC9">
      <w:r>
        <w:t>414.5224</w:t>
      </w:r>
      <w:r>
        <w:tab/>
        <w:t>2.025e0</w:t>
      </w:r>
    </w:p>
    <w:p w:rsidR="00B65DC9" w:rsidRDefault="00B65DC9" w:rsidP="00B65DC9">
      <w:r>
        <w:t>414.6028</w:t>
      </w:r>
      <w:r>
        <w:tab/>
        <w:t>2.025e0</w:t>
      </w:r>
    </w:p>
    <w:p w:rsidR="00B65DC9" w:rsidRDefault="00B65DC9" w:rsidP="00B65DC9">
      <w:r>
        <w:t>414.6050</w:t>
      </w:r>
      <w:r>
        <w:tab/>
        <w:t>1.481e0</w:t>
      </w:r>
    </w:p>
    <w:p w:rsidR="00B65DC9" w:rsidRDefault="00B65DC9" w:rsidP="00B65DC9">
      <w:r>
        <w:t>414.6362</w:t>
      </w:r>
      <w:r>
        <w:tab/>
        <w:t>1.266e-2</w:t>
      </w:r>
    </w:p>
    <w:p w:rsidR="00B65DC9" w:rsidRDefault="00B65DC9" w:rsidP="00B65DC9">
      <w:r>
        <w:t>414.6489</w:t>
      </w:r>
      <w:r>
        <w:tab/>
        <w:t>2.025e0</w:t>
      </w:r>
    </w:p>
    <w:p w:rsidR="00B65DC9" w:rsidRDefault="00B65DC9" w:rsidP="00B65DC9">
      <w:r>
        <w:t>414.6611</w:t>
      </w:r>
      <w:r>
        <w:tab/>
        <w:t>3.304e0</w:t>
      </w:r>
    </w:p>
    <w:p w:rsidR="00B65DC9" w:rsidRDefault="00B65DC9" w:rsidP="00B65DC9">
      <w:r>
        <w:t>414.6722</w:t>
      </w:r>
      <w:r>
        <w:tab/>
        <w:t>1.013e0</w:t>
      </w:r>
    </w:p>
    <w:p w:rsidR="00B65DC9" w:rsidRDefault="00B65DC9" w:rsidP="00B65DC9">
      <w:r>
        <w:t>414.7107</w:t>
      </w:r>
      <w:r>
        <w:tab/>
        <w:t>1.038e0</w:t>
      </w:r>
    </w:p>
    <w:p w:rsidR="00B65DC9" w:rsidRDefault="00B65DC9" w:rsidP="00B65DC9">
      <w:r>
        <w:t>414.7201</w:t>
      </w:r>
      <w:r>
        <w:tab/>
        <w:t>2.025e0</w:t>
      </w:r>
    </w:p>
    <w:p w:rsidR="00B65DC9" w:rsidRDefault="00B65DC9" w:rsidP="00B65DC9">
      <w:r>
        <w:t>414.7824</w:t>
      </w:r>
      <w:r>
        <w:tab/>
        <w:t>2.025e0</w:t>
      </w:r>
    </w:p>
    <w:p w:rsidR="00B65DC9" w:rsidRDefault="00B65DC9" w:rsidP="00B65DC9">
      <w:r>
        <w:t>414.8297</w:t>
      </w:r>
      <w:r>
        <w:tab/>
        <w:t>2.532e-2</w:t>
      </w:r>
    </w:p>
    <w:p w:rsidR="00B65DC9" w:rsidRDefault="00B65DC9" w:rsidP="00B65DC9">
      <w:r>
        <w:t>414.8622</w:t>
      </w:r>
      <w:r>
        <w:tab/>
        <w:t>1.266e-2</w:t>
      </w:r>
    </w:p>
    <w:p w:rsidR="00B65DC9" w:rsidRDefault="00B65DC9" w:rsidP="00B65DC9">
      <w:r>
        <w:t>414.9173</w:t>
      </w:r>
      <w:r>
        <w:tab/>
        <w:t>1.013e0</w:t>
      </w:r>
    </w:p>
    <w:p w:rsidR="00B65DC9" w:rsidRDefault="00B65DC9" w:rsidP="00B65DC9">
      <w:r>
        <w:t>414.9279</w:t>
      </w:r>
      <w:r>
        <w:tab/>
        <w:t>1.910e0</w:t>
      </w:r>
    </w:p>
    <w:p w:rsidR="00B65DC9" w:rsidRDefault="00B65DC9" w:rsidP="00B65DC9">
      <w:r>
        <w:t>414.9412</w:t>
      </w:r>
      <w:r>
        <w:tab/>
        <w:t>2.025e0</w:t>
      </w:r>
    </w:p>
    <w:p w:rsidR="00B65DC9" w:rsidRDefault="00B65DC9" w:rsidP="00B65DC9">
      <w:r>
        <w:t>414.9542</w:t>
      </w:r>
      <w:r>
        <w:tab/>
        <w:t>2.025e0</w:t>
      </w:r>
    </w:p>
    <w:p w:rsidR="00B65DC9" w:rsidRDefault="00B65DC9" w:rsidP="00B65DC9">
      <w:r>
        <w:t>414.9803</w:t>
      </w:r>
      <w:r>
        <w:tab/>
        <w:t>1.025e0</w:t>
      </w:r>
    </w:p>
    <w:p w:rsidR="00B65DC9" w:rsidRDefault="00B65DC9" w:rsidP="00B65DC9">
      <w:r>
        <w:t>414.9938</w:t>
      </w:r>
      <w:r>
        <w:tab/>
        <w:t>1.013e0</w:t>
      </w:r>
    </w:p>
    <w:p w:rsidR="00B65DC9" w:rsidRDefault="00B65DC9" w:rsidP="00B65DC9">
      <w:r>
        <w:lastRenderedPageBreak/>
        <w:t>415.0030</w:t>
      </w:r>
      <w:r>
        <w:tab/>
        <w:t>1.013e0</w:t>
      </w:r>
    </w:p>
    <w:p w:rsidR="00B65DC9" w:rsidRDefault="00B65DC9" w:rsidP="00B65DC9">
      <w:r>
        <w:t>415.0157</w:t>
      </w:r>
      <w:r>
        <w:tab/>
        <w:t>1.013e0</w:t>
      </w:r>
    </w:p>
    <w:p w:rsidR="00B65DC9" w:rsidRDefault="00B65DC9" w:rsidP="00B65DC9">
      <w:r>
        <w:t>415.0303</w:t>
      </w:r>
      <w:r>
        <w:tab/>
        <w:t>1.266e-2</w:t>
      </w:r>
    </w:p>
    <w:p w:rsidR="00B65DC9" w:rsidRDefault="00B65DC9" w:rsidP="00B65DC9">
      <w:r>
        <w:t>415.0634</w:t>
      </w:r>
      <w:r>
        <w:tab/>
        <w:t>1.266e-2</w:t>
      </w:r>
    </w:p>
    <w:p w:rsidR="00B65DC9" w:rsidRDefault="00B65DC9" w:rsidP="00B65DC9">
      <w:r>
        <w:t>415.0676</w:t>
      </w:r>
      <w:r>
        <w:tab/>
        <w:t>2.025e0</w:t>
      </w:r>
    </w:p>
    <w:p w:rsidR="00B65DC9" w:rsidRDefault="00B65DC9" w:rsidP="00B65DC9">
      <w:r>
        <w:t>415.0956</w:t>
      </w:r>
      <w:r>
        <w:tab/>
        <w:t>1.025e0</w:t>
      </w:r>
    </w:p>
    <w:p w:rsidR="00B65DC9" w:rsidRDefault="00B65DC9" w:rsidP="00B65DC9">
      <w:r>
        <w:t>415.0979</w:t>
      </w:r>
      <w:r>
        <w:tab/>
        <w:t>4.051e0</w:t>
      </w:r>
    </w:p>
    <w:p w:rsidR="00B65DC9" w:rsidRDefault="00B65DC9" w:rsidP="00B65DC9">
      <w:r>
        <w:t>415.1667</w:t>
      </w:r>
      <w:r>
        <w:tab/>
        <w:t>1.266e-2</w:t>
      </w:r>
    </w:p>
    <w:p w:rsidR="00B65DC9" w:rsidRDefault="00B65DC9" w:rsidP="00B65DC9">
      <w:r>
        <w:t>415.1736</w:t>
      </w:r>
      <w:r>
        <w:tab/>
        <w:t>1.038e0</w:t>
      </w:r>
    </w:p>
    <w:p w:rsidR="00B65DC9" w:rsidRDefault="00B65DC9" w:rsidP="00B65DC9">
      <w:r>
        <w:t>415.1875</w:t>
      </w:r>
      <w:r>
        <w:tab/>
        <w:t>2.528e0</w:t>
      </w:r>
    </w:p>
    <w:p w:rsidR="00B65DC9" w:rsidRDefault="00B65DC9" w:rsidP="00B65DC9">
      <w:r>
        <w:t>415.2228</w:t>
      </w:r>
      <w:r>
        <w:tab/>
        <w:t>3.038e0</w:t>
      </w:r>
    </w:p>
    <w:p w:rsidR="00B65DC9" w:rsidRDefault="00B65DC9" w:rsidP="00B65DC9">
      <w:r>
        <w:t>415.2507</w:t>
      </w:r>
      <w:r>
        <w:tab/>
        <w:t>1.025e0</w:t>
      </w:r>
    </w:p>
    <w:p w:rsidR="00B65DC9" w:rsidRDefault="00B65DC9" w:rsidP="00B65DC9">
      <w:r>
        <w:t>415.2579</w:t>
      </w:r>
      <w:r>
        <w:tab/>
        <w:t>2.025e0</w:t>
      </w:r>
    </w:p>
    <w:p w:rsidR="00B65DC9" w:rsidRDefault="00B65DC9" w:rsidP="00B65DC9">
      <w:r>
        <w:t>415.2713</w:t>
      </w:r>
      <w:r>
        <w:tab/>
        <w:t>3.038e0</w:t>
      </w:r>
    </w:p>
    <w:p w:rsidR="00B65DC9" w:rsidRDefault="00B65DC9" w:rsidP="00B65DC9">
      <w:r>
        <w:t>415.2771</w:t>
      </w:r>
      <w:r>
        <w:tab/>
        <w:t>2.025e0</w:t>
      </w:r>
    </w:p>
    <w:p w:rsidR="00B65DC9" w:rsidRDefault="00B65DC9" w:rsidP="00B65DC9">
      <w:r>
        <w:t>415.2892</w:t>
      </w:r>
      <w:r>
        <w:tab/>
        <w:t>2.025e0</w:t>
      </w:r>
    </w:p>
    <w:p w:rsidR="00B65DC9" w:rsidRDefault="00B65DC9" w:rsidP="00B65DC9">
      <w:r>
        <w:t>415.3557</w:t>
      </w:r>
      <w:r>
        <w:tab/>
        <w:t>1.013e0</w:t>
      </w:r>
    </w:p>
    <w:p w:rsidR="00B65DC9" w:rsidRDefault="00B65DC9" w:rsidP="00B65DC9">
      <w:r>
        <w:t>415.3888</w:t>
      </w:r>
      <w:r>
        <w:tab/>
        <w:t>1.013e0</w:t>
      </w:r>
    </w:p>
    <w:p w:rsidR="00B65DC9" w:rsidRDefault="00B65DC9" w:rsidP="00B65DC9">
      <w:r>
        <w:t>415.4162</w:t>
      </w:r>
      <w:r>
        <w:tab/>
        <w:t>1.013e0</w:t>
      </w:r>
    </w:p>
    <w:p w:rsidR="00B65DC9" w:rsidRDefault="00B65DC9" w:rsidP="00B65DC9">
      <w:r>
        <w:lastRenderedPageBreak/>
        <w:t>415.4376</w:t>
      </w:r>
      <w:r>
        <w:tab/>
        <w:t>1.266e-2</w:t>
      </w:r>
    </w:p>
    <w:p w:rsidR="00B65DC9" w:rsidRDefault="00B65DC9" w:rsidP="00B65DC9">
      <w:r>
        <w:t>415.4616</w:t>
      </w:r>
      <w:r>
        <w:tab/>
        <w:t>2.025e0</w:t>
      </w:r>
    </w:p>
    <w:p w:rsidR="00B65DC9" w:rsidRDefault="00B65DC9" w:rsidP="00B65DC9">
      <w:r>
        <w:t>415.4804</w:t>
      </w:r>
      <w:r>
        <w:tab/>
        <w:t>1.266e-2</w:t>
      </w:r>
    </w:p>
    <w:p w:rsidR="00B65DC9" w:rsidRDefault="00B65DC9" w:rsidP="00B65DC9">
      <w:r>
        <w:t>415.5284</w:t>
      </w:r>
      <w:r>
        <w:tab/>
        <w:t>1.013e0</w:t>
      </w:r>
    </w:p>
    <w:p w:rsidR="00B65DC9" w:rsidRDefault="00B65DC9" w:rsidP="00B65DC9">
      <w:r>
        <w:t>415.5352</w:t>
      </w:r>
      <w:r>
        <w:tab/>
        <w:t>2.025e0</w:t>
      </w:r>
    </w:p>
    <w:p w:rsidR="00B65DC9" w:rsidRDefault="00B65DC9" w:rsidP="00B65DC9">
      <w:r>
        <w:t>415.5814</w:t>
      </w:r>
      <w:r>
        <w:tab/>
        <w:t>2.025e0</w:t>
      </w:r>
    </w:p>
    <w:p w:rsidR="00B65DC9" w:rsidRDefault="00B65DC9" w:rsidP="00B65DC9">
      <w:r>
        <w:t>415.6377</w:t>
      </w:r>
      <w:r>
        <w:tab/>
        <w:t>1.013e0</w:t>
      </w:r>
    </w:p>
    <w:p w:rsidR="00B65DC9" w:rsidRDefault="00B65DC9" w:rsidP="00B65DC9">
      <w:r>
        <w:t>415.6481</w:t>
      </w:r>
      <w:r>
        <w:tab/>
        <w:t>2.025e0</w:t>
      </w:r>
    </w:p>
    <w:p w:rsidR="00B65DC9" w:rsidRDefault="00B65DC9" w:rsidP="00B65DC9">
      <w:r>
        <w:t>415.7497</w:t>
      </w:r>
      <w:r>
        <w:tab/>
        <w:t>2.025e0</w:t>
      </w:r>
    </w:p>
    <w:p w:rsidR="00B65DC9" w:rsidRDefault="00B65DC9" w:rsidP="00B65DC9">
      <w:r>
        <w:t>415.7841</w:t>
      </w:r>
      <w:r>
        <w:tab/>
        <w:t>1.013e0</w:t>
      </w:r>
    </w:p>
    <w:p w:rsidR="00B65DC9" w:rsidRDefault="00B65DC9" w:rsidP="00B65DC9">
      <w:r>
        <w:t>415.7988</w:t>
      </w:r>
      <w:r>
        <w:tab/>
        <w:t>1.013e0</w:t>
      </w:r>
    </w:p>
    <w:p w:rsidR="00B65DC9" w:rsidRDefault="00B65DC9" w:rsidP="00B65DC9">
      <w:r>
        <w:t>415.8124</w:t>
      </w:r>
      <w:r>
        <w:tab/>
        <w:t>1.266e-2</w:t>
      </w:r>
    </w:p>
    <w:p w:rsidR="00B65DC9" w:rsidRDefault="00B65DC9" w:rsidP="00B65DC9">
      <w:r>
        <w:t>415.8428</w:t>
      </w:r>
      <w:r>
        <w:tab/>
        <w:t>1.266e-2</w:t>
      </w:r>
    </w:p>
    <w:p w:rsidR="00B65DC9" w:rsidRDefault="00B65DC9" w:rsidP="00B65DC9">
      <w:r>
        <w:t>415.8501</w:t>
      </w:r>
      <w:r>
        <w:tab/>
        <w:t>1.013e0</w:t>
      </w:r>
    </w:p>
    <w:p w:rsidR="00B65DC9" w:rsidRDefault="00B65DC9" w:rsidP="00B65DC9">
      <w:r>
        <w:t>415.8796</w:t>
      </w:r>
      <w:r>
        <w:tab/>
        <w:t>1.013e0</w:t>
      </w:r>
    </w:p>
    <w:p w:rsidR="00B65DC9" w:rsidRDefault="00B65DC9" w:rsidP="00B65DC9">
      <w:r>
        <w:t>415.9019</w:t>
      </w:r>
      <w:r>
        <w:tab/>
        <w:t>1.013e0</w:t>
      </w:r>
    </w:p>
    <w:p w:rsidR="00B65DC9" w:rsidRDefault="00B65DC9" w:rsidP="00B65DC9">
      <w:r>
        <w:t>415.9404</w:t>
      </w:r>
      <w:r>
        <w:tab/>
        <w:t>4.051e0</w:t>
      </w:r>
    </w:p>
    <w:p w:rsidR="00B65DC9" w:rsidRDefault="00B65DC9" w:rsidP="00B65DC9">
      <w:r>
        <w:t>415.9796</w:t>
      </w:r>
      <w:r>
        <w:tab/>
        <w:t>2.038e0</w:t>
      </w:r>
    </w:p>
    <w:p w:rsidR="00B65DC9" w:rsidRDefault="00B65DC9" w:rsidP="00B65DC9">
      <w:r>
        <w:t>416.0614</w:t>
      </w:r>
      <w:r>
        <w:tab/>
        <w:t>1.266e-2</w:t>
      </w:r>
    </w:p>
    <w:p w:rsidR="00B65DC9" w:rsidRDefault="00B65DC9" w:rsidP="00B65DC9">
      <w:r>
        <w:lastRenderedPageBreak/>
        <w:t>416.0699</w:t>
      </w:r>
      <w:r>
        <w:tab/>
        <w:t>1.013e0</w:t>
      </w:r>
    </w:p>
    <w:p w:rsidR="00B65DC9" w:rsidRDefault="00B65DC9" w:rsidP="00B65DC9">
      <w:r>
        <w:t>416.0998</w:t>
      </w:r>
      <w:r>
        <w:tab/>
        <w:t>1.013e0</w:t>
      </w:r>
    </w:p>
    <w:p w:rsidR="00B65DC9" w:rsidRDefault="00B65DC9" w:rsidP="00B65DC9">
      <w:r>
        <w:t>416.1486</w:t>
      </w:r>
      <w:r>
        <w:tab/>
        <w:t>2.532e-2</w:t>
      </w:r>
    </w:p>
    <w:p w:rsidR="00B65DC9" w:rsidRDefault="00B65DC9" w:rsidP="00B65DC9">
      <w:r>
        <w:t>416.1655</w:t>
      </w:r>
      <w:r>
        <w:tab/>
        <w:t>1.013e0</w:t>
      </w:r>
    </w:p>
    <w:p w:rsidR="00B65DC9" w:rsidRDefault="00B65DC9" w:rsidP="00B65DC9">
      <w:r>
        <w:t>416.1799</w:t>
      </w:r>
      <w:r>
        <w:tab/>
        <w:t>1.013e0</w:t>
      </w:r>
    </w:p>
    <w:p w:rsidR="00B65DC9" w:rsidRDefault="00B65DC9" w:rsidP="00B65DC9">
      <w:r>
        <w:t>416.2040</w:t>
      </w:r>
      <w:r>
        <w:tab/>
        <w:t>2.025e0</w:t>
      </w:r>
    </w:p>
    <w:p w:rsidR="00B65DC9" w:rsidRDefault="00B65DC9" w:rsidP="00B65DC9">
      <w:r>
        <w:t>416.2629</w:t>
      </w:r>
      <w:r>
        <w:tab/>
        <w:t>2.025e0</w:t>
      </w:r>
    </w:p>
    <w:p w:rsidR="00B65DC9" w:rsidRDefault="00B65DC9" w:rsidP="00B65DC9">
      <w:r>
        <w:t>416.2758</w:t>
      </w:r>
      <w:r>
        <w:tab/>
        <w:t>1.025e0</w:t>
      </w:r>
    </w:p>
    <w:p w:rsidR="00B65DC9" w:rsidRDefault="00B65DC9" w:rsidP="00B65DC9">
      <w:r>
        <w:t>416.3192</w:t>
      </w:r>
      <w:r>
        <w:tab/>
        <w:t>2.051e0</w:t>
      </w:r>
    </w:p>
    <w:p w:rsidR="00B65DC9" w:rsidRDefault="00B65DC9" w:rsidP="00B65DC9">
      <w:r>
        <w:t>416.3323</w:t>
      </w:r>
      <w:r>
        <w:tab/>
        <w:t>1.013e0</w:t>
      </w:r>
    </w:p>
    <w:p w:rsidR="00B65DC9" w:rsidRDefault="00B65DC9" w:rsidP="00B65DC9">
      <w:r>
        <w:t>416.3361</w:t>
      </w:r>
      <w:r>
        <w:tab/>
        <w:t>1.266e-2</w:t>
      </w:r>
    </w:p>
    <w:p w:rsidR="00B65DC9" w:rsidRDefault="00B65DC9" w:rsidP="00B65DC9">
      <w:r>
        <w:t>416.3537</w:t>
      </w:r>
      <w:r>
        <w:tab/>
        <w:t>1.013e0</w:t>
      </w:r>
    </w:p>
    <w:p w:rsidR="00B65DC9" w:rsidRDefault="00B65DC9" w:rsidP="00B65DC9">
      <w:r>
        <w:t>416.3931</w:t>
      </w:r>
      <w:r>
        <w:tab/>
        <w:t>1.013e0</w:t>
      </w:r>
    </w:p>
    <w:p w:rsidR="00B65DC9" w:rsidRDefault="00B65DC9" w:rsidP="00B65DC9">
      <w:r>
        <w:t>416.5213</w:t>
      </w:r>
      <w:r>
        <w:tab/>
        <w:t>1.013e0</w:t>
      </w:r>
    </w:p>
    <w:p w:rsidR="00B65DC9" w:rsidRDefault="00B65DC9" w:rsidP="00B65DC9">
      <w:r>
        <w:t>416.6076</w:t>
      </w:r>
      <w:r>
        <w:tab/>
        <w:t>1.013e0</w:t>
      </w:r>
    </w:p>
    <w:p w:rsidR="00B65DC9" w:rsidRDefault="00B65DC9" w:rsidP="00B65DC9">
      <w:r>
        <w:t>416.6511</w:t>
      </w:r>
      <w:r>
        <w:tab/>
        <w:t>5.063e0</w:t>
      </w:r>
    </w:p>
    <w:p w:rsidR="00B65DC9" w:rsidRDefault="00B65DC9" w:rsidP="00B65DC9">
      <w:r>
        <w:t>416.7067</w:t>
      </w:r>
      <w:r>
        <w:tab/>
        <w:t>1.266e-2</w:t>
      </w:r>
    </w:p>
    <w:p w:rsidR="00B65DC9" w:rsidRDefault="00B65DC9" w:rsidP="00B65DC9">
      <w:r>
        <w:t>416.7131</w:t>
      </w:r>
      <w:r>
        <w:tab/>
        <w:t>2.025e0</w:t>
      </w:r>
    </w:p>
    <w:p w:rsidR="00B65DC9" w:rsidRDefault="00B65DC9" w:rsidP="00B65DC9">
      <w:r>
        <w:t>416.7319</w:t>
      </w:r>
      <w:r>
        <w:tab/>
        <w:t>1.266e-2</w:t>
      </w:r>
    </w:p>
    <w:p w:rsidR="00B65DC9" w:rsidRDefault="00B65DC9" w:rsidP="00B65DC9">
      <w:r>
        <w:lastRenderedPageBreak/>
        <w:t>416.7532</w:t>
      </w:r>
      <w:r>
        <w:tab/>
        <w:t>1.013e0</w:t>
      </w:r>
    </w:p>
    <w:p w:rsidR="00B65DC9" w:rsidRDefault="00B65DC9" w:rsidP="00B65DC9">
      <w:r>
        <w:t>416.8102</w:t>
      </w:r>
      <w:r>
        <w:tab/>
        <w:t>1.013e0</w:t>
      </w:r>
    </w:p>
    <w:p w:rsidR="00B65DC9" w:rsidRDefault="00B65DC9" w:rsidP="00B65DC9">
      <w:r>
        <w:t>416.8254</w:t>
      </w:r>
      <w:r>
        <w:tab/>
        <w:t>1.266e-2</w:t>
      </w:r>
    </w:p>
    <w:p w:rsidR="00B65DC9" w:rsidRDefault="00B65DC9" w:rsidP="00B65DC9">
      <w:r>
        <w:t>416.8401</w:t>
      </w:r>
      <w:r>
        <w:tab/>
        <w:t>1.013e0</w:t>
      </w:r>
    </w:p>
    <w:p w:rsidR="00B65DC9" w:rsidRDefault="00B65DC9" w:rsidP="00B65DC9">
      <w:r>
        <w:t>416.8850</w:t>
      </w:r>
      <w:r>
        <w:tab/>
        <w:t>1.025e0</w:t>
      </w:r>
    </w:p>
    <w:p w:rsidR="00B65DC9" w:rsidRDefault="00B65DC9" w:rsidP="00B65DC9">
      <w:r>
        <w:t>416.9581</w:t>
      </w:r>
      <w:r>
        <w:tab/>
        <w:t>2.025e0</w:t>
      </w:r>
    </w:p>
    <w:p w:rsidR="00B65DC9" w:rsidRDefault="00B65DC9" w:rsidP="00B65DC9">
      <w:r>
        <w:t>416.9814</w:t>
      </w:r>
      <w:r>
        <w:tab/>
        <w:t>1.013e0</w:t>
      </w:r>
    </w:p>
    <w:p w:rsidR="00B65DC9" w:rsidRDefault="00B65DC9" w:rsidP="00B65DC9">
      <w:r>
        <w:t>416.9991</w:t>
      </w:r>
      <w:r>
        <w:tab/>
        <w:t>1.013e0</w:t>
      </w:r>
    </w:p>
    <w:p w:rsidR="00B65DC9" w:rsidRDefault="00B65DC9" w:rsidP="00B65DC9">
      <w:r>
        <w:t>417.0098</w:t>
      </w:r>
      <w:r>
        <w:tab/>
        <w:t>2.025e0</w:t>
      </w:r>
    </w:p>
    <w:p w:rsidR="00B65DC9" w:rsidRDefault="00B65DC9" w:rsidP="00B65DC9">
      <w:r>
        <w:t>417.0849</w:t>
      </w:r>
      <w:r>
        <w:tab/>
        <w:t>1.013e0</w:t>
      </w:r>
    </w:p>
    <w:p w:rsidR="00B65DC9" w:rsidRDefault="00B65DC9" w:rsidP="00B65DC9">
      <w:r>
        <w:t>417.1028</w:t>
      </w:r>
      <w:r>
        <w:tab/>
        <w:t>1.038e0</w:t>
      </w:r>
    </w:p>
    <w:p w:rsidR="00B65DC9" w:rsidRDefault="00B65DC9" w:rsidP="00B65DC9">
      <w:r>
        <w:t>417.1239</w:t>
      </w:r>
      <w:r>
        <w:tab/>
        <w:t>1.013e0</w:t>
      </w:r>
    </w:p>
    <w:p w:rsidR="00B65DC9" w:rsidRDefault="00B65DC9" w:rsidP="00B65DC9">
      <w:r>
        <w:t>417.2483</w:t>
      </w:r>
      <w:r>
        <w:tab/>
        <w:t>1.051e0</w:t>
      </w:r>
    </w:p>
    <w:p w:rsidR="00B65DC9" w:rsidRDefault="00B65DC9" w:rsidP="00B65DC9">
      <w:r>
        <w:t>417.2701</w:t>
      </w:r>
      <w:r>
        <w:tab/>
        <w:t>1.266e-2</w:t>
      </w:r>
    </w:p>
    <w:p w:rsidR="00B65DC9" w:rsidRDefault="00B65DC9" w:rsidP="00B65DC9">
      <w:r>
        <w:t>417.3198</w:t>
      </w:r>
      <w:r>
        <w:tab/>
        <w:t>2.025e0</w:t>
      </w:r>
    </w:p>
    <w:p w:rsidR="00B65DC9" w:rsidRDefault="00B65DC9" w:rsidP="00B65DC9">
      <w:r>
        <w:t>417.3307</w:t>
      </w:r>
      <w:r>
        <w:tab/>
        <w:t>1.013e0</w:t>
      </w:r>
    </w:p>
    <w:p w:rsidR="00B65DC9" w:rsidRDefault="00B65DC9" w:rsidP="00B65DC9">
      <w:r>
        <w:t>417.3690</w:t>
      </w:r>
      <w:r>
        <w:tab/>
        <w:t>1.013e0</w:t>
      </w:r>
    </w:p>
    <w:p w:rsidR="00B65DC9" w:rsidRDefault="00B65DC9" w:rsidP="00B65DC9">
      <w:r>
        <w:t>417.4129</w:t>
      </w:r>
      <w:r>
        <w:tab/>
        <w:t>1.266e-2</w:t>
      </w:r>
    </w:p>
    <w:p w:rsidR="00B65DC9" w:rsidRDefault="00B65DC9" w:rsidP="00B65DC9">
      <w:r>
        <w:t>417.4379</w:t>
      </w:r>
      <w:r>
        <w:tab/>
        <w:t>1.013e0</w:t>
      </w:r>
    </w:p>
    <w:p w:rsidR="00B65DC9" w:rsidRDefault="00B65DC9" w:rsidP="00B65DC9">
      <w:r>
        <w:lastRenderedPageBreak/>
        <w:t>417.4646</w:t>
      </w:r>
      <w:r>
        <w:tab/>
        <w:t>1.013e0</w:t>
      </w:r>
    </w:p>
    <w:p w:rsidR="00B65DC9" w:rsidRDefault="00B65DC9" w:rsidP="00B65DC9">
      <w:r>
        <w:t>417.4989</w:t>
      </w:r>
      <w:r>
        <w:tab/>
        <w:t>1.013e0</w:t>
      </w:r>
    </w:p>
    <w:p w:rsidR="00B65DC9" w:rsidRDefault="00B65DC9" w:rsidP="00B65DC9">
      <w:r>
        <w:t>417.5681</w:t>
      </w:r>
      <w:r>
        <w:tab/>
        <w:t>1.013e0</w:t>
      </w:r>
    </w:p>
    <w:p w:rsidR="00B65DC9" w:rsidRDefault="00B65DC9" w:rsidP="00B65DC9">
      <w:r>
        <w:t>417.5803</w:t>
      </w:r>
      <w:r>
        <w:tab/>
        <w:t>1.013e0</w:t>
      </w:r>
    </w:p>
    <w:p w:rsidR="00B65DC9" w:rsidRDefault="00B65DC9" w:rsidP="00B65DC9">
      <w:r>
        <w:t>417.5865</w:t>
      </w:r>
      <w:r>
        <w:tab/>
        <w:t>2.025e0</w:t>
      </w:r>
    </w:p>
    <w:p w:rsidR="00B65DC9" w:rsidRDefault="00B65DC9" w:rsidP="00B65DC9">
      <w:r>
        <w:t>417.6558</w:t>
      </w:r>
      <w:r>
        <w:tab/>
        <w:t>1.266e-2</w:t>
      </w:r>
    </w:p>
    <w:p w:rsidR="00B65DC9" w:rsidRDefault="00B65DC9" w:rsidP="00B65DC9">
      <w:r>
        <w:t>417.6875</w:t>
      </w:r>
      <w:r>
        <w:tab/>
        <w:t>1.013e0</w:t>
      </w:r>
    </w:p>
    <w:p w:rsidR="00B65DC9" w:rsidRDefault="00B65DC9" w:rsidP="00B65DC9">
      <w:r>
        <w:t>417.7338</w:t>
      </w:r>
      <w:r>
        <w:tab/>
        <w:t>2.025e0</w:t>
      </w:r>
    </w:p>
    <w:p w:rsidR="00B65DC9" w:rsidRDefault="00B65DC9" w:rsidP="00B65DC9">
      <w:r>
        <w:t>417.7808</w:t>
      </w:r>
      <w:r>
        <w:tab/>
        <w:t>1.266e-2</w:t>
      </w:r>
    </w:p>
    <w:p w:rsidR="00B65DC9" w:rsidRDefault="00B65DC9" w:rsidP="00B65DC9">
      <w:r>
        <w:t>417.8839</w:t>
      </w:r>
      <w:r>
        <w:tab/>
        <w:t>1.013e0</w:t>
      </w:r>
    </w:p>
    <w:p w:rsidR="00B65DC9" w:rsidRDefault="00B65DC9" w:rsidP="00B65DC9">
      <w:r>
        <w:t>417.9537</w:t>
      </w:r>
      <w:r>
        <w:tab/>
        <w:t>2.532e-2</w:t>
      </w:r>
    </w:p>
    <w:p w:rsidR="00B65DC9" w:rsidRDefault="00B65DC9" w:rsidP="00B65DC9">
      <w:r>
        <w:t>417.9585</w:t>
      </w:r>
      <w:r>
        <w:tab/>
        <w:t>1.013e0</w:t>
      </w:r>
    </w:p>
    <w:p w:rsidR="00B65DC9" w:rsidRDefault="00B65DC9" w:rsidP="00B65DC9">
      <w:r>
        <w:t>418.0237</w:t>
      </w:r>
      <w:r>
        <w:tab/>
        <w:t>1.266e-2</w:t>
      </w:r>
    </w:p>
    <w:p w:rsidR="00B65DC9" w:rsidRDefault="00B65DC9" w:rsidP="00B65DC9">
      <w:r>
        <w:t>418.0264</w:t>
      </w:r>
      <w:r>
        <w:tab/>
        <w:t>3.038e0</w:t>
      </w:r>
    </w:p>
    <w:p w:rsidR="00B65DC9" w:rsidRDefault="00B65DC9" w:rsidP="00B65DC9">
      <w:r>
        <w:t>418.0374</w:t>
      </w:r>
      <w:r>
        <w:tab/>
        <w:t>1.013e0</w:t>
      </w:r>
    </w:p>
    <w:p w:rsidR="00B65DC9" w:rsidRDefault="00B65DC9" w:rsidP="00B65DC9">
      <w:r>
        <w:t>418.0406</w:t>
      </w:r>
      <w:r>
        <w:tab/>
        <w:t>1.013e0</w:t>
      </w:r>
    </w:p>
    <w:p w:rsidR="00B65DC9" w:rsidRDefault="00B65DC9" w:rsidP="00B65DC9">
      <w:r>
        <w:t>418.0899</w:t>
      </w:r>
      <w:r>
        <w:tab/>
        <w:t>1.013e0</w:t>
      </w:r>
    </w:p>
    <w:p w:rsidR="00B65DC9" w:rsidRDefault="00B65DC9" w:rsidP="00B65DC9">
      <w:r>
        <w:t>418.0979</w:t>
      </w:r>
      <w:r>
        <w:tab/>
        <w:t>3.038e0</w:t>
      </w:r>
    </w:p>
    <w:p w:rsidR="00B65DC9" w:rsidRDefault="00B65DC9" w:rsidP="00B65DC9">
      <w:r>
        <w:t>418.2197</w:t>
      </w:r>
      <w:r>
        <w:tab/>
        <w:t>2.025e0</w:t>
      </w:r>
    </w:p>
    <w:p w:rsidR="00B65DC9" w:rsidRDefault="00B65DC9" w:rsidP="00B65DC9">
      <w:r>
        <w:lastRenderedPageBreak/>
        <w:t>418.2298</w:t>
      </w:r>
      <w:r>
        <w:tab/>
        <w:t>1.266e-2</w:t>
      </w:r>
    </w:p>
    <w:p w:rsidR="00B65DC9" w:rsidRDefault="00B65DC9" w:rsidP="00B65DC9">
      <w:r>
        <w:t>418.2939</w:t>
      </w:r>
      <w:r>
        <w:tab/>
        <w:t>2.025e0</w:t>
      </w:r>
    </w:p>
    <w:p w:rsidR="00B65DC9" w:rsidRDefault="00B65DC9" w:rsidP="00B65DC9">
      <w:r>
        <w:t>418.3072</w:t>
      </w:r>
      <w:r>
        <w:tab/>
        <w:t>2.025e0</w:t>
      </w:r>
    </w:p>
    <w:p w:rsidR="00B65DC9" w:rsidRDefault="00B65DC9" w:rsidP="00B65DC9">
      <w:r>
        <w:t>418.3218</w:t>
      </w:r>
      <w:r>
        <w:tab/>
        <w:t>2.025e0</w:t>
      </w:r>
    </w:p>
    <w:p w:rsidR="00B65DC9" w:rsidRDefault="00B65DC9" w:rsidP="00B65DC9">
      <w:r>
        <w:t>418.3276</w:t>
      </w:r>
      <w:r>
        <w:tab/>
        <w:t>3.038e0</w:t>
      </w:r>
    </w:p>
    <w:p w:rsidR="00B65DC9" w:rsidRDefault="00B65DC9" w:rsidP="00B65DC9">
      <w:r>
        <w:t>418.4434</w:t>
      </w:r>
      <w:r>
        <w:tab/>
        <w:t>1.013e0</w:t>
      </w:r>
    </w:p>
    <w:p w:rsidR="00B65DC9" w:rsidRDefault="00B65DC9" w:rsidP="00B65DC9">
      <w:r>
        <w:t>418.4805</w:t>
      </w:r>
      <w:r>
        <w:tab/>
        <w:t>1.025e0</w:t>
      </w:r>
    </w:p>
    <w:p w:rsidR="00B65DC9" w:rsidRDefault="00B65DC9" w:rsidP="00B65DC9">
      <w:r>
        <w:t>418.5116</w:t>
      </w:r>
      <w:r>
        <w:tab/>
        <w:t>2.025e0</w:t>
      </w:r>
    </w:p>
    <w:p w:rsidR="00B65DC9" w:rsidRDefault="00B65DC9" w:rsidP="00B65DC9">
      <w:r>
        <w:t>418.5761</w:t>
      </w:r>
      <w:r>
        <w:tab/>
        <w:t>1.013e0</w:t>
      </w:r>
    </w:p>
    <w:p w:rsidR="00B65DC9" w:rsidRDefault="00B65DC9" w:rsidP="00B65DC9">
      <w:r>
        <w:t>418.6436</w:t>
      </w:r>
      <w:r>
        <w:tab/>
        <w:t>2.025e0</w:t>
      </w:r>
    </w:p>
    <w:p w:rsidR="00B65DC9" w:rsidRDefault="00B65DC9" w:rsidP="00B65DC9">
      <w:r>
        <w:t>418.6719</w:t>
      </w:r>
      <w:r>
        <w:tab/>
        <w:t>1.013e0</w:t>
      </w:r>
    </w:p>
    <w:p w:rsidR="00B65DC9" w:rsidRDefault="00B65DC9" w:rsidP="00B65DC9">
      <w:r>
        <w:t>418.6790</w:t>
      </w:r>
      <w:r>
        <w:tab/>
        <w:t>1.013e0</w:t>
      </w:r>
    </w:p>
    <w:p w:rsidR="00B65DC9" w:rsidRDefault="00B65DC9" w:rsidP="00B65DC9">
      <w:r>
        <w:t>418.7093</w:t>
      </w:r>
      <w:r>
        <w:tab/>
        <w:t>1.013e0</w:t>
      </w:r>
    </w:p>
    <w:p w:rsidR="00B65DC9" w:rsidRDefault="00B65DC9" w:rsidP="00B65DC9">
      <w:r>
        <w:t>418.7535</w:t>
      </w:r>
      <w:r>
        <w:tab/>
        <w:t>1.013e0</w:t>
      </w:r>
    </w:p>
    <w:p w:rsidR="00B65DC9" w:rsidRDefault="00B65DC9" w:rsidP="00B65DC9">
      <w:r>
        <w:t>418.8193</w:t>
      </w:r>
      <w:r>
        <w:tab/>
        <w:t>1.266e-2</w:t>
      </w:r>
    </w:p>
    <w:p w:rsidR="00B65DC9" w:rsidRDefault="00B65DC9" w:rsidP="00B65DC9">
      <w:r>
        <w:t>418.8679</w:t>
      </w:r>
      <w:r>
        <w:tab/>
        <w:t>1.013e0</w:t>
      </w:r>
    </w:p>
    <w:p w:rsidR="00B65DC9" w:rsidRDefault="00B65DC9" w:rsidP="00B65DC9">
      <w:r>
        <w:t>418.9224</w:t>
      </w:r>
      <w:r>
        <w:tab/>
        <w:t>4.051e0</w:t>
      </w:r>
    </w:p>
    <w:p w:rsidR="00B65DC9" w:rsidRDefault="00B65DC9" w:rsidP="00B65DC9">
      <w:r>
        <w:t>418.9286</w:t>
      </w:r>
      <w:r>
        <w:tab/>
        <w:t>1.013e0</w:t>
      </w:r>
    </w:p>
    <w:p w:rsidR="00B65DC9" w:rsidRDefault="00B65DC9" w:rsidP="00B65DC9">
      <w:r>
        <w:t>418.9594</w:t>
      </w:r>
      <w:r>
        <w:tab/>
        <w:t>2.025e0</w:t>
      </w:r>
    </w:p>
    <w:p w:rsidR="00B65DC9" w:rsidRDefault="00B65DC9" w:rsidP="00B65DC9">
      <w:r>
        <w:lastRenderedPageBreak/>
        <w:t>419.0184</w:t>
      </w:r>
      <w:r>
        <w:tab/>
        <w:t>1.013e0</w:t>
      </w:r>
    </w:p>
    <w:p w:rsidR="00B65DC9" w:rsidRDefault="00B65DC9" w:rsidP="00B65DC9">
      <w:r>
        <w:t>419.0256</w:t>
      </w:r>
      <w:r>
        <w:tab/>
        <w:t>2.025e0</w:t>
      </w:r>
    </w:p>
    <w:p w:rsidR="00B65DC9" w:rsidRDefault="00B65DC9" w:rsidP="00B65DC9">
      <w:r>
        <w:t>419.0695</w:t>
      </w:r>
      <w:r>
        <w:tab/>
        <w:t>4.574e0</w:t>
      </w:r>
    </w:p>
    <w:p w:rsidR="00B65DC9" w:rsidRDefault="00B65DC9" w:rsidP="00B65DC9">
      <w:r>
        <w:t>419.1356</w:t>
      </w:r>
      <w:r>
        <w:tab/>
        <w:t>2.025e0</w:t>
      </w:r>
    </w:p>
    <w:p w:rsidR="00B65DC9" w:rsidRDefault="00B65DC9" w:rsidP="00B65DC9">
      <w:r>
        <w:t>419.1392</w:t>
      </w:r>
      <w:r>
        <w:tab/>
        <w:t>1.266e-2</w:t>
      </w:r>
    </w:p>
    <w:p w:rsidR="00B65DC9" w:rsidRDefault="00B65DC9" w:rsidP="00B65DC9">
      <w:r>
        <w:t>419.1644</w:t>
      </w:r>
      <w:r>
        <w:tab/>
        <w:t>3.038e0</w:t>
      </w:r>
    </w:p>
    <w:p w:rsidR="00B65DC9" w:rsidRDefault="00B65DC9" w:rsidP="00B65DC9">
      <w:r>
        <w:t>419.1677</w:t>
      </w:r>
      <w:r>
        <w:tab/>
        <w:t>3.038e0</w:t>
      </w:r>
    </w:p>
    <w:p w:rsidR="00B65DC9" w:rsidRDefault="00B65DC9" w:rsidP="00B65DC9">
      <w:r>
        <w:t>419.1771</w:t>
      </w:r>
      <w:r>
        <w:tab/>
        <w:t>1.025e0</w:t>
      </w:r>
    </w:p>
    <w:p w:rsidR="00B65DC9" w:rsidRDefault="00B65DC9" w:rsidP="00B65DC9">
      <w:r>
        <w:t>419.1955</w:t>
      </w:r>
      <w:r>
        <w:tab/>
        <w:t>1.013e0</w:t>
      </w:r>
    </w:p>
    <w:p w:rsidR="00B65DC9" w:rsidRDefault="00B65DC9" w:rsidP="00B65DC9">
      <w:r>
        <w:t>419.2324</w:t>
      </w:r>
      <w:r>
        <w:tab/>
        <w:t>2.025e0</w:t>
      </w:r>
    </w:p>
    <w:p w:rsidR="00B65DC9" w:rsidRDefault="00B65DC9" w:rsidP="00B65DC9">
      <w:r>
        <w:t>419.2534</w:t>
      </w:r>
      <w:r>
        <w:tab/>
        <w:t>1.025e0</w:t>
      </w:r>
    </w:p>
    <w:p w:rsidR="00B65DC9" w:rsidRDefault="00B65DC9" w:rsidP="00B65DC9">
      <w:r>
        <w:t>419.3192</w:t>
      </w:r>
      <w:r>
        <w:tab/>
        <w:t>8.385e0</w:t>
      </w:r>
    </w:p>
    <w:p w:rsidR="00B65DC9" w:rsidRDefault="00B65DC9" w:rsidP="00B65DC9">
      <w:r>
        <w:t>419.3210</w:t>
      </w:r>
      <w:r>
        <w:tab/>
        <w:t>1.266e-2</w:t>
      </w:r>
    </w:p>
    <w:p w:rsidR="00B65DC9" w:rsidRDefault="00B65DC9" w:rsidP="00B65DC9">
      <w:r>
        <w:t>419.3308</w:t>
      </w:r>
      <w:r>
        <w:tab/>
        <w:t>1.038e0</w:t>
      </w:r>
    </w:p>
    <w:p w:rsidR="00B65DC9" w:rsidRDefault="00B65DC9" w:rsidP="00B65DC9">
      <w:r>
        <w:t>419.3430</w:t>
      </w:r>
      <w:r>
        <w:tab/>
        <w:t>1.013e0</w:t>
      </w:r>
    </w:p>
    <w:p w:rsidR="00B65DC9" w:rsidRDefault="00B65DC9" w:rsidP="00B65DC9">
      <w:r>
        <w:t>419.3582</w:t>
      </w:r>
      <w:r>
        <w:tab/>
        <w:t>2.025e0</w:t>
      </w:r>
    </w:p>
    <w:p w:rsidR="00B65DC9" w:rsidRDefault="00B65DC9" w:rsidP="00B65DC9">
      <w:r>
        <w:t>419.3782</w:t>
      </w:r>
      <w:r>
        <w:tab/>
        <w:t>2.025e0</w:t>
      </w:r>
    </w:p>
    <w:p w:rsidR="00B65DC9" w:rsidRDefault="00B65DC9" w:rsidP="00B65DC9">
      <w:r>
        <w:t>419.4396</w:t>
      </w:r>
      <w:r>
        <w:tab/>
        <w:t>1.266e-2</w:t>
      </w:r>
    </w:p>
    <w:p w:rsidR="00B65DC9" w:rsidRDefault="00B65DC9" w:rsidP="00B65DC9">
      <w:r>
        <w:t>419.5428</w:t>
      </w:r>
      <w:r>
        <w:tab/>
        <w:t>2.025e0</w:t>
      </w:r>
    </w:p>
    <w:p w:rsidR="00B65DC9" w:rsidRDefault="00B65DC9" w:rsidP="00B65DC9">
      <w:r>
        <w:lastRenderedPageBreak/>
        <w:t>419.5646</w:t>
      </w:r>
      <w:r>
        <w:tab/>
        <w:t>1.013e0</w:t>
      </w:r>
    </w:p>
    <w:p w:rsidR="00B65DC9" w:rsidRDefault="00B65DC9" w:rsidP="00B65DC9">
      <w:r>
        <w:t>419.6743</w:t>
      </w:r>
      <w:r>
        <w:tab/>
        <w:t>1.013e0</w:t>
      </w:r>
    </w:p>
    <w:p w:rsidR="00B65DC9" w:rsidRDefault="00B65DC9" w:rsidP="00B65DC9">
      <w:r>
        <w:t>419.7600</w:t>
      </w:r>
      <w:r>
        <w:tab/>
        <w:t>1.266e-2</w:t>
      </w:r>
    </w:p>
    <w:p w:rsidR="00B65DC9" w:rsidRDefault="00B65DC9" w:rsidP="00B65DC9">
      <w:r>
        <w:t>419.7814</w:t>
      </w:r>
      <w:r>
        <w:tab/>
        <w:t>1.266e-2</w:t>
      </w:r>
    </w:p>
    <w:p w:rsidR="00B65DC9" w:rsidRDefault="00B65DC9" w:rsidP="00B65DC9">
      <w:r>
        <w:t>419.8158</w:t>
      </w:r>
      <w:r>
        <w:tab/>
        <w:t>1.013e0</w:t>
      </w:r>
    </w:p>
    <w:p w:rsidR="00B65DC9" w:rsidRDefault="00B65DC9" w:rsidP="00B65DC9">
      <w:r>
        <w:t>419.8247</w:t>
      </w:r>
      <w:r>
        <w:tab/>
        <w:t>1.013e0</w:t>
      </w:r>
    </w:p>
    <w:p w:rsidR="00B65DC9" w:rsidRDefault="00B65DC9" w:rsidP="00B65DC9">
      <w:r>
        <w:t>419.9240</w:t>
      </w:r>
      <w:r>
        <w:tab/>
        <w:t>2.025e0</w:t>
      </w:r>
    </w:p>
    <w:p w:rsidR="00B65DC9" w:rsidRDefault="00B65DC9" w:rsidP="00B65DC9">
      <w:r>
        <w:t>419.9414</w:t>
      </w:r>
      <w:r>
        <w:tab/>
        <w:t>1.013e0</w:t>
      </w:r>
    </w:p>
    <w:p w:rsidR="00B65DC9" w:rsidRDefault="00B65DC9" w:rsidP="00B65DC9">
      <w:r>
        <w:t>419.9438</w:t>
      </w:r>
      <w:r>
        <w:tab/>
        <w:t>2.025e0</w:t>
      </w:r>
    </w:p>
    <w:p w:rsidR="00B65DC9" w:rsidRDefault="00B65DC9" w:rsidP="00B65DC9">
      <w:r>
        <w:t>419.9710</w:t>
      </w:r>
      <w:r>
        <w:tab/>
        <w:t>1.013e0</w:t>
      </w:r>
    </w:p>
    <w:p w:rsidR="00B65DC9" w:rsidRDefault="00B65DC9" w:rsidP="00B65DC9">
      <w:r>
        <w:t>419.9890</w:t>
      </w:r>
      <w:r>
        <w:tab/>
        <w:t>1.013e0</w:t>
      </w:r>
    </w:p>
    <w:p w:rsidR="00B65DC9" w:rsidRDefault="00B65DC9" w:rsidP="00B65DC9">
      <w:r>
        <w:t>420.0375</w:t>
      </w:r>
      <w:r>
        <w:tab/>
        <w:t>1.266e-2</w:t>
      </w:r>
    </w:p>
    <w:p w:rsidR="00B65DC9" w:rsidRDefault="00B65DC9" w:rsidP="00B65DC9">
      <w:r>
        <w:t>420.0674</w:t>
      </w:r>
      <w:r>
        <w:tab/>
        <w:t>1.013e0</w:t>
      </w:r>
    </w:p>
    <w:p w:rsidR="00B65DC9" w:rsidRDefault="00B65DC9" w:rsidP="00B65DC9">
      <w:r>
        <w:t>420.0844</w:t>
      </w:r>
      <w:r>
        <w:tab/>
        <w:t>2.025e0</w:t>
      </w:r>
    </w:p>
    <w:p w:rsidR="00B65DC9" w:rsidRDefault="00B65DC9" w:rsidP="00B65DC9">
      <w:r>
        <w:t>420.1095</w:t>
      </w:r>
      <w:r>
        <w:tab/>
        <w:t>1.266e-2</w:t>
      </w:r>
    </w:p>
    <w:p w:rsidR="00B65DC9" w:rsidRDefault="00B65DC9" w:rsidP="00B65DC9">
      <w:r>
        <w:t>420.1309</w:t>
      </w:r>
      <w:r>
        <w:tab/>
        <w:t>1.013e0</w:t>
      </w:r>
    </w:p>
    <w:p w:rsidR="00B65DC9" w:rsidRDefault="00B65DC9" w:rsidP="00B65DC9">
      <w:r>
        <w:t>420.1524</w:t>
      </w:r>
      <w:r>
        <w:tab/>
        <w:t>1.013e0</w:t>
      </w:r>
    </w:p>
    <w:p w:rsidR="00B65DC9" w:rsidRDefault="00B65DC9" w:rsidP="00B65DC9">
      <w:r>
        <w:t>420.1959</w:t>
      </w:r>
      <w:r>
        <w:tab/>
        <w:t>2.025e0</w:t>
      </w:r>
    </w:p>
    <w:p w:rsidR="00B65DC9" w:rsidRDefault="00B65DC9" w:rsidP="00B65DC9">
      <w:r>
        <w:t>420.2150</w:t>
      </w:r>
      <w:r>
        <w:tab/>
        <w:t>2.532e-2</w:t>
      </w:r>
    </w:p>
    <w:p w:rsidR="00B65DC9" w:rsidRDefault="00B65DC9" w:rsidP="00B65DC9">
      <w:r>
        <w:lastRenderedPageBreak/>
        <w:t>420.2738</w:t>
      </w:r>
      <w:r>
        <w:tab/>
        <w:t>1.013e0</w:t>
      </w:r>
    </w:p>
    <w:p w:rsidR="00B65DC9" w:rsidRDefault="00B65DC9" w:rsidP="00B65DC9">
      <w:r>
        <w:t>420.2816</w:t>
      </w:r>
      <w:r>
        <w:tab/>
        <w:t>1.013e0</w:t>
      </w:r>
    </w:p>
    <w:p w:rsidR="00B65DC9" w:rsidRDefault="00B65DC9" w:rsidP="00B65DC9">
      <w:r>
        <w:t>420.2844</w:t>
      </w:r>
      <w:r>
        <w:tab/>
        <w:t>3.038e0</w:t>
      </w:r>
    </w:p>
    <w:p w:rsidR="00B65DC9" w:rsidRDefault="00B65DC9" w:rsidP="00B65DC9">
      <w:r>
        <w:t>420.3001</w:t>
      </w:r>
      <w:r>
        <w:tab/>
        <w:t>2.025e0</w:t>
      </w:r>
    </w:p>
    <w:p w:rsidR="00B65DC9" w:rsidRDefault="00B65DC9" w:rsidP="00B65DC9">
      <w:r>
        <w:t>420.3379</w:t>
      </w:r>
      <w:r>
        <w:tab/>
        <w:t>1.013e0</w:t>
      </w:r>
    </w:p>
    <w:p w:rsidR="00B65DC9" w:rsidRDefault="00B65DC9" w:rsidP="00B65DC9">
      <w:r>
        <w:t>420.3399</w:t>
      </w:r>
      <w:r>
        <w:tab/>
        <w:t>2.025e0</w:t>
      </w:r>
    </w:p>
    <w:p w:rsidR="00B65DC9" w:rsidRDefault="00B65DC9" w:rsidP="00B65DC9">
      <w:r>
        <w:t>420.3617</w:t>
      </w:r>
      <w:r>
        <w:tab/>
        <w:t>4.063e0</w:t>
      </w:r>
    </w:p>
    <w:p w:rsidR="00B65DC9" w:rsidRDefault="00B65DC9" w:rsidP="00B65DC9">
      <w:r>
        <w:t>420.4073</w:t>
      </w:r>
      <w:r>
        <w:tab/>
        <w:t>1.266e-2</w:t>
      </w:r>
    </w:p>
    <w:p w:rsidR="00B65DC9" w:rsidRDefault="00B65DC9" w:rsidP="00B65DC9">
      <w:r>
        <w:t>420.4591</w:t>
      </w:r>
      <w:r>
        <w:tab/>
        <w:t>1.013e0</w:t>
      </w:r>
    </w:p>
    <w:p w:rsidR="00B65DC9" w:rsidRDefault="00B65DC9" w:rsidP="00B65DC9">
      <w:r>
        <w:t>420.5884</w:t>
      </w:r>
      <w:r>
        <w:tab/>
        <w:t>1.266e-2</w:t>
      </w:r>
    </w:p>
    <w:p w:rsidR="00B65DC9" w:rsidRDefault="00B65DC9" w:rsidP="00B65DC9">
      <w:r>
        <w:t>420.6590</w:t>
      </w:r>
      <w:r>
        <w:tab/>
        <w:t>1.266e-2</w:t>
      </w:r>
    </w:p>
    <w:p w:rsidR="00B65DC9" w:rsidRDefault="00B65DC9" w:rsidP="00B65DC9">
      <w:r>
        <w:t>420.6743</w:t>
      </w:r>
      <w:r>
        <w:tab/>
        <w:t>1.013e0</w:t>
      </w:r>
    </w:p>
    <w:p w:rsidR="00B65DC9" w:rsidRDefault="00B65DC9" w:rsidP="00B65DC9">
      <w:r>
        <w:t>420.6877</w:t>
      </w:r>
      <w:r>
        <w:tab/>
        <w:t>1.266e-2</w:t>
      </w:r>
    </w:p>
    <w:p w:rsidR="00B65DC9" w:rsidRDefault="00B65DC9" w:rsidP="00B65DC9">
      <w:r>
        <w:t>420.7431</w:t>
      </w:r>
      <w:r>
        <w:tab/>
        <w:t>4.051e0</w:t>
      </w:r>
    </w:p>
    <w:p w:rsidR="00B65DC9" w:rsidRDefault="00B65DC9" w:rsidP="00B65DC9">
      <w:r>
        <w:t>420.7954</w:t>
      </w:r>
      <w:r>
        <w:tab/>
        <w:t>1.013e0</w:t>
      </w:r>
    </w:p>
    <w:p w:rsidR="00B65DC9" w:rsidRDefault="00B65DC9" w:rsidP="00B65DC9">
      <w:r>
        <w:t>420.8557</w:t>
      </w:r>
      <w:r>
        <w:tab/>
        <w:t>2.025e0</w:t>
      </w:r>
    </w:p>
    <w:p w:rsidR="00B65DC9" w:rsidRDefault="00B65DC9" w:rsidP="00B65DC9">
      <w:r>
        <w:t>420.9198</w:t>
      </w:r>
      <w:r>
        <w:tab/>
        <w:t>1.266e-2</w:t>
      </w:r>
    </w:p>
    <w:p w:rsidR="00B65DC9" w:rsidRDefault="00B65DC9" w:rsidP="00B65DC9">
      <w:r>
        <w:t>420.9339</w:t>
      </w:r>
      <w:r>
        <w:tab/>
        <w:t>3.038e0</w:t>
      </w:r>
    </w:p>
    <w:p w:rsidR="00B65DC9" w:rsidRDefault="00B65DC9" w:rsidP="00B65DC9">
      <w:r>
        <w:t>420.9700</w:t>
      </w:r>
      <w:r>
        <w:tab/>
        <w:t>1.013e0</w:t>
      </w:r>
    </w:p>
    <w:p w:rsidR="00B65DC9" w:rsidRDefault="00B65DC9" w:rsidP="00B65DC9">
      <w:r>
        <w:lastRenderedPageBreak/>
        <w:t>420.9826</w:t>
      </w:r>
      <w:r>
        <w:tab/>
        <w:t>3.038e0</w:t>
      </w:r>
    </w:p>
    <w:p w:rsidR="00B65DC9" w:rsidRDefault="00B65DC9" w:rsidP="00B65DC9">
      <w:r>
        <w:t>421.0064</w:t>
      </w:r>
      <w:r>
        <w:tab/>
        <w:t>3.038e0</w:t>
      </w:r>
    </w:p>
    <w:p w:rsidR="00B65DC9" w:rsidRDefault="00B65DC9" w:rsidP="00B65DC9">
      <w:r>
        <w:t>421.0446</w:t>
      </w:r>
      <w:r>
        <w:tab/>
        <w:t>1.013e0</w:t>
      </w:r>
    </w:p>
    <w:p w:rsidR="00B65DC9" w:rsidRDefault="00B65DC9" w:rsidP="00B65DC9">
      <w:r>
        <w:t>421.0472</w:t>
      </w:r>
      <w:r>
        <w:tab/>
        <w:t>2.025e0</w:t>
      </w:r>
    </w:p>
    <w:p w:rsidR="00B65DC9" w:rsidRDefault="00B65DC9" w:rsidP="00B65DC9">
      <w:r>
        <w:t>421.0893</w:t>
      </w:r>
      <w:r>
        <w:tab/>
        <w:t>4.051e0</w:t>
      </w:r>
    </w:p>
    <w:p w:rsidR="00B65DC9" w:rsidRDefault="00B65DC9" w:rsidP="00B65DC9">
      <w:r>
        <w:t>421.1128</w:t>
      </w:r>
      <w:r>
        <w:tab/>
        <w:t>3.038e0</w:t>
      </w:r>
    </w:p>
    <w:p w:rsidR="00B65DC9" w:rsidRDefault="00B65DC9" w:rsidP="00B65DC9">
      <w:r>
        <w:t>421.1273</w:t>
      </w:r>
      <w:r>
        <w:tab/>
        <w:t>1.013e0</w:t>
      </w:r>
    </w:p>
    <w:p w:rsidR="00B65DC9" w:rsidRDefault="00B65DC9" w:rsidP="00B65DC9">
      <w:r>
        <w:t>421.1445</w:t>
      </w:r>
      <w:r>
        <w:tab/>
        <w:t>1.266e-2</w:t>
      </w:r>
    </w:p>
    <w:p w:rsidR="00B65DC9" w:rsidRDefault="00B65DC9" w:rsidP="00B65DC9">
      <w:r>
        <w:t>421.1701</w:t>
      </w:r>
      <w:r>
        <w:tab/>
        <w:t>1.025e0</w:t>
      </w:r>
    </w:p>
    <w:p w:rsidR="00B65DC9" w:rsidRDefault="00B65DC9" w:rsidP="00B65DC9">
      <w:r>
        <w:t>421.2113</w:t>
      </w:r>
      <w:r>
        <w:tab/>
        <w:t>6.076e0</w:t>
      </w:r>
    </w:p>
    <w:p w:rsidR="00B65DC9" w:rsidRDefault="00B65DC9" w:rsidP="00B65DC9">
      <w:r>
        <w:t>421.2159</w:t>
      </w:r>
      <w:r>
        <w:tab/>
        <w:t>2.025e0</w:t>
      </w:r>
    </w:p>
    <w:p w:rsidR="00B65DC9" w:rsidRDefault="00B65DC9" w:rsidP="00B65DC9">
      <w:r>
        <w:t>421.2266</w:t>
      </w:r>
      <w:r>
        <w:tab/>
        <w:t>1.013e0</w:t>
      </w:r>
    </w:p>
    <w:p w:rsidR="00B65DC9" w:rsidRDefault="00B65DC9" w:rsidP="00B65DC9">
      <w:r>
        <w:t>421.2561</w:t>
      </w:r>
      <w:r>
        <w:tab/>
        <w:t>2.532e-2</w:t>
      </w:r>
    </w:p>
    <w:p w:rsidR="00B65DC9" w:rsidRDefault="00B65DC9" w:rsidP="00B65DC9">
      <w:r>
        <w:t>421.3035</w:t>
      </w:r>
      <w:r>
        <w:tab/>
        <w:t>1.025e0</w:t>
      </w:r>
    </w:p>
    <w:p w:rsidR="00B65DC9" w:rsidRDefault="00B65DC9" w:rsidP="00B65DC9">
      <w:r>
        <w:t>421.3174</w:t>
      </w:r>
      <w:r>
        <w:tab/>
        <w:t>4.051e0</w:t>
      </w:r>
    </w:p>
    <w:p w:rsidR="00B65DC9" w:rsidRDefault="00B65DC9" w:rsidP="00B65DC9">
      <w:r>
        <w:t>421.3362</w:t>
      </w:r>
      <w:r>
        <w:tab/>
        <w:t>2.532e-2</w:t>
      </w:r>
    </w:p>
    <w:p w:rsidR="00B65DC9" w:rsidRDefault="00B65DC9" w:rsidP="00B65DC9">
      <w:r>
        <w:t>421.3731</w:t>
      </w:r>
      <w:r>
        <w:tab/>
        <w:t>1.266e-2</w:t>
      </w:r>
    </w:p>
    <w:p w:rsidR="00B65DC9" w:rsidRDefault="00B65DC9" w:rsidP="00B65DC9">
      <w:r>
        <w:t>421.3856</w:t>
      </w:r>
      <w:r>
        <w:tab/>
        <w:t>1.266e-2</w:t>
      </w:r>
    </w:p>
    <w:p w:rsidR="00B65DC9" w:rsidRDefault="00B65DC9" w:rsidP="00B65DC9">
      <w:r>
        <w:t>421.5551</w:t>
      </w:r>
      <w:r>
        <w:tab/>
        <w:t>1.013e0</w:t>
      </w:r>
    </w:p>
    <w:p w:rsidR="00B65DC9" w:rsidRDefault="00B65DC9" w:rsidP="00B65DC9">
      <w:r>
        <w:lastRenderedPageBreak/>
        <w:t>421.5978</w:t>
      </w:r>
      <w:r>
        <w:tab/>
        <w:t>1.013e0</w:t>
      </w:r>
    </w:p>
    <w:p w:rsidR="00B65DC9" w:rsidRDefault="00B65DC9" w:rsidP="00B65DC9">
      <w:r>
        <w:t>421.6891</w:t>
      </w:r>
      <w:r>
        <w:tab/>
        <w:t>1.013e0</w:t>
      </w:r>
    </w:p>
    <w:p w:rsidR="00B65DC9" w:rsidRDefault="00B65DC9" w:rsidP="00B65DC9">
      <w:r>
        <w:t>421.6912</w:t>
      </w:r>
      <w:r>
        <w:tab/>
        <w:t>2.025e0</w:t>
      </w:r>
    </w:p>
    <w:p w:rsidR="00B65DC9" w:rsidRDefault="00B65DC9" w:rsidP="00B65DC9">
      <w:r>
        <w:t>421.7263</w:t>
      </w:r>
      <w:r>
        <w:tab/>
        <w:t>1.013e0</w:t>
      </w:r>
    </w:p>
    <w:p w:rsidR="00B65DC9" w:rsidRDefault="00B65DC9" w:rsidP="00B65DC9">
      <w:r>
        <w:t>421.7891</w:t>
      </w:r>
      <w:r>
        <w:tab/>
        <w:t>2.532e-2</w:t>
      </w:r>
    </w:p>
    <w:p w:rsidR="00B65DC9" w:rsidRDefault="00B65DC9" w:rsidP="00B65DC9">
      <w:r>
        <w:t>421.8442</w:t>
      </w:r>
      <w:r>
        <w:tab/>
        <w:t>1.013e0</w:t>
      </w:r>
    </w:p>
    <w:p w:rsidR="00B65DC9" w:rsidRDefault="00B65DC9" w:rsidP="00B65DC9">
      <w:r>
        <w:t>421.9508</w:t>
      </w:r>
      <w:r>
        <w:tab/>
        <w:t>2.038e0</w:t>
      </w:r>
    </w:p>
    <w:p w:rsidR="00B65DC9" w:rsidRDefault="00B65DC9" w:rsidP="00B65DC9">
      <w:r>
        <w:t>421.9641</w:t>
      </w:r>
      <w:r>
        <w:tab/>
        <w:t>3.038e0</w:t>
      </w:r>
    </w:p>
    <w:p w:rsidR="00B65DC9" w:rsidRDefault="00B65DC9" w:rsidP="00B65DC9">
      <w:r>
        <w:t>422.0031</w:t>
      </w:r>
      <w:r>
        <w:tab/>
        <w:t>2.025e0</w:t>
      </w:r>
    </w:p>
    <w:p w:rsidR="00B65DC9" w:rsidRDefault="00B65DC9" w:rsidP="00B65DC9">
      <w:r>
        <w:t>422.0418</w:t>
      </w:r>
      <w:r>
        <w:tab/>
        <w:t>3.038e0</w:t>
      </w:r>
    </w:p>
    <w:p w:rsidR="00B65DC9" w:rsidRDefault="00B65DC9" w:rsidP="00B65DC9">
      <w:r>
        <w:t>422.0583</w:t>
      </w:r>
      <w:r>
        <w:tab/>
        <w:t>2.025e0</w:t>
      </w:r>
    </w:p>
    <w:p w:rsidR="00B65DC9" w:rsidRDefault="00B65DC9" w:rsidP="00B65DC9">
      <w:r>
        <w:t>422.0706</w:t>
      </w:r>
      <w:r>
        <w:tab/>
        <w:t>2.532e-2</w:t>
      </w:r>
    </w:p>
    <w:p w:rsidR="00B65DC9" w:rsidRDefault="00B65DC9" w:rsidP="00B65DC9">
      <w:r>
        <w:t>422.0848</w:t>
      </w:r>
      <w:r>
        <w:tab/>
        <w:t>3.038e0</w:t>
      </w:r>
    </w:p>
    <w:p w:rsidR="00B65DC9" w:rsidRDefault="00B65DC9" w:rsidP="00B65DC9">
      <w:r>
        <w:t>422.1417</w:t>
      </w:r>
      <w:r>
        <w:tab/>
        <w:t>3.798e-2</w:t>
      </w:r>
    </w:p>
    <w:p w:rsidR="00B65DC9" w:rsidRDefault="00B65DC9" w:rsidP="00B65DC9">
      <w:r>
        <w:t>422.1717</w:t>
      </w:r>
      <w:r>
        <w:tab/>
        <w:t>1.013e0</w:t>
      </w:r>
    </w:p>
    <w:p w:rsidR="00B65DC9" w:rsidRDefault="00B65DC9" w:rsidP="00B65DC9">
      <w:r>
        <w:t>422.1823</w:t>
      </w:r>
      <w:r>
        <w:tab/>
        <w:t>3.798e-2</w:t>
      </w:r>
    </w:p>
    <w:p w:rsidR="00B65DC9" w:rsidRDefault="00B65DC9" w:rsidP="00B65DC9">
      <w:r>
        <w:t>422.2040</w:t>
      </w:r>
      <w:r>
        <w:tab/>
        <w:t>2.025e0</w:t>
      </w:r>
    </w:p>
    <w:p w:rsidR="00B65DC9" w:rsidRDefault="00B65DC9" w:rsidP="00B65DC9">
      <w:r>
        <w:t>422.2534</w:t>
      </w:r>
      <w:r>
        <w:tab/>
        <w:t>1.013e0</w:t>
      </w:r>
    </w:p>
    <w:p w:rsidR="00B65DC9" w:rsidRDefault="00B65DC9" w:rsidP="00B65DC9">
      <w:r>
        <w:t>422.2832</w:t>
      </w:r>
      <w:r>
        <w:tab/>
        <w:t>1.013e0</w:t>
      </w:r>
    </w:p>
    <w:p w:rsidR="00B65DC9" w:rsidRDefault="00B65DC9" w:rsidP="00B65DC9">
      <w:r>
        <w:lastRenderedPageBreak/>
        <w:t>422.2977</w:t>
      </w:r>
      <w:r>
        <w:tab/>
        <w:t>1.013e0</w:t>
      </w:r>
    </w:p>
    <w:p w:rsidR="00B65DC9" w:rsidRDefault="00B65DC9" w:rsidP="00B65DC9">
      <w:r>
        <w:t>422.3039</w:t>
      </w:r>
      <w:r>
        <w:tab/>
        <w:t>2.025e0</w:t>
      </w:r>
    </w:p>
    <w:p w:rsidR="00B65DC9" w:rsidRDefault="00B65DC9" w:rsidP="00B65DC9">
      <w:r>
        <w:t>422.3190</w:t>
      </w:r>
      <w:r>
        <w:tab/>
        <w:t>2.532e-2</w:t>
      </w:r>
    </w:p>
    <w:p w:rsidR="00B65DC9" w:rsidRDefault="00B65DC9" w:rsidP="00B65DC9">
      <w:r>
        <w:t>422.3731</w:t>
      </w:r>
      <w:r>
        <w:tab/>
        <w:t>2.532e-2</w:t>
      </w:r>
    </w:p>
    <w:p w:rsidR="00B65DC9" w:rsidRDefault="00B65DC9" w:rsidP="00B65DC9">
      <w:r>
        <w:t>422.3752</w:t>
      </w:r>
      <w:r>
        <w:tab/>
        <w:t>2.025e0</w:t>
      </w:r>
    </w:p>
    <w:p w:rsidR="00B65DC9" w:rsidRDefault="00B65DC9" w:rsidP="00B65DC9">
      <w:r>
        <w:t>422.3791</w:t>
      </w:r>
      <w:r>
        <w:tab/>
        <w:t>2.532e-2</w:t>
      </w:r>
    </w:p>
    <w:p w:rsidR="00B65DC9" w:rsidRDefault="00B65DC9" w:rsidP="00B65DC9">
      <w:r>
        <w:t>422.4168</w:t>
      </w:r>
      <w:r>
        <w:tab/>
        <w:t>1.013e0</w:t>
      </w:r>
    </w:p>
    <w:p w:rsidR="00B65DC9" w:rsidRDefault="00B65DC9" w:rsidP="00B65DC9">
      <w:r>
        <w:t>422.4225</w:t>
      </w:r>
      <w:r>
        <w:tab/>
        <w:t>1.013e0</w:t>
      </w:r>
    </w:p>
    <w:p w:rsidR="00B65DC9" w:rsidRDefault="00B65DC9" w:rsidP="00B65DC9">
      <w:r>
        <w:t>422.4912</w:t>
      </w:r>
      <w:r>
        <w:tab/>
        <w:t>1.013e0</w:t>
      </w:r>
    </w:p>
    <w:p w:rsidR="00B65DC9" w:rsidRDefault="00B65DC9" w:rsidP="00B65DC9">
      <w:r>
        <w:t>422.5121</w:t>
      </w:r>
      <w:r>
        <w:tab/>
        <w:t>1.025e0</w:t>
      </w:r>
    </w:p>
    <w:p w:rsidR="00B65DC9" w:rsidRDefault="00B65DC9" w:rsidP="00B65DC9">
      <w:r>
        <w:t>422.6119</w:t>
      </w:r>
      <w:r>
        <w:tab/>
        <w:t>1.013e0</w:t>
      </w:r>
    </w:p>
    <w:p w:rsidR="00B65DC9" w:rsidRDefault="00B65DC9" w:rsidP="00B65DC9">
      <w:r>
        <w:t>422.6547</w:t>
      </w:r>
      <w:r>
        <w:tab/>
        <w:t>1.013e0</w:t>
      </w:r>
    </w:p>
    <w:p w:rsidR="00B65DC9" w:rsidRDefault="00B65DC9" w:rsidP="00B65DC9">
      <w:r>
        <w:t>422.6726</w:t>
      </w:r>
      <w:r>
        <w:tab/>
        <w:t>1.013e0</w:t>
      </w:r>
    </w:p>
    <w:p w:rsidR="00B65DC9" w:rsidRDefault="00B65DC9" w:rsidP="00B65DC9">
      <w:r>
        <w:t>422.6993</w:t>
      </w:r>
      <w:r>
        <w:tab/>
        <w:t>1.013e0</w:t>
      </w:r>
    </w:p>
    <w:p w:rsidR="00B65DC9" w:rsidRDefault="00B65DC9" w:rsidP="00B65DC9">
      <w:r>
        <w:t>422.7332</w:t>
      </w:r>
      <w:r>
        <w:tab/>
        <w:t>1.266e-2</w:t>
      </w:r>
    </w:p>
    <w:p w:rsidR="00B65DC9" w:rsidRDefault="00B65DC9" w:rsidP="00B65DC9">
      <w:r>
        <w:t>422.7761</w:t>
      </w:r>
      <w:r>
        <w:tab/>
        <w:t>1.013e0</w:t>
      </w:r>
    </w:p>
    <w:p w:rsidR="00B65DC9" w:rsidRDefault="00B65DC9" w:rsidP="00B65DC9">
      <w:r>
        <w:t>422.7891</w:t>
      </w:r>
      <w:r>
        <w:tab/>
        <w:t>1.013e0</w:t>
      </w:r>
    </w:p>
    <w:p w:rsidR="00B65DC9" w:rsidRDefault="00B65DC9" w:rsidP="00B65DC9">
      <w:r>
        <w:t>422.7938</w:t>
      </w:r>
      <w:r>
        <w:tab/>
        <w:t>1.013e0</w:t>
      </w:r>
    </w:p>
    <w:p w:rsidR="00B65DC9" w:rsidRDefault="00B65DC9" w:rsidP="00B65DC9">
      <w:r>
        <w:t>422.8109</w:t>
      </w:r>
      <w:r>
        <w:tab/>
        <w:t>1.013e0</w:t>
      </w:r>
    </w:p>
    <w:p w:rsidR="00B65DC9" w:rsidRDefault="00B65DC9" w:rsidP="00B65DC9">
      <w:r>
        <w:lastRenderedPageBreak/>
        <w:t>422.8582</w:t>
      </w:r>
      <w:r>
        <w:tab/>
        <w:t>1.013e0</w:t>
      </w:r>
    </w:p>
    <w:p w:rsidR="00B65DC9" w:rsidRDefault="00B65DC9" w:rsidP="00B65DC9">
      <w:r>
        <w:t>422.9150</w:t>
      </w:r>
      <w:r>
        <w:tab/>
        <w:t>1.013e0</w:t>
      </w:r>
    </w:p>
    <w:p w:rsidR="00B65DC9" w:rsidRDefault="00B65DC9" w:rsidP="00B65DC9">
      <w:r>
        <w:t>422.9597</w:t>
      </w:r>
      <w:r>
        <w:tab/>
        <w:t>3.038e0</w:t>
      </w:r>
    </w:p>
    <w:p w:rsidR="00B65DC9" w:rsidRDefault="00B65DC9" w:rsidP="00B65DC9">
      <w:r>
        <w:t>422.9618</w:t>
      </w:r>
      <w:r>
        <w:tab/>
        <w:t>1.013e0</w:t>
      </w:r>
    </w:p>
    <w:p w:rsidR="00B65DC9" w:rsidRDefault="00B65DC9" w:rsidP="00B65DC9">
      <w:r>
        <w:t>422.9837</w:t>
      </w:r>
      <w:r>
        <w:tab/>
        <w:t>1.013e0</w:t>
      </w:r>
    </w:p>
    <w:p w:rsidR="00B65DC9" w:rsidRDefault="00B65DC9" w:rsidP="00B65DC9">
      <w:r>
        <w:t>422.9894</w:t>
      </w:r>
      <w:r>
        <w:tab/>
        <w:t>1.013e0</w:t>
      </w:r>
    </w:p>
    <w:p w:rsidR="00B65DC9" w:rsidRDefault="00B65DC9" w:rsidP="00B65DC9">
      <w:r>
        <w:t>423.0583</w:t>
      </w:r>
      <w:r>
        <w:tab/>
        <w:t>2.025e0</w:t>
      </w:r>
    </w:p>
    <w:p w:rsidR="00B65DC9" w:rsidRDefault="00B65DC9" w:rsidP="00B65DC9">
      <w:r>
        <w:t>423.0673</w:t>
      </w:r>
      <w:r>
        <w:tab/>
        <w:t>2.025e0</w:t>
      </w:r>
    </w:p>
    <w:p w:rsidR="00B65DC9" w:rsidRDefault="00B65DC9" w:rsidP="00B65DC9">
      <w:r>
        <w:t>423.0845</w:t>
      </w:r>
      <w:r>
        <w:tab/>
        <w:t>2.025e0</w:t>
      </w:r>
    </w:p>
    <w:p w:rsidR="00B65DC9" w:rsidRDefault="00B65DC9" w:rsidP="00B65DC9">
      <w:r>
        <w:t>423.0938</w:t>
      </w:r>
      <w:r>
        <w:tab/>
        <w:t>2.025e0</w:t>
      </w:r>
    </w:p>
    <w:p w:rsidR="00B65DC9" w:rsidRDefault="00B65DC9" w:rsidP="00B65DC9">
      <w:r>
        <w:t>423.0961</w:t>
      </w:r>
      <w:r>
        <w:tab/>
        <w:t>2.025e0</w:t>
      </w:r>
    </w:p>
    <w:p w:rsidR="00B65DC9" w:rsidRDefault="00B65DC9" w:rsidP="00B65DC9">
      <w:r>
        <w:t>423.1437</w:t>
      </w:r>
      <w:r>
        <w:tab/>
        <w:t>1.013e0</w:t>
      </w:r>
    </w:p>
    <w:p w:rsidR="00B65DC9" w:rsidRDefault="00B65DC9" w:rsidP="00B65DC9">
      <w:r>
        <w:t>423.1537</w:t>
      </w:r>
      <w:r>
        <w:tab/>
        <w:t>1.266e-2</w:t>
      </w:r>
    </w:p>
    <w:p w:rsidR="00B65DC9" w:rsidRDefault="00B65DC9" w:rsidP="00B65DC9">
      <w:r>
        <w:t>423.1566</w:t>
      </w:r>
      <w:r>
        <w:tab/>
        <w:t>2.025e0</w:t>
      </w:r>
    </w:p>
    <w:p w:rsidR="00B65DC9" w:rsidRDefault="00B65DC9" w:rsidP="00B65DC9">
      <w:r>
        <w:t>423.1754</w:t>
      </w:r>
      <w:r>
        <w:tab/>
        <w:t>1.013e0</w:t>
      </w:r>
    </w:p>
    <w:p w:rsidR="00B65DC9" w:rsidRDefault="00B65DC9" w:rsidP="00B65DC9">
      <w:r>
        <w:t>423.1956</w:t>
      </w:r>
      <w:r>
        <w:tab/>
        <w:t>2.025e0</w:t>
      </w:r>
    </w:p>
    <w:p w:rsidR="00B65DC9" w:rsidRDefault="00B65DC9" w:rsidP="00B65DC9">
      <w:r>
        <w:t>423.2046</w:t>
      </w:r>
      <w:r>
        <w:tab/>
        <w:t>1.013e0</w:t>
      </w:r>
    </w:p>
    <w:p w:rsidR="00B65DC9" w:rsidRDefault="00B65DC9" w:rsidP="00B65DC9">
      <w:r>
        <w:t>423.2500</w:t>
      </w:r>
      <w:r>
        <w:tab/>
        <w:t>2.025e0</w:t>
      </w:r>
    </w:p>
    <w:p w:rsidR="00B65DC9" w:rsidRDefault="00B65DC9" w:rsidP="00B65DC9">
      <w:r>
        <w:t>423.2722</w:t>
      </w:r>
      <w:r>
        <w:tab/>
        <w:t>3.038e0</w:t>
      </w:r>
    </w:p>
    <w:p w:rsidR="00B65DC9" w:rsidRDefault="00B65DC9" w:rsidP="00B65DC9">
      <w:r>
        <w:lastRenderedPageBreak/>
        <w:t>423.2924</w:t>
      </w:r>
      <w:r>
        <w:tab/>
        <w:t>3.038e0</w:t>
      </w:r>
    </w:p>
    <w:p w:rsidR="00B65DC9" w:rsidRDefault="00B65DC9" w:rsidP="00B65DC9">
      <w:r>
        <w:t>423.2992</w:t>
      </w:r>
      <w:r>
        <w:tab/>
        <w:t>2.025e0</w:t>
      </w:r>
    </w:p>
    <w:p w:rsidR="00B65DC9" w:rsidRDefault="00B65DC9" w:rsidP="00B65DC9">
      <w:r>
        <w:t>423.3374</w:t>
      </w:r>
      <w:r>
        <w:tab/>
        <w:t>3.038e0</w:t>
      </w:r>
    </w:p>
    <w:p w:rsidR="00B65DC9" w:rsidRDefault="00B65DC9" w:rsidP="00B65DC9">
      <w:r>
        <w:t>423.3509</w:t>
      </w:r>
      <w:r>
        <w:tab/>
        <w:t>1.266e-2</w:t>
      </w:r>
    </w:p>
    <w:p w:rsidR="00B65DC9" w:rsidRDefault="00B65DC9" w:rsidP="00B65DC9">
      <w:r>
        <w:t>423.3765</w:t>
      </w:r>
      <w:r>
        <w:tab/>
        <w:t>1.266e-2</w:t>
      </w:r>
    </w:p>
    <w:p w:rsidR="00B65DC9" w:rsidRDefault="00B65DC9" w:rsidP="00B65DC9">
      <w:r>
        <w:t>423.4212</w:t>
      </w:r>
      <w:r>
        <w:tab/>
        <w:t>1.013e0</w:t>
      </w:r>
    </w:p>
    <w:p w:rsidR="00B65DC9" w:rsidRDefault="00B65DC9" w:rsidP="00B65DC9">
      <w:r>
        <w:t>423.4456</w:t>
      </w:r>
      <w:r>
        <w:tab/>
        <w:t>2.025e0</w:t>
      </w:r>
    </w:p>
    <w:p w:rsidR="00B65DC9" w:rsidRDefault="00B65DC9" w:rsidP="00B65DC9">
      <w:r>
        <w:t>423.4882</w:t>
      </w:r>
      <w:r>
        <w:tab/>
        <w:t>1.013e0</w:t>
      </w:r>
    </w:p>
    <w:p w:rsidR="00B65DC9" w:rsidRDefault="00B65DC9" w:rsidP="00B65DC9">
      <w:r>
        <w:t>423.5134</w:t>
      </w:r>
      <w:r>
        <w:tab/>
        <w:t>2.038e0</w:t>
      </w:r>
    </w:p>
    <w:p w:rsidR="00B65DC9" w:rsidRDefault="00B65DC9" w:rsidP="00B65DC9">
      <w:r>
        <w:t>423.5367</w:t>
      </w:r>
      <w:r>
        <w:tab/>
        <w:t>1.013e0</w:t>
      </w:r>
    </w:p>
    <w:p w:rsidR="00B65DC9" w:rsidRDefault="00B65DC9" w:rsidP="00B65DC9">
      <w:r>
        <w:t>423.5478</w:t>
      </w:r>
      <w:r>
        <w:tab/>
        <w:t>1.013e0</w:t>
      </w:r>
    </w:p>
    <w:p w:rsidR="00B65DC9" w:rsidRDefault="00B65DC9" w:rsidP="00B65DC9">
      <w:r>
        <w:t>423.6737</w:t>
      </w:r>
      <w:r>
        <w:tab/>
        <w:t>2.025e0</w:t>
      </w:r>
    </w:p>
    <w:p w:rsidR="00B65DC9" w:rsidRDefault="00B65DC9" w:rsidP="00B65DC9">
      <w:r>
        <w:t>423.6750</w:t>
      </w:r>
      <w:r>
        <w:tab/>
        <w:t>1.013e0</w:t>
      </w:r>
    </w:p>
    <w:p w:rsidR="00B65DC9" w:rsidRDefault="00B65DC9" w:rsidP="00B65DC9">
      <w:r>
        <w:t>423.7189</w:t>
      </w:r>
      <w:r>
        <w:tab/>
        <w:t>1.013e0</w:t>
      </w:r>
    </w:p>
    <w:p w:rsidR="00B65DC9" w:rsidRDefault="00B65DC9" w:rsidP="00B65DC9">
      <w:r>
        <w:t>423.7271</w:t>
      </w:r>
      <w:r>
        <w:tab/>
        <w:t>2.025e0</w:t>
      </w:r>
    </w:p>
    <w:p w:rsidR="00B65DC9" w:rsidRDefault="00B65DC9" w:rsidP="00B65DC9">
      <w:r>
        <w:t>423.7490</w:t>
      </w:r>
      <w:r>
        <w:tab/>
        <w:t>1.013e0</w:t>
      </w:r>
    </w:p>
    <w:p w:rsidR="00B65DC9" w:rsidRDefault="00B65DC9" w:rsidP="00B65DC9">
      <w:r>
        <w:t>423.7788</w:t>
      </w:r>
      <w:r>
        <w:tab/>
        <w:t>1.266e-2</w:t>
      </w:r>
    </w:p>
    <w:p w:rsidR="00B65DC9" w:rsidRDefault="00B65DC9" w:rsidP="00B65DC9">
      <w:r>
        <w:t>423.8070</w:t>
      </w:r>
      <w:r>
        <w:tab/>
        <w:t>3.038e0</w:t>
      </w:r>
    </w:p>
    <w:p w:rsidR="00B65DC9" w:rsidRDefault="00B65DC9" w:rsidP="00B65DC9">
      <w:r>
        <w:t>423.8474</w:t>
      </w:r>
      <w:r>
        <w:tab/>
        <w:t>1.013e0</w:t>
      </w:r>
    </w:p>
    <w:p w:rsidR="00B65DC9" w:rsidRDefault="00B65DC9" w:rsidP="00B65DC9">
      <w:r>
        <w:lastRenderedPageBreak/>
        <w:t>423.8837</w:t>
      </w:r>
      <w:r>
        <w:tab/>
        <w:t>1.013e0</w:t>
      </w:r>
    </w:p>
    <w:p w:rsidR="00B65DC9" w:rsidRDefault="00B65DC9" w:rsidP="00B65DC9">
      <w:r>
        <w:t>423.8906</w:t>
      </w:r>
      <w:r>
        <w:tab/>
        <w:t>1.013e0</w:t>
      </w:r>
    </w:p>
    <w:p w:rsidR="00B65DC9" w:rsidRDefault="00B65DC9" w:rsidP="00B65DC9">
      <w:r>
        <w:t>423.8980</w:t>
      </w:r>
      <w:r>
        <w:tab/>
        <w:t>1.013e0</w:t>
      </w:r>
    </w:p>
    <w:p w:rsidR="00B65DC9" w:rsidRDefault="00B65DC9" w:rsidP="00B65DC9">
      <w:r>
        <w:t>423.9473</w:t>
      </w:r>
      <w:r>
        <w:tab/>
        <w:t>1.013e0</w:t>
      </w:r>
    </w:p>
    <w:p w:rsidR="00B65DC9" w:rsidRDefault="00B65DC9" w:rsidP="00B65DC9">
      <w:r>
        <w:t>423.9586</w:t>
      </w:r>
      <w:r>
        <w:tab/>
        <w:t>2.532e-2</w:t>
      </w:r>
    </w:p>
    <w:p w:rsidR="00B65DC9" w:rsidRDefault="00B65DC9" w:rsidP="00B65DC9">
      <w:r>
        <w:t>423.9664</w:t>
      </w:r>
      <w:r>
        <w:tab/>
        <w:t>2.025e0</w:t>
      </w:r>
    </w:p>
    <w:p w:rsidR="00B65DC9" w:rsidRDefault="00B65DC9" w:rsidP="00B65DC9">
      <w:r>
        <w:t>424.0187</w:t>
      </w:r>
      <w:r>
        <w:tab/>
        <w:t>2.025e0</w:t>
      </w:r>
    </w:p>
    <w:p w:rsidR="00B65DC9" w:rsidRDefault="00B65DC9" w:rsidP="00B65DC9">
      <w:r>
        <w:t>424.0331</w:t>
      </w:r>
      <w:r>
        <w:tab/>
        <w:t>1.013e0</w:t>
      </w:r>
    </w:p>
    <w:p w:rsidR="00B65DC9" w:rsidRDefault="00B65DC9" w:rsidP="00B65DC9">
      <w:r>
        <w:t>424.0796</w:t>
      </w:r>
      <w:r>
        <w:tab/>
        <w:t>2.532e-2</w:t>
      </w:r>
    </w:p>
    <w:p w:rsidR="00B65DC9" w:rsidRDefault="00B65DC9" w:rsidP="00B65DC9">
      <w:r>
        <w:t>424.0994</w:t>
      </w:r>
      <w:r>
        <w:tab/>
        <w:t>1.266e-2</w:t>
      </w:r>
    </w:p>
    <w:p w:rsidR="00B65DC9" w:rsidRDefault="00B65DC9" w:rsidP="00B65DC9">
      <w:r>
        <w:t>424.1047</w:t>
      </w:r>
      <w:r>
        <w:tab/>
        <w:t>2.532e-2</w:t>
      </w:r>
    </w:p>
    <w:p w:rsidR="00B65DC9" w:rsidRDefault="00B65DC9" w:rsidP="00B65DC9">
      <w:r>
        <w:t>424.1084</w:t>
      </w:r>
      <w:r>
        <w:tab/>
        <w:t>3.038e0</w:t>
      </w:r>
    </w:p>
    <w:p w:rsidR="00B65DC9" w:rsidRDefault="00B65DC9" w:rsidP="00B65DC9">
      <w:r>
        <w:t>424.1271</w:t>
      </w:r>
      <w:r>
        <w:tab/>
        <w:t>3.038e0</w:t>
      </w:r>
    </w:p>
    <w:p w:rsidR="00B65DC9" w:rsidRDefault="00B65DC9" w:rsidP="00B65DC9">
      <w:r>
        <w:t>424.1331</w:t>
      </w:r>
      <w:r>
        <w:tab/>
        <w:t>1.013e0</w:t>
      </w:r>
    </w:p>
    <w:p w:rsidR="00B65DC9" w:rsidRDefault="00B65DC9" w:rsidP="00B65DC9">
      <w:r>
        <w:t>424.1555</w:t>
      </w:r>
      <w:r>
        <w:tab/>
        <w:t>2.025e0</w:t>
      </w:r>
    </w:p>
    <w:p w:rsidR="00B65DC9" w:rsidRDefault="00B65DC9" w:rsidP="00B65DC9">
      <w:r>
        <w:t>424.1596</w:t>
      </w:r>
      <w:r>
        <w:tab/>
        <w:t>1.013e0</w:t>
      </w:r>
    </w:p>
    <w:p w:rsidR="00B65DC9" w:rsidRDefault="00B65DC9" w:rsidP="00B65DC9">
      <w:r>
        <w:t>424.1665</w:t>
      </w:r>
      <w:r>
        <w:tab/>
        <w:t>1.266e-2</w:t>
      </w:r>
    </w:p>
    <w:p w:rsidR="00B65DC9" w:rsidRDefault="00B65DC9" w:rsidP="00B65DC9">
      <w:r>
        <w:t>424.2087</w:t>
      </w:r>
      <w:r>
        <w:tab/>
        <w:t>2.025e0</w:t>
      </w:r>
    </w:p>
    <w:p w:rsidR="00B65DC9" w:rsidRDefault="00B65DC9" w:rsidP="00B65DC9">
      <w:r>
        <w:t>424.2367</w:t>
      </w:r>
      <w:r>
        <w:tab/>
        <w:t>6.330e0</w:t>
      </w:r>
    </w:p>
    <w:p w:rsidR="00B65DC9" w:rsidRDefault="00B65DC9" w:rsidP="00B65DC9">
      <w:r>
        <w:lastRenderedPageBreak/>
        <w:t>424.2676</w:t>
      </w:r>
      <w:r>
        <w:tab/>
        <w:t>2.025e0</w:t>
      </w:r>
    </w:p>
    <w:p w:rsidR="00B65DC9" w:rsidRDefault="00B65DC9" w:rsidP="00B65DC9">
      <w:r>
        <w:t>424.3008</w:t>
      </w:r>
      <w:r>
        <w:tab/>
        <w:t>1.013e0</w:t>
      </w:r>
    </w:p>
    <w:p w:rsidR="00B65DC9" w:rsidRDefault="00B65DC9" w:rsidP="00B65DC9">
      <w:r>
        <w:t>424.3514</w:t>
      </w:r>
      <w:r>
        <w:tab/>
        <w:t>3.798e-2</w:t>
      </w:r>
    </w:p>
    <w:p w:rsidR="00B65DC9" w:rsidRDefault="00B65DC9" w:rsidP="00B65DC9">
      <w:r>
        <w:t>424.3589</w:t>
      </w:r>
      <w:r>
        <w:tab/>
        <w:t>1.076e0</w:t>
      </w:r>
    </w:p>
    <w:p w:rsidR="00B65DC9" w:rsidRDefault="00B65DC9" w:rsidP="00B65DC9">
      <w:r>
        <w:t>424.3865</w:t>
      </w:r>
      <w:r>
        <w:tab/>
        <w:t>3.798e-2</w:t>
      </w:r>
    </w:p>
    <w:p w:rsidR="00B65DC9" w:rsidRDefault="00B65DC9" w:rsidP="00B65DC9">
      <w:r>
        <w:t>424.4086</w:t>
      </w:r>
      <w:r>
        <w:tab/>
        <w:t>1.837e0</w:t>
      </w:r>
    </w:p>
    <w:p w:rsidR="00B65DC9" w:rsidRDefault="00B65DC9" w:rsidP="00B65DC9">
      <w:r>
        <w:t>424.4225</w:t>
      </w:r>
      <w:r>
        <w:tab/>
        <w:t>1.266e-2</w:t>
      </w:r>
    </w:p>
    <w:p w:rsidR="00B65DC9" w:rsidRDefault="00B65DC9" w:rsidP="00B65DC9">
      <w:r>
        <w:t>424.4439</w:t>
      </w:r>
      <w:r>
        <w:tab/>
        <w:t>1.266e-2</w:t>
      </w:r>
    </w:p>
    <w:p w:rsidR="00B65DC9" w:rsidRDefault="00B65DC9" w:rsidP="00B65DC9">
      <w:r>
        <w:t>424.4730</w:t>
      </w:r>
      <w:r>
        <w:tab/>
        <w:t>1.013e0</w:t>
      </w:r>
    </w:p>
    <w:p w:rsidR="00B65DC9" w:rsidRDefault="00B65DC9" w:rsidP="00B65DC9">
      <w:r>
        <w:t>424.5178</w:t>
      </w:r>
      <w:r>
        <w:tab/>
        <w:t>1.013e0</w:t>
      </w:r>
    </w:p>
    <w:p w:rsidR="00B65DC9" w:rsidRDefault="00B65DC9" w:rsidP="00B65DC9">
      <w:r>
        <w:t>424.5224</w:t>
      </w:r>
      <w:r>
        <w:tab/>
        <w:t>2.532e-2</w:t>
      </w:r>
    </w:p>
    <w:p w:rsidR="00B65DC9" w:rsidRDefault="00B65DC9" w:rsidP="00B65DC9">
      <w:r>
        <w:t>424.5322</w:t>
      </w:r>
      <w:r>
        <w:tab/>
        <w:t>1.013e0</w:t>
      </w:r>
    </w:p>
    <w:p w:rsidR="00B65DC9" w:rsidRDefault="00B65DC9" w:rsidP="00B65DC9">
      <w:r>
        <w:t>424.5695</w:t>
      </w:r>
      <w:r>
        <w:tab/>
        <w:t>1.013e0</w:t>
      </w:r>
    </w:p>
    <w:p w:rsidR="00B65DC9" w:rsidRDefault="00B65DC9" w:rsidP="00B65DC9">
      <w:r>
        <w:t>424.5769</w:t>
      </w:r>
      <w:r>
        <w:tab/>
        <w:t>1.013e0</w:t>
      </w:r>
    </w:p>
    <w:p w:rsidR="00B65DC9" w:rsidRDefault="00B65DC9" w:rsidP="00B65DC9">
      <w:r>
        <w:t>424.6851</w:t>
      </w:r>
      <w:r>
        <w:tab/>
        <w:t>2.025e0</w:t>
      </w:r>
    </w:p>
    <w:p w:rsidR="00B65DC9" w:rsidRDefault="00B65DC9" w:rsidP="00B65DC9">
      <w:r>
        <w:t>424.7631</w:t>
      </w:r>
      <w:r>
        <w:tab/>
        <w:t>1.025e0</w:t>
      </w:r>
    </w:p>
    <w:p w:rsidR="00B65DC9" w:rsidRDefault="00B65DC9" w:rsidP="00B65DC9">
      <w:r>
        <w:t>424.8011</w:t>
      </w:r>
      <w:r>
        <w:tab/>
        <w:t>3.038e0</w:t>
      </w:r>
    </w:p>
    <w:p w:rsidR="00B65DC9" w:rsidRDefault="00B65DC9" w:rsidP="00B65DC9">
      <w:r>
        <w:t>424.8087</w:t>
      </w:r>
      <w:r>
        <w:tab/>
        <w:t>2.025e0</w:t>
      </w:r>
    </w:p>
    <w:p w:rsidR="00B65DC9" w:rsidRDefault="00B65DC9" w:rsidP="00B65DC9">
      <w:r>
        <w:t>424.8607</w:t>
      </w:r>
      <w:r>
        <w:tab/>
        <w:t>1.013e0</w:t>
      </w:r>
    </w:p>
    <w:p w:rsidR="00B65DC9" w:rsidRDefault="00B65DC9" w:rsidP="00B65DC9">
      <w:r>
        <w:lastRenderedPageBreak/>
        <w:t>424.8946</w:t>
      </w:r>
      <w:r>
        <w:tab/>
        <w:t>2.025e0</w:t>
      </w:r>
    </w:p>
    <w:p w:rsidR="00B65DC9" w:rsidRDefault="00B65DC9" w:rsidP="00B65DC9">
      <w:r>
        <w:t>424.9547</w:t>
      </w:r>
      <w:r>
        <w:tab/>
        <w:t>1.266e-2</w:t>
      </w:r>
    </w:p>
    <w:p w:rsidR="00B65DC9" w:rsidRDefault="00B65DC9" w:rsidP="00B65DC9">
      <w:r>
        <w:t>424.9762</w:t>
      </w:r>
      <w:r>
        <w:tab/>
        <w:t>1.013e0</w:t>
      </w:r>
    </w:p>
    <w:p w:rsidR="00B65DC9" w:rsidRDefault="00B65DC9" w:rsidP="00B65DC9">
      <w:r>
        <w:t>425.0584</w:t>
      </w:r>
      <w:r>
        <w:tab/>
        <w:t>1.266e-2</w:t>
      </w:r>
    </w:p>
    <w:p w:rsidR="00B65DC9" w:rsidRDefault="00B65DC9" w:rsidP="00B65DC9">
      <w:r>
        <w:t>425.0694</w:t>
      </w:r>
      <w:r>
        <w:tab/>
        <w:t>1.038e0</w:t>
      </w:r>
    </w:p>
    <w:p w:rsidR="00B65DC9" w:rsidRDefault="00B65DC9" w:rsidP="00B65DC9">
      <w:r>
        <w:t>425.1190</w:t>
      </w:r>
      <w:r>
        <w:tab/>
        <w:t>1.013e0</w:t>
      </w:r>
    </w:p>
    <w:p w:rsidR="00B65DC9" w:rsidRDefault="00B65DC9" w:rsidP="00B65DC9">
      <w:r>
        <w:t>425.1383</w:t>
      </w:r>
      <w:r>
        <w:tab/>
        <w:t>2.025e0</w:t>
      </w:r>
    </w:p>
    <w:p w:rsidR="00B65DC9" w:rsidRDefault="00B65DC9" w:rsidP="00B65DC9">
      <w:r>
        <w:t>425.1447</w:t>
      </w:r>
      <w:r>
        <w:tab/>
        <w:t>3.038e0</w:t>
      </w:r>
    </w:p>
    <w:p w:rsidR="00B65DC9" w:rsidRDefault="00B65DC9" w:rsidP="00B65DC9">
      <w:r>
        <w:t>425.2038</w:t>
      </w:r>
      <w:r>
        <w:tab/>
        <w:t>3.051e0</w:t>
      </w:r>
    </w:p>
    <w:p w:rsidR="00B65DC9" w:rsidRDefault="00B65DC9" w:rsidP="00B65DC9">
      <w:r>
        <w:t>425.2227</w:t>
      </w:r>
      <w:r>
        <w:tab/>
        <w:t>1.266e-2</w:t>
      </w:r>
    </w:p>
    <w:p w:rsidR="00B65DC9" w:rsidRDefault="00B65DC9" w:rsidP="00B65DC9">
      <w:r>
        <w:t>425.2561</w:t>
      </w:r>
      <w:r>
        <w:tab/>
        <w:t>2.025e0</w:t>
      </w:r>
    </w:p>
    <w:p w:rsidR="00B65DC9" w:rsidRDefault="00B65DC9" w:rsidP="00B65DC9">
      <w:r>
        <w:t>425.3057</w:t>
      </w:r>
      <w:r>
        <w:tab/>
        <w:t>2.025e0</w:t>
      </w:r>
    </w:p>
    <w:p w:rsidR="00B65DC9" w:rsidRDefault="00B65DC9" w:rsidP="00B65DC9">
      <w:r>
        <w:t>425.3232</w:t>
      </w:r>
      <w:r>
        <w:tab/>
        <w:t>3.038e0</w:t>
      </w:r>
    </w:p>
    <w:p w:rsidR="00B65DC9" w:rsidRDefault="00B65DC9" w:rsidP="00B65DC9">
      <w:r>
        <w:t>425.3455</w:t>
      </w:r>
      <w:r>
        <w:tab/>
        <w:t>2.025e0</w:t>
      </w:r>
    </w:p>
    <w:p w:rsidR="00B65DC9" w:rsidRDefault="00B65DC9" w:rsidP="00B65DC9">
      <w:r>
        <w:t>425.3835</w:t>
      </w:r>
      <w:r>
        <w:tab/>
        <w:t>1.013e0</w:t>
      </w:r>
    </w:p>
    <w:p w:rsidR="00B65DC9" w:rsidRDefault="00B65DC9" w:rsidP="00B65DC9">
      <w:r>
        <w:t>425.3937</w:t>
      </w:r>
      <w:r>
        <w:tab/>
        <w:t>1.038e0</w:t>
      </w:r>
    </w:p>
    <w:p w:rsidR="00B65DC9" w:rsidRDefault="00B65DC9" w:rsidP="00B65DC9">
      <w:r>
        <w:t>425.4214</w:t>
      </w:r>
      <w:r>
        <w:tab/>
        <w:t>1.013e0</w:t>
      </w:r>
    </w:p>
    <w:p w:rsidR="00B65DC9" w:rsidRDefault="00B65DC9" w:rsidP="00B65DC9">
      <w:r>
        <w:t>425.4277</w:t>
      </w:r>
      <w:r>
        <w:tab/>
        <w:t>1.025e0</w:t>
      </w:r>
    </w:p>
    <w:p w:rsidR="00B65DC9" w:rsidRDefault="00B65DC9" w:rsidP="00B65DC9">
      <w:r>
        <w:t>425.5336</w:t>
      </w:r>
      <w:r>
        <w:tab/>
        <w:t>1.013e0</w:t>
      </w:r>
    </w:p>
    <w:p w:rsidR="00B65DC9" w:rsidRDefault="00B65DC9" w:rsidP="00B65DC9">
      <w:r>
        <w:lastRenderedPageBreak/>
        <w:t>425.5641</w:t>
      </w:r>
      <w:r>
        <w:tab/>
        <w:t>1.013e0</w:t>
      </w:r>
    </w:p>
    <w:p w:rsidR="00B65DC9" w:rsidRDefault="00B65DC9" w:rsidP="00B65DC9">
      <w:r>
        <w:t>425.6300</w:t>
      </w:r>
      <w:r>
        <w:tab/>
        <w:t>1.266e-2</w:t>
      </w:r>
    </w:p>
    <w:p w:rsidR="00B65DC9" w:rsidRDefault="00B65DC9" w:rsidP="00B65DC9">
      <w:r>
        <w:t>425.6769</w:t>
      </w:r>
      <w:r>
        <w:tab/>
        <w:t>1.013e0</w:t>
      </w:r>
    </w:p>
    <w:p w:rsidR="00B65DC9" w:rsidRDefault="00B65DC9" w:rsidP="00B65DC9">
      <w:r>
        <w:t>425.7335</w:t>
      </w:r>
      <w:r>
        <w:tab/>
        <w:t>3.038e0</w:t>
      </w:r>
    </w:p>
    <w:p w:rsidR="00B65DC9" w:rsidRDefault="00B65DC9" w:rsidP="00B65DC9">
      <w:r>
        <w:t>425.7555</w:t>
      </w:r>
      <w:r>
        <w:tab/>
        <w:t>2.025e0</w:t>
      </w:r>
    </w:p>
    <w:p w:rsidR="00B65DC9" w:rsidRDefault="00B65DC9" w:rsidP="00B65DC9">
      <w:r>
        <w:t>425.7656</w:t>
      </w:r>
      <w:r>
        <w:tab/>
        <w:t>1.266e-2</w:t>
      </w:r>
    </w:p>
    <w:p w:rsidR="00B65DC9" w:rsidRDefault="00B65DC9" w:rsidP="00B65DC9">
      <w:r>
        <w:t>425.8264</w:t>
      </w:r>
      <w:r>
        <w:tab/>
        <w:t>2.025e0</w:t>
      </w:r>
    </w:p>
    <w:p w:rsidR="00B65DC9" w:rsidRDefault="00B65DC9" w:rsidP="00B65DC9">
      <w:r>
        <w:t>425.9199</w:t>
      </w:r>
      <w:r>
        <w:tab/>
        <w:t>1.013e0</w:t>
      </w:r>
    </w:p>
    <w:p w:rsidR="00B65DC9" w:rsidRDefault="00B65DC9" w:rsidP="00B65DC9">
      <w:r>
        <w:t>425.9274</w:t>
      </w:r>
      <w:r>
        <w:tab/>
        <w:t>2.025e0</w:t>
      </w:r>
    </w:p>
    <w:p w:rsidR="00B65DC9" w:rsidRDefault="00B65DC9" w:rsidP="00B65DC9">
      <w:r>
        <w:t>425.9681</w:t>
      </w:r>
      <w:r>
        <w:tab/>
        <w:t>2.025e0</w:t>
      </w:r>
    </w:p>
    <w:p w:rsidR="00B65DC9" w:rsidRDefault="00B65DC9" w:rsidP="00B65DC9">
      <w:r>
        <w:t>426.0052</w:t>
      </w:r>
      <w:r>
        <w:tab/>
        <w:t>1.013e0</w:t>
      </w:r>
    </w:p>
    <w:p w:rsidR="00B65DC9" w:rsidRDefault="00B65DC9" w:rsidP="00B65DC9">
      <w:r>
        <w:t>426.0390</w:t>
      </w:r>
      <w:r>
        <w:tab/>
        <w:t>2.532e-2</w:t>
      </w:r>
    </w:p>
    <w:p w:rsidR="00B65DC9" w:rsidRDefault="00B65DC9" w:rsidP="00B65DC9">
      <w:r>
        <w:t>426.0725</w:t>
      </w:r>
      <w:r>
        <w:tab/>
        <w:t>1.266e-2</w:t>
      </w:r>
    </w:p>
    <w:p w:rsidR="00B65DC9" w:rsidRDefault="00B65DC9" w:rsidP="00B65DC9">
      <w:r>
        <w:t>426.1100</w:t>
      </w:r>
      <w:r>
        <w:tab/>
        <w:t>1.266e-2</w:t>
      </w:r>
    </w:p>
    <w:p w:rsidR="00B65DC9" w:rsidRDefault="00B65DC9" w:rsidP="00B65DC9">
      <w:r>
        <w:t>426.1437</w:t>
      </w:r>
      <w:r>
        <w:tab/>
        <w:t>1.025e0</w:t>
      </w:r>
    </w:p>
    <w:p w:rsidR="00B65DC9" w:rsidRDefault="00B65DC9" w:rsidP="00B65DC9">
      <w:r>
        <w:t>426.1624</w:t>
      </w:r>
      <w:r>
        <w:tab/>
        <w:t>2.025e0</w:t>
      </w:r>
    </w:p>
    <w:p w:rsidR="00B65DC9" w:rsidRDefault="00B65DC9" w:rsidP="00B65DC9">
      <w:r>
        <w:t>426.1924</w:t>
      </w:r>
      <w:r>
        <w:tab/>
        <w:t>1.013e0</w:t>
      </w:r>
    </w:p>
    <w:p w:rsidR="00B65DC9" w:rsidRDefault="00B65DC9" w:rsidP="00B65DC9">
      <w:r>
        <w:t>426.2285</w:t>
      </w:r>
      <w:r>
        <w:tab/>
        <w:t>3.038e0</w:t>
      </w:r>
    </w:p>
    <w:p w:rsidR="00B65DC9" w:rsidRDefault="00B65DC9" w:rsidP="00B65DC9">
      <w:r>
        <w:t>426.2374</w:t>
      </w:r>
      <w:r>
        <w:tab/>
        <w:t>1.266e-2</w:t>
      </w:r>
    </w:p>
    <w:p w:rsidR="00B65DC9" w:rsidRDefault="00B65DC9" w:rsidP="00B65DC9">
      <w:r>
        <w:lastRenderedPageBreak/>
        <w:t>426.2475</w:t>
      </w:r>
      <w:r>
        <w:tab/>
        <w:t>2.025e0</w:t>
      </w:r>
    </w:p>
    <w:p w:rsidR="00B65DC9" w:rsidRDefault="00B65DC9" w:rsidP="00B65DC9">
      <w:r>
        <w:t>426.2917</w:t>
      </w:r>
      <w:r>
        <w:tab/>
        <w:t>1.013e0</w:t>
      </w:r>
    </w:p>
    <w:p w:rsidR="00B65DC9" w:rsidRDefault="00B65DC9" w:rsidP="00B65DC9">
      <w:r>
        <w:t>426.2973</w:t>
      </w:r>
      <w:r>
        <w:tab/>
        <w:t>1.013e0</w:t>
      </w:r>
    </w:p>
    <w:p w:rsidR="00B65DC9" w:rsidRDefault="00B65DC9" w:rsidP="00B65DC9">
      <w:r>
        <w:t>426.4113</w:t>
      </w:r>
      <w:r>
        <w:tab/>
        <w:t>2.025e0</w:t>
      </w:r>
    </w:p>
    <w:p w:rsidR="00B65DC9" w:rsidRDefault="00B65DC9" w:rsidP="00B65DC9">
      <w:r>
        <w:t>426.4304</w:t>
      </w:r>
      <w:r>
        <w:tab/>
        <w:t>1.266e-2</w:t>
      </w:r>
    </w:p>
    <w:p w:rsidR="00B65DC9" w:rsidRDefault="00B65DC9" w:rsidP="00B65DC9">
      <w:r>
        <w:t>426.4341</w:t>
      </w:r>
      <w:r>
        <w:tab/>
        <w:t>1.013e0</w:t>
      </w:r>
    </w:p>
    <w:p w:rsidR="00B65DC9" w:rsidRDefault="00B65DC9" w:rsidP="00B65DC9">
      <w:r>
        <w:t>426.4622</w:t>
      </w:r>
      <w:r>
        <w:tab/>
        <w:t>1.013e0</w:t>
      </w:r>
    </w:p>
    <w:p w:rsidR="00B65DC9" w:rsidRDefault="00B65DC9" w:rsidP="00B65DC9">
      <w:r>
        <w:t>426.4815</w:t>
      </w:r>
      <w:r>
        <w:tab/>
        <w:t>2.025e0</w:t>
      </w:r>
    </w:p>
    <w:p w:rsidR="00B65DC9" w:rsidRDefault="00B65DC9" w:rsidP="00B65DC9">
      <w:r>
        <w:t>426.5771</w:t>
      </w:r>
      <w:r>
        <w:tab/>
        <w:t>1.013e0</w:t>
      </w:r>
    </w:p>
    <w:p w:rsidR="00B65DC9" w:rsidRDefault="00B65DC9" w:rsidP="00B65DC9">
      <w:r>
        <w:t>426.5948</w:t>
      </w:r>
      <w:r>
        <w:tab/>
        <w:t>1.266e-2</w:t>
      </w:r>
    </w:p>
    <w:p w:rsidR="00B65DC9" w:rsidRDefault="00B65DC9" w:rsidP="00B65DC9">
      <w:r>
        <w:t>426.6052</w:t>
      </w:r>
      <w:r>
        <w:tab/>
        <w:t>1.013e0</w:t>
      </w:r>
    </w:p>
    <w:p w:rsidR="00B65DC9" w:rsidRDefault="00B65DC9" w:rsidP="00B65DC9">
      <w:r>
        <w:t>426.8807</w:t>
      </w:r>
      <w:r>
        <w:tab/>
        <w:t>1.013e0</w:t>
      </w:r>
    </w:p>
    <w:p w:rsidR="00B65DC9" w:rsidRDefault="00B65DC9" w:rsidP="00B65DC9">
      <w:r>
        <w:t>426.8844</w:t>
      </w:r>
      <w:r>
        <w:tab/>
        <w:t>1.013e0</w:t>
      </w:r>
    </w:p>
    <w:p w:rsidR="00B65DC9" w:rsidRDefault="00B65DC9" w:rsidP="00B65DC9">
      <w:r>
        <w:t>426.9457</w:t>
      </w:r>
      <w:r>
        <w:tab/>
        <w:t>1.013e0</w:t>
      </w:r>
    </w:p>
    <w:p w:rsidR="00B65DC9" w:rsidRDefault="00B65DC9" w:rsidP="00B65DC9">
      <w:r>
        <w:t>426.9572</w:t>
      </w:r>
      <w:r>
        <w:tab/>
        <w:t>1.266e-2</w:t>
      </w:r>
    </w:p>
    <w:p w:rsidR="00B65DC9" w:rsidRDefault="00B65DC9" w:rsidP="00B65DC9">
      <w:r>
        <w:t>426.9745</w:t>
      </w:r>
      <w:r>
        <w:tab/>
        <w:t>3.038e0</w:t>
      </w:r>
    </w:p>
    <w:p w:rsidR="00B65DC9" w:rsidRDefault="00B65DC9" w:rsidP="00B65DC9">
      <w:r>
        <w:t>426.9880</w:t>
      </w:r>
      <w:r>
        <w:tab/>
        <w:t>1.013e0</w:t>
      </w:r>
    </w:p>
    <w:p w:rsidR="00B65DC9" w:rsidRDefault="00B65DC9" w:rsidP="00B65DC9">
      <w:r>
        <w:t>426.9921</w:t>
      </w:r>
      <w:r>
        <w:tab/>
        <w:t>2.025e0</w:t>
      </w:r>
    </w:p>
    <w:p w:rsidR="00B65DC9" w:rsidRDefault="00B65DC9" w:rsidP="00B65DC9">
      <w:r>
        <w:t>427.0613</w:t>
      </w:r>
      <w:r>
        <w:tab/>
        <w:t>2.025e0</w:t>
      </w:r>
    </w:p>
    <w:p w:rsidR="00B65DC9" w:rsidRDefault="00B65DC9" w:rsidP="00B65DC9">
      <w:r>
        <w:lastRenderedPageBreak/>
        <w:t>427.0859</w:t>
      </w:r>
      <w:r>
        <w:tab/>
        <w:t>2.025e0</w:t>
      </w:r>
    </w:p>
    <w:p w:rsidR="00B65DC9" w:rsidRDefault="00B65DC9" w:rsidP="00B65DC9">
      <w:r>
        <w:t>427.0923</w:t>
      </w:r>
      <w:r>
        <w:tab/>
        <w:t>1.013e0</w:t>
      </w:r>
    </w:p>
    <w:p w:rsidR="00B65DC9" w:rsidRDefault="00B65DC9" w:rsidP="00B65DC9">
      <w:r>
        <w:t>427.1148</w:t>
      </w:r>
      <w:r>
        <w:tab/>
        <w:t>1.013e0</w:t>
      </w:r>
    </w:p>
    <w:p w:rsidR="00B65DC9" w:rsidRDefault="00B65DC9" w:rsidP="00B65DC9">
      <w:r>
        <w:t>427.1554</w:t>
      </w:r>
      <w:r>
        <w:tab/>
        <w:t>2.025e0</w:t>
      </w:r>
    </w:p>
    <w:p w:rsidR="00B65DC9" w:rsidRDefault="00B65DC9" w:rsidP="00B65DC9">
      <w:r>
        <w:t>427.1578</w:t>
      </w:r>
      <w:r>
        <w:tab/>
        <w:t>2.025e0</w:t>
      </w:r>
    </w:p>
    <w:p w:rsidR="00B65DC9" w:rsidRDefault="00B65DC9" w:rsidP="00B65DC9">
      <w:r>
        <w:t>427.1604</w:t>
      </w:r>
      <w:r>
        <w:tab/>
        <w:t>1.266e-2</w:t>
      </w:r>
    </w:p>
    <w:p w:rsidR="00B65DC9" w:rsidRDefault="00B65DC9" w:rsidP="00B65DC9">
      <w:r>
        <w:t>427.1918</w:t>
      </w:r>
      <w:r>
        <w:tab/>
        <w:t>1.013e0</w:t>
      </w:r>
    </w:p>
    <w:p w:rsidR="00B65DC9" w:rsidRDefault="00B65DC9" w:rsidP="00B65DC9">
      <w:r>
        <w:t>427.2287</w:t>
      </w:r>
      <w:r>
        <w:tab/>
        <w:t>2.025e0</w:t>
      </w:r>
    </w:p>
    <w:p w:rsidR="00B65DC9" w:rsidRDefault="00B65DC9" w:rsidP="00B65DC9">
      <w:r>
        <w:t>427.2588</w:t>
      </w:r>
      <w:r>
        <w:tab/>
        <w:t>4.051e0</w:t>
      </w:r>
    </w:p>
    <w:p w:rsidR="00B65DC9" w:rsidRDefault="00B65DC9" w:rsidP="00B65DC9">
      <w:r>
        <w:t>427.2655</w:t>
      </w:r>
      <w:r>
        <w:tab/>
        <w:t>1.013e0</w:t>
      </w:r>
    </w:p>
    <w:p w:rsidR="00B65DC9" w:rsidRDefault="00B65DC9" w:rsidP="00B65DC9">
      <w:r>
        <w:t>427.2811</w:t>
      </w:r>
      <w:r>
        <w:tab/>
        <w:t>2.025e0</w:t>
      </w:r>
    </w:p>
    <w:p w:rsidR="00B65DC9" w:rsidRDefault="00B65DC9" w:rsidP="00B65DC9">
      <w:r>
        <w:t>427.2918</w:t>
      </w:r>
      <w:r>
        <w:tab/>
        <w:t>1.266e-2</w:t>
      </w:r>
    </w:p>
    <w:p w:rsidR="00B65DC9" w:rsidRDefault="00B65DC9" w:rsidP="00B65DC9">
      <w:r>
        <w:t>427.3141</w:t>
      </w:r>
      <w:r>
        <w:tab/>
        <w:t>2.025e0</w:t>
      </w:r>
    </w:p>
    <w:p w:rsidR="00B65DC9" w:rsidRDefault="00B65DC9" w:rsidP="00B65DC9">
      <w:r>
        <w:t>427.3836</w:t>
      </w:r>
      <w:r>
        <w:tab/>
        <w:t>1.948e1</w:t>
      </w:r>
    </w:p>
    <w:p w:rsidR="00B65DC9" w:rsidRDefault="00B65DC9" w:rsidP="00B65DC9">
      <w:r>
        <w:t>427.4453</w:t>
      </w:r>
      <w:r>
        <w:tab/>
        <w:t>1.013e0</w:t>
      </w:r>
    </w:p>
    <w:p w:rsidR="00B65DC9" w:rsidRDefault="00B65DC9" w:rsidP="00B65DC9">
      <w:r>
        <w:t>427.4713</w:t>
      </w:r>
      <w:r>
        <w:tab/>
        <w:t>2.532e-2</w:t>
      </w:r>
    </w:p>
    <w:p w:rsidR="00B65DC9" w:rsidRDefault="00B65DC9" w:rsidP="00B65DC9">
      <w:r>
        <w:t>427.4955</w:t>
      </w:r>
      <w:r>
        <w:tab/>
        <w:t>1.013e0</w:t>
      </w:r>
    </w:p>
    <w:p w:rsidR="00B65DC9" w:rsidRDefault="00B65DC9" w:rsidP="00B65DC9">
      <w:r>
        <w:t>427.5470</w:t>
      </w:r>
      <w:r>
        <w:tab/>
        <w:t>2.025e0</w:t>
      </w:r>
    </w:p>
    <w:p w:rsidR="00B65DC9" w:rsidRDefault="00B65DC9" w:rsidP="00B65DC9">
      <w:r>
        <w:t>427.5507</w:t>
      </w:r>
      <w:r>
        <w:tab/>
        <w:t>2.025e0</w:t>
      </w:r>
    </w:p>
    <w:p w:rsidR="00B65DC9" w:rsidRDefault="00B65DC9" w:rsidP="00B65DC9">
      <w:r>
        <w:lastRenderedPageBreak/>
        <w:t>427.5547</w:t>
      </w:r>
      <w:r>
        <w:tab/>
        <w:t>2.025e0</w:t>
      </w:r>
    </w:p>
    <w:p w:rsidR="00B65DC9" w:rsidRDefault="00B65DC9" w:rsidP="00B65DC9">
      <w:r>
        <w:t>427.5658</w:t>
      </w:r>
      <w:r>
        <w:tab/>
        <w:t>2.025e0</w:t>
      </w:r>
    </w:p>
    <w:p w:rsidR="00B65DC9" w:rsidRDefault="00B65DC9" w:rsidP="00B65DC9">
      <w:r>
        <w:t>427.6404</w:t>
      </w:r>
      <w:r>
        <w:tab/>
        <w:t>2.025e0</w:t>
      </w:r>
    </w:p>
    <w:p w:rsidR="00B65DC9" w:rsidRDefault="00B65DC9" w:rsidP="00B65DC9">
      <w:r>
        <w:t>427.6938</w:t>
      </w:r>
      <w:r>
        <w:tab/>
        <w:t>1.013e0</w:t>
      </w:r>
    </w:p>
    <w:p w:rsidR="00B65DC9" w:rsidRDefault="00B65DC9" w:rsidP="00B65DC9">
      <w:r>
        <w:t>427.7420</w:t>
      </w:r>
      <w:r>
        <w:tab/>
        <w:t>2.025e0</w:t>
      </w:r>
    </w:p>
    <w:p w:rsidR="00B65DC9" w:rsidRDefault="00B65DC9" w:rsidP="00B65DC9">
      <w:r>
        <w:t>427.7539</w:t>
      </w:r>
      <w:r>
        <w:tab/>
        <w:t>1.013e0</w:t>
      </w:r>
    </w:p>
    <w:p w:rsidR="00B65DC9" w:rsidRDefault="00B65DC9" w:rsidP="00B65DC9">
      <w:r>
        <w:t>427.7964</w:t>
      </w:r>
      <w:r>
        <w:tab/>
        <w:t>2.025e0</w:t>
      </w:r>
    </w:p>
    <w:p w:rsidR="00B65DC9" w:rsidRDefault="00B65DC9" w:rsidP="00B65DC9">
      <w:r>
        <w:t>427.8285</w:t>
      </w:r>
      <w:r>
        <w:tab/>
        <w:t>2.025e0</w:t>
      </w:r>
    </w:p>
    <w:p w:rsidR="00B65DC9" w:rsidRDefault="00B65DC9" w:rsidP="00B65DC9">
      <w:r>
        <w:t>427.9803</w:t>
      </w:r>
      <w:r>
        <w:tab/>
        <w:t>2.025e0</w:t>
      </w:r>
    </w:p>
    <w:p w:rsidR="00B65DC9" w:rsidRDefault="00B65DC9" w:rsidP="00B65DC9">
      <w:r>
        <w:t>428.0844</w:t>
      </w:r>
      <w:r>
        <w:tab/>
        <w:t>3.038e0</w:t>
      </w:r>
    </w:p>
    <w:p w:rsidR="00B65DC9" w:rsidRDefault="00B65DC9" w:rsidP="00B65DC9">
      <w:r>
        <w:t>428.1290</w:t>
      </w:r>
      <w:r>
        <w:tab/>
        <w:t>1.013e0</w:t>
      </w:r>
    </w:p>
    <w:p w:rsidR="00B65DC9" w:rsidRDefault="00B65DC9" w:rsidP="00B65DC9">
      <w:r>
        <w:t>428.1598</w:t>
      </w:r>
      <w:r>
        <w:tab/>
        <w:t>2.063e0</w:t>
      </w:r>
    </w:p>
    <w:p w:rsidR="00B65DC9" w:rsidRDefault="00B65DC9" w:rsidP="00B65DC9">
      <w:r>
        <w:t>428.2121</w:t>
      </w:r>
      <w:r>
        <w:tab/>
        <w:t>2.532e-2</w:t>
      </w:r>
    </w:p>
    <w:p w:rsidR="00B65DC9" w:rsidRDefault="00B65DC9" w:rsidP="00B65DC9">
      <w:r>
        <w:t>428.2148</w:t>
      </w:r>
      <w:r>
        <w:tab/>
        <w:t>1.013e0</w:t>
      </w:r>
    </w:p>
    <w:p w:rsidR="00B65DC9" w:rsidRDefault="00B65DC9" w:rsidP="00B65DC9">
      <w:r>
        <w:t>428.2298</w:t>
      </w:r>
      <w:r>
        <w:tab/>
        <w:t>3.038e0</w:t>
      </w:r>
    </w:p>
    <w:p w:rsidR="00B65DC9" w:rsidRDefault="00B65DC9" w:rsidP="00B65DC9">
      <w:r>
        <w:t>428.2356</w:t>
      </w:r>
      <w:r>
        <w:tab/>
        <w:t>1.013e0</w:t>
      </w:r>
    </w:p>
    <w:p w:rsidR="00B65DC9" w:rsidRDefault="00B65DC9" w:rsidP="00B65DC9">
      <w:r>
        <w:t>428.2993</w:t>
      </w:r>
      <w:r>
        <w:tab/>
        <w:t>3.051e0</w:t>
      </w:r>
    </w:p>
    <w:p w:rsidR="00B65DC9" w:rsidRDefault="00B65DC9" w:rsidP="00B65DC9">
      <w:r>
        <w:t>428.3024</w:t>
      </w:r>
      <w:r>
        <w:tab/>
        <w:t>1.013e0</w:t>
      </w:r>
    </w:p>
    <w:p w:rsidR="00B65DC9" w:rsidRDefault="00B65DC9" w:rsidP="00B65DC9">
      <w:r>
        <w:t>428.3323</w:t>
      </w:r>
      <w:r>
        <w:tab/>
        <w:t>1.013e0</w:t>
      </w:r>
    </w:p>
    <w:p w:rsidR="00B65DC9" w:rsidRDefault="00B65DC9" w:rsidP="00B65DC9">
      <w:r>
        <w:lastRenderedPageBreak/>
        <w:t>428.3806</w:t>
      </w:r>
      <w:r>
        <w:tab/>
        <w:t>4.051e0</w:t>
      </w:r>
    </w:p>
    <w:p w:rsidR="00B65DC9" w:rsidRDefault="00B65DC9" w:rsidP="00B65DC9">
      <w:r>
        <w:t>428.3916</w:t>
      </w:r>
      <w:r>
        <w:tab/>
        <w:t>7.089e0</w:t>
      </w:r>
    </w:p>
    <w:p w:rsidR="00B65DC9" w:rsidRDefault="00B65DC9" w:rsidP="00B65DC9">
      <w:r>
        <w:t>428.3927</w:t>
      </w:r>
      <w:r>
        <w:tab/>
        <w:t>1.013e0</w:t>
      </w:r>
    </w:p>
    <w:p w:rsidR="00B65DC9" w:rsidRDefault="00B65DC9" w:rsidP="00B65DC9">
      <w:r>
        <w:t>428.3965</w:t>
      </w:r>
      <w:r>
        <w:tab/>
        <w:t>1.013e0</w:t>
      </w:r>
    </w:p>
    <w:p w:rsidR="00B65DC9" w:rsidRDefault="00B65DC9" w:rsidP="00B65DC9">
      <w:r>
        <w:t>428.4229</w:t>
      </w:r>
      <w:r>
        <w:tab/>
        <w:t>1.266e-2</w:t>
      </w:r>
    </w:p>
    <w:p w:rsidR="00B65DC9" w:rsidRDefault="00B65DC9" w:rsidP="00B65DC9">
      <w:r>
        <w:t>428.4680</w:t>
      </w:r>
      <w:r>
        <w:tab/>
        <w:t>1.013e0</w:t>
      </w:r>
    </w:p>
    <w:p w:rsidR="00B65DC9" w:rsidRDefault="00B65DC9" w:rsidP="00B65DC9">
      <w:r>
        <w:t>428.4759</w:t>
      </w:r>
      <w:r>
        <w:tab/>
        <w:t>1.013e0</w:t>
      </w:r>
    </w:p>
    <w:p w:rsidR="00B65DC9" w:rsidRDefault="00B65DC9" w:rsidP="00B65DC9">
      <w:r>
        <w:t>428.5611</w:t>
      </w:r>
      <w:r>
        <w:tab/>
        <w:t>1.266e-2</w:t>
      </w:r>
    </w:p>
    <w:p w:rsidR="00B65DC9" w:rsidRDefault="00B65DC9" w:rsidP="00B65DC9">
      <w:r>
        <w:t>428.5825</w:t>
      </w:r>
      <w:r>
        <w:tab/>
        <w:t>1.013e0</w:t>
      </w:r>
    </w:p>
    <w:p w:rsidR="00B65DC9" w:rsidRDefault="00B65DC9" w:rsidP="00B65DC9">
      <w:r>
        <w:t>428.6396</w:t>
      </w:r>
      <w:r>
        <w:tab/>
        <w:t>1.013e0</w:t>
      </w:r>
    </w:p>
    <w:p w:rsidR="00B65DC9" w:rsidRDefault="00B65DC9" w:rsidP="00B65DC9">
      <w:r>
        <w:t>428.6487</w:t>
      </w:r>
      <w:r>
        <w:tab/>
        <w:t>1.266e-2</w:t>
      </w:r>
    </w:p>
    <w:p w:rsidR="00B65DC9" w:rsidRDefault="00B65DC9" w:rsidP="00B65DC9">
      <w:r>
        <w:t>428.6801</w:t>
      </w:r>
      <w:r>
        <w:tab/>
        <w:t>2.025e0</w:t>
      </w:r>
    </w:p>
    <w:p w:rsidR="00B65DC9" w:rsidRDefault="00B65DC9" w:rsidP="00B65DC9">
      <w:r>
        <w:t>428.6829</w:t>
      </w:r>
      <w:r>
        <w:tab/>
        <w:t>2.025e0</w:t>
      </w:r>
    </w:p>
    <w:p w:rsidR="00B65DC9" w:rsidRDefault="00B65DC9" w:rsidP="00B65DC9">
      <w:r>
        <w:t>428.7768</w:t>
      </w:r>
      <w:r>
        <w:tab/>
        <w:t>1.013e0</w:t>
      </w:r>
    </w:p>
    <w:p w:rsidR="00B65DC9" w:rsidRDefault="00B65DC9" w:rsidP="00B65DC9">
      <w:r>
        <w:t>428.8521</w:t>
      </w:r>
      <w:r>
        <w:tab/>
        <w:t>1.013e0</w:t>
      </w:r>
    </w:p>
    <w:p w:rsidR="00B65DC9" w:rsidRDefault="00B65DC9" w:rsidP="00B65DC9">
      <w:r>
        <w:t>428.8686</w:t>
      </w:r>
      <w:r>
        <w:tab/>
        <w:t>1.266e-2</w:t>
      </w:r>
    </w:p>
    <w:p w:rsidR="00B65DC9" w:rsidRDefault="00B65DC9" w:rsidP="00B65DC9">
      <w:r>
        <w:t>428.9124</w:t>
      </w:r>
      <w:r>
        <w:tab/>
        <w:t>1.013e0</w:t>
      </w:r>
    </w:p>
    <w:p w:rsidR="00B65DC9" w:rsidRDefault="00B65DC9" w:rsidP="00B65DC9">
      <w:r>
        <w:t>428.9530</w:t>
      </w:r>
      <w:r>
        <w:tab/>
        <w:t>2.025e0</w:t>
      </w:r>
    </w:p>
    <w:p w:rsidR="00B65DC9" w:rsidRDefault="00B65DC9" w:rsidP="00B65DC9">
      <w:r>
        <w:t>428.9733</w:t>
      </w:r>
      <w:r>
        <w:tab/>
        <w:t>1.013e0</w:t>
      </w:r>
    </w:p>
    <w:p w:rsidR="00B65DC9" w:rsidRDefault="00B65DC9" w:rsidP="00B65DC9">
      <w:r>
        <w:lastRenderedPageBreak/>
        <w:t>428.9839</w:t>
      </w:r>
      <w:r>
        <w:tab/>
        <w:t>2.025e0</w:t>
      </w:r>
    </w:p>
    <w:p w:rsidR="00B65DC9" w:rsidRDefault="00B65DC9" w:rsidP="00B65DC9">
      <w:r>
        <w:t>428.9902</w:t>
      </w:r>
      <w:r>
        <w:tab/>
        <w:t>1.013e0</w:t>
      </w:r>
    </w:p>
    <w:p w:rsidR="00B65DC9" w:rsidRDefault="00B65DC9" w:rsidP="00B65DC9">
      <w:r>
        <w:t>429.0186</w:t>
      </w:r>
      <w:r>
        <w:tab/>
        <w:t>4.425e0</w:t>
      </w:r>
    </w:p>
    <w:p w:rsidR="00B65DC9" w:rsidRDefault="00B65DC9" w:rsidP="00B65DC9">
      <w:r>
        <w:t>429.0405</w:t>
      </w:r>
      <w:r>
        <w:tab/>
        <w:t>1.013e0</w:t>
      </w:r>
    </w:p>
    <w:p w:rsidR="00B65DC9" w:rsidRDefault="00B65DC9" w:rsidP="00B65DC9">
      <w:r>
        <w:t>429.0720</w:t>
      </w:r>
      <w:r>
        <w:tab/>
        <w:t>2.038e0</w:t>
      </w:r>
    </w:p>
    <w:p w:rsidR="00B65DC9" w:rsidRDefault="00B65DC9" w:rsidP="00B65DC9">
      <w:r>
        <w:t>429.1085</w:t>
      </w:r>
      <w:r>
        <w:tab/>
        <w:t>3.038e0</w:t>
      </w:r>
    </w:p>
    <w:p w:rsidR="00B65DC9" w:rsidRDefault="00B65DC9" w:rsidP="00B65DC9">
      <w:r>
        <w:t>429.1234</w:t>
      </w:r>
      <w:r>
        <w:tab/>
        <w:t>1.266e-2</w:t>
      </w:r>
    </w:p>
    <w:p w:rsidR="00B65DC9" w:rsidRDefault="00B65DC9" w:rsidP="00B65DC9">
      <w:r>
        <w:t>429.1468</w:t>
      </w:r>
      <w:r>
        <w:tab/>
        <w:t>7.963e0</w:t>
      </w:r>
    </w:p>
    <w:p w:rsidR="00B65DC9" w:rsidRDefault="00B65DC9" w:rsidP="00B65DC9">
      <w:r>
        <w:t>429.1583</w:t>
      </w:r>
      <w:r>
        <w:tab/>
        <w:t>3.798e-2</w:t>
      </w:r>
    </w:p>
    <w:p w:rsidR="00B65DC9" w:rsidRDefault="00B65DC9" w:rsidP="00B65DC9">
      <w:r>
        <w:t>429.1618</w:t>
      </w:r>
      <w:r>
        <w:tab/>
        <w:t>1.712e0</w:t>
      </w:r>
    </w:p>
    <w:p w:rsidR="00B65DC9" w:rsidRDefault="00B65DC9" w:rsidP="00B65DC9">
      <w:r>
        <w:t>429.1673</w:t>
      </w:r>
      <w:r>
        <w:tab/>
        <w:t>5.076e0</w:t>
      </w:r>
    </w:p>
    <w:p w:rsidR="00B65DC9" w:rsidRDefault="00B65DC9" w:rsidP="00B65DC9">
      <w:r>
        <w:t>429.2002</w:t>
      </w:r>
      <w:r>
        <w:tab/>
        <w:t>4.051e0</w:t>
      </w:r>
    </w:p>
    <w:p w:rsidR="00B65DC9" w:rsidRDefault="00B65DC9" w:rsidP="00B65DC9">
      <w:r>
        <w:t>429.2066</w:t>
      </w:r>
      <w:r>
        <w:tab/>
        <w:t>2.025e0</w:t>
      </w:r>
    </w:p>
    <w:p w:rsidR="00B65DC9" w:rsidRDefault="00B65DC9" w:rsidP="00B65DC9">
      <w:r>
        <w:t>429.2123</w:t>
      </w:r>
      <w:r>
        <w:tab/>
        <w:t>2.428e0</w:t>
      </w:r>
    </w:p>
    <w:p w:rsidR="00B65DC9" w:rsidRDefault="00B65DC9" w:rsidP="00B65DC9">
      <w:r>
        <w:t>429.2469</w:t>
      </w:r>
      <w:r>
        <w:tab/>
        <w:t>2.025e0</w:t>
      </w:r>
    </w:p>
    <w:p w:rsidR="00B65DC9" w:rsidRDefault="00B65DC9" w:rsidP="00B65DC9">
      <w:r>
        <w:t>429.2617</w:t>
      </w:r>
      <w:r>
        <w:tab/>
        <w:t>3.038e0</w:t>
      </w:r>
    </w:p>
    <w:p w:rsidR="00B65DC9" w:rsidRDefault="00B65DC9" w:rsidP="00B65DC9">
      <w:r>
        <w:t>429.3060</w:t>
      </w:r>
      <w:r>
        <w:tab/>
        <w:t>2.283e0</w:t>
      </w:r>
    </w:p>
    <w:p w:rsidR="00B65DC9" w:rsidRDefault="00B65DC9" w:rsidP="00B65DC9">
      <w:r>
        <w:t>429.3202</w:t>
      </w:r>
      <w:r>
        <w:tab/>
        <w:t>4.652e0</w:t>
      </w:r>
    </w:p>
    <w:p w:rsidR="00B65DC9" w:rsidRDefault="00B65DC9" w:rsidP="00B65DC9">
      <w:r>
        <w:t>429.3252</w:t>
      </w:r>
      <w:r>
        <w:tab/>
        <w:t>5.063e0</w:t>
      </w:r>
    </w:p>
    <w:p w:rsidR="00B65DC9" w:rsidRDefault="00B65DC9" w:rsidP="00B65DC9">
      <w:r>
        <w:lastRenderedPageBreak/>
        <w:t>429.3548</w:t>
      </w:r>
      <w:r>
        <w:tab/>
        <w:t>3.038e0</w:t>
      </w:r>
    </w:p>
    <w:p w:rsidR="00B65DC9" w:rsidRDefault="00B65DC9" w:rsidP="00B65DC9">
      <w:r>
        <w:t>429.3692</w:t>
      </w:r>
      <w:r>
        <w:tab/>
        <w:t>2.025e0</w:t>
      </w:r>
    </w:p>
    <w:p w:rsidR="00B65DC9" w:rsidRDefault="00B65DC9" w:rsidP="00B65DC9">
      <w:r>
        <w:t>429.4041</w:t>
      </w:r>
      <w:r>
        <w:tab/>
        <w:t>1.025e0</w:t>
      </w:r>
    </w:p>
    <w:p w:rsidR="00B65DC9" w:rsidRDefault="00B65DC9" w:rsidP="00B65DC9">
      <w:r>
        <w:t>429.4127</w:t>
      </w:r>
      <w:r>
        <w:tab/>
        <w:t>3.038e0</w:t>
      </w:r>
    </w:p>
    <w:p w:rsidR="00B65DC9" w:rsidRDefault="00B65DC9" w:rsidP="00B65DC9">
      <w:r>
        <w:t>429.4286</w:t>
      </w:r>
      <w:r>
        <w:tab/>
        <w:t>2.025e0</w:t>
      </w:r>
    </w:p>
    <w:p w:rsidR="00B65DC9" w:rsidRDefault="00B65DC9" w:rsidP="00B65DC9">
      <w:r>
        <w:t>429.4371</w:t>
      </w:r>
      <w:r>
        <w:tab/>
        <w:t>1.013e0</w:t>
      </w:r>
    </w:p>
    <w:p w:rsidR="00B65DC9" w:rsidRDefault="00B65DC9" w:rsidP="00B65DC9">
      <w:r>
        <w:t>429.5157</w:t>
      </w:r>
      <w:r>
        <w:tab/>
        <w:t>1.013e0</w:t>
      </w:r>
    </w:p>
    <w:p w:rsidR="00B65DC9" w:rsidRDefault="00B65DC9" w:rsidP="00B65DC9">
      <w:r>
        <w:t>429.5194</w:t>
      </w:r>
      <w:r>
        <w:tab/>
        <w:t>2.532e-2</w:t>
      </w:r>
    </w:p>
    <w:p w:rsidR="00B65DC9" w:rsidRDefault="00B65DC9" w:rsidP="00B65DC9">
      <w:r>
        <w:t>429.5232</w:t>
      </w:r>
      <w:r>
        <w:tab/>
        <w:t>1.013e0</w:t>
      </w:r>
    </w:p>
    <w:p w:rsidR="00B65DC9" w:rsidRDefault="00B65DC9" w:rsidP="00B65DC9">
      <w:r>
        <w:t>429.5760</w:t>
      </w:r>
      <w:r>
        <w:tab/>
        <w:t>1.013e0</w:t>
      </w:r>
    </w:p>
    <w:p w:rsidR="00B65DC9" w:rsidRDefault="00B65DC9" w:rsidP="00B65DC9">
      <w:r>
        <w:t>429.5836</w:t>
      </w:r>
      <w:r>
        <w:tab/>
        <w:t>1.013e0</w:t>
      </w:r>
    </w:p>
    <w:p w:rsidR="00B65DC9" w:rsidRDefault="00B65DC9" w:rsidP="00B65DC9">
      <w:r>
        <w:t>429.6238</w:t>
      </w:r>
      <w:r>
        <w:tab/>
        <w:t>1.013e0</w:t>
      </w:r>
    </w:p>
    <w:p w:rsidR="00B65DC9" w:rsidRDefault="00B65DC9" w:rsidP="00B65DC9">
      <w:r>
        <w:t>429.6898</w:t>
      </w:r>
      <w:r>
        <w:tab/>
        <w:t>1.013e0</w:t>
      </w:r>
    </w:p>
    <w:p w:rsidR="00B65DC9" w:rsidRDefault="00B65DC9" w:rsidP="00B65DC9">
      <w:r>
        <w:t>429.6968</w:t>
      </w:r>
      <w:r>
        <w:tab/>
        <w:t>1.013e0</w:t>
      </w:r>
    </w:p>
    <w:p w:rsidR="00B65DC9" w:rsidRDefault="00B65DC9" w:rsidP="00B65DC9">
      <w:r>
        <w:t>429.7572</w:t>
      </w:r>
      <w:r>
        <w:tab/>
        <w:t>1.266e-2</w:t>
      </w:r>
    </w:p>
    <w:p w:rsidR="00B65DC9" w:rsidRDefault="00B65DC9" w:rsidP="00B65DC9">
      <w:r>
        <w:t>429.8234</w:t>
      </w:r>
      <w:r>
        <w:tab/>
        <w:t>1.266e-2</w:t>
      </w:r>
    </w:p>
    <w:p w:rsidR="00B65DC9" w:rsidRDefault="00B65DC9" w:rsidP="00B65DC9">
      <w:r>
        <w:t>429.8541</w:t>
      </w:r>
      <w:r>
        <w:tab/>
        <w:t>3.063e0</w:t>
      </w:r>
    </w:p>
    <w:p w:rsidR="00B65DC9" w:rsidRDefault="00B65DC9" w:rsidP="00B65DC9">
      <w:r>
        <w:t>429.9163</w:t>
      </w:r>
      <w:r>
        <w:tab/>
        <w:t>1.013e0</w:t>
      </w:r>
    </w:p>
    <w:p w:rsidR="00B65DC9" w:rsidRDefault="00B65DC9" w:rsidP="00B65DC9">
      <w:r>
        <w:t>429.9451</w:t>
      </w:r>
      <w:r>
        <w:tab/>
        <w:t>1.266e-2</w:t>
      </w:r>
    </w:p>
    <w:p w:rsidR="00B65DC9" w:rsidRDefault="00B65DC9" w:rsidP="00B65DC9">
      <w:r>
        <w:lastRenderedPageBreak/>
        <w:t>430.0184</w:t>
      </w:r>
      <w:r>
        <w:tab/>
        <w:t>2.532e-2</w:t>
      </w:r>
    </w:p>
    <w:p w:rsidR="00B65DC9" w:rsidRDefault="00B65DC9" w:rsidP="00B65DC9">
      <w:r>
        <w:t>430.0237</w:t>
      </w:r>
      <w:r>
        <w:tab/>
        <w:t>2.025e0</w:t>
      </w:r>
    </w:p>
    <w:p w:rsidR="00B65DC9" w:rsidRDefault="00B65DC9" w:rsidP="00B65DC9">
      <w:r>
        <w:t>430.0668</w:t>
      </w:r>
      <w:r>
        <w:tab/>
        <w:t>1.266e-2</w:t>
      </w:r>
    </w:p>
    <w:p w:rsidR="00B65DC9" w:rsidRDefault="00B65DC9" w:rsidP="00B65DC9">
      <w:r>
        <w:t>430.1007</w:t>
      </w:r>
      <w:r>
        <w:tab/>
        <w:t>2.025e0</w:t>
      </w:r>
    </w:p>
    <w:p w:rsidR="00B65DC9" w:rsidRDefault="00B65DC9" w:rsidP="00B65DC9">
      <w:r>
        <w:t>430.1652</w:t>
      </w:r>
      <w:r>
        <w:tab/>
        <w:t>3.051e0</w:t>
      </w:r>
    </w:p>
    <w:p w:rsidR="00B65DC9" w:rsidRDefault="00B65DC9" w:rsidP="00B65DC9">
      <w:r>
        <w:t>430.1916</w:t>
      </w:r>
      <w:r>
        <w:tab/>
        <w:t>2.038e0</w:t>
      </w:r>
    </w:p>
    <w:p w:rsidR="00B65DC9" w:rsidRDefault="00B65DC9" w:rsidP="00B65DC9">
      <w:r>
        <w:t>430.1957</w:t>
      </w:r>
      <w:r>
        <w:tab/>
        <w:t>1.038e0</w:t>
      </w:r>
    </w:p>
    <w:p w:rsidR="00B65DC9" w:rsidRDefault="00B65DC9" w:rsidP="00B65DC9">
      <w:r>
        <w:t>430.2099</w:t>
      </w:r>
      <w:r>
        <w:tab/>
        <w:t>1.013e0</w:t>
      </w:r>
    </w:p>
    <w:p w:rsidR="00B65DC9" w:rsidRDefault="00B65DC9" w:rsidP="00B65DC9">
      <w:r>
        <w:t>430.2312</w:t>
      </w:r>
      <w:r>
        <w:tab/>
        <w:t>1.013e0</w:t>
      </w:r>
    </w:p>
    <w:p w:rsidR="00B65DC9" w:rsidRDefault="00B65DC9" w:rsidP="00B65DC9">
      <w:r>
        <w:t>430.2697</w:t>
      </w:r>
      <w:r>
        <w:tab/>
        <w:t>4.051e0</w:t>
      </w:r>
    </w:p>
    <w:p w:rsidR="00B65DC9" w:rsidRDefault="00B65DC9" w:rsidP="00B65DC9">
      <w:r>
        <w:t>430.3416</w:t>
      </w:r>
      <w:r>
        <w:tab/>
        <w:t>5.063e0</w:t>
      </w:r>
    </w:p>
    <w:p w:rsidR="00B65DC9" w:rsidRDefault="00B65DC9" w:rsidP="00B65DC9">
      <w:r>
        <w:t>430.3464</w:t>
      </w:r>
      <w:r>
        <w:tab/>
        <w:t>1.013e0</w:t>
      </w:r>
    </w:p>
    <w:p w:rsidR="00B65DC9" w:rsidRDefault="00B65DC9" w:rsidP="00B65DC9">
      <w:r>
        <w:t>430.3529</w:t>
      </w:r>
      <w:r>
        <w:tab/>
        <w:t>1.013e0</w:t>
      </w:r>
    </w:p>
    <w:p w:rsidR="00B65DC9" w:rsidRDefault="00B65DC9" w:rsidP="00B65DC9">
      <w:r>
        <w:t>430.3779</w:t>
      </w:r>
      <w:r>
        <w:tab/>
        <w:t>1.266e-2</w:t>
      </w:r>
    </w:p>
    <w:p w:rsidR="00B65DC9" w:rsidRDefault="00B65DC9" w:rsidP="00B65DC9">
      <w:r>
        <w:t>430.3958</w:t>
      </w:r>
      <w:r>
        <w:tab/>
        <w:t>1.266e-2</w:t>
      </w:r>
    </w:p>
    <w:p w:rsidR="00B65DC9" w:rsidRDefault="00B65DC9" w:rsidP="00B65DC9">
      <w:r>
        <w:t>430.4875</w:t>
      </w:r>
      <w:r>
        <w:tab/>
        <w:t>2.025e0</w:t>
      </w:r>
    </w:p>
    <w:p w:rsidR="00B65DC9" w:rsidRDefault="00B65DC9" w:rsidP="00B65DC9">
      <w:r>
        <w:t>430.5174</w:t>
      </w:r>
      <w:r>
        <w:tab/>
        <w:t>1.013e0</w:t>
      </w:r>
    </w:p>
    <w:p w:rsidR="00B65DC9" w:rsidRDefault="00B65DC9" w:rsidP="00B65DC9">
      <w:r>
        <w:t>430.5604</w:t>
      </w:r>
      <w:r>
        <w:tab/>
        <w:t>1.013e0</w:t>
      </w:r>
    </w:p>
    <w:p w:rsidR="00B65DC9" w:rsidRDefault="00B65DC9" w:rsidP="00B65DC9">
      <w:r>
        <w:t>430.5997</w:t>
      </w:r>
      <w:r>
        <w:tab/>
        <w:t>1.266e-2</w:t>
      </w:r>
    </w:p>
    <w:p w:rsidR="00B65DC9" w:rsidRDefault="00B65DC9" w:rsidP="00B65DC9">
      <w:r>
        <w:lastRenderedPageBreak/>
        <w:t>430.6182</w:t>
      </w:r>
      <w:r>
        <w:tab/>
        <w:t>1.013e0</w:t>
      </w:r>
    </w:p>
    <w:p w:rsidR="00B65DC9" w:rsidRDefault="00B65DC9" w:rsidP="00B65DC9">
      <w:r>
        <w:t>430.7124</w:t>
      </w:r>
      <w:r>
        <w:tab/>
        <w:t>2.025e0</w:t>
      </w:r>
    </w:p>
    <w:p w:rsidR="00B65DC9" w:rsidRDefault="00B65DC9" w:rsidP="00B65DC9">
      <w:r>
        <w:t>430.7547</w:t>
      </w:r>
      <w:r>
        <w:tab/>
        <w:t>1.013e0</w:t>
      </w:r>
    </w:p>
    <w:p w:rsidR="00B65DC9" w:rsidRDefault="00B65DC9" w:rsidP="00B65DC9">
      <w:r>
        <w:t>430.7821</w:t>
      </w:r>
      <w:r>
        <w:tab/>
        <w:t>1.013e0</w:t>
      </w:r>
    </w:p>
    <w:p w:rsidR="00B65DC9" w:rsidRDefault="00B65DC9" w:rsidP="00B65DC9">
      <w:r>
        <w:t>430.8257</w:t>
      </w:r>
      <w:r>
        <w:tab/>
        <w:t>1.013e0</w:t>
      </w:r>
    </w:p>
    <w:p w:rsidR="00B65DC9" w:rsidRDefault="00B65DC9" w:rsidP="00B65DC9">
      <w:r>
        <w:t>430.8531</w:t>
      </w:r>
      <w:r>
        <w:tab/>
        <w:t>1.266e-2</w:t>
      </w:r>
    </w:p>
    <w:p w:rsidR="00B65DC9" w:rsidRDefault="00B65DC9" w:rsidP="00B65DC9">
      <w:r>
        <w:t>430.9043</w:t>
      </w:r>
      <w:r>
        <w:tab/>
        <w:t>1.013e0</w:t>
      </w:r>
    </w:p>
    <w:p w:rsidR="00B65DC9" w:rsidRDefault="00B65DC9" w:rsidP="00B65DC9">
      <w:r>
        <w:t>430.9074</w:t>
      </w:r>
      <w:r>
        <w:tab/>
        <w:t>1.013e0</w:t>
      </w:r>
    </w:p>
    <w:p w:rsidR="00B65DC9" w:rsidRDefault="00B65DC9" w:rsidP="00B65DC9">
      <w:r>
        <w:t>431.0002</w:t>
      </w:r>
      <w:r>
        <w:tab/>
        <w:t>2.025e0</w:t>
      </w:r>
    </w:p>
    <w:p w:rsidR="00B65DC9" w:rsidRDefault="00B65DC9" w:rsidP="00B65DC9">
      <w:r>
        <w:t>431.0016</w:t>
      </w:r>
      <w:r>
        <w:tab/>
        <w:t>2.025e0</w:t>
      </w:r>
    </w:p>
    <w:p w:rsidR="00B65DC9" w:rsidRDefault="00B65DC9" w:rsidP="00B65DC9">
      <w:r>
        <w:t>431.0468</w:t>
      </w:r>
      <w:r>
        <w:tab/>
        <w:t>2.532e-2</w:t>
      </w:r>
    </w:p>
    <w:p w:rsidR="00B65DC9" w:rsidRDefault="00B65DC9" w:rsidP="00B65DC9">
      <w:r>
        <w:t>431.0504</w:t>
      </w:r>
      <w:r>
        <w:tab/>
        <w:t>1.266e-2</w:t>
      </w:r>
    </w:p>
    <w:p w:rsidR="00B65DC9" w:rsidRDefault="00B65DC9" w:rsidP="00B65DC9">
      <w:r>
        <w:t>431.1006</w:t>
      </w:r>
      <w:r>
        <w:tab/>
        <w:t>2.025e0</w:t>
      </w:r>
    </w:p>
    <w:p w:rsidR="00B65DC9" w:rsidRDefault="00B65DC9" w:rsidP="00B65DC9">
      <w:r>
        <w:t>431.1105</w:t>
      </w:r>
      <w:r>
        <w:tab/>
        <w:t>2.025e0</w:t>
      </w:r>
    </w:p>
    <w:p w:rsidR="00B65DC9" w:rsidRDefault="00B65DC9" w:rsidP="00B65DC9">
      <w:r>
        <w:t>431.1144</w:t>
      </w:r>
      <w:r>
        <w:tab/>
        <w:t>2.025e0</w:t>
      </w:r>
    </w:p>
    <w:p w:rsidR="00B65DC9" w:rsidRDefault="00B65DC9" w:rsidP="00B65DC9">
      <w:r>
        <w:t>431.1326</w:t>
      </w:r>
      <w:r>
        <w:tab/>
        <w:t>3.038e0</w:t>
      </w:r>
    </w:p>
    <w:p w:rsidR="00B65DC9" w:rsidRDefault="00B65DC9" w:rsidP="00B65DC9">
      <w:r>
        <w:t>431.1449</w:t>
      </w:r>
      <w:r>
        <w:tab/>
        <w:t>2.532e-2</w:t>
      </w:r>
    </w:p>
    <w:p w:rsidR="00B65DC9" w:rsidRDefault="00B65DC9" w:rsidP="00B65DC9">
      <w:r>
        <w:t>431.1697</w:t>
      </w:r>
      <w:r>
        <w:tab/>
        <w:t>3.038e0</w:t>
      </w:r>
    </w:p>
    <w:p w:rsidR="00B65DC9" w:rsidRDefault="00B65DC9" w:rsidP="00B65DC9">
      <w:r>
        <w:t>431.1755</w:t>
      </w:r>
      <w:r>
        <w:tab/>
        <w:t>5.063e0</w:t>
      </w:r>
    </w:p>
    <w:p w:rsidR="00B65DC9" w:rsidRDefault="00B65DC9" w:rsidP="00B65DC9">
      <w:r>
        <w:lastRenderedPageBreak/>
        <w:t>431.2080</w:t>
      </w:r>
      <w:r>
        <w:tab/>
        <w:t>1.013e0</w:t>
      </w:r>
    </w:p>
    <w:p w:rsidR="00B65DC9" w:rsidRDefault="00B65DC9" w:rsidP="00B65DC9">
      <w:r>
        <w:t>431.2300</w:t>
      </w:r>
      <w:r>
        <w:tab/>
        <w:t>3.038e0</w:t>
      </w:r>
    </w:p>
    <w:p w:rsidR="00B65DC9" w:rsidRDefault="00B65DC9" w:rsidP="00B65DC9">
      <w:r>
        <w:t>431.2407</w:t>
      </w:r>
      <w:r>
        <w:tab/>
        <w:t>2.025e0</w:t>
      </w:r>
    </w:p>
    <w:p w:rsidR="00B65DC9" w:rsidRDefault="00B65DC9" w:rsidP="00B65DC9">
      <w:r>
        <w:t>431.2666</w:t>
      </w:r>
      <w:r>
        <w:tab/>
        <w:t>2.025e0</w:t>
      </w:r>
    </w:p>
    <w:p w:rsidR="00B65DC9" w:rsidRDefault="00B65DC9" w:rsidP="00B65DC9">
      <w:r>
        <w:t>431.3121</w:t>
      </w:r>
      <w:r>
        <w:tab/>
        <w:t>3.051e0</w:t>
      </w:r>
    </w:p>
    <w:p w:rsidR="00B65DC9" w:rsidRDefault="00B65DC9" w:rsidP="00B65DC9">
      <w:r>
        <w:t>431.3604</w:t>
      </w:r>
      <w:r>
        <w:tab/>
        <w:t>1.266e-2</w:t>
      </w:r>
    </w:p>
    <w:p w:rsidR="00B65DC9" w:rsidRDefault="00B65DC9" w:rsidP="00B65DC9">
      <w:r>
        <w:t>431.3831</w:t>
      </w:r>
      <w:r>
        <w:tab/>
        <w:t>1.013e0</w:t>
      </w:r>
    </w:p>
    <w:p w:rsidR="00B65DC9" w:rsidRDefault="00B65DC9" w:rsidP="00B65DC9">
      <w:r>
        <w:t>431.4058</w:t>
      </w:r>
      <w:r>
        <w:tab/>
        <w:t>1.266e-2</w:t>
      </w:r>
    </w:p>
    <w:p w:rsidR="00B65DC9" w:rsidRDefault="00B65DC9" w:rsidP="00B65DC9">
      <w:r>
        <w:t>431.4512</w:t>
      </w:r>
      <w:r>
        <w:tab/>
        <w:t>1.013e0</w:t>
      </w:r>
    </w:p>
    <w:p w:rsidR="00B65DC9" w:rsidRDefault="00B65DC9" w:rsidP="00B65DC9">
      <w:r>
        <w:t>431.4664</w:t>
      </w:r>
      <w:r>
        <w:tab/>
        <w:t>1.266e-2</w:t>
      </w:r>
    </w:p>
    <w:p w:rsidR="00B65DC9" w:rsidRDefault="00B65DC9" w:rsidP="00B65DC9">
      <w:r>
        <w:t>431.4764</w:t>
      </w:r>
      <w:r>
        <w:tab/>
        <w:t>1.013e0</w:t>
      </w:r>
    </w:p>
    <w:p w:rsidR="00B65DC9" w:rsidRDefault="00B65DC9" w:rsidP="00B65DC9">
      <w:r>
        <w:t>431.5276</w:t>
      </w:r>
      <w:r>
        <w:tab/>
        <w:t>1.013e0</w:t>
      </w:r>
    </w:p>
    <w:p w:rsidR="00B65DC9" w:rsidRDefault="00B65DC9" w:rsidP="00B65DC9">
      <w:r>
        <w:t>431.5422</w:t>
      </w:r>
      <w:r>
        <w:tab/>
        <w:t>1.266e-2</w:t>
      </w:r>
    </w:p>
    <w:p w:rsidR="00B65DC9" w:rsidRDefault="00B65DC9" w:rsidP="00B65DC9">
      <w:r>
        <w:t>431.5497</w:t>
      </w:r>
      <w:r>
        <w:tab/>
        <w:t>1.013e0</w:t>
      </w:r>
    </w:p>
    <w:p w:rsidR="00B65DC9" w:rsidRDefault="00B65DC9" w:rsidP="00B65DC9">
      <w:r>
        <w:t>431.6261</w:t>
      </w:r>
      <w:r>
        <w:tab/>
        <w:t>1.266e-2</w:t>
      </w:r>
    </w:p>
    <w:p w:rsidR="00B65DC9" w:rsidRDefault="00B65DC9" w:rsidP="00B65DC9">
      <w:r>
        <w:t>431.6803</w:t>
      </w:r>
      <w:r>
        <w:tab/>
        <w:t>1.013e0</w:t>
      </w:r>
    </w:p>
    <w:p w:rsidR="00B65DC9" w:rsidRDefault="00B65DC9" w:rsidP="00B65DC9">
      <w:r>
        <w:t>431.6867</w:t>
      </w:r>
      <w:r>
        <w:tab/>
        <w:t>1.013e0</w:t>
      </w:r>
    </w:p>
    <w:p w:rsidR="00B65DC9" w:rsidRDefault="00B65DC9" w:rsidP="00B65DC9">
      <w:r>
        <w:t>431.8508</w:t>
      </w:r>
      <w:r>
        <w:tab/>
        <w:t>2.025e0</w:t>
      </w:r>
    </w:p>
    <w:p w:rsidR="00B65DC9" w:rsidRDefault="00B65DC9" w:rsidP="00B65DC9">
      <w:r>
        <w:t>431.8806</w:t>
      </w:r>
      <w:r>
        <w:tab/>
        <w:t>1.013e0</w:t>
      </w:r>
    </w:p>
    <w:p w:rsidR="00B65DC9" w:rsidRDefault="00B65DC9" w:rsidP="00B65DC9">
      <w:r>
        <w:lastRenderedPageBreak/>
        <w:t>431.8862</w:t>
      </w:r>
      <w:r>
        <w:tab/>
        <w:t>2.025e0</w:t>
      </w:r>
    </w:p>
    <w:p w:rsidR="00B65DC9" w:rsidRDefault="00B65DC9" w:rsidP="00B65DC9">
      <w:r>
        <w:t>431.9142</w:t>
      </w:r>
      <w:r>
        <w:tab/>
        <w:t>1.013e0</w:t>
      </w:r>
    </w:p>
    <w:p w:rsidR="00B65DC9" w:rsidRDefault="00B65DC9" w:rsidP="00B65DC9">
      <w:r>
        <w:t>431.9451</w:t>
      </w:r>
      <w:r>
        <w:tab/>
        <w:t>1.013e0</w:t>
      </w:r>
    </w:p>
    <w:p w:rsidR="00B65DC9" w:rsidRDefault="00B65DC9" w:rsidP="00B65DC9">
      <w:r>
        <w:t>431.9953</w:t>
      </w:r>
      <w:r>
        <w:tab/>
        <w:t>3.038e0</w:t>
      </w:r>
    </w:p>
    <w:p w:rsidR="00B65DC9" w:rsidRDefault="00B65DC9" w:rsidP="00B65DC9">
      <w:r>
        <w:t>431.9976</w:t>
      </w:r>
      <w:r>
        <w:tab/>
        <w:t>1.013e0</w:t>
      </w:r>
    </w:p>
    <w:p w:rsidR="00B65DC9" w:rsidRDefault="00B65DC9" w:rsidP="00B65DC9">
      <w:r>
        <w:t>432.0238</w:t>
      </w:r>
      <w:r>
        <w:tab/>
        <w:t>1.013e0</w:t>
      </w:r>
    </w:p>
    <w:p w:rsidR="00B65DC9" w:rsidRDefault="00B65DC9" w:rsidP="00B65DC9">
      <w:r>
        <w:t>432.0631</w:t>
      </w:r>
      <w:r>
        <w:tab/>
        <w:t>1.013e0</w:t>
      </w:r>
    </w:p>
    <w:p w:rsidR="00B65DC9" w:rsidRDefault="00B65DC9" w:rsidP="00B65DC9">
      <w:r>
        <w:t>432.1334</w:t>
      </w:r>
      <w:r>
        <w:tab/>
        <w:t>2.025e0</w:t>
      </w:r>
    </w:p>
    <w:p w:rsidR="00B65DC9" w:rsidRDefault="00B65DC9" w:rsidP="00B65DC9">
      <w:r>
        <w:t>432.1366</w:t>
      </w:r>
      <w:r>
        <w:tab/>
        <w:t>5.063e0</w:t>
      </w:r>
    </w:p>
    <w:p w:rsidR="00B65DC9" w:rsidRDefault="00B65DC9" w:rsidP="00B65DC9">
      <w:r>
        <w:t>432.1382</w:t>
      </w:r>
      <w:r>
        <w:tab/>
        <w:t>2.025e0</w:t>
      </w:r>
    </w:p>
    <w:p w:rsidR="00B65DC9" w:rsidRDefault="00B65DC9" w:rsidP="00B65DC9">
      <w:r>
        <w:t>432.1412</w:t>
      </w:r>
      <w:r>
        <w:tab/>
        <w:t>1.266e-2</w:t>
      </w:r>
    </w:p>
    <w:p w:rsidR="00B65DC9" w:rsidRDefault="00B65DC9" w:rsidP="00B65DC9">
      <w:r>
        <w:t>432.2216</w:t>
      </w:r>
      <w:r>
        <w:tab/>
        <w:t>2.025e0</w:t>
      </w:r>
    </w:p>
    <w:p w:rsidR="00B65DC9" w:rsidRDefault="00B65DC9" w:rsidP="00B65DC9">
      <w:r>
        <w:t>432.2285</w:t>
      </w:r>
      <w:r>
        <w:tab/>
        <w:t>1.013e0</w:t>
      </w:r>
    </w:p>
    <w:p w:rsidR="00B65DC9" w:rsidRDefault="00B65DC9" w:rsidP="00B65DC9">
      <w:r>
        <w:t>432.2301</w:t>
      </w:r>
      <w:r>
        <w:tab/>
        <w:t>4.171e0</w:t>
      </w:r>
    </w:p>
    <w:p w:rsidR="00B65DC9" w:rsidRDefault="00B65DC9" w:rsidP="00B65DC9">
      <w:r>
        <w:t>432.2585</w:t>
      </w:r>
      <w:r>
        <w:tab/>
        <w:t>4.051e0</w:t>
      </w:r>
    </w:p>
    <w:p w:rsidR="00B65DC9" w:rsidRDefault="00B65DC9" w:rsidP="00B65DC9">
      <w:r>
        <w:t>432.2784</w:t>
      </w:r>
      <w:r>
        <w:tab/>
        <w:t>1.013e0</w:t>
      </w:r>
    </w:p>
    <w:p w:rsidR="00B65DC9" w:rsidRDefault="00B65DC9" w:rsidP="00B65DC9">
      <w:r>
        <w:t>432.3034</w:t>
      </w:r>
      <w:r>
        <w:tab/>
        <w:t>1.051e0</w:t>
      </w:r>
    </w:p>
    <w:p w:rsidR="00B65DC9" w:rsidRDefault="00B65DC9" w:rsidP="00B65DC9">
      <w:r>
        <w:t>432.3158</w:t>
      </w:r>
      <w:r>
        <w:tab/>
        <w:t>1.013e0</w:t>
      </w:r>
    </w:p>
    <w:p w:rsidR="00B65DC9" w:rsidRDefault="00B65DC9" w:rsidP="00B65DC9">
      <w:r>
        <w:t>432.3765</w:t>
      </w:r>
      <w:r>
        <w:tab/>
        <w:t>1.266e-2</w:t>
      </w:r>
    </w:p>
    <w:p w:rsidR="00B65DC9" w:rsidRDefault="00B65DC9" w:rsidP="00B65DC9">
      <w:r>
        <w:lastRenderedPageBreak/>
        <w:t>432.4874</w:t>
      </w:r>
      <w:r>
        <w:tab/>
        <w:t>2.025e0</w:t>
      </w:r>
    </w:p>
    <w:p w:rsidR="00B65DC9" w:rsidRDefault="00B65DC9" w:rsidP="00B65DC9">
      <w:r>
        <w:t>432.4933</w:t>
      </w:r>
      <w:r>
        <w:tab/>
        <w:t>1.013e0</w:t>
      </w:r>
    </w:p>
    <w:p w:rsidR="00B65DC9" w:rsidRDefault="00B65DC9" w:rsidP="00B65DC9">
      <w:r>
        <w:t>432.4961</w:t>
      </w:r>
      <w:r>
        <w:tab/>
        <w:t>2.532e-2</w:t>
      </w:r>
    </w:p>
    <w:p w:rsidR="00B65DC9" w:rsidRDefault="00B65DC9" w:rsidP="00B65DC9">
      <w:r>
        <w:t>432.5505</w:t>
      </w:r>
      <w:r>
        <w:tab/>
        <w:t>1.013e0</w:t>
      </w:r>
    </w:p>
    <w:p w:rsidR="00B65DC9" w:rsidRDefault="00B65DC9" w:rsidP="00B65DC9">
      <w:r>
        <w:t>432.6043</w:t>
      </w:r>
      <w:r>
        <w:tab/>
        <w:t>1.013e0</w:t>
      </w:r>
    </w:p>
    <w:p w:rsidR="00B65DC9" w:rsidRDefault="00B65DC9" w:rsidP="00B65DC9">
      <w:r>
        <w:t>432.6898</w:t>
      </w:r>
      <w:r>
        <w:tab/>
        <w:t>3.038e0</w:t>
      </w:r>
    </w:p>
    <w:p w:rsidR="00B65DC9" w:rsidRDefault="00B65DC9" w:rsidP="00B65DC9">
      <w:r>
        <w:t>432.6931</w:t>
      </w:r>
      <w:r>
        <w:tab/>
        <w:t>1.266e-2</w:t>
      </w:r>
    </w:p>
    <w:p w:rsidR="00B65DC9" w:rsidRDefault="00B65DC9" w:rsidP="00B65DC9">
      <w:r>
        <w:t>432.7361</w:t>
      </w:r>
      <w:r>
        <w:tab/>
        <w:t>1.266e-2</w:t>
      </w:r>
    </w:p>
    <w:p w:rsidR="00B65DC9" w:rsidRDefault="00B65DC9" w:rsidP="00B65DC9">
      <w:r>
        <w:t>432.8023</w:t>
      </w:r>
      <w:r>
        <w:tab/>
        <w:t>1.013e0</w:t>
      </w:r>
    </w:p>
    <w:p w:rsidR="00B65DC9" w:rsidRDefault="00B65DC9" w:rsidP="00B65DC9">
      <w:r>
        <w:t>432.9006</w:t>
      </w:r>
      <w:r>
        <w:tab/>
        <w:t>1.025e0</w:t>
      </w:r>
    </w:p>
    <w:p w:rsidR="00B65DC9" w:rsidRDefault="00B65DC9" w:rsidP="00B65DC9">
      <w:r>
        <w:t>432.9423</w:t>
      </w:r>
      <w:r>
        <w:tab/>
        <w:t>2.025e0</w:t>
      </w:r>
    </w:p>
    <w:p w:rsidR="00B65DC9" w:rsidRDefault="00B65DC9" w:rsidP="00B65DC9">
      <w:r>
        <w:t>432.9690</w:t>
      </w:r>
      <w:r>
        <w:tab/>
        <w:t>1.013e0</w:t>
      </w:r>
    </w:p>
    <w:p w:rsidR="00B65DC9" w:rsidRDefault="00B65DC9" w:rsidP="00B65DC9">
      <w:r>
        <w:t>432.9837</w:t>
      </w:r>
      <w:r>
        <w:tab/>
        <w:t>4.051e0</w:t>
      </w:r>
    </w:p>
    <w:p w:rsidR="00B65DC9" w:rsidRDefault="00B65DC9" w:rsidP="00B65DC9">
      <w:r>
        <w:t>432.9853</w:t>
      </w:r>
      <w:r>
        <w:tab/>
        <w:t>6.076e0</w:t>
      </w:r>
    </w:p>
    <w:p w:rsidR="00B65DC9" w:rsidRDefault="00B65DC9" w:rsidP="00B65DC9">
      <w:r>
        <w:t>432.9996</w:t>
      </w:r>
      <w:r>
        <w:tab/>
        <w:t>1.063e0</w:t>
      </w:r>
    </w:p>
    <w:p w:rsidR="00B65DC9" w:rsidRDefault="00B65DC9" w:rsidP="00B65DC9">
      <w:r>
        <w:t>433.0146</w:t>
      </w:r>
      <w:r>
        <w:tab/>
        <w:t>1.013e0</w:t>
      </w:r>
    </w:p>
    <w:p w:rsidR="00B65DC9" w:rsidRDefault="00B65DC9" w:rsidP="00B65DC9">
      <w:r>
        <w:t>433.0754</w:t>
      </w:r>
      <w:r>
        <w:tab/>
        <w:t>1.013e0</w:t>
      </w:r>
    </w:p>
    <w:p w:rsidR="00B65DC9" w:rsidRDefault="00B65DC9" w:rsidP="00B65DC9">
      <w:r>
        <w:t>433.1286</w:t>
      </w:r>
      <w:r>
        <w:tab/>
        <w:t>1.266e-2</w:t>
      </w:r>
    </w:p>
    <w:p w:rsidR="00B65DC9" w:rsidRDefault="00B65DC9" w:rsidP="00B65DC9">
      <w:r>
        <w:t>433.1368</w:t>
      </w:r>
      <w:r>
        <w:tab/>
        <w:t>1.266e-2</w:t>
      </w:r>
    </w:p>
    <w:p w:rsidR="00B65DC9" w:rsidRDefault="00B65DC9" w:rsidP="00B65DC9">
      <w:r>
        <w:lastRenderedPageBreak/>
        <w:t>433.1496</w:t>
      </w:r>
      <w:r>
        <w:tab/>
        <w:t>2.025e0</w:t>
      </w:r>
    </w:p>
    <w:p w:rsidR="00B65DC9" w:rsidRDefault="00B65DC9" w:rsidP="00B65DC9">
      <w:r>
        <w:t>433.1586</w:t>
      </w:r>
      <w:r>
        <w:tab/>
        <w:t>1.266e-2</w:t>
      </w:r>
    </w:p>
    <w:p w:rsidR="00B65DC9" w:rsidRDefault="00B65DC9" w:rsidP="00B65DC9">
      <w:r>
        <w:t>433.2085</w:t>
      </w:r>
      <w:r>
        <w:tab/>
        <w:t>2.331e0</w:t>
      </w:r>
    </w:p>
    <w:p w:rsidR="00B65DC9" w:rsidRDefault="00B65DC9" w:rsidP="00B65DC9">
      <w:r>
        <w:t>433.2214</w:t>
      </w:r>
      <w:r>
        <w:tab/>
        <w:t>2.532e-2</w:t>
      </w:r>
    </w:p>
    <w:p w:rsidR="00B65DC9" w:rsidRDefault="00B65DC9" w:rsidP="00B65DC9">
      <w:r>
        <w:t>433.2444</w:t>
      </w:r>
      <w:r>
        <w:tab/>
        <w:t>2.025e0</w:t>
      </w:r>
    </w:p>
    <w:p w:rsidR="00B65DC9" w:rsidRDefault="00B65DC9" w:rsidP="00B65DC9">
      <w:r>
        <w:t>433.2553</w:t>
      </w:r>
      <w:r>
        <w:tab/>
        <w:t>3.038e0</w:t>
      </w:r>
    </w:p>
    <w:p w:rsidR="00B65DC9" w:rsidRDefault="00B65DC9" w:rsidP="00B65DC9">
      <w:r>
        <w:t>433.2911</w:t>
      </w:r>
      <w:r>
        <w:tab/>
        <w:t>4.051e0</w:t>
      </w:r>
    </w:p>
    <w:p w:rsidR="00B65DC9" w:rsidRDefault="00B65DC9" w:rsidP="00B65DC9">
      <w:r>
        <w:t>433.3317</w:t>
      </w:r>
      <w:r>
        <w:tab/>
        <w:t>3.038e0</w:t>
      </w:r>
    </w:p>
    <w:p w:rsidR="00B65DC9" w:rsidRDefault="00B65DC9" w:rsidP="00B65DC9">
      <w:r>
        <w:t>433.3340</w:t>
      </w:r>
      <w:r>
        <w:tab/>
        <w:t>1.013e0</w:t>
      </w:r>
    </w:p>
    <w:p w:rsidR="00B65DC9" w:rsidRDefault="00B65DC9" w:rsidP="00B65DC9">
      <w:r>
        <w:t>433.3796</w:t>
      </w:r>
      <w:r>
        <w:tab/>
        <w:t>1.013e0</w:t>
      </w:r>
    </w:p>
    <w:p w:rsidR="00B65DC9" w:rsidRDefault="00B65DC9" w:rsidP="00B65DC9">
      <w:r>
        <w:t>433.4591</w:t>
      </w:r>
      <w:r>
        <w:tab/>
        <w:t>2.025e0</w:t>
      </w:r>
    </w:p>
    <w:p w:rsidR="00B65DC9" w:rsidRDefault="00B65DC9" w:rsidP="00B65DC9">
      <w:r>
        <w:t>433.5323</w:t>
      </w:r>
      <w:r>
        <w:tab/>
        <w:t>1.013e0</w:t>
      </w:r>
    </w:p>
    <w:p w:rsidR="00B65DC9" w:rsidRDefault="00B65DC9" w:rsidP="00B65DC9">
      <w:r>
        <w:t>433.6008</w:t>
      </w:r>
      <w:r>
        <w:tab/>
        <w:t>1.013e0</w:t>
      </w:r>
    </w:p>
    <w:p w:rsidR="00B65DC9" w:rsidRDefault="00B65DC9" w:rsidP="00B65DC9">
      <w:r>
        <w:t>433.6222</w:t>
      </w:r>
      <w:r>
        <w:tab/>
        <w:t>2.025e0</w:t>
      </w:r>
    </w:p>
    <w:p w:rsidR="00B65DC9" w:rsidRDefault="00B65DC9" w:rsidP="00B65DC9">
      <w:r>
        <w:t>433.6274</w:t>
      </w:r>
      <w:r>
        <w:tab/>
        <w:t>1.013e0</w:t>
      </w:r>
    </w:p>
    <w:p w:rsidR="00B65DC9" w:rsidRDefault="00B65DC9" w:rsidP="00B65DC9">
      <w:r>
        <w:t>433.6958</w:t>
      </w:r>
      <w:r>
        <w:tab/>
        <w:t>2.025e0</w:t>
      </w:r>
    </w:p>
    <w:p w:rsidR="00B65DC9" w:rsidRDefault="00B65DC9" w:rsidP="00B65DC9">
      <w:r>
        <w:t>433.7708</w:t>
      </w:r>
      <w:r>
        <w:tab/>
        <w:t>1.013e0</w:t>
      </w:r>
    </w:p>
    <w:p w:rsidR="00B65DC9" w:rsidRDefault="00B65DC9" w:rsidP="00B65DC9">
      <w:r>
        <w:t>433.7856</w:t>
      </w:r>
      <w:r>
        <w:tab/>
        <w:t>2.025e0</w:t>
      </w:r>
    </w:p>
    <w:p w:rsidR="00B65DC9" w:rsidRDefault="00B65DC9" w:rsidP="00B65DC9">
      <w:r>
        <w:t>433.8591</w:t>
      </w:r>
      <w:r>
        <w:tab/>
        <w:t>1.266e-2</w:t>
      </w:r>
    </w:p>
    <w:p w:rsidR="00B65DC9" w:rsidRDefault="00B65DC9" w:rsidP="00B65DC9">
      <w:r>
        <w:lastRenderedPageBreak/>
        <w:t>433.8749</w:t>
      </w:r>
      <w:r>
        <w:tab/>
        <w:t>1.013e0</w:t>
      </w:r>
    </w:p>
    <w:p w:rsidR="00B65DC9" w:rsidRDefault="00B65DC9" w:rsidP="00B65DC9">
      <w:r>
        <w:t>433.9503</w:t>
      </w:r>
      <w:r>
        <w:tab/>
        <w:t>1.013e0</w:t>
      </w:r>
    </w:p>
    <w:p w:rsidR="00B65DC9" w:rsidRDefault="00B65DC9" w:rsidP="00B65DC9">
      <w:r>
        <w:t>433.9533</w:t>
      </w:r>
      <w:r>
        <w:tab/>
        <w:t>1.013e0</w:t>
      </w:r>
    </w:p>
    <w:p w:rsidR="00B65DC9" w:rsidRDefault="00B65DC9" w:rsidP="00B65DC9">
      <w:r>
        <w:t>433.9581</w:t>
      </w:r>
      <w:r>
        <w:tab/>
        <w:t>1.266e-2</w:t>
      </w:r>
    </w:p>
    <w:p w:rsidR="00B65DC9" w:rsidRDefault="00B65DC9" w:rsidP="00B65DC9">
      <w:r>
        <w:t>433.9886</w:t>
      </w:r>
      <w:r>
        <w:tab/>
        <w:t>1.013e0</w:t>
      </w:r>
    </w:p>
    <w:p w:rsidR="00B65DC9" w:rsidRDefault="00B65DC9" w:rsidP="00B65DC9">
      <w:r>
        <w:t>434.0425</w:t>
      </w:r>
      <w:r>
        <w:tab/>
        <w:t>1.013e0</w:t>
      </w:r>
    </w:p>
    <w:p w:rsidR="00B65DC9" w:rsidRDefault="00B65DC9" w:rsidP="00B65DC9">
      <w:r>
        <w:t>434.0751</w:t>
      </w:r>
      <w:r>
        <w:tab/>
        <w:t>1.013e0</w:t>
      </w:r>
    </w:p>
    <w:p w:rsidR="00B65DC9" w:rsidRDefault="00B65DC9" w:rsidP="00B65DC9">
      <w:r>
        <w:t>434.0959</w:t>
      </w:r>
      <w:r>
        <w:tab/>
        <w:t>3.038e0</w:t>
      </w:r>
    </w:p>
    <w:p w:rsidR="00B65DC9" w:rsidRDefault="00B65DC9" w:rsidP="00B65DC9">
      <w:r>
        <w:t>434.1181</w:t>
      </w:r>
      <w:r>
        <w:tab/>
        <w:t>1.013e0</w:t>
      </w:r>
    </w:p>
    <w:p w:rsidR="00B65DC9" w:rsidRDefault="00B65DC9" w:rsidP="00B65DC9">
      <w:r>
        <w:t>434.1379</w:t>
      </w:r>
      <w:r>
        <w:tab/>
        <w:t>2.025e0</w:t>
      </w:r>
    </w:p>
    <w:p w:rsidR="00B65DC9" w:rsidRDefault="00B65DC9" w:rsidP="00B65DC9">
      <w:r>
        <w:t>434.1867</w:t>
      </w:r>
      <w:r>
        <w:tab/>
        <w:t>3.038e0</w:t>
      </w:r>
    </w:p>
    <w:p w:rsidR="00B65DC9" w:rsidRDefault="00B65DC9" w:rsidP="00B65DC9">
      <w:r>
        <w:t>434.1968</w:t>
      </w:r>
      <w:r>
        <w:tab/>
        <w:t>1.013e0</w:t>
      </w:r>
    </w:p>
    <w:p w:rsidR="00B65DC9" w:rsidRDefault="00B65DC9" w:rsidP="00B65DC9">
      <w:r>
        <w:t>434.2063</w:t>
      </w:r>
      <w:r>
        <w:tab/>
        <w:t>2.025e0</w:t>
      </w:r>
    </w:p>
    <w:p w:rsidR="00B65DC9" w:rsidRDefault="00B65DC9" w:rsidP="00B65DC9">
      <w:r>
        <w:t>434.2663</w:t>
      </w:r>
      <w:r>
        <w:tab/>
        <w:t>3.038e0</w:t>
      </w:r>
    </w:p>
    <w:p w:rsidR="00B65DC9" w:rsidRDefault="00B65DC9" w:rsidP="00B65DC9">
      <w:r>
        <w:t>434.2830</w:t>
      </w:r>
      <w:r>
        <w:tab/>
        <w:t>3.038e0</w:t>
      </w:r>
    </w:p>
    <w:p w:rsidR="00B65DC9" w:rsidRDefault="00B65DC9" w:rsidP="00B65DC9">
      <w:r>
        <w:t>434.3244</w:t>
      </w:r>
      <w:r>
        <w:tab/>
        <w:t>1.013e0</w:t>
      </w:r>
    </w:p>
    <w:p w:rsidR="00B65DC9" w:rsidRDefault="00B65DC9" w:rsidP="00B65DC9">
      <w:r>
        <w:t>434.3365</w:t>
      </w:r>
      <w:r>
        <w:tab/>
        <w:t>6.076e0</w:t>
      </w:r>
    </w:p>
    <w:p w:rsidR="00B65DC9" w:rsidRDefault="00B65DC9" w:rsidP="00B65DC9">
      <w:r>
        <w:t>434.3849</w:t>
      </w:r>
      <w:r>
        <w:tab/>
        <w:t>1.013e0</w:t>
      </w:r>
    </w:p>
    <w:p w:rsidR="00B65DC9" w:rsidRDefault="00B65DC9" w:rsidP="00B65DC9">
      <w:r>
        <w:t>434.4149</w:t>
      </w:r>
      <w:r>
        <w:tab/>
        <w:t>2.025e0</w:t>
      </w:r>
    </w:p>
    <w:p w:rsidR="00B65DC9" w:rsidRDefault="00B65DC9" w:rsidP="00B65DC9">
      <w:r>
        <w:lastRenderedPageBreak/>
        <w:t>434.5406</w:t>
      </w:r>
      <w:r>
        <w:tab/>
        <w:t>1.013e0</w:t>
      </w:r>
    </w:p>
    <w:p w:rsidR="00B65DC9" w:rsidRDefault="00B65DC9" w:rsidP="00B65DC9">
      <w:r>
        <w:t>434.6015</w:t>
      </w:r>
      <w:r>
        <w:tab/>
        <w:t>2.025e0</w:t>
      </w:r>
    </w:p>
    <w:p w:rsidR="00B65DC9" w:rsidRDefault="00B65DC9" w:rsidP="00B65DC9">
      <w:r>
        <w:t>434.7362</w:t>
      </w:r>
      <w:r>
        <w:tab/>
        <w:t>1.013e0</w:t>
      </w:r>
    </w:p>
    <w:p w:rsidR="00B65DC9" w:rsidRDefault="00B65DC9" w:rsidP="00B65DC9">
      <w:r>
        <w:t>434.7447</w:t>
      </w:r>
      <w:r>
        <w:tab/>
        <w:t>1.013e0</w:t>
      </w:r>
    </w:p>
    <w:p w:rsidR="00B65DC9" w:rsidRDefault="00B65DC9" w:rsidP="00B65DC9">
      <w:r>
        <w:t>434.9117</w:t>
      </w:r>
      <w:r>
        <w:tab/>
        <w:t>1.013e0</w:t>
      </w:r>
    </w:p>
    <w:p w:rsidR="00B65DC9" w:rsidRDefault="00B65DC9" w:rsidP="00B65DC9">
      <w:r>
        <w:t>434.9221</w:t>
      </w:r>
      <w:r>
        <w:tab/>
        <w:t>4.051e0</w:t>
      </w:r>
    </w:p>
    <w:p w:rsidR="00B65DC9" w:rsidRDefault="00B65DC9" w:rsidP="00B65DC9">
      <w:r>
        <w:t>434.9236</w:t>
      </w:r>
      <w:r>
        <w:tab/>
        <w:t>1.025e0</w:t>
      </w:r>
    </w:p>
    <w:p w:rsidR="00B65DC9" w:rsidRDefault="00B65DC9" w:rsidP="00B65DC9">
      <w:r>
        <w:t>434.9681</w:t>
      </w:r>
      <w:r>
        <w:tab/>
        <w:t>3.038e0</w:t>
      </w:r>
    </w:p>
    <w:p w:rsidR="00B65DC9" w:rsidRDefault="00B65DC9" w:rsidP="00B65DC9">
      <w:r>
        <w:t>434.9954</w:t>
      </w:r>
      <w:r>
        <w:tab/>
        <w:t>4.051e0</w:t>
      </w:r>
    </w:p>
    <w:p w:rsidR="00B65DC9" w:rsidRDefault="00B65DC9" w:rsidP="00B65DC9">
      <w:r>
        <w:t>435.0209</w:t>
      </w:r>
      <w:r>
        <w:tab/>
        <w:t>2.025e0</w:t>
      </w:r>
    </w:p>
    <w:p w:rsidR="00B65DC9" w:rsidRDefault="00B65DC9" w:rsidP="00B65DC9">
      <w:r>
        <w:t>435.0909</w:t>
      </w:r>
      <w:r>
        <w:tab/>
        <w:t>3.038e0</w:t>
      </w:r>
    </w:p>
    <w:p w:rsidR="00B65DC9" w:rsidRDefault="00B65DC9" w:rsidP="00B65DC9">
      <w:r>
        <w:t>435.1103</w:t>
      </w:r>
      <w:r>
        <w:tab/>
        <w:t>6.329e-2</w:t>
      </w:r>
    </w:p>
    <w:p w:rsidR="00B65DC9" w:rsidRDefault="00B65DC9" w:rsidP="00B65DC9">
      <w:r>
        <w:t>435.1172</w:t>
      </w:r>
      <w:r>
        <w:tab/>
        <w:t>1.038e0</w:t>
      </w:r>
    </w:p>
    <w:p w:rsidR="00B65DC9" w:rsidRDefault="00B65DC9" w:rsidP="00B65DC9">
      <w:r>
        <w:t>435.1219</w:t>
      </w:r>
      <w:r>
        <w:tab/>
        <w:t>6.798e0</w:t>
      </w:r>
    </w:p>
    <w:p w:rsidR="00B65DC9" w:rsidRDefault="00B65DC9" w:rsidP="00B65DC9">
      <w:r>
        <w:t>435.1478</w:t>
      </w:r>
      <w:r>
        <w:tab/>
        <w:t>2.025e0</w:t>
      </w:r>
    </w:p>
    <w:p w:rsidR="00B65DC9" w:rsidRDefault="00B65DC9" w:rsidP="00B65DC9">
      <w:r>
        <w:t>435.1712</w:t>
      </w:r>
      <w:r>
        <w:tab/>
        <w:t>2.025e0</w:t>
      </w:r>
    </w:p>
    <w:p w:rsidR="00B65DC9" w:rsidRDefault="00B65DC9" w:rsidP="00B65DC9">
      <w:r>
        <w:t>435.1853</w:t>
      </w:r>
      <w:r>
        <w:tab/>
        <w:t>1.266e-2</w:t>
      </w:r>
    </w:p>
    <w:p w:rsidR="00B65DC9" w:rsidRDefault="00B65DC9" w:rsidP="00B65DC9">
      <w:r>
        <w:t>435.1927</w:t>
      </w:r>
      <w:r>
        <w:tab/>
        <w:t>5.076e0</w:t>
      </w:r>
    </w:p>
    <w:p w:rsidR="00B65DC9" w:rsidRDefault="00B65DC9" w:rsidP="00B65DC9">
      <w:r>
        <w:t>435.2033</w:t>
      </w:r>
      <w:r>
        <w:tab/>
        <w:t>4.051e0</w:t>
      </w:r>
    </w:p>
    <w:p w:rsidR="00B65DC9" w:rsidRDefault="00B65DC9" w:rsidP="00B65DC9">
      <w:r>
        <w:lastRenderedPageBreak/>
        <w:t>435.2421</w:t>
      </w:r>
      <w:r>
        <w:tab/>
        <w:t>2.532e-2</w:t>
      </w:r>
    </w:p>
    <w:p w:rsidR="00B65DC9" w:rsidRDefault="00B65DC9" w:rsidP="00B65DC9">
      <w:r>
        <w:t>435.2548</w:t>
      </w:r>
      <w:r>
        <w:tab/>
        <w:t>4.051e0</w:t>
      </w:r>
    </w:p>
    <w:p w:rsidR="00B65DC9" w:rsidRDefault="00B65DC9" w:rsidP="00B65DC9">
      <w:r>
        <w:t>435.3307</w:t>
      </w:r>
      <w:r>
        <w:tab/>
        <w:t>3.038e0</w:t>
      </w:r>
    </w:p>
    <w:p w:rsidR="00B65DC9" w:rsidRDefault="00B65DC9" w:rsidP="00B65DC9">
      <w:r>
        <w:t>435.3617</w:t>
      </w:r>
      <w:r>
        <w:tab/>
        <w:t>1.266e-2</w:t>
      </w:r>
    </w:p>
    <w:p w:rsidR="00B65DC9" w:rsidRDefault="00B65DC9" w:rsidP="00B65DC9">
      <w:r>
        <w:t>435.3755</w:t>
      </w:r>
      <w:r>
        <w:tab/>
        <w:t>4.051e0</w:t>
      </w:r>
    </w:p>
    <w:p w:rsidR="00B65DC9" w:rsidRDefault="00B65DC9" w:rsidP="00B65DC9">
      <w:r>
        <w:t>435.3846</w:t>
      </w:r>
      <w:r>
        <w:tab/>
        <w:t>1.013e0</w:t>
      </w:r>
    </w:p>
    <w:p w:rsidR="00B65DC9" w:rsidRDefault="00B65DC9" w:rsidP="00B65DC9">
      <w:r>
        <w:t>435.4287</w:t>
      </w:r>
      <w:r>
        <w:tab/>
        <w:t>1.013e0</w:t>
      </w:r>
    </w:p>
    <w:p w:rsidR="00B65DC9" w:rsidRDefault="00B65DC9" w:rsidP="00B65DC9">
      <w:r>
        <w:t>435.4845</w:t>
      </w:r>
      <w:r>
        <w:tab/>
        <w:t>1.013e0</w:t>
      </w:r>
    </w:p>
    <w:p w:rsidR="00B65DC9" w:rsidRDefault="00B65DC9" w:rsidP="00B65DC9">
      <w:r>
        <w:t>435.4992</w:t>
      </w:r>
      <w:r>
        <w:tab/>
        <w:t>1.013e0</w:t>
      </w:r>
    </w:p>
    <w:p w:rsidR="00B65DC9" w:rsidRDefault="00B65DC9" w:rsidP="00B65DC9">
      <w:r>
        <w:t>435.5291</w:t>
      </w:r>
      <w:r>
        <w:tab/>
        <w:t>1.013e0</w:t>
      </w:r>
    </w:p>
    <w:p w:rsidR="00B65DC9" w:rsidRDefault="00B65DC9" w:rsidP="00B65DC9">
      <w:r>
        <w:t>435.5757</w:t>
      </w:r>
      <w:r>
        <w:tab/>
        <w:t>1.266e-2</w:t>
      </w:r>
    </w:p>
    <w:p w:rsidR="00B65DC9" w:rsidRDefault="00B65DC9" w:rsidP="00B65DC9">
      <w:r>
        <w:t>435.6368</w:t>
      </w:r>
      <w:r>
        <w:tab/>
        <w:t>1.266e-2</w:t>
      </w:r>
    </w:p>
    <w:p w:rsidR="00B65DC9" w:rsidRDefault="00B65DC9" w:rsidP="00B65DC9">
      <w:r>
        <w:t>435.6508</w:t>
      </w:r>
      <w:r>
        <w:tab/>
        <w:t>1.013e0</w:t>
      </w:r>
    </w:p>
    <w:p w:rsidR="00B65DC9" w:rsidRDefault="00B65DC9" w:rsidP="00B65DC9">
      <w:r>
        <w:t>435.6679</w:t>
      </w:r>
      <w:r>
        <w:tab/>
        <w:t>1.013e0</w:t>
      </w:r>
    </w:p>
    <w:p w:rsidR="00B65DC9" w:rsidRDefault="00B65DC9" w:rsidP="00B65DC9">
      <w:r>
        <w:t>435.7285</w:t>
      </w:r>
      <w:r>
        <w:tab/>
        <w:t>1.013e0</w:t>
      </w:r>
    </w:p>
    <w:p w:rsidR="00B65DC9" w:rsidRDefault="00B65DC9" w:rsidP="00B65DC9">
      <w:r>
        <w:t>435.7337</w:t>
      </w:r>
      <w:r>
        <w:tab/>
        <w:t>1.266e-2</w:t>
      </w:r>
    </w:p>
    <w:p w:rsidR="00B65DC9" w:rsidRDefault="00B65DC9" w:rsidP="00B65DC9">
      <w:r>
        <w:t>435.8015</w:t>
      </w:r>
      <w:r>
        <w:tab/>
        <w:t>2.025e0</w:t>
      </w:r>
    </w:p>
    <w:p w:rsidR="00B65DC9" w:rsidRDefault="00B65DC9" w:rsidP="00B65DC9">
      <w:r>
        <w:t>435.8514</w:t>
      </w:r>
      <w:r>
        <w:tab/>
        <w:t>1.013e0</w:t>
      </w:r>
    </w:p>
    <w:p w:rsidR="00B65DC9" w:rsidRDefault="00B65DC9" w:rsidP="00B65DC9">
      <w:r>
        <w:t>435.8766</w:t>
      </w:r>
      <w:r>
        <w:tab/>
        <w:t>1.266e-2</w:t>
      </w:r>
    </w:p>
    <w:p w:rsidR="00B65DC9" w:rsidRDefault="00B65DC9" w:rsidP="00B65DC9">
      <w:r>
        <w:lastRenderedPageBreak/>
        <w:t>435.8896</w:t>
      </w:r>
      <w:r>
        <w:tab/>
        <w:t>1.013e0</w:t>
      </w:r>
    </w:p>
    <w:p w:rsidR="00B65DC9" w:rsidRDefault="00B65DC9" w:rsidP="00B65DC9">
      <w:r>
        <w:t>435.9159</w:t>
      </w:r>
      <w:r>
        <w:tab/>
        <w:t>1.013e0</w:t>
      </w:r>
    </w:p>
    <w:p w:rsidR="00B65DC9" w:rsidRDefault="00B65DC9" w:rsidP="00B65DC9">
      <w:r>
        <w:t>435.9732</w:t>
      </w:r>
      <w:r>
        <w:tab/>
        <w:t>2.025e0</w:t>
      </w:r>
    </w:p>
    <w:p w:rsidR="00B65DC9" w:rsidRDefault="00B65DC9" w:rsidP="00B65DC9">
      <w:r>
        <w:t>436.0121</w:t>
      </w:r>
      <w:r>
        <w:tab/>
        <w:t>1.266e-2</w:t>
      </w:r>
    </w:p>
    <w:p w:rsidR="00B65DC9" w:rsidRDefault="00B65DC9" w:rsidP="00B65DC9">
      <w:r>
        <w:t>436.0231</w:t>
      </w:r>
      <w:r>
        <w:tab/>
        <w:t>2.532e-2</w:t>
      </w:r>
    </w:p>
    <w:p w:rsidR="00B65DC9" w:rsidRDefault="00B65DC9" w:rsidP="00B65DC9">
      <w:r>
        <w:t>436.0497</w:t>
      </w:r>
      <w:r>
        <w:tab/>
        <w:t>1.013e0</w:t>
      </w:r>
    </w:p>
    <w:p w:rsidR="00B65DC9" w:rsidRDefault="00B65DC9" w:rsidP="00B65DC9">
      <w:r>
        <w:t>436.0556</w:t>
      </w:r>
      <w:r>
        <w:tab/>
        <w:t>1.013e0</w:t>
      </w:r>
    </w:p>
    <w:p w:rsidR="00B65DC9" w:rsidRDefault="00B65DC9" w:rsidP="00B65DC9">
      <w:r>
        <w:t>436.0879</w:t>
      </w:r>
      <w:r>
        <w:tab/>
        <w:t>1.025e0</w:t>
      </w:r>
    </w:p>
    <w:p w:rsidR="00B65DC9" w:rsidRDefault="00B65DC9" w:rsidP="00B65DC9">
      <w:r>
        <w:t>436.1021</w:t>
      </w:r>
      <w:r>
        <w:tab/>
        <w:t>3.038e0</w:t>
      </w:r>
    </w:p>
    <w:p w:rsidR="00B65DC9" w:rsidRDefault="00B65DC9" w:rsidP="00B65DC9">
      <w:r>
        <w:t>436.1044</w:t>
      </w:r>
      <w:r>
        <w:tab/>
        <w:t>8.101e0</w:t>
      </w:r>
    </w:p>
    <w:p w:rsidR="00B65DC9" w:rsidRDefault="00B65DC9" w:rsidP="00B65DC9">
      <w:r>
        <w:t>436.1461</w:t>
      </w:r>
      <w:r>
        <w:tab/>
        <w:t>2.025e0</w:t>
      </w:r>
    </w:p>
    <w:p w:rsidR="00B65DC9" w:rsidRDefault="00B65DC9" w:rsidP="00B65DC9">
      <w:r>
        <w:t>436.1560</w:t>
      </w:r>
      <w:r>
        <w:tab/>
        <w:t>1.266e-2</w:t>
      </w:r>
    </w:p>
    <w:p w:rsidR="00B65DC9" w:rsidRDefault="00B65DC9" w:rsidP="00B65DC9">
      <w:r>
        <w:t>436.1924</w:t>
      </w:r>
      <w:r>
        <w:tab/>
        <w:t>3.038e0</w:t>
      </w:r>
    </w:p>
    <w:p w:rsidR="00B65DC9" w:rsidRDefault="00B65DC9" w:rsidP="00B65DC9">
      <w:r>
        <w:t>436.2276</w:t>
      </w:r>
      <w:r>
        <w:tab/>
        <w:t>2.025e0</w:t>
      </w:r>
    </w:p>
    <w:p w:rsidR="00B65DC9" w:rsidRDefault="00B65DC9" w:rsidP="00B65DC9">
      <w:r>
        <w:t>436.2476</w:t>
      </w:r>
      <w:r>
        <w:tab/>
        <w:t>4.051e0</w:t>
      </w:r>
    </w:p>
    <w:p w:rsidR="00B65DC9" w:rsidRDefault="00B65DC9" w:rsidP="00B65DC9">
      <w:r>
        <w:t>436.2599</w:t>
      </w:r>
      <w:r>
        <w:tab/>
        <w:t>1.013e0</w:t>
      </w:r>
    </w:p>
    <w:p w:rsidR="00B65DC9" w:rsidRDefault="00B65DC9" w:rsidP="00B65DC9">
      <w:r>
        <w:t>436.2671</w:t>
      </w:r>
      <w:r>
        <w:tab/>
        <w:t>2.532e-2</w:t>
      </w:r>
    </w:p>
    <w:p w:rsidR="00B65DC9" w:rsidRDefault="00B65DC9" w:rsidP="00B65DC9">
      <w:r>
        <w:t>436.2830</w:t>
      </w:r>
      <w:r>
        <w:tab/>
        <w:t>1.038e0</w:t>
      </w:r>
    </w:p>
    <w:p w:rsidR="00B65DC9" w:rsidRDefault="00B65DC9" w:rsidP="00B65DC9">
      <w:r>
        <w:t>436.3099</w:t>
      </w:r>
      <w:r>
        <w:tab/>
        <w:t>1.266e-2</w:t>
      </w:r>
    </w:p>
    <w:p w:rsidR="00B65DC9" w:rsidRDefault="00B65DC9" w:rsidP="00B65DC9">
      <w:r>
        <w:lastRenderedPageBreak/>
        <w:t>436.3135</w:t>
      </w:r>
      <w:r>
        <w:tab/>
        <w:t>2.025e0</w:t>
      </w:r>
    </w:p>
    <w:p w:rsidR="00B65DC9" w:rsidRDefault="00B65DC9" w:rsidP="00B65DC9">
      <w:r>
        <w:t>436.3423</w:t>
      </w:r>
      <w:r>
        <w:tab/>
        <w:t>1.013e0</w:t>
      </w:r>
    </w:p>
    <w:p w:rsidR="00B65DC9" w:rsidRDefault="00B65DC9" w:rsidP="00B65DC9">
      <w:r>
        <w:t>436.3817</w:t>
      </w:r>
      <w:r>
        <w:tab/>
        <w:t>1.013e0</w:t>
      </w:r>
    </w:p>
    <w:p w:rsidR="00B65DC9" w:rsidRDefault="00B65DC9" w:rsidP="00B65DC9">
      <w:r>
        <w:t>436.3865</w:t>
      </w:r>
      <w:r>
        <w:tab/>
        <w:t>1.266e-2</w:t>
      </w:r>
    </w:p>
    <w:p w:rsidR="00B65DC9" w:rsidRDefault="00B65DC9" w:rsidP="00B65DC9">
      <w:r>
        <w:t>436.4031</w:t>
      </w:r>
      <w:r>
        <w:tab/>
        <w:t>1.013e0</w:t>
      </w:r>
    </w:p>
    <w:p w:rsidR="00B65DC9" w:rsidRDefault="00B65DC9" w:rsidP="00B65DC9">
      <w:r>
        <w:t>436.4094</w:t>
      </w:r>
      <w:r>
        <w:tab/>
        <w:t>1.025e0</w:t>
      </w:r>
    </w:p>
    <w:p w:rsidR="00B65DC9" w:rsidRDefault="00B65DC9" w:rsidP="00B65DC9">
      <w:r>
        <w:t>436.5473</w:t>
      </w:r>
      <w:r>
        <w:tab/>
        <w:t>1.013e0</w:t>
      </w:r>
    </w:p>
    <w:p w:rsidR="00B65DC9" w:rsidRDefault="00B65DC9" w:rsidP="00B65DC9">
      <w:r>
        <w:t>436.5856</w:t>
      </w:r>
      <w:r>
        <w:tab/>
        <w:t>1.266e-2</w:t>
      </w:r>
    </w:p>
    <w:p w:rsidR="00B65DC9" w:rsidRDefault="00B65DC9" w:rsidP="00B65DC9">
      <w:r>
        <w:t>436.6038</w:t>
      </w:r>
      <w:r>
        <w:tab/>
        <w:t>1.013e0</w:t>
      </w:r>
    </w:p>
    <w:p w:rsidR="00B65DC9" w:rsidRDefault="00B65DC9" w:rsidP="00B65DC9">
      <w:r>
        <w:t>436.6468</w:t>
      </w:r>
      <w:r>
        <w:tab/>
        <w:t>1.266e-2</w:t>
      </w:r>
    </w:p>
    <w:p w:rsidR="00B65DC9" w:rsidRDefault="00B65DC9" w:rsidP="00B65DC9">
      <w:r>
        <w:t>436.6545</w:t>
      </w:r>
      <w:r>
        <w:tab/>
        <w:t>1.013e0</w:t>
      </w:r>
    </w:p>
    <w:p w:rsidR="00B65DC9" w:rsidRDefault="00B65DC9" w:rsidP="00B65DC9">
      <w:r>
        <w:t>436.7434</w:t>
      </w:r>
      <w:r>
        <w:tab/>
        <w:t>1.266e-2</w:t>
      </w:r>
    </w:p>
    <w:p w:rsidR="00B65DC9" w:rsidRDefault="00B65DC9" w:rsidP="00B65DC9">
      <w:r>
        <w:t>436.7541</w:t>
      </w:r>
      <w:r>
        <w:tab/>
        <w:t>1.013e0</w:t>
      </w:r>
    </w:p>
    <w:p w:rsidR="00B65DC9" w:rsidRDefault="00B65DC9" w:rsidP="00B65DC9">
      <w:r>
        <w:t>436.7930</w:t>
      </w:r>
      <w:r>
        <w:tab/>
        <w:t>1.013e0</w:t>
      </w:r>
    </w:p>
    <w:p w:rsidR="00B65DC9" w:rsidRDefault="00B65DC9" w:rsidP="00B65DC9">
      <w:r>
        <w:t>436.9083</w:t>
      </w:r>
      <w:r>
        <w:tab/>
        <w:t>1.013e0</w:t>
      </w:r>
    </w:p>
    <w:p w:rsidR="00B65DC9" w:rsidRDefault="00B65DC9" w:rsidP="00B65DC9">
      <w:r>
        <w:t>436.9330</w:t>
      </w:r>
      <w:r>
        <w:tab/>
        <w:t>2.025e0</w:t>
      </w:r>
    </w:p>
    <w:p w:rsidR="00B65DC9" w:rsidRDefault="00B65DC9" w:rsidP="00B65DC9">
      <w:r>
        <w:t>436.9478</w:t>
      </w:r>
      <w:r>
        <w:tab/>
        <w:t>1.266e-2</w:t>
      </w:r>
    </w:p>
    <w:p w:rsidR="00B65DC9" w:rsidRDefault="00B65DC9" w:rsidP="00B65DC9">
      <w:r>
        <w:t>436.9769</w:t>
      </w:r>
      <w:r>
        <w:tab/>
        <w:t>1.013e0</w:t>
      </w:r>
    </w:p>
    <w:p w:rsidR="00B65DC9" w:rsidRDefault="00B65DC9" w:rsidP="00B65DC9">
      <w:r>
        <w:t>437.0552</w:t>
      </w:r>
      <w:r>
        <w:tab/>
        <w:t>2.025e0</w:t>
      </w:r>
    </w:p>
    <w:p w:rsidR="00B65DC9" w:rsidRDefault="00B65DC9" w:rsidP="00B65DC9">
      <w:r>
        <w:lastRenderedPageBreak/>
        <w:t>437.0612</w:t>
      </w:r>
      <w:r>
        <w:tab/>
        <w:t>1.013e0</w:t>
      </w:r>
    </w:p>
    <w:p w:rsidR="00B65DC9" w:rsidRDefault="00B65DC9" w:rsidP="00B65DC9">
      <w:r>
        <w:t>437.0706</w:t>
      </w:r>
      <w:r>
        <w:tab/>
        <w:t>2.038e0</w:t>
      </w:r>
    </w:p>
    <w:p w:rsidR="00B65DC9" w:rsidRDefault="00B65DC9" w:rsidP="00B65DC9">
      <w:r>
        <w:t>437.1091</w:t>
      </w:r>
      <w:r>
        <w:tab/>
        <w:t>1.013e0</w:t>
      </w:r>
    </w:p>
    <w:p w:rsidR="00B65DC9" w:rsidRDefault="00B65DC9" w:rsidP="00B65DC9">
      <w:r>
        <w:t>437.1107</w:t>
      </w:r>
      <w:r>
        <w:tab/>
        <w:t>2.025e0</w:t>
      </w:r>
    </w:p>
    <w:p w:rsidR="00B65DC9" w:rsidRDefault="00B65DC9" w:rsidP="00B65DC9">
      <w:r>
        <w:t>437.1162</w:t>
      </w:r>
      <w:r>
        <w:tab/>
        <w:t>2.025e0</w:t>
      </w:r>
    </w:p>
    <w:p w:rsidR="00B65DC9" w:rsidRDefault="00B65DC9" w:rsidP="00B65DC9">
      <w:r>
        <w:t>437.1833</w:t>
      </w:r>
      <w:r>
        <w:tab/>
        <w:t>1.266e-2</w:t>
      </w:r>
    </w:p>
    <w:p w:rsidR="00B65DC9" w:rsidRDefault="00B65DC9" w:rsidP="00B65DC9">
      <w:r>
        <w:t>437.2449</w:t>
      </w:r>
      <w:r>
        <w:tab/>
        <w:t>1.051e0</w:t>
      </w:r>
    </w:p>
    <w:p w:rsidR="00B65DC9" w:rsidRDefault="00B65DC9" w:rsidP="00B65DC9">
      <w:r>
        <w:t>437.2523</w:t>
      </w:r>
      <w:r>
        <w:tab/>
        <w:t>1.051e0</w:t>
      </w:r>
    </w:p>
    <w:p w:rsidR="00B65DC9" w:rsidRDefault="00B65DC9" w:rsidP="00B65DC9">
      <w:r>
        <w:t>437.3137</w:t>
      </w:r>
      <w:r>
        <w:tab/>
        <w:t>1.266e-2</w:t>
      </w:r>
    </w:p>
    <w:p w:rsidR="00B65DC9" w:rsidRDefault="00B65DC9" w:rsidP="00B65DC9">
      <w:r>
        <w:t>437.3188</w:t>
      </w:r>
      <w:r>
        <w:tab/>
        <w:t>2.025e0</w:t>
      </w:r>
    </w:p>
    <w:p w:rsidR="00B65DC9" w:rsidRDefault="00B65DC9" w:rsidP="00B65DC9">
      <w:r>
        <w:t>437.3525</w:t>
      </w:r>
      <w:r>
        <w:tab/>
        <w:t>1.266e-2</w:t>
      </w:r>
    </w:p>
    <w:p w:rsidR="00B65DC9" w:rsidRDefault="00B65DC9" w:rsidP="00B65DC9">
      <w:r>
        <w:t>437.4106</w:t>
      </w:r>
      <w:r>
        <w:tab/>
        <w:t>1.013e0</w:t>
      </w:r>
    </w:p>
    <w:p w:rsidR="00B65DC9" w:rsidRDefault="00B65DC9" w:rsidP="00B65DC9">
      <w:r>
        <w:t>437.4135</w:t>
      </w:r>
      <w:r>
        <w:tab/>
        <w:t>1.266e-2</w:t>
      </w:r>
    </w:p>
    <w:p w:rsidR="00B65DC9" w:rsidRDefault="00B65DC9" w:rsidP="00B65DC9">
      <w:r>
        <w:t>437.4316</w:t>
      </w:r>
      <w:r>
        <w:tab/>
        <w:t>1.013e0</w:t>
      </w:r>
    </w:p>
    <w:p w:rsidR="00B65DC9" w:rsidRDefault="00B65DC9" w:rsidP="00B65DC9">
      <w:r>
        <w:t>437.4404</w:t>
      </w:r>
      <w:r>
        <w:tab/>
        <w:t>2.025e0</w:t>
      </w:r>
    </w:p>
    <w:p w:rsidR="00B65DC9" w:rsidRDefault="00B65DC9" w:rsidP="00B65DC9">
      <w:r>
        <w:t>437.4754</w:t>
      </w:r>
      <w:r>
        <w:tab/>
        <w:t>2.025e0</w:t>
      </w:r>
    </w:p>
    <w:p w:rsidR="00B65DC9" w:rsidRDefault="00B65DC9" w:rsidP="00B65DC9">
      <w:r>
        <w:t>437.4792</w:t>
      </w:r>
      <w:r>
        <w:tab/>
        <w:t>2.025e0</w:t>
      </w:r>
    </w:p>
    <w:p w:rsidR="00B65DC9" w:rsidRDefault="00B65DC9" w:rsidP="00B65DC9">
      <w:r>
        <w:t>437.5362</w:t>
      </w:r>
      <w:r>
        <w:tab/>
        <w:t>1.266e-2</w:t>
      </w:r>
    </w:p>
    <w:p w:rsidR="00B65DC9" w:rsidRDefault="00B65DC9" w:rsidP="00B65DC9">
      <w:r>
        <w:t>437.5598</w:t>
      </w:r>
      <w:r>
        <w:tab/>
        <w:t>1.013e0</w:t>
      </w:r>
    </w:p>
    <w:p w:rsidR="00B65DC9" w:rsidRDefault="00B65DC9" w:rsidP="00B65DC9">
      <w:r>
        <w:lastRenderedPageBreak/>
        <w:t>437.5712</w:t>
      </w:r>
      <w:r>
        <w:tab/>
        <w:t>1.266e-2</w:t>
      </w:r>
    </w:p>
    <w:p w:rsidR="00B65DC9" w:rsidRDefault="00B65DC9" w:rsidP="00B65DC9">
      <w:r>
        <w:t>437.5929</w:t>
      </w:r>
      <w:r>
        <w:tab/>
        <w:t>1.013e0</w:t>
      </w:r>
    </w:p>
    <w:p w:rsidR="00B65DC9" w:rsidRDefault="00B65DC9" w:rsidP="00B65DC9">
      <w:r>
        <w:t>437.6437</w:t>
      </w:r>
      <w:r>
        <w:tab/>
        <w:t>1.266e-2</w:t>
      </w:r>
    </w:p>
    <w:p w:rsidR="00B65DC9" w:rsidRDefault="00B65DC9" w:rsidP="00B65DC9">
      <w:r>
        <w:t>437.6751</w:t>
      </w:r>
      <w:r>
        <w:tab/>
        <w:t>1.013e0</w:t>
      </w:r>
    </w:p>
    <w:p w:rsidR="00B65DC9" w:rsidRDefault="00B65DC9" w:rsidP="00B65DC9">
      <w:r>
        <w:t>437.7359</w:t>
      </w:r>
      <w:r>
        <w:tab/>
        <w:t>1.013e0</w:t>
      </w:r>
    </w:p>
    <w:p w:rsidR="00B65DC9" w:rsidRDefault="00B65DC9" w:rsidP="00B65DC9">
      <w:r>
        <w:t>437.7896</w:t>
      </w:r>
      <w:r>
        <w:tab/>
        <w:t>1.013e0</w:t>
      </w:r>
    </w:p>
    <w:p w:rsidR="00B65DC9" w:rsidRDefault="00B65DC9" w:rsidP="00B65DC9">
      <w:r>
        <w:t>437.8438</w:t>
      </w:r>
      <w:r>
        <w:tab/>
        <w:t>1.266e-2</w:t>
      </w:r>
    </w:p>
    <w:p w:rsidR="00B65DC9" w:rsidRDefault="00B65DC9" w:rsidP="00B65DC9">
      <w:r>
        <w:t>437.8978</w:t>
      </w:r>
      <w:r>
        <w:tab/>
        <w:t>1.013e0</w:t>
      </w:r>
    </w:p>
    <w:p w:rsidR="00B65DC9" w:rsidRDefault="00B65DC9" w:rsidP="00B65DC9">
      <w:r>
        <w:t>437.9092</w:t>
      </w:r>
      <w:r>
        <w:tab/>
        <w:t>2.025e0</w:t>
      </w:r>
    </w:p>
    <w:p w:rsidR="00B65DC9" w:rsidRDefault="00B65DC9" w:rsidP="00B65DC9">
      <w:r>
        <w:t>437.9154</w:t>
      </w:r>
      <w:r>
        <w:tab/>
        <w:t>1.013e0</w:t>
      </w:r>
    </w:p>
    <w:p w:rsidR="00B65DC9" w:rsidRDefault="00B65DC9" w:rsidP="00B65DC9">
      <w:r>
        <w:t>437.9350</w:t>
      </w:r>
      <w:r>
        <w:tab/>
        <w:t>2.025e0</w:t>
      </w:r>
    </w:p>
    <w:p w:rsidR="00B65DC9" w:rsidRDefault="00B65DC9" w:rsidP="00B65DC9">
      <w:r>
        <w:t>438.0046</w:t>
      </w:r>
      <w:r>
        <w:tab/>
        <w:t>1.013e0</w:t>
      </w:r>
    </w:p>
    <w:p w:rsidR="00B65DC9" w:rsidRDefault="00B65DC9" w:rsidP="00B65DC9">
      <w:r>
        <w:t>438.0265</w:t>
      </w:r>
      <w:r>
        <w:tab/>
        <w:t>2.025e0</w:t>
      </w:r>
    </w:p>
    <w:p w:rsidR="00B65DC9" w:rsidRDefault="00B65DC9" w:rsidP="00B65DC9">
      <w:r>
        <w:t>438.1121</w:t>
      </w:r>
      <w:r>
        <w:tab/>
        <w:t>1.266e-2</w:t>
      </w:r>
    </w:p>
    <w:p w:rsidR="00B65DC9" w:rsidRDefault="00B65DC9" w:rsidP="00B65DC9">
      <w:r>
        <w:t>438.1275</w:t>
      </w:r>
      <w:r>
        <w:tab/>
        <w:t>1.013e0</w:t>
      </w:r>
    </w:p>
    <w:p w:rsidR="00B65DC9" w:rsidRDefault="00B65DC9" w:rsidP="00B65DC9">
      <w:r>
        <w:t>438.1340</w:t>
      </w:r>
      <w:r>
        <w:tab/>
        <w:t>1.013e0</w:t>
      </w:r>
    </w:p>
    <w:p w:rsidR="00B65DC9" w:rsidRDefault="00B65DC9" w:rsidP="00B65DC9">
      <w:r>
        <w:t>438.1659</w:t>
      </w:r>
      <w:r>
        <w:tab/>
        <w:t>1.013e0</w:t>
      </w:r>
    </w:p>
    <w:p w:rsidR="00B65DC9" w:rsidRDefault="00B65DC9" w:rsidP="00B65DC9">
      <w:r>
        <w:t>438.1895</w:t>
      </w:r>
      <w:r>
        <w:tab/>
        <w:t>1.013e0</w:t>
      </w:r>
    </w:p>
    <w:p w:rsidR="00B65DC9" w:rsidRDefault="00B65DC9" w:rsidP="00B65DC9">
      <w:r>
        <w:t>438.2156</w:t>
      </w:r>
      <w:r>
        <w:tab/>
        <w:t>1.025e0</w:t>
      </w:r>
    </w:p>
    <w:p w:rsidR="00B65DC9" w:rsidRDefault="00B65DC9" w:rsidP="00B65DC9">
      <w:r>
        <w:lastRenderedPageBreak/>
        <w:t>438.2224</w:t>
      </w:r>
      <w:r>
        <w:tab/>
        <w:t>2.025e0</w:t>
      </w:r>
    </w:p>
    <w:p w:rsidR="00B65DC9" w:rsidRDefault="00B65DC9" w:rsidP="00B65DC9">
      <w:r>
        <w:t>438.2380</w:t>
      </w:r>
      <w:r>
        <w:tab/>
        <w:t>1.266e-2</w:t>
      </w:r>
    </w:p>
    <w:p w:rsidR="00B65DC9" w:rsidRDefault="00B65DC9" w:rsidP="00B65DC9">
      <w:r>
        <w:t>438.2863</w:t>
      </w:r>
      <w:r>
        <w:tab/>
        <w:t>2.025e0</w:t>
      </w:r>
    </w:p>
    <w:p w:rsidR="00B65DC9" w:rsidRDefault="00B65DC9" w:rsidP="00B65DC9">
      <w:r>
        <w:t>438.3203</w:t>
      </w:r>
      <w:r>
        <w:tab/>
        <w:t>1.266e-2</w:t>
      </w:r>
    </w:p>
    <w:p w:rsidR="00B65DC9" w:rsidRDefault="00B65DC9" w:rsidP="00B65DC9">
      <w:r>
        <w:t>438.3285</w:t>
      </w:r>
      <w:r>
        <w:tab/>
        <w:t>4.369e0</w:t>
      </w:r>
    </w:p>
    <w:p w:rsidR="00B65DC9" w:rsidRDefault="00B65DC9" w:rsidP="00B65DC9">
      <w:r>
        <w:t>438.3756</w:t>
      </w:r>
      <w:r>
        <w:tab/>
        <w:t>3.733e0</w:t>
      </w:r>
    </w:p>
    <w:p w:rsidR="00B65DC9" w:rsidRDefault="00B65DC9" w:rsidP="00B65DC9">
      <w:r>
        <w:t>438.3811</w:t>
      </w:r>
      <w:r>
        <w:tab/>
        <w:t>1.025e0</w:t>
      </w:r>
    </w:p>
    <w:p w:rsidR="00B65DC9" w:rsidRDefault="00B65DC9" w:rsidP="00B65DC9">
      <w:r>
        <w:t>438.3932</w:t>
      </w:r>
      <w:r>
        <w:tab/>
        <w:t>2.025e0</w:t>
      </w:r>
    </w:p>
    <w:p w:rsidR="00B65DC9" w:rsidRDefault="00B65DC9" w:rsidP="00B65DC9">
      <w:r>
        <w:t>438.4253</w:t>
      </w:r>
      <w:r>
        <w:tab/>
        <w:t>2.025e0</w:t>
      </w:r>
    </w:p>
    <w:p w:rsidR="00B65DC9" w:rsidRDefault="00B65DC9" w:rsidP="00B65DC9">
      <w:r>
        <w:t>438.5396</w:t>
      </w:r>
      <w:r>
        <w:tab/>
        <w:t>1.013e0</w:t>
      </w:r>
    </w:p>
    <w:p w:rsidR="00B65DC9" w:rsidRDefault="00B65DC9" w:rsidP="00B65DC9">
      <w:r>
        <w:t>438.5734</w:t>
      </w:r>
      <w:r>
        <w:tab/>
        <w:t>1.013e0</w:t>
      </w:r>
    </w:p>
    <w:p w:rsidR="00B65DC9" w:rsidRDefault="00B65DC9" w:rsidP="00B65DC9">
      <w:r>
        <w:t>438.6428</w:t>
      </w:r>
      <w:r>
        <w:tab/>
        <w:t>1.013e0</w:t>
      </w:r>
    </w:p>
    <w:p w:rsidR="00B65DC9" w:rsidRDefault="00B65DC9" w:rsidP="00B65DC9">
      <w:r>
        <w:t>438.6717</w:t>
      </w:r>
      <w:r>
        <w:tab/>
        <w:t>2.025e0</w:t>
      </w:r>
    </w:p>
    <w:p w:rsidR="00B65DC9" w:rsidRDefault="00B65DC9" w:rsidP="00B65DC9">
      <w:r>
        <w:t>438.7149</w:t>
      </w:r>
      <w:r>
        <w:tab/>
        <w:t>2.025e0</w:t>
      </w:r>
    </w:p>
    <w:p w:rsidR="00B65DC9" w:rsidRDefault="00B65DC9" w:rsidP="00B65DC9">
      <w:r>
        <w:t>438.8188</w:t>
      </w:r>
      <w:r>
        <w:tab/>
        <w:t>1.013e0</w:t>
      </w:r>
    </w:p>
    <w:p w:rsidR="00B65DC9" w:rsidRDefault="00B65DC9" w:rsidP="00B65DC9">
      <w:r>
        <w:t>438.8214</w:t>
      </w:r>
      <w:r>
        <w:tab/>
        <w:t>3.038e0</w:t>
      </w:r>
    </w:p>
    <w:p w:rsidR="00B65DC9" w:rsidRDefault="00B65DC9" w:rsidP="00B65DC9">
      <w:r>
        <w:t>438.8443</w:t>
      </w:r>
      <w:r>
        <w:tab/>
        <w:t>1.266e-2</w:t>
      </w:r>
    </w:p>
    <w:p w:rsidR="00B65DC9" w:rsidRDefault="00B65DC9" w:rsidP="00B65DC9">
      <w:r>
        <w:t>438.8617</w:t>
      </w:r>
      <w:r>
        <w:tab/>
        <w:t>1.266e-2</w:t>
      </w:r>
    </w:p>
    <w:p w:rsidR="00B65DC9" w:rsidRDefault="00B65DC9" w:rsidP="00B65DC9">
      <w:r>
        <w:t>438.8852</w:t>
      </w:r>
      <w:r>
        <w:tab/>
        <w:t>2.025e0</w:t>
      </w:r>
    </w:p>
    <w:p w:rsidR="00B65DC9" w:rsidRDefault="00B65DC9" w:rsidP="00B65DC9">
      <w:r>
        <w:lastRenderedPageBreak/>
        <w:t>438.9296</w:t>
      </w:r>
      <w:r>
        <w:tab/>
        <w:t>2.025e0</w:t>
      </w:r>
    </w:p>
    <w:p w:rsidR="00B65DC9" w:rsidRDefault="00B65DC9" w:rsidP="00B65DC9">
      <w:r>
        <w:t>438.9405</w:t>
      </w:r>
      <w:r>
        <w:tab/>
        <w:t>1.013e0</w:t>
      </w:r>
    </w:p>
    <w:p w:rsidR="00B65DC9" w:rsidRDefault="00B65DC9" w:rsidP="00B65DC9">
      <w:r>
        <w:t>438.9728</w:t>
      </w:r>
      <w:r>
        <w:tab/>
        <w:t>2.025e0</w:t>
      </w:r>
    </w:p>
    <w:p w:rsidR="00B65DC9" w:rsidRDefault="00B65DC9" w:rsidP="00B65DC9">
      <w:r>
        <w:t>438.9836</w:t>
      </w:r>
      <w:r>
        <w:tab/>
        <w:t>1.013e0</w:t>
      </w:r>
    </w:p>
    <w:p w:rsidR="00B65DC9" w:rsidRDefault="00B65DC9" w:rsidP="00B65DC9">
      <w:r>
        <w:t>439.0279</w:t>
      </w:r>
      <w:r>
        <w:tab/>
        <w:t>1.013e0</w:t>
      </w:r>
    </w:p>
    <w:p w:rsidR="00B65DC9" w:rsidRDefault="00B65DC9" w:rsidP="00B65DC9">
      <w:r>
        <w:t>439.0659</w:t>
      </w:r>
      <w:r>
        <w:tab/>
        <w:t>1.013e0</w:t>
      </w:r>
    </w:p>
    <w:p w:rsidR="00B65DC9" w:rsidRDefault="00B65DC9" w:rsidP="00B65DC9">
      <w:r>
        <w:t>439.0889</w:t>
      </w:r>
      <w:r>
        <w:tab/>
        <w:t>1.013e0</w:t>
      </w:r>
    </w:p>
    <w:p w:rsidR="00B65DC9" w:rsidRDefault="00B65DC9" w:rsidP="00B65DC9">
      <w:r>
        <w:t>439.1021</w:t>
      </w:r>
      <w:r>
        <w:tab/>
        <w:t>5.063e-2</w:t>
      </w:r>
    </w:p>
    <w:p w:rsidR="00B65DC9" w:rsidRDefault="00B65DC9" w:rsidP="00B65DC9">
      <w:r>
        <w:t>439.1172</w:t>
      </w:r>
      <w:r>
        <w:tab/>
        <w:t>4.051e0</w:t>
      </w:r>
    </w:p>
    <w:p w:rsidR="00B65DC9" w:rsidRDefault="00B65DC9" w:rsidP="00B65DC9">
      <w:r>
        <w:t>439.1533</w:t>
      </w:r>
      <w:r>
        <w:tab/>
        <w:t>4.051e0</w:t>
      </w:r>
    </w:p>
    <w:p w:rsidR="00B65DC9" w:rsidRDefault="00B65DC9" w:rsidP="00B65DC9">
      <w:r>
        <w:t>439.1617</w:t>
      </w:r>
      <w:r>
        <w:tab/>
        <w:t>2.532e-2</w:t>
      </w:r>
    </w:p>
    <w:p w:rsidR="00B65DC9" w:rsidRDefault="00B65DC9" w:rsidP="00B65DC9">
      <w:r>
        <w:t>439.1887</w:t>
      </w:r>
      <w:r>
        <w:tab/>
        <w:t>1.038e0</w:t>
      </w:r>
    </w:p>
    <w:p w:rsidR="00B65DC9" w:rsidRDefault="00B65DC9" w:rsidP="00B65DC9">
      <w:r>
        <w:t>439.2642</w:t>
      </w:r>
      <w:r>
        <w:tab/>
        <w:t>2.025e0</w:t>
      </w:r>
    </w:p>
    <w:p w:rsidR="00B65DC9" w:rsidRDefault="00B65DC9" w:rsidP="00B65DC9">
      <w:r>
        <w:t>439.2687</w:t>
      </w:r>
      <w:r>
        <w:tab/>
        <w:t>2.532e-2</w:t>
      </w:r>
    </w:p>
    <w:p w:rsidR="00B65DC9" w:rsidRDefault="00B65DC9" w:rsidP="00B65DC9">
      <w:r>
        <w:t>439.2802</w:t>
      </w:r>
      <w:r>
        <w:tab/>
        <w:t>2.038e0</w:t>
      </w:r>
    </w:p>
    <w:p w:rsidR="00B65DC9" w:rsidRDefault="00B65DC9" w:rsidP="00B65DC9">
      <w:r>
        <w:t>439.2892</w:t>
      </w:r>
      <w:r>
        <w:tab/>
        <w:t>1.013e0</w:t>
      </w:r>
    </w:p>
    <w:p w:rsidR="00B65DC9" w:rsidRDefault="00B65DC9" w:rsidP="00B65DC9">
      <w:r>
        <w:t>439.3277</w:t>
      </w:r>
      <w:r>
        <w:tab/>
        <w:t>1.013e0</w:t>
      </w:r>
    </w:p>
    <w:p w:rsidR="00B65DC9" w:rsidRDefault="00B65DC9" w:rsidP="00B65DC9">
      <w:r>
        <w:t>439.3513</w:t>
      </w:r>
      <w:r>
        <w:tab/>
        <w:t>1.013e0</w:t>
      </w:r>
    </w:p>
    <w:p w:rsidR="00B65DC9" w:rsidRDefault="00B65DC9" w:rsidP="00B65DC9">
      <w:r>
        <w:t>439.3761</w:t>
      </w:r>
      <w:r>
        <w:tab/>
        <w:t>2.025e0</w:t>
      </w:r>
    </w:p>
    <w:p w:rsidR="00B65DC9" w:rsidRDefault="00B65DC9" w:rsidP="00B65DC9">
      <w:r>
        <w:lastRenderedPageBreak/>
        <w:t>439.4067</w:t>
      </w:r>
      <w:r>
        <w:tab/>
        <w:t>1.266e-2</w:t>
      </w:r>
    </w:p>
    <w:p w:rsidR="00B65DC9" w:rsidRDefault="00B65DC9" w:rsidP="00B65DC9">
      <w:r>
        <w:t>439.4461</w:t>
      </w:r>
      <w:r>
        <w:tab/>
        <w:t>1.266e-2</w:t>
      </w:r>
    </w:p>
    <w:p w:rsidR="00B65DC9" w:rsidRDefault="00B65DC9" w:rsidP="00B65DC9">
      <w:r>
        <w:t>439.4515</w:t>
      </w:r>
      <w:r>
        <w:tab/>
        <w:t>1.013e0</w:t>
      </w:r>
    </w:p>
    <w:p w:rsidR="00B65DC9" w:rsidRDefault="00B65DC9" w:rsidP="00B65DC9">
      <w:r>
        <w:t>439.4586</w:t>
      </w:r>
      <w:r>
        <w:tab/>
        <w:t>1.013e0</w:t>
      </w:r>
    </w:p>
    <w:p w:rsidR="00B65DC9" w:rsidRDefault="00B65DC9" w:rsidP="00B65DC9">
      <w:r>
        <w:t>439.4895</w:t>
      </w:r>
      <w:r>
        <w:tab/>
        <w:t>1.266e-2</w:t>
      </w:r>
    </w:p>
    <w:p w:rsidR="00B65DC9" w:rsidRDefault="00B65DC9" w:rsidP="00B65DC9">
      <w:r>
        <w:t>439.5455</w:t>
      </w:r>
      <w:r>
        <w:tab/>
        <w:t>2.025e0</w:t>
      </w:r>
    </w:p>
    <w:p w:rsidR="00B65DC9" w:rsidRDefault="00B65DC9" w:rsidP="00B65DC9">
      <w:r>
        <w:t>439.5819</w:t>
      </w:r>
      <w:r>
        <w:tab/>
        <w:t>1.266e-2</w:t>
      </w:r>
    </w:p>
    <w:p w:rsidR="00B65DC9" w:rsidRDefault="00B65DC9" w:rsidP="00B65DC9">
      <w:r>
        <w:t>439.6359</w:t>
      </w:r>
      <w:r>
        <w:tab/>
        <w:t>1.013e0</w:t>
      </w:r>
    </w:p>
    <w:p w:rsidR="00B65DC9" w:rsidRDefault="00B65DC9" w:rsidP="00B65DC9">
      <w:r>
        <w:t>439.6742</w:t>
      </w:r>
      <w:r>
        <w:tab/>
        <w:t>2.025e0</w:t>
      </w:r>
    </w:p>
    <w:p w:rsidR="00B65DC9" w:rsidRDefault="00B65DC9" w:rsidP="00B65DC9">
      <w:r>
        <w:t>439.6976</w:t>
      </w:r>
      <w:r>
        <w:tab/>
        <w:t>1.013e0</w:t>
      </w:r>
    </w:p>
    <w:p w:rsidR="00B65DC9" w:rsidRDefault="00B65DC9" w:rsidP="00B65DC9">
      <w:r>
        <w:t>439.7263</w:t>
      </w:r>
      <w:r>
        <w:tab/>
        <w:t>1.013e0</w:t>
      </w:r>
    </w:p>
    <w:p w:rsidR="00B65DC9" w:rsidRDefault="00B65DC9" w:rsidP="00B65DC9">
      <w:r>
        <w:t>439.7449</w:t>
      </w:r>
      <w:r>
        <w:tab/>
        <w:t>1.025e0</w:t>
      </w:r>
    </w:p>
    <w:p w:rsidR="00B65DC9" w:rsidRDefault="00B65DC9" w:rsidP="00B65DC9">
      <w:r>
        <w:t>439.8171</w:t>
      </w:r>
      <w:r>
        <w:tab/>
        <w:t>2.025e0</w:t>
      </w:r>
    </w:p>
    <w:p w:rsidR="00B65DC9" w:rsidRDefault="00B65DC9" w:rsidP="00B65DC9">
      <w:r>
        <w:t>439.8369</w:t>
      </w:r>
      <w:r>
        <w:tab/>
        <w:t>1.013e0</w:t>
      </w:r>
    </w:p>
    <w:p w:rsidR="00B65DC9" w:rsidRDefault="00B65DC9" w:rsidP="00B65DC9">
      <w:r>
        <w:t>439.8749</w:t>
      </w:r>
      <w:r>
        <w:tab/>
        <w:t>2.025e0</w:t>
      </w:r>
    </w:p>
    <w:p w:rsidR="00B65DC9" w:rsidRDefault="00B65DC9" w:rsidP="00B65DC9">
      <w:r>
        <w:t>439.8826</w:t>
      </w:r>
      <w:r>
        <w:tab/>
        <w:t>1.013e0</w:t>
      </w:r>
    </w:p>
    <w:p w:rsidR="00B65DC9" w:rsidRDefault="00B65DC9" w:rsidP="00B65DC9">
      <w:r>
        <w:t>439.9052</w:t>
      </w:r>
      <w:r>
        <w:tab/>
        <w:t>2.025e0</w:t>
      </w:r>
    </w:p>
    <w:p w:rsidR="00B65DC9" w:rsidRDefault="00B65DC9" w:rsidP="00B65DC9">
      <w:r>
        <w:t>439.9307</w:t>
      </w:r>
      <w:r>
        <w:tab/>
        <w:t>1.266e-2</w:t>
      </w:r>
    </w:p>
    <w:p w:rsidR="00B65DC9" w:rsidRDefault="00B65DC9" w:rsidP="00B65DC9">
      <w:r>
        <w:t>439.9597</w:t>
      </w:r>
      <w:r>
        <w:tab/>
        <w:t>1.013e0</w:t>
      </w:r>
    </w:p>
    <w:p w:rsidR="00B65DC9" w:rsidRDefault="00B65DC9" w:rsidP="00B65DC9">
      <w:r>
        <w:lastRenderedPageBreak/>
        <w:t>439.9752</w:t>
      </w:r>
      <w:r>
        <w:tab/>
        <w:t>1.266e-2</w:t>
      </w:r>
    </w:p>
    <w:p w:rsidR="00B65DC9" w:rsidRDefault="00B65DC9" w:rsidP="00B65DC9">
      <w:r>
        <w:t>440.0441</w:t>
      </w:r>
      <w:r>
        <w:tab/>
        <w:t>2.038e0</w:t>
      </w:r>
    </w:p>
    <w:p w:rsidR="00B65DC9" w:rsidRDefault="00B65DC9" w:rsidP="00B65DC9">
      <w:r>
        <w:t>440.0485</w:t>
      </w:r>
      <w:r>
        <w:tab/>
        <w:t>1.013e0</w:t>
      </w:r>
    </w:p>
    <w:p w:rsidR="00B65DC9" w:rsidRDefault="00B65DC9" w:rsidP="00B65DC9">
      <w:r>
        <w:t>440.0687</w:t>
      </w:r>
      <w:r>
        <w:tab/>
        <w:t>1.025e0</w:t>
      </w:r>
    </w:p>
    <w:p w:rsidR="00B65DC9" w:rsidRDefault="00B65DC9" w:rsidP="00B65DC9">
      <w:r>
        <w:t>440.0953</w:t>
      </w:r>
      <w:r>
        <w:tab/>
        <w:t>4.051e0</w:t>
      </w:r>
    </w:p>
    <w:p w:rsidR="00B65DC9" w:rsidRDefault="00B65DC9" w:rsidP="00B65DC9">
      <w:r>
        <w:t>440.0981</w:t>
      </w:r>
      <w:r>
        <w:tab/>
        <w:t>2.038e0</w:t>
      </w:r>
    </w:p>
    <w:p w:rsidR="00B65DC9" w:rsidRDefault="00B65DC9" w:rsidP="00B65DC9">
      <w:r>
        <w:t>440.1037</w:t>
      </w:r>
      <w:r>
        <w:tab/>
        <w:t>2.025e0</w:t>
      </w:r>
    </w:p>
    <w:p w:rsidR="00B65DC9" w:rsidRDefault="00B65DC9" w:rsidP="00B65DC9">
      <w:r>
        <w:t>440.1489</w:t>
      </w:r>
      <w:r>
        <w:tab/>
        <w:t>2.051e0</w:t>
      </w:r>
    </w:p>
    <w:p w:rsidR="00B65DC9" w:rsidRDefault="00B65DC9" w:rsidP="00B65DC9">
      <w:r>
        <w:t>440.2725</w:t>
      </w:r>
      <w:r>
        <w:tab/>
        <w:t>2.025e0</w:t>
      </w:r>
    </w:p>
    <w:p w:rsidR="00B65DC9" w:rsidRDefault="00B65DC9" w:rsidP="00B65DC9">
      <w:r>
        <w:t>440.2887</w:t>
      </w:r>
      <w:r>
        <w:tab/>
        <w:t>1.266e-2</w:t>
      </w:r>
    </w:p>
    <w:p w:rsidR="00B65DC9" w:rsidRDefault="00B65DC9" w:rsidP="00B65DC9">
      <w:r>
        <w:t>440.2916</w:t>
      </w:r>
      <w:r>
        <w:tab/>
        <w:t>2.025e0</w:t>
      </w:r>
    </w:p>
    <w:p w:rsidR="00B65DC9" w:rsidRDefault="00B65DC9" w:rsidP="00B65DC9">
      <w:r>
        <w:t>440.3579</w:t>
      </w:r>
      <w:r>
        <w:tab/>
        <w:t>2.532e-2</w:t>
      </w:r>
    </w:p>
    <w:p w:rsidR="00B65DC9" w:rsidRDefault="00B65DC9" w:rsidP="00B65DC9">
      <w:r>
        <w:t>440.3927</w:t>
      </w:r>
      <w:r>
        <w:tab/>
        <w:t>1.013e0</w:t>
      </w:r>
    </w:p>
    <w:p w:rsidR="00B65DC9" w:rsidRDefault="00B65DC9" w:rsidP="00B65DC9">
      <w:r>
        <w:t>440.4382</w:t>
      </w:r>
      <w:r>
        <w:tab/>
        <w:t>1.013e0</w:t>
      </w:r>
    </w:p>
    <w:p w:rsidR="00B65DC9" w:rsidRDefault="00B65DC9" w:rsidP="00B65DC9">
      <w:r>
        <w:t>440.5112</w:t>
      </w:r>
      <w:r>
        <w:tab/>
        <w:t>1.266e-2</w:t>
      </w:r>
    </w:p>
    <w:p w:rsidR="00B65DC9" w:rsidRDefault="00B65DC9" w:rsidP="00B65DC9">
      <w:r>
        <w:t>440.5463</w:t>
      </w:r>
      <w:r>
        <w:tab/>
        <w:t>1.013e0</w:t>
      </w:r>
    </w:p>
    <w:p w:rsidR="00B65DC9" w:rsidRDefault="00B65DC9" w:rsidP="00B65DC9">
      <w:r>
        <w:t>440.5478</w:t>
      </w:r>
      <w:r>
        <w:tab/>
        <w:t>2.025e0</w:t>
      </w:r>
    </w:p>
    <w:p w:rsidR="00B65DC9" w:rsidRDefault="00B65DC9" w:rsidP="00B65DC9">
      <w:r>
        <w:t>440.7205</w:t>
      </w:r>
      <w:r>
        <w:tab/>
        <w:t>2.025e0</w:t>
      </w:r>
    </w:p>
    <w:p w:rsidR="00B65DC9" w:rsidRDefault="00B65DC9" w:rsidP="00B65DC9">
      <w:r>
        <w:t>440.7471</w:t>
      </w:r>
      <w:r>
        <w:tab/>
        <w:t>1.013e0</w:t>
      </w:r>
    </w:p>
    <w:p w:rsidR="00B65DC9" w:rsidRDefault="00B65DC9" w:rsidP="00B65DC9">
      <w:r>
        <w:lastRenderedPageBreak/>
        <w:t>440.7550</w:t>
      </w:r>
      <w:r>
        <w:tab/>
        <w:t>1.038e0</w:t>
      </w:r>
    </w:p>
    <w:p w:rsidR="00B65DC9" w:rsidRDefault="00B65DC9" w:rsidP="00B65DC9">
      <w:r>
        <w:t>440.7858</w:t>
      </w:r>
      <w:r>
        <w:tab/>
        <w:t>1.266e-2</w:t>
      </w:r>
    </w:p>
    <w:p w:rsidR="00B65DC9" w:rsidRDefault="00B65DC9" w:rsidP="00B65DC9">
      <w:r>
        <w:t>440.7890</w:t>
      </w:r>
      <w:r>
        <w:tab/>
        <w:t>2.025e0</w:t>
      </w:r>
    </w:p>
    <w:p w:rsidR="00B65DC9" w:rsidRDefault="00B65DC9" w:rsidP="00B65DC9">
      <w:r>
        <w:t>440.8303</w:t>
      </w:r>
      <w:r>
        <w:tab/>
        <w:t>1.013e0</w:t>
      </w:r>
    </w:p>
    <w:p w:rsidR="00B65DC9" w:rsidRDefault="00B65DC9" w:rsidP="00B65DC9">
      <w:r>
        <w:t>440.8734</w:t>
      </w:r>
      <w:r>
        <w:tab/>
        <w:t>1.266e-2</w:t>
      </w:r>
    </w:p>
    <w:p w:rsidR="00B65DC9" w:rsidRDefault="00B65DC9" w:rsidP="00B65DC9">
      <w:r>
        <w:t>440.9523</w:t>
      </w:r>
      <w:r>
        <w:tab/>
        <w:t>1.013e0</w:t>
      </w:r>
    </w:p>
    <w:p w:rsidR="00B65DC9" w:rsidRDefault="00B65DC9" w:rsidP="00B65DC9">
      <w:r>
        <w:t>440.9923</w:t>
      </w:r>
      <w:r>
        <w:tab/>
        <w:t>1.013e0</w:t>
      </w:r>
    </w:p>
    <w:p w:rsidR="00B65DC9" w:rsidRDefault="00B65DC9" w:rsidP="00B65DC9">
      <w:r>
        <w:t>441.0042</w:t>
      </w:r>
      <w:r>
        <w:tab/>
        <w:t>2.025e0</w:t>
      </w:r>
    </w:p>
    <w:p w:rsidR="00B65DC9" w:rsidRDefault="00B65DC9" w:rsidP="00B65DC9">
      <w:r>
        <w:t>441.0133</w:t>
      </w:r>
      <w:r>
        <w:tab/>
        <w:t>1.266e-2</w:t>
      </w:r>
    </w:p>
    <w:p w:rsidR="00B65DC9" w:rsidRDefault="00B65DC9" w:rsidP="00B65DC9">
      <w:r>
        <w:t>441.0176</w:t>
      </w:r>
      <w:r>
        <w:tab/>
        <w:t>1.266e-2</w:t>
      </w:r>
    </w:p>
    <w:p w:rsidR="00B65DC9" w:rsidRDefault="00B65DC9" w:rsidP="00B65DC9">
      <w:r>
        <w:t>441.0527</w:t>
      </w:r>
      <w:r>
        <w:tab/>
        <w:t>1.013e0</w:t>
      </w:r>
    </w:p>
    <w:p w:rsidR="00B65DC9" w:rsidRDefault="00B65DC9" w:rsidP="00B65DC9">
      <w:r>
        <w:t>441.0623</w:t>
      </w:r>
      <w:r>
        <w:tab/>
        <w:t>2.025e0</w:t>
      </w:r>
    </w:p>
    <w:p w:rsidR="00B65DC9" w:rsidRDefault="00B65DC9" w:rsidP="00B65DC9">
      <w:r>
        <w:t>441.0815</w:t>
      </w:r>
      <w:r>
        <w:tab/>
        <w:t>2.025e0</w:t>
      </w:r>
    </w:p>
    <w:p w:rsidR="00B65DC9" w:rsidRDefault="00B65DC9" w:rsidP="00B65DC9">
      <w:r>
        <w:t>441.0904</w:t>
      </w:r>
      <w:r>
        <w:tab/>
        <w:t>2.025e0</w:t>
      </w:r>
    </w:p>
    <w:p w:rsidR="00B65DC9" w:rsidRDefault="00B65DC9" w:rsidP="00B65DC9">
      <w:r>
        <w:t>441.1053</w:t>
      </w:r>
      <w:r>
        <w:tab/>
        <w:t>2.025e0</w:t>
      </w:r>
    </w:p>
    <w:p w:rsidR="00B65DC9" w:rsidRDefault="00B65DC9" w:rsidP="00B65DC9">
      <w:r>
        <w:t>441.1413</w:t>
      </w:r>
      <w:r>
        <w:tab/>
        <w:t>2.025e0</w:t>
      </w:r>
    </w:p>
    <w:p w:rsidR="00B65DC9" w:rsidRDefault="00B65DC9" w:rsidP="00B65DC9">
      <w:r>
        <w:t>441.1543</w:t>
      </w:r>
      <w:r>
        <w:tab/>
        <w:t>2.025e0</w:t>
      </w:r>
    </w:p>
    <w:p w:rsidR="00B65DC9" w:rsidRDefault="00B65DC9" w:rsidP="00B65DC9">
      <w:r>
        <w:t>441.1628</w:t>
      </w:r>
      <w:r>
        <w:tab/>
        <w:t>2.025e0</w:t>
      </w:r>
    </w:p>
    <w:p w:rsidR="00B65DC9" w:rsidRDefault="00B65DC9" w:rsidP="00B65DC9">
      <w:r>
        <w:t>441.1747</w:t>
      </w:r>
      <w:r>
        <w:tab/>
        <w:t>1.266e-2</w:t>
      </w:r>
    </w:p>
    <w:p w:rsidR="00B65DC9" w:rsidRDefault="00B65DC9" w:rsidP="00B65DC9">
      <w:r>
        <w:lastRenderedPageBreak/>
        <w:t>441.1855</w:t>
      </w:r>
      <w:r>
        <w:tab/>
        <w:t>2.532e-2</w:t>
      </w:r>
    </w:p>
    <w:p w:rsidR="00B65DC9" w:rsidRDefault="00B65DC9" w:rsidP="00B65DC9">
      <w:r>
        <w:t>441.2286</w:t>
      </w:r>
      <w:r>
        <w:tab/>
        <w:t>1.051e0</w:t>
      </w:r>
    </w:p>
    <w:p w:rsidR="00B65DC9" w:rsidRDefault="00B65DC9" w:rsidP="00B65DC9">
      <w:r>
        <w:t>441.2333</w:t>
      </w:r>
      <w:r>
        <w:tab/>
        <w:t>3.038e0</w:t>
      </w:r>
    </w:p>
    <w:p w:rsidR="00B65DC9" w:rsidRDefault="00B65DC9" w:rsidP="00B65DC9">
      <w:r>
        <w:t>441.2686</w:t>
      </w:r>
      <w:r>
        <w:tab/>
        <w:t>4.051e0</w:t>
      </w:r>
    </w:p>
    <w:p w:rsidR="00B65DC9" w:rsidRDefault="00B65DC9" w:rsidP="00B65DC9">
      <w:r>
        <w:t>441.2770</w:t>
      </w:r>
      <w:r>
        <w:tab/>
        <w:t>2.025e0</w:t>
      </w:r>
    </w:p>
    <w:p w:rsidR="00B65DC9" w:rsidRDefault="00B65DC9" w:rsidP="00B65DC9">
      <w:r>
        <w:t>441.3517</w:t>
      </w:r>
      <w:r>
        <w:tab/>
        <w:t>3.038e0</w:t>
      </w:r>
    </w:p>
    <w:p w:rsidR="00B65DC9" w:rsidRDefault="00B65DC9" w:rsidP="00B65DC9">
      <w:r>
        <w:t>441.3698</w:t>
      </w:r>
      <w:r>
        <w:tab/>
        <w:t>2.025e0</w:t>
      </w:r>
    </w:p>
    <w:p w:rsidR="00B65DC9" w:rsidRDefault="00B65DC9" w:rsidP="00B65DC9">
      <w:r>
        <w:t>441.3726</w:t>
      </w:r>
      <w:r>
        <w:tab/>
        <w:t>1.013e0</w:t>
      </w:r>
    </w:p>
    <w:p w:rsidR="00B65DC9" w:rsidRDefault="00B65DC9" w:rsidP="00B65DC9">
      <w:r>
        <w:t>441.3967</w:t>
      </w:r>
      <w:r>
        <w:tab/>
        <w:t>1.025e0</w:t>
      </w:r>
    </w:p>
    <w:p w:rsidR="00B65DC9" w:rsidRDefault="00B65DC9" w:rsidP="00B65DC9">
      <w:r>
        <w:t>441.4048</w:t>
      </w:r>
      <w:r>
        <w:tab/>
        <w:t>1.013e0</w:t>
      </w:r>
    </w:p>
    <w:p w:rsidR="00B65DC9" w:rsidRDefault="00B65DC9" w:rsidP="00B65DC9">
      <w:r>
        <w:t>441.4817</w:t>
      </w:r>
      <w:r>
        <w:tab/>
        <w:t>1.013e0</w:t>
      </w:r>
    </w:p>
    <w:p w:rsidR="00B65DC9" w:rsidRDefault="00B65DC9" w:rsidP="00B65DC9">
      <w:r>
        <w:t>441.5513</w:t>
      </w:r>
      <w:r>
        <w:tab/>
        <w:t>1.266e-2</w:t>
      </w:r>
    </w:p>
    <w:p w:rsidR="00B65DC9" w:rsidRDefault="00B65DC9" w:rsidP="00B65DC9">
      <w:r>
        <w:t>441.6554</w:t>
      </w:r>
      <w:r>
        <w:tab/>
        <w:t>1.013e0</w:t>
      </w:r>
    </w:p>
    <w:p w:rsidR="00B65DC9" w:rsidRDefault="00B65DC9" w:rsidP="00B65DC9">
      <w:r>
        <w:t>441.7349</w:t>
      </w:r>
      <w:r>
        <w:tab/>
        <w:t>1.013e0</w:t>
      </w:r>
    </w:p>
    <w:p w:rsidR="00B65DC9" w:rsidRDefault="00B65DC9" w:rsidP="00B65DC9">
      <w:r>
        <w:t>441.7378</w:t>
      </w:r>
      <w:r>
        <w:tab/>
        <w:t>1.266e-2</w:t>
      </w:r>
    </w:p>
    <w:p w:rsidR="00B65DC9" w:rsidRDefault="00B65DC9" w:rsidP="00B65DC9">
      <w:r>
        <w:t>441.7680</w:t>
      </w:r>
      <w:r>
        <w:tab/>
        <w:t>1.013e0</w:t>
      </w:r>
    </w:p>
    <w:p w:rsidR="00B65DC9" w:rsidRDefault="00B65DC9" w:rsidP="00B65DC9">
      <w:r>
        <w:t>441.8742</w:t>
      </w:r>
      <w:r>
        <w:tab/>
        <w:t>1.266e-2</w:t>
      </w:r>
    </w:p>
    <w:p w:rsidR="00B65DC9" w:rsidRDefault="00B65DC9" w:rsidP="00B65DC9">
      <w:r>
        <w:t>441.8848</w:t>
      </w:r>
      <w:r>
        <w:tab/>
        <w:t>1.013e0</w:t>
      </w:r>
    </w:p>
    <w:p w:rsidR="00B65DC9" w:rsidRDefault="00B65DC9" w:rsidP="00B65DC9">
      <w:r>
        <w:t>441.8919</w:t>
      </w:r>
      <w:r>
        <w:tab/>
        <w:t>1.013e0</w:t>
      </w:r>
    </w:p>
    <w:p w:rsidR="00B65DC9" w:rsidRDefault="00B65DC9" w:rsidP="00B65DC9">
      <w:r>
        <w:lastRenderedPageBreak/>
        <w:t>441.9713</w:t>
      </w:r>
      <w:r>
        <w:tab/>
        <w:t>2.025e0</w:t>
      </w:r>
    </w:p>
    <w:p w:rsidR="00B65DC9" w:rsidRDefault="00B65DC9" w:rsidP="00B65DC9">
      <w:r>
        <w:t>441.9747</w:t>
      </w:r>
      <w:r>
        <w:tab/>
        <w:t>1.013e0</w:t>
      </w:r>
    </w:p>
    <w:p w:rsidR="00B65DC9" w:rsidRDefault="00B65DC9" w:rsidP="00B65DC9">
      <w:r>
        <w:t>442.0197</w:t>
      </w:r>
      <w:r>
        <w:tab/>
        <w:t>2.025e0</w:t>
      </w:r>
    </w:p>
    <w:p w:rsidR="00B65DC9" w:rsidRDefault="00B65DC9" w:rsidP="00B65DC9">
      <w:r>
        <w:t>442.0313</w:t>
      </w:r>
      <w:r>
        <w:tab/>
        <w:t>1.266e-2</w:t>
      </w:r>
    </w:p>
    <w:p w:rsidR="00B65DC9" w:rsidRDefault="00B65DC9" w:rsidP="00B65DC9">
      <w:r>
        <w:t>442.0777</w:t>
      </w:r>
      <w:r>
        <w:tab/>
        <w:t>5.063e-2</w:t>
      </w:r>
    </w:p>
    <w:p w:rsidR="00B65DC9" w:rsidRDefault="00B65DC9" w:rsidP="00B65DC9">
      <w:r>
        <w:t>442.0862</w:t>
      </w:r>
      <w:r>
        <w:tab/>
        <w:t>1.266e-2</w:t>
      </w:r>
    </w:p>
    <w:p w:rsidR="00B65DC9" w:rsidRDefault="00B65DC9" w:rsidP="00B65DC9">
      <w:r>
        <w:t>442.1361</w:t>
      </w:r>
      <w:r>
        <w:tab/>
        <w:t>1.266e-2</w:t>
      </w:r>
    </w:p>
    <w:p w:rsidR="00B65DC9" w:rsidRDefault="00B65DC9" w:rsidP="00B65DC9">
      <w:r>
        <w:t>442.1469</w:t>
      </w:r>
      <w:r>
        <w:tab/>
        <w:t>4.051e0</w:t>
      </w:r>
    </w:p>
    <w:p w:rsidR="00B65DC9" w:rsidRDefault="00B65DC9" w:rsidP="00B65DC9">
      <w:r>
        <w:t>442.1518</w:t>
      </w:r>
      <w:r>
        <w:tab/>
        <w:t>2.025e0</w:t>
      </w:r>
    </w:p>
    <w:p w:rsidR="00B65DC9" w:rsidRDefault="00B65DC9" w:rsidP="00B65DC9">
      <w:r>
        <w:t>442.1668</w:t>
      </w:r>
      <w:r>
        <w:tab/>
        <w:t>1.038e0</w:t>
      </w:r>
    </w:p>
    <w:p w:rsidR="00B65DC9" w:rsidRDefault="00B65DC9" w:rsidP="00B65DC9">
      <w:r>
        <w:t>442.2367</w:t>
      </w:r>
      <w:r>
        <w:tab/>
        <w:t>2.532e-2</w:t>
      </w:r>
    </w:p>
    <w:p w:rsidR="00B65DC9" w:rsidRDefault="00B65DC9" w:rsidP="00B65DC9">
      <w:r>
        <w:t>442.2480</w:t>
      </w:r>
      <w:r>
        <w:tab/>
        <w:t>1.025e0</w:t>
      </w:r>
    </w:p>
    <w:p w:rsidR="00B65DC9" w:rsidRDefault="00B65DC9" w:rsidP="00B65DC9">
      <w:r>
        <w:t>442.2794</w:t>
      </w:r>
      <w:r>
        <w:tab/>
        <w:t>1.266e-2</w:t>
      </w:r>
    </w:p>
    <w:p w:rsidR="00B65DC9" w:rsidRDefault="00B65DC9" w:rsidP="00B65DC9">
      <w:r>
        <w:t>442.3191</w:t>
      </w:r>
      <w:r>
        <w:tab/>
        <w:t>1.013e0</w:t>
      </w:r>
    </w:p>
    <w:p w:rsidR="00B65DC9" w:rsidRDefault="00B65DC9" w:rsidP="00B65DC9">
      <w:r>
        <w:t>442.3331</w:t>
      </w:r>
      <w:r>
        <w:tab/>
        <w:t>2.025e0</w:t>
      </w:r>
    </w:p>
    <w:p w:rsidR="00B65DC9" w:rsidRDefault="00B65DC9" w:rsidP="00B65DC9">
      <w:r>
        <w:t>442.3455</w:t>
      </w:r>
      <w:r>
        <w:tab/>
        <w:t>5.063e0</w:t>
      </w:r>
    </w:p>
    <w:p w:rsidR="00B65DC9" w:rsidRDefault="00B65DC9" w:rsidP="00B65DC9">
      <w:r>
        <w:t>442.3888</w:t>
      </w:r>
      <w:r>
        <w:tab/>
        <w:t>3.038e0</w:t>
      </w:r>
    </w:p>
    <w:p w:rsidR="00B65DC9" w:rsidRDefault="00B65DC9" w:rsidP="00B65DC9">
      <w:r>
        <w:t>442.4186</w:t>
      </w:r>
      <w:r>
        <w:tab/>
        <w:t>2.025e0</w:t>
      </w:r>
    </w:p>
    <w:p w:rsidR="00B65DC9" w:rsidRDefault="00B65DC9" w:rsidP="00B65DC9">
      <w:r>
        <w:t>442.4343</w:t>
      </w:r>
      <w:r>
        <w:tab/>
        <w:t>1.266e-2</w:t>
      </w:r>
    </w:p>
    <w:p w:rsidR="00B65DC9" w:rsidRDefault="00B65DC9" w:rsidP="00B65DC9">
      <w:r>
        <w:lastRenderedPageBreak/>
        <w:t>442.4591</w:t>
      </w:r>
      <w:r>
        <w:tab/>
        <w:t>1.013e0</w:t>
      </w:r>
    </w:p>
    <w:p w:rsidR="00B65DC9" w:rsidRDefault="00B65DC9" w:rsidP="00B65DC9">
      <w:r>
        <w:t>442.5199</w:t>
      </w:r>
      <w:r>
        <w:tab/>
        <w:t>1.013e0</w:t>
      </w:r>
    </w:p>
    <w:p w:rsidR="00B65DC9" w:rsidRDefault="00B65DC9" w:rsidP="00B65DC9">
      <w:r>
        <w:t>442.5457</w:t>
      </w:r>
      <w:r>
        <w:tab/>
        <w:t>2.025e0</w:t>
      </w:r>
    </w:p>
    <w:p w:rsidR="00B65DC9" w:rsidRDefault="00B65DC9" w:rsidP="00B65DC9">
      <w:r>
        <w:t>442.5739</w:t>
      </w:r>
      <w:r>
        <w:tab/>
        <w:t>1.266e-2</w:t>
      </w:r>
    </w:p>
    <w:p w:rsidR="00B65DC9" w:rsidRDefault="00B65DC9" w:rsidP="00B65DC9">
      <w:r>
        <w:t>442.5894</w:t>
      </w:r>
      <w:r>
        <w:tab/>
        <w:t>1.266e-2</w:t>
      </w:r>
    </w:p>
    <w:p w:rsidR="00B65DC9" w:rsidRDefault="00B65DC9" w:rsidP="00B65DC9">
      <w:r>
        <w:t>442.6142</w:t>
      </w:r>
      <w:r>
        <w:tab/>
        <w:t>2.025e0</w:t>
      </w:r>
    </w:p>
    <w:p w:rsidR="00B65DC9" w:rsidRDefault="00B65DC9" w:rsidP="00B65DC9">
      <w:r>
        <w:t>442.6675</w:t>
      </w:r>
      <w:r>
        <w:tab/>
        <w:t>1.013e0</w:t>
      </w:r>
    </w:p>
    <w:p w:rsidR="00B65DC9" w:rsidRDefault="00B65DC9" w:rsidP="00B65DC9">
      <w:r>
        <w:t>442.6700</w:t>
      </w:r>
      <w:r>
        <w:tab/>
        <w:t>2.025e0</w:t>
      </w:r>
    </w:p>
    <w:p w:rsidR="00B65DC9" w:rsidRDefault="00B65DC9" w:rsidP="00B65DC9">
      <w:r>
        <w:t>442.6902</w:t>
      </w:r>
      <w:r>
        <w:tab/>
        <w:t>1.266e-2</w:t>
      </w:r>
    </w:p>
    <w:p w:rsidR="00B65DC9" w:rsidRDefault="00B65DC9" w:rsidP="00B65DC9">
      <w:r>
        <w:t>442.7141</w:t>
      </w:r>
      <w:r>
        <w:tab/>
        <w:t>1.013e0</w:t>
      </w:r>
    </w:p>
    <w:p w:rsidR="00B65DC9" w:rsidRDefault="00B65DC9" w:rsidP="00B65DC9">
      <w:r>
        <w:t>442.7603</w:t>
      </w:r>
      <w:r>
        <w:tab/>
        <w:t>1.025e0</w:t>
      </w:r>
    </w:p>
    <w:p w:rsidR="00B65DC9" w:rsidRDefault="00B65DC9" w:rsidP="00B65DC9">
      <w:r>
        <w:t>442.7957</w:t>
      </w:r>
      <w:r>
        <w:tab/>
        <w:t>2.025e0</w:t>
      </w:r>
    </w:p>
    <w:p w:rsidR="00B65DC9" w:rsidRDefault="00B65DC9" w:rsidP="00B65DC9">
      <w:r>
        <w:t>442.8210</w:t>
      </w:r>
      <w:r>
        <w:tab/>
        <w:t>1.038e0</w:t>
      </w:r>
    </w:p>
    <w:p w:rsidR="00B65DC9" w:rsidRDefault="00B65DC9" w:rsidP="00B65DC9">
      <w:r>
        <w:t>442.8532</w:t>
      </w:r>
      <w:r>
        <w:tab/>
        <w:t>1.013e0</w:t>
      </w:r>
    </w:p>
    <w:p w:rsidR="00B65DC9" w:rsidRDefault="00B65DC9" w:rsidP="00B65DC9">
      <w:r>
        <w:t>442.9230</w:t>
      </w:r>
      <w:r>
        <w:tab/>
        <w:t>2.025e0</w:t>
      </w:r>
    </w:p>
    <w:p w:rsidR="00B65DC9" w:rsidRDefault="00B65DC9" w:rsidP="00B65DC9">
      <w:r>
        <w:t>443.0279</w:t>
      </w:r>
      <w:r>
        <w:tab/>
        <w:t>2.025e0</w:t>
      </w:r>
    </w:p>
    <w:p w:rsidR="00B65DC9" w:rsidRDefault="00B65DC9" w:rsidP="00B65DC9">
      <w:r>
        <w:t>443.1062</w:t>
      </w:r>
      <w:r>
        <w:tab/>
        <w:t>2.025e0</w:t>
      </w:r>
    </w:p>
    <w:p w:rsidR="00B65DC9" w:rsidRDefault="00B65DC9" w:rsidP="00B65DC9">
      <w:r>
        <w:t>443.1093</w:t>
      </w:r>
      <w:r>
        <w:tab/>
        <w:t>1.266e-2</w:t>
      </w:r>
    </w:p>
    <w:p w:rsidR="00B65DC9" w:rsidRDefault="00B65DC9" w:rsidP="00B65DC9">
      <w:r>
        <w:t>443.1196</w:t>
      </w:r>
      <w:r>
        <w:tab/>
        <w:t>2.038e0</w:t>
      </w:r>
    </w:p>
    <w:p w:rsidR="00B65DC9" w:rsidRDefault="00B65DC9" w:rsidP="00B65DC9">
      <w:r>
        <w:lastRenderedPageBreak/>
        <w:t>443.1694</w:t>
      </w:r>
      <w:r>
        <w:tab/>
        <w:t>4.051e0</w:t>
      </w:r>
    </w:p>
    <w:p w:rsidR="00B65DC9" w:rsidRDefault="00B65DC9" w:rsidP="00B65DC9">
      <w:r>
        <w:t>443.2199</w:t>
      </w:r>
      <w:r>
        <w:tab/>
        <w:t>1.266e-2</w:t>
      </w:r>
    </w:p>
    <w:p w:rsidR="00B65DC9" w:rsidRDefault="00B65DC9" w:rsidP="00B65DC9">
      <w:r>
        <w:t>443.2417</w:t>
      </w:r>
      <w:r>
        <w:tab/>
        <w:t>2.532e-2</w:t>
      </w:r>
    </w:p>
    <w:p w:rsidR="00B65DC9" w:rsidRDefault="00B65DC9" w:rsidP="00B65DC9">
      <w:r>
        <w:t>443.2794</w:t>
      </w:r>
      <w:r>
        <w:tab/>
        <w:t>2.025e0</w:t>
      </w:r>
    </w:p>
    <w:p w:rsidR="00B65DC9" w:rsidRDefault="00B65DC9" w:rsidP="00B65DC9">
      <w:r>
        <w:t>443.2953</w:t>
      </w:r>
      <w:r>
        <w:tab/>
        <w:t>4.038e0</w:t>
      </w:r>
    </w:p>
    <w:p w:rsidR="00B65DC9" w:rsidRDefault="00B65DC9" w:rsidP="00B65DC9">
      <w:r>
        <w:t>443.3371</w:t>
      </w:r>
      <w:r>
        <w:tab/>
        <w:t>1.013e-1</w:t>
      </w:r>
    </w:p>
    <w:p w:rsidR="00B65DC9" w:rsidRDefault="00B65DC9" w:rsidP="00B65DC9">
      <w:r>
        <w:t>443.3511</w:t>
      </w:r>
      <w:r>
        <w:tab/>
        <w:t>6.329e-2</w:t>
      </w:r>
    </w:p>
    <w:p w:rsidR="00B65DC9" w:rsidRDefault="00B65DC9" w:rsidP="00B65DC9">
      <w:r>
        <w:t>443.3530</w:t>
      </w:r>
      <w:r>
        <w:tab/>
        <w:t>2.025e0</w:t>
      </w:r>
    </w:p>
    <w:p w:rsidR="00B65DC9" w:rsidRDefault="00B65DC9" w:rsidP="00B65DC9">
      <w:r>
        <w:t>443.4026</w:t>
      </w:r>
      <w:r>
        <w:tab/>
        <w:t>2.025e0</w:t>
      </w:r>
    </w:p>
    <w:p w:rsidR="00B65DC9" w:rsidRDefault="00B65DC9" w:rsidP="00B65DC9">
      <w:r>
        <w:t>443.4208</w:t>
      </w:r>
      <w:r>
        <w:tab/>
        <w:t>1.013e0</w:t>
      </w:r>
    </w:p>
    <w:p w:rsidR="00B65DC9" w:rsidRDefault="00B65DC9" w:rsidP="00B65DC9">
      <w:r>
        <w:t>443.4433</w:t>
      </w:r>
      <w:r>
        <w:tab/>
        <w:t>1.013e0</w:t>
      </w:r>
    </w:p>
    <w:p w:rsidR="00B65DC9" w:rsidRDefault="00B65DC9" w:rsidP="00B65DC9">
      <w:r>
        <w:t>443.4783</w:t>
      </w:r>
      <w:r>
        <w:tab/>
        <w:t>1.013e0</w:t>
      </w:r>
    </w:p>
    <w:p w:rsidR="00B65DC9" w:rsidRDefault="00B65DC9" w:rsidP="00B65DC9">
      <w:r>
        <w:t>443.4899</w:t>
      </w:r>
      <w:r>
        <w:tab/>
        <w:t>1.266e-2</w:t>
      </w:r>
    </w:p>
    <w:p w:rsidR="00B65DC9" w:rsidRDefault="00B65DC9" w:rsidP="00B65DC9">
      <w:r>
        <w:t>443.6018</w:t>
      </w:r>
      <w:r>
        <w:tab/>
        <w:t>2.025e0</w:t>
      </w:r>
    </w:p>
    <w:p w:rsidR="00B65DC9" w:rsidRDefault="00B65DC9" w:rsidP="00B65DC9">
      <w:r>
        <w:t>443.6220</w:t>
      </w:r>
      <w:r>
        <w:tab/>
        <w:t>1.013e0</w:t>
      </w:r>
    </w:p>
    <w:p w:rsidR="00B65DC9" w:rsidRDefault="00B65DC9" w:rsidP="00B65DC9">
      <w:r>
        <w:t>443.6583</w:t>
      </w:r>
      <w:r>
        <w:tab/>
        <w:t>1.266e-2</w:t>
      </w:r>
    </w:p>
    <w:p w:rsidR="00B65DC9" w:rsidRDefault="00B65DC9" w:rsidP="00B65DC9">
      <w:r>
        <w:t>443.7038</w:t>
      </w:r>
      <w:r>
        <w:tab/>
        <w:t>2.025e0</w:t>
      </w:r>
    </w:p>
    <w:p w:rsidR="00B65DC9" w:rsidRDefault="00B65DC9" w:rsidP="00B65DC9">
      <w:r>
        <w:t>443.7098</w:t>
      </w:r>
      <w:r>
        <w:tab/>
        <w:t>2.025e0</w:t>
      </w:r>
    </w:p>
    <w:p w:rsidR="00B65DC9" w:rsidRDefault="00B65DC9" w:rsidP="00B65DC9">
      <w:r>
        <w:t>443.7697</w:t>
      </w:r>
      <w:r>
        <w:tab/>
        <w:t>1.013e0</w:t>
      </w:r>
    </w:p>
    <w:p w:rsidR="00B65DC9" w:rsidRDefault="00B65DC9" w:rsidP="00B65DC9">
      <w:r>
        <w:lastRenderedPageBreak/>
        <w:t>443.7852</w:t>
      </w:r>
      <w:r>
        <w:tab/>
        <w:t>1.013e0</w:t>
      </w:r>
    </w:p>
    <w:p w:rsidR="00B65DC9" w:rsidRDefault="00B65DC9" w:rsidP="00B65DC9">
      <w:r>
        <w:t>443.7972</w:t>
      </w:r>
      <w:r>
        <w:tab/>
        <w:t>3.038e0</w:t>
      </w:r>
    </w:p>
    <w:p w:rsidR="00B65DC9" w:rsidRDefault="00B65DC9" w:rsidP="00B65DC9">
      <w:r>
        <w:t>443.8141</w:t>
      </w:r>
      <w:r>
        <w:tab/>
        <w:t>3.038e0</w:t>
      </w:r>
    </w:p>
    <w:p w:rsidR="00B65DC9" w:rsidRDefault="00B65DC9" w:rsidP="00B65DC9">
      <w:r>
        <w:t>443.8375</w:t>
      </w:r>
      <w:r>
        <w:tab/>
        <w:t>2.025e0</w:t>
      </w:r>
    </w:p>
    <w:p w:rsidR="00B65DC9" w:rsidRDefault="00B65DC9" w:rsidP="00B65DC9">
      <w:r>
        <w:t>443.8768</w:t>
      </w:r>
      <w:r>
        <w:tab/>
        <w:t>1.266e-2</w:t>
      </w:r>
    </w:p>
    <w:p w:rsidR="00B65DC9" w:rsidRDefault="00B65DC9" w:rsidP="00B65DC9">
      <w:r>
        <w:t>443.8862</w:t>
      </w:r>
      <w:r>
        <w:tab/>
        <w:t>2.532e-2</w:t>
      </w:r>
    </w:p>
    <w:p w:rsidR="00B65DC9" w:rsidRDefault="00B65DC9" w:rsidP="00B65DC9">
      <w:r>
        <w:t>443.9102</w:t>
      </w:r>
      <w:r>
        <w:tab/>
        <w:t>1.013e0</w:t>
      </w:r>
    </w:p>
    <w:p w:rsidR="00B65DC9" w:rsidRDefault="00B65DC9" w:rsidP="00B65DC9">
      <w:r>
        <w:t>443.9330</w:t>
      </w:r>
      <w:r>
        <w:tab/>
        <w:t>1.013e0</w:t>
      </w:r>
    </w:p>
    <w:p w:rsidR="00B65DC9" w:rsidRDefault="00B65DC9" w:rsidP="00B65DC9">
      <w:r>
        <w:t>443.9563</w:t>
      </w:r>
      <w:r>
        <w:tab/>
        <w:t>4.051e0</w:t>
      </w:r>
    </w:p>
    <w:p w:rsidR="00B65DC9" w:rsidRDefault="00B65DC9" w:rsidP="00B65DC9">
      <w:r>
        <w:t>443.9958</w:t>
      </w:r>
      <w:r>
        <w:tab/>
        <w:t>1.013e0</w:t>
      </w:r>
    </w:p>
    <w:p w:rsidR="00B65DC9" w:rsidRDefault="00B65DC9" w:rsidP="00B65DC9">
      <w:r>
        <w:t>444.0168</w:t>
      </w:r>
      <w:r>
        <w:tab/>
        <w:t>1.266e-2</w:t>
      </w:r>
    </w:p>
    <w:p w:rsidR="00B65DC9" w:rsidRDefault="00B65DC9" w:rsidP="00B65DC9">
      <w:r>
        <w:t>444.0271</w:t>
      </w:r>
      <w:r>
        <w:tab/>
        <w:t>3.038e0</w:t>
      </w:r>
    </w:p>
    <w:p w:rsidR="00B65DC9" w:rsidRDefault="00B65DC9" w:rsidP="00B65DC9">
      <w:r>
        <w:t>444.0920</w:t>
      </w:r>
      <w:r>
        <w:tab/>
        <w:t>2.025e0</w:t>
      </w:r>
    </w:p>
    <w:p w:rsidR="00B65DC9" w:rsidRDefault="00B65DC9" w:rsidP="00B65DC9">
      <w:r>
        <w:t>444.1076</w:t>
      </w:r>
      <w:r>
        <w:tab/>
        <w:t>4.191e0</w:t>
      </w:r>
    </w:p>
    <w:p w:rsidR="00B65DC9" w:rsidRDefault="00B65DC9" w:rsidP="00B65DC9">
      <w:r>
        <w:t>444.1312</w:t>
      </w:r>
      <w:r>
        <w:tab/>
        <w:t>2.025e0</w:t>
      </w:r>
    </w:p>
    <w:p w:rsidR="00B65DC9" w:rsidRDefault="00B65DC9" w:rsidP="00B65DC9">
      <w:r>
        <w:t>444.1514</w:t>
      </w:r>
      <w:r>
        <w:tab/>
        <w:t>2.532e-2</w:t>
      </w:r>
    </w:p>
    <w:p w:rsidR="00B65DC9" w:rsidRDefault="00B65DC9" w:rsidP="00B65DC9">
      <w:r>
        <w:t>444.1550</w:t>
      </w:r>
      <w:r>
        <w:tab/>
        <w:t>4.923e0</w:t>
      </w:r>
    </w:p>
    <w:p w:rsidR="00B65DC9" w:rsidRDefault="00B65DC9" w:rsidP="00B65DC9">
      <w:r>
        <w:t>444.2506</w:t>
      </w:r>
      <w:r>
        <w:tab/>
        <w:t>3.798e-2</w:t>
      </w:r>
    </w:p>
    <w:p w:rsidR="00B65DC9" w:rsidRDefault="00B65DC9" w:rsidP="00B65DC9">
      <w:r>
        <w:t>444.2520</w:t>
      </w:r>
      <w:r>
        <w:tab/>
        <w:t>1.013e0</w:t>
      </w:r>
    </w:p>
    <w:p w:rsidR="00B65DC9" w:rsidRDefault="00B65DC9" w:rsidP="00B65DC9">
      <w:r>
        <w:lastRenderedPageBreak/>
        <w:t>444.2681</w:t>
      </w:r>
      <w:r>
        <w:tab/>
        <w:t>1.013e0</w:t>
      </w:r>
    </w:p>
    <w:p w:rsidR="00B65DC9" w:rsidRDefault="00B65DC9" w:rsidP="00B65DC9">
      <w:r>
        <w:t>444.2726</w:t>
      </w:r>
      <w:r>
        <w:tab/>
        <w:t>2.025e0</w:t>
      </w:r>
    </w:p>
    <w:p w:rsidR="00B65DC9" w:rsidRDefault="00B65DC9" w:rsidP="00B65DC9">
      <w:r>
        <w:t>444.3363</w:t>
      </w:r>
      <w:r>
        <w:tab/>
        <w:t>1.013e0</w:t>
      </w:r>
    </w:p>
    <w:p w:rsidR="00B65DC9" w:rsidRDefault="00B65DC9" w:rsidP="00B65DC9">
      <w:r>
        <w:t>444.3553</w:t>
      </w:r>
      <w:r>
        <w:tab/>
        <w:t>2.532e-2</w:t>
      </w:r>
    </w:p>
    <w:p w:rsidR="00B65DC9" w:rsidRDefault="00B65DC9" w:rsidP="00B65DC9">
      <w:r>
        <w:t>444.3578</w:t>
      </w:r>
      <w:r>
        <w:tab/>
        <w:t>2.038e0</w:t>
      </w:r>
    </w:p>
    <w:p w:rsidR="00B65DC9" w:rsidRDefault="00B65DC9" w:rsidP="00B65DC9">
      <w:r>
        <w:t>444.4013</w:t>
      </w:r>
      <w:r>
        <w:tab/>
        <w:t>1.013e0</w:t>
      </w:r>
    </w:p>
    <w:p w:rsidR="00B65DC9" w:rsidRDefault="00B65DC9" w:rsidP="00B65DC9">
      <w:r>
        <w:t>444.4057</w:t>
      </w:r>
      <w:r>
        <w:tab/>
        <w:t>4.051e0</w:t>
      </w:r>
    </w:p>
    <w:p w:rsidR="00B65DC9" w:rsidRDefault="00B65DC9" w:rsidP="00B65DC9">
      <w:r>
        <w:t>444.4189</w:t>
      </w:r>
      <w:r>
        <w:tab/>
        <w:t>1.013e0</w:t>
      </w:r>
    </w:p>
    <w:p w:rsidR="00B65DC9" w:rsidRDefault="00B65DC9" w:rsidP="00B65DC9">
      <w:r>
        <w:t>444.4699</w:t>
      </w:r>
      <w:r>
        <w:tab/>
        <w:t>1.013e0</w:t>
      </w:r>
    </w:p>
    <w:p w:rsidR="00B65DC9" w:rsidRDefault="00B65DC9" w:rsidP="00B65DC9">
      <w:r>
        <w:t>444.4799</w:t>
      </w:r>
      <w:r>
        <w:tab/>
        <w:t>1.013e0</w:t>
      </w:r>
    </w:p>
    <w:p w:rsidR="00B65DC9" w:rsidRDefault="00B65DC9" w:rsidP="00B65DC9">
      <w:r>
        <w:t>444.5047</w:t>
      </w:r>
      <w:r>
        <w:tab/>
        <w:t>2.025e0</w:t>
      </w:r>
    </w:p>
    <w:p w:rsidR="00B65DC9" w:rsidRDefault="00B65DC9" w:rsidP="00B65DC9">
      <w:r>
        <w:t>444.5194</w:t>
      </w:r>
      <w:r>
        <w:tab/>
        <w:t>1.266e-2</w:t>
      </w:r>
    </w:p>
    <w:p w:rsidR="00B65DC9" w:rsidRDefault="00B65DC9" w:rsidP="00B65DC9">
      <w:r>
        <w:t>444.5244</w:t>
      </w:r>
      <w:r>
        <w:tab/>
        <w:t>1.013e0</w:t>
      </w:r>
    </w:p>
    <w:p w:rsidR="00B65DC9" w:rsidRDefault="00B65DC9" w:rsidP="00B65DC9">
      <w:r>
        <w:t>444.5555</w:t>
      </w:r>
      <w:r>
        <w:tab/>
        <w:t>1.266e-2</w:t>
      </w:r>
    </w:p>
    <w:p w:rsidR="00B65DC9" w:rsidRDefault="00B65DC9" w:rsidP="00B65DC9">
      <w:r>
        <w:t>444.5984</w:t>
      </w:r>
      <w:r>
        <w:tab/>
        <w:t>1.013e0</w:t>
      </w:r>
    </w:p>
    <w:p w:rsidR="00B65DC9" w:rsidRDefault="00B65DC9" w:rsidP="00B65DC9">
      <w:r>
        <w:t>444.6100</w:t>
      </w:r>
      <w:r>
        <w:tab/>
        <w:t>1.013e0</w:t>
      </w:r>
    </w:p>
    <w:p w:rsidR="00B65DC9" w:rsidRDefault="00B65DC9" w:rsidP="00B65DC9">
      <w:r>
        <w:t>444.6490</w:t>
      </w:r>
      <w:r>
        <w:tab/>
        <w:t>1.013e0</w:t>
      </w:r>
    </w:p>
    <w:p w:rsidR="00B65DC9" w:rsidRDefault="00B65DC9" w:rsidP="00B65DC9">
      <w:r>
        <w:t>444.7491</w:t>
      </w:r>
      <w:r>
        <w:tab/>
        <w:t>2.025e0</w:t>
      </w:r>
    </w:p>
    <w:p w:rsidR="00B65DC9" w:rsidRDefault="00B65DC9" w:rsidP="00B65DC9">
      <w:r>
        <w:t>444.7581</w:t>
      </w:r>
      <w:r>
        <w:tab/>
        <w:t>2.025e0</w:t>
      </w:r>
    </w:p>
    <w:p w:rsidR="00B65DC9" w:rsidRDefault="00B65DC9" w:rsidP="00B65DC9">
      <w:r>
        <w:lastRenderedPageBreak/>
        <w:t>444.8090</w:t>
      </w:r>
      <w:r>
        <w:tab/>
        <w:t>2.025e0</w:t>
      </w:r>
    </w:p>
    <w:p w:rsidR="00B65DC9" w:rsidRDefault="00B65DC9" w:rsidP="00B65DC9">
      <w:r>
        <w:t>444.8390</w:t>
      </w:r>
      <w:r>
        <w:tab/>
        <w:t>1.013e0</w:t>
      </w:r>
    </w:p>
    <w:p w:rsidR="00B65DC9" w:rsidRDefault="00B65DC9" w:rsidP="00B65DC9">
      <w:r>
        <w:t>444.8515</w:t>
      </w:r>
      <w:r>
        <w:tab/>
        <w:t>1.013e0</w:t>
      </w:r>
    </w:p>
    <w:p w:rsidR="00B65DC9" w:rsidRDefault="00B65DC9" w:rsidP="00B65DC9">
      <w:r>
        <w:t>444.8963</w:t>
      </w:r>
      <w:r>
        <w:tab/>
        <w:t>1.266e-2</w:t>
      </w:r>
    </w:p>
    <w:p w:rsidR="00B65DC9" w:rsidRDefault="00B65DC9" w:rsidP="00B65DC9">
      <w:r>
        <w:t>444.9139</w:t>
      </w:r>
      <w:r>
        <w:tab/>
        <w:t>1.266e-2</w:t>
      </w:r>
    </w:p>
    <w:p w:rsidR="00B65DC9" w:rsidRDefault="00B65DC9" w:rsidP="00B65DC9">
      <w:r>
        <w:t>444.9504</w:t>
      </w:r>
      <w:r>
        <w:tab/>
        <w:t>2.025e0</w:t>
      </w:r>
    </w:p>
    <w:p w:rsidR="00B65DC9" w:rsidRDefault="00B65DC9" w:rsidP="00B65DC9">
      <w:r>
        <w:t>444.9846</w:t>
      </w:r>
      <w:r>
        <w:tab/>
        <w:t>1.013e0</w:t>
      </w:r>
    </w:p>
    <w:p w:rsidR="00B65DC9" w:rsidRDefault="00B65DC9" w:rsidP="00B65DC9">
      <w:r>
        <w:t>445.0247</w:t>
      </w:r>
      <w:r>
        <w:tab/>
        <w:t>3.038e0</w:t>
      </w:r>
    </w:p>
    <w:p w:rsidR="00B65DC9" w:rsidRDefault="00B65DC9" w:rsidP="00B65DC9">
      <w:r>
        <w:t>445.0292</w:t>
      </w:r>
      <w:r>
        <w:tab/>
        <w:t>2.025e0</w:t>
      </w:r>
    </w:p>
    <w:p w:rsidR="00B65DC9" w:rsidRDefault="00B65DC9" w:rsidP="00B65DC9">
      <w:r>
        <w:t>445.0620</w:t>
      </w:r>
      <w:r>
        <w:tab/>
        <w:t>1.013e0</w:t>
      </w:r>
    </w:p>
    <w:p w:rsidR="00B65DC9" w:rsidRDefault="00B65DC9" w:rsidP="00B65DC9">
      <w:r>
        <w:t>445.0795</w:t>
      </w:r>
      <w:r>
        <w:tab/>
        <w:t>1.266e-2</w:t>
      </w:r>
    </w:p>
    <w:p w:rsidR="00B65DC9" w:rsidRDefault="00B65DC9" w:rsidP="00B65DC9">
      <w:r>
        <w:t>445.0837</w:t>
      </w:r>
      <w:r>
        <w:tab/>
        <w:t>2.025e0</w:t>
      </w:r>
    </w:p>
    <w:p w:rsidR="00B65DC9" w:rsidRDefault="00B65DC9" w:rsidP="00B65DC9">
      <w:r>
        <w:t>445.1155</w:t>
      </w:r>
      <w:r>
        <w:tab/>
        <w:t>1.013e0</w:t>
      </w:r>
    </w:p>
    <w:p w:rsidR="00B65DC9" w:rsidRDefault="00B65DC9" w:rsidP="00B65DC9">
      <w:r>
        <w:t>445.1369</w:t>
      </w:r>
      <w:r>
        <w:tab/>
        <w:t>2.532e-2</w:t>
      </w:r>
    </w:p>
    <w:p w:rsidR="00B65DC9" w:rsidRDefault="00B65DC9" w:rsidP="00B65DC9">
      <w:r>
        <w:t>445.1736</w:t>
      </w:r>
      <w:r>
        <w:tab/>
        <w:t>2.025e0</w:t>
      </w:r>
    </w:p>
    <w:p w:rsidR="00B65DC9" w:rsidRDefault="00B65DC9" w:rsidP="00B65DC9">
      <w:r>
        <w:t>445.2273</w:t>
      </w:r>
      <w:r>
        <w:tab/>
        <w:t>2.025e0</w:t>
      </w:r>
    </w:p>
    <w:p w:rsidR="00B65DC9" w:rsidRDefault="00B65DC9" w:rsidP="00B65DC9">
      <w:r>
        <w:t>445.2458</w:t>
      </w:r>
      <w:r>
        <w:tab/>
        <w:t>2.025e0</w:t>
      </w:r>
    </w:p>
    <w:p w:rsidR="00B65DC9" w:rsidRDefault="00B65DC9" w:rsidP="00B65DC9">
      <w:r>
        <w:t>445.2910</w:t>
      </w:r>
      <w:r>
        <w:tab/>
        <w:t>5.063e-2</w:t>
      </w:r>
    </w:p>
    <w:p w:rsidR="00B65DC9" w:rsidRDefault="00B65DC9" w:rsidP="00B65DC9">
      <w:r>
        <w:t>445.2933</w:t>
      </w:r>
      <w:r>
        <w:tab/>
        <w:t>5.063e0</w:t>
      </w:r>
    </w:p>
    <w:p w:rsidR="00B65DC9" w:rsidRDefault="00B65DC9" w:rsidP="00B65DC9">
      <w:r>
        <w:lastRenderedPageBreak/>
        <w:t>445.3038</w:t>
      </w:r>
      <w:r>
        <w:tab/>
        <w:t>3.038e0</w:t>
      </w:r>
    </w:p>
    <w:p w:rsidR="00B65DC9" w:rsidRDefault="00B65DC9" w:rsidP="00B65DC9">
      <w:r>
        <w:t>445.3817</w:t>
      </w:r>
      <w:r>
        <w:tab/>
        <w:t>1.266e-2</w:t>
      </w:r>
    </w:p>
    <w:p w:rsidR="00B65DC9" w:rsidRDefault="00B65DC9" w:rsidP="00B65DC9">
      <w:r>
        <w:t>445.3918</w:t>
      </w:r>
      <w:r>
        <w:tab/>
        <w:t>3.038e0</w:t>
      </w:r>
    </w:p>
    <w:p w:rsidR="00B65DC9" w:rsidRDefault="00B65DC9" w:rsidP="00B65DC9">
      <w:r>
        <w:t>445.4351</w:t>
      </w:r>
      <w:r>
        <w:tab/>
        <w:t>1.013e0</w:t>
      </w:r>
    </w:p>
    <w:p w:rsidR="00B65DC9" w:rsidRDefault="00B65DC9" w:rsidP="00B65DC9">
      <w:r>
        <w:t>445.4519</w:t>
      </w:r>
      <w:r>
        <w:tab/>
        <w:t>1.013e0</w:t>
      </w:r>
    </w:p>
    <w:p w:rsidR="00B65DC9" w:rsidRDefault="00B65DC9" w:rsidP="00B65DC9">
      <w:r>
        <w:t>445.5391</w:t>
      </w:r>
      <w:r>
        <w:tab/>
        <w:t>1.013e0</w:t>
      </w:r>
    </w:p>
    <w:p w:rsidR="00B65DC9" w:rsidRDefault="00B65DC9" w:rsidP="00B65DC9">
      <w:r>
        <w:t>445.5786</w:t>
      </w:r>
      <w:r>
        <w:tab/>
        <w:t>1.013e0</w:t>
      </w:r>
    </w:p>
    <w:p w:rsidR="00B65DC9" w:rsidRDefault="00B65DC9" w:rsidP="00B65DC9">
      <w:r>
        <w:t>445.7250</w:t>
      </w:r>
      <w:r>
        <w:tab/>
        <w:t>1.013e0</w:t>
      </w:r>
    </w:p>
    <w:p w:rsidR="00B65DC9" w:rsidRDefault="00B65DC9" w:rsidP="00B65DC9">
      <w:r>
        <w:t>445.7585</w:t>
      </w:r>
      <w:r>
        <w:tab/>
        <w:t>2.038e0</w:t>
      </w:r>
    </w:p>
    <w:p w:rsidR="00B65DC9" w:rsidRDefault="00B65DC9" w:rsidP="00B65DC9">
      <w:r>
        <w:t>445.7869</w:t>
      </w:r>
      <w:r>
        <w:tab/>
        <w:t>2.025e0</w:t>
      </w:r>
    </w:p>
    <w:p w:rsidR="00B65DC9" w:rsidRDefault="00B65DC9" w:rsidP="00B65DC9">
      <w:r>
        <w:t>445.8281</w:t>
      </w:r>
      <w:r>
        <w:tab/>
        <w:t>2.025e0</w:t>
      </w:r>
    </w:p>
    <w:p w:rsidR="00B65DC9" w:rsidRDefault="00B65DC9" w:rsidP="00B65DC9">
      <w:r>
        <w:t>445.8318</w:t>
      </w:r>
      <w:r>
        <w:tab/>
        <w:t>4.051e0</w:t>
      </w:r>
    </w:p>
    <w:p w:rsidR="00B65DC9" w:rsidRDefault="00B65DC9" w:rsidP="00B65DC9">
      <w:r>
        <w:t>445.8404</w:t>
      </w:r>
      <w:r>
        <w:tab/>
        <w:t>2.025e0</w:t>
      </w:r>
    </w:p>
    <w:p w:rsidR="00B65DC9" w:rsidRDefault="00B65DC9" w:rsidP="00B65DC9">
      <w:r>
        <w:t>445.8947</w:t>
      </w:r>
      <w:r>
        <w:tab/>
        <w:t>1.013e0</w:t>
      </w:r>
    </w:p>
    <w:p w:rsidR="00B65DC9" w:rsidRDefault="00B65DC9" w:rsidP="00B65DC9">
      <w:r>
        <w:t>445.9342</w:t>
      </w:r>
      <w:r>
        <w:tab/>
        <w:t>1.266e-2</w:t>
      </w:r>
    </w:p>
    <w:p w:rsidR="00B65DC9" w:rsidRDefault="00B65DC9" w:rsidP="00B65DC9">
      <w:r>
        <w:t>445.9384</w:t>
      </w:r>
      <w:r>
        <w:tab/>
        <w:t>1.266e-2</w:t>
      </w:r>
    </w:p>
    <w:p w:rsidR="00B65DC9" w:rsidRDefault="00B65DC9" w:rsidP="00B65DC9">
      <w:r>
        <w:t>445.9639</w:t>
      </w:r>
      <w:r>
        <w:tab/>
        <w:t>2.025e0</w:t>
      </w:r>
    </w:p>
    <w:p w:rsidR="00B65DC9" w:rsidRDefault="00B65DC9" w:rsidP="00B65DC9">
      <w:r>
        <w:t>445.9832</w:t>
      </w:r>
      <w:r>
        <w:tab/>
        <w:t>1.013e0</w:t>
      </w:r>
    </w:p>
    <w:p w:rsidR="00B65DC9" w:rsidRDefault="00B65DC9" w:rsidP="00B65DC9">
      <w:r>
        <w:t>445.9874</w:t>
      </w:r>
      <w:r>
        <w:tab/>
        <w:t>4.051e0</w:t>
      </w:r>
    </w:p>
    <w:p w:rsidR="00B65DC9" w:rsidRDefault="00B65DC9" w:rsidP="00B65DC9">
      <w:r>
        <w:lastRenderedPageBreak/>
        <w:t>445.9952</w:t>
      </w:r>
      <w:r>
        <w:tab/>
        <w:t>1.266e-2</w:t>
      </w:r>
    </w:p>
    <w:p w:rsidR="00B65DC9" w:rsidRDefault="00B65DC9" w:rsidP="00B65DC9">
      <w:r>
        <w:t>445.9986</w:t>
      </w:r>
      <w:r>
        <w:tab/>
        <w:t>1.266e-2</w:t>
      </w:r>
    </w:p>
    <w:p w:rsidR="00B65DC9" w:rsidRDefault="00B65DC9" w:rsidP="00B65DC9">
      <w:r>
        <w:t>446.0056</w:t>
      </w:r>
      <w:r>
        <w:tab/>
        <w:t>3.038e0</w:t>
      </w:r>
    </w:p>
    <w:p w:rsidR="00B65DC9" w:rsidRDefault="00B65DC9" w:rsidP="00B65DC9">
      <w:r>
        <w:t>446.0608</w:t>
      </w:r>
      <w:r>
        <w:tab/>
        <w:t>1.013e0</w:t>
      </w:r>
    </w:p>
    <w:p w:rsidR="00B65DC9" w:rsidRDefault="00B65DC9" w:rsidP="00B65DC9">
      <w:r>
        <w:t>446.0958</w:t>
      </w:r>
      <w:r>
        <w:tab/>
        <w:t>1.266e-2</w:t>
      </w:r>
    </w:p>
    <w:p w:rsidR="00B65DC9" w:rsidRDefault="00B65DC9" w:rsidP="00B65DC9">
      <w:r>
        <w:t>446.1326</w:t>
      </w:r>
      <w:r>
        <w:tab/>
        <w:t>2.038e0</w:t>
      </w:r>
    </w:p>
    <w:p w:rsidR="00B65DC9" w:rsidRDefault="00B65DC9" w:rsidP="00B65DC9">
      <w:r>
        <w:t>446.1389</w:t>
      </w:r>
      <w:r>
        <w:tab/>
        <w:t>1.013e0</w:t>
      </w:r>
    </w:p>
    <w:p w:rsidR="00B65DC9" w:rsidRDefault="00B65DC9" w:rsidP="00B65DC9">
      <w:r>
        <w:t>446.1536</w:t>
      </w:r>
      <w:r>
        <w:tab/>
        <w:t>2.038e0</w:t>
      </w:r>
    </w:p>
    <w:p w:rsidR="00B65DC9" w:rsidRDefault="00B65DC9" w:rsidP="00B65DC9">
      <w:r>
        <w:t>446.1936</w:t>
      </w:r>
      <w:r>
        <w:tab/>
        <w:t>2.025e0</w:t>
      </w:r>
    </w:p>
    <w:p w:rsidR="00B65DC9" w:rsidRDefault="00B65DC9" w:rsidP="00B65DC9">
      <w:r>
        <w:t>446.2014</w:t>
      </w:r>
      <w:r>
        <w:tab/>
        <w:t>2.025e0</w:t>
      </w:r>
    </w:p>
    <w:p w:rsidR="00B65DC9" w:rsidRDefault="00B65DC9" w:rsidP="00B65DC9">
      <w:r>
        <w:t>446.2823</w:t>
      </w:r>
      <w:r>
        <w:tab/>
        <w:t>2.051e0</w:t>
      </w:r>
    </w:p>
    <w:p w:rsidR="00B65DC9" w:rsidRDefault="00B65DC9" w:rsidP="00B65DC9">
      <w:r>
        <w:t>446.3213</w:t>
      </w:r>
      <w:r>
        <w:tab/>
        <w:t>2.025e0</w:t>
      </w:r>
    </w:p>
    <w:p w:rsidR="00B65DC9" w:rsidRDefault="00B65DC9" w:rsidP="00B65DC9">
      <w:r>
        <w:t>446.3400</w:t>
      </w:r>
      <w:r>
        <w:tab/>
        <w:t>2.025e0</w:t>
      </w:r>
    </w:p>
    <w:p w:rsidR="00B65DC9" w:rsidRDefault="00B65DC9" w:rsidP="00B65DC9">
      <w:r>
        <w:t>446.3416</w:t>
      </w:r>
      <w:r>
        <w:tab/>
        <w:t>3.562e0</w:t>
      </w:r>
    </w:p>
    <w:p w:rsidR="00B65DC9" w:rsidRDefault="00B65DC9" w:rsidP="00B65DC9">
      <w:r>
        <w:t>446.3725</w:t>
      </w:r>
      <w:r>
        <w:tab/>
        <w:t>1.013e0</w:t>
      </w:r>
    </w:p>
    <w:p w:rsidR="00B65DC9" w:rsidRDefault="00B65DC9" w:rsidP="00B65DC9">
      <w:r>
        <w:t>446.4001</w:t>
      </w:r>
      <w:r>
        <w:tab/>
        <w:t>2.025e0</w:t>
      </w:r>
    </w:p>
    <w:p w:rsidR="00B65DC9" w:rsidRDefault="00B65DC9" w:rsidP="00B65DC9">
      <w:r>
        <w:t>446.4729</w:t>
      </w:r>
      <w:r>
        <w:tab/>
        <w:t>1.266e-2</w:t>
      </w:r>
    </w:p>
    <w:p w:rsidR="00B65DC9" w:rsidRDefault="00B65DC9" w:rsidP="00B65DC9">
      <w:r>
        <w:t>446.5381</w:t>
      </w:r>
      <w:r>
        <w:tab/>
        <w:t>1.013e0</w:t>
      </w:r>
    </w:p>
    <w:p w:rsidR="00B65DC9" w:rsidRDefault="00B65DC9" w:rsidP="00B65DC9">
      <w:r>
        <w:t>446.5917</w:t>
      </w:r>
      <w:r>
        <w:tab/>
        <w:t>2.025e0</w:t>
      </w:r>
    </w:p>
    <w:p w:rsidR="00B65DC9" w:rsidRDefault="00B65DC9" w:rsidP="00B65DC9">
      <w:r>
        <w:lastRenderedPageBreak/>
        <w:t>446.6566</w:t>
      </w:r>
      <w:r>
        <w:tab/>
        <w:t>1.266e-2</w:t>
      </w:r>
    </w:p>
    <w:p w:rsidR="00B65DC9" w:rsidRDefault="00B65DC9" w:rsidP="00B65DC9">
      <w:r>
        <w:t>446.6810</w:t>
      </w:r>
      <w:r>
        <w:tab/>
        <w:t>2.025e0</w:t>
      </w:r>
    </w:p>
    <w:p w:rsidR="00B65DC9" w:rsidRDefault="00B65DC9" w:rsidP="00B65DC9">
      <w:r>
        <w:t>446.7878</w:t>
      </w:r>
      <w:r>
        <w:tab/>
        <w:t>1.266e-2</w:t>
      </w:r>
    </w:p>
    <w:p w:rsidR="00B65DC9" w:rsidRDefault="00B65DC9" w:rsidP="00B65DC9">
      <w:r>
        <w:t>446.8191</w:t>
      </w:r>
      <w:r>
        <w:tab/>
        <w:t>1.013e0</w:t>
      </w:r>
    </w:p>
    <w:p w:rsidR="00B65DC9" w:rsidRDefault="00B65DC9" w:rsidP="00B65DC9">
      <w:r>
        <w:t>446.8425</w:t>
      </w:r>
      <w:r>
        <w:tab/>
        <w:t>1.013e0</w:t>
      </w:r>
    </w:p>
    <w:p w:rsidR="00B65DC9" w:rsidRDefault="00B65DC9" w:rsidP="00B65DC9">
      <w:r>
        <w:t>446.8817</w:t>
      </w:r>
      <w:r>
        <w:tab/>
        <w:t>1.013e0</w:t>
      </w:r>
    </w:p>
    <w:p w:rsidR="00B65DC9" w:rsidRDefault="00B65DC9" w:rsidP="00B65DC9">
      <w:r>
        <w:t>446.8895</w:t>
      </w:r>
      <w:r>
        <w:tab/>
        <w:t>1.266e-2</w:t>
      </w:r>
    </w:p>
    <w:p w:rsidR="00B65DC9" w:rsidRDefault="00B65DC9" w:rsidP="00B65DC9">
      <w:r>
        <w:t>446.9693</w:t>
      </w:r>
      <w:r>
        <w:tab/>
        <w:t>2.025e0</w:t>
      </w:r>
    </w:p>
    <w:p w:rsidR="00B65DC9" w:rsidRDefault="00B65DC9" w:rsidP="00B65DC9">
      <w:r>
        <w:t>446.9722</w:t>
      </w:r>
      <w:r>
        <w:tab/>
        <w:t>2.025e0</w:t>
      </w:r>
    </w:p>
    <w:p w:rsidR="00B65DC9" w:rsidRDefault="00B65DC9" w:rsidP="00B65DC9">
      <w:r>
        <w:t>447.0225</w:t>
      </w:r>
      <w:r>
        <w:tab/>
        <w:t>1.266e-2</w:t>
      </w:r>
    </w:p>
    <w:p w:rsidR="00B65DC9" w:rsidRDefault="00B65DC9" w:rsidP="00B65DC9">
      <w:r>
        <w:t>447.0362</w:t>
      </w:r>
      <w:r>
        <w:tab/>
        <w:t>3.038e0</w:t>
      </w:r>
    </w:p>
    <w:p w:rsidR="00B65DC9" w:rsidRDefault="00B65DC9" w:rsidP="00B65DC9">
      <w:r>
        <w:t>447.0548</w:t>
      </w:r>
      <w:r>
        <w:tab/>
        <w:t>1.266e-2</w:t>
      </w:r>
    </w:p>
    <w:p w:rsidR="00B65DC9" w:rsidRDefault="00B65DC9" w:rsidP="00B65DC9">
      <w:r>
        <w:t>447.0616</w:t>
      </w:r>
      <w:r>
        <w:tab/>
        <w:t>1.013e0</w:t>
      </w:r>
    </w:p>
    <w:p w:rsidR="00B65DC9" w:rsidRDefault="00B65DC9" w:rsidP="00B65DC9">
      <w:r>
        <w:t>447.0657</w:t>
      </w:r>
      <w:r>
        <w:tab/>
        <w:t>3.038e0</w:t>
      </w:r>
    </w:p>
    <w:p w:rsidR="00B65DC9" w:rsidRDefault="00B65DC9" w:rsidP="00B65DC9">
      <w:r>
        <w:t>447.1151</w:t>
      </w:r>
      <w:r>
        <w:tab/>
        <w:t>2.025e0</w:t>
      </w:r>
    </w:p>
    <w:p w:rsidR="00B65DC9" w:rsidRDefault="00B65DC9" w:rsidP="00B65DC9">
      <w:r>
        <w:t>447.1208</w:t>
      </w:r>
      <w:r>
        <w:tab/>
        <w:t>2.025e0</w:t>
      </w:r>
    </w:p>
    <w:p w:rsidR="00B65DC9" w:rsidRDefault="00B65DC9" w:rsidP="00B65DC9">
      <w:r>
        <w:t>447.1352</w:t>
      </w:r>
      <w:r>
        <w:tab/>
        <w:t>7.089e0</w:t>
      </w:r>
    </w:p>
    <w:p w:rsidR="00B65DC9" w:rsidRDefault="00B65DC9" w:rsidP="00B65DC9">
      <w:r>
        <w:t>447.1489</w:t>
      </w:r>
      <w:r>
        <w:tab/>
        <w:t>4.051e0</w:t>
      </w:r>
    </w:p>
    <w:p w:rsidR="00B65DC9" w:rsidRDefault="00B65DC9" w:rsidP="00B65DC9">
      <w:r>
        <w:t>447.1641</w:t>
      </w:r>
      <w:r>
        <w:tab/>
        <w:t>2.025e0</w:t>
      </w:r>
    </w:p>
    <w:p w:rsidR="00B65DC9" w:rsidRDefault="00B65DC9" w:rsidP="00B65DC9">
      <w:r>
        <w:lastRenderedPageBreak/>
        <w:t>447.1735</w:t>
      </w:r>
      <w:r>
        <w:tab/>
        <w:t>1.266e-2</w:t>
      </w:r>
    </w:p>
    <w:p w:rsidR="00B65DC9" w:rsidRDefault="00B65DC9" w:rsidP="00B65DC9">
      <w:r>
        <w:t>447.2130</w:t>
      </w:r>
      <w:r>
        <w:tab/>
        <w:t>1.013e0</w:t>
      </w:r>
    </w:p>
    <w:p w:rsidR="00B65DC9" w:rsidRDefault="00B65DC9" w:rsidP="00B65DC9">
      <w:r>
        <w:t>447.2293</w:t>
      </w:r>
      <w:r>
        <w:tab/>
        <w:t>2.025e0</w:t>
      </w:r>
    </w:p>
    <w:p w:rsidR="00B65DC9" w:rsidRDefault="00B65DC9" w:rsidP="00B65DC9">
      <w:r>
        <w:t>447.2735</w:t>
      </w:r>
      <w:r>
        <w:tab/>
        <w:t>4.051e0</w:t>
      </w:r>
    </w:p>
    <w:p w:rsidR="00B65DC9" w:rsidRDefault="00B65DC9" w:rsidP="00B65DC9">
      <w:r>
        <w:t>447.2865</w:t>
      </w:r>
      <w:r>
        <w:tab/>
        <w:t>6.329e-2</w:t>
      </w:r>
    </w:p>
    <w:p w:rsidR="00B65DC9" w:rsidRDefault="00B65DC9" w:rsidP="00B65DC9">
      <w:r>
        <w:t>447.3304</w:t>
      </w:r>
      <w:r>
        <w:tab/>
        <w:t>2.025e0</w:t>
      </w:r>
    </w:p>
    <w:p w:rsidR="00B65DC9" w:rsidRDefault="00B65DC9" w:rsidP="00B65DC9">
      <w:r>
        <w:t>447.3458</w:t>
      </w:r>
      <w:r>
        <w:tab/>
        <w:t>3.798e-2</w:t>
      </w:r>
    </w:p>
    <w:p w:rsidR="00B65DC9" w:rsidRDefault="00B65DC9" w:rsidP="00B65DC9">
      <w:r>
        <w:t>447.3491</w:t>
      </w:r>
      <w:r>
        <w:tab/>
        <w:t>4.051e0</w:t>
      </w:r>
    </w:p>
    <w:p w:rsidR="00B65DC9" w:rsidRDefault="00B65DC9" w:rsidP="00B65DC9">
      <w:r>
        <w:t>447.4196</w:t>
      </w:r>
      <w:r>
        <w:tab/>
        <w:t>2.025e0</w:t>
      </w:r>
    </w:p>
    <w:p w:rsidR="00B65DC9" w:rsidRDefault="00B65DC9" w:rsidP="00B65DC9">
      <w:r>
        <w:t>447.4218</w:t>
      </w:r>
      <w:r>
        <w:tab/>
        <w:t>1.013e0</w:t>
      </w:r>
    </w:p>
    <w:p w:rsidR="00B65DC9" w:rsidRDefault="00B65DC9" w:rsidP="00B65DC9">
      <w:r>
        <w:t>447.5118</w:t>
      </w:r>
      <w:r>
        <w:tab/>
        <w:t>1.013e0</w:t>
      </w:r>
    </w:p>
    <w:p w:rsidR="00B65DC9" w:rsidRDefault="00B65DC9" w:rsidP="00B65DC9">
      <w:r>
        <w:t>447.5237</w:t>
      </w:r>
      <w:r>
        <w:tab/>
        <w:t>1.013e0</w:t>
      </w:r>
    </w:p>
    <w:p w:rsidR="00B65DC9" w:rsidRDefault="00B65DC9" w:rsidP="00B65DC9">
      <w:r>
        <w:t>447.5352</w:t>
      </w:r>
      <w:r>
        <w:tab/>
        <w:t>2.025e0</w:t>
      </w:r>
    </w:p>
    <w:p w:rsidR="00B65DC9" w:rsidRDefault="00B65DC9" w:rsidP="00B65DC9">
      <w:r>
        <w:t>447.5687</w:t>
      </w:r>
      <w:r>
        <w:tab/>
        <w:t>1.013e0</w:t>
      </w:r>
    </w:p>
    <w:p w:rsidR="00B65DC9" w:rsidRDefault="00B65DC9" w:rsidP="00B65DC9">
      <w:r>
        <w:t>447.6255</w:t>
      </w:r>
      <w:r>
        <w:tab/>
        <w:t>1.013e0</w:t>
      </w:r>
    </w:p>
    <w:p w:rsidR="00B65DC9" w:rsidRDefault="00B65DC9" w:rsidP="00B65DC9">
      <w:r>
        <w:t>447.6379</w:t>
      </w:r>
      <w:r>
        <w:tab/>
        <w:t>2.025e0</w:t>
      </w:r>
    </w:p>
    <w:p w:rsidR="00B65DC9" w:rsidRDefault="00B65DC9" w:rsidP="00B65DC9">
      <w:r>
        <w:t>447.7122</w:t>
      </w:r>
      <w:r>
        <w:tab/>
        <w:t>1.013e0</w:t>
      </w:r>
    </w:p>
    <w:p w:rsidR="00B65DC9" w:rsidRDefault="00B65DC9" w:rsidP="00B65DC9">
      <w:r>
        <w:t>447.7358</w:t>
      </w:r>
      <w:r>
        <w:tab/>
        <w:t>1.013e0</w:t>
      </w:r>
    </w:p>
    <w:p w:rsidR="00B65DC9" w:rsidRDefault="00B65DC9" w:rsidP="00B65DC9">
      <w:r>
        <w:t>447.7518</w:t>
      </w:r>
      <w:r>
        <w:tab/>
        <w:t>1.013e0</w:t>
      </w:r>
    </w:p>
    <w:p w:rsidR="00B65DC9" w:rsidRDefault="00B65DC9" w:rsidP="00B65DC9">
      <w:r>
        <w:lastRenderedPageBreak/>
        <w:t>447.8372</w:t>
      </w:r>
      <w:r>
        <w:tab/>
        <w:t>1.266e-2</w:t>
      </w:r>
    </w:p>
    <w:p w:rsidR="00B65DC9" w:rsidRDefault="00B65DC9" w:rsidP="00B65DC9">
      <w:r>
        <w:t>447.8429</w:t>
      </w:r>
      <w:r>
        <w:tab/>
        <w:t>2.025e0</w:t>
      </w:r>
    </w:p>
    <w:p w:rsidR="00B65DC9" w:rsidRDefault="00B65DC9" w:rsidP="00B65DC9">
      <w:r>
        <w:t>447.8528</w:t>
      </w:r>
      <w:r>
        <w:tab/>
        <w:t>1.266e-2</w:t>
      </w:r>
    </w:p>
    <w:p w:rsidR="00B65DC9" w:rsidRDefault="00B65DC9" w:rsidP="00B65DC9">
      <w:r>
        <w:t>447.8573</w:t>
      </w:r>
      <w:r>
        <w:tab/>
        <w:t>2.025e0</w:t>
      </w:r>
    </w:p>
    <w:p w:rsidR="00B65DC9" w:rsidRDefault="00B65DC9" w:rsidP="00B65DC9">
      <w:r>
        <w:t>447.8885</w:t>
      </w:r>
      <w:r>
        <w:tab/>
        <w:t>1.013e0</w:t>
      </w:r>
    </w:p>
    <w:p w:rsidR="00B65DC9" w:rsidRDefault="00B65DC9" w:rsidP="00B65DC9">
      <w:r>
        <w:t>447.9313</w:t>
      </w:r>
      <w:r>
        <w:tab/>
        <w:t>1.013e0</w:t>
      </w:r>
    </w:p>
    <w:p w:rsidR="00B65DC9" w:rsidRDefault="00B65DC9" w:rsidP="00B65DC9">
      <w:r>
        <w:t>447.9418</w:t>
      </w:r>
      <w:r>
        <w:tab/>
        <w:t>2.025e0</w:t>
      </w:r>
    </w:p>
    <w:p w:rsidR="00B65DC9" w:rsidRDefault="00B65DC9" w:rsidP="00B65DC9">
      <w:r>
        <w:t>447.9462</w:t>
      </w:r>
      <w:r>
        <w:tab/>
        <w:t>4.063e0</w:t>
      </w:r>
    </w:p>
    <w:p w:rsidR="00B65DC9" w:rsidRDefault="00B65DC9" w:rsidP="00B65DC9">
      <w:r>
        <w:t>447.9544</w:t>
      </w:r>
      <w:r>
        <w:tab/>
        <w:t>4.063e0</w:t>
      </w:r>
    </w:p>
    <w:p w:rsidR="00B65DC9" w:rsidRDefault="00B65DC9" w:rsidP="00B65DC9">
      <w:r>
        <w:t>447.9876</w:t>
      </w:r>
      <w:r>
        <w:tab/>
        <w:t>3.038e0</w:t>
      </w:r>
    </w:p>
    <w:p w:rsidR="00B65DC9" w:rsidRDefault="00B65DC9" w:rsidP="00B65DC9">
      <w:r>
        <w:t>448.0501</w:t>
      </w:r>
      <w:r>
        <w:tab/>
        <w:t>1.266e-2</w:t>
      </w:r>
    </w:p>
    <w:p w:rsidR="00B65DC9" w:rsidRDefault="00B65DC9" w:rsidP="00B65DC9">
      <w:r>
        <w:t>448.0803</w:t>
      </w:r>
      <w:r>
        <w:tab/>
        <w:t>3.038e0</w:t>
      </w:r>
    </w:p>
    <w:p w:rsidR="00B65DC9" w:rsidRDefault="00B65DC9" w:rsidP="00B65DC9">
      <w:r>
        <w:t>448.0861</w:t>
      </w:r>
      <w:r>
        <w:tab/>
        <w:t>1.266e-2</w:t>
      </w:r>
    </w:p>
    <w:p w:rsidR="00B65DC9" w:rsidRDefault="00B65DC9" w:rsidP="00B65DC9">
      <w:r>
        <w:t>448.0959</w:t>
      </w:r>
      <w:r>
        <w:tab/>
        <w:t>1.266e-2</w:t>
      </w:r>
    </w:p>
    <w:p w:rsidR="00B65DC9" w:rsidRDefault="00B65DC9" w:rsidP="00B65DC9">
      <w:r>
        <w:t>448.1195</w:t>
      </w:r>
      <w:r>
        <w:tab/>
        <w:t>1.013e0</w:t>
      </w:r>
    </w:p>
    <w:p w:rsidR="00B65DC9" w:rsidRDefault="00B65DC9" w:rsidP="00B65DC9">
      <w:r>
        <w:t>448.1459</w:t>
      </w:r>
      <w:r>
        <w:tab/>
        <w:t>3.038e0</w:t>
      </w:r>
    </w:p>
    <w:p w:rsidR="00B65DC9" w:rsidRDefault="00B65DC9" w:rsidP="00B65DC9">
      <w:r>
        <w:t>448.1472</w:t>
      </w:r>
      <w:r>
        <w:tab/>
        <w:t>1.013e0</w:t>
      </w:r>
    </w:p>
    <w:p w:rsidR="00B65DC9" w:rsidRDefault="00B65DC9" w:rsidP="00B65DC9">
      <w:r>
        <w:t>448.1797</w:t>
      </w:r>
      <w:r>
        <w:tab/>
        <w:t>2.025e0</w:t>
      </w:r>
    </w:p>
    <w:p w:rsidR="00B65DC9" w:rsidRDefault="00B65DC9" w:rsidP="00B65DC9">
      <w:r>
        <w:t>448.2528</w:t>
      </w:r>
      <w:r>
        <w:tab/>
        <w:t>2.025e0</w:t>
      </w:r>
    </w:p>
    <w:p w:rsidR="00B65DC9" w:rsidRDefault="00B65DC9" w:rsidP="00B65DC9">
      <w:r>
        <w:lastRenderedPageBreak/>
        <w:t>448.2662</w:t>
      </w:r>
      <w:r>
        <w:tab/>
        <w:t>3.619e0</w:t>
      </w:r>
    </w:p>
    <w:p w:rsidR="00B65DC9" w:rsidRDefault="00B65DC9" w:rsidP="00B65DC9">
      <w:r>
        <w:t>448.2755</w:t>
      </w:r>
      <w:r>
        <w:tab/>
        <w:t>3.038e0</w:t>
      </w:r>
    </w:p>
    <w:p w:rsidR="00B65DC9" w:rsidRDefault="00B65DC9" w:rsidP="00B65DC9">
      <w:r>
        <w:t>448.3114</w:t>
      </w:r>
      <w:r>
        <w:tab/>
        <w:t>2.025e0</w:t>
      </w:r>
    </w:p>
    <w:p w:rsidR="00B65DC9" w:rsidRDefault="00B65DC9" w:rsidP="00B65DC9">
      <w:r>
        <w:t>448.3507</w:t>
      </w:r>
      <w:r>
        <w:tab/>
        <w:t>2.025e0</w:t>
      </w:r>
    </w:p>
    <w:p w:rsidR="00B65DC9" w:rsidRDefault="00B65DC9" w:rsidP="00B65DC9">
      <w:r>
        <w:t>448.3941</w:t>
      </w:r>
      <w:r>
        <w:tab/>
        <w:t>1.013e0</w:t>
      </w:r>
    </w:p>
    <w:p w:rsidR="00B65DC9" w:rsidRDefault="00B65DC9" w:rsidP="00B65DC9">
      <w:r>
        <w:t>448.3993</w:t>
      </w:r>
      <w:r>
        <w:tab/>
        <w:t>2.025e0</w:t>
      </w:r>
    </w:p>
    <w:p w:rsidR="00B65DC9" w:rsidRDefault="00B65DC9" w:rsidP="00B65DC9">
      <w:r>
        <w:t>448.4104</w:t>
      </w:r>
      <w:r>
        <w:tab/>
        <w:t>1.266e-2</w:t>
      </w:r>
    </w:p>
    <w:p w:rsidR="00B65DC9" w:rsidRDefault="00B65DC9" w:rsidP="00B65DC9">
      <w:r>
        <w:t>448.5590</w:t>
      </w:r>
      <w:r>
        <w:tab/>
        <w:t>1.013e0</w:t>
      </w:r>
    </w:p>
    <w:p w:rsidR="00B65DC9" w:rsidRDefault="00B65DC9" w:rsidP="00B65DC9">
      <w:r>
        <w:t>448.6036</w:t>
      </w:r>
      <w:r>
        <w:tab/>
        <w:t>1.013e0</w:t>
      </w:r>
    </w:p>
    <w:p w:rsidR="00B65DC9" w:rsidRDefault="00B65DC9" w:rsidP="00B65DC9">
      <w:r>
        <w:t>448.6689</w:t>
      </w:r>
      <w:r>
        <w:tab/>
        <w:t>2.025e0</w:t>
      </w:r>
    </w:p>
    <w:p w:rsidR="00B65DC9" w:rsidRDefault="00B65DC9" w:rsidP="00B65DC9">
      <w:r>
        <w:t>448.6737</w:t>
      </w:r>
      <w:r>
        <w:tab/>
        <w:t>2.025e0</w:t>
      </w:r>
    </w:p>
    <w:p w:rsidR="00B65DC9" w:rsidRDefault="00B65DC9" w:rsidP="00B65DC9">
      <w:r>
        <w:t>448.7618</w:t>
      </w:r>
      <w:r>
        <w:tab/>
        <w:t>1.013e0</w:t>
      </w:r>
    </w:p>
    <w:p w:rsidR="00B65DC9" w:rsidRDefault="00B65DC9" w:rsidP="00B65DC9">
      <w:r>
        <w:t>448.7788</w:t>
      </w:r>
      <w:r>
        <w:tab/>
        <w:t>1.266e-2</w:t>
      </w:r>
    </w:p>
    <w:p w:rsidR="00B65DC9" w:rsidRDefault="00B65DC9" w:rsidP="00B65DC9">
      <w:r>
        <w:t>448.8049</w:t>
      </w:r>
      <w:r>
        <w:tab/>
        <w:t>1.266e-2</w:t>
      </w:r>
    </w:p>
    <w:p w:rsidR="00B65DC9" w:rsidRDefault="00B65DC9" w:rsidP="00B65DC9">
      <w:r>
        <w:t>448.8171</w:t>
      </w:r>
      <w:r>
        <w:tab/>
        <w:t>2.025e0</w:t>
      </w:r>
    </w:p>
    <w:p w:rsidR="00B65DC9" w:rsidRDefault="00B65DC9" w:rsidP="00B65DC9">
      <w:r>
        <w:t>448.8181</w:t>
      </w:r>
      <w:r>
        <w:tab/>
        <w:t>1.013e0</w:t>
      </w:r>
    </w:p>
    <w:p w:rsidR="00B65DC9" w:rsidRDefault="00B65DC9" w:rsidP="00B65DC9">
      <w:r>
        <w:t>448.8731</w:t>
      </w:r>
      <w:r>
        <w:tab/>
        <w:t>1.013e0</w:t>
      </w:r>
    </w:p>
    <w:p w:rsidR="00B65DC9" w:rsidRDefault="00B65DC9" w:rsidP="00B65DC9">
      <w:r>
        <w:t>448.9025</w:t>
      </w:r>
      <w:r>
        <w:tab/>
        <w:t>1.013e0</w:t>
      </w:r>
    </w:p>
    <w:p w:rsidR="00B65DC9" w:rsidRDefault="00B65DC9" w:rsidP="00B65DC9">
      <w:r>
        <w:t>448.9112</w:t>
      </w:r>
      <w:r>
        <w:tab/>
        <w:t>2.025e0</w:t>
      </w:r>
    </w:p>
    <w:p w:rsidR="00B65DC9" w:rsidRDefault="00B65DC9" w:rsidP="00B65DC9">
      <w:r>
        <w:lastRenderedPageBreak/>
        <w:t>448.9360</w:t>
      </w:r>
      <w:r>
        <w:tab/>
        <w:t>1.013e0</w:t>
      </w:r>
    </w:p>
    <w:p w:rsidR="00B65DC9" w:rsidRDefault="00B65DC9" w:rsidP="00B65DC9">
      <w:r>
        <w:t>448.9445</w:t>
      </w:r>
      <w:r>
        <w:tab/>
        <w:t>5.063e0</w:t>
      </w:r>
    </w:p>
    <w:p w:rsidR="00B65DC9" w:rsidRDefault="00B65DC9" w:rsidP="00B65DC9">
      <w:r>
        <w:t>448.9481</w:t>
      </w:r>
      <w:r>
        <w:tab/>
        <w:t>2.025e0</w:t>
      </w:r>
    </w:p>
    <w:p w:rsidR="00B65DC9" w:rsidRDefault="00B65DC9" w:rsidP="00B65DC9">
      <w:r>
        <w:t>448.9753</w:t>
      </w:r>
      <w:r>
        <w:tab/>
        <w:t>1.013e0</w:t>
      </w:r>
    </w:p>
    <w:p w:rsidR="00B65DC9" w:rsidRDefault="00B65DC9" w:rsidP="00B65DC9">
      <w:r>
        <w:t>448.9930</w:t>
      </w:r>
      <w:r>
        <w:tab/>
        <w:t>1.505e0</w:t>
      </w:r>
    </w:p>
    <w:p w:rsidR="00B65DC9" w:rsidRDefault="00B65DC9" w:rsidP="00B65DC9">
      <w:r>
        <w:t>449.0146</w:t>
      </w:r>
      <w:r>
        <w:tab/>
        <w:t>1.266e-2</w:t>
      </w:r>
    </w:p>
    <w:p w:rsidR="00B65DC9" w:rsidRDefault="00B65DC9" w:rsidP="00B65DC9">
      <w:r>
        <w:t>449.0211</w:t>
      </w:r>
      <w:r>
        <w:tab/>
        <w:t>1.013e0</w:t>
      </w:r>
    </w:p>
    <w:p w:rsidR="00B65DC9" w:rsidRDefault="00B65DC9" w:rsidP="00B65DC9">
      <w:r>
        <w:t>449.0774</w:t>
      </w:r>
      <w:r>
        <w:tab/>
        <w:t>1.266e-2</w:t>
      </w:r>
    </w:p>
    <w:p w:rsidR="00B65DC9" w:rsidRDefault="00B65DC9" w:rsidP="00B65DC9">
      <w:r>
        <w:t>449.0931</w:t>
      </w:r>
      <w:r>
        <w:tab/>
        <w:t>1.013e0</w:t>
      </w:r>
    </w:p>
    <w:p w:rsidR="00B65DC9" w:rsidRDefault="00B65DC9" w:rsidP="00B65DC9">
      <w:r>
        <w:t>449.1367</w:t>
      </w:r>
      <w:r>
        <w:tab/>
        <w:t>2.025e0</w:t>
      </w:r>
    </w:p>
    <w:p w:rsidR="00B65DC9" w:rsidRDefault="00B65DC9" w:rsidP="00B65DC9">
      <w:r>
        <w:t>449.1487</w:t>
      </w:r>
      <w:r>
        <w:tab/>
        <w:t>1.013e0</w:t>
      </w:r>
    </w:p>
    <w:p w:rsidR="00B65DC9" w:rsidRDefault="00B65DC9" w:rsidP="00B65DC9">
      <w:r>
        <w:t>449.1607</w:t>
      </w:r>
      <w:r>
        <w:tab/>
        <w:t>1.266e-2</w:t>
      </w:r>
    </w:p>
    <w:p w:rsidR="00B65DC9" w:rsidRDefault="00B65DC9" w:rsidP="00B65DC9">
      <w:r>
        <w:t>449.1823</w:t>
      </w:r>
      <w:r>
        <w:tab/>
        <w:t>1.013e0</w:t>
      </w:r>
    </w:p>
    <w:p w:rsidR="00B65DC9" w:rsidRDefault="00B65DC9" w:rsidP="00B65DC9">
      <w:r>
        <w:t>449.1971</w:t>
      </w:r>
      <w:r>
        <w:tab/>
        <w:t>1.025e0</w:t>
      </w:r>
    </w:p>
    <w:p w:rsidR="00B65DC9" w:rsidRDefault="00B65DC9" w:rsidP="00B65DC9">
      <w:r>
        <w:t>449.2337</w:t>
      </w:r>
      <w:r>
        <w:tab/>
        <w:t>2.025e0</w:t>
      </w:r>
    </w:p>
    <w:p w:rsidR="00B65DC9" w:rsidRDefault="00B65DC9" w:rsidP="00B65DC9">
      <w:r>
        <w:t>449.2561</w:t>
      </w:r>
      <w:r>
        <w:tab/>
        <w:t>3.038e0</w:t>
      </w:r>
    </w:p>
    <w:p w:rsidR="00B65DC9" w:rsidRDefault="00B65DC9" w:rsidP="00B65DC9">
      <w:r>
        <w:t>449.2667</w:t>
      </w:r>
      <w:r>
        <w:tab/>
        <w:t>1.013e0</w:t>
      </w:r>
    </w:p>
    <w:p w:rsidR="00B65DC9" w:rsidRDefault="00B65DC9" w:rsidP="00B65DC9">
      <w:r>
        <w:t>449.2793</w:t>
      </w:r>
      <w:r>
        <w:tab/>
        <w:t>1.013e0</w:t>
      </w:r>
    </w:p>
    <w:p w:rsidR="00B65DC9" w:rsidRDefault="00B65DC9" w:rsidP="00B65DC9">
      <w:r>
        <w:t>449.3189</w:t>
      </w:r>
      <w:r>
        <w:tab/>
        <w:t>1.013e0</w:t>
      </w:r>
    </w:p>
    <w:p w:rsidR="00B65DC9" w:rsidRDefault="00B65DC9" w:rsidP="00B65DC9">
      <w:r>
        <w:lastRenderedPageBreak/>
        <w:t>449.3296</w:t>
      </w:r>
      <w:r>
        <w:tab/>
        <w:t>1.013e0</w:t>
      </w:r>
    </w:p>
    <w:p w:rsidR="00B65DC9" w:rsidRDefault="00B65DC9" w:rsidP="00B65DC9">
      <w:r>
        <w:t>449.3433</w:t>
      </w:r>
      <w:r>
        <w:tab/>
        <w:t>2.532e-2</w:t>
      </w:r>
    </w:p>
    <w:p w:rsidR="00B65DC9" w:rsidRDefault="00B65DC9" w:rsidP="00B65DC9">
      <w:r>
        <w:t>449.3738</w:t>
      </w:r>
      <w:r>
        <w:tab/>
        <w:t>4.051e0</w:t>
      </w:r>
    </w:p>
    <w:p w:rsidR="00B65DC9" w:rsidRDefault="00B65DC9" w:rsidP="00B65DC9">
      <w:r>
        <w:t>449.3800</w:t>
      </w:r>
      <w:r>
        <w:tab/>
        <w:t>1.266e-2</w:t>
      </w:r>
    </w:p>
    <w:p w:rsidR="00B65DC9" w:rsidRDefault="00B65DC9" w:rsidP="00B65DC9">
      <w:r>
        <w:t>449.4548</w:t>
      </w:r>
      <w:r>
        <w:tab/>
        <w:t>1.266e-2</w:t>
      </w:r>
    </w:p>
    <w:p w:rsidR="00B65DC9" w:rsidRDefault="00B65DC9" w:rsidP="00B65DC9">
      <w:r>
        <w:t>449.4627</w:t>
      </w:r>
      <w:r>
        <w:tab/>
        <w:t>1.013e0</w:t>
      </w:r>
    </w:p>
    <w:p w:rsidR="00B65DC9" w:rsidRDefault="00B65DC9" w:rsidP="00B65DC9">
      <w:r>
        <w:t>449.5256</w:t>
      </w:r>
      <w:r>
        <w:tab/>
        <w:t>1.266e-2</w:t>
      </w:r>
    </w:p>
    <w:p w:rsidR="00B65DC9" w:rsidRDefault="00B65DC9" w:rsidP="00B65DC9">
      <w:r>
        <w:t>449.5811</w:t>
      </w:r>
      <w:r>
        <w:tab/>
        <w:t>1.013e0</w:t>
      </w:r>
    </w:p>
    <w:p w:rsidR="00B65DC9" w:rsidRDefault="00B65DC9" w:rsidP="00B65DC9">
      <w:r>
        <w:t>449.5886</w:t>
      </w:r>
      <w:r>
        <w:tab/>
        <w:t>1.013e0</w:t>
      </w:r>
    </w:p>
    <w:p w:rsidR="00B65DC9" w:rsidRDefault="00B65DC9" w:rsidP="00B65DC9">
      <w:r>
        <w:t>449.5965</w:t>
      </w:r>
      <w:r>
        <w:tab/>
        <w:t>1.013e0</w:t>
      </w:r>
    </w:p>
    <w:p w:rsidR="00B65DC9" w:rsidRDefault="00B65DC9" w:rsidP="00B65DC9">
      <w:r>
        <w:t>449.6442</w:t>
      </w:r>
      <w:r>
        <w:tab/>
        <w:t>1.013e0</w:t>
      </w:r>
    </w:p>
    <w:p w:rsidR="00B65DC9" w:rsidRDefault="00B65DC9" w:rsidP="00B65DC9">
      <w:r>
        <w:t>449.7538</w:t>
      </w:r>
      <w:r>
        <w:tab/>
        <w:t>1.013e0</w:t>
      </w:r>
    </w:p>
    <w:p w:rsidR="00B65DC9" w:rsidRDefault="00B65DC9" w:rsidP="00B65DC9">
      <w:r>
        <w:t>449.7578</w:t>
      </w:r>
      <w:r>
        <w:tab/>
        <w:t>2.025e0</w:t>
      </w:r>
    </w:p>
    <w:p w:rsidR="00B65DC9" w:rsidRDefault="00B65DC9" w:rsidP="00B65DC9">
      <w:r>
        <w:t>449.7696</w:t>
      </w:r>
      <w:r>
        <w:tab/>
        <w:t>1.013e0</w:t>
      </w:r>
    </w:p>
    <w:p w:rsidR="00B65DC9" w:rsidRDefault="00B65DC9" w:rsidP="00B65DC9">
      <w:r>
        <w:t>449.8005</w:t>
      </w:r>
      <w:r>
        <w:tab/>
        <w:t>3.038e0</w:t>
      </w:r>
    </w:p>
    <w:p w:rsidR="00B65DC9" w:rsidRDefault="00B65DC9" w:rsidP="00B65DC9">
      <w:r>
        <w:t>449.8366</w:t>
      </w:r>
      <w:r>
        <w:tab/>
        <w:t>1.266e-2</w:t>
      </w:r>
    </w:p>
    <w:p w:rsidR="00B65DC9" w:rsidRDefault="00B65DC9" w:rsidP="00B65DC9">
      <w:r>
        <w:t>449.8829</w:t>
      </w:r>
      <w:r>
        <w:tab/>
        <w:t>2.025e0</w:t>
      </w:r>
    </w:p>
    <w:p w:rsidR="00B65DC9" w:rsidRDefault="00B65DC9" w:rsidP="00B65DC9">
      <w:r>
        <w:t>449.8876</w:t>
      </w:r>
      <w:r>
        <w:tab/>
        <w:t>1.266e-2</w:t>
      </w:r>
    </w:p>
    <w:p w:rsidR="00B65DC9" w:rsidRDefault="00B65DC9" w:rsidP="00B65DC9">
      <w:r>
        <w:t>449.9105</w:t>
      </w:r>
      <w:r>
        <w:tab/>
        <w:t>2.025e0</w:t>
      </w:r>
    </w:p>
    <w:p w:rsidR="00B65DC9" w:rsidRDefault="00B65DC9" w:rsidP="00B65DC9">
      <w:r>
        <w:lastRenderedPageBreak/>
        <w:t>449.9156</w:t>
      </w:r>
      <w:r>
        <w:tab/>
        <w:t>1.013e0</w:t>
      </w:r>
    </w:p>
    <w:p w:rsidR="00B65DC9" w:rsidRDefault="00B65DC9" w:rsidP="00B65DC9">
      <w:r>
        <w:t>449.9617</w:t>
      </w:r>
      <w:r>
        <w:tab/>
        <w:t>2.025e0</w:t>
      </w:r>
    </w:p>
    <w:p w:rsidR="00B65DC9" w:rsidRDefault="00B65DC9" w:rsidP="00B65DC9">
      <w:r>
        <w:t>449.9739</w:t>
      </w:r>
      <w:r>
        <w:tab/>
        <w:t>1.013e0</w:t>
      </w:r>
    </w:p>
    <w:p w:rsidR="00B65DC9" w:rsidRDefault="00B65DC9" w:rsidP="00B65DC9">
      <w:r>
        <w:t>450.0407</w:t>
      </w:r>
      <w:r>
        <w:tab/>
        <w:t>2.532e-2</w:t>
      </w:r>
    </w:p>
    <w:p w:rsidR="00B65DC9" w:rsidRDefault="00B65DC9" w:rsidP="00B65DC9">
      <w:r>
        <w:t>450.0526</w:t>
      </w:r>
      <w:r>
        <w:tab/>
        <w:t>1.013e0</w:t>
      </w:r>
    </w:p>
    <w:p w:rsidR="00B65DC9" w:rsidRDefault="00B65DC9" w:rsidP="00B65DC9">
      <w:r>
        <w:t>450.0648</w:t>
      </w:r>
      <w:r>
        <w:tab/>
        <w:t>2.025e0</w:t>
      </w:r>
    </w:p>
    <w:p w:rsidR="00B65DC9" w:rsidRDefault="00B65DC9" w:rsidP="00B65DC9">
      <w:r>
        <w:t>450.1019</w:t>
      </w:r>
      <w:r>
        <w:tab/>
        <w:t>4.051e0</w:t>
      </w:r>
    </w:p>
    <w:p w:rsidR="00B65DC9" w:rsidRDefault="00B65DC9" w:rsidP="00B65DC9">
      <w:r>
        <w:t>450.1169</w:t>
      </w:r>
      <w:r>
        <w:tab/>
        <w:t>1.013e0</w:t>
      </w:r>
    </w:p>
    <w:p w:rsidR="00B65DC9" w:rsidRDefault="00B65DC9" w:rsidP="00B65DC9">
      <w:r>
        <w:t>450.1186</w:t>
      </w:r>
      <w:r>
        <w:tab/>
        <w:t>2.025e0</w:t>
      </w:r>
    </w:p>
    <w:p w:rsidR="00B65DC9" w:rsidRDefault="00B65DC9" w:rsidP="00B65DC9">
      <w:r>
        <w:t>450.1711</w:t>
      </w:r>
      <w:r>
        <w:tab/>
        <w:t>1.266e-2</w:t>
      </w:r>
    </w:p>
    <w:p w:rsidR="00B65DC9" w:rsidRDefault="00B65DC9" w:rsidP="00B65DC9">
      <w:r>
        <w:t>450.2059</w:t>
      </w:r>
      <w:r>
        <w:tab/>
        <w:t>2.025e0</w:t>
      </w:r>
    </w:p>
    <w:p w:rsidR="00B65DC9" w:rsidRDefault="00B65DC9" w:rsidP="00B65DC9">
      <w:r>
        <w:t>450.2184</w:t>
      </w:r>
      <w:r>
        <w:tab/>
        <w:t>1.013e0</w:t>
      </w:r>
    </w:p>
    <w:p w:rsidR="00B65DC9" w:rsidRDefault="00B65DC9" w:rsidP="00B65DC9">
      <w:r>
        <w:t>450.2768</w:t>
      </w:r>
      <w:r>
        <w:tab/>
        <w:t>2.038e0</w:t>
      </w:r>
    </w:p>
    <w:p w:rsidR="00B65DC9" w:rsidRDefault="00B65DC9" w:rsidP="00B65DC9">
      <w:r>
        <w:t>450.2972</w:t>
      </w:r>
      <w:r>
        <w:tab/>
        <w:t>1.013e0</w:t>
      </w:r>
    </w:p>
    <w:p w:rsidR="00B65DC9" w:rsidRDefault="00B65DC9" w:rsidP="00B65DC9">
      <w:r>
        <w:t>450.3051</w:t>
      </w:r>
      <w:r>
        <w:tab/>
        <w:t>1.013e0</w:t>
      </w:r>
    </w:p>
    <w:p w:rsidR="00B65DC9" w:rsidRDefault="00B65DC9" w:rsidP="00B65DC9">
      <w:r>
        <w:t>450.3372</w:t>
      </w:r>
      <w:r>
        <w:tab/>
        <w:t>1.013e0</w:t>
      </w:r>
    </w:p>
    <w:p w:rsidR="00B65DC9" w:rsidRDefault="00B65DC9" w:rsidP="00B65DC9">
      <w:r>
        <w:t>450.3723</w:t>
      </w:r>
      <w:r>
        <w:tab/>
        <w:t>2.532e-2</w:t>
      </w:r>
    </w:p>
    <w:p w:rsidR="00B65DC9" w:rsidRDefault="00B65DC9" w:rsidP="00B65DC9">
      <w:r>
        <w:t>450.3904</w:t>
      </w:r>
      <w:r>
        <w:tab/>
        <w:t>1.013e0</w:t>
      </w:r>
    </w:p>
    <w:p w:rsidR="00B65DC9" w:rsidRDefault="00B65DC9" w:rsidP="00B65DC9">
      <w:r>
        <w:t>450.4391</w:t>
      </w:r>
      <w:r>
        <w:tab/>
        <w:t>1.266e-2</w:t>
      </w:r>
    </w:p>
    <w:p w:rsidR="00B65DC9" w:rsidRDefault="00B65DC9" w:rsidP="00B65DC9">
      <w:r>
        <w:lastRenderedPageBreak/>
        <w:t>450.4863</w:t>
      </w:r>
      <w:r>
        <w:tab/>
        <w:t>2.532e-2</w:t>
      </w:r>
    </w:p>
    <w:p w:rsidR="00B65DC9" w:rsidRDefault="00B65DC9" w:rsidP="00B65DC9">
      <w:r>
        <w:t>450.5091</w:t>
      </w:r>
      <w:r>
        <w:tab/>
        <w:t>1.013e0</w:t>
      </w:r>
    </w:p>
    <w:p w:rsidR="00B65DC9" w:rsidRDefault="00B65DC9" w:rsidP="00B65DC9">
      <w:r>
        <w:t>450.5415</w:t>
      </w:r>
      <w:r>
        <w:tab/>
        <w:t>1.013e0</w:t>
      </w:r>
    </w:p>
    <w:p w:rsidR="00B65DC9" w:rsidRDefault="00B65DC9" w:rsidP="00B65DC9">
      <w:r>
        <w:t>450.5883</w:t>
      </w:r>
      <w:r>
        <w:tab/>
        <w:t>1.013e0</w:t>
      </w:r>
    </w:p>
    <w:p w:rsidR="00B65DC9" w:rsidRDefault="00B65DC9" w:rsidP="00B65DC9">
      <w:r>
        <w:t>450.6526</w:t>
      </w:r>
      <w:r>
        <w:tab/>
        <w:t>1.013e0</w:t>
      </w:r>
    </w:p>
    <w:p w:rsidR="00B65DC9" w:rsidRDefault="00B65DC9" w:rsidP="00B65DC9">
      <w:r>
        <w:t>450.6922</w:t>
      </w:r>
      <w:r>
        <w:tab/>
        <w:t>1.013e0</w:t>
      </w:r>
    </w:p>
    <w:p w:rsidR="00B65DC9" w:rsidRDefault="00B65DC9" w:rsidP="00B65DC9">
      <w:r>
        <w:t>450.7572</w:t>
      </w:r>
      <w:r>
        <w:tab/>
        <w:t>2.025e0</w:t>
      </w:r>
    </w:p>
    <w:p w:rsidR="00B65DC9" w:rsidRDefault="00B65DC9" w:rsidP="00B65DC9">
      <w:r>
        <w:t>450.7629</w:t>
      </w:r>
      <w:r>
        <w:tab/>
        <w:t>1.013e0</w:t>
      </w:r>
    </w:p>
    <w:p w:rsidR="00B65DC9" w:rsidRDefault="00B65DC9" w:rsidP="00B65DC9">
      <w:r>
        <w:t>450.8017</w:t>
      </w:r>
      <w:r>
        <w:tab/>
        <w:t>2.025e0</w:t>
      </w:r>
    </w:p>
    <w:p w:rsidR="00B65DC9" w:rsidRDefault="00B65DC9" w:rsidP="00B65DC9">
      <w:r>
        <w:t>450.8470</w:t>
      </w:r>
      <w:r>
        <w:tab/>
        <w:t>1.013e0</w:t>
      </w:r>
    </w:p>
    <w:p w:rsidR="00B65DC9" w:rsidRDefault="00B65DC9" w:rsidP="00B65DC9">
      <w:r>
        <w:t>450.8901</w:t>
      </w:r>
      <w:r>
        <w:tab/>
        <w:t>1.013e0</w:t>
      </w:r>
    </w:p>
    <w:p w:rsidR="00B65DC9" w:rsidRDefault="00B65DC9" w:rsidP="00B65DC9">
      <w:r>
        <w:t>450.9200</w:t>
      </w:r>
      <w:r>
        <w:tab/>
        <w:t>2.025e0</w:t>
      </w:r>
    </w:p>
    <w:p w:rsidR="00B65DC9" w:rsidRDefault="00B65DC9" w:rsidP="00B65DC9">
      <w:r>
        <w:t>450.9692</w:t>
      </w:r>
      <w:r>
        <w:tab/>
        <w:t>1.013e0</w:t>
      </w:r>
    </w:p>
    <w:p w:rsidR="00B65DC9" w:rsidRDefault="00B65DC9" w:rsidP="00B65DC9">
      <w:r>
        <w:t>450.9753</w:t>
      </w:r>
      <w:r>
        <w:tab/>
        <w:t>1.266e-2</w:t>
      </w:r>
    </w:p>
    <w:p w:rsidR="00B65DC9" w:rsidRDefault="00B65DC9" w:rsidP="00B65DC9">
      <w:r>
        <w:t>450.9838</w:t>
      </w:r>
      <w:r>
        <w:tab/>
        <w:t>1.013e0</w:t>
      </w:r>
    </w:p>
    <w:p w:rsidR="00B65DC9" w:rsidRDefault="00B65DC9" w:rsidP="00B65DC9">
      <w:r>
        <w:t>451.0266</w:t>
      </w:r>
      <w:r>
        <w:tab/>
        <w:t>3.038e0</w:t>
      </w:r>
    </w:p>
    <w:p w:rsidR="00B65DC9" w:rsidRDefault="00B65DC9" w:rsidP="00B65DC9">
      <w:r>
        <w:t>451.0621</w:t>
      </w:r>
      <w:r>
        <w:tab/>
        <w:t>1.013e0</w:t>
      </w:r>
    </w:p>
    <w:p w:rsidR="00B65DC9" w:rsidRDefault="00B65DC9" w:rsidP="00B65DC9">
      <w:r>
        <w:t>451.0880</w:t>
      </w:r>
      <w:r>
        <w:tab/>
        <w:t>1.013e0</w:t>
      </w:r>
    </w:p>
    <w:p w:rsidR="00B65DC9" w:rsidRDefault="00B65DC9" w:rsidP="00B65DC9">
      <w:r>
        <w:t>451.1059</w:t>
      </w:r>
      <w:r>
        <w:tab/>
        <w:t>1.025e0</w:t>
      </w:r>
    </w:p>
    <w:p w:rsidR="00B65DC9" w:rsidRDefault="00B65DC9" w:rsidP="00B65DC9">
      <w:r>
        <w:lastRenderedPageBreak/>
        <w:t>451.1630</w:t>
      </w:r>
      <w:r>
        <w:tab/>
        <w:t>4.051e0</w:t>
      </w:r>
    </w:p>
    <w:p w:rsidR="00B65DC9" w:rsidRDefault="00B65DC9" w:rsidP="00B65DC9">
      <w:r>
        <w:t>451.1960</w:t>
      </w:r>
      <w:r>
        <w:tab/>
        <w:t>3.038e0</w:t>
      </w:r>
    </w:p>
    <w:p w:rsidR="00B65DC9" w:rsidRDefault="00B65DC9" w:rsidP="00B65DC9">
      <w:r>
        <w:t>451.2749</w:t>
      </w:r>
      <w:r>
        <w:tab/>
        <w:t>3.038e0</w:t>
      </w:r>
    </w:p>
    <w:p w:rsidR="00B65DC9" w:rsidRDefault="00B65DC9" w:rsidP="00B65DC9">
      <w:r>
        <w:t>451.2780</w:t>
      </w:r>
      <w:r>
        <w:tab/>
        <w:t>2.025e0</w:t>
      </w:r>
    </w:p>
    <w:p w:rsidR="00B65DC9" w:rsidRDefault="00B65DC9" w:rsidP="00B65DC9">
      <w:r>
        <w:t>451.3225</w:t>
      </w:r>
      <w:r>
        <w:tab/>
        <w:t>1.013e0</w:t>
      </w:r>
    </w:p>
    <w:p w:rsidR="00B65DC9" w:rsidRDefault="00B65DC9" w:rsidP="00B65DC9">
      <w:r>
        <w:t>451.3384</w:t>
      </w:r>
      <w:r>
        <w:tab/>
        <w:t>1.013e0</w:t>
      </w:r>
    </w:p>
    <w:p w:rsidR="00B65DC9" w:rsidRDefault="00B65DC9" w:rsidP="00B65DC9">
      <w:r>
        <w:t>451.3745</w:t>
      </w:r>
      <w:r>
        <w:tab/>
        <w:t>2.025e0</w:t>
      </w:r>
    </w:p>
    <w:p w:rsidR="00B65DC9" w:rsidRDefault="00B65DC9" w:rsidP="00B65DC9">
      <w:r>
        <w:t>451.4094</w:t>
      </w:r>
      <w:r>
        <w:tab/>
        <w:t>1.013e0</w:t>
      </w:r>
    </w:p>
    <w:p w:rsidR="00B65DC9" w:rsidRDefault="00B65DC9" w:rsidP="00B65DC9">
      <w:r>
        <w:t>451.4500</w:t>
      </w:r>
      <w:r>
        <w:tab/>
        <w:t>2.025e0</w:t>
      </w:r>
    </w:p>
    <w:p w:rsidR="00B65DC9" w:rsidRDefault="00B65DC9" w:rsidP="00B65DC9">
      <w:r>
        <w:t>451.4726</w:t>
      </w:r>
      <w:r>
        <w:tab/>
        <w:t>1.013e0</w:t>
      </w:r>
    </w:p>
    <w:p w:rsidR="00B65DC9" w:rsidRDefault="00B65DC9" w:rsidP="00B65DC9">
      <w:r>
        <w:t>451.4890</w:t>
      </w:r>
      <w:r>
        <w:tab/>
        <w:t>1.013e0</w:t>
      </w:r>
    </w:p>
    <w:p w:rsidR="00B65DC9" w:rsidRDefault="00B65DC9" w:rsidP="00B65DC9">
      <w:r>
        <w:t>451.5594</w:t>
      </w:r>
      <w:r>
        <w:tab/>
        <w:t>1.013e0</w:t>
      </w:r>
    </w:p>
    <w:p w:rsidR="00B65DC9" w:rsidRDefault="00B65DC9" w:rsidP="00B65DC9">
      <w:r>
        <w:t>451.6202</w:t>
      </w:r>
      <w:r>
        <w:tab/>
        <w:t>1.013e0</w:t>
      </w:r>
    </w:p>
    <w:p w:rsidR="00B65DC9" w:rsidRDefault="00B65DC9" w:rsidP="00B65DC9">
      <w:r>
        <w:t>451.6859</w:t>
      </w:r>
      <w:r>
        <w:tab/>
        <w:t>1.013e0</w:t>
      </w:r>
    </w:p>
    <w:p w:rsidR="00B65DC9" w:rsidRDefault="00B65DC9" w:rsidP="00B65DC9">
      <w:r>
        <w:t>451.7606</w:t>
      </w:r>
      <w:r>
        <w:tab/>
        <w:t>1.013e0</w:t>
      </w:r>
    </w:p>
    <w:p w:rsidR="00B65DC9" w:rsidRDefault="00B65DC9" w:rsidP="00B65DC9">
      <w:r>
        <w:t>451.7791</w:t>
      </w:r>
      <w:r>
        <w:tab/>
        <w:t>1.025e0</w:t>
      </w:r>
    </w:p>
    <w:p w:rsidR="00B65DC9" w:rsidRDefault="00B65DC9" w:rsidP="00B65DC9">
      <w:r>
        <w:t>451.8397</w:t>
      </w:r>
      <w:r>
        <w:tab/>
        <w:t>1.013e0</w:t>
      </w:r>
    </w:p>
    <w:p w:rsidR="00B65DC9" w:rsidRDefault="00B65DC9" w:rsidP="00B65DC9">
      <w:r>
        <w:t>451.8677</w:t>
      </w:r>
      <w:r>
        <w:tab/>
        <w:t>1.013e0</w:t>
      </w:r>
    </w:p>
    <w:p w:rsidR="00B65DC9" w:rsidRDefault="00B65DC9" w:rsidP="00B65DC9">
      <w:r>
        <w:t>451.8758</w:t>
      </w:r>
      <w:r>
        <w:tab/>
        <w:t>2.025e0</w:t>
      </w:r>
    </w:p>
    <w:p w:rsidR="00B65DC9" w:rsidRDefault="00B65DC9" w:rsidP="00B65DC9">
      <w:r>
        <w:lastRenderedPageBreak/>
        <w:t>451.9007</w:t>
      </w:r>
      <w:r>
        <w:tab/>
        <w:t>1.013e0</w:t>
      </w:r>
    </w:p>
    <w:p w:rsidR="00B65DC9" w:rsidRDefault="00B65DC9" w:rsidP="00B65DC9">
      <w:r>
        <w:t>451.9230</w:t>
      </w:r>
      <w:r>
        <w:tab/>
        <w:t>1.266e-2</w:t>
      </w:r>
    </w:p>
    <w:p w:rsidR="00B65DC9" w:rsidRDefault="00B65DC9" w:rsidP="00B65DC9">
      <w:r>
        <w:t>451.9442</w:t>
      </w:r>
      <w:r>
        <w:tab/>
        <w:t>2.025e0</w:t>
      </w:r>
    </w:p>
    <w:p w:rsidR="00B65DC9" w:rsidRDefault="00B65DC9" w:rsidP="00B65DC9">
      <w:r>
        <w:t>451.9523</w:t>
      </w:r>
      <w:r>
        <w:tab/>
        <w:t>3.038e0</w:t>
      </w:r>
    </w:p>
    <w:p w:rsidR="00B65DC9" w:rsidRDefault="00B65DC9" w:rsidP="00B65DC9">
      <w:r>
        <w:t>451.9672</w:t>
      </w:r>
      <w:r>
        <w:tab/>
        <w:t>3.588e0</w:t>
      </w:r>
    </w:p>
    <w:p w:rsidR="00B65DC9" w:rsidRDefault="00B65DC9" w:rsidP="00B65DC9">
      <w:r>
        <w:t>451.9927</w:t>
      </w:r>
      <w:r>
        <w:tab/>
        <w:t>3.038e0</w:t>
      </w:r>
    </w:p>
    <w:p w:rsidR="00B65DC9" w:rsidRDefault="00B65DC9" w:rsidP="00B65DC9">
      <w:r>
        <w:t>452.0333</w:t>
      </w:r>
      <w:r>
        <w:tab/>
        <w:t>2.532e-2</w:t>
      </w:r>
    </w:p>
    <w:p w:rsidR="00B65DC9" w:rsidRDefault="00B65DC9" w:rsidP="00B65DC9">
      <w:r>
        <w:t>452.0596</w:t>
      </w:r>
      <w:r>
        <w:tab/>
        <w:t>1.013e0</w:t>
      </w:r>
    </w:p>
    <w:p w:rsidR="00B65DC9" w:rsidRDefault="00B65DC9" w:rsidP="00B65DC9">
      <w:r>
        <w:t>452.0745</w:t>
      </w:r>
      <w:r>
        <w:tab/>
        <w:t>2.025e0</w:t>
      </w:r>
    </w:p>
    <w:p w:rsidR="00B65DC9" w:rsidRDefault="00B65DC9" w:rsidP="00B65DC9">
      <w:r>
        <w:t>452.1102</w:t>
      </w:r>
      <w:r>
        <w:tab/>
        <w:t>3.038e0</w:t>
      </w:r>
    </w:p>
    <w:p w:rsidR="00B65DC9" w:rsidRDefault="00B65DC9" w:rsidP="00B65DC9">
      <w:r>
        <w:t>452.1286</w:t>
      </w:r>
      <w:r>
        <w:tab/>
        <w:t>1.013e0</w:t>
      </w:r>
    </w:p>
    <w:p w:rsidR="00B65DC9" w:rsidRDefault="00B65DC9" w:rsidP="00B65DC9">
      <w:r>
        <w:t>452.1562</w:t>
      </w:r>
      <w:r>
        <w:tab/>
        <w:t>1.266e-2</w:t>
      </w:r>
    </w:p>
    <w:p w:rsidR="00B65DC9" w:rsidRDefault="00B65DC9" w:rsidP="00B65DC9">
      <w:r>
        <w:t>452.1742</w:t>
      </w:r>
      <w:r>
        <w:tab/>
        <w:t>1.013e0</w:t>
      </w:r>
    </w:p>
    <w:p w:rsidR="00B65DC9" w:rsidRDefault="00B65DC9" w:rsidP="00B65DC9">
      <w:r>
        <w:t>452.2004</w:t>
      </w:r>
      <w:r>
        <w:tab/>
        <w:t>1.013e0</w:t>
      </w:r>
    </w:p>
    <w:p w:rsidR="00B65DC9" w:rsidRDefault="00B65DC9" w:rsidP="00B65DC9">
      <w:r>
        <w:t>452.2354</w:t>
      </w:r>
      <w:r>
        <w:tab/>
        <w:t>1.266e-2</w:t>
      </w:r>
    </w:p>
    <w:p w:rsidR="00B65DC9" w:rsidRDefault="00B65DC9" w:rsidP="00B65DC9">
      <w:r>
        <w:t>452.2965</w:t>
      </w:r>
      <w:r>
        <w:tab/>
        <w:t>1.013e0</w:t>
      </w:r>
    </w:p>
    <w:p w:rsidR="00B65DC9" w:rsidRDefault="00B65DC9" w:rsidP="00B65DC9">
      <w:r>
        <w:t>452.3145</w:t>
      </w:r>
      <w:r>
        <w:tab/>
        <w:t>1.025e0</w:t>
      </w:r>
    </w:p>
    <w:p w:rsidR="00B65DC9" w:rsidRDefault="00B65DC9" w:rsidP="00B65DC9">
      <w:r>
        <w:t>452.3289</w:t>
      </w:r>
      <w:r>
        <w:tab/>
        <w:t>3.038e0</w:t>
      </w:r>
    </w:p>
    <w:p w:rsidR="00B65DC9" w:rsidRDefault="00B65DC9" w:rsidP="00B65DC9">
      <w:r>
        <w:t>452.3422</w:t>
      </w:r>
      <w:r>
        <w:tab/>
        <w:t>1.013e0</w:t>
      </w:r>
    </w:p>
    <w:p w:rsidR="00B65DC9" w:rsidRDefault="00B65DC9" w:rsidP="00B65DC9">
      <w:r>
        <w:lastRenderedPageBreak/>
        <w:t>452.3792</w:t>
      </w:r>
      <w:r>
        <w:tab/>
        <w:t>4.051e0</w:t>
      </w:r>
    </w:p>
    <w:p w:rsidR="00B65DC9" w:rsidRDefault="00B65DC9" w:rsidP="00B65DC9">
      <w:r>
        <w:t>452.3897</w:t>
      </w:r>
      <w:r>
        <w:tab/>
        <w:t>8.861e-2</w:t>
      </w:r>
    </w:p>
    <w:p w:rsidR="00B65DC9" w:rsidRDefault="00B65DC9" w:rsidP="00B65DC9">
      <w:r>
        <w:t>452.4200</w:t>
      </w:r>
      <w:r>
        <w:tab/>
        <w:t>7.089e0</w:t>
      </w:r>
    </w:p>
    <w:p w:rsidR="00B65DC9" w:rsidRDefault="00B65DC9" w:rsidP="00B65DC9">
      <w:r>
        <w:t>452.4767</w:t>
      </w:r>
      <w:r>
        <w:tab/>
        <w:t>1.013e0</w:t>
      </w:r>
    </w:p>
    <w:p w:rsidR="00B65DC9" w:rsidRDefault="00B65DC9" w:rsidP="00B65DC9">
      <w:r>
        <w:t>452.5124</w:t>
      </w:r>
      <w:r>
        <w:tab/>
        <w:t>1.013e0</w:t>
      </w:r>
    </w:p>
    <w:p w:rsidR="00B65DC9" w:rsidRDefault="00B65DC9" w:rsidP="00B65DC9">
      <w:r>
        <w:t>452.6509</w:t>
      </w:r>
      <w:r>
        <w:tab/>
        <w:t>2.025e0</w:t>
      </w:r>
    </w:p>
    <w:p w:rsidR="00B65DC9" w:rsidRDefault="00B65DC9" w:rsidP="00B65DC9">
      <w:r>
        <w:t>452.6831</w:t>
      </w:r>
      <w:r>
        <w:tab/>
        <w:t>1.013e0</w:t>
      </w:r>
    </w:p>
    <w:p w:rsidR="00B65DC9" w:rsidRDefault="00B65DC9" w:rsidP="00B65DC9">
      <w:r>
        <w:t>452.7142</w:t>
      </w:r>
      <w:r>
        <w:tab/>
        <w:t>1.013e0</w:t>
      </w:r>
    </w:p>
    <w:p w:rsidR="00B65DC9" w:rsidRDefault="00B65DC9" w:rsidP="00B65DC9">
      <w:r>
        <w:t>452.7714</w:t>
      </w:r>
      <w:r>
        <w:tab/>
        <w:t>1.013e0</w:t>
      </w:r>
    </w:p>
    <w:p w:rsidR="00B65DC9" w:rsidRDefault="00B65DC9" w:rsidP="00B65DC9">
      <w:r>
        <w:t>452.8013</w:t>
      </w:r>
      <w:r>
        <w:tab/>
        <w:t>1.013e0</w:t>
      </w:r>
    </w:p>
    <w:p w:rsidR="00B65DC9" w:rsidRDefault="00B65DC9" w:rsidP="00B65DC9">
      <w:r>
        <w:t>452.8647</w:t>
      </w:r>
      <w:r>
        <w:tab/>
        <w:t>1.013e0</w:t>
      </w:r>
    </w:p>
    <w:p w:rsidR="00B65DC9" w:rsidRDefault="00B65DC9" w:rsidP="00B65DC9">
      <w:r>
        <w:t>452.8726</w:t>
      </w:r>
      <w:r>
        <w:tab/>
        <w:t>1.013e0</w:t>
      </w:r>
    </w:p>
    <w:p w:rsidR="00B65DC9" w:rsidRDefault="00B65DC9" w:rsidP="00B65DC9">
      <w:r>
        <w:t>452.9189</w:t>
      </w:r>
      <w:r>
        <w:tab/>
        <w:t>2.025e0</w:t>
      </w:r>
    </w:p>
    <w:p w:rsidR="00B65DC9" w:rsidRDefault="00B65DC9" w:rsidP="00B65DC9">
      <w:r>
        <w:t>452.9279</w:t>
      </w:r>
      <w:r>
        <w:tab/>
        <w:t>2.025e0</w:t>
      </w:r>
    </w:p>
    <w:p w:rsidR="00B65DC9" w:rsidRDefault="00B65DC9" w:rsidP="00B65DC9">
      <w:r>
        <w:t>452.9704</w:t>
      </w:r>
      <w:r>
        <w:tab/>
        <w:t>3.038e0</w:t>
      </w:r>
    </w:p>
    <w:p w:rsidR="00B65DC9" w:rsidRDefault="00B65DC9" w:rsidP="00B65DC9">
      <w:r>
        <w:t>453.0455</w:t>
      </w:r>
      <w:r>
        <w:tab/>
        <w:t>1.013e0</w:t>
      </w:r>
    </w:p>
    <w:p w:rsidR="00B65DC9" w:rsidRDefault="00B65DC9" w:rsidP="00B65DC9">
      <w:r>
        <w:t>453.0543</w:t>
      </w:r>
      <w:r>
        <w:tab/>
        <w:t>1.025e0</w:t>
      </w:r>
    </w:p>
    <w:p w:rsidR="00B65DC9" w:rsidRDefault="00B65DC9" w:rsidP="00B65DC9">
      <w:r>
        <w:t>453.1061</w:t>
      </w:r>
      <w:r>
        <w:tab/>
        <w:t>1.013e0</w:t>
      </w:r>
    </w:p>
    <w:p w:rsidR="00B65DC9" w:rsidRDefault="00B65DC9" w:rsidP="00B65DC9">
      <w:r>
        <w:t>453.1578</w:t>
      </w:r>
      <w:r>
        <w:tab/>
        <w:t>1.266e-2</w:t>
      </w:r>
    </w:p>
    <w:p w:rsidR="00B65DC9" w:rsidRDefault="00B65DC9" w:rsidP="00B65DC9">
      <w:r>
        <w:lastRenderedPageBreak/>
        <w:t>453.1689</w:t>
      </w:r>
      <w:r>
        <w:tab/>
        <w:t>3.038e0</w:t>
      </w:r>
    </w:p>
    <w:p w:rsidR="00B65DC9" w:rsidRDefault="00B65DC9" w:rsidP="00B65DC9">
      <w:r>
        <w:t>453.1895</w:t>
      </w:r>
      <w:r>
        <w:tab/>
        <w:t>1.266e-2</w:t>
      </w:r>
    </w:p>
    <w:p w:rsidR="00B65DC9" w:rsidRDefault="00B65DC9" w:rsidP="00B65DC9">
      <w:r>
        <w:t>453.2073</w:t>
      </w:r>
      <w:r>
        <w:tab/>
        <w:t>1.013e0</w:t>
      </w:r>
    </w:p>
    <w:p w:rsidR="00B65DC9" w:rsidRDefault="00B65DC9" w:rsidP="00B65DC9">
      <w:r>
        <w:t>453.2282</w:t>
      </w:r>
      <w:r>
        <w:tab/>
        <w:t>3.038e0</w:t>
      </w:r>
    </w:p>
    <w:p w:rsidR="00B65DC9" w:rsidRDefault="00B65DC9" w:rsidP="00B65DC9">
      <w:r>
        <w:t>453.2644</w:t>
      </w:r>
      <w:r>
        <w:tab/>
        <w:t>1.038e0</w:t>
      </w:r>
    </w:p>
    <w:p w:rsidR="00B65DC9" w:rsidRDefault="00B65DC9" w:rsidP="00B65DC9">
      <w:r>
        <w:t>453.2830</w:t>
      </w:r>
      <w:r>
        <w:tab/>
        <w:t>1.013e0</w:t>
      </w:r>
    </w:p>
    <w:p w:rsidR="00B65DC9" w:rsidRDefault="00B65DC9" w:rsidP="00B65DC9">
      <w:r>
        <w:t>453.3163</w:t>
      </w:r>
      <w:r>
        <w:tab/>
        <w:t>1.013e0</w:t>
      </w:r>
    </w:p>
    <w:p w:rsidR="00B65DC9" w:rsidRDefault="00B65DC9" w:rsidP="00B65DC9">
      <w:r>
        <w:t>453.3603</w:t>
      </w:r>
      <w:r>
        <w:tab/>
        <w:t>2.025e0</w:t>
      </w:r>
    </w:p>
    <w:p w:rsidR="00B65DC9" w:rsidRDefault="00B65DC9" w:rsidP="00B65DC9">
      <w:r>
        <w:t>453.3650</w:t>
      </w:r>
      <w:r>
        <w:tab/>
        <w:t>2.025e0</w:t>
      </w:r>
    </w:p>
    <w:p w:rsidR="00B65DC9" w:rsidRDefault="00B65DC9" w:rsidP="00B65DC9">
      <w:r>
        <w:t>453.4228</w:t>
      </w:r>
      <w:r>
        <w:tab/>
        <w:t>1.013e0</w:t>
      </w:r>
    </w:p>
    <w:p w:rsidR="00B65DC9" w:rsidRDefault="00B65DC9" w:rsidP="00B65DC9">
      <w:r>
        <w:t>453.4373</w:t>
      </w:r>
      <w:r>
        <w:tab/>
        <w:t>2.025e0</w:t>
      </w:r>
    </w:p>
    <w:p w:rsidR="00B65DC9" w:rsidRDefault="00B65DC9" w:rsidP="00B65DC9">
      <w:r>
        <w:t>453.5199</w:t>
      </w:r>
      <w:r>
        <w:tab/>
        <w:t>1.013e0</w:t>
      </w:r>
    </w:p>
    <w:p w:rsidR="00B65DC9" w:rsidRDefault="00B65DC9" w:rsidP="00B65DC9">
      <w:r>
        <w:t>453.6494</w:t>
      </w:r>
      <w:r>
        <w:tab/>
        <w:t>1.025e0</w:t>
      </w:r>
    </w:p>
    <w:p w:rsidR="00B65DC9" w:rsidRDefault="00B65DC9" w:rsidP="00B65DC9">
      <w:r>
        <w:t>453.7004</w:t>
      </w:r>
      <w:r>
        <w:tab/>
        <w:t>1.013e0</w:t>
      </w:r>
    </w:p>
    <w:p w:rsidR="00B65DC9" w:rsidRDefault="00B65DC9" w:rsidP="00B65DC9">
      <w:r>
        <w:t>453.7491</w:t>
      </w:r>
      <w:r>
        <w:tab/>
        <w:t>2.025e0</w:t>
      </w:r>
    </w:p>
    <w:p w:rsidR="00B65DC9" w:rsidRDefault="00B65DC9" w:rsidP="00B65DC9">
      <w:r>
        <w:t>453.7970</w:t>
      </w:r>
      <w:r>
        <w:tab/>
        <w:t>1.013e0</w:t>
      </w:r>
    </w:p>
    <w:p w:rsidR="00B65DC9" w:rsidRDefault="00B65DC9" w:rsidP="00B65DC9">
      <w:r>
        <w:t>453.8067</w:t>
      </w:r>
      <w:r>
        <w:tab/>
        <w:t>2.025e0</w:t>
      </w:r>
    </w:p>
    <w:p w:rsidR="00B65DC9" w:rsidRDefault="00B65DC9" w:rsidP="00B65DC9">
      <w:r>
        <w:t>453.8081</w:t>
      </w:r>
      <w:r>
        <w:tab/>
        <w:t>1.013e0</w:t>
      </w:r>
    </w:p>
    <w:p w:rsidR="00B65DC9" w:rsidRDefault="00B65DC9" w:rsidP="00B65DC9">
      <w:r>
        <w:t>453.8152</w:t>
      </w:r>
      <w:r>
        <w:tab/>
        <w:t>1.013e0</w:t>
      </w:r>
    </w:p>
    <w:p w:rsidR="00B65DC9" w:rsidRDefault="00B65DC9" w:rsidP="00B65DC9">
      <w:r>
        <w:lastRenderedPageBreak/>
        <w:t>453.8643</w:t>
      </w:r>
      <w:r>
        <w:tab/>
        <w:t>1.266e-2</w:t>
      </w:r>
    </w:p>
    <w:p w:rsidR="00B65DC9" w:rsidRDefault="00B65DC9" w:rsidP="00B65DC9">
      <w:r>
        <w:t>453.8795</w:t>
      </w:r>
      <w:r>
        <w:tab/>
        <w:t>1.266e-2</w:t>
      </w:r>
    </w:p>
    <w:p w:rsidR="00B65DC9" w:rsidRDefault="00B65DC9" w:rsidP="00B65DC9">
      <w:r>
        <w:t>453.8954</w:t>
      </w:r>
      <w:r>
        <w:tab/>
        <w:t>2.025e0</w:t>
      </w:r>
    </w:p>
    <w:p w:rsidR="00B65DC9" w:rsidRDefault="00B65DC9" w:rsidP="00B65DC9">
      <w:r>
        <w:t>453.9510</w:t>
      </w:r>
      <w:r>
        <w:tab/>
        <w:t>1.013e0</w:t>
      </w:r>
    </w:p>
    <w:p w:rsidR="00B65DC9" w:rsidRDefault="00B65DC9" w:rsidP="00B65DC9">
      <w:r>
        <w:t>453.9589</w:t>
      </w:r>
      <w:r>
        <w:tab/>
        <w:t>1.266e-2</w:t>
      </w:r>
    </w:p>
    <w:p w:rsidR="00B65DC9" w:rsidRDefault="00B65DC9" w:rsidP="00B65DC9">
      <w:r>
        <w:t>453.9620</w:t>
      </w:r>
      <w:r>
        <w:tab/>
        <w:t>2.025e0</w:t>
      </w:r>
    </w:p>
    <w:p w:rsidR="00B65DC9" w:rsidRDefault="00B65DC9" w:rsidP="00B65DC9">
      <w:r>
        <w:t>453.9833</w:t>
      </w:r>
      <w:r>
        <w:tab/>
        <w:t>1.013e0</w:t>
      </w:r>
    </w:p>
    <w:p w:rsidR="00B65DC9" w:rsidRDefault="00B65DC9" w:rsidP="00B65DC9">
      <w:r>
        <w:t>453.9986</w:t>
      </w:r>
      <w:r>
        <w:tab/>
        <w:t>2.025e0</w:t>
      </w:r>
    </w:p>
    <w:p w:rsidR="00B65DC9" w:rsidRDefault="00B65DC9" w:rsidP="00B65DC9">
      <w:r>
        <w:t>454.0309</w:t>
      </w:r>
      <w:r>
        <w:tab/>
        <w:t>1.013e0</w:t>
      </w:r>
    </w:p>
    <w:p w:rsidR="00B65DC9" w:rsidRDefault="00B65DC9" w:rsidP="00B65DC9">
      <w:r>
        <w:t>454.1191</w:t>
      </w:r>
      <w:r>
        <w:tab/>
        <w:t>4.051e0</w:t>
      </w:r>
    </w:p>
    <w:p w:rsidR="00B65DC9" w:rsidRDefault="00B65DC9" w:rsidP="00B65DC9">
      <w:r>
        <w:t>454.1256</w:t>
      </w:r>
      <w:r>
        <w:tab/>
        <w:t>1.013e0</w:t>
      </w:r>
    </w:p>
    <w:p w:rsidR="00B65DC9" w:rsidRDefault="00B65DC9" w:rsidP="00B65DC9">
      <w:r>
        <w:t>454.1574</w:t>
      </w:r>
      <w:r>
        <w:tab/>
        <w:t>1.266e-2</w:t>
      </w:r>
    </w:p>
    <w:p w:rsidR="00B65DC9" w:rsidRDefault="00B65DC9" w:rsidP="00B65DC9">
      <w:r>
        <w:t>454.1731</w:t>
      </w:r>
      <w:r>
        <w:tab/>
        <w:t>2.532e-2</w:t>
      </w:r>
    </w:p>
    <w:p w:rsidR="00B65DC9" w:rsidRDefault="00B65DC9" w:rsidP="00B65DC9">
      <w:r>
        <w:t>454.1846</w:t>
      </w:r>
      <w:r>
        <w:tab/>
        <w:t>2.025e0</w:t>
      </w:r>
    </w:p>
    <w:p w:rsidR="00B65DC9" w:rsidRDefault="00B65DC9" w:rsidP="00B65DC9">
      <w:r>
        <w:t>454.1908</w:t>
      </w:r>
      <w:r>
        <w:tab/>
        <w:t>1.519e1</w:t>
      </w:r>
    </w:p>
    <w:p w:rsidR="00B65DC9" w:rsidRDefault="00B65DC9" w:rsidP="00B65DC9">
      <w:r>
        <w:t>454.2325</w:t>
      </w:r>
      <w:r>
        <w:tab/>
        <w:t>1.013e0</w:t>
      </w:r>
    </w:p>
    <w:p w:rsidR="00B65DC9" w:rsidRDefault="00B65DC9" w:rsidP="00B65DC9">
      <w:r>
        <w:t>454.2655</w:t>
      </w:r>
      <w:r>
        <w:tab/>
        <w:t>2.025e0</w:t>
      </w:r>
    </w:p>
    <w:p w:rsidR="00B65DC9" w:rsidRDefault="00B65DC9" w:rsidP="00B65DC9">
      <w:r>
        <w:t>454.2845</w:t>
      </w:r>
      <w:r>
        <w:tab/>
        <w:t>2.025e0</w:t>
      </w:r>
    </w:p>
    <w:p w:rsidR="00B65DC9" w:rsidRDefault="00B65DC9" w:rsidP="00B65DC9">
      <w:r>
        <w:t>454.3046</w:t>
      </w:r>
      <w:r>
        <w:tab/>
        <w:t>4.051e0</w:t>
      </w:r>
    </w:p>
    <w:p w:rsidR="00B65DC9" w:rsidRDefault="00B65DC9" w:rsidP="00B65DC9">
      <w:r>
        <w:lastRenderedPageBreak/>
        <w:t>454.3066</w:t>
      </w:r>
      <w:r>
        <w:tab/>
        <w:t>5.063e-2</w:t>
      </w:r>
    </w:p>
    <w:p w:rsidR="00B65DC9" w:rsidRDefault="00B65DC9" w:rsidP="00B65DC9">
      <w:r>
        <w:t>454.3513</w:t>
      </w:r>
      <w:r>
        <w:tab/>
        <w:t>1.013e0</w:t>
      </w:r>
    </w:p>
    <w:p w:rsidR="00B65DC9" w:rsidRDefault="00B65DC9" w:rsidP="00B65DC9">
      <w:r>
        <w:t>454.4071</w:t>
      </w:r>
      <w:r>
        <w:tab/>
        <w:t>2.025e0</w:t>
      </w:r>
    </w:p>
    <w:p w:rsidR="00B65DC9" w:rsidRDefault="00B65DC9" w:rsidP="00B65DC9">
      <w:r>
        <w:t>454.4182</w:t>
      </w:r>
      <w:r>
        <w:tab/>
        <w:t>3.038e0</w:t>
      </w:r>
    </w:p>
    <w:p w:rsidR="00B65DC9" w:rsidRDefault="00B65DC9" w:rsidP="00B65DC9">
      <w:r>
        <w:t>454.4201</w:t>
      </w:r>
      <w:r>
        <w:tab/>
        <w:t>1.013e0</w:t>
      </w:r>
    </w:p>
    <w:p w:rsidR="00B65DC9" w:rsidRDefault="00B65DC9" w:rsidP="00B65DC9">
      <w:r>
        <w:t>454.4354</w:t>
      </w:r>
      <w:r>
        <w:tab/>
        <w:t>1.013e0</w:t>
      </w:r>
    </w:p>
    <w:p w:rsidR="00B65DC9" w:rsidRDefault="00B65DC9" w:rsidP="00B65DC9">
      <w:r>
        <w:t>454.4667</w:t>
      </w:r>
      <w:r>
        <w:tab/>
        <w:t>1.013e0</w:t>
      </w:r>
    </w:p>
    <w:p w:rsidR="00B65DC9" w:rsidRDefault="00B65DC9" w:rsidP="00B65DC9">
      <w:r>
        <w:t>454.5097</w:t>
      </w:r>
      <w:r>
        <w:tab/>
        <w:t>1.013e0</w:t>
      </w:r>
    </w:p>
    <w:p w:rsidR="00B65DC9" w:rsidRDefault="00B65DC9" w:rsidP="00B65DC9">
      <w:r>
        <w:t>454.5662</w:t>
      </w:r>
      <w:r>
        <w:tab/>
        <w:t>2.025e0</w:t>
      </w:r>
    </w:p>
    <w:p w:rsidR="00B65DC9" w:rsidRDefault="00B65DC9" w:rsidP="00B65DC9">
      <w:r>
        <w:t>454.5950</w:t>
      </w:r>
      <w:r>
        <w:tab/>
        <w:t>1.013e0</w:t>
      </w:r>
    </w:p>
    <w:p w:rsidR="00B65DC9" w:rsidRDefault="00B65DC9" w:rsidP="00B65DC9">
      <w:r>
        <w:t>454.6126</w:t>
      </w:r>
      <w:r>
        <w:tab/>
        <w:t>2.025e0</w:t>
      </w:r>
    </w:p>
    <w:p w:rsidR="00B65DC9" w:rsidRDefault="00B65DC9" w:rsidP="00B65DC9">
      <w:r>
        <w:t>454.6464</w:t>
      </w:r>
      <w:r>
        <w:tab/>
        <w:t>1.038e0</w:t>
      </w:r>
    </w:p>
    <w:p w:rsidR="00B65DC9" w:rsidRDefault="00B65DC9" w:rsidP="00B65DC9">
      <w:r>
        <w:t>454.6686</w:t>
      </w:r>
      <w:r>
        <w:tab/>
        <w:t>1.013e0</w:t>
      </w:r>
    </w:p>
    <w:p w:rsidR="00B65DC9" w:rsidRDefault="00B65DC9" w:rsidP="00B65DC9">
      <w:r>
        <w:t>454.6818</w:t>
      </w:r>
      <w:r>
        <w:tab/>
        <w:t>1.266e-2</w:t>
      </w:r>
    </w:p>
    <w:p w:rsidR="00B65DC9" w:rsidRDefault="00B65DC9" w:rsidP="00B65DC9">
      <w:r>
        <w:t>454.7778</w:t>
      </w:r>
      <w:r>
        <w:tab/>
        <w:t>1.013e0</w:t>
      </w:r>
    </w:p>
    <w:p w:rsidR="00B65DC9" w:rsidRDefault="00B65DC9" w:rsidP="00B65DC9">
      <w:r>
        <w:t>454.8445</w:t>
      </w:r>
      <w:r>
        <w:tab/>
        <w:t>1.013e0</w:t>
      </w:r>
    </w:p>
    <w:p w:rsidR="00B65DC9" w:rsidRDefault="00B65DC9" w:rsidP="00B65DC9">
      <w:r>
        <w:t>454.8885</w:t>
      </w:r>
      <w:r>
        <w:tab/>
        <w:t>1.013e0</w:t>
      </w:r>
    </w:p>
    <w:p w:rsidR="00B65DC9" w:rsidRDefault="00B65DC9" w:rsidP="00B65DC9">
      <w:r>
        <w:t>454.9229</w:t>
      </w:r>
      <w:r>
        <w:tab/>
        <w:t>1.025e0</w:t>
      </w:r>
    </w:p>
    <w:p w:rsidR="00B65DC9" w:rsidRDefault="00B65DC9" w:rsidP="00B65DC9">
      <w:r>
        <w:t>454.9431</w:t>
      </w:r>
      <w:r>
        <w:tab/>
        <w:t>3.038e0</w:t>
      </w:r>
    </w:p>
    <w:p w:rsidR="00B65DC9" w:rsidRDefault="00B65DC9" w:rsidP="00B65DC9">
      <w:r>
        <w:lastRenderedPageBreak/>
        <w:t>454.9450</w:t>
      </w:r>
      <w:r>
        <w:tab/>
        <w:t>1.013e0</w:t>
      </w:r>
    </w:p>
    <w:p w:rsidR="00B65DC9" w:rsidRDefault="00B65DC9" w:rsidP="00B65DC9">
      <w:r>
        <w:t>454.9818</w:t>
      </w:r>
      <w:r>
        <w:tab/>
        <w:t>3.063e0</w:t>
      </w:r>
    </w:p>
    <w:p w:rsidR="00B65DC9" w:rsidRDefault="00B65DC9" w:rsidP="00B65DC9">
      <w:r>
        <w:t>455.0242</w:t>
      </w:r>
      <w:r>
        <w:tab/>
        <w:t>1.013e0</w:t>
      </w:r>
    </w:p>
    <w:p w:rsidR="00B65DC9" w:rsidRDefault="00B65DC9" w:rsidP="00B65DC9">
      <w:r>
        <w:t>455.0397</w:t>
      </w:r>
      <w:r>
        <w:tab/>
        <w:t>2.025e0</w:t>
      </w:r>
    </w:p>
    <w:p w:rsidR="00B65DC9" w:rsidRDefault="00B65DC9" w:rsidP="00B65DC9">
      <w:r>
        <w:t>455.0476</w:t>
      </w:r>
      <w:r>
        <w:tab/>
        <w:t>1.266e-2</w:t>
      </w:r>
    </w:p>
    <w:p w:rsidR="00B65DC9" w:rsidRDefault="00B65DC9" w:rsidP="00B65DC9">
      <w:r>
        <w:t>455.1357</w:t>
      </w:r>
      <w:r>
        <w:tab/>
        <w:t>1.266e-2</w:t>
      </w:r>
    </w:p>
    <w:p w:rsidR="00B65DC9" w:rsidRDefault="00B65DC9" w:rsidP="00B65DC9">
      <w:r>
        <w:t>455.1396</w:t>
      </w:r>
      <w:r>
        <w:tab/>
        <w:t>1.266e-2</w:t>
      </w:r>
    </w:p>
    <w:p w:rsidR="00B65DC9" w:rsidRDefault="00B65DC9" w:rsidP="00B65DC9">
      <w:r>
        <w:t>455.1742</w:t>
      </w:r>
      <w:r>
        <w:tab/>
        <w:t>4.051e0</w:t>
      </w:r>
    </w:p>
    <w:p w:rsidR="00B65DC9" w:rsidRDefault="00B65DC9" w:rsidP="00B65DC9">
      <w:r>
        <w:t>455.1790</w:t>
      </w:r>
      <w:r>
        <w:tab/>
        <w:t>1.713e0</w:t>
      </w:r>
    </w:p>
    <w:p w:rsidR="00B65DC9" w:rsidRDefault="00B65DC9" w:rsidP="00B65DC9">
      <w:r>
        <w:t>455.1954</w:t>
      </w:r>
      <w:r>
        <w:tab/>
        <w:t>5.063e0</w:t>
      </w:r>
    </w:p>
    <w:p w:rsidR="00B65DC9" w:rsidRDefault="00B65DC9" w:rsidP="00B65DC9">
      <w:r>
        <w:t>455.2294</w:t>
      </w:r>
      <w:r>
        <w:tab/>
        <w:t>2.139e0</w:t>
      </w:r>
    </w:p>
    <w:p w:rsidR="00B65DC9" w:rsidRDefault="00B65DC9" w:rsidP="00B65DC9">
      <w:r>
        <w:t>455.2310</w:t>
      </w:r>
      <w:r>
        <w:tab/>
        <w:t>2.025e0</w:t>
      </w:r>
    </w:p>
    <w:p w:rsidR="00B65DC9" w:rsidRDefault="00B65DC9" w:rsidP="00B65DC9">
      <w:r>
        <w:t>455.2346</w:t>
      </w:r>
      <w:r>
        <w:tab/>
        <w:t>2.025e0</w:t>
      </w:r>
    </w:p>
    <w:p w:rsidR="00B65DC9" w:rsidRDefault="00B65DC9" w:rsidP="00B65DC9">
      <w:r>
        <w:t>455.2387</w:t>
      </w:r>
      <w:r>
        <w:tab/>
        <w:t>2.532e-2</w:t>
      </w:r>
    </w:p>
    <w:p w:rsidR="00B65DC9" w:rsidRDefault="00B65DC9" w:rsidP="00B65DC9">
      <w:r>
        <w:t>455.2864</w:t>
      </w:r>
      <w:r>
        <w:tab/>
        <w:t>1.266e-2</w:t>
      </w:r>
    </w:p>
    <w:p w:rsidR="00B65DC9" w:rsidRDefault="00B65DC9" w:rsidP="00B65DC9">
      <w:r>
        <w:t>455.2981</w:t>
      </w:r>
      <w:r>
        <w:tab/>
        <w:t>1.266e-2</w:t>
      </w:r>
    </w:p>
    <w:p w:rsidR="00B65DC9" w:rsidRDefault="00B65DC9" w:rsidP="00B65DC9">
      <w:r>
        <w:t>455.3953</w:t>
      </w:r>
      <w:r>
        <w:tab/>
        <w:t>1.013e0</w:t>
      </w:r>
    </w:p>
    <w:p w:rsidR="00B65DC9" w:rsidRDefault="00B65DC9" w:rsidP="00B65DC9">
      <w:r>
        <w:t>455.3987</w:t>
      </w:r>
      <w:r>
        <w:tab/>
        <w:t>1.266e-2</w:t>
      </w:r>
    </w:p>
    <w:p w:rsidR="00B65DC9" w:rsidRDefault="00B65DC9" w:rsidP="00B65DC9">
      <w:r>
        <w:t>455.4182</w:t>
      </w:r>
      <w:r>
        <w:tab/>
        <w:t>3.038e0</w:t>
      </w:r>
    </w:p>
    <w:p w:rsidR="00B65DC9" w:rsidRDefault="00B65DC9" w:rsidP="00B65DC9">
      <w:r>
        <w:lastRenderedPageBreak/>
        <w:t>455.4456</w:t>
      </w:r>
      <w:r>
        <w:tab/>
        <w:t>1.266e-2</w:t>
      </w:r>
    </w:p>
    <w:p w:rsidR="00B65DC9" w:rsidRDefault="00B65DC9" w:rsidP="00B65DC9">
      <w:r>
        <w:t>455.4565</w:t>
      </w:r>
      <w:r>
        <w:tab/>
        <w:t>2.025e0</w:t>
      </w:r>
    </w:p>
    <w:p w:rsidR="00B65DC9" w:rsidRDefault="00B65DC9" w:rsidP="00B65DC9">
      <w:r>
        <w:t>455.4854</w:t>
      </w:r>
      <w:r>
        <w:tab/>
        <w:t>1.013e0</w:t>
      </w:r>
    </w:p>
    <w:p w:rsidR="00B65DC9" w:rsidRDefault="00B65DC9" w:rsidP="00B65DC9">
      <w:r>
        <w:t>455.5135</w:t>
      </w:r>
      <w:r>
        <w:tab/>
        <w:t>3.038e0</w:t>
      </w:r>
    </w:p>
    <w:p w:rsidR="00B65DC9" w:rsidRDefault="00B65DC9" w:rsidP="00B65DC9">
      <w:r>
        <w:t>455.5576</w:t>
      </w:r>
      <w:r>
        <w:tab/>
        <w:t>1.013e0</w:t>
      </w:r>
    </w:p>
    <w:p w:rsidR="00B65DC9" w:rsidRDefault="00B65DC9" w:rsidP="00B65DC9">
      <w:r>
        <w:t>455.6447</w:t>
      </w:r>
      <w:r>
        <w:tab/>
        <w:t>1.013e0</w:t>
      </w:r>
    </w:p>
    <w:p w:rsidR="00B65DC9" w:rsidRDefault="00B65DC9" w:rsidP="00B65DC9">
      <w:r>
        <w:t>455.6510</w:t>
      </w:r>
      <w:r>
        <w:tab/>
        <w:t>1.013e0</w:t>
      </w:r>
    </w:p>
    <w:p w:rsidR="00B65DC9" w:rsidRDefault="00B65DC9" w:rsidP="00B65DC9">
      <w:r>
        <w:t>455.6816</w:t>
      </w:r>
      <w:r>
        <w:tab/>
        <w:t>2.025e0</w:t>
      </w:r>
    </w:p>
    <w:p w:rsidR="00B65DC9" w:rsidRDefault="00B65DC9" w:rsidP="00B65DC9">
      <w:r>
        <w:t>455.7204</w:t>
      </w:r>
      <w:r>
        <w:tab/>
        <w:t>2.025e0</w:t>
      </w:r>
    </w:p>
    <w:p w:rsidR="00B65DC9" w:rsidRDefault="00B65DC9" w:rsidP="00B65DC9">
      <w:r>
        <w:t>455.7887</w:t>
      </w:r>
      <w:r>
        <w:tab/>
        <w:t>1.013e0</w:t>
      </w:r>
    </w:p>
    <w:p w:rsidR="00B65DC9" w:rsidRDefault="00B65DC9" w:rsidP="00B65DC9">
      <w:r>
        <w:t>455.8040</w:t>
      </w:r>
      <w:r>
        <w:tab/>
        <w:t>1.013e0</w:t>
      </w:r>
    </w:p>
    <w:p w:rsidR="00B65DC9" w:rsidRDefault="00B65DC9" w:rsidP="00B65DC9">
      <w:r>
        <w:t>455.8588</w:t>
      </w:r>
      <w:r>
        <w:tab/>
        <w:t>2.025e0</w:t>
      </w:r>
    </w:p>
    <w:p w:rsidR="00B65DC9" w:rsidRDefault="00B65DC9" w:rsidP="00B65DC9">
      <w:r>
        <w:t>455.9156</w:t>
      </w:r>
      <w:r>
        <w:tab/>
        <w:t>1.266e-2</w:t>
      </w:r>
    </w:p>
    <w:p w:rsidR="00B65DC9" w:rsidRDefault="00B65DC9" w:rsidP="00B65DC9">
      <w:r>
        <w:t>455.9799</w:t>
      </w:r>
      <w:r>
        <w:tab/>
        <w:t>1.266e-2</w:t>
      </w:r>
    </w:p>
    <w:p w:rsidR="00B65DC9" w:rsidRDefault="00B65DC9" w:rsidP="00B65DC9">
      <w:r>
        <w:t>456.0043</w:t>
      </w:r>
      <w:r>
        <w:tab/>
        <w:t>4.051e0</w:t>
      </w:r>
    </w:p>
    <w:p w:rsidR="00B65DC9" w:rsidRDefault="00B65DC9" w:rsidP="00B65DC9">
      <w:r>
        <w:t>456.0241</w:t>
      </w:r>
      <w:r>
        <w:tab/>
        <w:t>1.025e0</w:t>
      </w:r>
    </w:p>
    <w:p w:rsidR="00B65DC9" w:rsidRDefault="00B65DC9" w:rsidP="00B65DC9">
      <w:r>
        <w:t>456.0517</w:t>
      </w:r>
      <w:r>
        <w:tab/>
        <w:t>1.013e0</w:t>
      </w:r>
    </w:p>
    <w:p w:rsidR="00B65DC9" w:rsidRDefault="00B65DC9" w:rsidP="00B65DC9">
      <w:r>
        <w:t>456.1424</w:t>
      </w:r>
      <w:r>
        <w:tab/>
        <w:t>2.025e0</w:t>
      </w:r>
    </w:p>
    <w:p w:rsidR="00B65DC9" w:rsidRDefault="00B65DC9" w:rsidP="00B65DC9">
      <w:r>
        <w:t>456.1535</w:t>
      </w:r>
      <w:r>
        <w:tab/>
        <w:t>2.025e0</w:t>
      </w:r>
    </w:p>
    <w:p w:rsidR="00B65DC9" w:rsidRDefault="00B65DC9" w:rsidP="00B65DC9">
      <w:r>
        <w:lastRenderedPageBreak/>
        <w:t>456.1947</w:t>
      </w:r>
      <w:r>
        <w:tab/>
        <w:t>3.076e0</w:t>
      </w:r>
    </w:p>
    <w:p w:rsidR="00B65DC9" w:rsidRDefault="00B65DC9" w:rsidP="00B65DC9">
      <w:r>
        <w:t>456.2011</w:t>
      </w:r>
      <w:r>
        <w:tab/>
        <w:t>7.101e0</w:t>
      </w:r>
    </w:p>
    <w:p w:rsidR="00B65DC9" w:rsidRDefault="00B65DC9" w:rsidP="00B65DC9">
      <w:r>
        <w:t>456.2106</w:t>
      </w:r>
      <w:r>
        <w:tab/>
        <w:t>8.575e0</w:t>
      </w:r>
    </w:p>
    <w:p w:rsidR="00B65DC9" w:rsidRDefault="00B65DC9" w:rsidP="00B65DC9">
      <w:r>
        <w:t>456.2859</w:t>
      </w:r>
      <w:r>
        <w:tab/>
        <w:t>3.798e-2</w:t>
      </w:r>
    </w:p>
    <w:p w:rsidR="00B65DC9" w:rsidRDefault="00B65DC9" w:rsidP="00B65DC9">
      <w:r>
        <w:t>456.2915</w:t>
      </w:r>
      <w:r>
        <w:tab/>
        <w:t>4.051e0</w:t>
      </w:r>
    </w:p>
    <w:p w:rsidR="00B65DC9" w:rsidRDefault="00B65DC9" w:rsidP="00B65DC9">
      <w:r>
        <w:t>456.2941</w:t>
      </w:r>
      <w:r>
        <w:tab/>
        <w:t>2.025e0</w:t>
      </w:r>
    </w:p>
    <w:p w:rsidR="00B65DC9" w:rsidRDefault="00B65DC9" w:rsidP="00B65DC9">
      <w:r>
        <w:t>456.2982</w:t>
      </w:r>
      <w:r>
        <w:tab/>
        <w:t>1.013e0</w:t>
      </w:r>
    </w:p>
    <w:p w:rsidR="00B65DC9" w:rsidRDefault="00B65DC9" w:rsidP="00B65DC9">
      <w:r>
        <w:t>456.3381</w:t>
      </w:r>
      <w:r>
        <w:tab/>
        <w:t>1.025e0</w:t>
      </w:r>
    </w:p>
    <w:p w:rsidR="00B65DC9" w:rsidRDefault="00B65DC9" w:rsidP="00B65DC9">
      <w:r>
        <w:t>456.3677</w:t>
      </w:r>
      <w:r>
        <w:tab/>
        <w:t>2.025e0</w:t>
      </w:r>
    </w:p>
    <w:p w:rsidR="00B65DC9" w:rsidRDefault="00B65DC9" w:rsidP="00B65DC9">
      <w:r>
        <w:t>456.3706</w:t>
      </w:r>
      <w:r>
        <w:tab/>
        <w:t>1.013e0</w:t>
      </w:r>
    </w:p>
    <w:p w:rsidR="00B65DC9" w:rsidRDefault="00B65DC9" w:rsidP="00B65DC9">
      <w:r>
        <w:t>456.3860</w:t>
      </w:r>
      <w:r>
        <w:tab/>
        <w:t>1.266e-2</w:t>
      </w:r>
    </w:p>
    <w:p w:rsidR="00B65DC9" w:rsidRDefault="00B65DC9" w:rsidP="00B65DC9">
      <w:r>
        <w:t>456.4041</w:t>
      </w:r>
      <w:r>
        <w:tab/>
        <w:t>1.013e0</w:t>
      </w:r>
    </w:p>
    <w:p w:rsidR="00B65DC9" w:rsidRDefault="00B65DC9" w:rsidP="00B65DC9">
      <w:r>
        <w:t>456.4396</w:t>
      </w:r>
      <w:r>
        <w:tab/>
        <w:t>1.266e-2</w:t>
      </w:r>
    </w:p>
    <w:p w:rsidR="00B65DC9" w:rsidRDefault="00B65DC9" w:rsidP="00B65DC9">
      <w:r>
        <w:t>456.4578</w:t>
      </w:r>
      <w:r>
        <w:tab/>
        <w:t>1.013e0</w:t>
      </w:r>
    </w:p>
    <w:p w:rsidR="00B65DC9" w:rsidRDefault="00B65DC9" w:rsidP="00B65DC9">
      <w:r>
        <w:t>456.4738</w:t>
      </w:r>
      <w:r>
        <w:tab/>
        <w:t>1.013e0</w:t>
      </w:r>
    </w:p>
    <w:p w:rsidR="00B65DC9" w:rsidRDefault="00B65DC9" w:rsidP="00B65DC9">
      <w:r>
        <w:t>456.4897</w:t>
      </w:r>
      <w:r>
        <w:tab/>
        <w:t>1.266e-2</w:t>
      </w:r>
    </w:p>
    <w:p w:rsidR="00B65DC9" w:rsidRDefault="00B65DC9" w:rsidP="00B65DC9">
      <w:r>
        <w:t>456.5371</w:t>
      </w:r>
      <w:r>
        <w:tab/>
        <w:t>1.013e0</w:t>
      </w:r>
    </w:p>
    <w:p w:rsidR="00B65DC9" w:rsidRDefault="00B65DC9" w:rsidP="00B65DC9">
      <w:r>
        <w:t>456.6339</w:t>
      </w:r>
      <w:r>
        <w:tab/>
        <w:t>1.013e0</w:t>
      </w:r>
    </w:p>
    <w:p w:rsidR="00B65DC9" w:rsidRDefault="00B65DC9" w:rsidP="00B65DC9">
      <w:r>
        <w:t>456.6413</w:t>
      </w:r>
      <w:r>
        <w:tab/>
        <w:t>1.013e0</w:t>
      </w:r>
    </w:p>
    <w:p w:rsidR="00B65DC9" w:rsidRDefault="00B65DC9" w:rsidP="00B65DC9">
      <w:r>
        <w:lastRenderedPageBreak/>
        <w:t>456.7061</w:t>
      </w:r>
      <w:r>
        <w:tab/>
        <w:t>2.025e0</w:t>
      </w:r>
    </w:p>
    <w:p w:rsidR="00B65DC9" w:rsidRDefault="00B65DC9" w:rsidP="00B65DC9">
      <w:r>
        <w:t>456.7690</w:t>
      </w:r>
      <w:r>
        <w:tab/>
        <w:t>1.013e0</w:t>
      </w:r>
    </w:p>
    <w:p w:rsidR="00B65DC9" w:rsidRDefault="00B65DC9" w:rsidP="00B65DC9">
      <w:r>
        <w:t>456.7745</w:t>
      </w:r>
      <w:r>
        <w:tab/>
        <w:t>1.013e0</w:t>
      </w:r>
    </w:p>
    <w:p w:rsidR="00B65DC9" w:rsidRDefault="00B65DC9" w:rsidP="00B65DC9">
      <w:r>
        <w:t>456.7850</w:t>
      </w:r>
      <w:r>
        <w:tab/>
        <w:t>1.266e-2</w:t>
      </w:r>
    </w:p>
    <w:p w:rsidR="00B65DC9" w:rsidRDefault="00B65DC9" w:rsidP="00B65DC9">
      <w:r>
        <w:t>456.8255</w:t>
      </w:r>
      <w:r>
        <w:tab/>
        <w:t>1.013e0</w:t>
      </w:r>
    </w:p>
    <w:p w:rsidR="00B65DC9" w:rsidRDefault="00B65DC9" w:rsidP="00B65DC9">
      <w:r>
        <w:t>456.9116</w:t>
      </w:r>
      <w:r>
        <w:tab/>
        <w:t>1.013e0</w:t>
      </w:r>
    </w:p>
    <w:p w:rsidR="00B65DC9" w:rsidRDefault="00B65DC9" w:rsidP="00B65DC9">
      <w:r>
        <w:t>456.9210</w:t>
      </w:r>
      <w:r>
        <w:tab/>
        <w:t>2.025e0</w:t>
      </w:r>
    </w:p>
    <w:p w:rsidR="00B65DC9" w:rsidRDefault="00B65DC9" w:rsidP="00B65DC9">
      <w:r>
        <w:t>456.9244</w:t>
      </w:r>
      <w:r>
        <w:tab/>
        <w:t>2.532e-2</w:t>
      </w:r>
    </w:p>
    <w:p w:rsidR="00B65DC9" w:rsidRDefault="00B65DC9" w:rsidP="00B65DC9">
      <w:r>
        <w:t>457.0006</w:t>
      </w:r>
      <w:r>
        <w:tab/>
        <w:t>1.013e0</w:t>
      </w:r>
    </w:p>
    <w:p w:rsidR="00B65DC9" w:rsidRDefault="00B65DC9" w:rsidP="00B65DC9">
      <w:r>
        <w:t>457.0609</w:t>
      </w:r>
      <w:r>
        <w:tab/>
        <w:t>2.025e0</w:t>
      </w:r>
    </w:p>
    <w:p w:rsidR="00B65DC9" w:rsidRDefault="00B65DC9" w:rsidP="00B65DC9">
      <w:r>
        <w:t>457.0733</w:t>
      </w:r>
      <w:r>
        <w:tab/>
        <w:t>1.266e-2</w:t>
      </w:r>
    </w:p>
    <w:p w:rsidR="00B65DC9" w:rsidRDefault="00B65DC9" w:rsidP="00B65DC9">
      <w:r>
        <w:t>457.1209</w:t>
      </w:r>
      <w:r>
        <w:tab/>
        <w:t>2.025e0</w:t>
      </w:r>
    </w:p>
    <w:p w:rsidR="00B65DC9" w:rsidRDefault="00B65DC9" w:rsidP="00B65DC9">
      <w:r>
        <w:t>457.1278</w:t>
      </w:r>
      <w:r>
        <w:tab/>
        <w:t>1.013e0</w:t>
      </w:r>
    </w:p>
    <w:p w:rsidR="00B65DC9" w:rsidRDefault="00B65DC9" w:rsidP="00B65DC9">
      <w:r>
        <w:t>457.1764</w:t>
      </w:r>
      <w:r>
        <w:tab/>
        <w:t>2.025e0</w:t>
      </w:r>
    </w:p>
    <w:p w:rsidR="00B65DC9" w:rsidRDefault="00B65DC9" w:rsidP="00B65DC9">
      <w:r>
        <w:t>457.1912</w:t>
      </w:r>
      <w:r>
        <w:tab/>
        <w:t>2.025e0</w:t>
      </w:r>
    </w:p>
    <w:p w:rsidR="00B65DC9" w:rsidRDefault="00B65DC9" w:rsidP="00B65DC9">
      <w:r>
        <w:t>457.2173</w:t>
      </w:r>
      <w:r>
        <w:tab/>
        <w:t>3.798e-2</w:t>
      </w:r>
    </w:p>
    <w:p w:rsidR="00B65DC9" w:rsidRDefault="00B65DC9" w:rsidP="00B65DC9">
      <w:r>
        <w:t>457.2198</w:t>
      </w:r>
      <w:r>
        <w:tab/>
        <w:t>4.051e0</w:t>
      </w:r>
    </w:p>
    <w:p w:rsidR="00B65DC9" w:rsidRDefault="00B65DC9" w:rsidP="00B65DC9">
      <w:r>
        <w:t>457.2374</w:t>
      </w:r>
      <w:r>
        <w:tab/>
        <w:t>2.532e-2</w:t>
      </w:r>
    </w:p>
    <w:p w:rsidR="00B65DC9" w:rsidRDefault="00B65DC9" w:rsidP="00B65DC9">
      <w:r>
        <w:t>457.2817</w:t>
      </w:r>
      <w:r>
        <w:tab/>
        <w:t>4.063e0</w:t>
      </w:r>
    </w:p>
    <w:p w:rsidR="00B65DC9" w:rsidRDefault="00B65DC9" w:rsidP="00B65DC9">
      <w:r>
        <w:lastRenderedPageBreak/>
        <w:t>457.2959</w:t>
      </w:r>
      <w:r>
        <w:tab/>
        <w:t>3.038e0</w:t>
      </w:r>
    </w:p>
    <w:p w:rsidR="00B65DC9" w:rsidRDefault="00B65DC9" w:rsidP="00B65DC9">
      <w:r>
        <w:t>457.3533</w:t>
      </w:r>
      <w:r>
        <w:tab/>
        <w:t>6.089e0</w:t>
      </w:r>
    </w:p>
    <w:p w:rsidR="00B65DC9" w:rsidRDefault="00B65DC9" w:rsidP="00B65DC9">
      <w:r>
        <w:t>457.3580</w:t>
      </w:r>
      <w:r>
        <w:tab/>
        <w:t>2.025e0</w:t>
      </w:r>
    </w:p>
    <w:p w:rsidR="00B65DC9" w:rsidRDefault="00B65DC9" w:rsidP="00B65DC9">
      <w:r>
        <w:t>457.3601</w:t>
      </w:r>
      <w:r>
        <w:tab/>
        <w:t>1.266e-2</w:t>
      </w:r>
    </w:p>
    <w:p w:rsidR="00B65DC9" w:rsidRDefault="00B65DC9" w:rsidP="00B65DC9">
      <w:r>
        <w:t>457.4734</w:t>
      </w:r>
      <w:r>
        <w:tab/>
        <w:t>2.025e0</w:t>
      </w:r>
    </w:p>
    <w:p w:rsidR="00B65DC9" w:rsidRDefault="00B65DC9" w:rsidP="00B65DC9">
      <w:r>
        <w:t>457.5028</w:t>
      </w:r>
      <w:r>
        <w:tab/>
        <w:t>1.013e0</w:t>
      </w:r>
    </w:p>
    <w:p w:rsidR="00B65DC9" w:rsidRDefault="00B65DC9" w:rsidP="00B65DC9">
      <w:r>
        <w:t>457.5238</w:t>
      </w:r>
      <w:r>
        <w:tab/>
        <w:t>1.025e0</w:t>
      </w:r>
    </w:p>
    <w:p w:rsidR="00B65DC9" w:rsidRDefault="00B65DC9" w:rsidP="00B65DC9">
      <w:r>
        <w:t>457.6966</w:t>
      </w:r>
      <w:r>
        <w:tab/>
        <w:t>1.013e0</w:t>
      </w:r>
    </w:p>
    <w:p w:rsidR="00B65DC9" w:rsidRDefault="00B65DC9" w:rsidP="00B65DC9">
      <w:r>
        <w:t>457.8372</w:t>
      </w:r>
      <w:r>
        <w:tab/>
        <w:t>1.266e-2</w:t>
      </w:r>
    </w:p>
    <w:p w:rsidR="00B65DC9" w:rsidRDefault="00B65DC9" w:rsidP="00B65DC9">
      <w:r>
        <w:t>457.8407</w:t>
      </w:r>
      <w:r>
        <w:tab/>
        <w:t>3.798e-2</w:t>
      </w:r>
    </w:p>
    <w:p w:rsidR="00B65DC9" w:rsidRDefault="00B65DC9" w:rsidP="00B65DC9">
      <w:r>
        <w:t>457.9040</w:t>
      </w:r>
      <w:r>
        <w:tab/>
        <w:t>1.013e0</w:t>
      </w:r>
    </w:p>
    <w:p w:rsidR="00B65DC9" w:rsidRDefault="00B65DC9" w:rsidP="00B65DC9">
      <w:r>
        <w:t>457.9120</w:t>
      </w:r>
      <w:r>
        <w:tab/>
        <w:t>1.013e0</w:t>
      </w:r>
    </w:p>
    <w:p w:rsidR="00B65DC9" w:rsidRDefault="00B65DC9" w:rsidP="00B65DC9">
      <w:r>
        <w:t>457.9206</w:t>
      </w:r>
      <w:r>
        <w:tab/>
        <w:t>1.266e-2</w:t>
      </w:r>
    </w:p>
    <w:p w:rsidR="00B65DC9" w:rsidRDefault="00B65DC9" w:rsidP="00B65DC9">
      <w:r>
        <w:t>457.9850</w:t>
      </w:r>
      <w:r>
        <w:tab/>
        <w:t>1.038e0</w:t>
      </w:r>
    </w:p>
    <w:p w:rsidR="00B65DC9" w:rsidRDefault="00B65DC9" w:rsidP="00B65DC9">
      <w:r>
        <w:t>458.0014</w:t>
      </w:r>
      <w:r>
        <w:tab/>
        <w:t>3.038e0</w:t>
      </w:r>
    </w:p>
    <w:p w:rsidR="00B65DC9" w:rsidRDefault="00B65DC9" w:rsidP="00B65DC9">
      <w:r>
        <w:t>458.0480</w:t>
      </w:r>
      <w:r>
        <w:tab/>
        <w:t>1.025e0</w:t>
      </w:r>
    </w:p>
    <w:p w:rsidR="00B65DC9" w:rsidRDefault="00B65DC9" w:rsidP="00B65DC9">
      <w:r>
        <w:t>458.0584</w:t>
      </w:r>
      <w:r>
        <w:tab/>
        <w:t>2.025e0</w:t>
      </w:r>
    </w:p>
    <w:p w:rsidR="00B65DC9" w:rsidRDefault="00B65DC9" w:rsidP="00B65DC9">
      <w:r>
        <w:t>458.0688</w:t>
      </w:r>
      <w:r>
        <w:tab/>
        <w:t>2.025e0</w:t>
      </w:r>
    </w:p>
    <w:p w:rsidR="00B65DC9" w:rsidRDefault="00B65DC9" w:rsidP="00B65DC9">
      <w:r>
        <w:t>458.1484</w:t>
      </w:r>
      <w:r>
        <w:tab/>
        <w:t>2.025e0</w:t>
      </w:r>
    </w:p>
    <w:p w:rsidR="00B65DC9" w:rsidRDefault="00B65DC9" w:rsidP="00B65DC9">
      <w:r>
        <w:lastRenderedPageBreak/>
        <w:t>458.1526</w:t>
      </w:r>
      <w:r>
        <w:tab/>
        <w:t>2.532e-2</w:t>
      </w:r>
    </w:p>
    <w:p w:rsidR="00B65DC9" w:rsidRDefault="00B65DC9" w:rsidP="00B65DC9">
      <w:r>
        <w:t>458.1814</w:t>
      </w:r>
      <w:r>
        <w:tab/>
        <w:t>2.025e0</w:t>
      </w:r>
    </w:p>
    <w:p w:rsidR="00B65DC9" w:rsidRDefault="00B65DC9" w:rsidP="00B65DC9">
      <w:r>
        <w:t>458.1882</w:t>
      </w:r>
      <w:r>
        <w:tab/>
        <w:t>2.025e0</w:t>
      </w:r>
    </w:p>
    <w:p w:rsidR="00B65DC9" w:rsidRDefault="00B65DC9" w:rsidP="00B65DC9">
      <w:r>
        <w:t>458.2018</w:t>
      </w:r>
      <w:r>
        <w:tab/>
        <w:t>2.532e-2</w:t>
      </w:r>
    </w:p>
    <w:p w:rsidR="00B65DC9" w:rsidRDefault="00B65DC9" w:rsidP="00B65DC9">
      <w:r>
        <w:t>458.2239</w:t>
      </w:r>
      <w:r>
        <w:tab/>
        <w:t>1.025e0</w:t>
      </w:r>
    </w:p>
    <w:p w:rsidR="00B65DC9" w:rsidRDefault="00B65DC9" w:rsidP="00B65DC9">
      <w:r>
        <w:t>458.2716</w:t>
      </w:r>
      <w:r>
        <w:tab/>
        <w:t>2.025e0</w:t>
      </w:r>
    </w:p>
    <w:p w:rsidR="00B65DC9" w:rsidRDefault="00B65DC9" w:rsidP="00B65DC9">
      <w:r>
        <w:t>458.2940</w:t>
      </w:r>
      <w:r>
        <w:tab/>
        <w:t>8.473e-1</w:t>
      </w:r>
    </w:p>
    <w:p w:rsidR="00B65DC9" w:rsidRDefault="00B65DC9" w:rsidP="00B65DC9">
      <w:r>
        <w:t>458.3368</w:t>
      </w:r>
      <w:r>
        <w:tab/>
        <w:t>3.038e0</w:t>
      </w:r>
    </w:p>
    <w:p w:rsidR="00B65DC9" w:rsidRDefault="00B65DC9" w:rsidP="00B65DC9">
      <w:r>
        <w:t>458.3482</w:t>
      </w:r>
      <w:r>
        <w:tab/>
        <w:t>3.038e0</w:t>
      </w:r>
    </w:p>
    <w:p w:rsidR="00B65DC9" w:rsidRDefault="00B65DC9" w:rsidP="00B65DC9">
      <w:r>
        <w:t>458.3763</w:t>
      </w:r>
      <w:r>
        <w:tab/>
        <w:t>1.013e0</w:t>
      </w:r>
    </w:p>
    <w:p w:rsidR="00B65DC9" w:rsidRDefault="00B65DC9" w:rsidP="00B65DC9">
      <w:r>
        <w:t>458.4282</w:t>
      </w:r>
      <w:r>
        <w:tab/>
        <w:t>1.013e0</w:t>
      </w:r>
    </w:p>
    <w:p w:rsidR="00B65DC9" w:rsidRDefault="00B65DC9" w:rsidP="00B65DC9">
      <w:r>
        <w:t>458.4644</w:t>
      </w:r>
      <w:r>
        <w:tab/>
        <w:t>1.266e-2</w:t>
      </w:r>
    </w:p>
    <w:p w:rsidR="00B65DC9" w:rsidRDefault="00B65DC9" w:rsidP="00B65DC9">
      <w:r>
        <w:t>458.4898</w:t>
      </w:r>
      <w:r>
        <w:tab/>
        <w:t>1.013e0</w:t>
      </w:r>
    </w:p>
    <w:p w:rsidR="00B65DC9" w:rsidRDefault="00B65DC9" w:rsidP="00B65DC9">
      <w:r>
        <w:t>458.5365</w:t>
      </w:r>
      <w:r>
        <w:tab/>
        <w:t>1.266e-2</w:t>
      </w:r>
    </w:p>
    <w:p w:rsidR="00B65DC9" w:rsidRDefault="00B65DC9" w:rsidP="00B65DC9">
      <w:r>
        <w:t>458.5437</w:t>
      </w:r>
      <w:r>
        <w:tab/>
        <w:t>1.013e0</w:t>
      </w:r>
    </w:p>
    <w:p w:rsidR="00B65DC9" w:rsidRDefault="00B65DC9" w:rsidP="00B65DC9">
      <w:r>
        <w:t>458.5656</w:t>
      </w:r>
      <w:r>
        <w:tab/>
        <w:t>1.013e0</w:t>
      </w:r>
    </w:p>
    <w:p w:rsidR="00B65DC9" w:rsidRDefault="00B65DC9" w:rsidP="00B65DC9">
      <w:r>
        <w:t>458.6006</w:t>
      </w:r>
      <w:r>
        <w:tab/>
        <w:t>1.013e0</w:t>
      </w:r>
    </w:p>
    <w:p w:rsidR="00B65DC9" w:rsidRDefault="00B65DC9" w:rsidP="00B65DC9">
      <w:r>
        <w:t>458.6573</w:t>
      </w:r>
      <w:r>
        <w:tab/>
        <w:t>1.013e0</w:t>
      </w:r>
    </w:p>
    <w:p w:rsidR="00B65DC9" w:rsidRDefault="00B65DC9" w:rsidP="00B65DC9">
      <w:r>
        <w:t>458.6624</w:t>
      </w:r>
      <w:r>
        <w:tab/>
        <w:t>1.013e0</w:t>
      </w:r>
    </w:p>
    <w:p w:rsidR="00B65DC9" w:rsidRDefault="00B65DC9" w:rsidP="00B65DC9">
      <w:r>
        <w:lastRenderedPageBreak/>
        <w:t>458.7020</w:t>
      </w:r>
      <w:r>
        <w:tab/>
        <w:t>1.013e0</w:t>
      </w:r>
    </w:p>
    <w:p w:rsidR="00B65DC9" w:rsidRDefault="00B65DC9" w:rsidP="00B65DC9">
      <w:r>
        <w:t>458.7102</w:t>
      </w:r>
      <w:r>
        <w:tab/>
        <w:t>4.051e0</w:t>
      </w:r>
    </w:p>
    <w:p w:rsidR="00B65DC9" w:rsidRDefault="00B65DC9" w:rsidP="00B65DC9">
      <w:r>
        <w:t>458.7237</w:t>
      </w:r>
      <w:r>
        <w:tab/>
        <w:t>1.266e-2</w:t>
      </w:r>
    </w:p>
    <w:p w:rsidR="00B65DC9" w:rsidRDefault="00B65DC9" w:rsidP="00B65DC9">
      <w:r>
        <w:t>458.7994</w:t>
      </w:r>
      <w:r>
        <w:tab/>
        <w:t>1.013e0</w:t>
      </w:r>
    </w:p>
    <w:p w:rsidR="00B65DC9" w:rsidRDefault="00B65DC9" w:rsidP="00B65DC9">
      <w:r>
        <w:t>458.8170</w:t>
      </w:r>
      <w:r>
        <w:tab/>
        <w:t>1.266e-2</w:t>
      </w:r>
    </w:p>
    <w:p w:rsidR="00B65DC9" w:rsidRDefault="00B65DC9" w:rsidP="00B65DC9">
      <w:r>
        <w:t>458.8571</w:t>
      </w:r>
      <w:r>
        <w:tab/>
        <w:t>1.013e0</w:t>
      </w:r>
    </w:p>
    <w:p w:rsidR="00B65DC9" w:rsidRDefault="00B65DC9" w:rsidP="00B65DC9">
      <w:r>
        <w:t>458.8606</w:t>
      </w:r>
      <w:r>
        <w:tab/>
        <w:t>1.013e0</w:t>
      </w:r>
    </w:p>
    <w:p w:rsidR="00B65DC9" w:rsidRDefault="00B65DC9" w:rsidP="00B65DC9">
      <w:r>
        <w:t>458.8731</w:t>
      </w:r>
      <w:r>
        <w:tab/>
        <w:t>1.013e0</w:t>
      </w:r>
    </w:p>
    <w:p w:rsidR="00B65DC9" w:rsidRDefault="00B65DC9" w:rsidP="00B65DC9">
      <w:r>
        <w:t>458.9002</w:t>
      </w:r>
      <w:r>
        <w:tab/>
        <w:t>1.266e-2</w:t>
      </w:r>
    </w:p>
    <w:p w:rsidR="00B65DC9" w:rsidRDefault="00B65DC9" w:rsidP="00B65DC9">
      <w:r>
        <w:t>458.9298</w:t>
      </w:r>
      <w:r>
        <w:tab/>
        <w:t>1.013e0</w:t>
      </w:r>
    </w:p>
    <w:p w:rsidR="00B65DC9" w:rsidRDefault="00B65DC9" w:rsidP="00B65DC9">
      <w:r>
        <w:t>458.9472</w:t>
      </w:r>
      <w:r>
        <w:tab/>
        <w:t>2.025e0</w:t>
      </w:r>
    </w:p>
    <w:p w:rsidR="00B65DC9" w:rsidRDefault="00B65DC9" w:rsidP="00B65DC9">
      <w:r>
        <w:t>459.0014</w:t>
      </w:r>
      <w:r>
        <w:tab/>
        <w:t>1.013e0</w:t>
      </w:r>
    </w:p>
    <w:p w:rsidR="00B65DC9" w:rsidRDefault="00B65DC9" w:rsidP="00B65DC9">
      <w:r>
        <w:t>459.1383</w:t>
      </w:r>
      <w:r>
        <w:tab/>
        <w:t>1.013e0</w:t>
      </w:r>
    </w:p>
    <w:p w:rsidR="00B65DC9" w:rsidRDefault="00B65DC9" w:rsidP="00B65DC9">
      <w:r>
        <w:t>459.1513</w:t>
      </w:r>
      <w:r>
        <w:tab/>
        <w:t>2.038e0</w:t>
      </w:r>
    </w:p>
    <w:p w:rsidR="00B65DC9" w:rsidRDefault="00B65DC9" w:rsidP="00B65DC9">
      <w:r>
        <w:t>459.1573</w:t>
      </w:r>
      <w:r>
        <w:tab/>
        <w:t>1.025e0</w:t>
      </w:r>
    </w:p>
    <w:p w:rsidR="00B65DC9" w:rsidRDefault="00B65DC9" w:rsidP="00B65DC9">
      <w:r>
        <w:t>459.1671</w:t>
      </w:r>
      <w:r>
        <w:tab/>
        <w:t>2.025e0</w:t>
      </w:r>
    </w:p>
    <w:p w:rsidR="00B65DC9" w:rsidRDefault="00B65DC9" w:rsidP="00B65DC9">
      <w:r>
        <w:t>459.1698</w:t>
      </w:r>
      <w:r>
        <w:tab/>
        <w:t>1.013e0</w:t>
      </w:r>
    </w:p>
    <w:p w:rsidR="00B65DC9" w:rsidRDefault="00B65DC9" w:rsidP="00B65DC9">
      <w:r>
        <w:t>459.2138</w:t>
      </w:r>
      <w:r>
        <w:tab/>
        <w:t>1.266e-2</w:t>
      </w:r>
    </w:p>
    <w:p w:rsidR="00B65DC9" w:rsidRDefault="00B65DC9" w:rsidP="00B65DC9">
      <w:r>
        <w:t>459.2822</w:t>
      </w:r>
      <w:r>
        <w:tab/>
        <w:t>3.038e0</w:t>
      </w:r>
    </w:p>
    <w:p w:rsidR="00B65DC9" w:rsidRDefault="00B65DC9" w:rsidP="00B65DC9">
      <w:r>
        <w:lastRenderedPageBreak/>
        <w:t>459.2937</w:t>
      </w:r>
      <w:r>
        <w:tab/>
        <w:t>1.013e0</w:t>
      </w:r>
    </w:p>
    <w:p w:rsidR="00B65DC9" w:rsidRDefault="00B65DC9" w:rsidP="00B65DC9">
      <w:r>
        <w:t>459.3162</w:t>
      </w:r>
      <w:r>
        <w:tab/>
        <w:t>3.038e0</w:t>
      </w:r>
    </w:p>
    <w:p w:rsidR="00B65DC9" w:rsidRDefault="00B65DC9" w:rsidP="00B65DC9">
      <w:r>
        <w:t>459.3784</w:t>
      </w:r>
      <w:r>
        <w:tab/>
        <w:t>1.013e0</w:t>
      </w:r>
    </w:p>
    <w:p w:rsidR="00B65DC9" w:rsidRDefault="00B65DC9" w:rsidP="00B65DC9">
      <w:r>
        <w:t>459.4090</w:t>
      </w:r>
      <w:r>
        <w:tab/>
        <w:t>1.013e0</w:t>
      </w:r>
    </w:p>
    <w:p w:rsidR="00B65DC9" w:rsidRDefault="00B65DC9" w:rsidP="00B65DC9">
      <w:r>
        <w:t>459.4119</w:t>
      </w:r>
      <w:r>
        <w:tab/>
        <w:t>1.266e-2</w:t>
      </w:r>
    </w:p>
    <w:p w:rsidR="00B65DC9" w:rsidRDefault="00B65DC9" w:rsidP="00B65DC9">
      <w:r>
        <w:t>459.4664</w:t>
      </w:r>
      <w:r>
        <w:tab/>
        <w:t>1.266e-2</w:t>
      </w:r>
    </w:p>
    <w:p w:rsidR="00B65DC9" w:rsidRDefault="00B65DC9" w:rsidP="00B65DC9">
      <w:r>
        <w:t>459.5229</w:t>
      </w:r>
      <w:r>
        <w:tab/>
        <w:t>1.266e-2</w:t>
      </w:r>
    </w:p>
    <w:p w:rsidR="00B65DC9" w:rsidRDefault="00B65DC9" w:rsidP="00B65DC9">
      <w:r>
        <w:t>459.6399</w:t>
      </w:r>
      <w:r>
        <w:tab/>
        <w:t>2.025e0</w:t>
      </w:r>
    </w:p>
    <w:p w:rsidR="00B65DC9" w:rsidRDefault="00B65DC9" w:rsidP="00B65DC9">
      <w:r>
        <w:t>459.6430</w:t>
      </w:r>
      <w:r>
        <w:tab/>
        <w:t>1.013e0</w:t>
      </w:r>
    </w:p>
    <w:p w:rsidR="00B65DC9" w:rsidRDefault="00B65DC9" w:rsidP="00B65DC9">
      <w:r>
        <w:t>459.6675</w:t>
      </w:r>
      <w:r>
        <w:tab/>
        <w:t>1.013e0</w:t>
      </w:r>
    </w:p>
    <w:p w:rsidR="00B65DC9" w:rsidRDefault="00B65DC9" w:rsidP="00B65DC9">
      <w:r>
        <w:t>459.7517</w:t>
      </w:r>
      <w:r>
        <w:tab/>
        <w:t>3.038e0</w:t>
      </w:r>
    </w:p>
    <w:p w:rsidR="00B65DC9" w:rsidRDefault="00B65DC9" w:rsidP="00B65DC9">
      <w:r>
        <w:t>459.7839</w:t>
      </w:r>
      <w:r>
        <w:tab/>
        <w:t>1.013e0</w:t>
      </w:r>
    </w:p>
    <w:p w:rsidR="00B65DC9" w:rsidRDefault="00B65DC9" w:rsidP="00B65DC9">
      <w:r>
        <w:t>459.8361</w:t>
      </w:r>
      <w:r>
        <w:tab/>
        <w:t>1.013e0</w:t>
      </w:r>
    </w:p>
    <w:p w:rsidR="00B65DC9" w:rsidRDefault="00B65DC9" w:rsidP="00B65DC9">
      <w:r>
        <w:t>459.8688</w:t>
      </w:r>
      <w:r>
        <w:tab/>
        <w:t>1.013e0</w:t>
      </w:r>
    </w:p>
    <w:p w:rsidR="00B65DC9" w:rsidRDefault="00B65DC9" w:rsidP="00B65DC9">
      <w:r>
        <w:t>459.8876</w:t>
      </w:r>
      <w:r>
        <w:tab/>
        <w:t>4.051e0</w:t>
      </w:r>
    </w:p>
    <w:p w:rsidR="00B65DC9" w:rsidRDefault="00B65DC9" w:rsidP="00B65DC9">
      <w:r>
        <w:t>459.9003</w:t>
      </w:r>
      <w:r>
        <w:tab/>
        <w:t>2.025e0</w:t>
      </w:r>
    </w:p>
    <w:p w:rsidR="00B65DC9" w:rsidRDefault="00B65DC9" w:rsidP="00B65DC9">
      <w:r>
        <w:t>459.9387</w:t>
      </w:r>
      <w:r>
        <w:tab/>
        <w:t>3.038e0</w:t>
      </w:r>
    </w:p>
    <w:p w:rsidR="00B65DC9" w:rsidRDefault="00B65DC9" w:rsidP="00B65DC9">
      <w:r>
        <w:t>459.9671</w:t>
      </w:r>
      <w:r>
        <w:tab/>
        <w:t>2.025e0</w:t>
      </w:r>
    </w:p>
    <w:p w:rsidR="00B65DC9" w:rsidRDefault="00B65DC9" w:rsidP="00B65DC9">
      <w:r>
        <w:t>460.0398</w:t>
      </w:r>
      <w:r>
        <w:tab/>
        <w:t>1.013e0</w:t>
      </w:r>
    </w:p>
    <w:p w:rsidR="00B65DC9" w:rsidRDefault="00B65DC9" w:rsidP="00B65DC9">
      <w:r>
        <w:lastRenderedPageBreak/>
        <w:t>460.0570</w:t>
      </w:r>
      <w:r>
        <w:tab/>
        <w:t>2.025e0</w:t>
      </w:r>
    </w:p>
    <w:p w:rsidR="00B65DC9" w:rsidRDefault="00B65DC9" w:rsidP="00B65DC9">
      <w:r>
        <w:t>460.0646</w:t>
      </w:r>
      <w:r>
        <w:tab/>
        <w:t>2.025e0</w:t>
      </w:r>
    </w:p>
    <w:p w:rsidR="00B65DC9" w:rsidRDefault="00B65DC9" w:rsidP="00B65DC9">
      <w:r>
        <w:t>460.0694</w:t>
      </w:r>
      <w:r>
        <w:tab/>
        <w:t>2.025e0</w:t>
      </w:r>
    </w:p>
    <w:p w:rsidR="00B65DC9" w:rsidRDefault="00B65DC9" w:rsidP="00B65DC9">
      <w:r>
        <w:t>460.1241</w:t>
      </w:r>
      <w:r>
        <w:tab/>
        <w:t>3.038e0</w:t>
      </w:r>
    </w:p>
    <w:p w:rsidR="00B65DC9" w:rsidRDefault="00B65DC9" w:rsidP="00B65DC9">
      <w:r>
        <w:t>460.1337</w:t>
      </w:r>
      <w:r>
        <w:tab/>
        <w:t>2.025e0</w:t>
      </w:r>
    </w:p>
    <w:p w:rsidR="00B65DC9" w:rsidRDefault="00B65DC9" w:rsidP="00B65DC9">
      <w:r>
        <w:t>460.1961</w:t>
      </w:r>
      <w:r>
        <w:tab/>
        <w:t>7.114e0</w:t>
      </w:r>
    </w:p>
    <w:p w:rsidR="00B65DC9" w:rsidRDefault="00B65DC9" w:rsidP="00B65DC9">
      <w:r>
        <w:t>460.2039</w:t>
      </w:r>
      <w:r>
        <w:tab/>
        <w:t>2.025e0</w:t>
      </w:r>
    </w:p>
    <w:p w:rsidR="00B65DC9" w:rsidRDefault="00B65DC9" w:rsidP="00B65DC9">
      <w:r>
        <w:t>460.2379</w:t>
      </w:r>
      <w:r>
        <w:tab/>
        <w:t>1.013e0</w:t>
      </w:r>
    </w:p>
    <w:p w:rsidR="00B65DC9" w:rsidRDefault="00B65DC9" w:rsidP="00B65DC9">
      <w:r>
        <w:t>460.2740</w:t>
      </w:r>
      <w:r>
        <w:tab/>
        <w:t>1.038e0</w:t>
      </w:r>
    </w:p>
    <w:p w:rsidR="00B65DC9" w:rsidRDefault="00B65DC9" w:rsidP="00B65DC9">
      <w:r>
        <w:t>460.2917</w:t>
      </w:r>
      <w:r>
        <w:tab/>
        <w:t>1.038e0</w:t>
      </w:r>
    </w:p>
    <w:p w:rsidR="00B65DC9" w:rsidRDefault="00B65DC9" w:rsidP="00B65DC9">
      <w:r>
        <w:t>460.3745</w:t>
      </w:r>
      <w:r>
        <w:tab/>
        <w:t>1.013e0</w:t>
      </w:r>
    </w:p>
    <w:p w:rsidR="00B65DC9" w:rsidRDefault="00B65DC9" w:rsidP="00B65DC9">
      <w:r>
        <w:t>460.3826</w:t>
      </w:r>
      <w:r>
        <w:tab/>
        <w:t>1.266e-2</w:t>
      </w:r>
    </w:p>
    <w:p w:rsidR="00B65DC9" w:rsidRDefault="00B65DC9" w:rsidP="00B65DC9">
      <w:r>
        <w:t>460.4231</w:t>
      </w:r>
      <w:r>
        <w:tab/>
        <w:t>2.025e0</w:t>
      </w:r>
    </w:p>
    <w:p w:rsidR="00B65DC9" w:rsidRDefault="00B65DC9" w:rsidP="00B65DC9">
      <w:r>
        <w:t>460.4513</w:t>
      </w:r>
      <w:r>
        <w:tab/>
        <w:t>2.532e-2</w:t>
      </w:r>
    </w:p>
    <w:p w:rsidR="00B65DC9" w:rsidRDefault="00B65DC9" w:rsidP="00B65DC9">
      <w:r>
        <w:t>460.5086</w:t>
      </w:r>
      <w:r>
        <w:tab/>
        <w:t>2.025e0</w:t>
      </w:r>
    </w:p>
    <w:p w:rsidR="00B65DC9" w:rsidRDefault="00B65DC9" w:rsidP="00B65DC9">
      <w:r>
        <w:t>460.5112</w:t>
      </w:r>
      <w:r>
        <w:tab/>
        <w:t>1.013e0</w:t>
      </w:r>
    </w:p>
    <w:p w:rsidR="00B65DC9" w:rsidRDefault="00B65DC9" w:rsidP="00B65DC9">
      <w:r>
        <w:t>460.5691</w:t>
      </w:r>
      <w:r>
        <w:tab/>
        <w:t>1.013e0</w:t>
      </w:r>
    </w:p>
    <w:p w:rsidR="00B65DC9" w:rsidRDefault="00B65DC9" w:rsidP="00B65DC9">
      <w:r>
        <w:t>460.6455</w:t>
      </w:r>
      <w:r>
        <w:tab/>
        <w:t>1.013e0</w:t>
      </w:r>
    </w:p>
    <w:p w:rsidR="00B65DC9" w:rsidRDefault="00B65DC9" w:rsidP="00B65DC9">
      <w:r>
        <w:t>460.6641</w:t>
      </w:r>
      <w:r>
        <w:tab/>
        <w:t>2.025e0</w:t>
      </w:r>
    </w:p>
    <w:p w:rsidR="00B65DC9" w:rsidRDefault="00B65DC9" w:rsidP="00B65DC9">
      <w:r>
        <w:lastRenderedPageBreak/>
        <w:t>460.7242</w:t>
      </w:r>
      <w:r>
        <w:tab/>
        <w:t>1.025e0</w:t>
      </w:r>
    </w:p>
    <w:p w:rsidR="00B65DC9" w:rsidRDefault="00B65DC9" w:rsidP="00B65DC9">
      <w:r>
        <w:t>460.7365</w:t>
      </w:r>
      <w:r>
        <w:tab/>
        <w:t>1.266e-2</w:t>
      </w:r>
    </w:p>
    <w:p w:rsidR="00B65DC9" w:rsidRDefault="00B65DC9" w:rsidP="00B65DC9">
      <w:r>
        <w:t>460.7463</w:t>
      </w:r>
      <w:r>
        <w:tab/>
        <w:t>1.013e0</w:t>
      </w:r>
    </w:p>
    <w:p w:rsidR="00B65DC9" w:rsidRDefault="00B65DC9" w:rsidP="00B65DC9">
      <w:r>
        <w:t>460.8953</w:t>
      </w:r>
      <w:r>
        <w:tab/>
        <w:t>2.025e0</w:t>
      </w:r>
    </w:p>
    <w:p w:rsidR="00B65DC9" w:rsidRDefault="00B65DC9" w:rsidP="00B65DC9">
      <w:r>
        <w:t>460.9512</w:t>
      </w:r>
      <w:r>
        <w:tab/>
        <w:t>2.025e0</w:t>
      </w:r>
    </w:p>
    <w:p w:rsidR="00B65DC9" w:rsidRDefault="00B65DC9" w:rsidP="00B65DC9">
      <w:r>
        <w:t>460.9878</w:t>
      </w:r>
      <w:r>
        <w:tab/>
        <w:t>3.038e0</w:t>
      </w:r>
    </w:p>
    <w:p w:rsidR="00B65DC9" w:rsidRDefault="00B65DC9" w:rsidP="00B65DC9">
      <w:r>
        <w:t>461.0198</w:t>
      </w:r>
      <w:r>
        <w:tab/>
        <w:t>1.013e0</w:t>
      </w:r>
    </w:p>
    <w:p w:rsidR="00B65DC9" w:rsidRDefault="00B65DC9" w:rsidP="00B65DC9">
      <w:r>
        <w:t>461.0263</w:t>
      </w:r>
      <w:r>
        <w:tab/>
        <w:t>1.013e0</w:t>
      </w:r>
    </w:p>
    <w:p w:rsidR="00B65DC9" w:rsidRDefault="00B65DC9" w:rsidP="00B65DC9">
      <w:r>
        <w:t>461.0866</w:t>
      </w:r>
      <w:r>
        <w:tab/>
        <w:t>2.025e0</w:t>
      </w:r>
    </w:p>
    <w:p w:rsidR="00B65DC9" w:rsidRDefault="00B65DC9" w:rsidP="00B65DC9">
      <w:r>
        <w:t>461.0883</w:t>
      </w:r>
      <w:r>
        <w:tab/>
        <w:t>3.038e0</w:t>
      </w:r>
    </w:p>
    <w:p w:rsidR="00B65DC9" w:rsidRDefault="00B65DC9" w:rsidP="00B65DC9">
      <w:r>
        <w:t>461.0907</w:t>
      </w:r>
      <w:r>
        <w:tab/>
        <w:t>1.266e-2</w:t>
      </w:r>
    </w:p>
    <w:p w:rsidR="00B65DC9" w:rsidRDefault="00B65DC9" w:rsidP="00B65DC9">
      <w:r>
        <w:t>461.1310</w:t>
      </w:r>
      <w:r>
        <w:tab/>
        <w:t>1.013e0</w:t>
      </w:r>
    </w:p>
    <w:p w:rsidR="00B65DC9" w:rsidRDefault="00B65DC9" w:rsidP="00B65DC9">
      <w:r>
        <w:t>461.1324</w:t>
      </w:r>
      <w:r>
        <w:tab/>
        <w:t>2.025e0</w:t>
      </w:r>
    </w:p>
    <w:p w:rsidR="00B65DC9" w:rsidRDefault="00B65DC9" w:rsidP="00B65DC9">
      <w:r>
        <w:t>461.1471</w:t>
      </w:r>
      <w:r>
        <w:tab/>
        <w:t>2.025e0</w:t>
      </w:r>
    </w:p>
    <w:p w:rsidR="00B65DC9" w:rsidRDefault="00B65DC9" w:rsidP="00B65DC9">
      <w:r>
        <w:t>461.1648</w:t>
      </w:r>
      <w:r>
        <w:tab/>
        <w:t>2.025e0</w:t>
      </w:r>
    </w:p>
    <w:p w:rsidR="00B65DC9" w:rsidRDefault="00B65DC9" w:rsidP="00B65DC9">
      <w:r>
        <w:t>461.1893</w:t>
      </w:r>
      <w:r>
        <w:tab/>
        <w:t>3.038e0</w:t>
      </w:r>
    </w:p>
    <w:p w:rsidR="00B65DC9" w:rsidRDefault="00B65DC9" w:rsidP="00B65DC9">
      <w:r>
        <w:t>461.1991</w:t>
      </w:r>
      <w:r>
        <w:tab/>
        <w:t>2.532e-2</w:t>
      </w:r>
    </w:p>
    <w:p w:rsidR="00B65DC9" w:rsidRDefault="00B65DC9" w:rsidP="00B65DC9">
      <w:r>
        <w:t>461.3046</w:t>
      </w:r>
      <w:r>
        <w:tab/>
        <w:t>2.025e0</w:t>
      </w:r>
    </w:p>
    <w:p w:rsidR="00B65DC9" w:rsidRDefault="00B65DC9" w:rsidP="00B65DC9">
      <w:r>
        <w:t>461.3168</w:t>
      </w:r>
      <w:r>
        <w:tab/>
        <w:t>1.025e0</w:t>
      </w:r>
    </w:p>
    <w:p w:rsidR="00B65DC9" w:rsidRDefault="00B65DC9" w:rsidP="00B65DC9">
      <w:r>
        <w:lastRenderedPageBreak/>
        <w:t>461.3269</w:t>
      </w:r>
      <w:r>
        <w:tab/>
        <w:t>3.038e0</w:t>
      </w:r>
    </w:p>
    <w:p w:rsidR="00B65DC9" w:rsidRDefault="00B65DC9" w:rsidP="00B65DC9">
      <w:r>
        <w:t>461.3318</w:t>
      </w:r>
      <w:r>
        <w:tab/>
        <w:t>3.038e0</w:t>
      </w:r>
    </w:p>
    <w:p w:rsidR="00B65DC9" w:rsidRDefault="00B65DC9" w:rsidP="00B65DC9">
      <w:r>
        <w:t>461.4216</w:t>
      </w:r>
      <w:r>
        <w:tab/>
        <w:t>1.266e-2</w:t>
      </w:r>
    </w:p>
    <w:p w:rsidR="00B65DC9" w:rsidRDefault="00B65DC9" w:rsidP="00B65DC9">
      <w:r>
        <w:t>461.5106</w:t>
      </w:r>
      <w:r>
        <w:tab/>
        <w:t>1.013e0</w:t>
      </w:r>
    </w:p>
    <w:p w:rsidR="00B65DC9" w:rsidRDefault="00B65DC9" w:rsidP="00B65DC9">
      <w:r>
        <w:t>461.5646</w:t>
      </w:r>
      <w:r>
        <w:tab/>
        <w:t>1.013e0</w:t>
      </w:r>
    </w:p>
    <w:p w:rsidR="00B65DC9" w:rsidRDefault="00B65DC9" w:rsidP="00B65DC9">
      <w:r>
        <w:t>461.5680</w:t>
      </w:r>
      <w:r>
        <w:tab/>
        <w:t>1.013e0</w:t>
      </w:r>
    </w:p>
    <w:p w:rsidR="00B65DC9" w:rsidRDefault="00B65DC9" w:rsidP="00B65DC9">
      <w:r>
        <w:t>461.5987</w:t>
      </w:r>
      <w:r>
        <w:tab/>
        <w:t>2.025e0</w:t>
      </w:r>
    </w:p>
    <w:p w:rsidR="00B65DC9" w:rsidRDefault="00B65DC9" w:rsidP="00B65DC9">
      <w:r>
        <w:t>461.6234</w:t>
      </w:r>
      <w:r>
        <w:tab/>
        <w:t>2.025e0</w:t>
      </w:r>
    </w:p>
    <w:p w:rsidR="00B65DC9" w:rsidRDefault="00B65DC9" w:rsidP="00B65DC9">
      <w:r>
        <w:t>461.8387</w:t>
      </w:r>
      <w:r>
        <w:tab/>
        <w:t>1.013e0</w:t>
      </w:r>
    </w:p>
    <w:p w:rsidR="00B65DC9" w:rsidRDefault="00B65DC9" w:rsidP="00B65DC9">
      <w:r>
        <w:t>461.8782</w:t>
      </w:r>
      <w:r>
        <w:tab/>
        <w:t>1.266e-2</w:t>
      </w:r>
    </w:p>
    <w:p w:rsidR="00B65DC9" w:rsidRDefault="00B65DC9" w:rsidP="00B65DC9">
      <w:r>
        <w:t>461.9185</w:t>
      </w:r>
      <w:r>
        <w:tab/>
        <w:t>1.013e0</w:t>
      </w:r>
    </w:p>
    <w:p w:rsidR="00B65DC9" w:rsidRDefault="00B65DC9" w:rsidP="00B65DC9">
      <w:r>
        <w:t>461.9504</w:t>
      </w:r>
      <w:r>
        <w:tab/>
        <w:t>2.025e0</w:t>
      </w:r>
    </w:p>
    <w:p w:rsidR="00B65DC9" w:rsidRDefault="00B65DC9" w:rsidP="00B65DC9">
      <w:r>
        <w:t>462.0153</w:t>
      </w:r>
      <w:r>
        <w:tab/>
        <w:t>1.013e0</w:t>
      </w:r>
    </w:p>
    <w:p w:rsidR="00B65DC9" w:rsidRDefault="00B65DC9" w:rsidP="00B65DC9">
      <w:r>
        <w:t>462.0382</w:t>
      </w:r>
      <w:r>
        <w:tab/>
        <w:t>2.025e0</w:t>
      </w:r>
    </w:p>
    <w:p w:rsidR="00B65DC9" w:rsidRDefault="00B65DC9" w:rsidP="00B65DC9">
      <w:r>
        <w:t>462.1064</w:t>
      </w:r>
      <w:r>
        <w:tab/>
        <w:t>1.013e0</w:t>
      </w:r>
    </w:p>
    <w:p w:rsidR="00B65DC9" w:rsidRDefault="00B65DC9" w:rsidP="00B65DC9">
      <w:r>
        <w:t>462.1467</w:t>
      </w:r>
      <w:r>
        <w:tab/>
        <w:t>1.266e-2</w:t>
      </w:r>
    </w:p>
    <w:p w:rsidR="00B65DC9" w:rsidRDefault="00B65DC9" w:rsidP="00B65DC9">
      <w:r>
        <w:t>462.1790</w:t>
      </w:r>
      <w:r>
        <w:tab/>
        <w:t>1.025e0</w:t>
      </w:r>
    </w:p>
    <w:p w:rsidR="00B65DC9" w:rsidRDefault="00B65DC9" w:rsidP="00B65DC9">
      <w:r>
        <w:t>462.2087</w:t>
      </w:r>
      <w:r>
        <w:tab/>
        <w:t>2.025e0</w:t>
      </w:r>
    </w:p>
    <w:p w:rsidR="00B65DC9" w:rsidRDefault="00B65DC9" w:rsidP="00B65DC9">
      <w:r>
        <w:t>462.2597</w:t>
      </w:r>
      <w:r>
        <w:tab/>
        <w:t>2.532e-2</w:t>
      </w:r>
    </w:p>
    <w:p w:rsidR="00B65DC9" w:rsidRDefault="00B65DC9" w:rsidP="00B65DC9">
      <w:r>
        <w:lastRenderedPageBreak/>
        <w:t>462.2643</w:t>
      </w:r>
      <w:r>
        <w:tab/>
        <w:t>1.038e0</w:t>
      </w:r>
    </w:p>
    <w:p w:rsidR="00B65DC9" w:rsidRDefault="00B65DC9" w:rsidP="00B65DC9">
      <w:r>
        <w:t>462.3201</w:t>
      </w:r>
      <w:r>
        <w:tab/>
        <w:t>2.532e-2</w:t>
      </w:r>
    </w:p>
    <w:p w:rsidR="00B65DC9" w:rsidRDefault="00B65DC9" w:rsidP="00B65DC9">
      <w:r>
        <w:t>462.3808</w:t>
      </w:r>
      <w:r>
        <w:tab/>
        <w:t>2.025e0</w:t>
      </w:r>
    </w:p>
    <w:p w:rsidR="00B65DC9" w:rsidRDefault="00B65DC9" w:rsidP="00B65DC9">
      <w:r>
        <w:t>462.4662</w:t>
      </w:r>
      <w:r>
        <w:tab/>
        <w:t>1.013e0</w:t>
      </w:r>
    </w:p>
    <w:p w:rsidR="00B65DC9" w:rsidRDefault="00B65DC9" w:rsidP="00B65DC9">
      <w:r>
        <w:t>462.4777</w:t>
      </w:r>
      <w:r>
        <w:tab/>
        <w:t>1.013e0</w:t>
      </w:r>
    </w:p>
    <w:p w:rsidR="00B65DC9" w:rsidRDefault="00B65DC9" w:rsidP="00B65DC9">
      <w:r>
        <w:t>462.5818</w:t>
      </w:r>
      <w:r>
        <w:tab/>
        <w:t>2.025e0</w:t>
      </w:r>
    </w:p>
    <w:p w:rsidR="00B65DC9" w:rsidRDefault="00B65DC9" w:rsidP="00B65DC9">
      <w:r>
        <w:t>462.5994</w:t>
      </w:r>
      <w:r>
        <w:tab/>
        <w:t>1.013e0</w:t>
      </w:r>
    </w:p>
    <w:p w:rsidR="00B65DC9" w:rsidRDefault="00B65DC9" w:rsidP="00B65DC9">
      <w:r>
        <w:t>462.6826</w:t>
      </w:r>
      <w:r>
        <w:tab/>
        <w:t>1.013e0</w:t>
      </w:r>
    </w:p>
    <w:p w:rsidR="00B65DC9" w:rsidRDefault="00B65DC9" w:rsidP="00B65DC9">
      <w:r>
        <w:t>462.6957</w:t>
      </w:r>
      <w:r>
        <w:tab/>
        <w:t>1.013e0</w:t>
      </w:r>
    </w:p>
    <w:p w:rsidR="00B65DC9" w:rsidRDefault="00B65DC9" w:rsidP="00B65DC9">
      <w:r>
        <w:t>462.7692</w:t>
      </w:r>
      <w:r>
        <w:tab/>
        <w:t>2.025e0</w:t>
      </w:r>
    </w:p>
    <w:p w:rsidR="00B65DC9" w:rsidRDefault="00B65DC9" w:rsidP="00B65DC9">
      <w:r>
        <w:t>462.8493</w:t>
      </w:r>
      <w:r>
        <w:tab/>
        <w:t>1.266e-2</w:t>
      </w:r>
    </w:p>
    <w:p w:rsidR="00B65DC9" w:rsidRDefault="00B65DC9" w:rsidP="00B65DC9">
      <w:r>
        <w:t>462.9016</w:t>
      </w:r>
      <w:r>
        <w:tab/>
        <w:t>2.025e0</w:t>
      </w:r>
    </w:p>
    <w:p w:rsidR="00B65DC9" w:rsidRDefault="00B65DC9" w:rsidP="00B65DC9">
      <w:r>
        <w:t>462.9351</w:t>
      </w:r>
      <w:r>
        <w:tab/>
        <w:t>1.266e-2</w:t>
      </w:r>
    </w:p>
    <w:p w:rsidR="00B65DC9" w:rsidRDefault="00B65DC9" w:rsidP="00B65DC9">
      <w:r>
        <w:t>462.9648</w:t>
      </w:r>
      <w:r>
        <w:tab/>
        <w:t>2.025e0</w:t>
      </w:r>
    </w:p>
    <w:p w:rsidR="00B65DC9" w:rsidRDefault="00B65DC9" w:rsidP="00B65DC9">
      <w:r>
        <w:t>462.9786</w:t>
      </w:r>
      <w:r>
        <w:tab/>
        <w:t>1.266e-2</w:t>
      </w:r>
    </w:p>
    <w:p w:rsidR="00B65DC9" w:rsidRDefault="00B65DC9" w:rsidP="00B65DC9">
      <w:r>
        <w:t>463.0359</w:t>
      </w:r>
      <w:r>
        <w:tab/>
        <w:t>1.013e0</w:t>
      </w:r>
    </w:p>
    <w:p w:rsidR="00B65DC9" w:rsidRDefault="00B65DC9" w:rsidP="00B65DC9">
      <w:r>
        <w:t>463.0432</w:t>
      </w:r>
      <w:r>
        <w:tab/>
        <w:t>1.013e0</w:t>
      </w:r>
    </w:p>
    <w:p w:rsidR="00B65DC9" w:rsidRDefault="00B65DC9" w:rsidP="00B65DC9">
      <w:r>
        <w:t>463.0600</w:t>
      </w:r>
      <w:r>
        <w:tab/>
        <w:t>1.013e0</w:t>
      </w:r>
    </w:p>
    <w:p w:rsidR="00B65DC9" w:rsidRDefault="00B65DC9" w:rsidP="00B65DC9">
      <w:r>
        <w:t>463.0999</w:t>
      </w:r>
      <w:r>
        <w:tab/>
        <w:t>1.266e-2</w:t>
      </w:r>
    </w:p>
    <w:p w:rsidR="00B65DC9" w:rsidRDefault="00B65DC9" w:rsidP="00B65DC9">
      <w:r>
        <w:lastRenderedPageBreak/>
        <w:t>463.1403</w:t>
      </w:r>
      <w:r>
        <w:tab/>
        <w:t>1.013e0</w:t>
      </w:r>
    </w:p>
    <w:p w:rsidR="00B65DC9" w:rsidRDefault="00B65DC9" w:rsidP="00B65DC9">
      <w:r>
        <w:t>463.1516</w:t>
      </w:r>
      <w:r>
        <w:tab/>
        <w:t>2.025e0</w:t>
      </w:r>
    </w:p>
    <w:p w:rsidR="00B65DC9" w:rsidRDefault="00B65DC9" w:rsidP="00B65DC9">
      <w:r>
        <w:t>463.1696</w:t>
      </w:r>
      <w:r>
        <w:tab/>
        <w:t>1.266e-2</w:t>
      </w:r>
    </w:p>
    <w:p w:rsidR="00B65DC9" w:rsidRDefault="00B65DC9" w:rsidP="00B65DC9">
      <w:r>
        <w:t>463.2099</w:t>
      </w:r>
      <w:r>
        <w:tab/>
        <w:t>1.266e-2</w:t>
      </w:r>
    </w:p>
    <w:p w:rsidR="00B65DC9" w:rsidRDefault="00B65DC9" w:rsidP="00B65DC9">
      <w:r>
        <w:t>463.2235</w:t>
      </w:r>
      <w:r>
        <w:tab/>
        <w:t>3.038e0</w:t>
      </w:r>
    </w:p>
    <w:p w:rsidR="00B65DC9" w:rsidRDefault="00B65DC9" w:rsidP="00B65DC9">
      <w:r>
        <w:t>463.2826</w:t>
      </w:r>
      <w:r>
        <w:tab/>
        <w:t>2.025e0</w:t>
      </w:r>
    </w:p>
    <w:p w:rsidR="00B65DC9" w:rsidRDefault="00B65DC9" w:rsidP="00B65DC9">
      <w:r>
        <w:t>463.3020</w:t>
      </w:r>
      <w:r>
        <w:tab/>
        <w:t>1.266e-2</w:t>
      </w:r>
    </w:p>
    <w:p w:rsidR="00B65DC9" w:rsidRDefault="00B65DC9" w:rsidP="00B65DC9">
      <w:r>
        <w:t>463.3073</w:t>
      </w:r>
      <w:r>
        <w:tab/>
        <w:t>1.013e0</w:t>
      </w:r>
    </w:p>
    <w:p w:rsidR="00B65DC9" w:rsidRDefault="00B65DC9" w:rsidP="00B65DC9">
      <w:r>
        <w:t>463.3122</w:t>
      </w:r>
      <w:r>
        <w:tab/>
        <w:t>2.025e0</w:t>
      </w:r>
    </w:p>
    <w:p w:rsidR="00B65DC9" w:rsidRDefault="00B65DC9" w:rsidP="00B65DC9">
      <w:r>
        <w:t>463.3608</w:t>
      </w:r>
      <w:r>
        <w:tab/>
        <w:t>2.025e0</w:t>
      </w:r>
    </w:p>
    <w:p w:rsidR="00B65DC9" w:rsidRDefault="00B65DC9" w:rsidP="00B65DC9">
      <w:r>
        <w:t>463.4225</w:t>
      </w:r>
      <w:r>
        <w:tab/>
        <w:t>1.013e0</w:t>
      </w:r>
    </w:p>
    <w:p w:rsidR="00B65DC9" w:rsidRDefault="00B65DC9" w:rsidP="00B65DC9">
      <w:r>
        <w:t>463.4800</w:t>
      </w:r>
      <w:r>
        <w:tab/>
        <w:t>1.013e0</w:t>
      </w:r>
    </w:p>
    <w:p w:rsidR="00B65DC9" w:rsidRDefault="00B65DC9" w:rsidP="00B65DC9">
      <w:r>
        <w:t>463.6419</w:t>
      </w:r>
      <w:r>
        <w:tab/>
        <w:t>1.025e0</w:t>
      </w:r>
    </w:p>
    <w:p w:rsidR="00B65DC9" w:rsidRDefault="00B65DC9" w:rsidP="00B65DC9">
      <w:r>
        <w:t>463.6784</w:t>
      </w:r>
      <w:r>
        <w:tab/>
        <w:t>1.013e0</w:t>
      </w:r>
    </w:p>
    <w:p w:rsidR="00B65DC9" w:rsidRDefault="00B65DC9" w:rsidP="00B65DC9">
      <w:r>
        <w:t>463.7309</w:t>
      </w:r>
      <w:r>
        <w:tab/>
        <w:t>1.266e-2</w:t>
      </w:r>
    </w:p>
    <w:p w:rsidR="00B65DC9" w:rsidRDefault="00B65DC9" w:rsidP="00B65DC9">
      <w:r>
        <w:t>463.7713</w:t>
      </w:r>
      <w:r>
        <w:tab/>
        <w:t>1.266e-2</w:t>
      </w:r>
    </w:p>
    <w:p w:rsidR="00B65DC9" w:rsidRDefault="00B65DC9" w:rsidP="00B65DC9">
      <w:r>
        <w:t>463.8766</w:t>
      </w:r>
      <w:r>
        <w:tab/>
        <w:t>1.013e0</w:t>
      </w:r>
    </w:p>
    <w:p w:rsidR="00B65DC9" w:rsidRDefault="00B65DC9" w:rsidP="00B65DC9">
      <w:r>
        <w:t>463.8847</w:t>
      </w:r>
      <w:r>
        <w:tab/>
        <w:t>1.013e0</w:t>
      </w:r>
    </w:p>
    <w:p w:rsidR="00B65DC9" w:rsidRDefault="00B65DC9" w:rsidP="00B65DC9">
      <w:r>
        <w:t>463.9130</w:t>
      </w:r>
      <w:r>
        <w:tab/>
        <w:t>1.013e0</w:t>
      </w:r>
    </w:p>
    <w:p w:rsidR="00B65DC9" w:rsidRDefault="00B65DC9" w:rsidP="00B65DC9">
      <w:r>
        <w:lastRenderedPageBreak/>
        <w:t>463.9171</w:t>
      </w:r>
      <w:r>
        <w:tab/>
        <w:t>1.013e0</w:t>
      </w:r>
    </w:p>
    <w:p w:rsidR="00B65DC9" w:rsidRDefault="00B65DC9" w:rsidP="00B65DC9">
      <w:r>
        <w:t>463.9576</w:t>
      </w:r>
      <w:r>
        <w:tab/>
        <w:t>1.013e0</w:t>
      </w:r>
    </w:p>
    <w:p w:rsidR="00B65DC9" w:rsidRDefault="00B65DC9" w:rsidP="00B65DC9">
      <w:r>
        <w:t>463.9633</w:t>
      </w:r>
      <w:r>
        <w:tab/>
        <w:t>3.038e0</w:t>
      </w:r>
    </w:p>
    <w:p w:rsidR="00B65DC9" w:rsidRDefault="00B65DC9" w:rsidP="00B65DC9">
      <w:r>
        <w:t>463.9772</w:t>
      </w:r>
      <w:r>
        <w:tab/>
        <w:t>2.025e0</w:t>
      </w:r>
    </w:p>
    <w:p w:rsidR="00B65DC9" w:rsidRDefault="00B65DC9" w:rsidP="00B65DC9">
      <w:r>
        <w:t>464.0320</w:t>
      </w:r>
      <w:r>
        <w:tab/>
        <w:t>1.013e0</w:t>
      </w:r>
    </w:p>
    <w:p w:rsidR="00B65DC9" w:rsidRDefault="00B65DC9" w:rsidP="00B65DC9">
      <w:r>
        <w:t>464.0393</w:t>
      </w:r>
      <w:r>
        <w:tab/>
        <w:t>1.025e0</w:t>
      </w:r>
    </w:p>
    <w:p w:rsidR="00B65DC9" w:rsidRDefault="00B65DC9" w:rsidP="00B65DC9">
      <w:r>
        <w:t>464.0591</w:t>
      </w:r>
      <w:r>
        <w:tab/>
        <w:t>2.532e-2</w:t>
      </w:r>
    </w:p>
    <w:p w:rsidR="00B65DC9" w:rsidRDefault="00B65DC9" w:rsidP="00B65DC9">
      <w:r>
        <w:t>464.0865</w:t>
      </w:r>
      <w:r>
        <w:tab/>
        <w:t>1.266e-2</w:t>
      </w:r>
    </w:p>
    <w:p w:rsidR="00B65DC9" w:rsidRDefault="00B65DC9" w:rsidP="00B65DC9">
      <w:r>
        <w:t>464.1078</w:t>
      </w:r>
      <w:r>
        <w:tab/>
        <w:t>1.013e0</w:t>
      </w:r>
    </w:p>
    <w:p w:rsidR="00B65DC9" w:rsidRDefault="00B65DC9" w:rsidP="00B65DC9">
      <w:r>
        <w:t>464.1358</w:t>
      </w:r>
      <w:r>
        <w:tab/>
        <w:t>1.266e-2</w:t>
      </w:r>
    </w:p>
    <w:p w:rsidR="00B65DC9" w:rsidRDefault="00B65DC9" w:rsidP="00B65DC9">
      <w:r>
        <w:t>464.1601</w:t>
      </w:r>
      <w:r>
        <w:tab/>
        <w:t>1.013e0</w:t>
      </w:r>
    </w:p>
    <w:p w:rsidR="00B65DC9" w:rsidRDefault="00B65DC9" w:rsidP="00B65DC9">
      <w:r>
        <w:t>464.1851</w:t>
      </w:r>
      <w:r>
        <w:tab/>
        <w:t>2.025e0</w:t>
      </w:r>
    </w:p>
    <w:p w:rsidR="00B65DC9" w:rsidRDefault="00B65DC9" w:rsidP="00B65DC9">
      <w:r>
        <w:t>464.1931</w:t>
      </w:r>
      <w:r>
        <w:tab/>
        <w:t>1.266e-2</w:t>
      </w:r>
    </w:p>
    <w:p w:rsidR="00B65DC9" w:rsidRDefault="00B65DC9" w:rsidP="00B65DC9">
      <w:r>
        <w:t>464.2411</w:t>
      </w:r>
      <w:r>
        <w:tab/>
        <w:t>1.013e0</w:t>
      </w:r>
    </w:p>
    <w:p w:rsidR="00B65DC9" w:rsidRDefault="00B65DC9" w:rsidP="00B65DC9">
      <w:r>
        <w:t>464.2586</w:t>
      </w:r>
      <w:r>
        <w:tab/>
        <w:t>3.038e0</w:t>
      </w:r>
    </w:p>
    <w:p w:rsidR="00B65DC9" w:rsidRDefault="00B65DC9" w:rsidP="00B65DC9">
      <w:r>
        <w:t>464.2782</w:t>
      </w:r>
      <w:r>
        <w:tab/>
        <w:t>2.025e0</w:t>
      </w:r>
    </w:p>
    <w:p w:rsidR="00B65DC9" w:rsidRDefault="00B65DC9" w:rsidP="00B65DC9">
      <w:r>
        <w:t>464.3027</w:t>
      </w:r>
      <w:r>
        <w:tab/>
        <w:t>1.266e-2</w:t>
      </w:r>
    </w:p>
    <w:p w:rsidR="00B65DC9" w:rsidRDefault="00B65DC9" w:rsidP="00B65DC9">
      <w:r>
        <w:t>464.3360</w:t>
      </w:r>
      <w:r>
        <w:tab/>
        <w:t>3.038e0</w:t>
      </w:r>
    </w:p>
    <w:p w:rsidR="00B65DC9" w:rsidRDefault="00B65DC9" w:rsidP="00B65DC9">
      <w:r>
        <w:t>464.3795</w:t>
      </w:r>
      <w:r>
        <w:tab/>
        <w:t>6.076e0</w:t>
      </w:r>
    </w:p>
    <w:p w:rsidR="00B65DC9" w:rsidRDefault="00B65DC9" w:rsidP="00B65DC9">
      <w:r>
        <w:lastRenderedPageBreak/>
        <w:t>464.3951</w:t>
      </w:r>
      <w:r>
        <w:tab/>
        <w:t>1.266e-2</w:t>
      </w:r>
    </w:p>
    <w:p w:rsidR="00B65DC9" w:rsidRDefault="00B65DC9" w:rsidP="00B65DC9">
      <w:r>
        <w:t>464.4319</w:t>
      </w:r>
      <w:r>
        <w:tab/>
        <w:t>2.025e0</w:t>
      </w:r>
    </w:p>
    <w:p w:rsidR="00B65DC9" w:rsidRDefault="00B65DC9" w:rsidP="00B65DC9">
      <w:r>
        <w:t>464.4518</w:t>
      </w:r>
      <w:r>
        <w:tab/>
        <w:t>1.013e0</w:t>
      </w:r>
    </w:p>
    <w:p w:rsidR="00B65DC9" w:rsidRDefault="00B65DC9" w:rsidP="00B65DC9">
      <w:r>
        <w:t>464.4620</w:t>
      </w:r>
      <w:r>
        <w:tab/>
        <w:t>1.013e0</w:t>
      </w:r>
    </w:p>
    <w:p w:rsidR="00B65DC9" w:rsidRDefault="00B65DC9" w:rsidP="00B65DC9">
      <w:r>
        <w:t>464.4961</w:t>
      </w:r>
      <w:r>
        <w:tab/>
        <w:t>2.025e0</w:t>
      </w:r>
    </w:p>
    <w:p w:rsidR="00B65DC9" w:rsidRDefault="00B65DC9" w:rsidP="00B65DC9">
      <w:r>
        <w:t>464.5410</w:t>
      </w:r>
      <w:r>
        <w:tab/>
        <w:t>1.013e0</w:t>
      </w:r>
    </w:p>
    <w:p w:rsidR="00B65DC9" w:rsidRDefault="00B65DC9" w:rsidP="00B65DC9">
      <w:r>
        <w:t>464.5854</w:t>
      </w:r>
      <w:r>
        <w:tab/>
        <w:t>2.532e-2</w:t>
      </w:r>
    </w:p>
    <w:p w:rsidR="00B65DC9" w:rsidRDefault="00B65DC9" w:rsidP="00B65DC9">
      <w:r>
        <w:t>464.5951</w:t>
      </w:r>
      <w:r>
        <w:tab/>
        <w:t>1.266e-2</w:t>
      </w:r>
    </w:p>
    <w:p w:rsidR="00B65DC9" w:rsidRDefault="00B65DC9" w:rsidP="00B65DC9">
      <w:r>
        <w:t>464.6348</w:t>
      </w:r>
      <w:r>
        <w:tab/>
        <w:t>1.013e0</w:t>
      </w:r>
    </w:p>
    <w:p w:rsidR="00B65DC9" w:rsidRDefault="00B65DC9" w:rsidP="00B65DC9">
      <w:r>
        <w:t>464.6789</w:t>
      </w:r>
      <w:r>
        <w:tab/>
        <w:t>1.013e0</w:t>
      </w:r>
    </w:p>
    <w:p w:rsidR="00B65DC9" w:rsidRDefault="00B65DC9" w:rsidP="00B65DC9">
      <w:r>
        <w:t>464.6965</w:t>
      </w:r>
      <w:r>
        <w:tab/>
        <w:t>1.013e0</w:t>
      </w:r>
    </w:p>
    <w:p w:rsidR="00B65DC9" w:rsidRDefault="00B65DC9" w:rsidP="00B65DC9">
      <w:r>
        <w:t>464.8005</w:t>
      </w:r>
      <w:r>
        <w:tab/>
        <w:t>1.013e0</w:t>
      </w:r>
    </w:p>
    <w:p w:rsidR="00B65DC9" w:rsidRDefault="00B65DC9" w:rsidP="00B65DC9">
      <w:r>
        <w:t>464.8174</w:t>
      </w:r>
      <w:r>
        <w:tab/>
        <w:t>1.266e-2</w:t>
      </w:r>
    </w:p>
    <w:p w:rsidR="00B65DC9" w:rsidRDefault="00B65DC9" w:rsidP="00B65DC9">
      <w:r>
        <w:t>464.8513</w:t>
      </w:r>
      <w:r>
        <w:tab/>
        <w:t>1.266e-2</w:t>
      </w:r>
    </w:p>
    <w:p w:rsidR="00B65DC9" w:rsidRDefault="00B65DC9" w:rsidP="00B65DC9">
      <w:r>
        <w:t>464.8909</w:t>
      </w:r>
      <w:r>
        <w:tab/>
        <w:t>1.013e0</w:t>
      </w:r>
    </w:p>
    <w:p w:rsidR="00B65DC9" w:rsidRDefault="00B65DC9" w:rsidP="00B65DC9">
      <w:r>
        <w:t>464.9956</w:t>
      </w:r>
      <w:r>
        <w:tab/>
        <w:t>3.051e0</w:t>
      </w:r>
    </w:p>
    <w:p w:rsidR="00B65DC9" w:rsidRDefault="00B65DC9" w:rsidP="00B65DC9">
      <w:r>
        <w:t>465.0066</w:t>
      </w:r>
      <w:r>
        <w:tab/>
        <w:t>2.025e0</w:t>
      </w:r>
    </w:p>
    <w:p w:rsidR="00B65DC9" w:rsidRDefault="00B65DC9" w:rsidP="00B65DC9">
      <w:r>
        <w:t>465.0429</w:t>
      </w:r>
      <w:r>
        <w:tab/>
        <w:t>2.025e0</w:t>
      </w:r>
    </w:p>
    <w:p w:rsidR="00B65DC9" w:rsidRDefault="00B65DC9" w:rsidP="00B65DC9">
      <w:r>
        <w:t>465.0811</w:t>
      </w:r>
      <w:r>
        <w:tab/>
        <w:t>2.025e0</w:t>
      </w:r>
    </w:p>
    <w:p w:rsidR="00B65DC9" w:rsidRDefault="00B65DC9" w:rsidP="00B65DC9">
      <w:r>
        <w:lastRenderedPageBreak/>
        <w:t>465.1089</w:t>
      </w:r>
      <w:r>
        <w:tab/>
        <w:t>1.013e0</w:t>
      </w:r>
    </w:p>
    <w:p w:rsidR="00B65DC9" w:rsidRDefault="00B65DC9" w:rsidP="00B65DC9">
      <w:r>
        <w:t>465.1817</w:t>
      </w:r>
      <w:r>
        <w:tab/>
        <w:t>5.063e0</w:t>
      </w:r>
    </w:p>
    <w:p w:rsidR="00B65DC9" w:rsidRDefault="00B65DC9" w:rsidP="00B65DC9">
      <w:r>
        <w:t>465.1875</w:t>
      </w:r>
      <w:r>
        <w:tab/>
        <w:t>2.025e0</w:t>
      </w:r>
    </w:p>
    <w:p w:rsidR="00B65DC9" w:rsidRDefault="00B65DC9" w:rsidP="00B65DC9">
      <w:r>
        <w:t>465.2015</w:t>
      </w:r>
      <w:r>
        <w:tab/>
        <w:t>2.025e0</w:t>
      </w:r>
    </w:p>
    <w:p w:rsidR="00B65DC9" w:rsidRDefault="00B65DC9" w:rsidP="00B65DC9">
      <w:r>
        <w:t>465.2259</w:t>
      </w:r>
      <w:r>
        <w:tab/>
        <w:t>3.038e0</w:t>
      </w:r>
    </w:p>
    <w:p w:rsidR="00B65DC9" w:rsidRDefault="00B65DC9" w:rsidP="00B65DC9">
      <w:r>
        <w:t>465.2379</w:t>
      </w:r>
      <w:r>
        <w:tab/>
        <w:t>1.266e-2</w:t>
      </w:r>
    </w:p>
    <w:p w:rsidR="00B65DC9" w:rsidRDefault="00B65DC9" w:rsidP="00B65DC9">
      <w:r>
        <w:t>465.2638</w:t>
      </w:r>
      <w:r>
        <w:tab/>
        <w:t>1.266e-2</w:t>
      </w:r>
    </w:p>
    <w:p w:rsidR="00B65DC9" w:rsidRDefault="00B65DC9" w:rsidP="00B65DC9">
      <w:r>
        <w:t>465.2767</w:t>
      </w:r>
      <w:r>
        <w:tab/>
        <w:t>3.038e0</w:t>
      </w:r>
    </w:p>
    <w:p w:rsidR="00B65DC9" w:rsidRDefault="00B65DC9" w:rsidP="00B65DC9">
      <w:r>
        <w:t>465.2808</w:t>
      </w:r>
      <w:r>
        <w:tab/>
        <w:t>1.266e-2</w:t>
      </w:r>
    </w:p>
    <w:p w:rsidR="00B65DC9" w:rsidRDefault="00B65DC9" w:rsidP="00B65DC9">
      <w:r>
        <w:t>465.3387</w:t>
      </w:r>
      <w:r>
        <w:tab/>
        <w:t>1.013e0</w:t>
      </w:r>
    </w:p>
    <w:p w:rsidR="00B65DC9" w:rsidRDefault="00B65DC9" w:rsidP="00B65DC9">
      <w:r>
        <w:t>465.3405</w:t>
      </w:r>
      <w:r>
        <w:tab/>
        <w:t>3.798e-2</w:t>
      </w:r>
    </w:p>
    <w:p w:rsidR="00B65DC9" w:rsidRDefault="00B65DC9" w:rsidP="00B65DC9">
      <w:r>
        <w:t>465.4037</w:t>
      </w:r>
      <w:r>
        <w:tab/>
        <w:t>2.532e-2</w:t>
      </w:r>
    </w:p>
    <w:p w:rsidR="00B65DC9" w:rsidRDefault="00B65DC9" w:rsidP="00B65DC9">
      <w:r>
        <w:t>465.4362</w:t>
      </w:r>
      <w:r>
        <w:tab/>
        <w:t>1.266e-2</w:t>
      </w:r>
    </w:p>
    <w:p w:rsidR="00B65DC9" w:rsidRDefault="00B65DC9" w:rsidP="00B65DC9">
      <w:r>
        <w:t>465.4727</w:t>
      </w:r>
      <w:r>
        <w:tab/>
        <w:t>2.025e0</w:t>
      </w:r>
    </w:p>
    <w:p w:rsidR="00B65DC9" w:rsidRDefault="00B65DC9" w:rsidP="00B65DC9">
      <w:r>
        <w:t>465.4758</w:t>
      </w:r>
      <w:r>
        <w:tab/>
        <w:t>1.013e0</w:t>
      </w:r>
    </w:p>
    <w:p w:rsidR="00B65DC9" w:rsidRDefault="00B65DC9" w:rsidP="00B65DC9">
      <w:r>
        <w:t>465.5399</w:t>
      </w:r>
      <w:r>
        <w:tab/>
        <w:t>1.013e0</w:t>
      </w:r>
    </w:p>
    <w:p w:rsidR="00B65DC9" w:rsidRDefault="00B65DC9" w:rsidP="00B65DC9">
      <w:r>
        <w:t>465.5915</w:t>
      </w:r>
      <w:r>
        <w:tab/>
        <w:t>1.013e0</w:t>
      </w:r>
    </w:p>
    <w:p w:rsidR="00B65DC9" w:rsidRDefault="00B65DC9" w:rsidP="00B65DC9">
      <w:r>
        <w:t>465.6492</w:t>
      </w:r>
      <w:r>
        <w:tab/>
        <w:t>1.013e0</w:t>
      </w:r>
    </w:p>
    <w:p w:rsidR="00B65DC9" w:rsidRDefault="00B65DC9" w:rsidP="00B65DC9">
      <w:r>
        <w:t>465.6612</w:t>
      </w:r>
      <w:r>
        <w:tab/>
        <w:t>1.013e0</w:t>
      </w:r>
    </w:p>
    <w:p w:rsidR="00B65DC9" w:rsidRDefault="00B65DC9" w:rsidP="00B65DC9">
      <w:r>
        <w:lastRenderedPageBreak/>
        <w:t>465.7102</w:t>
      </w:r>
      <w:r>
        <w:tab/>
        <w:t>2.025e0</w:t>
      </w:r>
    </w:p>
    <w:p w:rsidR="00B65DC9" w:rsidRDefault="00B65DC9" w:rsidP="00B65DC9">
      <w:r>
        <w:t>465.7430</w:t>
      </w:r>
      <w:r>
        <w:tab/>
        <w:t>1.013e0</w:t>
      </w:r>
    </w:p>
    <w:p w:rsidR="00B65DC9" w:rsidRDefault="00B65DC9" w:rsidP="00B65DC9">
      <w:r>
        <w:t>465.7831</w:t>
      </w:r>
      <w:r>
        <w:tab/>
        <w:t>1.013e0</w:t>
      </w:r>
    </w:p>
    <w:p w:rsidR="00B65DC9" w:rsidRDefault="00B65DC9" w:rsidP="00B65DC9">
      <w:r>
        <w:t>465.7864</w:t>
      </w:r>
      <w:r>
        <w:tab/>
        <w:t>1.013e0</w:t>
      </w:r>
    </w:p>
    <w:p w:rsidR="00B65DC9" w:rsidRDefault="00B65DC9" w:rsidP="00B65DC9">
      <w:r>
        <w:t>465.8156</w:t>
      </w:r>
      <w:r>
        <w:tab/>
        <w:t>1.013e0</w:t>
      </w:r>
    </w:p>
    <w:p w:rsidR="00B65DC9" w:rsidRDefault="00B65DC9" w:rsidP="00B65DC9">
      <w:r>
        <w:t>465.8946</w:t>
      </w:r>
      <w:r>
        <w:tab/>
        <w:t>2.025e0</w:t>
      </w:r>
    </w:p>
    <w:p w:rsidR="00B65DC9" w:rsidRDefault="00B65DC9" w:rsidP="00B65DC9">
      <w:r>
        <w:t>465.9128</w:t>
      </w:r>
      <w:r>
        <w:tab/>
        <w:t>1.025e0</w:t>
      </w:r>
    </w:p>
    <w:p w:rsidR="00B65DC9" w:rsidRDefault="00B65DC9" w:rsidP="00B65DC9">
      <w:r>
        <w:t>465.9376</w:t>
      </w:r>
      <w:r>
        <w:tab/>
        <w:t>1.266e-2</w:t>
      </w:r>
    </w:p>
    <w:p w:rsidR="00B65DC9" w:rsidRDefault="00B65DC9" w:rsidP="00B65DC9">
      <w:r>
        <w:t>466.0046</w:t>
      </w:r>
      <w:r>
        <w:tab/>
        <w:t>2.025e0</w:t>
      </w:r>
    </w:p>
    <w:p w:rsidR="00B65DC9" w:rsidRDefault="00B65DC9" w:rsidP="00B65DC9">
      <w:r>
        <w:t>466.0615</w:t>
      </w:r>
      <w:r>
        <w:tab/>
        <w:t>4.051e0</w:t>
      </w:r>
    </w:p>
    <w:p w:rsidR="00B65DC9" w:rsidRDefault="00B65DC9" w:rsidP="00B65DC9">
      <w:r>
        <w:t>466.0634</w:t>
      </w:r>
      <w:r>
        <w:tab/>
        <w:t>2.532e-2</w:t>
      </w:r>
    </w:p>
    <w:p w:rsidR="00B65DC9" w:rsidRDefault="00B65DC9" w:rsidP="00B65DC9">
      <w:r>
        <w:t>466.0857</w:t>
      </w:r>
      <w:r>
        <w:tab/>
        <w:t>1.418e1</w:t>
      </w:r>
    </w:p>
    <w:p w:rsidR="00B65DC9" w:rsidRDefault="00B65DC9" w:rsidP="00B65DC9">
      <w:r>
        <w:t>466.1185</w:t>
      </w:r>
      <w:r>
        <w:tab/>
        <w:t>1.266e-2</w:t>
      </w:r>
    </w:p>
    <w:p w:rsidR="00B65DC9" w:rsidRDefault="00B65DC9" w:rsidP="00B65DC9">
      <w:r>
        <w:t>466.1208</w:t>
      </w:r>
      <w:r>
        <w:tab/>
        <w:t>2.025e0</w:t>
      </w:r>
    </w:p>
    <w:p w:rsidR="00B65DC9" w:rsidRDefault="00B65DC9" w:rsidP="00B65DC9">
      <w:r>
        <w:t>466.1815</w:t>
      </w:r>
      <w:r>
        <w:tab/>
        <w:t>1.013e0</w:t>
      </w:r>
    </w:p>
    <w:p w:rsidR="00B65DC9" w:rsidRDefault="00B65DC9" w:rsidP="00B65DC9">
      <w:r>
        <w:t>466.1854</w:t>
      </w:r>
      <w:r>
        <w:tab/>
        <w:t>5.063e0</w:t>
      </w:r>
    </w:p>
    <w:p w:rsidR="00B65DC9" w:rsidRDefault="00B65DC9" w:rsidP="00B65DC9">
      <w:r>
        <w:t>466.2070</w:t>
      </w:r>
      <w:r>
        <w:tab/>
        <w:t>7.494e0</w:t>
      </w:r>
    </w:p>
    <w:p w:rsidR="00B65DC9" w:rsidRDefault="00B65DC9" w:rsidP="00B65DC9">
      <w:r>
        <w:t>466.2085</w:t>
      </w:r>
      <w:r>
        <w:tab/>
        <w:t>5.063e-2</w:t>
      </w:r>
    </w:p>
    <w:p w:rsidR="00B65DC9" w:rsidRDefault="00B65DC9" w:rsidP="00B65DC9">
      <w:r>
        <w:t>466.2299</w:t>
      </w:r>
      <w:r>
        <w:tab/>
        <w:t>5.063e0</w:t>
      </w:r>
    </w:p>
    <w:p w:rsidR="00B65DC9" w:rsidRDefault="00B65DC9" w:rsidP="00B65DC9">
      <w:r>
        <w:lastRenderedPageBreak/>
        <w:t>466.2461</w:t>
      </w:r>
      <w:r>
        <w:tab/>
        <w:t>2.025e0</w:t>
      </w:r>
    </w:p>
    <w:p w:rsidR="00B65DC9" w:rsidRDefault="00B65DC9" w:rsidP="00B65DC9">
      <w:r>
        <w:t>466.2516</w:t>
      </w:r>
      <w:r>
        <w:tab/>
        <w:t>3.038e0</w:t>
      </w:r>
    </w:p>
    <w:p w:rsidR="00B65DC9" w:rsidRDefault="00B65DC9" w:rsidP="00B65DC9">
      <w:r>
        <w:t>466.2820</w:t>
      </w:r>
      <w:r>
        <w:tab/>
        <w:t>4.051e0</w:t>
      </w:r>
    </w:p>
    <w:p w:rsidR="00B65DC9" w:rsidRDefault="00B65DC9" w:rsidP="00B65DC9">
      <w:r>
        <w:t>466.2919</w:t>
      </w:r>
      <w:r>
        <w:tab/>
        <w:t>1.013e0</w:t>
      </w:r>
    </w:p>
    <w:p w:rsidR="00B65DC9" w:rsidRDefault="00B65DC9" w:rsidP="00B65DC9">
      <w:r>
        <w:t>466.3036</w:t>
      </w:r>
      <w:r>
        <w:tab/>
        <w:t>1.013e0</w:t>
      </w:r>
    </w:p>
    <w:p w:rsidR="00B65DC9" w:rsidRDefault="00B65DC9" w:rsidP="00B65DC9">
      <w:r>
        <w:t>466.3317</w:t>
      </w:r>
      <w:r>
        <w:tab/>
        <w:t>1.013e0</w:t>
      </w:r>
    </w:p>
    <w:p w:rsidR="00B65DC9" w:rsidRDefault="00B65DC9" w:rsidP="00B65DC9">
      <w:r>
        <w:t>466.3635</w:t>
      </w:r>
      <w:r>
        <w:tab/>
        <w:t>2.025e0</w:t>
      </w:r>
    </w:p>
    <w:p w:rsidR="00B65DC9" w:rsidRDefault="00B65DC9" w:rsidP="00B65DC9">
      <w:r>
        <w:t>466.3855</w:t>
      </w:r>
      <w:r>
        <w:tab/>
        <w:t>1.013e0</w:t>
      </w:r>
    </w:p>
    <w:p w:rsidR="00B65DC9" w:rsidRDefault="00B65DC9" w:rsidP="00B65DC9">
      <w:r>
        <w:t>466.4748</w:t>
      </w:r>
      <w:r>
        <w:tab/>
        <w:t>1.025e0</w:t>
      </w:r>
    </w:p>
    <w:p w:rsidR="00B65DC9" w:rsidRDefault="00B65DC9" w:rsidP="00B65DC9">
      <w:r>
        <w:t>466.5267</w:t>
      </w:r>
      <w:r>
        <w:tab/>
        <w:t>1.266e-2</w:t>
      </w:r>
    </w:p>
    <w:p w:rsidR="00B65DC9" w:rsidRDefault="00B65DC9" w:rsidP="00B65DC9">
      <w:r>
        <w:t>466.5558</w:t>
      </w:r>
      <w:r>
        <w:tab/>
        <w:t>1.013e0</w:t>
      </w:r>
    </w:p>
    <w:p w:rsidR="00B65DC9" w:rsidRDefault="00B65DC9" w:rsidP="00B65DC9">
      <w:r>
        <w:t>466.5721</w:t>
      </w:r>
      <w:r>
        <w:tab/>
        <w:t>1.013e0</w:t>
      </w:r>
    </w:p>
    <w:p w:rsidR="00B65DC9" w:rsidRDefault="00B65DC9" w:rsidP="00B65DC9">
      <w:r>
        <w:t>466.5966</w:t>
      </w:r>
      <w:r>
        <w:tab/>
        <w:t>1.266e-2</w:t>
      </w:r>
    </w:p>
    <w:p w:rsidR="00B65DC9" w:rsidRDefault="00B65DC9" w:rsidP="00B65DC9">
      <w:r>
        <w:t>466.6425</w:t>
      </w:r>
      <w:r>
        <w:tab/>
        <w:t>1.025e0</w:t>
      </w:r>
    </w:p>
    <w:p w:rsidR="00B65DC9" w:rsidRDefault="00B65DC9" w:rsidP="00B65DC9">
      <w:r>
        <w:t>466.6605</w:t>
      </w:r>
      <w:r>
        <w:tab/>
        <w:t>1.013e0</w:t>
      </w:r>
    </w:p>
    <w:p w:rsidR="00B65DC9" w:rsidRDefault="00B65DC9" w:rsidP="00B65DC9">
      <w:r>
        <w:t>466.6780</w:t>
      </w:r>
      <w:r>
        <w:tab/>
        <w:t>1.266e-2</w:t>
      </w:r>
    </w:p>
    <w:p w:rsidR="00B65DC9" w:rsidRDefault="00B65DC9" w:rsidP="00B65DC9">
      <w:r>
        <w:t>466.7350</w:t>
      </w:r>
      <w:r>
        <w:tab/>
        <w:t>1.266e-2</w:t>
      </w:r>
    </w:p>
    <w:p w:rsidR="00B65DC9" w:rsidRDefault="00B65DC9" w:rsidP="00B65DC9">
      <w:r>
        <w:t>466.7403</w:t>
      </w:r>
      <w:r>
        <w:tab/>
        <w:t>1.013e0</w:t>
      </w:r>
    </w:p>
    <w:p w:rsidR="00B65DC9" w:rsidRDefault="00B65DC9" w:rsidP="00B65DC9">
      <w:r>
        <w:t>466.7757</w:t>
      </w:r>
      <w:r>
        <w:tab/>
        <w:t>1.013e0</w:t>
      </w:r>
    </w:p>
    <w:p w:rsidR="00B65DC9" w:rsidRDefault="00B65DC9" w:rsidP="00B65DC9">
      <w:r>
        <w:lastRenderedPageBreak/>
        <w:t>466.7975</w:t>
      </w:r>
      <w:r>
        <w:tab/>
        <w:t>1.013e0</w:t>
      </w:r>
    </w:p>
    <w:p w:rsidR="00B65DC9" w:rsidRDefault="00B65DC9" w:rsidP="00B65DC9">
      <w:r>
        <w:t>466.8412</w:t>
      </w:r>
      <w:r>
        <w:tab/>
        <w:t>2.025e0</w:t>
      </w:r>
    </w:p>
    <w:p w:rsidR="00B65DC9" w:rsidRDefault="00B65DC9" w:rsidP="00B65DC9">
      <w:r>
        <w:t>466.9637</w:t>
      </w:r>
      <w:r>
        <w:tab/>
        <w:t>2.025e0</w:t>
      </w:r>
    </w:p>
    <w:p w:rsidR="00B65DC9" w:rsidRDefault="00B65DC9" w:rsidP="00B65DC9">
      <w:r>
        <w:t>467.0142</w:t>
      </w:r>
      <w:r>
        <w:tab/>
        <w:t>1.013e0</w:t>
      </w:r>
    </w:p>
    <w:p w:rsidR="00B65DC9" w:rsidRDefault="00B65DC9" w:rsidP="00B65DC9">
      <w:r>
        <w:t>467.0260</w:t>
      </w:r>
      <w:r>
        <w:tab/>
        <w:t>2.025e0</w:t>
      </w:r>
    </w:p>
    <w:p w:rsidR="00B65DC9" w:rsidRDefault="00B65DC9" w:rsidP="00B65DC9">
      <w:r>
        <w:t>467.0608</w:t>
      </w:r>
      <w:r>
        <w:tab/>
        <w:t>1.266e-2</w:t>
      </w:r>
    </w:p>
    <w:p w:rsidR="00B65DC9" w:rsidRDefault="00B65DC9" w:rsidP="00B65DC9">
      <w:r>
        <w:t>467.0720</w:t>
      </w:r>
      <w:r>
        <w:tab/>
        <w:t>1.025e0</w:t>
      </w:r>
    </w:p>
    <w:p w:rsidR="00B65DC9" w:rsidRDefault="00B65DC9" w:rsidP="00B65DC9">
      <w:r>
        <w:t>467.0760</w:t>
      </w:r>
      <w:r>
        <w:tab/>
        <w:t>8.114e0</w:t>
      </w:r>
    </w:p>
    <w:p w:rsidR="00B65DC9" w:rsidRDefault="00B65DC9" w:rsidP="00B65DC9">
      <w:r>
        <w:t>467.0934</w:t>
      </w:r>
      <w:r>
        <w:tab/>
        <w:t>1.013e0</w:t>
      </w:r>
    </w:p>
    <w:p w:rsidR="00B65DC9" w:rsidRDefault="00B65DC9" w:rsidP="00B65DC9">
      <w:r>
        <w:t>467.0992</w:t>
      </w:r>
      <w:r>
        <w:tab/>
        <w:t>2.025e0</w:t>
      </w:r>
    </w:p>
    <w:p w:rsidR="00B65DC9" w:rsidRDefault="00B65DC9" w:rsidP="00B65DC9">
      <w:r>
        <w:t>467.1423</w:t>
      </w:r>
      <w:r>
        <w:tab/>
        <w:t>1.266e-2</w:t>
      </w:r>
    </w:p>
    <w:p w:rsidR="00B65DC9" w:rsidRDefault="00B65DC9" w:rsidP="00B65DC9">
      <w:r>
        <w:t>467.1499</w:t>
      </w:r>
      <w:r>
        <w:tab/>
        <w:t>2.025e0</w:t>
      </w:r>
    </w:p>
    <w:p w:rsidR="00B65DC9" w:rsidRDefault="00B65DC9" w:rsidP="00B65DC9">
      <w:r>
        <w:t>467.1674</w:t>
      </w:r>
      <w:r>
        <w:tab/>
        <w:t>2.025e0</w:t>
      </w:r>
    </w:p>
    <w:p w:rsidR="00B65DC9" w:rsidRDefault="00B65DC9" w:rsidP="00B65DC9">
      <w:r>
        <w:t>467.1962</w:t>
      </w:r>
      <w:r>
        <w:tab/>
        <w:t>4.051e0</w:t>
      </w:r>
    </w:p>
    <w:p w:rsidR="00B65DC9" w:rsidRDefault="00B65DC9" w:rsidP="00B65DC9">
      <w:r>
        <w:t>467.2063</w:t>
      </w:r>
      <w:r>
        <w:tab/>
        <w:t>4.051e0</w:t>
      </w:r>
    </w:p>
    <w:p w:rsidR="00B65DC9" w:rsidRDefault="00B65DC9" w:rsidP="00B65DC9">
      <w:r>
        <w:t>467.2225</w:t>
      </w:r>
      <w:r>
        <w:tab/>
        <w:t>3.063e0</w:t>
      </w:r>
    </w:p>
    <w:p w:rsidR="00B65DC9" w:rsidRDefault="00B65DC9" w:rsidP="00B65DC9">
      <w:r>
        <w:t>467.2590</w:t>
      </w:r>
      <w:r>
        <w:tab/>
        <w:t>3.529e0</w:t>
      </w:r>
    </w:p>
    <w:p w:rsidR="00B65DC9" w:rsidRDefault="00B65DC9" w:rsidP="00B65DC9">
      <w:r>
        <w:t>467.3218</w:t>
      </w:r>
      <w:r>
        <w:tab/>
        <w:t>3.051e0</w:t>
      </w:r>
    </w:p>
    <w:p w:rsidR="00B65DC9" w:rsidRDefault="00B65DC9" w:rsidP="00B65DC9">
      <w:r>
        <w:t>467.3461</w:t>
      </w:r>
      <w:r>
        <w:tab/>
        <w:t>1.266e-2</w:t>
      </w:r>
    </w:p>
    <w:p w:rsidR="00B65DC9" w:rsidRDefault="00B65DC9" w:rsidP="00B65DC9">
      <w:r>
        <w:lastRenderedPageBreak/>
        <w:t>467.3753</w:t>
      </w:r>
      <w:r>
        <w:tab/>
        <w:t>2.025e0</w:t>
      </w:r>
    </w:p>
    <w:p w:rsidR="00B65DC9" w:rsidRDefault="00B65DC9" w:rsidP="00B65DC9">
      <w:r>
        <w:t>467.3827</w:t>
      </w:r>
      <w:r>
        <w:tab/>
        <w:t>1.013e0</w:t>
      </w:r>
    </w:p>
    <w:p w:rsidR="00B65DC9" w:rsidRDefault="00B65DC9" w:rsidP="00B65DC9">
      <w:r>
        <w:t>467.4113</w:t>
      </w:r>
      <w:r>
        <w:tab/>
        <w:t>1.013e0</w:t>
      </w:r>
    </w:p>
    <w:p w:rsidR="00B65DC9" w:rsidRDefault="00B65DC9" w:rsidP="00B65DC9">
      <w:r>
        <w:t>467.4521</w:t>
      </w:r>
      <w:r>
        <w:tab/>
        <w:t>1.266e-2</w:t>
      </w:r>
    </w:p>
    <w:p w:rsidR="00B65DC9" w:rsidRDefault="00B65DC9" w:rsidP="00B65DC9">
      <w:r>
        <w:t>467.5418</w:t>
      </w:r>
      <w:r>
        <w:tab/>
        <w:t>1.013e0</w:t>
      </w:r>
    </w:p>
    <w:p w:rsidR="00B65DC9" w:rsidRDefault="00B65DC9" w:rsidP="00B65DC9">
      <w:r>
        <w:t>467.5500</w:t>
      </w:r>
      <w:r>
        <w:tab/>
        <w:t>1.266e-2</w:t>
      </w:r>
    </w:p>
    <w:p w:rsidR="00B65DC9" w:rsidRDefault="00B65DC9" w:rsidP="00B65DC9">
      <w:r>
        <w:t>467.5618</w:t>
      </w:r>
      <w:r>
        <w:tab/>
        <w:t>2.532e-2</w:t>
      </w:r>
    </w:p>
    <w:p w:rsidR="00B65DC9" w:rsidRDefault="00B65DC9" w:rsidP="00B65DC9">
      <w:r>
        <w:t>467.6140</w:t>
      </w:r>
      <w:r>
        <w:tab/>
        <w:t>1.013e0</w:t>
      </w:r>
    </w:p>
    <w:p w:rsidR="00B65DC9" w:rsidRDefault="00B65DC9" w:rsidP="00B65DC9">
      <w:r>
        <w:t>467.6355</w:t>
      </w:r>
      <w:r>
        <w:tab/>
        <w:t>1.013e0</w:t>
      </w:r>
    </w:p>
    <w:p w:rsidR="00B65DC9" w:rsidRDefault="00B65DC9" w:rsidP="00B65DC9">
      <w:r>
        <w:t>467.6679</w:t>
      </w:r>
      <w:r>
        <w:tab/>
        <w:t>4.051e0</w:t>
      </w:r>
    </w:p>
    <w:p w:rsidR="00B65DC9" w:rsidRDefault="00B65DC9" w:rsidP="00B65DC9">
      <w:r>
        <w:t>467.7403</w:t>
      </w:r>
      <w:r>
        <w:tab/>
        <w:t>2.025e0</w:t>
      </w:r>
    </w:p>
    <w:p w:rsidR="00B65DC9" w:rsidRDefault="00B65DC9" w:rsidP="00B65DC9">
      <w:r>
        <w:t>467.8600</w:t>
      </w:r>
      <w:r>
        <w:tab/>
        <w:t>1.013e0</w:t>
      </w:r>
    </w:p>
    <w:p w:rsidR="00B65DC9" w:rsidRDefault="00B65DC9" w:rsidP="00B65DC9">
      <w:r>
        <w:t>467.8845</w:t>
      </w:r>
      <w:r>
        <w:tab/>
        <w:t>1.266e-2</w:t>
      </w:r>
    </w:p>
    <w:p w:rsidR="00B65DC9" w:rsidRDefault="00B65DC9" w:rsidP="00B65DC9">
      <w:r>
        <w:t>467.9065</w:t>
      </w:r>
      <w:r>
        <w:tab/>
        <w:t>1.013e0</w:t>
      </w:r>
    </w:p>
    <w:p w:rsidR="00B65DC9" w:rsidRDefault="00B65DC9" w:rsidP="00B65DC9">
      <w:r>
        <w:t>467.9177</w:t>
      </w:r>
      <w:r>
        <w:tab/>
        <w:t>1.013e0</w:t>
      </w:r>
    </w:p>
    <w:p w:rsidR="00B65DC9" w:rsidRDefault="00B65DC9" w:rsidP="00B65DC9">
      <w:r>
        <w:t>467.9650</w:t>
      </w:r>
      <w:r>
        <w:tab/>
        <w:t>1.266e-2</w:t>
      </w:r>
    </w:p>
    <w:p w:rsidR="00B65DC9" w:rsidRDefault="00B65DC9" w:rsidP="00B65DC9">
      <w:r>
        <w:t>467.9786</w:t>
      </w:r>
      <w:r>
        <w:tab/>
        <w:t>3.798e-2</w:t>
      </w:r>
    </w:p>
    <w:p w:rsidR="00B65DC9" w:rsidRDefault="00B65DC9" w:rsidP="00B65DC9">
      <w:r>
        <w:t>467.9987</w:t>
      </w:r>
      <w:r>
        <w:tab/>
        <w:t>1.266e-2</w:t>
      </w:r>
    </w:p>
    <w:p w:rsidR="00B65DC9" w:rsidRDefault="00B65DC9" w:rsidP="00B65DC9">
      <w:r>
        <w:t>468.0229</w:t>
      </w:r>
      <w:r>
        <w:tab/>
        <w:t>1.013e0</w:t>
      </w:r>
    </w:p>
    <w:p w:rsidR="00B65DC9" w:rsidRDefault="00B65DC9" w:rsidP="00B65DC9">
      <w:r>
        <w:lastRenderedPageBreak/>
        <w:t>468.0478</w:t>
      </w:r>
      <w:r>
        <w:tab/>
        <w:t>1.013e0</w:t>
      </w:r>
    </w:p>
    <w:p w:rsidR="00B65DC9" w:rsidRDefault="00B65DC9" w:rsidP="00B65DC9">
      <w:r>
        <w:t>468.1539</w:t>
      </w:r>
      <w:r>
        <w:tab/>
        <w:t>1.013e0</w:t>
      </w:r>
    </w:p>
    <w:p w:rsidR="00B65DC9" w:rsidRDefault="00B65DC9" w:rsidP="00B65DC9">
      <w:r>
        <w:t>468.1559</w:t>
      </w:r>
      <w:r>
        <w:tab/>
        <w:t>2.025e0</w:t>
      </w:r>
    </w:p>
    <w:p w:rsidR="00B65DC9" w:rsidRDefault="00B65DC9" w:rsidP="00B65DC9">
      <w:r>
        <w:t>468.1692</w:t>
      </w:r>
      <w:r>
        <w:tab/>
        <w:t>5.063e0</w:t>
      </w:r>
    </w:p>
    <w:p w:rsidR="00B65DC9" w:rsidRDefault="00B65DC9" w:rsidP="00B65DC9">
      <w:r>
        <w:t>468.1813</w:t>
      </w:r>
      <w:r>
        <w:tab/>
        <w:t>2.945e0</w:t>
      </w:r>
    </w:p>
    <w:p w:rsidR="00B65DC9" w:rsidRDefault="00B65DC9" w:rsidP="00B65DC9">
      <w:r>
        <w:t>468.2212</w:t>
      </w:r>
      <w:r>
        <w:tab/>
        <w:t>1.013e0</w:t>
      </w:r>
    </w:p>
    <w:p w:rsidR="00B65DC9" w:rsidRDefault="00B65DC9" w:rsidP="00B65DC9">
      <w:r>
        <w:t>468.2491</w:t>
      </w:r>
      <w:r>
        <w:tab/>
        <w:t>7.089e0</w:t>
      </w:r>
    </w:p>
    <w:p w:rsidR="00B65DC9" w:rsidRDefault="00B65DC9" w:rsidP="00B65DC9">
      <w:r>
        <w:t>468.2785</w:t>
      </w:r>
      <w:r>
        <w:tab/>
        <w:t>1.013e0</w:t>
      </w:r>
    </w:p>
    <w:p w:rsidR="00B65DC9" w:rsidRDefault="00B65DC9" w:rsidP="00B65DC9">
      <w:r>
        <w:t>468.3180</w:t>
      </w:r>
      <w:r>
        <w:tab/>
        <w:t>2.025e0</w:t>
      </w:r>
    </w:p>
    <w:p w:rsidR="00B65DC9" w:rsidRDefault="00B65DC9" w:rsidP="00B65DC9">
      <w:r>
        <w:t>468.3645</w:t>
      </w:r>
      <w:r>
        <w:tab/>
        <w:t>7.089e0</w:t>
      </w:r>
    </w:p>
    <w:p w:rsidR="00B65DC9" w:rsidRDefault="00B65DC9" w:rsidP="00B65DC9">
      <w:r>
        <w:t>468.3825</w:t>
      </w:r>
      <w:r>
        <w:tab/>
        <w:t>8.101e0</w:t>
      </w:r>
    </w:p>
    <w:p w:rsidR="00B65DC9" w:rsidRDefault="00B65DC9" w:rsidP="00B65DC9">
      <w:r>
        <w:t>468.4329</w:t>
      </w:r>
      <w:r>
        <w:tab/>
        <w:t>3.038e0</w:t>
      </w:r>
    </w:p>
    <w:p w:rsidR="00B65DC9" w:rsidRDefault="00B65DC9" w:rsidP="00B65DC9">
      <w:r>
        <w:t>468.4521</w:t>
      </w:r>
      <w:r>
        <w:tab/>
        <w:t>2.025e0</w:t>
      </w:r>
    </w:p>
    <w:p w:rsidR="00B65DC9" w:rsidRDefault="00B65DC9" w:rsidP="00B65DC9">
      <w:r>
        <w:t>468.4561</w:t>
      </w:r>
      <w:r>
        <w:tab/>
        <w:t>1.013e0</w:t>
      </w:r>
    </w:p>
    <w:p w:rsidR="00B65DC9" w:rsidRDefault="00B65DC9" w:rsidP="00B65DC9">
      <w:r>
        <w:t>468.5052</w:t>
      </w:r>
      <w:r>
        <w:tab/>
        <w:t>1.266e-2</w:t>
      </w:r>
    </w:p>
    <w:p w:rsidR="00B65DC9" w:rsidRDefault="00B65DC9" w:rsidP="00B65DC9">
      <w:r>
        <w:t>468.5286</w:t>
      </w:r>
      <w:r>
        <w:tab/>
        <w:t>1.013e0</w:t>
      </w:r>
    </w:p>
    <w:p w:rsidR="00B65DC9" w:rsidRDefault="00B65DC9" w:rsidP="00B65DC9">
      <w:r>
        <w:t>468.5314</w:t>
      </w:r>
      <w:r>
        <w:tab/>
        <w:t>1.266e-2</w:t>
      </w:r>
    </w:p>
    <w:p w:rsidR="00B65DC9" w:rsidRDefault="00B65DC9" w:rsidP="00B65DC9">
      <w:r>
        <w:t>468.6439</w:t>
      </w:r>
      <w:r>
        <w:tab/>
        <w:t>1.266e-2</w:t>
      </w:r>
    </w:p>
    <w:p w:rsidR="00B65DC9" w:rsidRDefault="00B65DC9" w:rsidP="00B65DC9">
      <w:r>
        <w:t>468.6471</w:t>
      </w:r>
      <w:r>
        <w:tab/>
        <w:t>1.025e0</w:t>
      </w:r>
    </w:p>
    <w:p w:rsidR="00B65DC9" w:rsidRDefault="00B65DC9" w:rsidP="00B65DC9">
      <w:r>
        <w:lastRenderedPageBreak/>
        <w:t>468.7230</w:t>
      </w:r>
      <w:r>
        <w:tab/>
        <w:t>1.013e0</w:t>
      </w:r>
    </w:p>
    <w:p w:rsidR="00B65DC9" w:rsidRDefault="00B65DC9" w:rsidP="00B65DC9">
      <w:r>
        <w:t>468.7413</w:t>
      </w:r>
      <w:r>
        <w:tab/>
        <w:t>1.013e0</w:t>
      </w:r>
    </w:p>
    <w:p w:rsidR="00B65DC9" w:rsidRDefault="00B65DC9" w:rsidP="00B65DC9">
      <w:r>
        <w:t>468.8205</w:t>
      </w:r>
      <w:r>
        <w:tab/>
        <w:t>1.013e0</w:t>
      </w:r>
    </w:p>
    <w:p w:rsidR="00B65DC9" w:rsidRDefault="00B65DC9" w:rsidP="00B65DC9">
      <w:r>
        <w:t>468.8388</w:t>
      </w:r>
      <w:r>
        <w:tab/>
        <w:t>1.013e0</w:t>
      </w:r>
    </w:p>
    <w:p w:rsidR="00B65DC9" w:rsidRDefault="00B65DC9" w:rsidP="00B65DC9">
      <w:r>
        <w:t>468.8491</w:t>
      </w:r>
      <w:r>
        <w:tab/>
        <w:t>1.013e0</w:t>
      </w:r>
    </w:p>
    <w:p w:rsidR="00B65DC9" w:rsidRDefault="00B65DC9" w:rsidP="00B65DC9">
      <w:r>
        <w:t>468.8520</w:t>
      </w:r>
      <w:r>
        <w:tab/>
        <w:t>2.025e0</w:t>
      </w:r>
    </w:p>
    <w:p w:rsidR="00B65DC9" w:rsidRDefault="00B65DC9" w:rsidP="00B65DC9">
      <w:r>
        <w:t>468.8784</w:t>
      </w:r>
      <w:r>
        <w:tab/>
        <w:t>1.013e0</w:t>
      </w:r>
    </w:p>
    <w:p w:rsidR="00B65DC9" w:rsidRDefault="00B65DC9" w:rsidP="00B65DC9">
      <w:r>
        <w:t>468.8922</w:t>
      </w:r>
      <w:r>
        <w:tab/>
        <w:t>2.025e0</w:t>
      </w:r>
    </w:p>
    <w:p w:rsidR="00B65DC9" w:rsidRDefault="00B65DC9" w:rsidP="00B65DC9">
      <w:r>
        <w:t>468.9139</w:t>
      </w:r>
      <w:r>
        <w:tab/>
        <w:t>1.013e0</w:t>
      </w:r>
    </w:p>
    <w:p w:rsidR="00B65DC9" w:rsidRDefault="00B65DC9" w:rsidP="00B65DC9">
      <w:r>
        <w:t>468.9273</w:t>
      </w:r>
      <w:r>
        <w:tab/>
        <w:t>2.025e0</w:t>
      </w:r>
    </w:p>
    <w:p w:rsidR="00B65DC9" w:rsidRDefault="00B65DC9" w:rsidP="00B65DC9">
      <w:r>
        <w:t>468.9466</w:t>
      </w:r>
      <w:r>
        <w:tab/>
        <w:t>1.266e-2</w:t>
      </w:r>
    </w:p>
    <w:p w:rsidR="00B65DC9" w:rsidRDefault="00B65DC9" w:rsidP="00B65DC9">
      <w:r>
        <w:t>468.9673</w:t>
      </w:r>
      <w:r>
        <w:tab/>
        <w:t>2.025e0</w:t>
      </w:r>
    </w:p>
    <w:p w:rsidR="00B65DC9" w:rsidRDefault="00B65DC9" w:rsidP="00B65DC9">
      <w:r>
        <w:t>468.9875</w:t>
      </w:r>
      <w:r>
        <w:tab/>
        <w:t>1.013e0</w:t>
      </w:r>
    </w:p>
    <w:p w:rsidR="00B65DC9" w:rsidRDefault="00B65DC9" w:rsidP="00B65DC9">
      <w:r>
        <w:t>469.0202</w:t>
      </w:r>
      <w:r>
        <w:tab/>
        <w:t>1.013e0</w:t>
      </w:r>
    </w:p>
    <w:p w:rsidR="00B65DC9" w:rsidRDefault="00B65DC9" w:rsidP="00B65DC9">
      <w:r>
        <w:t>469.0775</w:t>
      </w:r>
      <w:r>
        <w:tab/>
        <w:t>1.266e-2</w:t>
      </w:r>
    </w:p>
    <w:p w:rsidR="00B65DC9" w:rsidRDefault="00B65DC9" w:rsidP="00B65DC9">
      <w:r>
        <w:t>469.1234</w:t>
      </w:r>
      <w:r>
        <w:tab/>
        <w:t>2.025e0</w:t>
      </w:r>
    </w:p>
    <w:p w:rsidR="00B65DC9" w:rsidRDefault="00B65DC9" w:rsidP="00B65DC9">
      <w:r>
        <w:t>469.1369</w:t>
      </w:r>
      <w:r>
        <w:tab/>
        <w:t>3.038e0</w:t>
      </w:r>
    </w:p>
    <w:p w:rsidR="00B65DC9" w:rsidRDefault="00B65DC9" w:rsidP="00B65DC9">
      <w:r>
        <w:t>469.1482</w:t>
      </w:r>
      <w:r>
        <w:tab/>
        <w:t>4.051e0</w:t>
      </w:r>
    </w:p>
    <w:p w:rsidR="00B65DC9" w:rsidRDefault="00B65DC9" w:rsidP="00B65DC9">
      <w:r>
        <w:t>469.1711</w:t>
      </w:r>
      <w:r>
        <w:tab/>
        <w:t>2.025e0</w:t>
      </w:r>
    </w:p>
    <w:p w:rsidR="00B65DC9" w:rsidRDefault="00B65DC9" w:rsidP="00B65DC9">
      <w:r>
        <w:lastRenderedPageBreak/>
        <w:t>469.1947</w:t>
      </w:r>
      <w:r>
        <w:tab/>
        <w:t>3.063e0</w:t>
      </w:r>
    </w:p>
    <w:p w:rsidR="00B65DC9" w:rsidRDefault="00B65DC9" w:rsidP="00B65DC9">
      <w:r>
        <w:t>469.2289</w:t>
      </w:r>
      <w:r>
        <w:tab/>
        <w:t>4.051e0</w:t>
      </w:r>
    </w:p>
    <w:p w:rsidR="00B65DC9" w:rsidRDefault="00B65DC9" w:rsidP="00B65DC9">
      <w:r>
        <w:t>469.2655</w:t>
      </w:r>
      <w:r>
        <w:tab/>
        <w:t>1.013e0</w:t>
      </w:r>
    </w:p>
    <w:p w:rsidR="00B65DC9" w:rsidRDefault="00B65DC9" w:rsidP="00B65DC9">
      <w:r>
        <w:t>469.3096</w:t>
      </w:r>
      <w:r>
        <w:tab/>
        <w:t>2.025e0</w:t>
      </w:r>
    </w:p>
    <w:p w:rsidR="00B65DC9" w:rsidRDefault="00B65DC9" w:rsidP="00B65DC9">
      <w:r>
        <w:t>469.3129</w:t>
      </w:r>
      <w:r>
        <w:tab/>
        <w:t>2.025e0</w:t>
      </w:r>
    </w:p>
    <w:p w:rsidR="00B65DC9" w:rsidRDefault="00B65DC9" w:rsidP="00B65DC9">
      <w:r>
        <w:t>469.3209</w:t>
      </w:r>
      <w:r>
        <w:tab/>
        <w:t>3.038e0</w:t>
      </w:r>
    </w:p>
    <w:p w:rsidR="00B65DC9" w:rsidRDefault="00B65DC9" w:rsidP="00B65DC9">
      <w:r>
        <w:t>469.3557</w:t>
      </w:r>
      <w:r>
        <w:tab/>
        <w:t>1.013e0</w:t>
      </w:r>
    </w:p>
    <w:p w:rsidR="00B65DC9" w:rsidRDefault="00B65DC9" w:rsidP="00B65DC9">
      <w:r>
        <w:t>469.3673</w:t>
      </w:r>
      <w:r>
        <w:tab/>
        <w:t>1.025e0</w:t>
      </w:r>
    </w:p>
    <w:p w:rsidR="00B65DC9" w:rsidRDefault="00B65DC9" w:rsidP="00B65DC9">
      <w:r>
        <w:t>469.3966</w:t>
      </w:r>
      <w:r>
        <w:tab/>
        <w:t>9.455e0</w:t>
      </w:r>
    </w:p>
    <w:p w:rsidR="00B65DC9" w:rsidRDefault="00B65DC9" w:rsidP="00B65DC9">
      <w:r>
        <w:t>469.4376</w:t>
      </w:r>
      <w:r>
        <w:tab/>
        <w:t>1.266e-2</w:t>
      </w:r>
    </w:p>
    <w:p w:rsidR="00B65DC9" w:rsidRDefault="00B65DC9" w:rsidP="00B65DC9">
      <w:r>
        <w:t>469.5402</w:t>
      </w:r>
      <w:r>
        <w:tab/>
        <w:t>4.051e0</w:t>
      </w:r>
    </w:p>
    <w:p w:rsidR="00B65DC9" w:rsidRDefault="00B65DC9" w:rsidP="00B65DC9">
      <w:r>
        <w:t>469.6675</w:t>
      </w:r>
      <w:r>
        <w:tab/>
        <w:t>1.013e0</w:t>
      </w:r>
    </w:p>
    <w:p w:rsidR="00B65DC9" w:rsidRDefault="00B65DC9" w:rsidP="00B65DC9">
      <w:r>
        <w:t>469.6952</w:t>
      </w:r>
      <w:r>
        <w:tab/>
        <w:t>1.013e0</w:t>
      </w:r>
    </w:p>
    <w:p w:rsidR="00B65DC9" w:rsidRDefault="00B65DC9" w:rsidP="00B65DC9">
      <w:r>
        <w:t>469.6996</w:t>
      </w:r>
      <w:r>
        <w:tab/>
        <w:t>2.025e0</w:t>
      </w:r>
    </w:p>
    <w:p w:rsidR="00B65DC9" w:rsidRDefault="00B65DC9" w:rsidP="00B65DC9">
      <w:r>
        <w:t>469.7171</w:t>
      </w:r>
      <w:r>
        <w:tab/>
        <w:t>1.013e0</w:t>
      </w:r>
    </w:p>
    <w:p w:rsidR="00B65DC9" w:rsidRDefault="00B65DC9" w:rsidP="00B65DC9">
      <w:r>
        <w:t>469.7530</w:t>
      </w:r>
      <w:r>
        <w:tab/>
        <w:t>1.266e-2</w:t>
      </w:r>
    </w:p>
    <w:p w:rsidR="00B65DC9" w:rsidRDefault="00B65DC9" w:rsidP="00B65DC9">
      <w:r>
        <w:t>469.8296</w:t>
      </w:r>
      <w:r>
        <w:tab/>
        <w:t>1.013e0</w:t>
      </w:r>
    </w:p>
    <w:p w:rsidR="00B65DC9" w:rsidRDefault="00B65DC9" w:rsidP="00B65DC9">
      <w:r>
        <w:t>469.8635</w:t>
      </w:r>
      <w:r>
        <w:tab/>
        <w:t>1.013e0</w:t>
      </w:r>
    </w:p>
    <w:p w:rsidR="00B65DC9" w:rsidRDefault="00B65DC9" w:rsidP="00B65DC9">
      <w:r>
        <w:t>469.8869</w:t>
      </w:r>
      <w:r>
        <w:tab/>
        <w:t>1.266e-2</w:t>
      </w:r>
    </w:p>
    <w:p w:rsidR="00B65DC9" w:rsidRDefault="00B65DC9" w:rsidP="00B65DC9">
      <w:r>
        <w:lastRenderedPageBreak/>
        <w:t>469.9265</w:t>
      </w:r>
      <w:r>
        <w:tab/>
        <w:t>1.013e0</w:t>
      </w:r>
    </w:p>
    <w:p w:rsidR="00B65DC9" w:rsidRDefault="00B65DC9" w:rsidP="00B65DC9">
      <w:r>
        <w:t>469.9298</w:t>
      </w:r>
      <w:r>
        <w:tab/>
        <w:t>1.266e-2</w:t>
      </w:r>
    </w:p>
    <w:p w:rsidR="00B65DC9" w:rsidRDefault="00B65DC9" w:rsidP="00B65DC9">
      <w:r>
        <w:t>469.9700</w:t>
      </w:r>
      <w:r>
        <w:tab/>
        <w:t>1.013e0</w:t>
      </w:r>
    </w:p>
    <w:p w:rsidR="00B65DC9" w:rsidRDefault="00B65DC9" w:rsidP="00B65DC9">
      <w:r>
        <w:t>469.9834</w:t>
      </w:r>
      <w:r>
        <w:tab/>
        <w:t>3.038e0</w:t>
      </w:r>
    </w:p>
    <w:p w:rsidR="00B65DC9" w:rsidRDefault="00B65DC9" w:rsidP="00B65DC9">
      <w:r>
        <w:t>469.9844</w:t>
      </w:r>
      <w:r>
        <w:tab/>
        <w:t>1.013e0</w:t>
      </w:r>
    </w:p>
    <w:p w:rsidR="00B65DC9" w:rsidRDefault="00B65DC9" w:rsidP="00B65DC9">
      <w:r>
        <w:t>470.0274</w:t>
      </w:r>
      <w:r>
        <w:tab/>
        <w:t>1.025e0</w:t>
      </w:r>
    </w:p>
    <w:p w:rsidR="00B65DC9" w:rsidRDefault="00B65DC9" w:rsidP="00B65DC9">
      <w:r>
        <w:t>470.0368</w:t>
      </w:r>
      <w:r>
        <w:tab/>
        <w:t>2.144e0</w:t>
      </w:r>
    </w:p>
    <w:p w:rsidR="00B65DC9" w:rsidRDefault="00B65DC9" w:rsidP="00B65DC9">
      <w:r>
        <w:t>470.0423</w:t>
      </w:r>
      <w:r>
        <w:tab/>
        <w:t>1.266e-2</w:t>
      </w:r>
    </w:p>
    <w:p w:rsidR="00B65DC9" w:rsidRDefault="00B65DC9" w:rsidP="00B65DC9">
      <w:r>
        <w:t>470.0874</w:t>
      </w:r>
      <w:r>
        <w:tab/>
        <w:t>5.957e0</w:t>
      </w:r>
    </w:p>
    <w:p w:rsidR="00B65DC9" w:rsidRDefault="00B65DC9" w:rsidP="00B65DC9">
      <w:r>
        <w:t>470.0930</w:t>
      </w:r>
      <w:r>
        <w:tab/>
        <w:t>1.266e-2</w:t>
      </w:r>
    </w:p>
    <w:p w:rsidR="00B65DC9" w:rsidRDefault="00B65DC9" w:rsidP="00B65DC9">
      <w:r>
        <w:t>470.1146</w:t>
      </w:r>
      <w:r>
        <w:tab/>
        <w:t>2.025e0</w:t>
      </w:r>
    </w:p>
    <w:p w:rsidR="00B65DC9" w:rsidRDefault="00B65DC9" w:rsidP="00B65DC9">
      <w:r>
        <w:t>470.1880</w:t>
      </w:r>
      <w:r>
        <w:tab/>
        <w:t>8.610e0</w:t>
      </w:r>
    </w:p>
    <w:p w:rsidR="00B65DC9" w:rsidRDefault="00B65DC9" w:rsidP="00B65DC9">
      <w:r>
        <w:t>470.1905</w:t>
      </w:r>
      <w:r>
        <w:tab/>
        <w:t>1.754e2</w:t>
      </w:r>
    </w:p>
    <w:p w:rsidR="00B65DC9" w:rsidRDefault="00B65DC9" w:rsidP="00B65DC9">
      <w:r>
        <w:t>470.1931</w:t>
      </w:r>
      <w:r>
        <w:tab/>
        <w:t>3.139e1</w:t>
      </w:r>
    </w:p>
    <w:p w:rsidR="00B65DC9" w:rsidRDefault="00B65DC9" w:rsidP="00B65DC9">
      <w:r>
        <w:t>470.3003</w:t>
      </w:r>
      <w:r>
        <w:tab/>
        <w:t>1.502e0</w:t>
      </w:r>
    </w:p>
    <w:p w:rsidR="00B65DC9" w:rsidRDefault="00B65DC9" w:rsidP="00B65DC9">
      <w:r>
        <w:t>470.3051</w:t>
      </w:r>
      <w:r>
        <w:tab/>
        <w:t>2.025e0</w:t>
      </w:r>
    </w:p>
    <w:p w:rsidR="00B65DC9" w:rsidRDefault="00B65DC9" w:rsidP="00B65DC9">
      <w:r>
        <w:t>470.3335</w:t>
      </w:r>
      <w:r>
        <w:tab/>
        <w:t>2.051e0</w:t>
      </w:r>
    </w:p>
    <w:p w:rsidR="00B65DC9" w:rsidRDefault="00B65DC9" w:rsidP="00B65DC9">
      <w:r>
        <w:t>470.3509</w:t>
      </w:r>
      <w:r>
        <w:tab/>
        <w:t>2.025e0</w:t>
      </w:r>
    </w:p>
    <w:p w:rsidR="00B65DC9" w:rsidRDefault="00B65DC9" w:rsidP="00B65DC9">
      <w:r>
        <w:t>470.3716</w:t>
      </w:r>
      <w:r>
        <w:tab/>
        <w:t>1.013e0</w:t>
      </w:r>
    </w:p>
    <w:p w:rsidR="00B65DC9" w:rsidRDefault="00B65DC9" w:rsidP="00B65DC9">
      <w:r>
        <w:lastRenderedPageBreak/>
        <w:t>470.3971</w:t>
      </w:r>
      <w:r>
        <w:tab/>
        <w:t>2.025e0</w:t>
      </w:r>
    </w:p>
    <w:p w:rsidR="00B65DC9" w:rsidRDefault="00B65DC9" w:rsidP="00B65DC9">
      <w:r>
        <w:t>470.3996</w:t>
      </w:r>
      <w:r>
        <w:tab/>
        <w:t>2.025e0</w:t>
      </w:r>
    </w:p>
    <w:p w:rsidR="00B65DC9" w:rsidRDefault="00B65DC9" w:rsidP="00B65DC9">
      <w:r>
        <w:t>470.4013</w:t>
      </w:r>
      <w:r>
        <w:tab/>
        <w:t>3.038e0</w:t>
      </w:r>
    </w:p>
    <w:p w:rsidR="00B65DC9" w:rsidRDefault="00B65DC9" w:rsidP="00B65DC9">
      <w:r>
        <w:t>470.4666</w:t>
      </w:r>
      <w:r>
        <w:tab/>
        <w:t>3.038e0</w:t>
      </w:r>
    </w:p>
    <w:p w:rsidR="00B65DC9" w:rsidRDefault="00B65DC9" w:rsidP="00B65DC9">
      <w:r>
        <w:t>470.4784</w:t>
      </w:r>
      <w:r>
        <w:tab/>
        <w:t>1.013e0</w:t>
      </w:r>
    </w:p>
    <w:p w:rsidR="00B65DC9" w:rsidRDefault="00B65DC9" w:rsidP="00B65DC9">
      <w:r>
        <w:t>470.5302</w:t>
      </w:r>
      <w:r>
        <w:tab/>
        <w:t>1.013e0</w:t>
      </w:r>
    </w:p>
    <w:p w:rsidR="00B65DC9" w:rsidRDefault="00B65DC9" w:rsidP="00B65DC9">
      <w:r>
        <w:t>470.6277</w:t>
      </w:r>
      <w:r>
        <w:tab/>
        <w:t>1.013e0</w:t>
      </w:r>
    </w:p>
    <w:p w:rsidR="00B65DC9" w:rsidRDefault="00B65DC9" w:rsidP="00B65DC9">
      <w:r>
        <w:t>470.6425</w:t>
      </w:r>
      <w:r>
        <w:tab/>
        <w:t>1.013e0</w:t>
      </w:r>
    </w:p>
    <w:p w:rsidR="00B65DC9" w:rsidRDefault="00B65DC9" w:rsidP="00B65DC9">
      <w:r>
        <w:t>470.7002</w:t>
      </w:r>
      <w:r>
        <w:tab/>
        <w:t>2.025e0</w:t>
      </w:r>
    </w:p>
    <w:p w:rsidR="00B65DC9" w:rsidRDefault="00B65DC9" w:rsidP="00B65DC9">
      <w:r>
        <w:t>470.7163</w:t>
      </w:r>
      <w:r>
        <w:tab/>
        <w:t>1.266e-2</w:t>
      </w:r>
    </w:p>
    <w:p w:rsidR="00B65DC9" w:rsidRDefault="00B65DC9" w:rsidP="00B65DC9">
      <w:r>
        <w:t>470.7492</w:t>
      </w:r>
      <w:r>
        <w:tab/>
        <w:t>1.013e0</w:t>
      </w:r>
    </w:p>
    <w:p w:rsidR="00B65DC9" w:rsidRDefault="00B65DC9" w:rsidP="00B65DC9">
      <w:r>
        <w:t>470.7803</w:t>
      </w:r>
      <w:r>
        <w:tab/>
        <w:t>1.266e-2</w:t>
      </w:r>
    </w:p>
    <w:p w:rsidR="00B65DC9" w:rsidRDefault="00B65DC9" w:rsidP="00B65DC9">
      <w:r>
        <w:t>470.8887</w:t>
      </w:r>
      <w:r>
        <w:tab/>
        <w:t>1.013e0</w:t>
      </w:r>
    </w:p>
    <w:p w:rsidR="00B65DC9" w:rsidRDefault="00B65DC9" w:rsidP="00B65DC9">
      <w:r>
        <w:t>470.9466</w:t>
      </w:r>
      <w:r>
        <w:tab/>
        <w:t>2.025e0</w:t>
      </w:r>
    </w:p>
    <w:p w:rsidR="00B65DC9" w:rsidRDefault="00B65DC9" w:rsidP="00B65DC9">
      <w:r>
        <w:t>470.9958</w:t>
      </w:r>
      <w:r>
        <w:tab/>
        <w:t>3.038e0</w:t>
      </w:r>
    </w:p>
    <w:p w:rsidR="00B65DC9" w:rsidRDefault="00B65DC9" w:rsidP="00B65DC9">
      <w:r>
        <w:t>471.0610</w:t>
      </w:r>
      <w:r>
        <w:tab/>
        <w:t>2.038e0</w:t>
      </w:r>
    </w:p>
    <w:p w:rsidR="00B65DC9" w:rsidRDefault="00B65DC9" w:rsidP="00B65DC9">
      <w:r>
        <w:t>471.0725</w:t>
      </w:r>
      <w:r>
        <w:tab/>
        <w:t>1.013e0</w:t>
      </w:r>
    </w:p>
    <w:p w:rsidR="00B65DC9" w:rsidRDefault="00B65DC9" w:rsidP="00B65DC9">
      <w:r>
        <w:t>471.1006</w:t>
      </w:r>
      <w:r>
        <w:tab/>
        <w:t>1.159e0</w:t>
      </w:r>
    </w:p>
    <w:p w:rsidR="00B65DC9" w:rsidRDefault="00B65DC9" w:rsidP="00B65DC9">
      <w:r>
        <w:t>471.1469</w:t>
      </w:r>
      <w:r>
        <w:tab/>
        <w:t>2.025e0</w:t>
      </w:r>
    </w:p>
    <w:p w:rsidR="00B65DC9" w:rsidRDefault="00B65DC9" w:rsidP="00B65DC9">
      <w:r>
        <w:lastRenderedPageBreak/>
        <w:t>471.1542</w:t>
      </w:r>
      <w:r>
        <w:tab/>
        <w:t>4.051e0</w:t>
      </w:r>
    </w:p>
    <w:p w:rsidR="00B65DC9" w:rsidRDefault="00B65DC9" w:rsidP="00B65DC9">
      <w:r>
        <w:t>471.1726</w:t>
      </w:r>
      <w:r>
        <w:tab/>
        <w:t>3.023e0</w:t>
      </w:r>
    </w:p>
    <w:p w:rsidR="00B65DC9" w:rsidRDefault="00B65DC9" w:rsidP="00B65DC9">
      <w:r>
        <w:t>471.1964</w:t>
      </w:r>
      <w:r>
        <w:tab/>
        <w:t>4.868e1</w:t>
      </w:r>
    </w:p>
    <w:p w:rsidR="00B65DC9" w:rsidRDefault="00B65DC9" w:rsidP="00B65DC9">
      <w:r>
        <w:t>471.2021</w:t>
      </w:r>
      <w:r>
        <w:tab/>
        <w:t>6.987e0</w:t>
      </w:r>
    </w:p>
    <w:p w:rsidR="00B65DC9" w:rsidRDefault="00B65DC9" w:rsidP="00B65DC9">
      <w:r>
        <w:t>471.2145</w:t>
      </w:r>
      <w:r>
        <w:tab/>
        <w:t>1.063e0</w:t>
      </w:r>
    </w:p>
    <w:p w:rsidR="00B65DC9" w:rsidRDefault="00B65DC9" w:rsidP="00B65DC9">
      <w:r>
        <w:t>471.2173</w:t>
      </w:r>
      <w:r>
        <w:tab/>
        <w:t>1.909e1</w:t>
      </w:r>
    </w:p>
    <w:p w:rsidR="00B65DC9" w:rsidRDefault="00B65DC9" w:rsidP="00B65DC9">
      <w:r>
        <w:t>471.2620</w:t>
      </w:r>
      <w:r>
        <w:tab/>
        <w:t>2.025e0</w:t>
      </w:r>
    </w:p>
    <w:p w:rsidR="00B65DC9" w:rsidRDefault="00B65DC9" w:rsidP="00B65DC9">
      <w:r>
        <w:t>471.2841</w:t>
      </w:r>
      <w:r>
        <w:tab/>
        <w:t>4.051e0</w:t>
      </w:r>
    </w:p>
    <w:p w:rsidR="00B65DC9" w:rsidRDefault="00B65DC9" w:rsidP="00B65DC9">
      <w:r>
        <w:t>471.2858</w:t>
      </w:r>
      <w:r>
        <w:tab/>
        <w:t>1.013e0</w:t>
      </w:r>
    </w:p>
    <w:p w:rsidR="00B65DC9" w:rsidRDefault="00B65DC9" w:rsidP="00B65DC9">
      <w:r>
        <w:t>471.3329</w:t>
      </w:r>
      <w:r>
        <w:tab/>
        <w:t>2.532e-2</w:t>
      </w:r>
    </w:p>
    <w:p w:rsidR="00B65DC9" w:rsidRDefault="00B65DC9" w:rsidP="00B65DC9">
      <w:r>
        <w:t>471.3385</w:t>
      </w:r>
      <w:r>
        <w:tab/>
        <w:t>2.025e0</w:t>
      </w:r>
    </w:p>
    <w:p w:rsidR="00B65DC9" w:rsidRDefault="00B65DC9" w:rsidP="00B65DC9">
      <w:r>
        <w:t>471.3405</w:t>
      </w:r>
      <w:r>
        <w:tab/>
        <w:t>1.013e0</w:t>
      </w:r>
    </w:p>
    <w:p w:rsidR="00B65DC9" w:rsidRDefault="00B65DC9" w:rsidP="00B65DC9">
      <w:r>
        <w:t>471.3800</w:t>
      </w:r>
      <w:r>
        <w:tab/>
        <w:t>1.266e-2</w:t>
      </w:r>
    </w:p>
    <w:p w:rsidR="00B65DC9" w:rsidRDefault="00B65DC9" w:rsidP="00B65DC9">
      <w:r>
        <w:t>471.3873</w:t>
      </w:r>
      <w:r>
        <w:tab/>
        <w:t>2.025e0</w:t>
      </w:r>
    </w:p>
    <w:p w:rsidR="00B65DC9" w:rsidRDefault="00B65DC9" w:rsidP="00B65DC9">
      <w:r>
        <w:t>471.4120</w:t>
      </w:r>
      <w:r>
        <w:tab/>
        <w:t>3.038e0</w:t>
      </w:r>
    </w:p>
    <w:p w:rsidR="00B65DC9" w:rsidRDefault="00B65DC9" w:rsidP="00B65DC9">
      <w:r>
        <w:t>471.4225</w:t>
      </w:r>
      <w:r>
        <w:tab/>
        <w:t>2.038e0</w:t>
      </w:r>
    </w:p>
    <w:p w:rsidR="00B65DC9" w:rsidRDefault="00B65DC9" w:rsidP="00B65DC9">
      <w:r>
        <w:t>471.4424</w:t>
      </w:r>
      <w:r>
        <w:tab/>
        <w:t>1.025e0</w:t>
      </w:r>
    </w:p>
    <w:p w:rsidR="00B65DC9" w:rsidRDefault="00B65DC9" w:rsidP="00B65DC9">
      <w:r>
        <w:t>471.4884</w:t>
      </w:r>
      <w:r>
        <w:tab/>
        <w:t>1.266e-2</w:t>
      </w:r>
    </w:p>
    <w:p w:rsidR="00B65DC9" w:rsidRDefault="00B65DC9" w:rsidP="00B65DC9">
      <w:r>
        <w:t>471.5213</w:t>
      </w:r>
      <w:r>
        <w:tab/>
        <w:t>1.266e-2</w:t>
      </w:r>
    </w:p>
    <w:p w:rsidR="00B65DC9" w:rsidRDefault="00B65DC9" w:rsidP="00B65DC9">
      <w:r>
        <w:lastRenderedPageBreak/>
        <w:t>471.5295</w:t>
      </w:r>
      <w:r>
        <w:tab/>
        <w:t>1.013e0</w:t>
      </w:r>
    </w:p>
    <w:p w:rsidR="00B65DC9" w:rsidRDefault="00B65DC9" w:rsidP="00B65DC9">
      <w:r>
        <w:t>471.5422</w:t>
      </w:r>
      <w:r>
        <w:tab/>
        <w:t>2.025e0</w:t>
      </w:r>
    </w:p>
    <w:p w:rsidR="00B65DC9" w:rsidRDefault="00B65DC9" w:rsidP="00B65DC9">
      <w:r>
        <w:t>471.5788</w:t>
      </w:r>
      <w:r>
        <w:tab/>
        <w:t>1.266e-2</w:t>
      </w:r>
    </w:p>
    <w:p w:rsidR="00B65DC9" w:rsidRDefault="00B65DC9" w:rsidP="00B65DC9">
      <w:r>
        <w:t>471.6370</w:t>
      </w:r>
      <w:r>
        <w:tab/>
        <w:t>1.013e0</w:t>
      </w:r>
    </w:p>
    <w:p w:rsidR="00B65DC9" w:rsidRDefault="00B65DC9" w:rsidP="00B65DC9">
      <w:r>
        <w:t>471.6546</w:t>
      </w:r>
      <w:r>
        <w:tab/>
        <w:t>1.013e0</w:t>
      </w:r>
    </w:p>
    <w:p w:rsidR="00B65DC9" w:rsidRDefault="00B65DC9" w:rsidP="00B65DC9">
      <w:r>
        <w:t>471.7433</w:t>
      </w:r>
      <w:r>
        <w:tab/>
        <w:t>1.013e0</w:t>
      </w:r>
    </w:p>
    <w:p w:rsidR="00B65DC9" w:rsidRDefault="00B65DC9" w:rsidP="00B65DC9">
      <w:r>
        <w:t>471.7526</w:t>
      </w:r>
      <w:r>
        <w:tab/>
        <w:t>1.013e0</w:t>
      </w:r>
    </w:p>
    <w:p w:rsidR="00B65DC9" w:rsidRDefault="00B65DC9" w:rsidP="00B65DC9">
      <w:r>
        <w:t>471.7671</w:t>
      </w:r>
      <w:r>
        <w:tab/>
        <w:t>2.025e0</w:t>
      </w:r>
    </w:p>
    <w:p w:rsidR="00B65DC9" w:rsidRDefault="00B65DC9" w:rsidP="00B65DC9">
      <w:r>
        <w:t>471.7926</w:t>
      </w:r>
      <w:r>
        <w:tab/>
        <w:t>1.013e0</w:t>
      </w:r>
    </w:p>
    <w:p w:rsidR="00B65DC9" w:rsidRDefault="00B65DC9" w:rsidP="00B65DC9">
      <w:r>
        <w:t>471.8174</w:t>
      </w:r>
      <w:r>
        <w:tab/>
        <w:t>1.025e0</w:t>
      </w:r>
    </w:p>
    <w:p w:rsidR="00B65DC9" w:rsidRDefault="00B65DC9" w:rsidP="00B65DC9">
      <w:r>
        <w:t>471.8645</w:t>
      </w:r>
      <w:r>
        <w:tab/>
        <w:t>1.013e0</w:t>
      </w:r>
    </w:p>
    <w:p w:rsidR="00B65DC9" w:rsidRDefault="00B65DC9" w:rsidP="00B65DC9">
      <w:r>
        <w:t>471.8919</w:t>
      </w:r>
      <w:r>
        <w:tab/>
        <w:t>1.013e0</w:t>
      </w:r>
    </w:p>
    <w:p w:rsidR="00B65DC9" w:rsidRDefault="00B65DC9" w:rsidP="00B65DC9">
      <w:r>
        <w:t>471.8958</w:t>
      </w:r>
      <w:r>
        <w:tab/>
        <w:t>2.025e0</w:t>
      </w:r>
    </w:p>
    <w:p w:rsidR="00B65DC9" w:rsidRDefault="00B65DC9" w:rsidP="00B65DC9">
      <w:r>
        <w:t>471.9783</w:t>
      </w:r>
      <w:r>
        <w:tab/>
        <w:t>2.025e0</w:t>
      </w:r>
    </w:p>
    <w:p w:rsidR="00B65DC9" w:rsidRDefault="00B65DC9" w:rsidP="00B65DC9">
      <w:r>
        <w:t>472.0030</w:t>
      </w:r>
      <w:r>
        <w:tab/>
        <w:t>2.025e0</w:t>
      </w:r>
    </w:p>
    <w:p w:rsidR="00B65DC9" w:rsidRDefault="00B65DC9" w:rsidP="00B65DC9">
      <w:r>
        <w:t>472.0065</w:t>
      </w:r>
      <w:r>
        <w:tab/>
        <w:t>1.013e0</w:t>
      </w:r>
    </w:p>
    <w:p w:rsidR="00B65DC9" w:rsidRDefault="00B65DC9" w:rsidP="00B65DC9">
      <w:r>
        <w:t>472.0329</w:t>
      </w:r>
      <w:r>
        <w:tab/>
        <w:t>2.025e0</w:t>
      </w:r>
    </w:p>
    <w:p w:rsidR="00B65DC9" w:rsidRDefault="00B65DC9" w:rsidP="00B65DC9">
      <w:r>
        <w:t>472.0750</w:t>
      </w:r>
      <w:r>
        <w:tab/>
        <w:t>2.025e0</w:t>
      </w:r>
    </w:p>
    <w:p w:rsidR="00B65DC9" w:rsidRDefault="00B65DC9" w:rsidP="00B65DC9">
      <w:r>
        <w:t>472.1842</w:t>
      </w:r>
      <w:r>
        <w:tab/>
        <w:t>1.053e1</w:t>
      </w:r>
    </w:p>
    <w:p w:rsidR="00B65DC9" w:rsidRDefault="00B65DC9" w:rsidP="00B65DC9">
      <w:r>
        <w:lastRenderedPageBreak/>
        <w:t>472.1993</w:t>
      </w:r>
      <w:r>
        <w:tab/>
        <w:t>2.025e0</w:t>
      </w:r>
    </w:p>
    <w:p w:rsidR="00B65DC9" w:rsidRDefault="00B65DC9" w:rsidP="00B65DC9">
      <w:r>
        <w:t>472.2017</w:t>
      </w:r>
      <w:r>
        <w:tab/>
        <w:t>3.063e0</w:t>
      </w:r>
    </w:p>
    <w:p w:rsidR="00B65DC9" w:rsidRDefault="00B65DC9" w:rsidP="00B65DC9">
      <w:r>
        <w:t>472.2091</w:t>
      </w:r>
      <w:r>
        <w:tab/>
        <w:t>4.051e0</w:t>
      </w:r>
    </w:p>
    <w:p w:rsidR="00B65DC9" w:rsidRDefault="00B65DC9" w:rsidP="00B65DC9">
      <w:r>
        <w:t>472.2726</w:t>
      </w:r>
      <w:r>
        <w:tab/>
        <w:t>3.038e0</w:t>
      </w:r>
    </w:p>
    <w:p w:rsidR="00B65DC9" w:rsidRDefault="00B65DC9" w:rsidP="00B65DC9">
      <w:r>
        <w:t>472.3116</w:t>
      </w:r>
      <w:r>
        <w:tab/>
        <w:t>2.025e0</w:t>
      </w:r>
    </w:p>
    <w:p w:rsidR="00B65DC9" w:rsidRDefault="00B65DC9" w:rsidP="00B65DC9">
      <w:r>
        <w:t>472.3275</w:t>
      </w:r>
      <w:r>
        <w:tab/>
        <w:t>1.266e-2</w:t>
      </w:r>
    </w:p>
    <w:p w:rsidR="00B65DC9" w:rsidRDefault="00B65DC9" w:rsidP="00B65DC9">
      <w:r>
        <w:t>472.4358</w:t>
      </w:r>
      <w:r>
        <w:tab/>
        <w:t>2.051e0</w:t>
      </w:r>
    </w:p>
    <w:p w:rsidR="00B65DC9" w:rsidRDefault="00B65DC9" w:rsidP="00B65DC9">
      <w:r>
        <w:t>472.4480</w:t>
      </w:r>
      <w:r>
        <w:tab/>
        <w:t>3.038e0</w:t>
      </w:r>
    </w:p>
    <w:p w:rsidR="00B65DC9" w:rsidRDefault="00B65DC9" w:rsidP="00B65DC9">
      <w:r>
        <w:t>472.4865</w:t>
      </w:r>
      <w:r>
        <w:tab/>
        <w:t>1.013e0</w:t>
      </w:r>
    </w:p>
    <w:p w:rsidR="00B65DC9" w:rsidRDefault="00B65DC9" w:rsidP="00B65DC9">
      <w:r>
        <w:t>472.5004</w:t>
      </w:r>
      <w:r>
        <w:tab/>
        <w:t>1.013e0</w:t>
      </w:r>
    </w:p>
    <w:p w:rsidR="00B65DC9" w:rsidRDefault="00B65DC9" w:rsidP="00B65DC9">
      <w:r>
        <w:t>472.5581</w:t>
      </w:r>
      <w:r>
        <w:tab/>
        <w:t>1.025e0</w:t>
      </w:r>
    </w:p>
    <w:p w:rsidR="00B65DC9" w:rsidRDefault="00B65DC9" w:rsidP="00B65DC9">
      <w:r>
        <w:t>472.6487</w:t>
      </w:r>
      <w:r>
        <w:tab/>
        <w:t>1.013e0</w:t>
      </w:r>
    </w:p>
    <w:p w:rsidR="00B65DC9" w:rsidRDefault="00B65DC9" w:rsidP="00B65DC9">
      <w:r>
        <w:t>472.7146</w:t>
      </w:r>
      <w:r>
        <w:tab/>
        <w:t>1.013e0</w:t>
      </w:r>
    </w:p>
    <w:p w:rsidR="00B65DC9" w:rsidRDefault="00B65DC9" w:rsidP="00B65DC9">
      <w:r>
        <w:t>472.7385</w:t>
      </w:r>
      <w:r>
        <w:tab/>
        <w:t>2.025e0</w:t>
      </w:r>
    </w:p>
    <w:p w:rsidR="00B65DC9" w:rsidRDefault="00B65DC9" w:rsidP="00B65DC9">
      <w:r>
        <w:t>472.7578</w:t>
      </w:r>
      <w:r>
        <w:tab/>
        <w:t>1.013e0</w:t>
      </w:r>
    </w:p>
    <w:p w:rsidR="00B65DC9" w:rsidRDefault="00B65DC9" w:rsidP="00B65DC9">
      <w:r>
        <w:t>472.7873</w:t>
      </w:r>
      <w:r>
        <w:tab/>
        <w:t>2.025e0</w:t>
      </w:r>
    </w:p>
    <w:p w:rsidR="00B65DC9" w:rsidRDefault="00B65DC9" w:rsidP="00B65DC9">
      <w:r>
        <w:t>472.8052</w:t>
      </w:r>
      <w:r>
        <w:tab/>
        <w:t>1.013e0</w:t>
      </w:r>
    </w:p>
    <w:p w:rsidR="00B65DC9" w:rsidRDefault="00B65DC9" w:rsidP="00B65DC9">
      <w:r>
        <w:t>472.8519</w:t>
      </w:r>
      <w:r>
        <w:tab/>
        <w:t>1.013e0</w:t>
      </w:r>
    </w:p>
    <w:p w:rsidR="00B65DC9" w:rsidRDefault="00B65DC9" w:rsidP="00B65DC9">
      <w:r>
        <w:t>472.9038</w:t>
      </w:r>
      <w:r>
        <w:tab/>
        <w:t>4.051e0</w:t>
      </w:r>
    </w:p>
    <w:p w:rsidR="00B65DC9" w:rsidRDefault="00B65DC9" w:rsidP="00B65DC9">
      <w:r>
        <w:lastRenderedPageBreak/>
        <w:t>472.9496</w:t>
      </w:r>
      <w:r>
        <w:tab/>
        <w:t>1.266e-2</w:t>
      </w:r>
    </w:p>
    <w:p w:rsidR="00B65DC9" w:rsidRDefault="00B65DC9" w:rsidP="00B65DC9">
      <w:r>
        <w:t>472.9862</w:t>
      </w:r>
      <w:r>
        <w:tab/>
        <w:t>1.266e-2</w:t>
      </w:r>
    </w:p>
    <w:p w:rsidR="00B65DC9" w:rsidRDefault="00B65DC9" w:rsidP="00B65DC9">
      <w:r>
        <w:t>472.9894</w:t>
      </w:r>
      <w:r>
        <w:tab/>
        <w:t>1.266e-2</w:t>
      </w:r>
    </w:p>
    <w:p w:rsidR="00B65DC9" w:rsidRDefault="00B65DC9" w:rsidP="00B65DC9">
      <w:r>
        <w:t>472.9948</w:t>
      </w:r>
      <w:r>
        <w:tab/>
        <w:t>1.266e-2</w:t>
      </w:r>
    </w:p>
    <w:p w:rsidR="00B65DC9" w:rsidRDefault="00B65DC9" w:rsidP="00B65DC9">
      <w:r>
        <w:t>473.0081</w:t>
      </w:r>
      <w:r>
        <w:tab/>
        <w:t>1.013e0</w:t>
      </w:r>
    </w:p>
    <w:p w:rsidR="00B65DC9" w:rsidRDefault="00B65DC9" w:rsidP="00B65DC9">
      <w:r>
        <w:t>473.0601</w:t>
      </w:r>
      <w:r>
        <w:tab/>
        <w:t>1.025e0</w:t>
      </w:r>
    </w:p>
    <w:p w:rsidR="00B65DC9" w:rsidRDefault="00B65DC9" w:rsidP="00B65DC9">
      <w:r>
        <w:t>473.1117</w:t>
      </w:r>
      <w:r>
        <w:tab/>
        <w:t>3.063e0</w:t>
      </w:r>
    </w:p>
    <w:p w:rsidR="00B65DC9" w:rsidRDefault="00B65DC9" w:rsidP="00B65DC9">
      <w:r>
        <w:t>473.1350</w:t>
      </w:r>
      <w:r>
        <w:tab/>
        <w:t>1.013e0</w:t>
      </w:r>
    </w:p>
    <w:p w:rsidR="00B65DC9" w:rsidRDefault="00B65DC9" w:rsidP="00B65DC9">
      <w:r>
        <w:t>473.1762</w:t>
      </w:r>
      <w:r>
        <w:tab/>
        <w:t>1.013e0</w:t>
      </w:r>
    </w:p>
    <w:p w:rsidR="00B65DC9" w:rsidRDefault="00B65DC9" w:rsidP="00B65DC9">
      <w:r>
        <w:t>473.2174</w:t>
      </w:r>
      <w:r>
        <w:tab/>
        <w:t>1.266e-2</w:t>
      </w:r>
    </w:p>
    <w:p w:rsidR="00B65DC9" w:rsidRDefault="00B65DC9" w:rsidP="00B65DC9">
      <w:r>
        <w:t>473.2339</w:t>
      </w:r>
      <w:r>
        <w:tab/>
        <w:t>1.266e-2</w:t>
      </w:r>
    </w:p>
    <w:p w:rsidR="00B65DC9" w:rsidRDefault="00B65DC9" w:rsidP="00B65DC9">
      <w:r>
        <w:t>473.2422</w:t>
      </w:r>
      <w:r>
        <w:tab/>
        <w:t>4.051e0</w:t>
      </w:r>
    </w:p>
    <w:p w:rsidR="00B65DC9" w:rsidRDefault="00B65DC9" w:rsidP="00B65DC9">
      <w:r>
        <w:t>473.3175</w:t>
      </w:r>
      <w:r>
        <w:tab/>
        <w:t>3.038e0</w:t>
      </w:r>
    </w:p>
    <w:p w:rsidR="00B65DC9" w:rsidRDefault="00B65DC9" w:rsidP="00B65DC9">
      <w:r>
        <w:t>473.3290</w:t>
      </w:r>
      <w:r>
        <w:tab/>
        <w:t>6.101e0</w:t>
      </w:r>
    </w:p>
    <w:p w:rsidR="00B65DC9" w:rsidRDefault="00B65DC9" w:rsidP="00B65DC9">
      <w:r>
        <w:t>473.3919</w:t>
      </w:r>
      <w:r>
        <w:tab/>
        <w:t>1.025e0</w:t>
      </w:r>
    </w:p>
    <w:p w:rsidR="00B65DC9" w:rsidRDefault="00B65DC9" w:rsidP="00B65DC9">
      <w:r>
        <w:t>473.4159</w:t>
      </w:r>
      <w:r>
        <w:tab/>
        <w:t>1.025e0</w:t>
      </w:r>
    </w:p>
    <w:p w:rsidR="00B65DC9" w:rsidRDefault="00B65DC9" w:rsidP="00B65DC9">
      <w:r>
        <w:t>473.4317</w:t>
      </w:r>
      <w:r>
        <w:tab/>
        <w:t>1.013e0</w:t>
      </w:r>
    </w:p>
    <w:p w:rsidR="00B65DC9" w:rsidRDefault="00B65DC9" w:rsidP="00B65DC9">
      <w:r>
        <w:t>473.4525</w:t>
      </w:r>
      <w:r>
        <w:tab/>
        <w:t>1.013e0</w:t>
      </w:r>
    </w:p>
    <w:p w:rsidR="00B65DC9" w:rsidRDefault="00B65DC9" w:rsidP="00B65DC9">
      <w:r>
        <w:t>473.4567</w:t>
      </w:r>
      <w:r>
        <w:tab/>
        <w:t>1.266e-2</w:t>
      </w:r>
    </w:p>
    <w:p w:rsidR="00B65DC9" w:rsidRDefault="00B65DC9" w:rsidP="00B65DC9">
      <w:r>
        <w:lastRenderedPageBreak/>
        <w:t>473.4980</w:t>
      </w:r>
      <w:r>
        <w:tab/>
        <w:t>1.013e0</w:t>
      </w:r>
    </w:p>
    <w:p w:rsidR="00B65DC9" w:rsidRDefault="00B65DC9" w:rsidP="00B65DC9">
      <w:r>
        <w:t>473.5150</w:t>
      </w:r>
      <w:r>
        <w:tab/>
        <w:t>1.013e0</w:t>
      </w:r>
    </w:p>
    <w:p w:rsidR="00B65DC9" w:rsidRDefault="00B65DC9" w:rsidP="00B65DC9">
      <w:r>
        <w:t>473.5722</w:t>
      </w:r>
      <w:r>
        <w:tab/>
        <w:t>1.013e0</w:t>
      </w:r>
    </w:p>
    <w:p w:rsidR="00B65DC9" w:rsidRDefault="00B65DC9" w:rsidP="00B65DC9">
      <w:r>
        <w:t>473.6049</w:t>
      </w:r>
      <w:r>
        <w:tab/>
        <w:t>1.013e0</w:t>
      </w:r>
    </w:p>
    <w:p w:rsidR="00B65DC9" w:rsidRDefault="00B65DC9" w:rsidP="00B65DC9">
      <w:r>
        <w:t>473.6795</w:t>
      </w:r>
      <w:r>
        <w:tab/>
        <w:t>1.013e0</w:t>
      </w:r>
    </w:p>
    <w:p w:rsidR="00B65DC9" w:rsidRDefault="00B65DC9" w:rsidP="00B65DC9">
      <w:r>
        <w:t>473.7786</w:t>
      </w:r>
      <w:r>
        <w:tab/>
        <w:t>1.266e-2</w:t>
      </w:r>
    </w:p>
    <w:p w:rsidR="00B65DC9" w:rsidRDefault="00B65DC9" w:rsidP="00B65DC9">
      <w:r>
        <w:t>473.7998</w:t>
      </w:r>
      <w:r>
        <w:tab/>
        <w:t>1.025e0</w:t>
      </w:r>
    </w:p>
    <w:p w:rsidR="00B65DC9" w:rsidRDefault="00B65DC9" w:rsidP="00B65DC9">
      <w:r>
        <w:t>473.8529</w:t>
      </w:r>
      <w:r>
        <w:tab/>
        <w:t>2.025e0</w:t>
      </w:r>
    </w:p>
    <w:p w:rsidR="00B65DC9" w:rsidRDefault="00B65DC9" w:rsidP="00B65DC9">
      <w:r>
        <w:t>473.8859</w:t>
      </w:r>
      <w:r>
        <w:tab/>
        <w:t>1.013e0</w:t>
      </w:r>
    </w:p>
    <w:p w:rsidR="00B65DC9" w:rsidRDefault="00B65DC9" w:rsidP="00B65DC9">
      <w:r>
        <w:t>473.9107</w:t>
      </w:r>
      <w:r>
        <w:tab/>
        <w:t>1.013e0</w:t>
      </w:r>
    </w:p>
    <w:p w:rsidR="00B65DC9" w:rsidRDefault="00B65DC9" w:rsidP="00B65DC9">
      <w:r>
        <w:t>473.9576</w:t>
      </w:r>
      <w:r>
        <w:tab/>
        <w:t>3.038e0</w:t>
      </w:r>
    </w:p>
    <w:p w:rsidR="00B65DC9" w:rsidRDefault="00B65DC9" w:rsidP="00B65DC9">
      <w:r>
        <w:t>473.9827</w:t>
      </w:r>
      <w:r>
        <w:tab/>
        <w:t>2.025e0</w:t>
      </w:r>
    </w:p>
    <w:p w:rsidR="00B65DC9" w:rsidRDefault="00B65DC9" w:rsidP="00B65DC9">
      <w:r>
        <w:t>474.0759</w:t>
      </w:r>
      <w:r>
        <w:tab/>
        <w:t>1.013e0</w:t>
      </w:r>
    </w:p>
    <w:p w:rsidR="00B65DC9" w:rsidRDefault="00B65DC9" w:rsidP="00B65DC9">
      <w:r>
        <w:t>474.0893</w:t>
      </w:r>
      <w:r>
        <w:tab/>
        <w:t>1.013e0</w:t>
      </w:r>
    </w:p>
    <w:p w:rsidR="00B65DC9" w:rsidRDefault="00B65DC9" w:rsidP="00B65DC9">
      <w:r>
        <w:t>474.1089</w:t>
      </w:r>
      <w:r>
        <w:tab/>
        <w:t>2.025e0</w:t>
      </w:r>
    </w:p>
    <w:p w:rsidR="00B65DC9" w:rsidRDefault="00B65DC9" w:rsidP="00B65DC9">
      <w:r>
        <w:t>474.1178</w:t>
      </w:r>
      <w:r>
        <w:tab/>
        <w:t>1.266e-2</w:t>
      </w:r>
    </w:p>
    <w:p w:rsidR="00B65DC9" w:rsidRDefault="00B65DC9" w:rsidP="00B65DC9">
      <w:r>
        <w:t>474.1292</w:t>
      </w:r>
      <w:r>
        <w:tab/>
        <w:t>1.266e-2</w:t>
      </w:r>
    </w:p>
    <w:p w:rsidR="00B65DC9" w:rsidRDefault="00B65DC9" w:rsidP="00B65DC9">
      <w:r>
        <w:t>474.2164</w:t>
      </w:r>
      <w:r>
        <w:tab/>
        <w:t>1.266e-2</w:t>
      </w:r>
    </w:p>
    <w:p w:rsidR="00B65DC9" w:rsidRDefault="00B65DC9" w:rsidP="00B65DC9">
      <w:r>
        <w:t>474.2500</w:t>
      </w:r>
      <w:r>
        <w:tab/>
        <w:t>1.038e0</w:t>
      </w:r>
    </w:p>
    <w:p w:rsidR="00B65DC9" w:rsidRDefault="00B65DC9" w:rsidP="00B65DC9">
      <w:r>
        <w:lastRenderedPageBreak/>
        <w:t>474.2662</w:t>
      </w:r>
      <w:r>
        <w:tab/>
        <w:t>2.025e0</w:t>
      </w:r>
    </w:p>
    <w:p w:rsidR="00B65DC9" w:rsidRDefault="00B65DC9" w:rsidP="00B65DC9">
      <w:r>
        <w:t>474.2970</w:t>
      </w:r>
      <w:r>
        <w:tab/>
        <w:t>2.025e0</w:t>
      </w:r>
    </w:p>
    <w:p w:rsidR="00B65DC9" w:rsidRDefault="00B65DC9" w:rsidP="00B65DC9">
      <w:r>
        <w:t>474.3201</w:t>
      </w:r>
      <w:r>
        <w:tab/>
        <w:t>2.025e0</w:t>
      </w:r>
    </w:p>
    <w:p w:rsidR="00B65DC9" w:rsidRDefault="00B65DC9" w:rsidP="00B65DC9">
      <w:r>
        <w:t>474.3498</w:t>
      </w:r>
      <w:r>
        <w:tab/>
        <w:t>1.051e0</w:t>
      </w:r>
    </w:p>
    <w:p w:rsidR="00B65DC9" w:rsidRDefault="00B65DC9" w:rsidP="00B65DC9">
      <w:r>
        <w:t>474.3535</w:t>
      </w:r>
      <w:r>
        <w:tab/>
        <w:t>3.038e0</w:t>
      </w:r>
    </w:p>
    <w:p w:rsidR="00B65DC9" w:rsidRDefault="00B65DC9" w:rsidP="00B65DC9">
      <w:r>
        <w:t>474.3607</w:t>
      </w:r>
      <w:r>
        <w:tab/>
        <w:t>1.013e0</w:t>
      </w:r>
    </w:p>
    <w:p w:rsidR="00B65DC9" w:rsidRDefault="00B65DC9" w:rsidP="00B65DC9">
      <w:r>
        <w:t>474.3658</w:t>
      </w:r>
      <w:r>
        <w:tab/>
        <w:t>1.013e0</w:t>
      </w:r>
    </w:p>
    <w:p w:rsidR="00B65DC9" w:rsidRDefault="00B65DC9" w:rsidP="00B65DC9">
      <w:r>
        <w:t>474.3848</w:t>
      </w:r>
      <w:r>
        <w:tab/>
        <w:t>2.532e-2</w:t>
      </w:r>
    </w:p>
    <w:p w:rsidR="00B65DC9" w:rsidRDefault="00B65DC9" w:rsidP="00B65DC9">
      <w:r>
        <w:t>474.4065</w:t>
      </w:r>
      <w:r>
        <w:tab/>
        <w:t>1.013e0</w:t>
      </w:r>
    </w:p>
    <w:p w:rsidR="00B65DC9" w:rsidRDefault="00B65DC9" w:rsidP="00B65DC9">
      <w:r>
        <w:t>474.4098</w:t>
      </w:r>
      <w:r>
        <w:tab/>
        <w:t>3.038e0</w:t>
      </w:r>
    </w:p>
    <w:p w:rsidR="00B65DC9" w:rsidRDefault="00B65DC9" w:rsidP="00B65DC9">
      <w:r>
        <w:t>474.4365</w:t>
      </w:r>
      <w:r>
        <w:tab/>
        <w:t>3.038e0</w:t>
      </w:r>
    </w:p>
    <w:p w:rsidR="00B65DC9" w:rsidRDefault="00B65DC9" w:rsidP="00B65DC9">
      <w:r>
        <w:t>474.5137</w:t>
      </w:r>
      <w:r>
        <w:tab/>
        <w:t>1.013e0</w:t>
      </w:r>
    </w:p>
    <w:p w:rsidR="00B65DC9" w:rsidRDefault="00B65DC9" w:rsidP="00B65DC9">
      <w:r>
        <w:t>474.5305</w:t>
      </w:r>
      <w:r>
        <w:tab/>
        <w:t>1.013e0</w:t>
      </w:r>
    </w:p>
    <w:p w:rsidR="00B65DC9" w:rsidRDefault="00B65DC9" w:rsidP="00B65DC9">
      <w:r>
        <w:t>474.5354</w:t>
      </w:r>
      <w:r>
        <w:tab/>
        <w:t>2.025e0</w:t>
      </w:r>
    </w:p>
    <w:p w:rsidR="00B65DC9" w:rsidRDefault="00B65DC9" w:rsidP="00B65DC9">
      <w:r>
        <w:t>474.5635</w:t>
      </w:r>
      <w:r>
        <w:tab/>
        <w:t>1.013e0</w:t>
      </w:r>
    </w:p>
    <w:p w:rsidR="00B65DC9" w:rsidRDefault="00B65DC9" w:rsidP="00B65DC9">
      <w:r>
        <w:t>474.5807</w:t>
      </w:r>
      <w:r>
        <w:tab/>
        <w:t>1.013e0</w:t>
      </w:r>
    </w:p>
    <w:p w:rsidR="00B65DC9" w:rsidRDefault="00B65DC9" w:rsidP="00B65DC9">
      <w:r>
        <w:t>474.6628</w:t>
      </w:r>
      <w:r>
        <w:tab/>
        <w:t>1.013e0</w:t>
      </w:r>
    </w:p>
    <w:p w:rsidR="00B65DC9" w:rsidRDefault="00B65DC9" w:rsidP="00B65DC9">
      <w:r>
        <w:t>474.7124</w:t>
      </w:r>
      <w:r>
        <w:tab/>
        <w:t>1.013e0</w:t>
      </w:r>
    </w:p>
    <w:p w:rsidR="00B65DC9" w:rsidRDefault="00B65DC9" w:rsidP="00B65DC9">
      <w:r>
        <w:t>474.7207</w:t>
      </w:r>
      <w:r>
        <w:tab/>
        <w:t>1.013e0</w:t>
      </w:r>
    </w:p>
    <w:p w:rsidR="00B65DC9" w:rsidRDefault="00B65DC9" w:rsidP="00B65DC9">
      <w:r>
        <w:lastRenderedPageBreak/>
        <w:t>474.7621</w:t>
      </w:r>
      <w:r>
        <w:tab/>
        <w:t>1.266e-2</w:t>
      </w:r>
    </w:p>
    <w:p w:rsidR="00B65DC9" w:rsidRDefault="00B65DC9" w:rsidP="00B65DC9">
      <w:r>
        <w:t>474.8289</w:t>
      </w:r>
      <w:r>
        <w:tab/>
        <w:t>1.266e-2</w:t>
      </w:r>
    </w:p>
    <w:p w:rsidR="00B65DC9" w:rsidRDefault="00B65DC9" w:rsidP="00B65DC9">
      <w:r>
        <w:t>474.8454</w:t>
      </w:r>
      <w:r>
        <w:tab/>
        <w:t>1.266e-2</w:t>
      </w:r>
    </w:p>
    <w:p w:rsidR="00B65DC9" w:rsidRDefault="00B65DC9" w:rsidP="00B65DC9">
      <w:r>
        <w:t>474.8944</w:t>
      </w:r>
      <w:r>
        <w:tab/>
        <w:t>1.266e-2</w:t>
      </w:r>
    </w:p>
    <w:p w:rsidR="00B65DC9" w:rsidRDefault="00B65DC9" w:rsidP="00B65DC9">
      <w:r>
        <w:t>474.9470</w:t>
      </w:r>
      <w:r>
        <w:tab/>
        <w:t>2.025e0</w:t>
      </w:r>
    </w:p>
    <w:p w:rsidR="00B65DC9" w:rsidRDefault="00B65DC9" w:rsidP="00B65DC9">
      <w:r>
        <w:t>474.9763</w:t>
      </w:r>
      <w:r>
        <w:tab/>
        <w:t>1.266e-2</w:t>
      </w:r>
    </w:p>
    <w:p w:rsidR="00B65DC9" w:rsidRDefault="00B65DC9" w:rsidP="00B65DC9">
      <w:r>
        <w:t>474.9796</w:t>
      </w:r>
      <w:r>
        <w:tab/>
        <w:t>1.266e-2</w:t>
      </w:r>
    </w:p>
    <w:p w:rsidR="00B65DC9" w:rsidRDefault="00B65DC9" w:rsidP="00B65DC9">
      <w:r>
        <w:t>475.0159</w:t>
      </w:r>
      <w:r>
        <w:tab/>
        <w:t>1.266e-2</w:t>
      </w:r>
    </w:p>
    <w:p w:rsidR="00B65DC9" w:rsidRDefault="00B65DC9" w:rsidP="00B65DC9">
      <w:r>
        <w:t>475.0688</w:t>
      </w:r>
      <w:r>
        <w:tab/>
        <w:t>1.013e0</w:t>
      </w:r>
    </w:p>
    <w:p w:rsidR="00B65DC9" w:rsidRDefault="00B65DC9" w:rsidP="00B65DC9">
      <w:r>
        <w:t>475.0725</w:t>
      </w:r>
      <w:r>
        <w:tab/>
        <w:t>2.038e0</w:t>
      </w:r>
    </w:p>
    <w:p w:rsidR="00B65DC9" w:rsidRDefault="00B65DC9" w:rsidP="00B65DC9">
      <w:r>
        <w:t>475.1534</w:t>
      </w:r>
      <w:r>
        <w:tab/>
        <w:t>1.013e0</w:t>
      </w:r>
    </w:p>
    <w:p w:rsidR="00B65DC9" w:rsidRDefault="00B65DC9" w:rsidP="00B65DC9">
      <w:r>
        <w:t>475.1718</w:t>
      </w:r>
      <w:r>
        <w:tab/>
        <w:t>2.025e0</w:t>
      </w:r>
    </w:p>
    <w:p w:rsidR="00B65DC9" w:rsidRDefault="00B65DC9" w:rsidP="00B65DC9">
      <w:r>
        <w:t>475.1899</w:t>
      </w:r>
      <w:r>
        <w:tab/>
        <w:t>2.025e0</w:t>
      </w:r>
    </w:p>
    <w:p w:rsidR="00B65DC9" w:rsidRDefault="00B65DC9" w:rsidP="00B65DC9">
      <w:r>
        <w:t>475.2255</w:t>
      </w:r>
      <w:r>
        <w:tab/>
        <w:t>1.266e-2</w:t>
      </w:r>
    </w:p>
    <w:p w:rsidR="00B65DC9" w:rsidRDefault="00B65DC9" w:rsidP="00B65DC9">
      <w:r>
        <w:t>475.2744</w:t>
      </w:r>
      <w:r>
        <w:tab/>
        <w:t>2.051e0</w:t>
      </w:r>
    </w:p>
    <w:p w:rsidR="00B65DC9" w:rsidRDefault="00B65DC9" w:rsidP="00B65DC9">
      <w:r>
        <w:t>475.3057</w:t>
      </w:r>
      <w:r>
        <w:tab/>
        <w:t>4.076e0</w:t>
      </w:r>
    </w:p>
    <w:p w:rsidR="00B65DC9" w:rsidRDefault="00B65DC9" w:rsidP="00B65DC9">
      <w:r>
        <w:t>475.3329</w:t>
      </w:r>
      <w:r>
        <w:tab/>
        <w:t>2.038e0</w:t>
      </w:r>
    </w:p>
    <w:p w:rsidR="00B65DC9" w:rsidRDefault="00B65DC9" w:rsidP="00B65DC9">
      <w:r>
        <w:t>475.3838</w:t>
      </w:r>
      <w:r>
        <w:tab/>
        <w:t>2.025e0</w:t>
      </w:r>
    </w:p>
    <w:p w:rsidR="00B65DC9" w:rsidRDefault="00B65DC9" w:rsidP="00B65DC9">
      <w:r>
        <w:t>475.4127</w:t>
      </w:r>
      <w:r>
        <w:tab/>
        <w:t>2.025e0</w:t>
      </w:r>
    </w:p>
    <w:p w:rsidR="00B65DC9" w:rsidRDefault="00B65DC9" w:rsidP="00B65DC9">
      <w:r>
        <w:lastRenderedPageBreak/>
        <w:t>475.4273</w:t>
      </w:r>
      <w:r>
        <w:tab/>
        <w:t>2.025e0</w:t>
      </w:r>
    </w:p>
    <w:p w:rsidR="00B65DC9" w:rsidRDefault="00B65DC9" w:rsidP="00B65DC9">
      <w:r>
        <w:t>475.4621</w:t>
      </w:r>
      <w:r>
        <w:tab/>
        <w:t>2.025e0</w:t>
      </w:r>
    </w:p>
    <w:p w:rsidR="00B65DC9" w:rsidRDefault="00B65DC9" w:rsidP="00B65DC9">
      <w:r>
        <w:t>475.5243</w:t>
      </w:r>
      <w:r>
        <w:tab/>
        <w:t>1.025e0</w:t>
      </w:r>
    </w:p>
    <w:p w:rsidR="00B65DC9" w:rsidRDefault="00B65DC9" w:rsidP="00B65DC9">
      <w:r>
        <w:t>475.5951</w:t>
      </w:r>
      <w:r>
        <w:tab/>
        <w:t>1.013e0</w:t>
      </w:r>
    </w:p>
    <w:p w:rsidR="00B65DC9" w:rsidRDefault="00B65DC9" w:rsidP="00B65DC9">
      <w:r>
        <w:t>475.5982</w:t>
      </w:r>
      <w:r>
        <w:tab/>
        <w:t>1.266e-2</w:t>
      </w:r>
    </w:p>
    <w:p w:rsidR="00B65DC9" w:rsidRDefault="00B65DC9" w:rsidP="00B65DC9">
      <w:r>
        <w:t>475.6134</w:t>
      </w:r>
      <w:r>
        <w:tab/>
        <w:t>1.013e0</w:t>
      </w:r>
    </w:p>
    <w:p w:rsidR="00B65DC9" w:rsidRDefault="00B65DC9" w:rsidP="00B65DC9">
      <w:r>
        <w:t>475.6536</w:t>
      </w:r>
      <w:r>
        <w:tab/>
        <w:t>1.266e-2</w:t>
      </w:r>
    </w:p>
    <w:p w:rsidR="00B65DC9" w:rsidRDefault="00B65DC9" w:rsidP="00B65DC9">
      <w:r>
        <w:t>475.7142</w:t>
      </w:r>
      <w:r>
        <w:tab/>
        <w:t>1.266e-2</w:t>
      </w:r>
    </w:p>
    <w:p w:rsidR="00B65DC9" w:rsidRDefault="00B65DC9" w:rsidP="00B65DC9">
      <w:r>
        <w:t>475.7325</w:t>
      </w:r>
      <w:r>
        <w:tab/>
        <w:t>1.266e-2</w:t>
      </w:r>
    </w:p>
    <w:p w:rsidR="00B65DC9" w:rsidRDefault="00B65DC9" w:rsidP="00B65DC9">
      <w:r>
        <w:t>475.7780</w:t>
      </w:r>
      <w:r>
        <w:tab/>
        <w:t>2.025e0</w:t>
      </w:r>
    </w:p>
    <w:p w:rsidR="00B65DC9" w:rsidRDefault="00B65DC9" w:rsidP="00B65DC9">
      <w:r>
        <w:t>475.8054</w:t>
      </w:r>
      <w:r>
        <w:tab/>
        <w:t>1.013e0</w:t>
      </w:r>
    </w:p>
    <w:p w:rsidR="00B65DC9" w:rsidRDefault="00B65DC9" w:rsidP="00B65DC9">
      <w:r>
        <w:t>475.8483</w:t>
      </w:r>
      <w:r>
        <w:tab/>
        <w:t>2.025e0</w:t>
      </w:r>
    </w:p>
    <w:p w:rsidR="00B65DC9" w:rsidRDefault="00B65DC9" w:rsidP="00B65DC9">
      <w:r>
        <w:t>475.8672</w:t>
      </w:r>
      <w:r>
        <w:tab/>
        <w:t>1.013e0</w:t>
      </w:r>
    </w:p>
    <w:p w:rsidR="00B65DC9" w:rsidRDefault="00B65DC9" w:rsidP="00B65DC9">
      <w:r>
        <w:t>475.8822</w:t>
      </w:r>
      <w:r>
        <w:tab/>
        <w:t>1.038e0</w:t>
      </w:r>
    </w:p>
    <w:p w:rsidR="00B65DC9" w:rsidRDefault="00B65DC9" w:rsidP="00B65DC9">
      <w:r>
        <w:t>475.8847</w:t>
      </w:r>
      <w:r>
        <w:tab/>
        <w:t>1.013e0</w:t>
      </w:r>
    </w:p>
    <w:p w:rsidR="00B65DC9" w:rsidRDefault="00B65DC9" w:rsidP="00B65DC9">
      <w:r>
        <w:t>475.8966</w:t>
      </w:r>
      <w:r>
        <w:tab/>
        <w:t>1.013e0</w:t>
      </w:r>
    </w:p>
    <w:p w:rsidR="00B65DC9" w:rsidRDefault="00B65DC9" w:rsidP="00B65DC9">
      <w:r>
        <w:t>475.9137</w:t>
      </w:r>
      <w:r>
        <w:tab/>
        <w:t>2.025e0</w:t>
      </w:r>
    </w:p>
    <w:p w:rsidR="00B65DC9" w:rsidRDefault="00B65DC9" w:rsidP="00B65DC9">
      <w:r>
        <w:t>475.9712</w:t>
      </w:r>
      <w:r>
        <w:tab/>
        <w:t>1.266e-2</w:t>
      </w:r>
    </w:p>
    <w:p w:rsidR="00B65DC9" w:rsidRDefault="00B65DC9" w:rsidP="00B65DC9">
      <w:r>
        <w:t>475.9793</w:t>
      </w:r>
      <w:r>
        <w:tab/>
        <w:t>1.266e-2</w:t>
      </w:r>
    </w:p>
    <w:p w:rsidR="00B65DC9" w:rsidRDefault="00B65DC9" w:rsidP="00B65DC9">
      <w:r>
        <w:lastRenderedPageBreak/>
        <w:t>476.0376</w:t>
      </w:r>
      <w:r>
        <w:tab/>
        <w:t>1.025e0</w:t>
      </w:r>
    </w:p>
    <w:p w:rsidR="00B65DC9" w:rsidRDefault="00B65DC9" w:rsidP="00B65DC9">
      <w:r>
        <w:t>476.0588</w:t>
      </w:r>
      <w:r>
        <w:tab/>
        <w:t>2.532e-2</w:t>
      </w:r>
    </w:p>
    <w:p w:rsidR="00B65DC9" w:rsidRDefault="00B65DC9" w:rsidP="00B65DC9">
      <w:r>
        <w:t>476.0829</w:t>
      </w:r>
      <w:r>
        <w:tab/>
        <w:t>2.025e0</w:t>
      </w:r>
    </w:p>
    <w:p w:rsidR="00B65DC9" w:rsidRDefault="00B65DC9" w:rsidP="00B65DC9">
      <w:r>
        <w:t>476.0873</w:t>
      </w:r>
      <w:r>
        <w:tab/>
        <w:t>1.266e-2</w:t>
      </w:r>
    </w:p>
    <w:p w:rsidR="00B65DC9" w:rsidRDefault="00B65DC9" w:rsidP="00B65DC9">
      <w:r>
        <w:t>476.1424</w:t>
      </w:r>
      <w:r>
        <w:tab/>
        <w:t>2.025e0</w:t>
      </w:r>
    </w:p>
    <w:p w:rsidR="00B65DC9" w:rsidRDefault="00B65DC9" w:rsidP="00B65DC9">
      <w:r>
        <w:t>476.1576</w:t>
      </w:r>
      <w:r>
        <w:tab/>
        <w:t>6.076e0</w:t>
      </w:r>
    </w:p>
    <w:p w:rsidR="00B65DC9" w:rsidRDefault="00B65DC9" w:rsidP="00B65DC9">
      <w:r>
        <w:t>476.1653</w:t>
      </w:r>
      <w:r>
        <w:tab/>
        <w:t>2.025e0</w:t>
      </w:r>
    </w:p>
    <w:p w:rsidR="00B65DC9" w:rsidRDefault="00B65DC9" w:rsidP="00B65DC9">
      <w:r>
        <w:t>476.2526</w:t>
      </w:r>
      <w:r>
        <w:tab/>
        <w:t>2.025e0</w:t>
      </w:r>
    </w:p>
    <w:p w:rsidR="00B65DC9" w:rsidRDefault="00B65DC9" w:rsidP="00B65DC9">
      <w:r>
        <w:t>476.2717</w:t>
      </w:r>
      <w:r>
        <w:tab/>
        <w:t>2.038e0</w:t>
      </w:r>
    </w:p>
    <w:p w:rsidR="00B65DC9" w:rsidRDefault="00B65DC9" w:rsidP="00B65DC9">
      <w:r>
        <w:t>476.3030</w:t>
      </w:r>
      <w:r>
        <w:tab/>
        <w:t>1.013e0</w:t>
      </w:r>
    </w:p>
    <w:p w:rsidR="00B65DC9" w:rsidRDefault="00B65DC9" w:rsidP="00B65DC9">
      <w:r>
        <w:t>476.3484</w:t>
      </w:r>
      <w:r>
        <w:tab/>
        <w:t>3.038e0</w:t>
      </w:r>
    </w:p>
    <w:p w:rsidR="00B65DC9" w:rsidRDefault="00B65DC9" w:rsidP="00B65DC9">
      <w:r>
        <w:t>476.3583</w:t>
      </w:r>
      <w:r>
        <w:tab/>
        <w:t>3.478e-1</w:t>
      </w:r>
    </w:p>
    <w:p w:rsidR="00B65DC9" w:rsidRDefault="00B65DC9" w:rsidP="00B65DC9">
      <w:r>
        <w:t>476.4122</w:t>
      </w:r>
      <w:r>
        <w:tab/>
        <w:t>2.025e0</w:t>
      </w:r>
    </w:p>
    <w:p w:rsidR="00B65DC9" w:rsidRDefault="00B65DC9" w:rsidP="00B65DC9">
      <w:r>
        <w:t>476.4458</w:t>
      </w:r>
      <w:r>
        <w:tab/>
        <w:t>2.025e0</w:t>
      </w:r>
    </w:p>
    <w:p w:rsidR="00B65DC9" w:rsidRDefault="00B65DC9" w:rsidP="00B65DC9">
      <w:r>
        <w:t>476.5037</w:t>
      </w:r>
      <w:r>
        <w:tab/>
        <w:t>1.013e0</w:t>
      </w:r>
    </w:p>
    <w:p w:rsidR="00B65DC9" w:rsidRDefault="00B65DC9" w:rsidP="00B65DC9">
      <w:r>
        <w:t>476.5401</w:t>
      </w:r>
      <w:r>
        <w:tab/>
        <w:t>1.013e0</w:t>
      </w:r>
    </w:p>
    <w:p w:rsidR="00B65DC9" w:rsidRDefault="00B65DC9" w:rsidP="00B65DC9">
      <w:r>
        <w:t>476.5616</w:t>
      </w:r>
      <w:r>
        <w:tab/>
        <w:t>1.013e0</w:t>
      </w:r>
    </w:p>
    <w:p w:rsidR="00B65DC9" w:rsidRDefault="00B65DC9" w:rsidP="00B65DC9">
      <w:r>
        <w:t>476.5768</w:t>
      </w:r>
      <w:r>
        <w:tab/>
        <w:t>1.013e0</w:t>
      </w:r>
    </w:p>
    <w:p w:rsidR="00B65DC9" w:rsidRDefault="00B65DC9" w:rsidP="00B65DC9">
      <w:r>
        <w:t>476.7093</w:t>
      </w:r>
      <w:r>
        <w:tab/>
        <w:t>2.025e0</w:t>
      </w:r>
    </w:p>
    <w:p w:rsidR="00B65DC9" w:rsidRDefault="00B65DC9" w:rsidP="00B65DC9">
      <w:r>
        <w:lastRenderedPageBreak/>
        <w:t>476.7900</w:t>
      </w:r>
      <w:r>
        <w:tab/>
        <w:t>1.013e0</w:t>
      </w:r>
    </w:p>
    <w:p w:rsidR="00B65DC9" w:rsidRDefault="00B65DC9" w:rsidP="00B65DC9">
      <w:r>
        <w:t>476.9090</w:t>
      </w:r>
      <w:r>
        <w:tab/>
        <w:t>1.266e-2</w:t>
      </w:r>
    </w:p>
    <w:p w:rsidR="00B65DC9" w:rsidRDefault="00B65DC9" w:rsidP="00B65DC9">
      <w:r>
        <w:t>476.9173</w:t>
      </w:r>
      <w:r>
        <w:tab/>
        <w:t>1.266e-2</w:t>
      </w:r>
    </w:p>
    <w:p w:rsidR="00B65DC9" w:rsidRDefault="00B65DC9" w:rsidP="00B65DC9">
      <w:r>
        <w:t>476.9821</w:t>
      </w:r>
      <w:r>
        <w:tab/>
        <w:t>1.013e0</w:t>
      </w:r>
    </w:p>
    <w:p w:rsidR="00B65DC9" w:rsidRDefault="00B65DC9" w:rsidP="00B65DC9">
      <w:r>
        <w:t>477.0313</w:t>
      </w:r>
      <w:r>
        <w:tab/>
        <w:t>3.038e0</w:t>
      </w:r>
    </w:p>
    <w:p w:rsidR="00B65DC9" w:rsidRDefault="00B65DC9" w:rsidP="00B65DC9">
      <w:r>
        <w:t>477.0400</w:t>
      </w:r>
      <w:r>
        <w:tab/>
        <w:t>1.013e0</w:t>
      </w:r>
    </w:p>
    <w:p w:rsidR="00B65DC9" w:rsidRDefault="00B65DC9" w:rsidP="00B65DC9">
      <w:r>
        <w:t>477.0439</w:t>
      </w:r>
      <w:r>
        <w:tab/>
        <w:t>1.013e0</w:t>
      </w:r>
    </w:p>
    <w:p w:rsidR="00B65DC9" w:rsidRDefault="00B65DC9" w:rsidP="00B65DC9">
      <w:r>
        <w:t>477.1011</w:t>
      </w:r>
      <w:r>
        <w:tab/>
        <w:t>1.013e0</w:t>
      </w:r>
    </w:p>
    <w:p w:rsidR="00B65DC9" w:rsidRDefault="00B65DC9" w:rsidP="00B65DC9">
      <w:r>
        <w:t>477.1436</w:t>
      </w:r>
      <w:r>
        <w:tab/>
        <w:t>2.025e0</w:t>
      </w:r>
    </w:p>
    <w:p w:rsidR="00B65DC9" w:rsidRDefault="00B65DC9" w:rsidP="00B65DC9">
      <w:r>
        <w:t>477.1484</w:t>
      </w:r>
      <w:r>
        <w:tab/>
        <w:t>2.532e-2</w:t>
      </w:r>
    </w:p>
    <w:p w:rsidR="00B65DC9" w:rsidRDefault="00B65DC9" w:rsidP="00B65DC9">
      <w:r>
        <w:t>477.1855</w:t>
      </w:r>
      <w:r>
        <w:tab/>
        <w:t>2.025e0</w:t>
      </w:r>
    </w:p>
    <w:p w:rsidR="00B65DC9" w:rsidRDefault="00B65DC9" w:rsidP="00B65DC9">
      <w:r>
        <w:t>477.1999</w:t>
      </w:r>
      <w:r>
        <w:tab/>
        <w:t>1.266e-2</w:t>
      </w:r>
    </w:p>
    <w:p w:rsidR="00B65DC9" w:rsidRDefault="00B65DC9" w:rsidP="00B65DC9">
      <w:r>
        <w:t>477.2011</w:t>
      </w:r>
      <w:r>
        <w:tab/>
        <w:t>2.051e0</w:t>
      </w:r>
    </w:p>
    <w:p w:rsidR="00B65DC9" w:rsidRDefault="00B65DC9" w:rsidP="00B65DC9">
      <w:r>
        <w:t>477.2248</w:t>
      </w:r>
      <w:r>
        <w:tab/>
        <w:t>2.025e0</w:t>
      </w:r>
    </w:p>
    <w:p w:rsidR="00B65DC9" w:rsidRDefault="00B65DC9" w:rsidP="00B65DC9">
      <w:r>
        <w:t>477.2717</w:t>
      </w:r>
      <w:r>
        <w:tab/>
        <w:t>1.266e-2</w:t>
      </w:r>
    </w:p>
    <w:p w:rsidR="00B65DC9" w:rsidRDefault="00B65DC9" w:rsidP="00B65DC9">
      <w:r>
        <w:t>477.2871</w:t>
      </w:r>
      <w:r>
        <w:tab/>
        <w:t>3.038e0</w:t>
      </w:r>
    </w:p>
    <w:p w:rsidR="00B65DC9" w:rsidRDefault="00B65DC9" w:rsidP="00B65DC9">
      <w:r>
        <w:t>477.3212</w:t>
      </w:r>
      <w:r>
        <w:tab/>
        <w:t>2.025e0</w:t>
      </w:r>
    </w:p>
    <w:p w:rsidR="00B65DC9" w:rsidRDefault="00B65DC9" w:rsidP="00B65DC9">
      <w:r>
        <w:t>477.3406</w:t>
      </w:r>
      <w:r>
        <w:tab/>
        <w:t>1.038e0</w:t>
      </w:r>
    </w:p>
    <w:p w:rsidR="00B65DC9" w:rsidRDefault="00B65DC9" w:rsidP="00B65DC9">
      <w:r>
        <w:t>477.3479</w:t>
      </w:r>
      <w:r>
        <w:tab/>
        <w:t>1.266e-2</w:t>
      </w:r>
    </w:p>
    <w:p w:rsidR="00B65DC9" w:rsidRDefault="00B65DC9" w:rsidP="00B65DC9">
      <w:r>
        <w:lastRenderedPageBreak/>
        <w:t>477.3694</w:t>
      </w:r>
      <w:r>
        <w:tab/>
        <w:t>2.025e0</w:t>
      </w:r>
    </w:p>
    <w:p w:rsidR="00B65DC9" w:rsidRDefault="00B65DC9" w:rsidP="00B65DC9">
      <w:r>
        <w:t>477.3959</w:t>
      </w:r>
      <w:r>
        <w:tab/>
        <w:t>2.025e0</w:t>
      </w:r>
    </w:p>
    <w:p w:rsidR="00B65DC9" w:rsidRDefault="00B65DC9" w:rsidP="00B65DC9">
      <w:r>
        <w:t>477.4064</w:t>
      </w:r>
      <w:r>
        <w:tab/>
        <w:t>1.266e-2</w:t>
      </w:r>
    </w:p>
    <w:p w:rsidR="00B65DC9" w:rsidRDefault="00B65DC9" w:rsidP="00B65DC9">
      <w:r>
        <w:t>477.4455</w:t>
      </w:r>
      <w:r>
        <w:tab/>
        <w:t>1.013e0</w:t>
      </w:r>
    </w:p>
    <w:p w:rsidR="00B65DC9" w:rsidRDefault="00B65DC9" w:rsidP="00B65DC9">
      <w:r>
        <w:t>477.4853</w:t>
      </w:r>
      <w:r>
        <w:tab/>
        <w:t>1.266e-2</w:t>
      </w:r>
    </w:p>
    <w:p w:rsidR="00B65DC9" w:rsidRDefault="00B65DC9" w:rsidP="00B65DC9">
      <w:r>
        <w:t>477.7540</w:t>
      </w:r>
      <w:r>
        <w:tab/>
        <w:t>1.013e0</w:t>
      </w:r>
    </w:p>
    <w:p w:rsidR="00B65DC9" w:rsidRDefault="00B65DC9" w:rsidP="00B65DC9">
      <w:r>
        <w:t>477.7653</w:t>
      </w:r>
      <w:r>
        <w:tab/>
        <w:t>1.013e0</w:t>
      </w:r>
    </w:p>
    <w:p w:rsidR="00B65DC9" w:rsidRDefault="00B65DC9" w:rsidP="00B65DC9">
      <w:r>
        <w:t>477.7749</w:t>
      </w:r>
      <w:r>
        <w:tab/>
        <w:t>1.013e0</w:t>
      </w:r>
    </w:p>
    <w:p w:rsidR="00B65DC9" w:rsidRDefault="00B65DC9" w:rsidP="00B65DC9">
      <w:r>
        <w:t>477.7820</w:t>
      </w:r>
      <w:r>
        <w:tab/>
        <w:t>1.266e-2</w:t>
      </w:r>
    </w:p>
    <w:p w:rsidR="00B65DC9" w:rsidRDefault="00B65DC9" w:rsidP="00B65DC9">
      <w:r>
        <w:t>477.8023</w:t>
      </w:r>
      <w:r>
        <w:tab/>
        <w:t>2.025e0</w:t>
      </w:r>
    </w:p>
    <w:p w:rsidR="00B65DC9" w:rsidRDefault="00B65DC9" w:rsidP="00B65DC9">
      <w:r>
        <w:t>477.8569</w:t>
      </w:r>
      <w:r>
        <w:tab/>
        <w:t>1.013e0</w:t>
      </w:r>
    </w:p>
    <w:p w:rsidR="00B65DC9" w:rsidRDefault="00B65DC9" w:rsidP="00B65DC9">
      <w:r>
        <w:t>477.8640</w:t>
      </w:r>
      <w:r>
        <w:tab/>
        <w:t>3.847e0</w:t>
      </w:r>
    </w:p>
    <w:p w:rsidR="00B65DC9" w:rsidRDefault="00B65DC9" w:rsidP="00B65DC9">
      <w:r>
        <w:t>477.8985</w:t>
      </w:r>
      <w:r>
        <w:tab/>
        <w:t>1.266e-2</w:t>
      </w:r>
    </w:p>
    <w:p w:rsidR="00B65DC9" w:rsidRDefault="00B65DC9" w:rsidP="00B65DC9">
      <w:r>
        <w:t>478.0150</w:t>
      </w:r>
      <w:r>
        <w:tab/>
        <w:t>1.013e0</w:t>
      </w:r>
    </w:p>
    <w:p w:rsidR="00B65DC9" w:rsidRDefault="00B65DC9" w:rsidP="00B65DC9">
      <w:r>
        <w:t>478.0483</w:t>
      </w:r>
      <w:r>
        <w:tab/>
        <w:t>2.038e0</w:t>
      </w:r>
    </w:p>
    <w:p w:rsidR="00B65DC9" w:rsidRDefault="00B65DC9" w:rsidP="00B65DC9">
      <w:r>
        <w:t>478.1316</w:t>
      </w:r>
      <w:r>
        <w:tab/>
        <w:t>1.266e-2</w:t>
      </w:r>
    </w:p>
    <w:p w:rsidR="00B65DC9" w:rsidRDefault="00B65DC9" w:rsidP="00B65DC9">
      <w:r>
        <w:t>478.2062</w:t>
      </w:r>
      <w:r>
        <w:tab/>
        <w:t>2.025e0</w:t>
      </w:r>
    </w:p>
    <w:p w:rsidR="00B65DC9" w:rsidRDefault="00B65DC9" w:rsidP="00B65DC9">
      <w:r>
        <w:t>478.2177</w:t>
      </w:r>
      <w:r>
        <w:tab/>
        <w:t>1.013e0</w:t>
      </w:r>
    </w:p>
    <w:p w:rsidR="00B65DC9" w:rsidRDefault="00B65DC9" w:rsidP="00B65DC9">
      <w:r>
        <w:t>478.2481</w:t>
      </w:r>
      <w:r>
        <w:tab/>
        <w:t>2.025e0</w:t>
      </w:r>
    </w:p>
    <w:p w:rsidR="00B65DC9" w:rsidRDefault="00B65DC9" w:rsidP="00B65DC9">
      <w:r>
        <w:lastRenderedPageBreak/>
        <w:t>478.2840</w:t>
      </w:r>
      <w:r>
        <w:tab/>
        <w:t>4.051e0</w:t>
      </w:r>
    </w:p>
    <w:p w:rsidR="00B65DC9" w:rsidRDefault="00B65DC9" w:rsidP="00B65DC9">
      <w:r>
        <w:t>478.3081</w:t>
      </w:r>
      <w:r>
        <w:tab/>
        <w:t>2.025e0</w:t>
      </w:r>
    </w:p>
    <w:p w:rsidR="00B65DC9" w:rsidRDefault="00B65DC9" w:rsidP="00B65DC9">
      <w:r>
        <w:t>478.3106</w:t>
      </w:r>
      <w:r>
        <w:tab/>
        <w:t>2.025e0</w:t>
      </w:r>
    </w:p>
    <w:p w:rsidR="00B65DC9" w:rsidRDefault="00B65DC9" w:rsidP="00B65DC9">
      <w:r>
        <w:t>478.3231</w:t>
      </w:r>
      <w:r>
        <w:tab/>
        <w:t>1.013e0</w:t>
      </w:r>
    </w:p>
    <w:p w:rsidR="00B65DC9" w:rsidRDefault="00B65DC9" w:rsidP="00B65DC9">
      <w:r>
        <w:t>478.3356</w:t>
      </w:r>
      <w:r>
        <w:tab/>
        <w:t>2.025e0</w:t>
      </w:r>
    </w:p>
    <w:p w:rsidR="00B65DC9" w:rsidRDefault="00B65DC9" w:rsidP="00B65DC9">
      <w:r>
        <w:t>478.3372</w:t>
      </w:r>
      <w:r>
        <w:tab/>
        <w:t>4.076e0</w:t>
      </w:r>
    </w:p>
    <w:p w:rsidR="00B65DC9" w:rsidRDefault="00B65DC9" w:rsidP="00B65DC9">
      <w:r>
        <w:t>478.3602</w:t>
      </w:r>
      <w:r>
        <w:tab/>
        <w:t>2.532e-2</w:t>
      </w:r>
    </w:p>
    <w:p w:rsidR="00B65DC9" w:rsidRDefault="00B65DC9" w:rsidP="00B65DC9">
      <w:r>
        <w:t>478.4731</w:t>
      </w:r>
      <w:r>
        <w:tab/>
        <w:t>1.013e0</w:t>
      </w:r>
    </w:p>
    <w:p w:rsidR="00B65DC9" w:rsidRDefault="00B65DC9" w:rsidP="00B65DC9">
      <w:r>
        <w:t>478.5369</w:t>
      </w:r>
      <w:r>
        <w:tab/>
        <w:t>2.025e0</w:t>
      </w:r>
    </w:p>
    <w:p w:rsidR="00B65DC9" w:rsidRDefault="00B65DC9" w:rsidP="00B65DC9">
      <w:r>
        <w:t>478.5829</w:t>
      </w:r>
      <w:r>
        <w:tab/>
        <w:t>1.013e0</w:t>
      </w:r>
    </w:p>
    <w:p w:rsidR="00B65DC9" w:rsidRDefault="00B65DC9" w:rsidP="00B65DC9">
      <w:r>
        <w:t>478.6647</w:t>
      </w:r>
      <w:r>
        <w:tab/>
        <w:t>1.013e0</w:t>
      </w:r>
    </w:p>
    <w:p w:rsidR="00B65DC9" w:rsidRDefault="00B65DC9" w:rsidP="00B65DC9">
      <w:r>
        <w:t>478.6772</w:t>
      </w:r>
      <w:r>
        <w:tab/>
        <w:t>1.013e0</w:t>
      </w:r>
    </w:p>
    <w:p w:rsidR="00B65DC9" w:rsidRDefault="00B65DC9" w:rsidP="00B65DC9">
      <w:r>
        <w:t>478.7717</w:t>
      </w:r>
      <w:r>
        <w:tab/>
        <w:t>1.013e0</w:t>
      </w:r>
    </w:p>
    <w:p w:rsidR="00B65DC9" w:rsidRDefault="00B65DC9" w:rsidP="00B65DC9">
      <w:r>
        <w:t>478.8064</w:t>
      </w:r>
      <w:r>
        <w:tab/>
        <w:t>1.013e0</w:t>
      </w:r>
    </w:p>
    <w:p w:rsidR="00B65DC9" w:rsidRDefault="00B65DC9" w:rsidP="00B65DC9">
      <w:r>
        <w:t>478.8237</w:t>
      </w:r>
      <w:r>
        <w:tab/>
        <w:t>1.013e0</w:t>
      </w:r>
    </w:p>
    <w:p w:rsidR="00B65DC9" w:rsidRDefault="00B65DC9" w:rsidP="00B65DC9">
      <w:r>
        <w:t>478.8512</w:t>
      </w:r>
      <w:r>
        <w:tab/>
        <w:t>1.013e0</w:t>
      </w:r>
    </w:p>
    <w:p w:rsidR="00B65DC9" w:rsidRDefault="00B65DC9" w:rsidP="00B65DC9">
      <w:r>
        <w:t>478.8565</w:t>
      </w:r>
      <w:r>
        <w:tab/>
        <w:t>1.266e-2</w:t>
      </w:r>
    </w:p>
    <w:p w:rsidR="00B65DC9" w:rsidRDefault="00B65DC9" w:rsidP="00B65DC9">
      <w:r>
        <w:t>478.8854</w:t>
      </w:r>
      <w:r>
        <w:tab/>
        <w:t>3.038e0</w:t>
      </w:r>
    </w:p>
    <w:p w:rsidR="00B65DC9" w:rsidRDefault="00B65DC9" w:rsidP="00B65DC9">
      <w:r>
        <w:t>478.9273</w:t>
      </w:r>
      <w:r>
        <w:tab/>
        <w:t>1.025e0</w:t>
      </w:r>
    </w:p>
    <w:p w:rsidR="00B65DC9" w:rsidRDefault="00B65DC9" w:rsidP="00B65DC9">
      <w:r>
        <w:lastRenderedPageBreak/>
        <w:t>478.9899</w:t>
      </w:r>
      <w:r>
        <w:tab/>
        <w:t>1.266e-2</w:t>
      </w:r>
    </w:p>
    <w:p w:rsidR="00B65DC9" w:rsidRDefault="00B65DC9" w:rsidP="00B65DC9">
      <w:r>
        <w:t>478.9937</w:t>
      </w:r>
      <w:r>
        <w:tab/>
        <w:t>2.025e0</w:t>
      </w:r>
    </w:p>
    <w:p w:rsidR="00B65DC9" w:rsidRDefault="00B65DC9" w:rsidP="00B65DC9">
      <w:r>
        <w:t>479.0006</w:t>
      </w:r>
      <w:r>
        <w:tab/>
        <w:t>2.025e0</w:t>
      </w:r>
    </w:p>
    <w:p w:rsidR="00B65DC9" w:rsidRDefault="00B65DC9" w:rsidP="00B65DC9">
      <w:r>
        <w:t>479.0432</w:t>
      </w:r>
      <w:r>
        <w:tab/>
        <w:t>1.013e0</w:t>
      </w:r>
    </w:p>
    <w:p w:rsidR="00B65DC9" w:rsidRDefault="00B65DC9" w:rsidP="00B65DC9">
      <w:r>
        <w:t>479.0559</w:t>
      </w:r>
      <w:r>
        <w:tab/>
        <w:t>2.025e0</w:t>
      </w:r>
    </w:p>
    <w:p w:rsidR="00B65DC9" w:rsidRDefault="00B65DC9" w:rsidP="00B65DC9">
      <w:r>
        <w:t>479.1012</w:t>
      </w:r>
      <w:r>
        <w:tab/>
        <w:t>1.013e0</w:t>
      </w:r>
    </w:p>
    <w:p w:rsidR="00B65DC9" w:rsidRDefault="00B65DC9" w:rsidP="00B65DC9">
      <w:r>
        <w:t>479.1439</w:t>
      </w:r>
      <w:r>
        <w:tab/>
        <w:t>2.025e0</w:t>
      </w:r>
    </w:p>
    <w:p w:rsidR="00B65DC9" w:rsidRDefault="00B65DC9" w:rsidP="00B65DC9">
      <w:r>
        <w:t>479.1559</w:t>
      </w:r>
      <w:r>
        <w:tab/>
        <w:t>1.013e0</w:t>
      </w:r>
    </w:p>
    <w:p w:rsidR="00B65DC9" w:rsidRDefault="00B65DC9" w:rsidP="00B65DC9">
      <w:r>
        <w:t>479.1651</w:t>
      </w:r>
      <w:r>
        <w:tab/>
        <w:t>1.266e-2</w:t>
      </w:r>
    </w:p>
    <w:p w:rsidR="00B65DC9" w:rsidRDefault="00B65DC9" w:rsidP="00B65DC9">
      <w:r>
        <w:t>479.1926</w:t>
      </w:r>
      <w:r>
        <w:tab/>
        <w:t>2.025e0</w:t>
      </w:r>
    </w:p>
    <w:p w:rsidR="00B65DC9" w:rsidRDefault="00B65DC9" w:rsidP="00B65DC9">
      <w:r>
        <w:t>479.2245</w:t>
      </w:r>
      <w:r>
        <w:tab/>
        <w:t>1.025e0</w:t>
      </w:r>
    </w:p>
    <w:p w:rsidR="00B65DC9" w:rsidRDefault="00B65DC9" w:rsidP="00B65DC9">
      <w:r>
        <w:t>479.2568</w:t>
      </w:r>
      <w:r>
        <w:tab/>
        <w:t>2.532e-2</w:t>
      </w:r>
    </w:p>
    <w:p w:rsidR="00B65DC9" w:rsidRDefault="00B65DC9" w:rsidP="00B65DC9">
      <w:r>
        <w:t>479.2648</w:t>
      </w:r>
      <w:r>
        <w:tab/>
        <w:t>2.025e0</w:t>
      </w:r>
    </w:p>
    <w:p w:rsidR="00B65DC9" w:rsidRDefault="00B65DC9" w:rsidP="00B65DC9">
      <w:r>
        <w:t>479.2677</w:t>
      </w:r>
      <w:r>
        <w:tab/>
        <w:t>2.025e0</w:t>
      </w:r>
    </w:p>
    <w:p w:rsidR="00B65DC9" w:rsidRDefault="00B65DC9" w:rsidP="00B65DC9">
      <w:r>
        <w:t>479.2749</w:t>
      </w:r>
      <w:r>
        <w:tab/>
        <w:t>1.013e0</w:t>
      </w:r>
    </w:p>
    <w:p w:rsidR="00B65DC9" w:rsidRDefault="00B65DC9" w:rsidP="00B65DC9">
      <w:r>
        <w:t>479.5156</w:t>
      </w:r>
      <w:r>
        <w:tab/>
        <w:t>1.013e0</w:t>
      </w:r>
    </w:p>
    <w:p w:rsidR="00B65DC9" w:rsidRDefault="00B65DC9" w:rsidP="00B65DC9">
      <w:r>
        <w:t>479.5249</w:t>
      </w:r>
      <w:r>
        <w:tab/>
        <w:t>1.266e-2</w:t>
      </w:r>
    </w:p>
    <w:p w:rsidR="00B65DC9" w:rsidRDefault="00B65DC9" w:rsidP="00B65DC9">
      <w:r>
        <w:t>479.5740</w:t>
      </w:r>
      <w:r>
        <w:tab/>
        <w:t>1.266e-2</w:t>
      </w:r>
    </w:p>
    <w:p w:rsidR="00B65DC9" w:rsidRDefault="00B65DC9" w:rsidP="00B65DC9">
      <w:r>
        <w:t>479.5796</w:t>
      </w:r>
      <w:r>
        <w:tab/>
        <w:t>1.266e-2</w:t>
      </w:r>
    </w:p>
    <w:p w:rsidR="00B65DC9" w:rsidRDefault="00B65DC9" w:rsidP="00B65DC9">
      <w:r>
        <w:lastRenderedPageBreak/>
        <w:t>479.6074</w:t>
      </w:r>
      <w:r>
        <w:tab/>
        <w:t>1.013e0</w:t>
      </w:r>
    </w:p>
    <w:p w:rsidR="00B65DC9" w:rsidRDefault="00B65DC9" w:rsidP="00B65DC9">
      <w:r>
        <w:t>479.6659</w:t>
      </w:r>
      <w:r>
        <w:tab/>
        <w:t>1.266e-2</w:t>
      </w:r>
    </w:p>
    <w:p w:rsidR="00B65DC9" w:rsidRDefault="00B65DC9" w:rsidP="00B65DC9">
      <w:r>
        <w:t>479.6955</w:t>
      </w:r>
      <w:r>
        <w:tab/>
        <w:t>1.025e0</w:t>
      </w:r>
    </w:p>
    <w:p w:rsidR="00B65DC9" w:rsidRDefault="00B65DC9" w:rsidP="00B65DC9">
      <w:r>
        <w:t>479.6993</w:t>
      </w:r>
      <w:r>
        <w:tab/>
        <w:t>1.266e-2</w:t>
      </w:r>
    </w:p>
    <w:p w:rsidR="00B65DC9" w:rsidRDefault="00B65DC9" w:rsidP="00B65DC9">
      <w:r>
        <w:t>479.7901</w:t>
      </w:r>
      <w:r>
        <w:tab/>
        <w:t>1.013e0</w:t>
      </w:r>
    </w:p>
    <w:p w:rsidR="00B65DC9" w:rsidRDefault="00B65DC9" w:rsidP="00B65DC9">
      <w:r>
        <w:t>479.8512</w:t>
      </w:r>
      <w:r>
        <w:tab/>
        <w:t>1.266e-2</w:t>
      </w:r>
    </w:p>
    <w:p w:rsidR="00B65DC9" w:rsidRDefault="00B65DC9" w:rsidP="00B65DC9">
      <w:r>
        <w:t>479.8587</w:t>
      </w:r>
      <w:r>
        <w:tab/>
        <w:t>2.025e0</w:t>
      </w:r>
    </w:p>
    <w:p w:rsidR="00B65DC9" w:rsidRDefault="00B65DC9" w:rsidP="00B65DC9">
      <w:r>
        <w:t>479.8747</w:t>
      </w:r>
      <w:r>
        <w:tab/>
        <w:t>1.013e0</w:t>
      </w:r>
    </w:p>
    <w:p w:rsidR="00B65DC9" w:rsidRDefault="00B65DC9" w:rsidP="00B65DC9">
      <w:r>
        <w:t>479.8997</w:t>
      </w:r>
      <w:r>
        <w:tab/>
        <w:t>1.013e0</w:t>
      </w:r>
    </w:p>
    <w:p w:rsidR="00B65DC9" w:rsidRDefault="00B65DC9" w:rsidP="00B65DC9">
      <w:r>
        <w:t>480.0084</w:t>
      </w:r>
      <w:r>
        <w:tab/>
        <w:t>1.013e0</w:t>
      </w:r>
    </w:p>
    <w:p w:rsidR="00B65DC9" w:rsidRDefault="00B65DC9" w:rsidP="00B65DC9">
      <w:r>
        <w:t>480.0401</w:t>
      </w:r>
      <w:r>
        <w:tab/>
        <w:t>1.266e-2</w:t>
      </w:r>
    </w:p>
    <w:p w:rsidR="00B65DC9" w:rsidRDefault="00B65DC9" w:rsidP="00B65DC9">
      <w:r>
        <w:t>480.0616</w:t>
      </w:r>
      <w:r>
        <w:tab/>
        <w:t>1.013e0</w:t>
      </w:r>
    </w:p>
    <w:p w:rsidR="00B65DC9" w:rsidRDefault="00B65DC9" w:rsidP="00B65DC9">
      <w:r>
        <w:t>480.0669</w:t>
      </w:r>
      <w:r>
        <w:tab/>
        <w:t>1.013e0</w:t>
      </w:r>
    </w:p>
    <w:p w:rsidR="00B65DC9" w:rsidRDefault="00B65DC9" w:rsidP="00B65DC9">
      <w:r>
        <w:t>480.1427</w:t>
      </w:r>
      <w:r>
        <w:tab/>
        <w:t>1.013e0</w:t>
      </w:r>
    </w:p>
    <w:p w:rsidR="00B65DC9" w:rsidRDefault="00B65DC9" w:rsidP="00B65DC9">
      <w:r>
        <w:t>480.1672</w:t>
      </w:r>
      <w:r>
        <w:tab/>
        <w:t>1.013e0</w:t>
      </w:r>
    </w:p>
    <w:p w:rsidR="00B65DC9" w:rsidRDefault="00B65DC9" w:rsidP="00B65DC9">
      <w:r>
        <w:t>480.1849</w:t>
      </w:r>
      <w:r>
        <w:tab/>
        <w:t>2.532e-2</w:t>
      </w:r>
    </w:p>
    <w:p w:rsidR="00B65DC9" w:rsidRDefault="00B65DC9" w:rsidP="00B65DC9">
      <w:r>
        <w:t>480.2173</w:t>
      </w:r>
      <w:r>
        <w:tab/>
        <w:t>1.013e0</w:t>
      </w:r>
    </w:p>
    <w:p w:rsidR="00B65DC9" w:rsidRDefault="00B65DC9" w:rsidP="00B65DC9">
      <w:r>
        <w:t>480.2263</w:t>
      </w:r>
      <w:r>
        <w:tab/>
        <w:t>1.013e0</w:t>
      </w:r>
    </w:p>
    <w:p w:rsidR="00B65DC9" w:rsidRDefault="00B65DC9" w:rsidP="00B65DC9">
      <w:r>
        <w:t>480.2592</w:t>
      </w:r>
      <w:r>
        <w:tab/>
        <w:t>1.013e0</w:t>
      </w:r>
    </w:p>
    <w:p w:rsidR="00B65DC9" w:rsidRDefault="00B65DC9" w:rsidP="00B65DC9">
      <w:r>
        <w:lastRenderedPageBreak/>
        <w:t>480.3060</w:t>
      </w:r>
      <w:r>
        <w:tab/>
        <w:t>2.025e0</w:t>
      </w:r>
    </w:p>
    <w:p w:rsidR="00B65DC9" w:rsidRDefault="00B65DC9" w:rsidP="00B65DC9">
      <w:r>
        <w:t>480.3117</w:t>
      </w:r>
      <w:r>
        <w:tab/>
        <w:t>1.013e0</w:t>
      </w:r>
    </w:p>
    <w:p w:rsidR="00B65DC9" w:rsidRDefault="00B65DC9" w:rsidP="00B65DC9">
      <w:r>
        <w:t>480.3299</w:t>
      </w:r>
      <w:r>
        <w:tab/>
        <w:t>1.266e-2</w:t>
      </w:r>
    </w:p>
    <w:p w:rsidR="00B65DC9" w:rsidRDefault="00B65DC9" w:rsidP="00B65DC9">
      <w:r>
        <w:t>480.3914</w:t>
      </w:r>
      <w:r>
        <w:tab/>
        <w:t>3.934e0</w:t>
      </w:r>
    </w:p>
    <w:p w:rsidR="00B65DC9" w:rsidRDefault="00B65DC9" w:rsidP="00B65DC9">
      <w:r>
        <w:t>480.3929</w:t>
      </w:r>
      <w:r>
        <w:tab/>
        <w:t>1.266e-2</w:t>
      </w:r>
    </w:p>
    <w:p w:rsidR="00B65DC9" w:rsidRDefault="00B65DC9" w:rsidP="00B65DC9">
      <w:r>
        <w:t>480.4170</w:t>
      </w:r>
      <w:r>
        <w:tab/>
        <w:t>3.798e-2</w:t>
      </w:r>
    </w:p>
    <w:p w:rsidR="00B65DC9" w:rsidRDefault="00B65DC9" w:rsidP="00B65DC9">
      <w:r>
        <w:t>480.4598</w:t>
      </w:r>
      <w:r>
        <w:tab/>
        <w:t>1.013e0</w:t>
      </w:r>
    </w:p>
    <w:p w:rsidR="00B65DC9" w:rsidRDefault="00B65DC9" w:rsidP="00B65DC9">
      <w:r>
        <w:t>480.4881</w:t>
      </w:r>
      <w:r>
        <w:tab/>
        <w:t>2.025e0</w:t>
      </w:r>
    </w:p>
    <w:p w:rsidR="00B65DC9" w:rsidRDefault="00B65DC9" w:rsidP="00B65DC9">
      <w:r>
        <w:t>480.4992</w:t>
      </w:r>
      <w:r>
        <w:tab/>
        <w:t>1.025e0</w:t>
      </w:r>
    </w:p>
    <w:p w:rsidR="00B65DC9" w:rsidRDefault="00B65DC9" w:rsidP="00B65DC9">
      <w:r>
        <w:t>480.5012</w:t>
      </w:r>
      <w:r>
        <w:tab/>
        <w:t>1.013e0</w:t>
      </w:r>
    </w:p>
    <w:p w:rsidR="00B65DC9" w:rsidRDefault="00B65DC9" w:rsidP="00B65DC9">
      <w:r>
        <w:t>480.5220</w:t>
      </w:r>
      <w:r>
        <w:tab/>
        <w:t>1.266e-2</w:t>
      </w:r>
    </w:p>
    <w:p w:rsidR="00B65DC9" w:rsidRDefault="00B65DC9" w:rsidP="00B65DC9">
      <w:r>
        <w:t>480.5402</w:t>
      </w:r>
      <w:r>
        <w:tab/>
        <w:t>1.013e0</w:t>
      </w:r>
    </w:p>
    <w:p w:rsidR="00B65DC9" w:rsidRDefault="00B65DC9" w:rsidP="00B65DC9">
      <w:r>
        <w:t>480.5776</w:t>
      </w:r>
      <w:r>
        <w:tab/>
        <w:t>1.013e0</w:t>
      </w:r>
    </w:p>
    <w:p w:rsidR="00B65DC9" w:rsidRDefault="00B65DC9" w:rsidP="00B65DC9">
      <w:r>
        <w:t>480.5981</w:t>
      </w:r>
      <w:r>
        <w:tab/>
        <w:t>1.013e0</w:t>
      </w:r>
    </w:p>
    <w:p w:rsidR="00B65DC9" w:rsidRDefault="00B65DC9" w:rsidP="00B65DC9">
      <w:r>
        <w:t>480.7329</w:t>
      </w:r>
      <w:r>
        <w:tab/>
        <w:t>1.013e0</w:t>
      </w:r>
    </w:p>
    <w:p w:rsidR="00B65DC9" w:rsidRDefault="00B65DC9" w:rsidP="00B65DC9">
      <w:r>
        <w:t>480.7505</w:t>
      </w:r>
      <w:r>
        <w:tab/>
        <w:t>1.013e0</w:t>
      </w:r>
    </w:p>
    <w:p w:rsidR="00B65DC9" w:rsidRDefault="00B65DC9" w:rsidP="00B65DC9">
      <w:r>
        <w:t>480.8196</w:t>
      </w:r>
      <w:r>
        <w:tab/>
        <w:t>1.013e0</w:t>
      </w:r>
    </w:p>
    <w:p w:rsidR="00B65DC9" w:rsidRDefault="00B65DC9" w:rsidP="00B65DC9">
      <w:r>
        <w:t>480.8726</w:t>
      </w:r>
      <w:r>
        <w:tab/>
        <w:t>2.025e0</w:t>
      </w:r>
    </w:p>
    <w:p w:rsidR="00B65DC9" w:rsidRDefault="00B65DC9" w:rsidP="00B65DC9">
      <w:r>
        <w:t>480.9033</w:t>
      </w:r>
      <w:r>
        <w:tab/>
        <w:t>1.013e0</w:t>
      </w:r>
    </w:p>
    <w:p w:rsidR="00B65DC9" w:rsidRDefault="00B65DC9" w:rsidP="00B65DC9">
      <w:r>
        <w:lastRenderedPageBreak/>
        <w:t>480.9504</w:t>
      </w:r>
      <w:r>
        <w:tab/>
        <w:t>3.038e0</w:t>
      </w:r>
    </w:p>
    <w:p w:rsidR="00B65DC9" w:rsidRDefault="00B65DC9" w:rsidP="00B65DC9">
      <w:r>
        <w:t>480.9611</w:t>
      </w:r>
      <w:r>
        <w:tab/>
        <w:t>1.013e0</w:t>
      </w:r>
    </w:p>
    <w:p w:rsidR="00B65DC9" w:rsidRDefault="00B65DC9" w:rsidP="00B65DC9">
      <w:r>
        <w:t>481.0006</w:t>
      </w:r>
      <w:r>
        <w:tab/>
        <w:t>1.013e0</w:t>
      </w:r>
    </w:p>
    <w:p w:rsidR="00B65DC9" w:rsidRDefault="00B65DC9" w:rsidP="00B65DC9">
      <w:r>
        <w:t>481.0112</w:t>
      </w:r>
      <w:r>
        <w:tab/>
        <w:t>3.051e0</w:t>
      </w:r>
    </w:p>
    <w:p w:rsidR="00B65DC9" w:rsidRDefault="00B65DC9" w:rsidP="00B65DC9">
      <w:r>
        <w:t>481.0456</w:t>
      </w:r>
      <w:r>
        <w:tab/>
        <w:t>1.013e0</w:t>
      </w:r>
    </w:p>
    <w:p w:rsidR="00B65DC9" w:rsidRDefault="00B65DC9" w:rsidP="00B65DC9">
      <w:r>
        <w:t>481.0800</w:t>
      </w:r>
      <w:r>
        <w:tab/>
        <w:t>1.013e0</w:t>
      </w:r>
    </w:p>
    <w:p w:rsidR="00B65DC9" w:rsidRDefault="00B65DC9" w:rsidP="00B65DC9">
      <w:r>
        <w:t>481.1294</w:t>
      </w:r>
      <w:r>
        <w:tab/>
        <w:t>1.266e-2</w:t>
      </w:r>
    </w:p>
    <w:p w:rsidR="00B65DC9" w:rsidRDefault="00B65DC9" w:rsidP="00B65DC9">
      <w:r>
        <w:t>481.1458</w:t>
      </w:r>
      <w:r>
        <w:tab/>
        <w:t>3.038e0</w:t>
      </w:r>
    </w:p>
    <w:p w:rsidR="00B65DC9" w:rsidRDefault="00B65DC9" w:rsidP="00B65DC9">
      <w:r>
        <w:t>481.1531</w:t>
      </w:r>
      <w:r>
        <w:tab/>
        <w:t>1.013e0</w:t>
      </w:r>
    </w:p>
    <w:p w:rsidR="00B65DC9" w:rsidRDefault="00B65DC9" w:rsidP="00B65DC9">
      <w:r>
        <w:t>481.1928</w:t>
      </w:r>
      <w:r>
        <w:tab/>
        <w:t>1.013e0</w:t>
      </w:r>
    </w:p>
    <w:p w:rsidR="00B65DC9" w:rsidRDefault="00B65DC9" w:rsidP="00B65DC9">
      <w:r>
        <w:t>481.1964</w:t>
      </w:r>
      <w:r>
        <w:tab/>
        <w:t>1.013e0</w:t>
      </w:r>
    </w:p>
    <w:p w:rsidR="00B65DC9" w:rsidRDefault="00B65DC9" w:rsidP="00B65DC9">
      <w:r>
        <w:t>481.2860</w:t>
      </w:r>
      <w:r>
        <w:tab/>
        <w:t>1.038e0</w:t>
      </w:r>
    </w:p>
    <w:p w:rsidR="00B65DC9" w:rsidRDefault="00B65DC9" w:rsidP="00B65DC9">
      <w:r>
        <w:t>481.3269</w:t>
      </w:r>
      <w:r>
        <w:tab/>
        <w:t>1.013e0</w:t>
      </w:r>
    </w:p>
    <w:p w:rsidR="00B65DC9" w:rsidRDefault="00B65DC9" w:rsidP="00B65DC9">
      <w:r>
        <w:t>481.3310</w:t>
      </w:r>
      <w:r>
        <w:tab/>
        <w:t>1.013e0</w:t>
      </w:r>
    </w:p>
    <w:p w:rsidR="00B65DC9" w:rsidRDefault="00B65DC9" w:rsidP="00B65DC9">
      <w:r>
        <w:t>481.3842</w:t>
      </w:r>
      <w:r>
        <w:tab/>
        <w:t>2.025e0</w:t>
      </w:r>
    </w:p>
    <w:p w:rsidR="00B65DC9" w:rsidRDefault="00B65DC9" w:rsidP="00B65DC9">
      <w:r>
        <w:t>481.3856</w:t>
      </w:r>
      <w:r>
        <w:tab/>
        <w:t>1.013e0</w:t>
      </w:r>
    </w:p>
    <w:p w:rsidR="00B65DC9" w:rsidRDefault="00B65DC9" w:rsidP="00B65DC9">
      <w:r>
        <w:t>481.3890</w:t>
      </w:r>
      <w:r>
        <w:tab/>
        <w:t>1.266e-2</w:t>
      </w:r>
    </w:p>
    <w:p w:rsidR="00B65DC9" w:rsidRDefault="00B65DC9" w:rsidP="00B65DC9">
      <w:r>
        <w:t>481.4247</w:t>
      </w:r>
      <w:r>
        <w:tab/>
        <w:t>1.013e0</w:t>
      </w:r>
    </w:p>
    <w:p w:rsidR="00B65DC9" w:rsidRDefault="00B65DC9" w:rsidP="00B65DC9">
      <w:r>
        <w:t>481.6243</w:t>
      </w:r>
      <w:r>
        <w:tab/>
        <w:t>1.266e-2</w:t>
      </w:r>
    </w:p>
    <w:p w:rsidR="00B65DC9" w:rsidRDefault="00B65DC9" w:rsidP="00B65DC9">
      <w:r>
        <w:lastRenderedPageBreak/>
        <w:t>481.6360</w:t>
      </w:r>
      <w:r>
        <w:tab/>
        <w:t>2.025e0</w:t>
      </w:r>
    </w:p>
    <w:p w:rsidR="00B65DC9" w:rsidRDefault="00B65DC9" w:rsidP="00B65DC9">
      <w:r>
        <w:t>481.7075</w:t>
      </w:r>
      <w:r>
        <w:tab/>
        <w:t>1.013e0</w:t>
      </w:r>
    </w:p>
    <w:p w:rsidR="00B65DC9" w:rsidRDefault="00B65DC9" w:rsidP="00B65DC9">
      <w:r>
        <w:t>481.7411</w:t>
      </w:r>
      <w:r>
        <w:tab/>
        <w:t>1.013e0</w:t>
      </w:r>
    </w:p>
    <w:p w:rsidR="00B65DC9" w:rsidRDefault="00B65DC9" w:rsidP="00B65DC9">
      <w:r>
        <w:t>481.7914</w:t>
      </w:r>
      <w:r>
        <w:tab/>
        <w:t>1.266e-2</w:t>
      </w:r>
    </w:p>
    <w:p w:rsidR="00B65DC9" w:rsidRDefault="00B65DC9" w:rsidP="00B65DC9">
      <w:r>
        <w:t>481.8339</w:t>
      </w:r>
      <w:r>
        <w:tab/>
        <w:t>1.013e0</w:t>
      </w:r>
    </w:p>
    <w:p w:rsidR="00B65DC9" w:rsidRDefault="00B65DC9" w:rsidP="00B65DC9">
      <w:r>
        <w:t>481.8370</w:t>
      </w:r>
      <w:r>
        <w:tab/>
        <w:t>2.025e0</w:t>
      </w:r>
    </w:p>
    <w:p w:rsidR="00B65DC9" w:rsidRDefault="00B65DC9" w:rsidP="00B65DC9">
      <w:r>
        <w:t>481.8719</w:t>
      </w:r>
      <w:r>
        <w:tab/>
        <w:t>2.025e0</w:t>
      </w:r>
    </w:p>
    <w:p w:rsidR="00B65DC9" w:rsidRDefault="00B65DC9" w:rsidP="00B65DC9">
      <w:r>
        <w:t>481.9018</w:t>
      </w:r>
      <w:r>
        <w:tab/>
        <w:t>2.025e0</w:t>
      </w:r>
    </w:p>
    <w:p w:rsidR="00B65DC9" w:rsidRDefault="00B65DC9" w:rsidP="00B65DC9">
      <w:r>
        <w:t>481.9088</w:t>
      </w:r>
      <w:r>
        <w:tab/>
        <w:t>1.266e-2</w:t>
      </w:r>
    </w:p>
    <w:p w:rsidR="00B65DC9" w:rsidRDefault="00B65DC9" w:rsidP="00B65DC9">
      <w:r>
        <w:t>481.9589</w:t>
      </w:r>
      <w:r>
        <w:tab/>
        <w:t>1.013e0</w:t>
      </w:r>
    </w:p>
    <w:p w:rsidR="00B65DC9" w:rsidRDefault="00B65DC9" w:rsidP="00B65DC9">
      <w:r>
        <w:t>481.9615</w:t>
      </w:r>
      <w:r>
        <w:tab/>
        <w:t>1.266e-2</w:t>
      </w:r>
    </w:p>
    <w:p w:rsidR="00B65DC9" w:rsidRDefault="00B65DC9" w:rsidP="00B65DC9">
      <w:r>
        <w:t>481.9731</w:t>
      </w:r>
      <w:r>
        <w:tab/>
        <w:t>2.025e0</w:t>
      </w:r>
    </w:p>
    <w:p w:rsidR="00B65DC9" w:rsidRDefault="00B65DC9" w:rsidP="00B65DC9">
      <w:r>
        <w:t>481.9978</w:t>
      </w:r>
      <w:r>
        <w:tab/>
        <w:t>1.013e0</w:t>
      </w:r>
    </w:p>
    <w:p w:rsidR="00B65DC9" w:rsidRDefault="00B65DC9" w:rsidP="00B65DC9">
      <w:r>
        <w:t>482.0010</w:t>
      </w:r>
      <w:r>
        <w:tab/>
        <w:t>1.266e-2</w:t>
      </w:r>
    </w:p>
    <w:p w:rsidR="00B65DC9" w:rsidRDefault="00B65DC9" w:rsidP="00B65DC9">
      <w:r>
        <w:t>482.0317</w:t>
      </w:r>
      <w:r>
        <w:tab/>
        <w:t>2.025e0</w:t>
      </w:r>
    </w:p>
    <w:p w:rsidR="00B65DC9" w:rsidRDefault="00B65DC9" w:rsidP="00B65DC9">
      <w:r>
        <w:t>482.0430</w:t>
      </w:r>
      <w:r>
        <w:tab/>
        <w:t>1.266e-2</w:t>
      </w:r>
    </w:p>
    <w:p w:rsidR="00B65DC9" w:rsidRDefault="00B65DC9" w:rsidP="00B65DC9">
      <w:r>
        <w:t>482.0740</w:t>
      </w:r>
      <w:r>
        <w:tab/>
        <w:t>1.266e-2</w:t>
      </w:r>
    </w:p>
    <w:p w:rsidR="00B65DC9" w:rsidRDefault="00B65DC9" w:rsidP="00B65DC9">
      <w:r>
        <w:t>482.0765</w:t>
      </w:r>
      <w:r>
        <w:tab/>
        <w:t>1.025e0</w:t>
      </w:r>
    </w:p>
    <w:p w:rsidR="00B65DC9" w:rsidRDefault="00B65DC9" w:rsidP="00B65DC9">
      <w:r>
        <w:t>482.1320</w:t>
      </w:r>
      <w:r>
        <w:tab/>
        <w:t>2.025e0</w:t>
      </w:r>
    </w:p>
    <w:p w:rsidR="00B65DC9" w:rsidRDefault="00B65DC9" w:rsidP="00B65DC9">
      <w:r>
        <w:lastRenderedPageBreak/>
        <w:t>482.1536</w:t>
      </w:r>
      <w:r>
        <w:tab/>
        <w:t>1.266e-2</w:t>
      </w:r>
    </w:p>
    <w:p w:rsidR="00B65DC9" w:rsidRDefault="00B65DC9" w:rsidP="00B65DC9">
      <w:r>
        <w:t>482.1605</w:t>
      </w:r>
      <w:r>
        <w:tab/>
        <w:t>1.266e-2</w:t>
      </w:r>
    </w:p>
    <w:p w:rsidR="00B65DC9" w:rsidRDefault="00B65DC9" w:rsidP="00B65DC9">
      <w:r>
        <w:t>482.2008</w:t>
      </w:r>
      <w:r>
        <w:tab/>
        <w:t>2.025e0</w:t>
      </w:r>
    </w:p>
    <w:p w:rsidR="00B65DC9" w:rsidRDefault="00B65DC9" w:rsidP="00B65DC9">
      <w:r>
        <w:t>482.2405</w:t>
      </w:r>
      <w:r>
        <w:tab/>
        <w:t>3.038e0</w:t>
      </w:r>
    </w:p>
    <w:p w:rsidR="00B65DC9" w:rsidRDefault="00B65DC9" w:rsidP="00B65DC9">
      <w:r>
        <w:t>482.2534</w:t>
      </w:r>
      <w:r>
        <w:tab/>
        <w:t>2.025e0</w:t>
      </w:r>
    </w:p>
    <w:p w:rsidR="00B65DC9" w:rsidRDefault="00B65DC9" w:rsidP="00B65DC9">
      <w:r>
        <w:t>482.3201</w:t>
      </w:r>
      <w:r>
        <w:tab/>
        <w:t>3.038e0</w:t>
      </w:r>
    </w:p>
    <w:p w:rsidR="00B65DC9" w:rsidRDefault="00B65DC9" w:rsidP="00B65DC9">
      <w:r>
        <w:t>482.3283</w:t>
      </w:r>
      <w:r>
        <w:tab/>
        <w:t>1.013e0</w:t>
      </w:r>
    </w:p>
    <w:p w:rsidR="00B65DC9" w:rsidRDefault="00B65DC9" w:rsidP="00B65DC9">
      <w:r>
        <w:t>482.3535</w:t>
      </w:r>
      <w:r>
        <w:tab/>
        <w:t>1.013e0</w:t>
      </w:r>
    </w:p>
    <w:p w:rsidR="00B65DC9" w:rsidRDefault="00B65DC9" w:rsidP="00B65DC9">
      <w:r>
        <w:t>482.3615</w:t>
      </w:r>
      <w:r>
        <w:tab/>
        <w:t>1.266e-2</w:t>
      </w:r>
    </w:p>
    <w:p w:rsidR="00B65DC9" w:rsidRDefault="00B65DC9" w:rsidP="00B65DC9">
      <w:r>
        <w:t>482.3782</w:t>
      </w:r>
      <w:r>
        <w:tab/>
        <w:t>1.038e0</w:t>
      </w:r>
    </w:p>
    <w:p w:rsidR="00B65DC9" w:rsidRDefault="00B65DC9" w:rsidP="00B65DC9">
      <w:r>
        <w:t>482.4147</w:t>
      </w:r>
      <w:r>
        <w:tab/>
        <w:t>2.025e0</w:t>
      </w:r>
    </w:p>
    <w:p w:rsidR="00B65DC9" w:rsidRDefault="00B65DC9" w:rsidP="00B65DC9">
      <w:r>
        <w:t>482.4382</w:t>
      </w:r>
      <w:r>
        <w:tab/>
        <w:t>3.038e0</w:t>
      </w:r>
    </w:p>
    <w:p w:rsidR="00B65DC9" w:rsidRDefault="00B65DC9" w:rsidP="00B65DC9">
      <w:r>
        <w:t>482.4548</w:t>
      </w:r>
      <w:r>
        <w:tab/>
        <w:t>1.013e0</w:t>
      </w:r>
    </w:p>
    <w:p w:rsidR="00B65DC9" w:rsidRDefault="00B65DC9" w:rsidP="00B65DC9">
      <w:r>
        <w:t>482.5466</w:t>
      </w:r>
      <w:r>
        <w:tab/>
        <w:t>1.013e0</w:t>
      </w:r>
    </w:p>
    <w:p w:rsidR="00B65DC9" w:rsidRDefault="00B65DC9" w:rsidP="00B65DC9">
      <w:r>
        <w:t>482.5535</w:t>
      </w:r>
      <w:r>
        <w:tab/>
        <w:t>1.013e0</w:t>
      </w:r>
    </w:p>
    <w:p w:rsidR="00B65DC9" w:rsidRDefault="00B65DC9" w:rsidP="00B65DC9">
      <w:r>
        <w:t>482.5561</w:t>
      </w:r>
      <w:r>
        <w:tab/>
        <w:t>1.013e0</w:t>
      </w:r>
    </w:p>
    <w:p w:rsidR="00B65DC9" w:rsidRDefault="00B65DC9" w:rsidP="00B65DC9">
      <w:r>
        <w:t>482.5976</w:t>
      </w:r>
      <w:r>
        <w:tab/>
        <w:t>1.013e0</w:t>
      </w:r>
    </w:p>
    <w:p w:rsidR="00B65DC9" w:rsidRDefault="00B65DC9" w:rsidP="00B65DC9">
      <w:r>
        <w:t>482.6054</w:t>
      </w:r>
      <w:r>
        <w:tab/>
        <w:t>1.013e0</w:t>
      </w:r>
    </w:p>
    <w:p w:rsidR="00B65DC9" w:rsidRDefault="00B65DC9" w:rsidP="00B65DC9">
      <w:r>
        <w:t>482.7450</w:t>
      </w:r>
      <w:r>
        <w:tab/>
        <w:t>1.013e0</w:t>
      </w:r>
    </w:p>
    <w:p w:rsidR="00B65DC9" w:rsidRDefault="00B65DC9" w:rsidP="00B65DC9">
      <w:r>
        <w:lastRenderedPageBreak/>
        <w:t>482.7902</w:t>
      </w:r>
      <w:r>
        <w:tab/>
        <w:t>2.532e-2</w:t>
      </w:r>
    </w:p>
    <w:p w:rsidR="00B65DC9" w:rsidRDefault="00B65DC9" w:rsidP="00B65DC9">
      <w:r>
        <w:t>482.8490</w:t>
      </w:r>
      <w:r>
        <w:tab/>
        <w:t>1.266e-2</w:t>
      </w:r>
    </w:p>
    <w:p w:rsidR="00B65DC9" w:rsidRDefault="00B65DC9" w:rsidP="00B65DC9">
      <w:r>
        <w:t>482.8686</w:t>
      </w:r>
      <w:r>
        <w:tab/>
        <w:t>3.038e0</w:t>
      </w:r>
    </w:p>
    <w:p w:rsidR="00B65DC9" w:rsidRDefault="00B65DC9" w:rsidP="00B65DC9">
      <w:r>
        <w:t>482.9160</w:t>
      </w:r>
      <w:r>
        <w:tab/>
        <w:t>1.266e-2</w:t>
      </w:r>
    </w:p>
    <w:p w:rsidR="00B65DC9" w:rsidRDefault="00B65DC9" w:rsidP="00B65DC9">
      <w:r>
        <w:t>482.9209</w:t>
      </w:r>
      <w:r>
        <w:tab/>
        <w:t>2.025e0</w:t>
      </w:r>
    </w:p>
    <w:p w:rsidR="00B65DC9" w:rsidRDefault="00B65DC9" w:rsidP="00B65DC9">
      <w:r>
        <w:t>482.9330</w:t>
      </w:r>
      <w:r>
        <w:tab/>
        <w:t>1.266e-2</w:t>
      </w:r>
    </w:p>
    <w:p w:rsidR="00B65DC9" w:rsidRDefault="00B65DC9" w:rsidP="00B65DC9">
      <w:r>
        <w:t>482.9464</w:t>
      </w:r>
      <w:r>
        <w:tab/>
        <w:t>2.025e0</w:t>
      </w:r>
    </w:p>
    <w:p w:rsidR="00B65DC9" w:rsidRDefault="00B65DC9" w:rsidP="00B65DC9">
      <w:r>
        <w:t>482.9815</w:t>
      </w:r>
      <w:r>
        <w:tab/>
        <w:t>3.038e0</w:t>
      </w:r>
    </w:p>
    <w:p w:rsidR="00B65DC9" w:rsidRDefault="00B65DC9" w:rsidP="00B65DC9">
      <w:r>
        <w:t>482.9834</w:t>
      </w:r>
      <w:r>
        <w:tab/>
        <w:t>1.266e-2</w:t>
      </w:r>
    </w:p>
    <w:p w:rsidR="00B65DC9" w:rsidRDefault="00B65DC9" w:rsidP="00B65DC9">
      <w:r>
        <w:t>483.0284</w:t>
      </w:r>
      <w:r>
        <w:tab/>
        <w:t>2.532e-2</w:t>
      </w:r>
    </w:p>
    <w:p w:rsidR="00B65DC9" w:rsidRDefault="00B65DC9" w:rsidP="00B65DC9">
      <w:r>
        <w:t>483.0425</w:t>
      </w:r>
      <w:r>
        <w:tab/>
        <w:t>2.025e0</w:t>
      </w:r>
    </w:p>
    <w:p w:rsidR="00B65DC9" w:rsidRDefault="00B65DC9" w:rsidP="00B65DC9">
      <w:r>
        <w:t>483.0763</w:t>
      </w:r>
      <w:r>
        <w:tab/>
        <w:t>2.025e0</w:t>
      </w:r>
    </w:p>
    <w:p w:rsidR="00B65DC9" w:rsidRDefault="00B65DC9" w:rsidP="00B65DC9">
      <w:r>
        <w:t>483.0897</w:t>
      </w:r>
      <w:r>
        <w:tab/>
        <w:t>1.013e0</w:t>
      </w:r>
    </w:p>
    <w:p w:rsidR="00B65DC9" w:rsidRDefault="00B65DC9" w:rsidP="00B65DC9">
      <w:r>
        <w:t>483.1185</w:t>
      </w:r>
      <w:r>
        <w:tab/>
        <w:t>1.013e0</w:t>
      </w:r>
    </w:p>
    <w:p w:rsidR="00B65DC9" w:rsidRDefault="00B65DC9" w:rsidP="00B65DC9">
      <w:r>
        <w:t>483.1295</w:t>
      </w:r>
      <w:r>
        <w:tab/>
        <w:t>1.266e-2</w:t>
      </w:r>
    </w:p>
    <w:p w:rsidR="00B65DC9" w:rsidRDefault="00B65DC9" w:rsidP="00B65DC9">
      <w:r>
        <w:t>483.1431</w:t>
      </w:r>
      <w:r>
        <w:tab/>
        <w:t>1.266e-2</w:t>
      </w:r>
    </w:p>
    <w:p w:rsidR="00B65DC9" w:rsidRDefault="00B65DC9" w:rsidP="00B65DC9">
      <w:r>
        <w:t>483.1768</w:t>
      </w:r>
      <w:r>
        <w:tab/>
        <w:t>1.013e0</w:t>
      </w:r>
    </w:p>
    <w:p w:rsidR="00B65DC9" w:rsidRDefault="00B65DC9" w:rsidP="00B65DC9">
      <w:r>
        <w:t>483.2020</w:t>
      </w:r>
      <w:r>
        <w:tab/>
        <w:t>1.266e-2</w:t>
      </w:r>
    </w:p>
    <w:p w:rsidR="00B65DC9" w:rsidRDefault="00B65DC9" w:rsidP="00B65DC9">
      <w:r>
        <w:t>483.2110</w:t>
      </w:r>
      <w:r>
        <w:tab/>
        <w:t>1.013e0</w:t>
      </w:r>
    </w:p>
    <w:p w:rsidR="00B65DC9" w:rsidRDefault="00B65DC9" w:rsidP="00B65DC9">
      <w:r>
        <w:lastRenderedPageBreak/>
        <w:t>483.2272</w:t>
      </w:r>
      <w:r>
        <w:tab/>
        <w:t>1.266e-2</w:t>
      </w:r>
    </w:p>
    <w:p w:rsidR="00B65DC9" w:rsidRDefault="00B65DC9" w:rsidP="00B65DC9">
      <w:r>
        <w:t>483.2346</w:t>
      </w:r>
      <w:r>
        <w:tab/>
        <w:t>5.063e0</w:t>
      </w:r>
    </w:p>
    <w:p w:rsidR="00B65DC9" w:rsidRDefault="00B65DC9" w:rsidP="00B65DC9">
      <w:r>
        <w:t>483.2530</w:t>
      </w:r>
      <w:r>
        <w:tab/>
        <w:t>1.038e0</w:t>
      </w:r>
    </w:p>
    <w:p w:rsidR="00B65DC9" w:rsidRDefault="00B65DC9" w:rsidP="00B65DC9">
      <w:r>
        <w:t>483.3001</w:t>
      </w:r>
      <w:r>
        <w:tab/>
        <w:t>1.266e-2</w:t>
      </w:r>
    </w:p>
    <w:p w:rsidR="00B65DC9" w:rsidRDefault="00B65DC9" w:rsidP="00B65DC9">
      <w:r>
        <w:t>483.3449</w:t>
      </w:r>
      <w:r>
        <w:tab/>
        <w:t>1.013e0</w:t>
      </w:r>
    </w:p>
    <w:p w:rsidR="00B65DC9" w:rsidRDefault="00B65DC9" w:rsidP="00B65DC9">
      <w:r>
        <w:t>483.3533</w:t>
      </w:r>
      <w:r>
        <w:tab/>
        <w:t>2.532e-2</w:t>
      </w:r>
    </w:p>
    <w:p w:rsidR="00B65DC9" w:rsidRDefault="00B65DC9" w:rsidP="00B65DC9">
      <w:r>
        <w:t>483.3948</w:t>
      </w:r>
      <w:r>
        <w:tab/>
        <w:t>1.013e0</w:t>
      </w:r>
    </w:p>
    <w:p w:rsidR="00B65DC9" w:rsidRDefault="00B65DC9" w:rsidP="00B65DC9">
      <w:r>
        <w:t>483.4192</w:t>
      </w:r>
      <w:r>
        <w:tab/>
        <w:t>1.025e0</w:t>
      </w:r>
    </w:p>
    <w:p w:rsidR="00B65DC9" w:rsidRDefault="00B65DC9" w:rsidP="00B65DC9">
      <w:r>
        <w:t>483.5906</w:t>
      </w:r>
      <w:r>
        <w:tab/>
        <w:t>2.025e0</w:t>
      </w:r>
    </w:p>
    <w:p w:rsidR="00B65DC9" w:rsidRDefault="00B65DC9" w:rsidP="00B65DC9">
      <w:r>
        <w:t>483.5973</w:t>
      </w:r>
      <w:r>
        <w:tab/>
        <w:t>1.266e-2</w:t>
      </w:r>
    </w:p>
    <w:p w:rsidR="00B65DC9" w:rsidRDefault="00B65DC9" w:rsidP="00B65DC9">
      <w:r>
        <w:t>483.6898</w:t>
      </w:r>
      <w:r>
        <w:tab/>
        <w:t>1.013e0</w:t>
      </w:r>
    </w:p>
    <w:p w:rsidR="00B65DC9" w:rsidRDefault="00B65DC9" w:rsidP="00B65DC9">
      <w:r>
        <w:t>483.7248</w:t>
      </w:r>
      <w:r>
        <w:tab/>
        <w:t>1.013e0</w:t>
      </w:r>
    </w:p>
    <w:p w:rsidR="00B65DC9" w:rsidRDefault="00B65DC9" w:rsidP="00B65DC9">
      <w:r>
        <w:t>483.7488</w:t>
      </w:r>
      <w:r>
        <w:tab/>
        <w:t>1.266e-2</w:t>
      </w:r>
    </w:p>
    <w:p w:rsidR="00B65DC9" w:rsidRDefault="00B65DC9" w:rsidP="00B65DC9">
      <w:r>
        <w:t>483.8736</w:t>
      </w:r>
      <w:r>
        <w:tab/>
        <w:t>1.013e0</w:t>
      </w:r>
    </w:p>
    <w:p w:rsidR="00B65DC9" w:rsidRDefault="00B65DC9" w:rsidP="00B65DC9">
      <w:r>
        <w:t>483.8925</w:t>
      </w:r>
      <w:r>
        <w:tab/>
        <w:t>1.013e0</w:t>
      </w:r>
    </w:p>
    <w:p w:rsidR="00B65DC9" w:rsidRDefault="00B65DC9" w:rsidP="00B65DC9">
      <w:r>
        <w:t>483.9059</w:t>
      </w:r>
      <w:r>
        <w:tab/>
        <w:t>2.025e0</w:t>
      </w:r>
    </w:p>
    <w:p w:rsidR="00B65DC9" w:rsidRDefault="00B65DC9" w:rsidP="00B65DC9">
      <w:r>
        <w:t>483.9677</w:t>
      </w:r>
      <w:r>
        <w:tab/>
        <w:t>1.266e-2</w:t>
      </w:r>
    </w:p>
    <w:p w:rsidR="00B65DC9" w:rsidRDefault="00B65DC9" w:rsidP="00B65DC9">
      <w:r>
        <w:t>483.9888</w:t>
      </w:r>
      <w:r>
        <w:tab/>
        <w:t>1.025e0</w:t>
      </w:r>
    </w:p>
    <w:p w:rsidR="00B65DC9" w:rsidRDefault="00B65DC9" w:rsidP="00B65DC9">
      <w:r>
        <w:t>484.0646</w:t>
      </w:r>
      <w:r>
        <w:tab/>
        <w:t>2.025e0</w:t>
      </w:r>
    </w:p>
    <w:p w:rsidR="00B65DC9" w:rsidRDefault="00B65DC9" w:rsidP="00B65DC9">
      <w:r>
        <w:lastRenderedPageBreak/>
        <w:t>484.0974</w:t>
      </w:r>
      <w:r>
        <w:tab/>
        <w:t>2.532e-2</w:t>
      </w:r>
    </w:p>
    <w:p w:rsidR="00B65DC9" w:rsidRDefault="00B65DC9" w:rsidP="00B65DC9">
      <w:r>
        <w:t>484.1818</w:t>
      </w:r>
      <w:r>
        <w:tab/>
        <w:t>1.266e-2</w:t>
      </w:r>
    </w:p>
    <w:p w:rsidR="00B65DC9" w:rsidRDefault="00B65DC9" w:rsidP="00B65DC9">
      <w:r>
        <w:t>484.1999</w:t>
      </w:r>
      <w:r>
        <w:tab/>
        <w:t>1.266e-2</w:t>
      </w:r>
    </w:p>
    <w:p w:rsidR="00B65DC9" w:rsidRDefault="00B65DC9" w:rsidP="00B65DC9">
      <w:r>
        <w:t>484.2221</w:t>
      </w:r>
      <w:r>
        <w:tab/>
        <w:t>5.089e0</w:t>
      </w:r>
    </w:p>
    <w:p w:rsidR="00B65DC9" w:rsidRDefault="00B65DC9" w:rsidP="00B65DC9">
      <w:r>
        <w:t>484.2391</w:t>
      </w:r>
      <w:r>
        <w:tab/>
        <w:t>4.051e0</w:t>
      </w:r>
    </w:p>
    <w:p w:rsidR="00B65DC9" w:rsidRDefault="00B65DC9" w:rsidP="00B65DC9">
      <w:r>
        <w:t>484.2456</w:t>
      </w:r>
      <w:r>
        <w:tab/>
        <w:t>1.013e0</w:t>
      </w:r>
    </w:p>
    <w:p w:rsidR="00B65DC9" w:rsidRDefault="00B65DC9" w:rsidP="00B65DC9">
      <w:r>
        <w:t>484.3120</w:t>
      </w:r>
      <w:r>
        <w:tab/>
        <w:t>4.051e0</w:t>
      </w:r>
    </w:p>
    <w:p w:rsidR="00B65DC9" w:rsidRDefault="00B65DC9" w:rsidP="00B65DC9">
      <w:r>
        <w:t>484.3235</w:t>
      </w:r>
      <w:r>
        <w:tab/>
        <w:t>2.025e0</w:t>
      </w:r>
    </w:p>
    <w:p w:rsidR="00B65DC9" w:rsidRDefault="00B65DC9" w:rsidP="00B65DC9">
      <w:r>
        <w:t>484.3460</w:t>
      </w:r>
      <w:r>
        <w:tab/>
        <w:t>1.025e0</w:t>
      </w:r>
    </w:p>
    <w:p w:rsidR="00B65DC9" w:rsidRDefault="00B65DC9" w:rsidP="00B65DC9">
      <w:r>
        <w:t>484.3975</w:t>
      </w:r>
      <w:r>
        <w:tab/>
        <w:t>3.038e0</w:t>
      </w:r>
    </w:p>
    <w:p w:rsidR="00B65DC9" w:rsidRDefault="00B65DC9" w:rsidP="00B65DC9">
      <w:r>
        <w:t>484.4104</w:t>
      </w:r>
      <w:r>
        <w:tab/>
        <w:t>1.013e0</w:t>
      </w:r>
    </w:p>
    <w:p w:rsidR="00B65DC9" w:rsidRDefault="00B65DC9" w:rsidP="00B65DC9">
      <w:r>
        <w:t>484.4180</w:t>
      </w:r>
      <w:r>
        <w:tab/>
        <w:t>2.025e0</w:t>
      </w:r>
    </w:p>
    <w:p w:rsidR="00B65DC9" w:rsidRDefault="00B65DC9" w:rsidP="00B65DC9">
      <w:r>
        <w:t>484.4759</w:t>
      </w:r>
      <w:r>
        <w:tab/>
        <w:t>2.025e0</w:t>
      </w:r>
    </w:p>
    <w:p w:rsidR="00B65DC9" w:rsidRDefault="00B65DC9" w:rsidP="00B65DC9">
      <w:r>
        <w:t>484.4815</w:t>
      </w:r>
      <w:r>
        <w:tab/>
        <w:t>1.266e-2</w:t>
      </w:r>
    </w:p>
    <w:p w:rsidR="00B65DC9" w:rsidRDefault="00B65DC9" w:rsidP="00B65DC9">
      <w:r>
        <w:t>484.4984</w:t>
      </w:r>
      <w:r>
        <w:tab/>
        <w:t>1.266e-2</w:t>
      </w:r>
    </w:p>
    <w:p w:rsidR="00B65DC9" w:rsidRDefault="00B65DC9" w:rsidP="00B65DC9">
      <w:r>
        <w:t>484.5812</w:t>
      </w:r>
      <w:r>
        <w:tab/>
        <w:t>2.025e0</w:t>
      </w:r>
    </w:p>
    <w:p w:rsidR="00B65DC9" w:rsidRDefault="00B65DC9" w:rsidP="00B65DC9">
      <w:r>
        <w:t>484.7260</w:t>
      </w:r>
      <w:r>
        <w:tab/>
        <w:t>1.266e-2</w:t>
      </w:r>
    </w:p>
    <w:p w:rsidR="00B65DC9" w:rsidRDefault="00B65DC9" w:rsidP="00B65DC9">
      <w:r>
        <w:t>484.7370</w:t>
      </w:r>
      <w:r>
        <w:tab/>
        <w:t>1.266e-2</w:t>
      </w:r>
    </w:p>
    <w:p w:rsidR="00B65DC9" w:rsidRDefault="00B65DC9" w:rsidP="00B65DC9">
      <w:r>
        <w:t>484.7604</w:t>
      </w:r>
      <w:r>
        <w:tab/>
        <w:t>2.025e0</w:t>
      </w:r>
    </w:p>
    <w:p w:rsidR="00B65DC9" w:rsidRDefault="00B65DC9" w:rsidP="00B65DC9">
      <w:r>
        <w:lastRenderedPageBreak/>
        <w:t>484.7917</w:t>
      </w:r>
      <w:r>
        <w:tab/>
        <w:t>1.266e-2</w:t>
      </w:r>
    </w:p>
    <w:p w:rsidR="00B65DC9" w:rsidRDefault="00B65DC9" w:rsidP="00B65DC9">
      <w:r>
        <w:t>484.8616</w:t>
      </w:r>
      <w:r>
        <w:tab/>
        <w:t>1.013e0</w:t>
      </w:r>
    </w:p>
    <w:p w:rsidR="00B65DC9" w:rsidRDefault="00B65DC9" w:rsidP="00B65DC9">
      <w:r>
        <w:t>484.8863</w:t>
      </w:r>
      <w:r>
        <w:tab/>
        <w:t>1.266e-2</w:t>
      </w:r>
    </w:p>
    <w:p w:rsidR="00B65DC9" w:rsidRDefault="00B65DC9" w:rsidP="00B65DC9">
      <w:r>
        <w:t>484.9284</w:t>
      </w:r>
      <w:r>
        <w:tab/>
        <w:t>2.025e0</w:t>
      </w:r>
    </w:p>
    <w:p w:rsidR="00B65DC9" w:rsidRDefault="00B65DC9" w:rsidP="00B65DC9">
      <w:r>
        <w:t>484.9474</w:t>
      </w:r>
      <w:r>
        <w:tab/>
        <w:t>1.266e-2</w:t>
      </w:r>
    </w:p>
    <w:p w:rsidR="00B65DC9" w:rsidRDefault="00B65DC9" w:rsidP="00B65DC9">
      <w:r>
        <w:t>484.9726</w:t>
      </w:r>
      <w:r>
        <w:tab/>
        <w:t>2.025e0</w:t>
      </w:r>
    </w:p>
    <w:p w:rsidR="00B65DC9" w:rsidRDefault="00B65DC9" w:rsidP="00B65DC9">
      <w:r>
        <w:t>484.9754</w:t>
      </w:r>
      <w:r>
        <w:tab/>
        <w:t>2.025e0</w:t>
      </w:r>
    </w:p>
    <w:p w:rsidR="00B65DC9" w:rsidRDefault="00B65DC9" w:rsidP="00B65DC9">
      <w:r>
        <w:t>484.9875</w:t>
      </w:r>
      <w:r>
        <w:tab/>
        <w:t>2.025e0</w:t>
      </w:r>
    </w:p>
    <w:p w:rsidR="00B65DC9" w:rsidRDefault="00B65DC9" w:rsidP="00B65DC9">
      <w:r>
        <w:t>485.0053</w:t>
      </w:r>
      <w:r>
        <w:tab/>
        <w:t>1.013e0</w:t>
      </w:r>
    </w:p>
    <w:p w:rsidR="00B65DC9" w:rsidRDefault="00B65DC9" w:rsidP="00B65DC9">
      <w:r>
        <w:t>485.0129</w:t>
      </w:r>
      <w:r>
        <w:tab/>
        <w:t>2.025e0</w:t>
      </w:r>
    </w:p>
    <w:p w:rsidR="00B65DC9" w:rsidRDefault="00B65DC9" w:rsidP="00B65DC9">
      <w:r>
        <w:t>485.0297</w:t>
      </w:r>
      <w:r>
        <w:tab/>
        <w:t>1.013e0</w:t>
      </w:r>
    </w:p>
    <w:p w:rsidR="00B65DC9" w:rsidRDefault="00B65DC9" w:rsidP="00B65DC9">
      <w:r>
        <w:t>485.1478</w:t>
      </w:r>
      <w:r>
        <w:tab/>
        <w:t>2.025e0</w:t>
      </w:r>
    </w:p>
    <w:p w:rsidR="00B65DC9" w:rsidRDefault="00B65DC9" w:rsidP="00B65DC9">
      <w:r>
        <w:t>485.1944</w:t>
      </w:r>
      <w:r>
        <w:tab/>
        <w:t>1.013e0</w:t>
      </w:r>
    </w:p>
    <w:p w:rsidR="00B65DC9" w:rsidRDefault="00B65DC9" w:rsidP="00B65DC9">
      <w:r>
        <w:t>485.2112</w:t>
      </w:r>
      <w:r>
        <w:tab/>
        <w:t>3.038e0</w:t>
      </w:r>
    </w:p>
    <w:p w:rsidR="00B65DC9" w:rsidRDefault="00B65DC9" w:rsidP="00B65DC9">
      <w:r>
        <w:t>485.2374</w:t>
      </w:r>
      <w:r>
        <w:tab/>
        <w:t>2.025e0</w:t>
      </w:r>
    </w:p>
    <w:p w:rsidR="00B65DC9" w:rsidRDefault="00B65DC9" w:rsidP="00B65DC9">
      <w:r>
        <w:t>485.2406</w:t>
      </w:r>
      <w:r>
        <w:tab/>
        <w:t>1.025e0</w:t>
      </w:r>
    </w:p>
    <w:p w:rsidR="00B65DC9" w:rsidRDefault="00B65DC9" w:rsidP="00B65DC9">
      <w:r>
        <w:t>485.2491</w:t>
      </w:r>
      <w:r>
        <w:tab/>
        <w:t>1.013e0</w:t>
      </w:r>
    </w:p>
    <w:p w:rsidR="00B65DC9" w:rsidRDefault="00B65DC9" w:rsidP="00B65DC9">
      <w:r>
        <w:t>485.2889</w:t>
      </w:r>
      <w:r>
        <w:tab/>
        <w:t>2.025e0</w:t>
      </w:r>
    </w:p>
    <w:p w:rsidR="00B65DC9" w:rsidRDefault="00B65DC9" w:rsidP="00B65DC9">
      <w:r>
        <w:t>485.2953</w:t>
      </w:r>
      <w:r>
        <w:tab/>
        <w:t>3.038e0</w:t>
      </w:r>
    </w:p>
    <w:p w:rsidR="00B65DC9" w:rsidRDefault="00B65DC9" w:rsidP="00B65DC9">
      <w:r>
        <w:lastRenderedPageBreak/>
        <w:t>485.3049</w:t>
      </w:r>
      <w:r>
        <w:tab/>
        <w:t>2.025e0</w:t>
      </w:r>
    </w:p>
    <w:p w:rsidR="00B65DC9" w:rsidRDefault="00B65DC9" w:rsidP="00B65DC9">
      <w:r>
        <w:t>485.3651</w:t>
      </w:r>
      <w:r>
        <w:tab/>
        <w:t>1.025e0</w:t>
      </w:r>
    </w:p>
    <w:p w:rsidR="00B65DC9" w:rsidRDefault="00B65DC9" w:rsidP="00B65DC9">
      <w:r>
        <w:t>485.3757</w:t>
      </w:r>
      <w:r>
        <w:tab/>
        <w:t>1.266e-2</w:t>
      </w:r>
    </w:p>
    <w:p w:rsidR="00B65DC9" w:rsidRDefault="00B65DC9" w:rsidP="00B65DC9">
      <w:r>
        <w:t>485.3842</w:t>
      </w:r>
      <w:r>
        <w:tab/>
        <w:t>1.013e0</w:t>
      </w:r>
    </w:p>
    <w:p w:rsidR="00B65DC9" w:rsidRDefault="00B65DC9" w:rsidP="00B65DC9">
      <w:r>
        <w:t>485.3993</w:t>
      </w:r>
      <w:r>
        <w:tab/>
        <w:t>2.025e0</w:t>
      </w:r>
    </w:p>
    <w:p w:rsidR="00B65DC9" w:rsidRDefault="00B65DC9" w:rsidP="00B65DC9">
      <w:r>
        <w:t>485.4231</w:t>
      </w:r>
      <w:r>
        <w:tab/>
        <w:t>1.013e0</w:t>
      </w:r>
    </w:p>
    <w:p w:rsidR="00B65DC9" w:rsidRDefault="00B65DC9" w:rsidP="00B65DC9">
      <w:r>
        <w:t>485.4696</w:t>
      </w:r>
      <w:r>
        <w:tab/>
        <w:t>2.038e0</w:t>
      </w:r>
    </w:p>
    <w:p w:rsidR="00B65DC9" w:rsidRDefault="00B65DC9" w:rsidP="00B65DC9">
      <w:r>
        <w:t>485.4939</w:t>
      </w:r>
      <w:r>
        <w:tab/>
        <w:t>1.013e0</w:t>
      </w:r>
    </w:p>
    <w:p w:rsidR="00B65DC9" w:rsidRDefault="00B65DC9" w:rsidP="00B65DC9">
      <w:r>
        <w:t>485.5215</w:t>
      </w:r>
      <w:r>
        <w:tab/>
        <w:t>1.266e-2</w:t>
      </w:r>
    </w:p>
    <w:p w:rsidR="00B65DC9" w:rsidRDefault="00B65DC9" w:rsidP="00B65DC9">
      <w:r>
        <w:t>485.6392</w:t>
      </w:r>
      <w:r>
        <w:tab/>
        <w:t>1.025e0</w:t>
      </w:r>
    </w:p>
    <w:p w:rsidR="00B65DC9" w:rsidRDefault="00B65DC9" w:rsidP="00B65DC9">
      <w:r>
        <w:t>485.6466</w:t>
      </w:r>
      <w:r>
        <w:tab/>
        <w:t>1.013e0</w:t>
      </w:r>
    </w:p>
    <w:p w:rsidR="00B65DC9" w:rsidRDefault="00B65DC9" w:rsidP="00B65DC9">
      <w:r>
        <w:t>485.6540</w:t>
      </w:r>
      <w:r>
        <w:tab/>
        <w:t>2.025e0</w:t>
      </w:r>
    </w:p>
    <w:p w:rsidR="00B65DC9" w:rsidRDefault="00B65DC9" w:rsidP="00B65DC9">
      <w:r>
        <w:t>485.6582</w:t>
      </w:r>
      <w:r>
        <w:tab/>
        <w:t>3.038e0</w:t>
      </w:r>
    </w:p>
    <w:p w:rsidR="00B65DC9" w:rsidRDefault="00B65DC9" w:rsidP="00B65DC9">
      <w:r>
        <w:t>485.6804</w:t>
      </w:r>
      <w:r>
        <w:tab/>
        <w:t>1.013e0</w:t>
      </w:r>
    </w:p>
    <w:p w:rsidR="00B65DC9" w:rsidRDefault="00B65DC9" w:rsidP="00B65DC9">
      <w:r>
        <w:t>485.7067</w:t>
      </w:r>
      <w:r>
        <w:tab/>
        <w:t>2.025e0</w:t>
      </w:r>
    </w:p>
    <w:p w:rsidR="00B65DC9" w:rsidRDefault="00B65DC9" w:rsidP="00B65DC9">
      <w:r>
        <w:t>485.7389</w:t>
      </w:r>
      <w:r>
        <w:tab/>
        <w:t>1.013e0</w:t>
      </w:r>
    </w:p>
    <w:p w:rsidR="00B65DC9" w:rsidRDefault="00B65DC9" w:rsidP="00B65DC9">
      <w:r>
        <w:t>485.7558</w:t>
      </w:r>
      <w:r>
        <w:tab/>
        <w:t>1.013e0</w:t>
      </w:r>
    </w:p>
    <w:p w:rsidR="00B65DC9" w:rsidRDefault="00B65DC9" w:rsidP="00B65DC9">
      <w:r>
        <w:t>485.7642</w:t>
      </w:r>
      <w:r>
        <w:tab/>
        <w:t>1.013e0</w:t>
      </w:r>
    </w:p>
    <w:p w:rsidR="00B65DC9" w:rsidRDefault="00B65DC9" w:rsidP="00B65DC9">
      <w:r>
        <w:t>485.8648</w:t>
      </w:r>
      <w:r>
        <w:tab/>
        <w:t>2.025e0</w:t>
      </w:r>
    </w:p>
    <w:p w:rsidR="00B65DC9" w:rsidRDefault="00B65DC9" w:rsidP="00B65DC9">
      <w:r>
        <w:lastRenderedPageBreak/>
        <w:t>485.8813</w:t>
      </w:r>
      <w:r>
        <w:tab/>
        <w:t>1.013e0</w:t>
      </w:r>
    </w:p>
    <w:p w:rsidR="00B65DC9" w:rsidRDefault="00B65DC9" w:rsidP="00B65DC9">
      <w:r>
        <w:t>485.8910</w:t>
      </w:r>
      <w:r>
        <w:tab/>
        <w:t>2.025e0</w:t>
      </w:r>
    </w:p>
    <w:p w:rsidR="00B65DC9" w:rsidRDefault="00B65DC9" w:rsidP="00B65DC9">
      <w:r>
        <w:t>485.9608</w:t>
      </w:r>
      <w:r>
        <w:tab/>
        <w:t>1.266e-2</w:t>
      </w:r>
    </w:p>
    <w:p w:rsidR="00B65DC9" w:rsidRDefault="00B65DC9" w:rsidP="00B65DC9">
      <w:r>
        <w:t>485.9726</w:t>
      </w:r>
      <w:r>
        <w:tab/>
        <w:t>2.025e0</w:t>
      </w:r>
    </w:p>
    <w:p w:rsidR="00B65DC9" w:rsidRDefault="00B65DC9" w:rsidP="00B65DC9">
      <w:r>
        <w:t>486.0186</w:t>
      </w:r>
      <w:r>
        <w:tab/>
        <w:t>1.013e0</w:t>
      </w:r>
    </w:p>
    <w:p w:rsidR="00B65DC9" w:rsidRDefault="00B65DC9" w:rsidP="00B65DC9">
      <w:r>
        <w:t>486.0333</w:t>
      </w:r>
      <w:r>
        <w:tab/>
        <w:t>1.266e-2</w:t>
      </w:r>
    </w:p>
    <w:p w:rsidR="00B65DC9" w:rsidRDefault="00B65DC9" w:rsidP="00B65DC9">
      <w:r>
        <w:t>486.0797</w:t>
      </w:r>
      <w:r>
        <w:tab/>
        <w:t>2.025e0</w:t>
      </w:r>
    </w:p>
    <w:p w:rsidR="00B65DC9" w:rsidRDefault="00B65DC9" w:rsidP="00B65DC9">
      <w:r>
        <w:t>486.0854</w:t>
      </w:r>
      <w:r>
        <w:tab/>
        <w:t>1.013e0</w:t>
      </w:r>
    </w:p>
    <w:p w:rsidR="00B65DC9" w:rsidRDefault="00B65DC9" w:rsidP="00B65DC9">
      <w:r>
        <w:t>486.0875</w:t>
      </w:r>
      <w:r>
        <w:tab/>
        <w:t>2.025e0</w:t>
      </w:r>
    </w:p>
    <w:p w:rsidR="00B65DC9" w:rsidRDefault="00B65DC9" w:rsidP="00B65DC9">
      <w:r>
        <w:t>486.1128</w:t>
      </w:r>
      <w:r>
        <w:tab/>
        <w:t>1.266e-2</w:t>
      </w:r>
    </w:p>
    <w:p w:rsidR="00B65DC9" w:rsidRDefault="00B65DC9" w:rsidP="00B65DC9">
      <w:r>
        <w:t>486.1293</w:t>
      </w:r>
      <w:r>
        <w:tab/>
        <w:t>3.038e0</w:t>
      </w:r>
    </w:p>
    <w:p w:rsidR="00B65DC9" w:rsidRDefault="00B65DC9" w:rsidP="00B65DC9">
      <w:r>
        <w:t>486.1311</w:t>
      </w:r>
      <w:r>
        <w:tab/>
        <w:t>1.013e0</w:t>
      </w:r>
    </w:p>
    <w:p w:rsidR="00B65DC9" w:rsidRDefault="00B65DC9" w:rsidP="00B65DC9">
      <w:r>
        <w:t>486.1859</w:t>
      </w:r>
      <w:r>
        <w:tab/>
        <w:t>1.013e0</w:t>
      </w:r>
    </w:p>
    <w:p w:rsidR="00B65DC9" w:rsidRDefault="00B65DC9" w:rsidP="00B65DC9">
      <w:r>
        <w:t>486.1907</w:t>
      </w:r>
      <w:r>
        <w:tab/>
        <w:t>1.025e0</w:t>
      </w:r>
    </w:p>
    <w:p w:rsidR="00B65DC9" w:rsidRDefault="00B65DC9" w:rsidP="00B65DC9">
      <w:r>
        <w:t>486.2011</w:t>
      </w:r>
      <w:r>
        <w:tab/>
        <w:t>2.025e0</w:t>
      </w:r>
    </w:p>
    <w:p w:rsidR="00B65DC9" w:rsidRDefault="00B65DC9" w:rsidP="00B65DC9">
      <w:r>
        <w:t>486.2696</w:t>
      </w:r>
      <w:r>
        <w:tab/>
        <w:t>3.051e0</w:t>
      </w:r>
    </w:p>
    <w:p w:rsidR="00B65DC9" w:rsidRDefault="00B65DC9" w:rsidP="00B65DC9">
      <w:r>
        <w:t>486.2883</w:t>
      </w:r>
      <w:r>
        <w:tab/>
        <w:t>1.013e0</w:t>
      </w:r>
    </w:p>
    <w:p w:rsidR="00B65DC9" w:rsidRDefault="00B65DC9" w:rsidP="00B65DC9">
      <w:r>
        <w:t>486.3017</w:t>
      </w:r>
      <w:r>
        <w:tab/>
        <w:t>1.266e-2</w:t>
      </w:r>
    </w:p>
    <w:p w:rsidR="00B65DC9" w:rsidRDefault="00B65DC9" w:rsidP="00B65DC9">
      <w:r>
        <w:t>486.3543</w:t>
      </w:r>
      <w:r>
        <w:tab/>
        <w:t>2.025e0</w:t>
      </w:r>
    </w:p>
    <w:p w:rsidR="00B65DC9" w:rsidRDefault="00B65DC9" w:rsidP="00B65DC9">
      <w:r>
        <w:lastRenderedPageBreak/>
        <w:t>486.3598</w:t>
      </w:r>
      <w:r>
        <w:tab/>
        <w:t>1.013e0</w:t>
      </w:r>
    </w:p>
    <w:p w:rsidR="00B65DC9" w:rsidRDefault="00B65DC9" w:rsidP="00B65DC9">
      <w:r>
        <w:t>486.3963</w:t>
      </w:r>
      <w:r>
        <w:tab/>
        <w:t>1.266e-2</w:t>
      </w:r>
    </w:p>
    <w:p w:rsidR="00B65DC9" w:rsidRDefault="00B65DC9" w:rsidP="00B65DC9">
      <w:r>
        <w:t>486.4543</w:t>
      </w:r>
      <w:r>
        <w:tab/>
        <w:t>1.013e0</w:t>
      </w:r>
    </w:p>
    <w:p w:rsidR="00B65DC9" w:rsidRDefault="00B65DC9" w:rsidP="00B65DC9">
      <w:r>
        <w:t>486.4758</w:t>
      </w:r>
      <w:r>
        <w:tab/>
        <w:t>1.013e0</w:t>
      </w:r>
    </w:p>
    <w:p w:rsidR="00B65DC9" w:rsidRDefault="00B65DC9" w:rsidP="00B65DC9">
      <w:r>
        <w:t>486.5590</w:t>
      </w:r>
      <w:r>
        <w:tab/>
        <w:t>1.013e0</w:t>
      </w:r>
    </w:p>
    <w:p w:rsidR="00B65DC9" w:rsidRDefault="00B65DC9" w:rsidP="00B65DC9">
      <w:r>
        <w:t>486.6183</w:t>
      </w:r>
      <w:r>
        <w:tab/>
        <w:t>1.013e0</w:t>
      </w:r>
    </w:p>
    <w:p w:rsidR="00B65DC9" w:rsidRDefault="00B65DC9" w:rsidP="00B65DC9">
      <w:r>
        <w:t>486.6290</w:t>
      </w:r>
      <w:r>
        <w:tab/>
        <w:t>1.013e0</w:t>
      </w:r>
    </w:p>
    <w:p w:rsidR="00B65DC9" w:rsidRDefault="00B65DC9" w:rsidP="00B65DC9">
      <w:r>
        <w:t>486.7204</w:t>
      </w:r>
      <w:r>
        <w:tab/>
        <w:t>1.013e0</w:t>
      </w:r>
    </w:p>
    <w:p w:rsidR="00B65DC9" w:rsidRDefault="00B65DC9" w:rsidP="00B65DC9">
      <w:r>
        <w:t>486.7289</w:t>
      </w:r>
      <w:r>
        <w:tab/>
        <w:t>2.025e0</w:t>
      </w:r>
    </w:p>
    <w:p w:rsidR="00B65DC9" w:rsidRDefault="00B65DC9" w:rsidP="00B65DC9">
      <w:r>
        <w:t>486.7881</w:t>
      </w:r>
      <w:r>
        <w:tab/>
        <w:t>1.013e0</w:t>
      </w:r>
    </w:p>
    <w:p w:rsidR="00B65DC9" w:rsidRDefault="00B65DC9" w:rsidP="00B65DC9">
      <w:r>
        <w:t>486.8862</w:t>
      </w:r>
      <w:r>
        <w:tab/>
        <w:t>3.038e0</w:t>
      </w:r>
    </w:p>
    <w:p w:rsidR="00B65DC9" w:rsidRDefault="00B65DC9" w:rsidP="00B65DC9">
      <w:r>
        <w:t>486.9230</w:t>
      </w:r>
      <w:r>
        <w:tab/>
        <w:t>1.266e-2</w:t>
      </w:r>
    </w:p>
    <w:p w:rsidR="00B65DC9" w:rsidRDefault="00B65DC9" w:rsidP="00B65DC9">
      <w:r>
        <w:t>486.9674</w:t>
      </w:r>
      <w:r>
        <w:tab/>
        <w:t>3.038e0</w:t>
      </w:r>
    </w:p>
    <w:p w:rsidR="00B65DC9" w:rsidRDefault="00B65DC9" w:rsidP="00B65DC9">
      <w:r>
        <w:t>486.9935</w:t>
      </w:r>
      <w:r>
        <w:tab/>
        <w:t>2.025e0</w:t>
      </w:r>
    </w:p>
    <w:p w:rsidR="00B65DC9" w:rsidRDefault="00B65DC9" w:rsidP="00B65DC9">
      <w:r>
        <w:t>487.0575</w:t>
      </w:r>
      <w:r>
        <w:tab/>
        <w:t>3.038e0</w:t>
      </w:r>
    </w:p>
    <w:p w:rsidR="00B65DC9" w:rsidRDefault="00B65DC9" w:rsidP="00B65DC9">
      <w:r>
        <w:t>487.0861</w:t>
      </w:r>
      <w:r>
        <w:tab/>
        <w:t>3.038e0</w:t>
      </w:r>
    </w:p>
    <w:p w:rsidR="00B65DC9" w:rsidRDefault="00B65DC9" w:rsidP="00B65DC9">
      <w:r>
        <w:t>487.1100</w:t>
      </w:r>
      <w:r>
        <w:tab/>
        <w:t>2.025e0</w:t>
      </w:r>
    </w:p>
    <w:p w:rsidR="00B65DC9" w:rsidRDefault="00B65DC9" w:rsidP="00B65DC9">
      <w:r>
        <w:t>487.1407</w:t>
      </w:r>
      <w:r>
        <w:tab/>
        <w:t>1.013e0</w:t>
      </w:r>
    </w:p>
    <w:p w:rsidR="00B65DC9" w:rsidRDefault="00B65DC9" w:rsidP="00B65DC9">
      <w:r>
        <w:t>487.1601</w:t>
      </w:r>
      <w:r>
        <w:tab/>
        <w:t>2.025e0</w:t>
      </w:r>
    </w:p>
    <w:p w:rsidR="00B65DC9" w:rsidRDefault="00B65DC9" w:rsidP="00B65DC9">
      <w:r>
        <w:lastRenderedPageBreak/>
        <w:t>487.1946</w:t>
      </w:r>
      <w:r>
        <w:tab/>
        <w:t>1.013e0</w:t>
      </w:r>
    </w:p>
    <w:p w:rsidR="00B65DC9" w:rsidRDefault="00B65DC9" w:rsidP="00B65DC9">
      <w:r>
        <w:t>487.2533</w:t>
      </w:r>
      <w:r>
        <w:tab/>
        <w:t>1.266e-2</w:t>
      </w:r>
    </w:p>
    <w:p w:rsidR="00B65DC9" w:rsidRDefault="00B65DC9" w:rsidP="00B65DC9">
      <w:r>
        <w:t>487.2703</w:t>
      </w:r>
      <w:r>
        <w:tab/>
        <w:t>1.013e0</w:t>
      </w:r>
    </w:p>
    <w:p w:rsidR="00B65DC9" w:rsidRDefault="00B65DC9" w:rsidP="00B65DC9">
      <w:r>
        <w:t>487.2770</w:t>
      </w:r>
      <w:r>
        <w:tab/>
        <w:t>3.798e-2</w:t>
      </w:r>
    </w:p>
    <w:p w:rsidR="00B65DC9" w:rsidRDefault="00B65DC9" w:rsidP="00B65DC9">
      <w:r>
        <w:t>487.3041</w:t>
      </w:r>
      <w:r>
        <w:tab/>
        <w:t>3.051e0</w:t>
      </w:r>
    </w:p>
    <w:p w:rsidR="00B65DC9" w:rsidRDefault="00B65DC9" w:rsidP="00B65DC9">
      <w:r>
        <w:t>487.3247</w:t>
      </w:r>
      <w:r>
        <w:tab/>
        <w:t>2.025e0</w:t>
      </w:r>
    </w:p>
    <w:p w:rsidR="00B65DC9" w:rsidRDefault="00B65DC9" w:rsidP="00B65DC9">
      <w:r>
        <w:t>487.3513</w:t>
      </w:r>
      <w:r>
        <w:tab/>
        <w:t>1.013e0</w:t>
      </w:r>
    </w:p>
    <w:p w:rsidR="00B65DC9" w:rsidRDefault="00B65DC9" w:rsidP="00B65DC9">
      <w:r>
        <w:t>487.3533</w:t>
      </w:r>
      <w:r>
        <w:tab/>
        <w:t>4.051e0</w:t>
      </w:r>
    </w:p>
    <w:p w:rsidR="00B65DC9" w:rsidRDefault="00B65DC9" w:rsidP="00B65DC9">
      <w:r>
        <w:t>487.3727</w:t>
      </w:r>
      <w:r>
        <w:tab/>
        <w:t>1.013e0</w:t>
      </w:r>
    </w:p>
    <w:p w:rsidR="00B65DC9" w:rsidRDefault="00B65DC9" w:rsidP="00B65DC9">
      <w:r>
        <w:t>487.3889</w:t>
      </w:r>
      <w:r>
        <w:tab/>
        <w:t>1.025e0</w:t>
      </w:r>
    </w:p>
    <w:p w:rsidR="00B65DC9" w:rsidRDefault="00B65DC9" w:rsidP="00B65DC9">
      <w:r>
        <w:t>487.4185</w:t>
      </w:r>
      <w:r>
        <w:tab/>
        <w:t>4.051e0</w:t>
      </w:r>
    </w:p>
    <w:p w:rsidR="00B65DC9" w:rsidRDefault="00B65DC9" w:rsidP="00B65DC9">
      <w:r>
        <w:t>487.4214</w:t>
      </w:r>
      <w:r>
        <w:tab/>
        <w:t>3.038e0</w:t>
      </w:r>
    </w:p>
    <w:p w:rsidR="00B65DC9" w:rsidRDefault="00B65DC9" w:rsidP="00B65DC9">
      <w:r>
        <w:t>487.4228</w:t>
      </w:r>
      <w:r>
        <w:tab/>
        <w:t>1.266e-2</w:t>
      </w:r>
    </w:p>
    <w:p w:rsidR="00B65DC9" w:rsidRDefault="00B65DC9" w:rsidP="00B65DC9">
      <w:r>
        <w:t>487.4276</w:t>
      </w:r>
      <w:r>
        <w:tab/>
        <w:t>1.013e0</w:t>
      </w:r>
    </w:p>
    <w:p w:rsidR="00B65DC9" w:rsidRDefault="00B65DC9" w:rsidP="00B65DC9">
      <w:r>
        <w:t>487.4828</w:t>
      </w:r>
      <w:r>
        <w:tab/>
        <w:t>1.013e0</w:t>
      </w:r>
    </w:p>
    <w:p w:rsidR="00B65DC9" w:rsidRDefault="00B65DC9" w:rsidP="00B65DC9">
      <w:r>
        <w:t>487.5626</w:t>
      </w:r>
      <w:r>
        <w:tab/>
        <w:t>1.013e0</w:t>
      </w:r>
    </w:p>
    <w:p w:rsidR="00B65DC9" w:rsidRDefault="00B65DC9" w:rsidP="00B65DC9">
      <w:r>
        <w:t>487.6168</w:t>
      </w:r>
      <w:r>
        <w:tab/>
        <w:t>1.013e0</w:t>
      </w:r>
    </w:p>
    <w:p w:rsidR="00B65DC9" w:rsidRDefault="00B65DC9" w:rsidP="00B65DC9">
      <w:r>
        <w:t>487.6747</w:t>
      </w:r>
      <w:r>
        <w:tab/>
        <w:t>1.266e-2</w:t>
      </w:r>
    </w:p>
    <w:p w:rsidR="00B65DC9" w:rsidRDefault="00B65DC9" w:rsidP="00B65DC9">
      <w:r>
        <w:t>487.7327</w:t>
      </w:r>
      <w:r>
        <w:tab/>
        <w:t>1.013e0</w:t>
      </w:r>
    </w:p>
    <w:p w:rsidR="00B65DC9" w:rsidRDefault="00B65DC9" w:rsidP="00B65DC9">
      <w:r>
        <w:lastRenderedPageBreak/>
        <w:t>487.7965</w:t>
      </w:r>
      <w:r>
        <w:tab/>
        <w:t>1.013e0</w:t>
      </w:r>
    </w:p>
    <w:p w:rsidR="00B65DC9" w:rsidRDefault="00B65DC9" w:rsidP="00B65DC9">
      <w:r>
        <w:t>487.8646</w:t>
      </w:r>
      <w:r>
        <w:tab/>
        <w:t>2.025e0</w:t>
      </w:r>
    </w:p>
    <w:p w:rsidR="00B65DC9" w:rsidRDefault="00B65DC9" w:rsidP="00B65DC9">
      <w:r>
        <w:t>487.8722</w:t>
      </w:r>
      <w:r>
        <w:tab/>
        <w:t>1.266e-2</w:t>
      </w:r>
    </w:p>
    <w:p w:rsidR="00B65DC9" w:rsidRDefault="00B65DC9" w:rsidP="00B65DC9">
      <w:r>
        <w:t>487.9193</w:t>
      </w:r>
      <w:r>
        <w:tab/>
        <w:t>5.063e0</w:t>
      </w:r>
    </w:p>
    <w:p w:rsidR="00B65DC9" w:rsidRDefault="00B65DC9" w:rsidP="00B65DC9">
      <w:r>
        <w:t>487.9250</w:t>
      </w:r>
      <w:r>
        <w:tab/>
        <w:t>1.266e-2</w:t>
      </w:r>
    </w:p>
    <w:p w:rsidR="00B65DC9" w:rsidRDefault="00B65DC9" w:rsidP="00B65DC9">
      <w:r>
        <w:t>487.9558</w:t>
      </w:r>
      <w:r>
        <w:tab/>
        <w:t>2.025e0</w:t>
      </w:r>
    </w:p>
    <w:p w:rsidR="00B65DC9" w:rsidRDefault="00B65DC9" w:rsidP="00B65DC9">
      <w:r>
        <w:t>488.0197</w:t>
      </w:r>
      <w:r>
        <w:tab/>
        <w:t>1.013e0</w:t>
      </w:r>
    </w:p>
    <w:p w:rsidR="00B65DC9" w:rsidRDefault="00B65DC9" w:rsidP="00B65DC9">
      <w:r>
        <w:t>488.0744</w:t>
      </w:r>
      <w:r>
        <w:tab/>
        <w:t>2.532e-2</w:t>
      </w:r>
    </w:p>
    <w:p w:rsidR="00B65DC9" w:rsidRDefault="00B65DC9" w:rsidP="00B65DC9">
      <w:r>
        <w:t>488.1013</w:t>
      </w:r>
      <w:r>
        <w:tab/>
        <w:t>1.266e-2</w:t>
      </w:r>
    </w:p>
    <w:p w:rsidR="00B65DC9" w:rsidRDefault="00B65DC9" w:rsidP="00B65DC9">
      <w:r>
        <w:t>488.1206</w:t>
      </w:r>
      <w:r>
        <w:tab/>
        <w:t>2.025e0</w:t>
      </w:r>
    </w:p>
    <w:p w:rsidR="00B65DC9" w:rsidRDefault="00B65DC9" w:rsidP="00B65DC9">
      <w:r>
        <w:t>488.1692</w:t>
      </w:r>
      <w:r>
        <w:tab/>
        <w:t>1.013e0</w:t>
      </w:r>
    </w:p>
    <w:p w:rsidR="00B65DC9" w:rsidRDefault="00B65DC9" w:rsidP="00B65DC9">
      <w:r>
        <w:t>488.1722</w:t>
      </w:r>
      <w:r>
        <w:tab/>
        <w:t>1.013e0</w:t>
      </w:r>
    </w:p>
    <w:p w:rsidR="00B65DC9" w:rsidRDefault="00B65DC9" w:rsidP="00B65DC9">
      <w:r>
        <w:t>488.1862</w:t>
      </w:r>
      <w:r>
        <w:tab/>
        <w:t>1.013e0</w:t>
      </w:r>
    </w:p>
    <w:p w:rsidR="00B65DC9" w:rsidRDefault="00B65DC9" w:rsidP="00B65DC9">
      <w:r>
        <w:t>488.1910</w:t>
      </w:r>
      <w:r>
        <w:tab/>
        <w:t>1.266e-2</w:t>
      </w:r>
    </w:p>
    <w:p w:rsidR="00B65DC9" w:rsidRDefault="00B65DC9" w:rsidP="00B65DC9">
      <w:r>
        <w:t>488.2116</w:t>
      </w:r>
      <w:r>
        <w:tab/>
        <w:t>1.013e0</w:t>
      </w:r>
    </w:p>
    <w:p w:rsidR="00B65DC9" w:rsidRDefault="00B65DC9" w:rsidP="00B65DC9">
      <w:r>
        <w:t>488.2541</w:t>
      </w:r>
      <w:r>
        <w:tab/>
        <w:t>1.266e-2</w:t>
      </w:r>
    </w:p>
    <w:p w:rsidR="00B65DC9" w:rsidRDefault="00B65DC9" w:rsidP="00B65DC9">
      <w:r>
        <w:t>488.2697</w:t>
      </w:r>
      <w:r>
        <w:tab/>
        <w:t>2.025e0</w:t>
      </w:r>
    </w:p>
    <w:p w:rsidR="00B65DC9" w:rsidRDefault="00B65DC9" w:rsidP="00B65DC9">
      <w:r>
        <w:t>488.3290</w:t>
      </w:r>
      <w:r>
        <w:tab/>
        <w:t>2.025e0</w:t>
      </w:r>
    </w:p>
    <w:p w:rsidR="00B65DC9" w:rsidRDefault="00B65DC9" w:rsidP="00B65DC9">
      <w:r>
        <w:t>488.3305</w:t>
      </w:r>
      <w:r>
        <w:tab/>
        <w:t>2.025e0</w:t>
      </w:r>
    </w:p>
    <w:p w:rsidR="00B65DC9" w:rsidRDefault="00B65DC9" w:rsidP="00B65DC9">
      <w:r>
        <w:lastRenderedPageBreak/>
        <w:t>488.3390</w:t>
      </w:r>
      <w:r>
        <w:tab/>
        <w:t>1.013e0</w:t>
      </w:r>
    </w:p>
    <w:p w:rsidR="00B65DC9" w:rsidRDefault="00B65DC9" w:rsidP="00B65DC9">
      <w:r>
        <w:t>488.3703</w:t>
      </w:r>
      <w:r>
        <w:tab/>
        <w:t>1.051e0</w:t>
      </w:r>
    </w:p>
    <w:p w:rsidR="00B65DC9" w:rsidRDefault="00B65DC9" w:rsidP="00B65DC9">
      <w:r>
        <w:t>488.3899</w:t>
      </w:r>
      <w:r>
        <w:tab/>
        <w:t>1.013e0</w:t>
      </w:r>
    </w:p>
    <w:p w:rsidR="00B65DC9" w:rsidRDefault="00B65DC9" w:rsidP="00B65DC9">
      <w:r>
        <w:t>488.4596</w:t>
      </w:r>
      <w:r>
        <w:tab/>
        <w:t>2.025e0</w:t>
      </w:r>
    </w:p>
    <w:p w:rsidR="00B65DC9" w:rsidRDefault="00B65DC9" w:rsidP="00B65DC9">
      <w:r>
        <w:t>488.5657</w:t>
      </w:r>
      <w:r>
        <w:tab/>
        <w:t>2.025e0</w:t>
      </w:r>
    </w:p>
    <w:p w:rsidR="00B65DC9" w:rsidRDefault="00B65DC9" w:rsidP="00B65DC9">
      <w:r>
        <w:t>488.6115</w:t>
      </w:r>
      <w:r>
        <w:tab/>
        <w:t>2.025e0</w:t>
      </w:r>
    </w:p>
    <w:p w:rsidR="00B65DC9" w:rsidRDefault="00B65DC9" w:rsidP="00B65DC9">
      <w:r>
        <w:t>488.6268</w:t>
      </w:r>
      <w:r>
        <w:tab/>
        <w:t>1.013e0</w:t>
      </w:r>
    </w:p>
    <w:p w:rsidR="00B65DC9" w:rsidRDefault="00B65DC9" w:rsidP="00B65DC9">
      <w:r>
        <w:t>488.6538</w:t>
      </w:r>
      <w:r>
        <w:tab/>
        <w:t>1.013e0</w:t>
      </w:r>
    </w:p>
    <w:p w:rsidR="00B65DC9" w:rsidRDefault="00B65DC9" w:rsidP="00B65DC9">
      <w:r>
        <w:t>488.7344</w:t>
      </w:r>
      <w:r>
        <w:tab/>
        <w:t>2.025e0</w:t>
      </w:r>
    </w:p>
    <w:p w:rsidR="00B65DC9" w:rsidRDefault="00B65DC9" w:rsidP="00B65DC9">
      <w:r>
        <w:t>488.8287</w:t>
      </w:r>
      <w:r>
        <w:tab/>
        <w:t>2.025e0</w:t>
      </w:r>
    </w:p>
    <w:p w:rsidR="00B65DC9" w:rsidRDefault="00B65DC9" w:rsidP="00B65DC9">
      <w:r>
        <w:t>488.8402</w:t>
      </w:r>
      <w:r>
        <w:tab/>
        <w:t>1.025e0</w:t>
      </w:r>
    </w:p>
    <w:p w:rsidR="00B65DC9" w:rsidRDefault="00B65DC9" w:rsidP="00B65DC9">
      <w:r>
        <w:t>488.8747</w:t>
      </w:r>
      <w:r>
        <w:tab/>
        <w:t>1.013e0</w:t>
      </w:r>
    </w:p>
    <w:p w:rsidR="00B65DC9" w:rsidRDefault="00B65DC9" w:rsidP="00B65DC9">
      <w:r>
        <w:t>488.8911</w:t>
      </w:r>
      <w:r>
        <w:tab/>
        <w:t>1.266e-2</w:t>
      </w:r>
    </w:p>
    <w:p w:rsidR="00B65DC9" w:rsidRDefault="00B65DC9" w:rsidP="00B65DC9">
      <w:r>
        <w:t>488.9086</w:t>
      </w:r>
      <w:r>
        <w:tab/>
        <w:t>3.038e0</w:t>
      </w:r>
    </w:p>
    <w:p w:rsidR="00B65DC9" w:rsidRDefault="00B65DC9" w:rsidP="00B65DC9">
      <w:r>
        <w:t>488.9277</w:t>
      </w:r>
      <w:r>
        <w:tab/>
        <w:t>2.025e0</w:t>
      </w:r>
    </w:p>
    <w:p w:rsidR="00B65DC9" w:rsidRDefault="00B65DC9" w:rsidP="00B65DC9">
      <w:r>
        <w:t>488.9929</w:t>
      </w:r>
      <w:r>
        <w:tab/>
        <w:t>1.038e0</w:t>
      </w:r>
    </w:p>
    <w:p w:rsidR="00B65DC9" w:rsidRDefault="00B65DC9" w:rsidP="00B65DC9">
      <w:r>
        <w:t>489.0441</w:t>
      </w:r>
      <w:r>
        <w:tab/>
        <w:t>1.013e0</w:t>
      </w:r>
    </w:p>
    <w:p w:rsidR="00B65DC9" w:rsidRDefault="00B65DC9" w:rsidP="00B65DC9">
      <w:r>
        <w:t>489.1028</w:t>
      </w:r>
      <w:r>
        <w:tab/>
        <w:t>1.266e-2</w:t>
      </w:r>
    </w:p>
    <w:p w:rsidR="00B65DC9" w:rsidRDefault="00B65DC9" w:rsidP="00B65DC9">
      <w:r>
        <w:t>489.1461</w:t>
      </w:r>
      <w:r>
        <w:tab/>
        <w:t>1.013e0</w:t>
      </w:r>
    </w:p>
    <w:p w:rsidR="00B65DC9" w:rsidRDefault="00B65DC9" w:rsidP="00B65DC9">
      <w:r>
        <w:lastRenderedPageBreak/>
        <w:t>489.1671</w:t>
      </w:r>
      <w:r>
        <w:tab/>
        <w:t>2.025e0</w:t>
      </w:r>
    </w:p>
    <w:p w:rsidR="00B65DC9" w:rsidRDefault="00B65DC9" w:rsidP="00B65DC9">
      <w:r>
        <w:t>489.1760</w:t>
      </w:r>
      <w:r>
        <w:tab/>
        <w:t>3.038e0</w:t>
      </w:r>
    </w:p>
    <w:p w:rsidR="00B65DC9" w:rsidRDefault="00B65DC9" w:rsidP="00B65DC9">
      <w:r>
        <w:t>489.2037</w:t>
      </w:r>
      <w:r>
        <w:tab/>
        <w:t>3.038e0</w:t>
      </w:r>
    </w:p>
    <w:p w:rsidR="00B65DC9" w:rsidRDefault="00B65DC9" w:rsidP="00B65DC9">
      <w:r>
        <w:t>489.2120</w:t>
      </w:r>
      <w:r>
        <w:tab/>
        <w:t>3.038e0</w:t>
      </w:r>
    </w:p>
    <w:p w:rsidR="00B65DC9" w:rsidRDefault="00B65DC9" w:rsidP="00B65DC9">
      <w:r>
        <w:t>489.2333</w:t>
      </w:r>
      <w:r>
        <w:tab/>
        <w:t>2.025e0</w:t>
      </w:r>
    </w:p>
    <w:p w:rsidR="00B65DC9" w:rsidRDefault="00B65DC9" w:rsidP="00B65DC9">
      <w:r>
        <w:t>489.2360</w:t>
      </w:r>
      <w:r>
        <w:tab/>
        <w:t>1.038e0</w:t>
      </w:r>
    </w:p>
    <w:p w:rsidR="00B65DC9" w:rsidRDefault="00B65DC9" w:rsidP="00B65DC9">
      <w:r>
        <w:t>489.3023</w:t>
      </w:r>
      <w:r>
        <w:tab/>
        <w:t>2.025e0</w:t>
      </w:r>
    </w:p>
    <w:p w:rsidR="00B65DC9" w:rsidRDefault="00B65DC9" w:rsidP="00B65DC9">
      <w:r>
        <w:t>489.3083</w:t>
      </w:r>
      <w:r>
        <w:tab/>
        <w:t>4.534e-1</w:t>
      </w:r>
    </w:p>
    <w:p w:rsidR="00B65DC9" w:rsidRDefault="00B65DC9" w:rsidP="00B65DC9">
      <w:r>
        <w:t>489.3251</w:t>
      </w:r>
      <w:r>
        <w:tab/>
        <w:t>1.063e0</w:t>
      </w:r>
    </w:p>
    <w:p w:rsidR="00B65DC9" w:rsidRDefault="00B65DC9" w:rsidP="00B65DC9">
      <w:r>
        <w:t>489.3333</w:t>
      </w:r>
      <w:r>
        <w:tab/>
        <w:t>2.025e0</w:t>
      </w:r>
    </w:p>
    <w:p w:rsidR="00B65DC9" w:rsidRDefault="00B65DC9" w:rsidP="00B65DC9">
      <w:r>
        <w:t>489.4364</w:t>
      </w:r>
      <w:r>
        <w:tab/>
        <w:t>2.025e0</w:t>
      </w:r>
    </w:p>
    <w:p w:rsidR="00B65DC9" w:rsidRDefault="00B65DC9" w:rsidP="00B65DC9">
      <w:r>
        <w:t>489.4413</w:t>
      </w:r>
      <w:r>
        <w:tab/>
        <w:t>2.025e0</w:t>
      </w:r>
    </w:p>
    <w:p w:rsidR="00B65DC9" w:rsidRDefault="00B65DC9" w:rsidP="00B65DC9">
      <w:r>
        <w:t>489.4449</w:t>
      </w:r>
      <w:r>
        <w:tab/>
        <w:t>2.025e0</w:t>
      </w:r>
    </w:p>
    <w:p w:rsidR="00B65DC9" w:rsidRDefault="00B65DC9" w:rsidP="00B65DC9">
      <w:r>
        <w:t>489.4841</w:t>
      </w:r>
      <w:r>
        <w:tab/>
        <w:t>1.013e0</w:t>
      </w:r>
    </w:p>
    <w:p w:rsidR="00B65DC9" w:rsidRDefault="00B65DC9" w:rsidP="00B65DC9">
      <w:r>
        <w:t>489.5513</w:t>
      </w:r>
      <w:r>
        <w:tab/>
        <w:t>2.025e0</w:t>
      </w:r>
    </w:p>
    <w:p w:rsidR="00B65DC9" w:rsidRDefault="00B65DC9" w:rsidP="00B65DC9">
      <w:r>
        <w:t>489.5611</w:t>
      </w:r>
      <w:r>
        <w:tab/>
        <w:t>1.013e0</w:t>
      </w:r>
    </w:p>
    <w:p w:rsidR="00B65DC9" w:rsidRDefault="00B65DC9" w:rsidP="00B65DC9">
      <w:r>
        <w:t>489.6657</w:t>
      </w:r>
      <w:r>
        <w:tab/>
        <w:t>1.013e0</w:t>
      </w:r>
    </w:p>
    <w:p w:rsidR="00B65DC9" w:rsidRDefault="00B65DC9" w:rsidP="00B65DC9">
      <w:r>
        <w:t>489.6765</w:t>
      </w:r>
      <w:r>
        <w:tab/>
        <w:t>2.025e0</w:t>
      </w:r>
    </w:p>
    <w:p w:rsidR="00B65DC9" w:rsidRDefault="00B65DC9" w:rsidP="00B65DC9">
      <w:r>
        <w:t>489.7673</w:t>
      </w:r>
      <w:r>
        <w:tab/>
        <w:t>1.025e0</w:t>
      </w:r>
    </w:p>
    <w:p w:rsidR="00B65DC9" w:rsidRDefault="00B65DC9" w:rsidP="00B65DC9">
      <w:r>
        <w:lastRenderedPageBreak/>
        <w:t>489.8076</w:t>
      </w:r>
      <w:r>
        <w:tab/>
        <w:t>1.013e0</w:t>
      </w:r>
    </w:p>
    <w:p w:rsidR="00B65DC9" w:rsidRDefault="00B65DC9" w:rsidP="00B65DC9">
      <w:r>
        <w:t>489.8354</w:t>
      </w:r>
      <w:r>
        <w:tab/>
        <w:t>1.013e0</w:t>
      </w:r>
    </w:p>
    <w:p w:rsidR="00B65DC9" w:rsidRDefault="00B65DC9" w:rsidP="00B65DC9">
      <w:r>
        <w:t>489.8663</w:t>
      </w:r>
      <w:r>
        <w:tab/>
        <w:t>1.013e0</w:t>
      </w:r>
    </w:p>
    <w:p w:rsidR="00B65DC9" w:rsidRDefault="00B65DC9" w:rsidP="00B65DC9">
      <w:r>
        <w:t>489.8765</w:t>
      </w:r>
      <w:r>
        <w:tab/>
        <w:t>2.025e0</w:t>
      </w:r>
    </w:p>
    <w:p w:rsidR="00B65DC9" w:rsidRDefault="00B65DC9" w:rsidP="00B65DC9">
      <w:r>
        <w:t>489.9120</w:t>
      </w:r>
      <w:r>
        <w:tab/>
        <w:t>1.266e-2</w:t>
      </w:r>
    </w:p>
    <w:p w:rsidR="00B65DC9" w:rsidRDefault="00B65DC9" w:rsidP="00B65DC9">
      <w:r>
        <w:t>489.9238</w:t>
      </w:r>
      <w:r>
        <w:tab/>
        <w:t>2.051e0</w:t>
      </w:r>
    </w:p>
    <w:p w:rsidR="00B65DC9" w:rsidRDefault="00B65DC9" w:rsidP="00B65DC9">
      <w:r>
        <w:t>489.9423</w:t>
      </w:r>
      <w:r>
        <w:tab/>
        <w:t>1.025e0</w:t>
      </w:r>
    </w:p>
    <w:p w:rsidR="00B65DC9" w:rsidRDefault="00B65DC9" w:rsidP="00B65DC9">
      <w:r>
        <w:t>490.0186</w:t>
      </w:r>
      <w:r>
        <w:tab/>
        <w:t>2.532e-2</w:t>
      </w:r>
    </w:p>
    <w:p w:rsidR="00B65DC9" w:rsidRDefault="00B65DC9" w:rsidP="00B65DC9">
      <w:r>
        <w:t>490.0580</w:t>
      </w:r>
      <w:r>
        <w:tab/>
        <w:t>1.013e0</w:t>
      </w:r>
    </w:p>
    <w:p w:rsidR="00B65DC9" w:rsidRDefault="00B65DC9" w:rsidP="00B65DC9">
      <w:r>
        <w:t>490.0671</w:t>
      </w:r>
      <w:r>
        <w:tab/>
        <w:t>2.025e0</w:t>
      </w:r>
    </w:p>
    <w:p w:rsidR="00B65DC9" w:rsidRDefault="00B65DC9" w:rsidP="00B65DC9">
      <w:r>
        <w:t>490.1000</w:t>
      </w:r>
      <w:r>
        <w:tab/>
        <w:t>1.013e0</w:t>
      </w:r>
    </w:p>
    <w:p w:rsidR="00B65DC9" w:rsidRDefault="00B65DC9" w:rsidP="00B65DC9">
      <w:r>
        <w:t>490.1658</w:t>
      </w:r>
      <w:r>
        <w:tab/>
        <w:t>2.025e0</w:t>
      </w:r>
    </w:p>
    <w:p w:rsidR="00B65DC9" w:rsidRDefault="00B65DC9" w:rsidP="00B65DC9">
      <w:r>
        <w:t>490.1682</w:t>
      </w:r>
      <w:r>
        <w:tab/>
        <w:t>1.013e0</w:t>
      </w:r>
    </w:p>
    <w:p w:rsidR="00B65DC9" w:rsidRDefault="00B65DC9" w:rsidP="00B65DC9">
      <w:r>
        <w:t>490.1704</w:t>
      </w:r>
      <w:r>
        <w:tab/>
        <w:t>2.025e0</w:t>
      </w:r>
    </w:p>
    <w:p w:rsidR="00B65DC9" w:rsidRDefault="00B65DC9" w:rsidP="00B65DC9">
      <w:r>
        <w:t>490.2296</w:t>
      </w:r>
      <w:r>
        <w:tab/>
        <w:t>1.013e0</w:t>
      </w:r>
    </w:p>
    <w:p w:rsidR="00B65DC9" w:rsidRDefault="00B65DC9" w:rsidP="00B65DC9">
      <w:r>
        <w:t>490.3214</w:t>
      </w:r>
      <w:r>
        <w:tab/>
        <w:t>2.532e-2</w:t>
      </w:r>
    </w:p>
    <w:p w:rsidR="00B65DC9" w:rsidRDefault="00B65DC9" w:rsidP="00B65DC9">
      <w:r>
        <w:t>490.3231</w:t>
      </w:r>
      <w:r>
        <w:tab/>
        <w:t>3.038e0</w:t>
      </w:r>
    </w:p>
    <w:p w:rsidR="00B65DC9" w:rsidRDefault="00B65DC9" w:rsidP="00B65DC9">
      <w:r>
        <w:t>490.3300</w:t>
      </w:r>
      <w:r>
        <w:tab/>
        <w:t>2.025e0</w:t>
      </w:r>
    </w:p>
    <w:p w:rsidR="00B65DC9" w:rsidRDefault="00B65DC9" w:rsidP="00B65DC9">
      <w:r>
        <w:t>490.3891</w:t>
      </w:r>
      <w:r>
        <w:tab/>
        <w:t>1.013e0</w:t>
      </w:r>
    </w:p>
    <w:p w:rsidR="00B65DC9" w:rsidRDefault="00B65DC9" w:rsidP="00B65DC9">
      <w:r>
        <w:lastRenderedPageBreak/>
        <w:t>490.3968</w:t>
      </w:r>
      <w:r>
        <w:tab/>
        <w:t>4.051e0</w:t>
      </w:r>
    </w:p>
    <w:p w:rsidR="00B65DC9" w:rsidRDefault="00B65DC9" w:rsidP="00B65DC9">
      <w:r>
        <w:t>490.4402</w:t>
      </w:r>
      <w:r>
        <w:tab/>
        <w:t>1.266e-2</w:t>
      </w:r>
    </w:p>
    <w:p w:rsidR="00B65DC9" w:rsidRDefault="00B65DC9" w:rsidP="00B65DC9">
      <w:r>
        <w:t>490.4730</w:t>
      </w:r>
      <w:r>
        <w:tab/>
        <w:t>1.013e0</w:t>
      </w:r>
    </w:p>
    <w:p w:rsidR="00B65DC9" w:rsidRDefault="00B65DC9" w:rsidP="00B65DC9">
      <w:r>
        <w:t>490.5309</w:t>
      </w:r>
      <w:r>
        <w:tab/>
        <w:t>1.013e0</w:t>
      </w:r>
    </w:p>
    <w:p w:rsidR="00B65DC9" w:rsidRDefault="00B65DC9" w:rsidP="00B65DC9">
      <w:r>
        <w:t>490.5716</w:t>
      </w:r>
      <w:r>
        <w:tab/>
        <w:t>2.025e0</w:t>
      </w:r>
    </w:p>
    <w:p w:rsidR="00B65DC9" w:rsidRDefault="00B65DC9" w:rsidP="00B65DC9">
      <w:r>
        <w:t>490.5852</w:t>
      </w:r>
      <w:r>
        <w:tab/>
        <w:t>1.013e0</w:t>
      </w:r>
    </w:p>
    <w:p w:rsidR="00B65DC9" w:rsidRDefault="00B65DC9" w:rsidP="00B65DC9">
      <w:r>
        <w:t>490.6325</w:t>
      </w:r>
      <w:r>
        <w:tab/>
        <w:t>2.025e0</w:t>
      </w:r>
    </w:p>
    <w:p w:rsidR="00B65DC9" w:rsidRDefault="00B65DC9" w:rsidP="00B65DC9">
      <w:r>
        <w:t>490.6875</w:t>
      </w:r>
      <w:r>
        <w:tab/>
        <w:t>1.266e-2</w:t>
      </w:r>
    </w:p>
    <w:p w:rsidR="00B65DC9" w:rsidRDefault="00B65DC9" w:rsidP="00B65DC9">
      <w:r>
        <w:t>490.7018</w:t>
      </w:r>
      <w:r>
        <w:tab/>
        <w:t>1.013e0</w:t>
      </w:r>
    </w:p>
    <w:p w:rsidR="00B65DC9" w:rsidRDefault="00B65DC9" w:rsidP="00B65DC9">
      <w:r>
        <w:t>490.8222</w:t>
      </w:r>
      <w:r>
        <w:tab/>
        <w:t>3.038e0</w:t>
      </w:r>
    </w:p>
    <w:p w:rsidR="00B65DC9" w:rsidRDefault="00B65DC9" w:rsidP="00B65DC9">
      <w:r>
        <w:t>490.9066</w:t>
      </w:r>
      <w:r>
        <w:tab/>
        <w:t>2.025e0</w:t>
      </w:r>
    </w:p>
    <w:p w:rsidR="00B65DC9" w:rsidRDefault="00B65DC9" w:rsidP="00B65DC9">
      <w:r>
        <w:t>490.9178</w:t>
      </w:r>
      <w:r>
        <w:tab/>
        <w:t>1.266e-2</w:t>
      </w:r>
    </w:p>
    <w:p w:rsidR="00B65DC9" w:rsidRDefault="00B65DC9" w:rsidP="00B65DC9">
      <w:r>
        <w:t>490.9705</w:t>
      </w:r>
      <w:r>
        <w:tab/>
        <w:t>1.013e0</w:t>
      </w:r>
    </w:p>
    <w:p w:rsidR="00B65DC9" w:rsidRDefault="00B65DC9" w:rsidP="00B65DC9">
      <w:r>
        <w:t>490.9767</w:t>
      </w:r>
      <w:r>
        <w:tab/>
        <w:t>2.025e0</w:t>
      </w:r>
    </w:p>
    <w:p w:rsidR="00B65DC9" w:rsidRDefault="00B65DC9" w:rsidP="00B65DC9">
      <w:r>
        <w:t>491.0379</w:t>
      </w:r>
      <w:r>
        <w:tab/>
        <w:t>1.013e0</w:t>
      </w:r>
    </w:p>
    <w:p w:rsidR="00B65DC9" w:rsidRDefault="00B65DC9" w:rsidP="00B65DC9">
      <w:r>
        <w:t>491.0621</w:t>
      </w:r>
      <w:r>
        <w:tab/>
        <w:t>1.266e-2</w:t>
      </w:r>
    </w:p>
    <w:p w:rsidR="00B65DC9" w:rsidRDefault="00B65DC9" w:rsidP="00B65DC9">
      <w:r>
        <w:t>491.1062</w:t>
      </w:r>
      <w:r>
        <w:tab/>
        <w:t>1.013e0</w:t>
      </w:r>
    </w:p>
    <w:p w:rsidR="00B65DC9" w:rsidRDefault="00B65DC9" w:rsidP="00B65DC9">
      <w:r>
        <w:t>491.1311</w:t>
      </w:r>
      <w:r>
        <w:tab/>
        <w:t>1.013e0</w:t>
      </w:r>
    </w:p>
    <w:p w:rsidR="00B65DC9" w:rsidRDefault="00B65DC9" w:rsidP="00B65DC9">
      <w:r>
        <w:t>491.1772</w:t>
      </w:r>
      <w:r>
        <w:tab/>
        <w:t>4.063e0</w:t>
      </w:r>
    </w:p>
    <w:p w:rsidR="00B65DC9" w:rsidRDefault="00B65DC9" w:rsidP="00B65DC9">
      <w:r>
        <w:lastRenderedPageBreak/>
        <w:t>491.1951</w:t>
      </w:r>
      <w:r>
        <w:tab/>
        <w:t>2.025e0</w:t>
      </w:r>
    </w:p>
    <w:p w:rsidR="00B65DC9" w:rsidRDefault="00B65DC9" w:rsidP="00B65DC9">
      <w:r>
        <w:t>491.1963</w:t>
      </w:r>
      <w:r>
        <w:tab/>
        <w:t>1.013e0</w:t>
      </w:r>
    </w:p>
    <w:p w:rsidR="00B65DC9" w:rsidRDefault="00B65DC9" w:rsidP="00B65DC9">
      <w:r>
        <w:t>491.2506</w:t>
      </w:r>
      <w:r>
        <w:tab/>
        <w:t>1.013e0</w:t>
      </w:r>
    </w:p>
    <w:p w:rsidR="00B65DC9" w:rsidRDefault="00B65DC9" w:rsidP="00B65DC9">
      <w:r>
        <w:t>491.2693</w:t>
      </w:r>
      <w:r>
        <w:tab/>
        <w:t>2.025e0</w:t>
      </w:r>
    </w:p>
    <w:p w:rsidR="00B65DC9" w:rsidRDefault="00B65DC9" w:rsidP="00B65DC9">
      <w:r>
        <w:t>491.3196</w:t>
      </w:r>
      <w:r>
        <w:tab/>
        <w:t>1.013e0</w:t>
      </w:r>
    </w:p>
    <w:p w:rsidR="00B65DC9" w:rsidRDefault="00B65DC9" w:rsidP="00B65DC9">
      <w:r>
        <w:t>491.3296</w:t>
      </w:r>
      <w:r>
        <w:tab/>
        <w:t>3.038e0</w:t>
      </w:r>
    </w:p>
    <w:p w:rsidR="00B65DC9" w:rsidRDefault="00B65DC9" w:rsidP="00B65DC9">
      <w:r>
        <w:t>491.3398</w:t>
      </w:r>
      <w:r>
        <w:tab/>
        <w:t>2.025e0</w:t>
      </w:r>
    </w:p>
    <w:p w:rsidR="00B65DC9" w:rsidRDefault="00B65DC9" w:rsidP="00B65DC9">
      <w:r>
        <w:t>491.3672</w:t>
      </w:r>
      <w:r>
        <w:tab/>
        <w:t>1.013e0</w:t>
      </w:r>
    </w:p>
    <w:p w:rsidR="00B65DC9" w:rsidRDefault="00B65DC9" w:rsidP="00B65DC9">
      <w:r>
        <w:t>491.4635</w:t>
      </w:r>
      <w:r>
        <w:tab/>
        <w:t>3.038e0</w:t>
      </w:r>
    </w:p>
    <w:p w:rsidR="00B65DC9" w:rsidRDefault="00B65DC9" w:rsidP="00B65DC9">
      <w:r>
        <w:t>491.5387</w:t>
      </w:r>
      <w:r>
        <w:tab/>
        <w:t>1.013e0</w:t>
      </w:r>
    </w:p>
    <w:p w:rsidR="00B65DC9" w:rsidRDefault="00B65DC9" w:rsidP="00B65DC9">
      <w:r>
        <w:t>491.6382</w:t>
      </w:r>
      <w:r>
        <w:tab/>
        <w:t>2.025e0</w:t>
      </w:r>
    </w:p>
    <w:p w:rsidR="00B65DC9" w:rsidRDefault="00B65DC9" w:rsidP="00B65DC9">
      <w:r>
        <w:t>491.6612</w:t>
      </w:r>
      <w:r>
        <w:tab/>
        <w:t>1.013e0</w:t>
      </w:r>
    </w:p>
    <w:p w:rsidR="00B65DC9" w:rsidRDefault="00B65DC9" w:rsidP="00B65DC9">
      <w:r>
        <w:t>491.6726</w:t>
      </w:r>
      <w:r>
        <w:tab/>
        <w:t>1.266e-2</w:t>
      </w:r>
    </w:p>
    <w:p w:rsidR="00B65DC9" w:rsidRDefault="00B65DC9" w:rsidP="00B65DC9">
      <w:r>
        <w:t>491.7723</w:t>
      </w:r>
      <w:r>
        <w:tab/>
        <w:t>1.013e0</w:t>
      </w:r>
    </w:p>
    <w:p w:rsidR="00B65DC9" w:rsidRDefault="00B65DC9" w:rsidP="00B65DC9">
      <w:r>
        <w:t>491.8252</w:t>
      </w:r>
      <w:r>
        <w:tab/>
        <w:t>1.013e0</w:t>
      </w:r>
    </w:p>
    <w:p w:rsidR="00B65DC9" w:rsidRDefault="00B65DC9" w:rsidP="00B65DC9">
      <w:r>
        <w:t>491.8486</w:t>
      </w:r>
      <w:r>
        <w:tab/>
        <w:t>1.266e-2</w:t>
      </w:r>
    </w:p>
    <w:p w:rsidR="00B65DC9" w:rsidRDefault="00B65DC9" w:rsidP="00B65DC9">
      <w:r>
        <w:t>491.8542</w:t>
      </w:r>
      <w:r>
        <w:tab/>
        <w:t>2.025e0</w:t>
      </w:r>
    </w:p>
    <w:p w:rsidR="00B65DC9" w:rsidRDefault="00B65DC9" w:rsidP="00B65DC9">
      <w:r>
        <w:t>491.8657</w:t>
      </w:r>
      <w:r>
        <w:tab/>
        <w:t>1.013e0</w:t>
      </w:r>
    </w:p>
    <w:p w:rsidR="00B65DC9" w:rsidRDefault="00B65DC9" w:rsidP="00B65DC9">
      <w:r>
        <w:t>491.9388</w:t>
      </w:r>
      <w:r>
        <w:tab/>
        <w:t>1.025e0</w:t>
      </w:r>
    </w:p>
    <w:p w:rsidR="00B65DC9" w:rsidRDefault="00B65DC9" w:rsidP="00B65DC9">
      <w:r>
        <w:lastRenderedPageBreak/>
        <w:t>491.9426</w:t>
      </w:r>
      <w:r>
        <w:tab/>
        <w:t>1.013e0</w:t>
      </w:r>
    </w:p>
    <w:p w:rsidR="00B65DC9" w:rsidRDefault="00B65DC9" w:rsidP="00B65DC9">
      <w:r>
        <w:t>491.9518</w:t>
      </w:r>
      <w:r>
        <w:tab/>
        <w:t>1.013e0</w:t>
      </w:r>
    </w:p>
    <w:p w:rsidR="00B65DC9" w:rsidRDefault="00B65DC9" w:rsidP="00B65DC9">
      <w:r>
        <w:t>492.0237</w:t>
      </w:r>
      <w:r>
        <w:tab/>
        <w:t>2.025e0</w:t>
      </w:r>
    </w:p>
    <w:p w:rsidR="00B65DC9" w:rsidRDefault="00B65DC9" w:rsidP="00B65DC9">
      <w:r>
        <w:t>492.1342</w:t>
      </w:r>
      <w:r>
        <w:tab/>
        <w:t>2.025e0</w:t>
      </w:r>
    </w:p>
    <w:p w:rsidR="00B65DC9" w:rsidRDefault="00B65DC9" w:rsidP="00B65DC9">
      <w:r>
        <w:t>492.1357</w:t>
      </w:r>
      <w:r>
        <w:tab/>
        <w:t>3.038e0</w:t>
      </w:r>
    </w:p>
    <w:p w:rsidR="00B65DC9" w:rsidRDefault="00B65DC9" w:rsidP="00B65DC9">
      <w:r>
        <w:t>492.1971</w:t>
      </w:r>
      <w:r>
        <w:tab/>
        <w:t>3.038e0</w:t>
      </w:r>
    </w:p>
    <w:p w:rsidR="00B65DC9" w:rsidRDefault="00B65DC9" w:rsidP="00B65DC9">
      <w:r>
        <w:t>492.2036</w:t>
      </w:r>
      <w:r>
        <w:tab/>
        <w:t>1.013e0</w:t>
      </w:r>
    </w:p>
    <w:p w:rsidR="00B65DC9" w:rsidRDefault="00B65DC9" w:rsidP="00B65DC9">
      <w:r>
        <w:t>492.2238</w:t>
      </w:r>
      <w:r>
        <w:tab/>
        <w:t>3.038e0</w:t>
      </w:r>
    </w:p>
    <w:p w:rsidR="00B65DC9" w:rsidRDefault="00B65DC9" w:rsidP="00B65DC9">
      <w:r>
        <w:t>492.2557</w:t>
      </w:r>
      <w:r>
        <w:tab/>
        <w:t>3.038e0</w:t>
      </w:r>
    </w:p>
    <w:p w:rsidR="00B65DC9" w:rsidRDefault="00B65DC9" w:rsidP="00B65DC9">
      <w:r>
        <w:t>492.2630</w:t>
      </w:r>
      <w:r>
        <w:tab/>
        <w:t>4.051e0</w:t>
      </w:r>
    </w:p>
    <w:p w:rsidR="00B65DC9" w:rsidRDefault="00B65DC9" w:rsidP="00B65DC9">
      <w:r>
        <w:t>492.2681</w:t>
      </w:r>
      <w:r>
        <w:tab/>
        <w:t>2.025e0</w:t>
      </w:r>
    </w:p>
    <w:p w:rsidR="00B65DC9" w:rsidRDefault="00B65DC9" w:rsidP="00B65DC9">
      <w:r>
        <w:t>492.3349</w:t>
      </w:r>
      <w:r>
        <w:tab/>
        <w:t>1.013e0</w:t>
      </w:r>
    </w:p>
    <w:p w:rsidR="00B65DC9" w:rsidRDefault="00B65DC9" w:rsidP="00B65DC9">
      <w:r>
        <w:t>492.3490</w:t>
      </w:r>
      <w:r>
        <w:tab/>
        <w:t>4.051e0</w:t>
      </w:r>
    </w:p>
    <w:p w:rsidR="00B65DC9" w:rsidRDefault="00B65DC9" w:rsidP="00B65DC9">
      <w:r>
        <w:t>492.3570</w:t>
      </w:r>
      <w:r>
        <w:tab/>
        <w:t>4.051e0</w:t>
      </w:r>
    </w:p>
    <w:p w:rsidR="00B65DC9" w:rsidRDefault="00B65DC9" w:rsidP="00B65DC9">
      <w:r>
        <w:t>492.3702</w:t>
      </w:r>
      <w:r>
        <w:tab/>
        <w:t>1.013e0</w:t>
      </w:r>
    </w:p>
    <w:p w:rsidR="00B65DC9" w:rsidRDefault="00B65DC9" w:rsidP="00B65DC9">
      <w:r>
        <w:t>492.3928</w:t>
      </w:r>
      <w:r>
        <w:tab/>
        <w:t>2.532e-2</w:t>
      </w:r>
    </w:p>
    <w:p w:rsidR="00B65DC9" w:rsidRDefault="00B65DC9" w:rsidP="00B65DC9">
      <w:r>
        <w:t>492.4438</w:t>
      </w:r>
      <w:r>
        <w:tab/>
        <w:t>3.038e0</w:t>
      </w:r>
    </w:p>
    <w:p w:rsidR="00B65DC9" w:rsidRDefault="00B65DC9" w:rsidP="00B65DC9">
      <w:r>
        <w:t>492.4478</w:t>
      </w:r>
      <w:r>
        <w:tab/>
        <w:t>1.013e0</w:t>
      </w:r>
    </w:p>
    <w:p w:rsidR="00B65DC9" w:rsidRDefault="00B65DC9" w:rsidP="00B65DC9">
      <w:r>
        <w:t>492.4643</w:t>
      </w:r>
      <w:r>
        <w:tab/>
        <w:t>2.025e0</w:t>
      </w:r>
    </w:p>
    <w:p w:rsidR="00B65DC9" w:rsidRDefault="00B65DC9" w:rsidP="00B65DC9">
      <w:r>
        <w:lastRenderedPageBreak/>
        <w:t>492.4991</w:t>
      </w:r>
      <w:r>
        <w:tab/>
        <w:t>1.013e0</w:t>
      </w:r>
    </w:p>
    <w:p w:rsidR="00B65DC9" w:rsidRDefault="00B65DC9" w:rsidP="00B65DC9">
      <w:r>
        <w:t>492.6697</w:t>
      </w:r>
      <w:r>
        <w:tab/>
        <w:t>2.025e0</w:t>
      </w:r>
    </w:p>
    <w:p w:rsidR="00B65DC9" w:rsidRDefault="00B65DC9" w:rsidP="00B65DC9">
      <w:r>
        <w:t>492.6798</w:t>
      </w:r>
      <w:r>
        <w:tab/>
        <w:t>1.266e-2</w:t>
      </w:r>
    </w:p>
    <w:p w:rsidR="00B65DC9" w:rsidRDefault="00B65DC9" w:rsidP="00B65DC9">
      <w:r>
        <w:t>492.7404</w:t>
      </w:r>
      <w:r>
        <w:tab/>
        <w:t>2.025e0</w:t>
      </w:r>
    </w:p>
    <w:p w:rsidR="00B65DC9" w:rsidRDefault="00B65DC9" w:rsidP="00B65DC9">
      <w:r>
        <w:t>492.8110</w:t>
      </w:r>
      <w:r>
        <w:tab/>
        <w:t>1.266e-2</w:t>
      </w:r>
    </w:p>
    <w:p w:rsidR="00B65DC9" w:rsidRDefault="00B65DC9" w:rsidP="00B65DC9">
      <w:r>
        <w:t>492.8847</w:t>
      </w:r>
      <w:r>
        <w:tab/>
        <w:t>2.025e0</w:t>
      </w:r>
    </w:p>
    <w:p w:rsidR="00B65DC9" w:rsidRDefault="00B65DC9" w:rsidP="00B65DC9">
      <w:r>
        <w:t>492.9694</w:t>
      </w:r>
      <w:r>
        <w:tab/>
        <w:t>1.013e0</w:t>
      </w:r>
    </w:p>
    <w:p w:rsidR="00B65DC9" w:rsidRDefault="00B65DC9" w:rsidP="00B65DC9">
      <w:r>
        <w:t>492.9909</w:t>
      </w:r>
      <w:r>
        <w:tab/>
        <w:t>2.025e0</w:t>
      </w:r>
    </w:p>
    <w:p w:rsidR="00B65DC9" w:rsidRDefault="00B65DC9" w:rsidP="00B65DC9">
      <w:r>
        <w:t>493.0036</w:t>
      </w:r>
      <w:r>
        <w:tab/>
        <w:t>1.266e-2</w:t>
      </w:r>
    </w:p>
    <w:p w:rsidR="00B65DC9" w:rsidRDefault="00B65DC9" w:rsidP="00B65DC9">
      <w:r>
        <w:t>493.0401</w:t>
      </w:r>
      <w:r>
        <w:tab/>
        <w:t>1.025e0</w:t>
      </w:r>
    </w:p>
    <w:p w:rsidR="00B65DC9" w:rsidRDefault="00B65DC9" w:rsidP="00B65DC9">
      <w:r>
        <w:t>493.0636</w:t>
      </w:r>
      <w:r>
        <w:tab/>
        <w:t>1.266e-2</w:t>
      </w:r>
    </w:p>
    <w:p w:rsidR="00B65DC9" w:rsidRDefault="00B65DC9" w:rsidP="00B65DC9">
      <w:r>
        <w:t>493.0899</w:t>
      </w:r>
      <w:r>
        <w:tab/>
        <w:t>1.013e0</w:t>
      </w:r>
    </w:p>
    <w:p w:rsidR="00B65DC9" w:rsidRDefault="00B65DC9" w:rsidP="00B65DC9">
      <w:r>
        <w:t>493.0978</w:t>
      </w:r>
      <w:r>
        <w:tab/>
        <w:t>1.266e-2</w:t>
      </w:r>
    </w:p>
    <w:p w:rsidR="00B65DC9" w:rsidRDefault="00B65DC9" w:rsidP="00B65DC9">
      <w:r>
        <w:t>493.1317</w:t>
      </w:r>
      <w:r>
        <w:tab/>
        <w:t>1.013e0</w:t>
      </w:r>
    </w:p>
    <w:p w:rsidR="00B65DC9" w:rsidRDefault="00B65DC9" w:rsidP="00B65DC9">
      <w:r>
        <w:t>493.1350</w:t>
      </w:r>
      <w:r>
        <w:tab/>
        <w:t>3.063e0</w:t>
      </w:r>
    </w:p>
    <w:p w:rsidR="00B65DC9" w:rsidRDefault="00B65DC9" w:rsidP="00B65DC9">
      <w:r>
        <w:t>493.1906</w:t>
      </w:r>
      <w:r>
        <w:tab/>
        <w:t>2.025e0</w:t>
      </w:r>
    </w:p>
    <w:p w:rsidR="00B65DC9" w:rsidRDefault="00B65DC9" w:rsidP="00B65DC9">
      <w:r>
        <w:t>493.2003</w:t>
      </w:r>
      <w:r>
        <w:tab/>
        <w:t>2.532e-2</w:t>
      </w:r>
    </w:p>
    <w:p w:rsidR="00B65DC9" w:rsidRDefault="00B65DC9" w:rsidP="00B65DC9">
      <w:r>
        <w:t>493.2079</w:t>
      </w:r>
      <w:r>
        <w:tab/>
        <w:t>1.266e-2</w:t>
      </w:r>
    </w:p>
    <w:p w:rsidR="00B65DC9" w:rsidRDefault="00B65DC9" w:rsidP="00B65DC9">
      <w:r>
        <w:t>493.2192</w:t>
      </w:r>
      <w:r>
        <w:tab/>
        <w:t>2.025e0</w:t>
      </w:r>
    </w:p>
    <w:p w:rsidR="00B65DC9" w:rsidRDefault="00B65DC9" w:rsidP="00B65DC9">
      <w:r>
        <w:lastRenderedPageBreak/>
        <w:t>493.2550</w:t>
      </w:r>
      <w:r>
        <w:tab/>
        <w:t>2.025e0</w:t>
      </w:r>
    </w:p>
    <w:p w:rsidR="00B65DC9" w:rsidRDefault="00B65DC9" w:rsidP="00B65DC9">
      <w:r>
        <w:t>493.3116</w:t>
      </w:r>
      <w:r>
        <w:tab/>
        <w:t>1.240e0</w:t>
      </w:r>
    </w:p>
    <w:p w:rsidR="00B65DC9" w:rsidRDefault="00B65DC9" w:rsidP="00B65DC9">
      <w:r>
        <w:t>493.3206</w:t>
      </w:r>
      <w:r>
        <w:tab/>
        <w:t>1.266e-2</w:t>
      </w:r>
    </w:p>
    <w:p w:rsidR="00B65DC9" w:rsidRDefault="00B65DC9" w:rsidP="00B65DC9">
      <w:r>
        <w:t>493.3398</w:t>
      </w:r>
      <w:r>
        <w:tab/>
        <w:t>2.025e0</w:t>
      </w:r>
    </w:p>
    <w:p w:rsidR="00B65DC9" w:rsidRDefault="00B65DC9" w:rsidP="00B65DC9">
      <w:r>
        <w:t>493.3545</w:t>
      </w:r>
      <w:r>
        <w:tab/>
        <w:t>3.038e0</w:t>
      </w:r>
    </w:p>
    <w:p w:rsidR="00B65DC9" w:rsidRDefault="00B65DC9" w:rsidP="00B65DC9">
      <w:r>
        <w:t>493.4367</w:t>
      </w:r>
      <w:r>
        <w:tab/>
        <w:t>2.025e0</w:t>
      </w:r>
    </w:p>
    <w:p w:rsidR="00B65DC9" w:rsidRDefault="00B65DC9" w:rsidP="00B65DC9">
      <w:r>
        <w:t>493.4734</w:t>
      </w:r>
      <w:r>
        <w:tab/>
        <w:t>1.266e-2</w:t>
      </w:r>
    </w:p>
    <w:p w:rsidR="00B65DC9" w:rsidRDefault="00B65DC9" w:rsidP="00B65DC9">
      <w:r>
        <w:t>493.5320</w:t>
      </w:r>
      <w:r>
        <w:tab/>
        <w:t>1.266e-2</w:t>
      </w:r>
    </w:p>
    <w:p w:rsidR="00B65DC9" w:rsidRDefault="00B65DC9" w:rsidP="00B65DC9">
      <w:r>
        <w:t>493.5902</w:t>
      </w:r>
      <w:r>
        <w:tab/>
        <w:t>1.013e0</w:t>
      </w:r>
    </w:p>
    <w:p w:rsidR="00B65DC9" w:rsidRDefault="00B65DC9" w:rsidP="00B65DC9">
      <w:r>
        <w:t>493.6035</w:t>
      </w:r>
      <w:r>
        <w:tab/>
        <w:t>1.266e-2</w:t>
      </w:r>
    </w:p>
    <w:p w:rsidR="00B65DC9" w:rsidRDefault="00B65DC9" w:rsidP="00B65DC9">
      <w:r>
        <w:t>493.7150</w:t>
      </w:r>
      <w:r>
        <w:tab/>
        <w:t>2.038e0</w:t>
      </w:r>
    </w:p>
    <w:p w:rsidR="00B65DC9" w:rsidRDefault="00B65DC9" w:rsidP="00B65DC9">
      <w:r>
        <w:t>493.8337</w:t>
      </w:r>
      <w:r>
        <w:tab/>
        <w:t>1.013e0</w:t>
      </w:r>
    </w:p>
    <w:p w:rsidR="00B65DC9" w:rsidRDefault="00B65DC9" w:rsidP="00B65DC9">
      <w:r>
        <w:t>493.8639</w:t>
      </w:r>
      <w:r>
        <w:tab/>
        <w:t>4.051e0</w:t>
      </w:r>
    </w:p>
    <w:p w:rsidR="00B65DC9" w:rsidRDefault="00B65DC9" w:rsidP="00B65DC9">
      <w:r>
        <w:t>493.9030</w:t>
      </w:r>
      <w:r>
        <w:tab/>
        <w:t>2.025e0</w:t>
      </w:r>
    </w:p>
    <w:p w:rsidR="00B65DC9" w:rsidRDefault="00B65DC9" w:rsidP="00B65DC9">
      <w:r>
        <w:t>493.9987</w:t>
      </w:r>
      <w:r>
        <w:tab/>
        <w:t>1.013e0</w:t>
      </w:r>
    </w:p>
    <w:p w:rsidR="00B65DC9" w:rsidRDefault="00B65DC9" w:rsidP="00B65DC9">
      <w:r>
        <w:t>494.0153</w:t>
      </w:r>
      <w:r>
        <w:tab/>
        <w:t>1.013e0</w:t>
      </w:r>
    </w:p>
    <w:p w:rsidR="00B65DC9" w:rsidRDefault="00B65DC9" w:rsidP="00B65DC9">
      <w:r>
        <w:t>494.0417</w:t>
      </w:r>
      <w:r>
        <w:tab/>
        <w:t>1.013e0</w:t>
      </w:r>
    </w:p>
    <w:p w:rsidR="00B65DC9" w:rsidRDefault="00B65DC9" w:rsidP="00B65DC9">
      <w:r>
        <w:t>494.0839</w:t>
      </w:r>
      <w:r>
        <w:tab/>
        <w:t>1.013e0</w:t>
      </w:r>
    </w:p>
    <w:p w:rsidR="00B65DC9" w:rsidRDefault="00B65DC9" w:rsidP="00B65DC9">
      <w:r>
        <w:t>494.1106</w:t>
      </w:r>
      <w:r>
        <w:tab/>
        <w:t>2.025e0</w:t>
      </w:r>
    </w:p>
    <w:p w:rsidR="00B65DC9" w:rsidRDefault="00B65DC9" w:rsidP="00B65DC9">
      <w:r>
        <w:lastRenderedPageBreak/>
        <w:t>494.1526</w:t>
      </w:r>
      <w:r>
        <w:tab/>
        <w:t>1.266e-2</w:t>
      </w:r>
    </w:p>
    <w:p w:rsidR="00B65DC9" w:rsidRDefault="00B65DC9" w:rsidP="00B65DC9">
      <w:r>
        <w:t>494.1618</w:t>
      </w:r>
      <w:r>
        <w:tab/>
        <w:t>1.013e0</w:t>
      </w:r>
    </w:p>
    <w:p w:rsidR="00B65DC9" w:rsidRDefault="00B65DC9" w:rsidP="00B65DC9">
      <w:r>
        <w:t>494.2062</w:t>
      </w:r>
      <w:r>
        <w:tab/>
        <w:t>2.025e0</w:t>
      </w:r>
    </w:p>
    <w:p w:rsidR="00B65DC9" w:rsidRDefault="00B65DC9" w:rsidP="00B65DC9">
      <w:r>
        <w:t>494.2161</w:t>
      </w:r>
      <w:r>
        <w:tab/>
        <w:t>1.013e0</w:t>
      </w:r>
    </w:p>
    <w:p w:rsidR="00B65DC9" w:rsidRDefault="00B65DC9" w:rsidP="00B65DC9">
      <w:r>
        <w:t>494.2175</w:t>
      </w:r>
      <w:r>
        <w:tab/>
        <w:t>3.038e0</w:t>
      </w:r>
    </w:p>
    <w:p w:rsidR="00B65DC9" w:rsidRDefault="00B65DC9" w:rsidP="00B65DC9">
      <w:r>
        <w:t>494.2679</w:t>
      </w:r>
      <w:r>
        <w:tab/>
        <w:t>1.038e0</w:t>
      </w:r>
    </w:p>
    <w:p w:rsidR="00B65DC9" w:rsidRDefault="00B65DC9" w:rsidP="00B65DC9">
      <w:r>
        <w:t>494.3329</w:t>
      </w:r>
      <w:r>
        <w:tab/>
        <w:t>1.013e0</w:t>
      </w:r>
    </w:p>
    <w:p w:rsidR="00B65DC9" w:rsidRDefault="00B65DC9" w:rsidP="00B65DC9">
      <w:r>
        <w:t>494.3364</w:t>
      </w:r>
      <w:r>
        <w:tab/>
        <w:t>2.025e0</w:t>
      </w:r>
    </w:p>
    <w:p w:rsidR="00B65DC9" w:rsidRDefault="00B65DC9" w:rsidP="00B65DC9">
      <w:r>
        <w:t>494.3415</w:t>
      </w:r>
      <w:r>
        <w:tab/>
        <w:t>1.025e0</w:t>
      </w:r>
    </w:p>
    <w:p w:rsidR="00B65DC9" w:rsidRDefault="00B65DC9" w:rsidP="00B65DC9">
      <w:r>
        <w:t>494.3801</w:t>
      </w:r>
      <w:r>
        <w:tab/>
        <w:t>2.025e0</w:t>
      </w:r>
    </w:p>
    <w:p w:rsidR="00B65DC9" w:rsidRDefault="00B65DC9" w:rsidP="00B65DC9">
      <w:r>
        <w:t>494.4881</w:t>
      </w:r>
      <w:r>
        <w:tab/>
        <w:t>1.013e0</w:t>
      </w:r>
    </w:p>
    <w:p w:rsidR="00B65DC9" w:rsidRDefault="00B65DC9" w:rsidP="00B65DC9">
      <w:r>
        <w:t>494.4960</w:t>
      </w:r>
      <w:r>
        <w:tab/>
        <w:t>1.013e0</w:t>
      </w:r>
    </w:p>
    <w:p w:rsidR="00B65DC9" w:rsidRDefault="00B65DC9" w:rsidP="00B65DC9">
      <w:r>
        <w:t>494.4994</w:t>
      </w:r>
      <w:r>
        <w:tab/>
        <w:t>1.266e-2</w:t>
      </w:r>
    </w:p>
    <w:p w:rsidR="00B65DC9" w:rsidRDefault="00B65DC9" w:rsidP="00B65DC9">
      <w:r>
        <w:t>494.5218</w:t>
      </w:r>
      <w:r>
        <w:tab/>
        <w:t>1.266e-2</w:t>
      </w:r>
    </w:p>
    <w:p w:rsidR="00B65DC9" w:rsidRDefault="00B65DC9" w:rsidP="00B65DC9">
      <w:r>
        <w:t>494.5541</w:t>
      </w:r>
      <w:r>
        <w:tab/>
        <w:t>1.013e0</w:t>
      </w:r>
    </w:p>
    <w:p w:rsidR="00B65DC9" w:rsidRDefault="00B65DC9" w:rsidP="00B65DC9">
      <w:r>
        <w:t>494.5609</w:t>
      </w:r>
      <w:r>
        <w:tab/>
        <w:t>3.038e0</w:t>
      </w:r>
    </w:p>
    <w:p w:rsidR="00B65DC9" w:rsidRDefault="00B65DC9" w:rsidP="00B65DC9">
      <w:r>
        <w:t>494.6048</w:t>
      </w:r>
      <w:r>
        <w:tab/>
        <w:t>2.025e0</w:t>
      </w:r>
    </w:p>
    <w:p w:rsidR="00B65DC9" w:rsidRDefault="00B65DC9" w:rsidP="00B65DC9">
      <w:r>
        <w:t>494.6599</w:t>
      </w:r>
      <w:r>
        <w:tab/>
        <w:t>1.013e0</w:t>
      </w:r>
    </w:p>
    <w:p w:rsidR="00B65DC9" w:rsidRDefault="00B65DC9" w:rsidP="00B65DC9">
      <w:r>
        <w:t>494.6703</w:t>
      </w:r>
      <w:r>
        <w:tab/>
        <w:t>1.266e-2</w:t>
      </w:r>
    </w:p>
    <w:p w:rsidR="00B65DC9" w:rsidRDefault="00B65DC9" w:rsidP="00B65DC9">
      <w:r>
        <w:lastRenderedPageBreak/>
        <w:t>494.7194</w:t>
      </w:r>
      <w:r>
        <w:tab/>
        <w:t>1.013e0</w:t>
      </w:r>
    </w:p>
    <w:p w:rsidR="00B65DC9" w:rsidRDefault="00B65DC9" w:rsidP="00B65DC9">
      <w:r>
        <w:t>494.7257</w:t>
      </w:r>
      <w:r>
        <w:tab/>
        <w:t>1.013e0</w:t>
      </w:r>
    </w:p>
    <w:p w:rsidR="00B65DC9" w:rsidRDefault="00B65DC9" w:rsidP="00B65DC9">
      <w:r>
        <w:t>494.7888</w:t>
      </w:r>
      <w:r>
        <w:tab/>
        <w:t>1.013e0</w:t>
      </w:r>
    </w:p>
    <w:p w:rsidR="00B65DC9" w:rsidRDefault="00B65DC9" w:rsidP="00B65DC9">
      <w:r>
        <w:t>494.8483</w:t>
      </w:r>
      <w:r>
        <w:tab/>
        <w:t>1.266e-2</w:t>
      </w:r>
    </w:p>
    <w:p w:rsidR="00B65DC9" w:rsidRDefault="00B65DC9" w:rsidP="00B65DC9">
      <w:r>
        <w:t>494.8603</w:t>
      </w:r>
      <w:r>
        <w:tab/>
        <w:t>1.013e0</w:t>
      </w:r>
    </w:p>
    <w:p w:rsidR="00B65DC9" w:rsidRDefault="00B65DC9" w:rsidP="00B65DC9">
      <w:r>
        <w:t>494.8961</w:t>
      </w:r>
      <w:r>
        <w:tab/>
        <w:t>1.013e0</w:t>
      </w:r>
    </w:p>
    <w:p w:rsidR="00B65DC9" w:rsidRDefault="00B65DC9" w:rsidP="00B65DC9">
      <w:r>
        <w:t>494.9365</w:t>
      </w:r>
      <w:r>
        <w:tab/>
        <w:t>1.013e0</w:t>
      </w:r>
    </w:p>
    <w:p w:rsidR="00B65DC9" w:rsidRDefault="00B65DC9" w:rsidP="00B65DC9">
      <w:r>
        <w:t>494.9513</w:t>
      </w:r>
      <w:r>
        <w:tab/>
        <w:t>1.013e0</w:t>
      </w:r>
    </w:p>
    <w:p w:rsidR="00B65DC9" w:rsidRDefault="00B65DC9" w:rsidP="00B65DC9">
      <w:r>
        <w:t>494.9858</w:t>
      </w:r>
      <w:r>
        <w:tab/>
        <w:t>1.266e-2</w:t>
      </w:r>
    </w:p>
    <w:p w:rsidR="00B65DC9" w:rsidRDefault="00B65DC9" w:rsidP="00B65DC9">
      <w:r>
        <w:t>495.0209</w:t>
      </w:r>
      <w:r>
        <w:tab/>
        <w:t>1.013e0</w:t>
      </w:r>
    </w:p>
    <w:p w:rsidR="00B65DC9" w:rsidRDefault="00B65DC9" w:rsidP="00B65DC9">
      <w:r>
        <w:t>495.0718</w:t>
      </w:r>
      <w:r>
        <w:tab/>
        <w:t>1.013e0</w:t>
      </w:r>
    </w:p>
    <w:p w:rsidR="00B65DC9" w:rsidRDefault="00B65DC9" w:rsidP="00B65DC9">
      <w:r>
        <w:t>495.2171</w:t>
      </w:r>
      <w:r>
        <w:tab/>
        <w:t>3.038e0</w:t>
      </w:r>
    </w:p>
    <w:p w:rsidR="00B65DC9" w:rsidRDefault="00B65DC9" w:rsidP="00B65DC9">
      <w:r>
        <w:t>495.2258</w:t>
      </w:r>
      <w:r>
        <w:tab/>
        <w:t>3.038e0</w:t>
      </w:r>
    </w:p>
    <w:p w:rsidR="00B65DC9" w:rsidRDefault="00B65DC9" w:rsidP="00B65DC9">
      <w:r>
        <w:t>495.2382</w:t>
      </w:r>
      <w:r>
        <w:tab/>
        <w:t>1.013e0</w:t>
      </w:r>
    </w:p>
    <w:p w:rsidR="00B65DC9" w:rsidRDefault="00B65DC9" w:rsidP="00B65DC9">
      <w:r>
        <w:t>495.2510</w:t>
      </w:r>
      <w:r>
        <w:tab/>
        <w:t>4.051e0</w:t>
      </w:r>
    </w:p>
    <w:p w:rsidR="00B65DC9" w:rsidRDefault="00B65DC9" w:rsidP="00B65DC9">
      <w:r>
        <w:t>495.2930</w:t>
      </w:r>
      <w:r>
        <w:tab/>
        <w:t>1.013e0</w:t>
      </w:r>
    </w:p>
    <w:p w:rsidR="00B65DC9" w:rsidRDefault="00B65DC9" w:rsidP="00B65DC9">
      <w:r>
        <w:t>495.3121</w:t>
      </w:r>
      <w:r>
        <w:tab/>
        <w:t>1.266e-2</w:t>
      </w:r>
    </w:p>
    <w:p w:rsidR="00B65DC9" w:rsidRDefault="00B65DC9" w:rsidP="00B65DC9">
      <w:r>
        <w:t>495.3145</w:t>
      </w:r>
      <w:r>
        <w:tab/>
        <w:t>1.025e0</w:t>
      </w:r>
    </w:p>
    <w:p w:rsidR="00B65DC9" w:rsidRDefault="00B65DC9" w:rsidP="00B65DC9">
      <w:r>
        <w:t>495.3814</w:t>
      </w:r>
      <w:r>
        <w:tab/>
        <w:t>1.038e0</w:t>
      </w:r>
    </w:p>
    <w:p w:rsidR="00B65DC9" w:rsidRDefault="00B65DC9" w:rsidP="00B65DC9">
      <w:r>
        <w:lastRenderedPageBreak/>
        <w:t>495.3888</w:t>
      </w:r>
      <w:r>
        <w:tab/>
        <w:t>3.038e0</w:t>
      </w:r>
    </w:p>
    <w:p w:rsidR="00B65DC9" w:rsidRDefault="00B65DC9" w:rsidP="00B65DC9">
      <w:r>
        <w:t>495.3944</w:t>
      </w:r>
      <w:r>
        <w:tab/>
        <w:t>3.038e0</w:t>
      </w:r>
    </w:p>
    <w:p w:rsidR="00B65DC9" w:rsidRDefault="00B65DC9" w:rsidP="00B65DC9">
      <w:r>
        <w:t>495.4589</w:t>
      </w:r>
      <w:r>
        <w:tab/>
        <w:t>1.266e-2</w:t>
      </w:r>
    </w:p>
    <w:p w:rsidR="00B65DC9" w:rsidRDefault="00B65DC9" w:rsidP="00B65DC9">
      <w:r>
        <w:t>495.4675</w:t>
      </w:r>
      <w:r>
        <w:tab/>
        <w:t>1.013e0</w:t>
      </w:r>
    </w:p>
    <w:p w:rsidR="00B65DC9" w:rsidRDefault="00B65DC9" w:rsidP="00B65DC9">
      <w:r>
        <w:t>495.5964</w:t>
      </w:r>
      <w:r>
        <w:tab/>
        <w:t>3.038e0</w:t>
      </w:r>
    </w:p>
    <w:p w:rsidR="00B65DC9" w:rsidRDefault="00B65DC9" w:rsidP="00B65DC9">
      <w:r>
        <w:t>495.6396</w:t>
      </w:r>
      <w:r>
        <w:tab/>
        <w:t>1.013e0</w:t>
      </w:r>
    </w:p>
    <w:p w:rsidR="00B65DC9" w:rsidRDefault="00B65DC9" w:rsidP="00B65DC9">
      <w:r>
        <w:t>495.7257</w:t>
      </w:r>
      <w:r>
        <w:tab/>
        <w:t>1.013e0</w:t>
      </w:r>
    </w:p>
    <w:p w:rsidR="00B65DC9" w:rsidRDefault="00B65DC9" w:rsidP="00B65DC9">
      <w:r>
        <w:t>495.7663</w:t>
      </w:r>
      <w:r>
        <w:tab/>
        <w:t>1.266e-2</w:t>
      </w:r>
    </w:p>
    <w:p w:rsidR="00B65DC9" w:rsidRDefault="00B65DC9" w:rsidP="00B65DC9">
      <w:r>
        <w:t>495.8244</w:t>
      </w:r>
      <w:r>
        <w:tab/>
        <w:t>1.013e0</w:t>
      </w:r>
    </w:p>
    <w:p w:rsidR="00B65DC9" w:rsidRDefault="00B65DC9" w:rsidP="00B65DC9">
      <w:r>
        <w:t>495.8545</w:t>
      </w:r>
      <w:r>
        <w:tab/>
        <w:t>2.025e0</w:t>
      </w:r>
    </w:p>
    <w:p w:rsidR="00B65DC9" w:rsidRDefault="00B65DC9" w:rsidP="00B65DC9">
      <w:r>
        <w:t>495.9099</w:t>
      </w:r>
      <w:r>
        <w:tab/>
        <w:t>2.025e0</w:t>
      </w:r>
    </w:p>
    <w:p w:rsidR="00B65DC9" w:rsidRDefault="00B65DC9" w:rsidP="00B65DC9">
      <w:r>
        <w:t>495.9754</w:t>
      </w:r>
      <w:r>
        <w:tab/>
        <w:t>1.025e0</w:t>
      </w:r>
    </w:p>
    <w:p w:rsidR="00B65DC9" w:rsidRDefault="00B65DC9" w:rsidP="00B65DC9">
      <w:r>
        <w:t>495.9771</w:t>
      </w:r>
      <w:r>
        <w:tab/>
        <w:t>1.013e0</w:t>
      </w:r>
    </w:p>
    <w:p w:rsidR="00B65DC9" w:rsidRDefault="00B65DC9" w:rsidP="00B65DC9">
      <w:r>
        <w:t>496.0191</w:t>
      </w:r>
      <w:r>
        <w:tab/>
        <w:t>1.013e0</w:t>
      </w:r>
    </w:p>
    <w:p w:rsidR="00B65DC9" w:rsidRDefault="00B65DC9" w:rsidP="00B65DC9">
      <w:r>
        <w:t>496.0532</w:t>
      </w:r>
      <w:r>
        <w:tab/>
        <w:t>1.013e0</w:t>
      </w:r>
    </w:p>
    <w:p w:rsidR="00B65DC9" w:rsidRDefault="00B65DC9" w:rsidP="00B65DC9">
      <w:r>
        <w:t>496.0916</w:t>
      </w:r>
      <w:r>
        <w:tab/>
        <w:t>3.038e0</w:t>
      </w:r>
    </w:p>
    <w:p w:rsidR="00B65DC9" w:rsidRDefault="00B65DC9" w:rsidP="00B65DC9">
      <w:r>
        <w:t>496.1200</w:t>
      </w:r>
      <w:r>
        <w:tab/>
        <w:t>7.923e0</w:t>
      </w:r>
    </w:p>
    <w:p w:rsidR="00B65DC9" w:rsidRDefault="00B65DC9" w:rsidP="00B65DC9">
      <w:r>
        <w:t>496.1563</w:t>
      </w:r>
      <w:r>
        <w:tab/>
        <w:t>1.013e0</w:t>
      </w:r>
    </w:p>
    <w:p w:rsidR="00B65DC9" w:rsidRDefault="00B65DC9" w:rsidP="00B65DC9">
      <w:r>
        <w:t>496.1782</w:t>
      </w:r>
      <w:r>
        <w:tab/>
        <w:t>2.532e-2</w:t>
      </w:r>
    </w:p>
    <w:p w:rsidR="00B65DC9" w:rsidRDefault="00B65DC9" w:rsidP="00B65DC9">
      <w:r>
        <w:lastRenderedPageBreak/>
        <w:t>496.2333</w:t>
      </w:r>
      <w:r>
        <w:tab/>
        <w:t>2.025e0</w:t>
      </w:r>
    </w:p>
    <w:p w:rsidR="00B65DC9" w:rsidRDefault="00B65DC9" w:rsidP="00B65DC9">
      <w:r>
        <w:t>496.2402</w:t>
      </w:r>
      <w:r>
        <w:tab/>
        <w:t>1.013e0</w:t>
      </w:r>
    </w:p>
    <w:p w:rsidR="00B65DC9" w:rsidRDefault="00B65DC9" w:rsidP="00B65DC9">
      <w:r>
        <w:t>496.2942</w:t>
      </w:r>
      <w:r>
        <w:tab/>
        <w:t>1.013e0</w:t>
      </w:r>
    </w:p>
    <w:p w:rsidR="00B65DC9" w:rsidRDefault="00B65DC9" w:rsidP="00B65DC9">
      <w:r>
        <w:t>496.3114</w:t>
      </w:r>
      <w:r>
        <w:tab/>
        <w:t>1.013e0</w:t>
      </w:r>
    </w:p>
    <w:p w:rsidR="00B65DC9" w:rsidRDefault="00B65DC9" w:rsidP="00B65DC9">
      <w:r>
        <w:t>496.3207</w:t>
      </w:r>
      <w:r>
        <w:tab/>
        <w:t>1.013e0</w:t>
      </w:r>
    </w:p>
    <w:p w:rsidR="00B65DC9" w:rsidRDefault="00B65DC9" w:rsidP="00B65DC9">
      <w:r>
        <w:t>496.3618</w:t>
      </w:r>
      <w:r>
        <w:tab/>
        <w:t>3.038e0</w:t>
      </w:r>
    </w:p>
    <w:p w:rsidR="00B65DC9" w:rsidRDefault="00B65DC9" w:rsidP="00B65DC9">
      <w:r>
        <w:t>496.3720</w:t>
      </w:r>
      <w:r>
        <w:tab/>
        <w:t>2.532e-2</w:t>
      </w:r>
    </w:p>
    <w:p w:rsidR="00B65DC9" w:rsidRDefault="00B65DC9" w:rsidP="00B65DC9">
      <w:r>
        <w:t>496.3857</w:t>
      </w:r>
      <w:r>
        <w:tab/>
        <w:t>3.038e0</w:t>
      </w:r>
    </w:p>
    <w:p w:rsidR="00B65DC9" w:rsidRDefault="00B65DC9" w:rsidP="00B65DC9">
      <w:r>
        <w:t>496.3959</w:t>
      </w:r>
      <w:r>
        <w:tab/>
        <w:t>5.009e0</w:t>
      </w:r>
    </w:p>
    <w:p w:rsidR="00B65DC9" w:rsidRDefault="00B65DC9" w:rsidP="00B65DC9">
      <w:r>
        <w:t>496.4100</w:t>
      </w:r>
      <w:r>
        <w:tab/>
        <w:t>1.051e0</w:t>
      </w:r>
    </w:p>
    <w:p w:rsidR="00B65DC9" w:rsidRDefault="00B65DC9" w:rsidP="00B65DC9">
      <w:r>
        <w:t>496.4378</w:t>
      </w:r>
      <w:r>
        <w:tab/>
        <w:t>2.025e0</w:t>
      </w:r>
    </w:p>
    <w:p w:rsidR="00B65DC9" w:rsidRDefault="00B65DC9" w:rsidP="00B65DC9">
      <w:r>
        <w:t>496.4523</w:t>
      </w:r>
      <w:r>
        <w:tab/>
        <w:t>6.131e0</w:t>
      </w:r>
    </w:p>
    <w:p w:rsidR="00B65DC9" w:rsidRDefault="00B65DC9" w:rsidP="00B65DC9">
      <w:r>
        <w:t>496.5603</w:t>
      </w:r>
      <w:r>
        <w:tab/>
        <w:t>1.013e0</w:t>
      </w:r>
    </w:p>
    <w:p w:rsidR="00B65DC9" w:rsidRDefault="00B65DC9" w:rsidP="00B65DC9">
      <w:r>
        <w:t>496.6077</w:t>
      </w:r>
      <w:r>
        <w:tab/>
        <w:t>3.038e0</w:t>
      </w:r>
    </w:p>
    <w:p w:rsidR="00B65DC9" w:rsidRDefault="00B65DC9" w:rsidP="00B65DC9">
      <w:r>
        <w:t>496.6132</w:t>
      </w:r>
      <w:r>
        <w:tab/>
        <w:t>1.013e0</w:t>
      </w:r>
    </w:p>
    <w:p w:rsidR="00B65DC9" w:rsidRDefault="00B65DC9" w:rsidP="00B65DC9">
      <w:r>
        <w:t>496.7173</w:t>
      </w:r>
      <w:r>
        <w:tab/>
        <w:t>1.013e0</w:t>
      </w:r>
    </w:p>
    <w:p w:rsidR="00B65DC9" w:rsidRDefault="00B65DC9" w:rsidP="00B65DC9">
      <w:r>
        <w:t>496.7379</w:t>
      </w:r>
      <w:r>
        <w:tab/>
        <w:t>2.025e0</w:t>
      </w:r>
    </w:p>
    <w:p w:rsidR="00B65DC9" w:rsidRDefault="00B65DC9" w:rsidP="00B65DC9">
      <w:r>
        <w:t>496.7533</w:t>
      </w:r>
      <w:r>
        <w:tab/>
        <w:t>1.013e0</w:t>
      </w:r>
    </w:p>
    <w:p w:rsidR="00B65DC9" w:rsidRDefault="00B65DC9" w:rsidP="00B65DC9">
      <w:r>
        <w:t>496.7943</w:t>
      </w:r>
      <w:r>
        <w:tab/>
        <w:t>2.532e-2</w:t>
      </w:r>
    </w:p>
    <w:p w:rsidR="00B65DC9" w:rsidRDefault="00B65DC9" w:rsidP="00B65DC9">
      <w:r>
        <w:lastRenderedPageBreak/>
        <w:t>496.8380</w:t>
      </w:r>
      <w:r>
        <w:tab/>
        <w:t>1.013e0</w:t>
      </w:r>
    </w:p>
    <w:p w:rsidR="00B65DC9" w:rsidRDefault="00B65DC9" w:rsidP="00B65DC9">
      <w:r>
        <w:t>496.8628</w:t>
      </w:r>
      <w:r>
        <w:tab/>
        <w:t>2.025e0</w:t>
      </w:r>
    </w:p>
    <w:p w:rsidR="00B65DC9" w:rsidRDefault="00B65DC9" w:rsidP="00B65DC9">
      <w:r>
        <w:t>496.8770</w:t>
      </w:r>
      <w:r>
        <w:tab/>
        <w:t>2.025e0</w:t>
      </w:r>
    </w:p>
    <w:p w:rsidR="00B65DC9" w:rsidRDefault="00B65DC9" w:rsidP="00B65DC9">
      <w:r>
        <w:t>496.9205</w:t>
      </w:r>
      <w:r>
        <w:tab/>
        <w:t>1.266e-2</w:t>
      </w:r>
    </w:p>
    <w:p w:rsidR="00B65DC9" w:rsidRDefault="00B65DC9" w:rsidP="00B65DC9">
      <w:r>
        <w:t>496.9794</w:t>
      </w:r>
      <w:r>
        <w:tab/>
        <w:t>1.013e0</w:t>
      </w:r>
    </w:p>
    <w:p w:rsidR="00B65DC9" w:rsidRDefault="00B65DC9" w:rsidP="00B65DC9">
      <w:r>
        <w:t>496.9911</w:t>
      </w:r>
      <w:r>
        <w:tab/>
        <w:t>1.025e0</w:t>
      </w:r>
    </w:p>
    <w:p w:rsidR="00B65DC9" w:rsidRDefault="00B65DC9" w:rsidP="00B65DC9">
      <w:r>
        <w:t>497.0152</w:t>
      </w:r>
      <w:r>
        <w:tab/>
        <w:t>1.013e0</w:t>
      </w:r>
    </w:p>
    <w:p w:rsidR="00B65DC9" w:rsidRDefault="00B65DC9" w:rsidP="00B65DC9">
      <w:r>
        <w:t>497.0704</w:t>
      </w:r>
      <w:r>
        <w:tab/>
        <w:t>1.266e-2</w:t>
      </w:r>
    </w:p>
    <w:p w:rsidR="00B65DC9" w:rsidRDefault="00B65DC9" w:rsidP="00B65DC9">
      <w:r>
        <w:t>497.0876</w:t>
      </w:r>
      <w:r>
        <w:tab/>
        <w:t>1.013e0</w:t>
      </w:r>
    </w:p>
    <w:p w:rsidR="00B65DC9" w:rsidRDefault="00B65DC9" w:rsidP="00B65DC9">
      <w:r>
        <w:t>497.0917</w:t>
      </w:r>
      <w:r>
        <w:tab/>
        <w:t>1.266e-2</w:t>
      </w:r>
    </w:p>
    <w:p w:rsidR="00B65DC9" w:rsidRDefault="00B65DC9" w:rsidP="00B65DC9">
      <w:r>
        <w:t>497.1018</w:t>
      </w:r>
      <w:r>
        <w:tab/>
        <w:t>7.089e0</w:t>
      </w:r>
    </w:p>
    <w:p w:rsidR="00B65DC9" w:rsidRDefault="00B65DC9" w:rsidP="00B65DC9">
      <w:r>
        <w:t>497.1222</w:t>
      </w:r>
      <w:r>
        <w:tab/>
        <w:t>1.013e0</w:t>
      </w:r>
    </w:p>
    <w:p w:rsidR="00B65DC9" w:rsidRDefault="00B65DC9" w:rsidP="00B65DC9">
      <w:r>
        <w:t>497.1390</w:t>
      </w:r>
      <w:r>
        <w:tab/>
        <w:t>2.025e0</w:t>
      </w:r>
    </w:p>
    <w:p w:rsidR="00B65DC9" w:rsidRDefault="00B65DC9" w:rsidP="00B65DC9">
      <w:r>
        <w:t>497.1826</w:t>
      </w:r>
      <w:r>
        <w:tab/>
        <w:t>1.266e-2</w:t>
      </w:r>
    </w:p>
    <w:p w:rsidR="00B65DC9" w:rsidRDefault="00B65DC9" w:rsidP="00B65DC9">
      <w:r>
        <w:t>497.2159</w:t>
      </w:r>
      <w:r>
        <w:tab/>
        <w:t>3.279e0</w:t>
      </w:r>
    </w:p>
    <w:p w:rsidR="00B65DC9" w:rsidRDefault="00B65DC9" w:rsidP="00B65DC9">
      <w:r>
        <w:t>497.2229</w:t>
      </w:r>
      <w:r>
        <w:tab/>
        <w:t>1.013e0</w:t>
      </w:r>
    </w:p>
    <w:p w:rsidR="00B65DC9" w:rsidRDefault="00B65DC9" w:rsidP="00B65DC9">
      <w:r>
        <w:t>497.2420</w:t>
      </w:r>
      <w:r>
        <w:tab/>
        <w:t>2.025e0</w:t>
      </w:r>
    </w:p>
    <w:p w:rsidR="00B65DC9" w:rsidRDefault="00B65DC9" w:rsidP="00B65DC9">
      <w:r>
        <w:t>497.2904</w:t>
      </w:r>
      <w:r>
        <w:tab/>
        <w:t>4.051e0</w:t>
      </w:r>
    </w:p>
    <w:p w:rsidR="00B65DC9" w:rsidRDefault="00B65DC9" w:rsidP="00B65DC9">
      <w:r>
        <w:t>497.3268</w:t>
      </w:r>
      <w:r>
        <w:tab/>
        <w:t>2.025e0</w:t>
      </w:r>
    </w:p>
    <w:p w:rsidR="00B65DC9" w:rsidRDefault="00B65DC9" w:rsidP="00B65DC9">
      <w:r>
        <w:lastRenderedPageBreak/>
        <w:t>497.3725</w:t>
      </w:r>
      <w:r>
        <w:tab/>
        <w:t>1.013e0</w:t>
      </w:r>
    </w:p>
    <w:p w:rsidR="00B65DC9" w:rsidRDefault="00B65DC9" w:rsidP="00B65DC9">
      <w:r>
        <w:t>497.3812</w:t>
      </w:r>
      <w:r>
        <w:tab/>
        <w:t>1.013e0</w:t>
      </w:r>
    </w:p>
    <w:p w:rsidR="00B65DC9" w:rsidRDefault="00B65DC9" w:rsidP="00B65DC9">
      <w:r>
        <w:t>497.3984</w:t>
      </w:r>
      <w:r>
        <w:tab/>
        <w:t>1.013e0</w:t>
      </w:r>
    </w:p>
    <w:p w:rsidR="00B65DC9" w:rsidRDefault="00B65DC9" w:rsidP="00B65DC9">
      <w:r>
        <w:t>497.4452</w:t>
      </w:r>
      <w:r>
        <w:tab/>
        <w:t>5.063e0</w:t>
      </w:r>
    </w:p>
    <w:p w:rsidR="00B65DC9" w:rsidRDefault="00B65DC9" w:rsidP="00B65DC9">
      <w:r>
        <w:t>497.4478</w:t>
      </w:r>
      <w:r>
        <w:tab/>
        <w:t>2.025e0</w:t>
      </w:r>
    </w:p>
    <w:p w:rsidR="00B65DC9" w:rsidRDefault="00B65DC9" w:rsidP="00B65DC9">
      <w:r>
        <w:t>497.4601</w:t>
      </w:r>
      <w:r>
        <w:tab/>
        <w:t>3.798e-2</w:t>
      </w:r>
    </w:p>
    <w:p w:rsidR="00B65DC9" w:rsidRDefault="00B65DC9" w:rsidP="00B65DC9">
      <w:r>
        <w:t>497.5021</w:t>
      </w:r>
      <w:r>
        <w:tab/>
        <w:t>1.013e0</w:t>
      </w:r>
    </w:p>
    <w:p w:rsidR="00B65DC9" w:rsidRDefault="00B65DC9" w:rsidP="00B65DC9">
      <w:r>
        <w:t>497.5288</w:t>
      </w:r>
      <w:r>
        <w:tab/>
        <w:t>1.013e0</w:t>
      </w:r>
    </w:p>
    <w:p w:rsidR="00B65DC9" w:rsidRDefault="00B65DC9" w:rsidP="00B65DC9">
      <w:r>
        <w:t>497.5621</w:t>
      </w:r>
      <w:r>
        <w:tab/>
        <w:t>1.013e0</w:t>
      </w:r>
    </w:p>
    <w:p w:rsidR="00B65DC9" w:rsidRDefault="00B65DC9" w:rsidP="00B65DC9">
      <w:r>
        <w:t>497.5977</w:t>
      </w:r>
      <w:r>
        <w:tab/>
        <w:t>1.013e0</w:t>
      </w:r>
    </w:p>
    <w:p w:rsidR="00B65DC9" w:rsidRDefault="00B65DC9" w:rsidP="00B65DC9">
      <w:r>
        <w:t>497.6567</w:t>
      </w:r>
      <w:r>
        <w:tab/>
        <w:t>1.013e0</w:t>
      </w:r>
    </w:p>
    <w:p w:rsidR="00B65DC9" w:rsidRDefault="00B65DC9" w:rsidP="00B65DC9">
      <w:r>
        <w:t>497.7000</w:t>
      </w:r>
      <w:r>
        <w:tab/>
        <w:t>2.025e0</w:t>
      </w:r>
    </w:p>
    <w:p w:rsidR="00B65DC9" w:rsidRDefault="00B65DC9" w:rsidP="00B65DC9">
      <w:r>
        <w:t>497.7728</w:t>
      </w:r>
      <w:r>
        <w:tab/>
        <w:t>1.266e-2</w:t>
      </w:r>
    </w:p>
    <w:p w:rsidR="00B65DC9" w:rsidRDefault="00B65DC9" w:rsidP="00B65DC9">
      <w:r>
        <w:t>497.8674</w:t>
      </w:r>
      <w:r>
        <w:tab/>
        <w:t>1.013e0</w:t>
      </w:r>
    </w:p>
    <w:p w:rsidR="00B65DC9" w:rsidRDefault="00B65DC9" w:rsidP="00B65DC9">
      <w:r>
        <w:t>497.8713</w:t>
      </w:r>
      <w:r>
        <w:tab/>
        <w:t>2.025e0</w:t>
      </w:r>
    </w:p>
    <w:p w:rsidR="00B65DC9" w:rsidRDefault="00B65DC9" w:rsidP="00B65DC9">
      <w:r>
        <w:t>497.8958</w:t>
      </w:r>
      <w:r>
        <w:tab/>
        <w:t>2.025e0</w:t>
      </w:r>
    </w:p>
    <w:p w:rsidR="00B65DC9" w:rsidRDefault="00B65DC9" w:rsidP="00B65DC9">
      <w:r>
        <w:t>497.9082</w:t>
      </w:r>
      <w:r>
        <w:tab/>
        <w:t>1.266e-2</w:t>
      </w:r>
    </w:p>
    <w:p w:rsidR="00B65DC9" w:rsidRDefault="00B65DC9" w:rsidP="00B65DC9">
      <w:r>
        <w:t>497.9303</w:t>
      </w:r>
      <w:r>
        <w:tab/>
        <w:t>3.038e0</w:t>
      </w:r>
    </w:p>
    <w:p w:rsidR="00B65DC9" w:rsidRDefault="00B65DC9" w:rsidP="00B65DC9">
      <w:r>
        <w:t>497.9521</w:t>
      </w:r>
      <w:r>
        <w:tab/>
        <w:t>1.013e0</w:t>
      </w:r>
    </w:p>
    <w:p w:rsidR="00B65DC9" w:rsidRDefault="00B65DC9" w:rsidP="00B65DC9">
      <w:r>
        <w:lastRenderedPageBreak/>
        <w:t>497.9577</w:t>
      </w:r>
      <w:r>
        <w:tab/>
        <w:t>1.025e0</w:t>
      </w:r>
    </w:p>
    <w:p w:rsidR="00B65DC9" w:rsidRDefault="00B65DC9" w:rsidP="00B65DC9">
      <w:r>
        <w:t>497.9946</w:t>
      </w:r>
      <w:r>
        <w:tab/>
        <w:t>1.013e0</w:t>
      </w:r>
    </w:p>
    <w:p w:rsidR="00B65DC9" w:rsidRDefault="00B65DC9" w:rsidP="00B65DC9">
      <w:r>
        <w:t>498.0388</w:t>
      </w:r>
      <w:r>
        <w:tab/>
        <w:t>1.013e0</w:t>
      </w:r>
    </w:p>
    <w:p w:rsidR="00B65DC9" w:rsidRDefault="00B65DC9" w:rsidP="00B65DC9">
      <w:r>
        <w:t>498.0811</w:t>
      </w:r>
      <w:r>
        <w:tab/>
        <w:t>1.266e-2</w:t>
      </w:r>
    </w:p>
    <w:p w:rsidR="00B65DC9" w:rsidRDefault="00B65DC9" w:rsidP="00B65DC9">
      <w:r>
        <w:t>498.0941</w:t>
      </w:r>
      <w:r>
        <w:tab/>
        <w:t>2.532e-2</w:t>
      </w:r>
    </w:p>
    <w:p w:rsidR="00B65DC9" w:rsidRDefault="00B65DC9" w:rsidP="00B65DC9">
      <w:r>
        <w:t>498.1112</w:t>
      </w:r>
      <w:r>
        <w:tab/>
        <w:t>2.532e-2</w:t>
      </w:r>
    </w:p>
    <w:p w:rsidR="00B65DC9" w:rsidRDefault="00B65DC9" w:rsidP="00B65DC9">
      <w:r>
        <w:t>498.1416</w:t>
      </w:r>
      <w:r>
        <w:tab/>
        <w:t>1.013e0</w:t>
      </w:r>
    </w:p>
    <w:p w:rsidR="00B65DC9" w:rsidRDefault="00B65DC9" w:rsidP="00B65DC9">
      <w:r>
        <w:t>498.1483</w:t>
      </w:r>
      <w:r>
        <w:tab/>
        <w:t>2.532e-2</w:t>
      </w:r>
    </w:p>
    <w:p w:rsidR="00B65DC9" w:rsidRDefault="00B65DC9" w:rsidP="00B65DC9">
      <w:r>
        <w:t>498.1634</w:t>
      </w:r>
      <w:r>
        <w:tab/>
        <w:t>2.532e-2</w:t>
      </w:r>
    </w:p>
    <w:p w:rsidR="00B65DC9" w:rsidRDefault="00B65DC9" w:rsidP="00B65DC9">
      <w:r>
        <w:t>498.2171</w:t>
      </w:r>
      <w:r>
        <w:tab/>
        <w:t>2.025e0</w:t>
      </w:r>
    </w:p>
    <w:p w:rsidR="00B65DC9" w:rsidRDefault="00B65DC9" w:rsidP="00B65DC9">
      <w:r>
        <w:t>498.2614</w:t>
      </w:r>
      <w:r>
        <w:tab/>
        <w:t>1.013e0</w:t>
      </w:r>
    </w:p>
    <w:p w:rsidR="00B65DC9" w:rsidRDefault="00B65DC9" w:rsidP="00B65DC9">
      <w:r>
        <w:t>498.2644</w:t>
      </w:r>
      <w:r>
        <w:tab/>
        <w:t>1.266e-2</w:t>
      </w:r>
    </w:p>
    <w:p w:rsidR="00B65DC9" w:rsidRDefault="00B65DC9" w:rsidP="00B65DC9">
      <w:r>
        <w:t>498.2713</w:t>
      </w:r>
      <w:r>
        <w:tab/>
        <w:t>1.266e-2</w:t>
      </w:r>
    </w:p>
    <w:p w:rsidR="00B65DC9" w:rsidRDefault="00B65DC9" w:rsidP="00B65DC9">
      <w:r>
        <w:t>498.3066</w:t>
      </w:r>
      <w:r>
        <w:tab/>
        <w:t>1.013e0</w:t>
      </w:r>
    </w:p>
    <w:p w:rsidR="00B65DC9" w:rsidRDefault="00B65DC9" w:rsidP="00B65DC9">
      <w:r>
        <w:t>498.3730</w:t>
      </w:r>
      <w:r>
        <w:tab/>
        <w:t>2.025e0</w:t>
      </w:r>
    </w:p>
    <w:p w:rsidR="00B65DC9" w:rsidRDefault="00B65DC9" w:rsidP="00B65DC9">
      <w:r>
        <w:t>498.4289</w:t>
      </w:r>
      <w:r>
        <w:tab/>
        <w:t>2.025e0</w:t>
      </w:r>
    </w:p>
    <w:p w:rsidR="00B65DC9" w:rsidRDefault="00B65DC9" w:rsidP="00B65DC9">
      <w:r>
        <w:t>498.4330</w:t>
      </w:r>
      <w:r>
        <w:tab/>
        <w:t>1.266e-2</w:t>
      </w:r>
    </w:p>
    <w:p w:rsidR="00B65DC9" w:rsidRDefault="00B65DC9" w:rsidP="00B65DC9">
      <w:r>
        <w:t>498.5018</w:t>
      </w:r>
      <w:r>
        <w:tab/>
        <w:t>3.038e0</w:t>
      </w:r>
    </w:p>
    <w:p w:rsidR="00B65DC9" w:rsidRDefault="00B65DC9" w:rsidP="00B65DC9">
      <w:r>
        <w:t>498.5316</w:t>
      </w:r>
      <w:r>
        <w:tab/>
        <w:t>1.013e0</w:t>
      </w:r>
    </w:p>
    <w:p w:rsidR="00B65DC9" w:rsidRDefault="00B65DC9" w:rsidP="00B65DC9">
      <w:r>
        <w:lastRenderedPageBreak/>
        <w:t>498.5744</w:t>
      </w:r>
      <w:r>
        <w:tab/>
        <w:t>1.025e0</w:t>
      </w:r>
    </w:p>
    <w:p w:rsidR="00B65DC9" w:rsidRDefault="00B65DC9" w:rsidP="00B65DC9">
      <w:r>
        <w:t>498.5822</w:t>
      </w:r>
      <w:r>
        <w:tab/>
        <w:t>1.266e-2</w:t>
      </w:r>
    </w:p>
    <w:p w:rsidR="00B65DC9" w:rsidRDefault="00B65DC9" w:rsidP="00B65DC9">
      <w:r>
        <w:t>498.6620</w:t>
      </w:r>
      <w:r>
        <w:tab/>
        <w:t>1.013e0</w:t>
      </w:r>
    </w:p>
    <w:p w:rsidR="00B65DC9" w:rsidRDefault="00B65DC9" w:rsidP="00B65DC9">
      <w:r>
        <w:t>498.6768</w:t>
      </w:r>
      <w:r>
        <w:tab/>
        <w:t>1.025e0</w:t>
      </w:r>
    </w:p>
    <w:p w:rsidR="00B65DC9" w:rsidRDefault="00B65DC9" w:rsidP="00B65DC9">
      <w:r>
        <w:t>498.6934</w:t>
      </w:r>
      <w:r>
        <w:tab/>
        <w:t>2.025e0</w:t>
      </w:r>
    </w:p>
    <w:p w:rsidR="00B65DC9" w:rsidRDefault="00B65DC9" w:rsidP="00B65DC9">
      <w:r>
        <w:t>498.7386</w:t>
      </w:r>
      <w:r>
        <w:tab/>
        <w:t>1.266e-2</w:t>
      </w:r>
    </w:p>
    <w:p w:rsidR="00B65DC9" w:rsidRDefault="00B65DC9" w:rsidP="00B65DC9">
      <w:r>
        <w:t>498.7536</w:t>
      </w:r>
      <w:r>
        <w:tab/>
        <w:t>1.266e-2</w:t>
      </w:r>
    </w:p>
    <w:p w:rsidR="00B65DC9" w:rsidRDefault="00B65DC9" w:rsidP="00B65DC9">
      <w:r>
        <w:t>498.8354</w:t>
      </w:r>
      <w:r>
        <w:tab/>
        <w:t>2.025e0</w:t>
      </w:r>
    </w:p>
    <w:p w:rsidR="00B65DC9" w:rsidRDefault="00B65DC9" w:rsidP="00B65DC9">
      <w:r>
        <w:t>498.8432</w:t>
      </w:r>
      <w:r>
        <w:tab/>
        <w:t>1.266e-2</w:t>
      </w:r>
    </w:p>
    <w:p w:rsidR="00B65DC9" w:rsidRDefault="00B65DC9" w:rsidP="00B65DC9">
      <w:r>
        <w:t>498.8949</w:t>
      </w:r>
      <w:r>
        <w:tab/>
        <w:t>3.038e0</w:t>
      </w:r>
    </w:p>
    <w:p w:rsidR="00B65DC9" w:rsidRDefault="00B65DC9" w:rsidP="00B65DC9">
      <w:r>
        <w:t>498.9179</w:t>
      </w:r>
      <w:r>
        <w:tab/>
        <w:t>5.063e0</w:t>
      </w:r>
    </w:p>
    <w:p w:rsidR="00B65DC9" w:rsidRDefault="00B65DC9" w:rsidP="00B65DC9">
      <w:r>
        <w:t>498.9724</w:t>
      </w:r>
      <w:r>
        <w:tab/>
        <w:t>1.013e0</w:t>
      </w:r>
    </w:p>
    <w:p w:rsidR="00B65DC9" w:rsidRDefault="00B65DC9" w:rsidP="00B65DC9">
      <w:r>
        <w:t>498.9898</w:t>
      </w:r>
      <w:r>
        <w:tab/>
        <w:t>2.025e0</w:t>
      </w:r>
    </w:p>
    <w:p w:rsidR="00B65DC9" w:rsidRDefault="00B65DC9" w:rsidP="00B65DC9">
      <w:r>
        <w:t>499.0005</w:t>
      </w:r>
      <w:r>
        <w:tab/>
        <w:t>1.013e0</w:t>
      </w:r>
    </w:p>
    <w:p w:rsidR="00B65DC9" w:rsidRDefault="00B65DC9" w:rsidP="00B65DC9">
      <w:r>
        <w:t>499.0466</w:t>
      </w:r>
      <w:r>
        <w:tab/>
        <w:t>3.038e0</w:t>
      </w:r>
    </w:p>
    <w:p w:rsidR="00B65DC9" w:rsidRDefault="00B65DC9" w:rsidP="00B65DC9">
      <w:r>
        <w:t>499.0625</w:t>
      </w:r>
      <w:r>
        <w:tab/>
        <w:t>2.025e0</w:t>
      </w:r>
    </w:p>
    <w:p w:rsidR="00B65DC9" w:rsidRDefault="00B65DC9" w:rsidP="00B65DC9">
      <w:r>
        <w:t>499.0921</w:t>
      </w:r>
      <w:r>
        <w:tab/>
        <w:t>1.013e0</w:t>
      </w:r>
    </w:p>
    <w:p w:rsidR="00B65DC9" w:rsidRDefault="00B65DC9" w:rsidP="00B65DC9">
      <w:r>
        <w:t>499.0988</w:t>
      </w:r>
      <w:r>
        <w:tab/>
        <w:t>2.025e0</w:t>
      </w:r>
    </w:p>
    <w:p w:rsidR="00B65DC9" w:rsidRDefault="00B65DC9" w:rsidP="00B65DC9">
      <w:r>
        <w:t>499.1284</w:t>
      </w:r>
      <w:r>
        <w:tab/>
        <w:t>1.013e0</w:t>
      </w:r>
    </w:p>
    <w:p w:rsidR="00B65DC9" w:rsidRDefault="00B65DC9" w:rsidP="00B65DC9">
      <w:r>
        <w:lastRenderedPageBreak/>
        <w:t>499.1743</w:t>
      </w:r>
      <w:r>
        <w:tab/>
        <w:t>2.025e0</w:t>
      </w:r>
    </w:p>
    <w:p w:rsidR="00B65DC9" w:rsidRDefault="00B65DC9" w:rsidP="00B65DC9">
      <w:r>
        <w:t>499.2023</w:t>
      </w:r>
      <w:r>
        <w:tab/>
        <w:t>4.186e0</w:t>
      </w:r>
    </w:p>
    <w:p w:rsidR="00B65DC9" w:rsidRDefault="00B65DC9" w:rsidP="00B65DC9">
      <w:r>
        <w:t>499.2266</w:t>
      </w:r>
      <w:r>
        <w:tab/>
        <w:t>1.266e-2</w:t>
      </w:r>
    </w:p>
    <w:p w:rsidR="00B65DC9" w:rsidRDefault="00B65DC9" w:rsidP="00B65DC9">
      <w:r>
        <w:t>499.2638</w:t>
      </w:r>
      <w:r>
        <w:tab/>
        <w:t>1.013e0</w:t>
      </w:r>
    </w:p>
    <w:p w:rsidR="00B65DC9" w:rsidRDefault="00B65DC9" w:rsidP="00B65DC9">
      <w:r>
        <w:t>499.3183</w:t>
      </w:r>
      <w:r>
        <w:tab/>
        <w:t>1.013e0</w:t>
      </w:r>
    </w:p>
    <w:p w:rsidR="00B65DC9" w:rsidRDefault="00B65DC9" w:rsidP="00B65DC9">
      <w:r>
        <w:t>499.3289</w:t>
      </w:r>
      <w:r>
        <w:tab/>
        <w:t>2.532e-2</w:t>
      </w:r>
    </w:p>
    <w:p w:rsidR="00B65DC9" w:rsidRDefault="00B65DC9" w:rsidP="00B65DC9">
      <w:r>
        <w:t>499.3314</w:t>
      </w:r>
      <w:r>
        <w:tab/>
        <w:t>3.038e0</w:t>
      </w:r>
    </w:p>
    <w:p w:rsidR="00B65DC9" w:rsidRDefault="00B65DC9" w:rsidP="00B65DC9">
      <w:r>
        <w:t>499.3623</w:t>
      </w:r>
      <w:r>
        <w:tab/>
        <w:t>1.013e0</w:t>
      </w:r>
    </w:p>
    <w:p w:rsidR="00B65DC9" w:rsidRDefault="00B65DC9" w:rsidP="00B65DC9">
      <w:r>
        <w:t>499.4128</w:t>
      </w:r>
      <w:r>
        <w:tab/>
        <w:t>2.025e0</w:t>
      </w:r>
    </w:p>
    <w:p w:rsidR="00B65DC9" w:rsidRDefault="00B65DC9" w:rsidP="00B65DC9">
      <w:r>
        <w:t>499.4314</w:t>
      </w:r>
      <w:r>
        <w:tab/>
        <w:t>1.266e-2</w:t>
      </w:r>
    </w:p>
    <w:p w:rsidR="00B65DC9" w:rsidRDefault="00B65DC9" w:rsidP="00B65DC9">
      <w:r>
        <w:t>499.4715</w:t>
      </w:r>
      <w:r>
        <w:tab/>
        <w:t>2.025e0</w:t>
      </w:r>
    </w:p>
    <w:p w:rsidR="00B65DC9" w:rsidRDefault="00B65DC9" w:rsidP="00B65DC9">
      <w:r>
        <w:t>499.5623</w:t>
      </w:r>
      <w:r>
        <w:tab/>
        <w:t>1.266e-2</w:t>
      </w:r>
    </w:p>
    <w:p w:rsidR="00B65DC9" w:rsidRDefault="00B65DC9" w:rsidP="00B65DC9">
      <w:r>
        <w:t>499.5839</w:t>
      </w:r>
      <w:r>
        <w:tab/>
        <w:t>1.266e-2</w:t>
      </w:r>
    </w:p>
    <w:p w:rsidR="00B65DC9" w:rsidRDefault="00B65DC9" w:rsidP="00B65DC9">
      <w:r>
        <w:t>499.6212</w:t>
      </w:r>
      <w:r>
        <w:tab/>
        <w:t>1.013e0</w:t>
      </w:r>
    </w:p>
    <w:p w:rsidR="00B65DC9" w:rsidRDefault="00B65DC9" w:rsidP="00B65DC9">
      <w:r>
        <w:t>499.6658</w:t>
      </w:r>
      <w:r>
        <w:tab/>
        <w:t>1.013e0</w:t>
      </w:r>
    </w:p>
    <w:p w:rsidR="00B65DC9" w:rsidRDefault="00B65DC9" w:rsidP="00B65DC9">
      <w:r>
        <w:t>499.6717</w:t>
      </w:r>
      <w:r>
        <w:tab/>
        <w:t>2.025e0</w:t>
      </w:r>
    </w:p>
    <w:p w:rsidR="00B65DC9" w:rsidRDefault="00B65DC9" w:rsidP="00B65DC9">
      <w:r>
        <w:t>499.7091</w:t>
      </w:r>
      <w:r>
        <w:tab/>
        <w:t>1.013e0</w:t>
      </w:r>
    </w:p>
    <w:p w:rsidR="00B65DC9" w:rsidRDefault="00B65DC9" w:rsidP="00B65DC9">
      <w:r>
        <w:t>499.7698</w:t>
      </w:r>
      <w:r>
        <w:tab/>
        <w:t>1.013e0</w:t>
      </w:r>
    </w:p>
    <w:p w:rsidR="00B65DC9" w:rsidRDefault="00B65DC9" w:rsidP="00B65DC9">
      <w:r>
        <w:t>499.9105</w:t>
      </w:r>
      <w:r>
        <w:tab/>
        <w:t>4.051e0</w:t>
      </w:r>
    </w:p>
    <w:p w:rsidR="00B65DC9" w:rsidRDefault="00B65DC9" w:rsidP="00B65DC9">
      <w:r>
        <w:lastRenderedPageBreak/>
        <w:t>499.9309</w:t>
      </w:r>
      <w:r>
        <w:tab/>
        <w:t>4.051e0</w:t>
      </w:r>
    </w:p>
    <w:p w:rsidR="00B65DC9" w:rsidRDefault="00B65DC9" w:rsidP="00B65DC9">
      <w:r>
        <w:t>499.9394</w:t>
      </w:r>
      <w:r>
        <w:tab/>
        <w:t>3.038e0</w:t>
      </w:r>
    </w:p>
    <w:p w:rsidR="00B65DC9" w:rsidRDefault="00B65DC9" w:rsidP="00B65DC9">
      <w:r>
        <w:t>499.9520</w:t>
      </w:r>
      <w:r>
        <w:tab/>
        <w:t>1.013e0</w:t>
      </w:r>
    </w:p>
    <w:p w:rsidR="00B65DC9" w:rsidRDefault="00B65DC9" w:rsidP="00B65DC9">
      <w:r>
        <w:t>499.9998</w:t>
      </w:r>
      <w:r>
        <w:tab/>
        <w:t>2.025e0</w:t>
      </w:r>
    </w:p>
    <w:p w:rsidR="00B65DC9" w:rsidRDefault="00B65DC9" w:rsidP="00B65DC9">
      <w:r>
        <w:t>500.0214</w:t>
      </w:r>
      <w:r>
        <w:tab/>
        <w:t>1.013e0</w:t>
      </w:r>
    </w:p>
    <w:p w:rsidR="00B65DC9" w:rsidRDefault="00B65DC9" w:rsidP="00B65DC9">
      <w:r>
        <w:t>500.0289</w:t>
      </w:r>
      <w:r>
        <w:tab/>
        <w:t>2.025e0</w:t>
      </w:r>
    </w:p>
    <w:p w:rsidR="00B65DC9" w:rsidRDefault="00B65DC9" w:rsidP="00B65DC9">
      <w:r>
        <w:t>500.1005</w:t>
      </w:r>
      <w:r>
        <w:tab/>
        <w:t>3.038e0</w:t>
      </w:r>
    </w:p>
    <w:p w:rsidR="00B65DC9" w:rsidRDefault="00B65DC9" w:rsidP="00B65DC9">
      <w:r>
        <w:t>500.1781</w:t>
      </w:r>
      <w:r>
        <w:tab/>
        <w:t>2.051e0</w:t>
      </w:r>
    </w:p>
    <w:p w:rsidR="00B65DC9" w:rsidRDefault="00B65DC9" w:rsidP="00B65DC9">
      <w:r>
        <w:t>500.2037</w:t>
      </w:r>
      <w:r>
        <w:tab/>
        <w:t>1.013e0</w:t>
      </w:r>
    </w:p>
    <w:p w:rsidR="00B65DC9" w:rsidRDefault="00B65DC9" w:rsidP="00B65DC9">
      <w:r>
        <w:t>500.2368</w:t>
      </w:r>
      <w:r>
        <w:tab/>
        <w:t>2.114e0</w:t>
      </w:r>
    </w:p>
    <w:p w:rsidR="00B65DC9" w:rsidRDefault="00B65DC9" w:rsidP="00B65DC9">
      <w:r>
        <w:t>500.2542</w:t>
      </w:r>
      <w:r>
        <w:tab/>
        <w:t>4.556e0</w:t>
      </w:r>
    </w:p>
    <w:p w:rsidR="00B65DC9" w:rsidRDefault="00B65DC9" w:rsidP="00B65DC9">
      <w:r>
        <w:t>500.2706</w:t>
      </w:r>
      <w:r>
        <w:tab/>
        <w:t>2.025e0</w:t>
      </w:r>
    </w:p>
    <w:p w:rsidR="00B65DC9" w:rsidRDefault="00B65DC9" w:rsidP="00B65DC9">
      <w:r>
        <w:t>500.3294</w:t>
      </w:r>
      <w:r>
        <w:tab/>
        <w:t>2.025e0</w:t>
      </w:r>
    </w:p>
    <w:p w:rsidR="00B65DC9" w:rsidRDefault="00B65DC9" w:rsidP="00B65DC9">
      <w:r>
        <w:t>500.3384</w:t>
      </w:r>
      <w:r>
        <w:tab/>
        <w:t>1.013e0</w:t>
      </w:r>
    </w:p>
    <w:p w:rsidR="00B65DC9" w:rsidRDefault="00B65DC9" w:rsidP="00B65DC9">
      <w:r>
        <w:t>500.3513</w:t>
      </w:r>
      <w:r>
        <w:tab/>
        <w:t>1.266e-2</w:t>
      </w:r>
    </w:p>
    <w:p w:rsidR="00B65DC9" w:rsidRDefault="00B65DC9" w:rsidP="00B65DC9">
      <w:r>
        <w:t>500.3711</w:t>
      </w:r>
      <w:r>
        <w:tab/>
        <w:t>2.025e0</w:t>
      </w:r>
    </w:p>
    <w:p w:rsidR="00B65DC9" w:rsidRDefault="00B65DC9" w:rsidP="00B65DC9">
      <w:r>
        <w:t>500.4041</w:t>
      </w:r>
      <w:r>
        <w:tab/>
        <w:t>2.532e-2</w:t>
      </w:r>
    </w:p>
    <w:p w:rsidR="00B65DC9" w:rsidRDefault="00B65DC9" w:rsidP="00B65DC9">
      <w:r>
        <w:t>500.4453</w:t>
      </w:r>
      <w:r>
        <w:tab/>
        <w:t>2.025e0</w:t>
      </w:r>
    </w:p>
    <w:p w:rsidR="00B65DC9" w:rsidRDefault="00B65DC9" w:rsidP="00B65DC9">
      <w:r>
        <w:t>500.4703</w:t>
      </w:r>
      <w:r>
        <w:tab/>
        <w:t>1.013e0</w:t>
      </w:r>
    </w:p>
    <w:p w:rsidR="00B65DC9" w:rsidRDefault="00B65DC9" w:rsidP="00B65DC9">
      <w:r>
        <w:lastRenderedPageBreak/>
        <w:t>500.4729</w:t>
      </w:r>
      <w:r>
        <w:tab/>
        <w:t>1.013e0</w:t>
      </w:r>
    </w:p>
    <w:p w:rsidR="00B65DC9" w:rsidRDefault="00B65DC9" w:rsidP="00B65DC9">
      <w:r>
        <w:t>500.5279</w:t>
      </w:r>
      <w:r>
        <w:tab/>
        <w:t>1.266e-2</w:t>
      </w:r>
    </w:p>
    <w:p w:rsidR="00B65DC9" w:rsidRDefault="00B65DC9" w:rsidP="00B65DC9">
      <w:r>
        <w:t>500.5778</w:t>
      </w:r>
      <w:r>
        <w:tab/>
        <w:t>1.013e0</w:t>
      </w:r>
    </w:p>
    <w:p w:rsidR="00B65DC9" w:rsidRDefault="00B65DC9" w:rsidP="00B65DC9">
      <w:r>
        <w:t>500.6025</w:t>
      </w:r>
      <w:r>
        <w:tab/>
        <w:t>2.025e0</w:t>
      </w:r>
    </w:p>
    <w:p w:rsidR="00B65DC9" w:rsidRDefault="00B65DC9" w:rsidP="00B65DC9">
      <w:r>
        <w:t>500.6041</w:t>
      </w:r>
      <w:r>
        <w:tab/>
        <w:t>1.266e-2</w:t>
      </w:r>
    </w:p>
    <w:p w:rsidR="00B65DC9" w:rsidRDefault="00B65DC9" w:rsidP="00B65DC9">
      <w:r>
        <w:t>500.6553</w:t>
      </w:r>
      <w:r>
        <w:tab/>
        <w:t>1.013e0</w:t>
      </w:r>
    </w:p>
    <w:p w:rsidR="00B65DC9" w:rsidRDefault="00B65DC9" w:rsidP="00B65DC9">
      <w:r>
        <w:t>500.7040</w:t>
      </w:r>
      <w:r>
        <w:tab/>
        <w:t>3.038e0</w:t>
      </w:r>
    </w:p>
    <w:p w:rsidR="00B65DC9" w:rsidRDefault="00B65DC9" w:rsidP="00B65DC9">
      <w:r>
        <w:t>500.7074</w:t>
      </w:r>
      <w:r>
        <w:tab/>
        <w:t>1.013e0</w:t>
      </w:r>
    </w:p>
    <w:p w:rsidR="00B65DC9" w:rsidRDefault="00B65DC9" w:rsidP="00B65DC9">
      <w:r>
        <w:t>500.7663</w:t>
      </w:r>
      <w:r>
        <w:tab/>
        <w:t>3.038e0</w:t>
      </w:r>
    </w:p>
    <w:p w:rsidR="00B65DC9" w:rsidRDefault="00B65DC9" w:rsidP="00B65DC9">
      <w:r>
        <w:t>500.8384</w:t>
      </w:r>
      <w:r>
        <w:tab/>
        <w:t>1.013e0</w:t>
      </w:r>
    </w:p>
    <w:p w:rsidR="00B65DC9" w:rsidRDefault="00B65DC9" w:rsidP="00B65DC9">
      <w:r>
        <w:t>500.8513</w:t>
      </w:r>
      <w:r>
        <w:tab/>
        <w:t>2.025e0</w:t>
      </w:r>
    </w:p>
    <w:p w:rsidR="00B65DC9" w:rsidRDefault="00B65DC9" w:rsidP="00B65DC9">
      <w:r>
        <w:t>500.8812</w:t>
      </w:r>
      <w:r>
        <w:tab/>
        <w:t>1.266e-2</w:t>
      </w:r>
    </w:p>
    <w:p w:rsidR="00B65DC9" w:rsidRDefault="00B65DC9" w:rsidP="00B65DC9">
      <w:r>
        <w:t>500.8856</w:t>
      </w:r>
      <w:r>
        <w:tab/>
        <w:t>2.532e-2</w:t>
      </w:r>
    </w:p>
    <w:p w:rsidR="00B65DC9" w:rsidRDefault="00B65DC9" w:rsidP="00B65DC9">
      <w:r>
        <w:t>500.9019</w:t>
      </w:r>
      <w:r>
        <w:tab/>
        <w:t>4.051e0</w:t>
      </w:r>
    </w:p>
    <w:p w:rsidR="00B65DC9" w:rsidRDefault="00B65DC9" w:rsidP="00B65DC9">
      <w:r>
        <w:t>500.9080</w:t>
      </w:r>
      <w:r>
        <w:tab/>
        <w:t>2.025e0</w:t>
      </w:r>
    </w:p>
    <w:p w:rsidR="00B65DC9" w:rsidRDefault="00B65DC9" w:rsidP="00B65DC9">
      <w:r>
        <w:t>500.9334</w:t>
      </w:r>
      <w:r>
        <w:tab/>
        <w:t>1.013e0</w:t>
      </w:r>
    </w:p>
    <w:p w:rsidR="00B65DC9" w:rsidRDefault="00B65DC9" w:rsidP="00B65DC9">
      <w:r>
        <w:t>500.9562</w:t>
      </w:r>
      <w:r>
        <w:tab/>
        <w:t>3.038e0</w:t>
      </w:r>
    </w:p>
    <w:p w:rsidR="00B65DC9" w:rsidRDefault="00B65DC9" w:rsidP="00B65DC9">
      <w:r>
        <w:t>500.9862</w:t>
      </w:r>
      <w:r>
        <w:tab/>
        <w:t>1.013e0</w:t>
      </w:r>
    </w:p>
    <w:p w:rsidR="00B65DC9" w:rsidRDefault="00B65DC9" w:rsidP="00B65DC9">
      <w:r>
        <w:t>500.9971</w:t>
      </w:r>
      <w:r>
        <w:tab/>
        <w:t>4.063e0</w:t>
      </w:r>
    </w:p>
    <w:p w:rsidR="00B65DC9" w:rsidRDefault="00B65DC9" w:rsidP="00B65DC9">
      <w:r>
        <w:lastRenderedPageBreak/>
        <w:t>501.0290</w:t>
      </w:r>
      <w:r>
        <w:tab/>
        <w:t>1.013e0</w:t>
      </w:r>
    </w:p>
    <w:p w:rsidR="00B65DC9" w:rsidRDefault="00B65DC9" w:rsidP="00B65DC9">
      <w:r>
        <w:t>501.1160</w:t>
      </w:r>
      <w:r>
        <w:tab/>
        <w:t>1.266e-2</w:t>
      </w:r>
    </w:p>
    <w:p w:rsidR="00B65DC9" w:rsidRDefault="00B65DC9" w:rsidP="00B65DC9">
      <w:r>
        <w:t>501.1340</w:t>
      </w:r>
      <w:r>
        <w:tab/>
        <w:t>1.013e0</w:t>
      </w:r>
    </w:p>
    <w:p w:rsidR="00B65DC9" w:rsidRDefault="00B65DC9" w:rsidP="00B65DC9">
      <w:r>
        <w:t>501.2029</w:t>
      </w:r>
      <w:r>
        <w:tab/>
        <w:t>1.013e0</w:t>
      </w:r>
    </w:p>
    <w:p w:rsidR="00B65DC9" w:rsidRDefault="00B65DC9" w:rsidP="00B65DC9">
      <w:r>
        <w:t>501.2231</w:t>
      </w:r>
      <w:r>
        <w:tab/>
        <w:t>3.038e0</w:t>
      </w:r>
    </w:p>
    <w:p w:rsidR="00B65DC9" w:rsidRDefault="00B65DC9" w:rsidP="00B65DC9">
      <w:r>
        <w:t>501.2277</w:t>
      </w:r>
      <w:r>
        <w:tab/>
        <w:t>1.038e0</w:t>
      </w:r>
    </w:p>
    <w:p w:rsidR="00B65DC9" w:rsidRDefault="00B65DC9" w:rsidP="00B65DC9">
      <w:r>
        <w:t>501.2387</w:t>
      </w:r>
      <w:r>
        <w:tab/>
        <w:t>3.051e0</w:t>
      </w:r>
    </w:p>
    <w:p w:rsidR="00B65DC9" w:rsidRDefault="00B65DC9" w:rsidP="00B65DC9">
      <w:r>
        <w:t>501.2589</w:t>
      </w:r>
      <w:r>
        <w:tab/>
        <w:t>2.025e0</w:t>
      </w:r>
    </w:p>
    <w:p w:rsidR="00B65DC9" w:rsidRDefault="00B65DC9" w:rsidP="00B65DC9">
      <w:r>
        <w:t>501.2632</w:t>
      </w:r>
      <w:r>
        <w:tab/>
        <w:t>1.025e0</w:t>
      </w:r>
    </w:p>
    <w:p w:rsidR="00B65DC9" w:rsidRDefault="00B65DC9" w:rsidP="00B65DC9">
      <w:r>
        <w:t>501.3599</w:t>
      </w:r>
      <w:r>
        <w:tab/>
        <w:t>8.101e0</w:t>
      </w:r>
    </w:p>
    <w:p w:rsidR="00B65DC9" w:rsidRDefault="00B65DC9" w:rsidP="00B65DC9">
      <w:r>
        <w:t>501.3682</w:t>
      </w:r>
      <w:r>
        <w:tab/>
        <w:t>2.025e0</w:t>
      </w:r>
    </w:p>
    <w:p w:rsidR="00B65DC9" w:rsidRDefault="00B65DC9" w:rsidP="00B65DC9">
      <w:r>
        <w:t>501.3733</w:t>
      </w:r>
      <w:r>
        <w:tab/>
        <w:t>2.025e0</w:t>
      </w:r>
    </w:p>
    <w:p w:rsidR="00B65DC9" w:rsidRDefault="00B65DC9" w:rsidP="00B65DC9">
      <w:r>
        <w:t>501.3931</w:t>
      </w:r>
      <w:r>
        <w:tab/>
        <w:t>2.038e0</w:t>
      </w:r>
    </w:p>
    <w:p w:rsidR="00B65DC9" w:rsidRDefault="00B65DC9" w:rsidP="00B65DC9">
      <w:r>
        <w:t>501.4639</w:t>
      </w:r>
      <w:r>
        <w:tab/>
        <w:t>1.013e0</w:t>
      </w:r>
    </w:p>
    <w:p w:rsidR="00B65DC9" w:rsidRDefault="00B65DC9" w:rsidP="00B65DC9">
      <w:r>
        <w:t>501.5161</w:t>
      </w:r>
      <w:r>
        <w:tab/>
        <w:t>1.013e0</w:t>
      </w:r>
    </w:p>
    <w:p w:rsidR="00B65DC9" w:rsidRDefault="00B65DC9" w:rsidP="00B65DC9">
      <w:r>
        <w:t>501.5553</w:t>
      </w:r>
      <w:r>
        <w:tab/>
        <w:t>3.038e0</w:t>
      </w:r>
    </w:p>
    <w:p w:rsidR="00B65DC9" w:rsidRDefault="00B65DC9" w:rsidP="00B65DC9">
      <w:r>
        <w:t>501.6184</w:t>
      </w:r>
      <w:r>
        <w:tab/>
        <w:t>1.013e0</w:t>
      </w:r>
    </w:p>
    <w:p w:rsidR="00B65DC9" w:rsidRDefault="00B65DC9" w:rsidP="00B65DC9">
      <w:r>
        <w:t>501.6766</w:t>
      </w:r>
      <w:r>
        <w:tab/>
        <w:t>1.013e0</w:t>
      </w:r>
    </w:p>
    <w:p w:rsidR="00B65DC9" w:rsidRDefault="00B65DC9" w:rsidP="00B65DC9">
      <w:r>
        <w:t>501.7514</w:t>
      </w:r>
      <w:r>
        <w:tab/>
        <w:t>2.025e0</w:t>
      </w:r>
    </w:p>
    <w:p w:rsidR="00B65DC9" w:rsidRDefault="00B65DC9" w:rsidP="00B65DC9">
      <w:r>
        <w:lastRenderedPageBreak/>
        <w:t>501.7713</w:t>
      </w:r>
      <w:r>
        <w:tab/>
        <w:t>1.013e0</w:t>
      </w:r>
    </w:p>
    <w:p w:rsidR="00B65DC9" w:rsidRDefault="00B65DC9" w:rsidP="00B65DC9">
      <w:r>
        <w:t>501.7903</w:t>
      </w:r>
      <w:r>
        <w:tab/>
        <w:t>1.013e0</w:t>
      </w:r>
    </w:p>
    <w:p w:rsidR="00B65DC9" w:rsidRDefault="00B65DC9" w:rsidP="00B65DC9">
      <w:r>
        <w:t>501.8170</w:t>
      </w:r>
      <w:r>
        <w:tab/>
        <w:t>2.025e0</w:t>
      </w:r>
    </w:p>
    <w:p w:rsidR="00B65DC9" w:rsidRDefault="00B65DC9" w:rsidP="00B65DC9">
      <w:r>
        <w:t>501.8294</w:t>
      </w:r>
      <w:r>
        <w:tab/>
        <w:t>1.013e0</w:t>
      </w:r>
    </w:p>
    <w:p w:rsidR="00B65DC9" w:rsidRDefault="00B65DC9" w:rsidP="00B65DC9">
      <w:r>
        <w:t>501.8850</w:t>
      </w:r>
      <w:r>
        <w:tab/>
        <w:t>1.266e-2</w:t>
      </w:r>
    </w:p>
    <w:p w:rsidR="00B65DC9" w:rsidRDefault="00B65DC9" w:rsidP="00B65DC9">
      <w:r>
        <w:t>501.9061</w:t>
      </w:r>
      <w:r>
        <w:tab/>
        <w:t>2.025e0</w:t>
      </w:r>
    </w:p>
    <w:p w:rsidR="00B65DC9" w:rsidRDefault="00B65DC9" w:rsidP="00B65DC9">
      <w:r>
        <w:t>501.9120</w:t>
      </w:r>
      <w:r>
        <w:tab/>
        <w:t>2.025e0</w:t>
      </w:r>
    </w:p>
    <w:p w:rsidR="00B65DC9" w:rsidRDefault="00B65DC9" w:rsidP="00B65DC9">
      <w:r>
        <w:t>501.9862</w:t>
      </w:r>
      <w:r>
        <w:tab/>
        <w:t>1.025e0</w:t>
      </w:r>
    </w:p>
    <w:p w:rsidR="00B65DC9" w:rsidRDefault="00B65DC9" w:rsidP="00B65DC9">
      <w:r>
        <w:t>501.9974</w:t>
      </w:r>
      <w:r>
        <w:tab/>
        <w:t>1.013e0</w:t>
      </w:r>
    </w:p>
    <w:p w:rsidR="00B65DC9" w:rsidRDefault="00B65DC9" w:rsidP="00B65DC9">
      <w:r>
        <w:t>502.0298</w:t>
      </w:r>
      <w:r>
        <w:tab/>
        <w:t>1.013e0</w:t>
      </w:r>
    </w:p>
    <w:p w:rsidR="00B65DC9" w:rsidRDefault="00B65DC9" w:rsidP="00B65DC9">
      <w:r>
        <w:t>502.0580</w:t>
      </w:r>
      <w:r>
        <w:tab/>
        <w:t>2.025e0</w:t>
      </w:r>
    </w:p>
    <w:p w:rsidR="00B65DC9" w:rsidRDefault="00B65DC9" w:rsidP="00B65DC9">
      <w:r>
        <w:t>502.0699</w:t>
      </w:r>
      <w:r>
        <w:tab/>
        <w:t>1.025e0</w:t>
      </w:r>
    </w:p>
    <w:p w:rsidR="00B65DC9" w:rsidRDefault="00B65DC9" w:rsidP="00B65DC9">
      <w:r>
        <w:t>502.1288</w:t>
      </w:r>
      <w:r>
        <w:tab/>
        <w:t>1.266e-2</w:t>
      </w:r>
    </w:p>
    <w:p w:rsidR="00B65DC9" w:rsidRDefault="00B65DC9" w:rsidP="00B65DC9">
      <w:r>
        <w:t>502.1600</w:t>
      </w:r>
      <w:r>
        <w:tab/>
        <w:t>2.025e0</w:t>
      </w:r>
    </w:p>
    <w:p w:rsidR="00B65DC9" w:rsidRDefault="00B65DC9" w:rsidP="00B65DC9">
      <w:r>
        <w:t>502.2050</w:t>
      </w:r>
      <w:r>
        <w:tab/>
        <w:t>1.266e-2</w:t>
      </w:r>
    </w:p>
    <w:p w:rsidR="00B65DC9" w:rsidRDefault="00B65DC9" w:rsidP="00B65DC9">
      <w:r>
        <w:t>502.2472</w:t>
      </w:r>
      <w:r>
        <w:tab/>
        <w:t>3.051e0</w:t>
      </w:r>
    </w:p>
    <w:p w:rsidR="00B65DC9" w:rsidRDefault="00B65DC9" w:rsidP="00B65DC9">
      <w:r>
        <w:t>502.2600</w:t>
      </w:r>
      <w:r>
        <w:tab/>
        <w:t>4.051e0</w:t>
      </w:r>
    </w:p>
    <w:p w:rsidR="00B65DC9" w:rsidRDefault="00B65DC9" w:rsidP="00B65DC9">
      <w:r>
        <w:t>502.2824</w:t>
      </w:r>
      <w:r>
        <w:tab/>
        <w:t>1.013e0</w:t>
      </w:r>
    </w:p>
    <w:p w:rsidR="00B65DC9" w:rsidRDefault="00B65DC9" w:rsidP="00B65DC9">
      <w:r>
        <w:t>502.3493</w:t>
      </w:r>
      <w:r>
        <w:tab/>
        <w:t>2.025e0</w:t>
      </w:r>
    </w:p>
    <w:p w:rsidR="00B65DC9" w:rsidRDefault="00B65DC9" w:rsidP="00B65DC9">
      <w:r>
        <w:lastRenderedPageBreak/>
        <w:t>502.3631</w:t>
      </w:r>
      <w:r>
        <w:tab/>
        <w:t>2.025e0</w:t>
      </w:r>
    </w:p>
    <w:p w:rsidR="00B65DC9" w:rsidRDefault="00B65DC9" w:rsidP="00B65DC9">
      <w:r>
        <w:t>502.4098</w:t>
      </w:r>
      <w:r>
        <w:tab/>
        <w:t>2.025e0</w:t>
      </w:r>
    </w:p>
    <w:p w:rsidR="00B65DC9" w:rsidRDefault="00B65DC9" w:rsidP="00B65DC9">
      <w:r>
        <w:t>502.4465</w:t>
      </w:r>
      <w:r>
        <w:tab/>
        <w:t>1.013e0</w:t>
      </w:r>
    </w:p>
    <w:p w:rsidR="00B65DC9" w:rsidRDefault="00B65DC9" w:rsidP="00B65DC9">
      <w:r>
        <w:t>502.5235</w:t>
      </w:r>
      <w:r>
        <w:tab/>
        <w:t>1.013e0</w:t>
      </w:r>
    </w:p>
    <w:p w:rsidR="00B65DC9" w:rsidRDefault="00B65DC9" w:rsidP="00B65DC9">
      <w:r>
        <w:t>502.5526</w:t>
      </w:r>
      <w:r>
        <w:tab/>
        <w:t>1.013e0</w:t>
      </w:r>
    </w:p>
    <w:p w:rsidR="00B65DC9" w:rsidRDefault="00B65DC9" w:rsidP="00B65DC9">
      <w:r>
        <w:t>502.6940</w:t>
      </w:r>
      <w:r>
        <w:tab/>
        <w:t>2.532e-2</w:t>
      </w:r>
    </w:p>
    <w:p w:rsidR="00B65DC9" w:rsidRDefault="00B65DC9" w:rsidP="00B65DC9">
      <w:r>
        <w:t>502.7713</w:t>
      </w:r>
      <w:r>
        <w:tab/>
        <w:t>1.013e0</w:t>
      </w:r>
    </w:p>
    <w:p w:rsidR="00B65DC9" w:rsidRDefault="00B65DC9" w:rsidP="00B65DC9">
      <w:r>
        <w:t>502.7856</w:t>
      </w:r>
      <w:r>
        <w:tab/>
        <w:t>1.013e0</w:t>
      </w:r>
    </w:p>
    <w:p w:rsidR="00B65DC9" w:rsidRDefault="00B65DC9" w:rsidP="00B65DC9">
      <w:r>
        <w:t>502.8283</w:t>
      </w:r>
      <w:r>
        <w:tab/>
        <w:t>3.038e0</w:t>
      </w:r>
    </w:p>
    <w:p w:rsidR="00B65DC9" w:rsidRDefault="00B65DC9" w:rsidP="00B65DC9">
      <w:r>
        <w:t>502.8868</w:t>
      </w:r>
      <w:r>
        <w:tab/>
        <w:t>2.025e0</w:t>
      </w:r>
    </w:p>
    <w:p w:rsidR="00B65DC9" w:rsidRDefault="00B65DC9" w:rsidP="00B65DC9">
      <w:r>
        <w:t>502.9054</w:t>
      </w:r>
      <w:r>
        <w:tab/>
        <w:t>2.532e-2</w:t>
      </w:r>
    </w:p>
    <w:p w:rsidR="00B65DC9" w:rsidRDefault="00B65DC9" w:rsidP="00B65DC9">
      <w:r>
        <w:t>502.9276</w:t>
      </w:r>
      <w:r>
        <w:tab/>
        <w:t>1.013e0</w:t>
      </w:r>
    </w:p>
    <w:p w:rsidR="00B65DC9" w:rsidRDefault="00B65DC9" w:rsidP="00B65DC9">
      <w:r>
        <w:t>502.9362</w:t>
      </w:r>
      <w:r>
        <w:tab/>
        <w:t>1.013e0</w:t>
      </w:r>
    </w:p>
    <w:p w:rsidR="00B65DC9" w:rsidRDefault="00B65DC9" w:rsidP="00B65DC9">
      <w:r>
        <w:t>502.9713</w:t>
      </w:r>
      <w:r>
        <w:tab/>
        <w:t>1.013e0</w:t>
      </w:r>
    </w:p>
    <w:p w:rsidR="00B65DC9" w:rsidRDefault="00B65DC9" w:rsidP="00B65DC9">
      <w:r>
        <w:t>502.9756</w:t>
      </w:r>
      <w:r>
        <w:tab/>
        <w:t>3.797e-2</w:t>
      </w:r>
    </w:p>
    <w:p w:rsidR="00B65DC9" w:rsidRDefault="00B65DC9" w:rsidP="00B65DC9">
      <w:r>
        <w:t>503.0337</w:t>
      </w:r>
      <w:r>
        <w:tab/>
        <w:t>1.266e-2</w:t>
      </w:r>
    </w:p>
    <w:p w:rsidR="00B65DC9" w:rsidRDefault="00B65DC9" w:rsidP="00B65DC9">
      <w:r>
        <w:t>503.0580</w:t>
      </w:r>
      <w:r>
        <w:tab/>
        <w:t>1.038e0</w:t>
      </w:r>
    </w:p>
    <w:p w:rsidR="00B65DC9" w:rsidRDefault="00B65DC9" w:rsidP="00B65DC9">
      <w:r>
        <w:t>503.0984</w:t>
      </w:r>
      <w:r>
        <w:tab/>
        <w:t>2.025e0</w:t>
      </w:r>
    </w:p>
    <w:p w:rsidR="00B65DC9" w:rsidRDefault="00B65DC9" w:rsidP="00B65DC9">
      <w:r>
        <w:t>503.1071</w:t>
      </w:r>
      <w:r>
        <w:tab/>
        <w:t>1.013e0</w:t>
      </w:r>
    </w:p>
    <w:p w:rsidR="00B65DC9" w:rsidRDefault="00B65DC9" w:rsidP="00B65DC9">
      <w:r>
        <w:lastRenderedPageBreak/>
        <w:t>503.1807</w:t>
      </w:r>
      <w:r>
        <w:tab/>
        <w:t>4.051e0</w:t>
      </w:r>
    </w:p>
    <w:p w:rsidR="00B65DC9" w:rsidRDefault="00B65DC9" w:rsidP="00B65DC9">
      <w:r>
        <w:t>503.1829</w:t>
      </w:r>
      <w:r>
        <w:tab/>
        <w:t>1.025e0</w:t>
      </w:r>
    </w:p>
    <w:p w:rsidR="00B65DC9" w:rsidRDefault="00B65DC9" w:rsidP="00B65DC9">
      <w:r>
        <w:t>503.2086</w:t>
      </w:r>
      <w:r>
        <w:tab/>
        <w:t>4.051e0</w:t>
      </w:r>
    </w:p>
    <w:p w:rsidR="00B65DC9" w:rsidRDefault="00B65DC9" w:rsidP="00B65DC9">
      <w:r>
        <w:t>503.2374</w:t>
      </w:r>
      <w:r>
        <w:tab/>
        <w:t>3.038e0</w:t>
      </w:r>
    </w:p>
    <w:p w:rsidR="00B65DC9" w:rsidRDefault="00B65DC9" w:rsidP="00B65DC9">
      <w:r>
        <w:t>503.2466</w:t>
      </w:r>
      <w:r>
        <w:tab/>
        <w:t>2.025e0</w:t>
      </w:r>
    </w:p>
    <w:p w:rsidR="00B65DC9" w:rsidRDefault="00B65DC9" w:rsidP="00B65DC9">
      <w:r>
        <w:t>503.2686</w:t>
      </w:r>
      <w:r>
        <w:tab/>
        <w:t>1.266e-2</w:t>
      </w:r>
    </w:p>
    <w:p w:rsidR="00B65DC9" w:rsidRDefault="00B65DC9" w:rsidP="00B65DC9">
      <w:r>
        <w:t>503.3230</w:t>
      </w:r>
      <w:r>
        <w:tab/>
        <w:t>3.038e0</w:t>
      </w:r>
    </w:p>
    <w:p w:rsidR="00B65DC9" w:rsidRDefault="00B65DC9" w:rsidP="00B65DC9">
      <w:r>
        <w:t>503.3313</w:t>
      </w:r>
      <w:r>
        <w:tab/>
        <w:t>4.051e0</w:t>
      </w:r>
    </w:p>
    <w:p w:rsidR="00B65DC9" w:rsidRDefault="00B65DC9" w:rsidP="00B65DC9">
      <w:r>
        <w:t>503.3472</w:t>
      </w:r>
      <w:r>
        <w:tab/>
        <w:t>5.063e-2</w:t>
      </w:r>
    </w:p>
    <w:p w:rsidR="00B65DC9" w:rsidRDefault="00B65DC9" w:rsidP="00B65DC9">
      <w:r>
        <w:t>503.3904</w:t>
      </w:r>
      <w:r>
        <w:tab/>
        <w:t>1.013e0</w:t>
      </w:r>
    </w:p>
    <w:p w:rsidR="00B65DC9" w:rsidRDefault="00B65DC9" w:rsidP="00B65DC9">
      <w:r>
        <w:t>503.4281</w:t>
      </w:r>
      <w:r>
        <w:tab/>
        <w:t>1.013e0</w:t>
      </w:r>
    </w:p>
    <w:p w:rsidR="00B65DC9" w:rsidRDefault="00B65DC9" w:rsidP="00B65DC9">
      <w:r>
        <w:t>503.5131</w:t>
      </w:r>
      <w:r>
        <w:tab/>
        <w:t>1.013e0</w:t>
      </w:r>
    </w:p>
    <w:p w:rsidR="00B65DC9" w:rsidRDefault="00B65DC9" w:rsidP="00B65DC9">
      <w:r>
        <w:t>503.5917</w:t>
      </w:r>
      <w:r>
        <w:tab/>
        <w:t>1.013e0</w:t>
      </w:r>
    </w:p>
    <w:p w:rsidR="00B65DC9" w:rsidRDefault="00B65DC9" w:rsidP="00B65DC9">
      <w:r>
        <w:t>503.6086</w:t>
      </w:r>
      <w:r>
        <w:tab/>
        <w:t>1.013e0</w:t>
      </w:r>
    </w:p>
    <w:p w:rsidR="00B65DC9" w:rsidRDefault="00B65DC9" w:rsidP="00B65DC9">
      <w:r>
        <w:t>503.6534</w:t>
      </w:r>
      <w:r>
        <w:tab/>
        <w:t>1.013e0</w:t>
      </w:r>
    </w:p>
    <w:p w:rsidR="00B65DC9" w:rsidRDefault="00B65DC9" w:rsidP="00B65DC9">
      <w:r>
        <w:t>503.6610</w:t>
      </w:r>
      <w:r>
        <w:tab/>
        <w:t>1.013e0</w:t>
      </w:r>
    </w:p>
    <w:p w:rsidR="00B65DC9" w:rsidRDefault="00B65DC9" w:rsidP="00B65DC9">
      <w:r>
        <w:t>503.7047</w:t>
      </w:r>
      <w:r>
        <w:tab/>
        <w:t>1.266e-2</w:t>
      </w:r>
    </w:p>
    <w:p w:rsidR="00B65DC9" w:rsidRDefault="00B65DC9" w:rsidP="00B65DC9">
      <w:r>
        <w:t>503.7268</w:t>
      </w:r>
      <w:r>
        <w:tab/>
        <w:t>1.266e-2</w:t>
      </w:r>
    </w:p>
    <w:p w:rsidR="00B65DC9" w:rsidRDefault="00B65DC9" w:rsidP="00B65DC9">
      <w:r>
        <w:t>503.8445</w:t>
      </w:r>
      <w:r>
        <w:tab/>
        <w:t>1.013e0</w:t>
      </w:r>
    </w:p>
    <w:p w:rsidR="00B65DC9" w:rsidRDefault="00B65DC9" w:rsidP="00B65DC9">
      <w:r>
        <w:lastRenderedPageBreak/>
        <w:t>503.8582</w:t>
      </w:r>
      <w:r>
        <w:tab/>
        <w:t>2.025e0</w:t>
      </w:r>
    </w:p>
    <w:p w:rsidR="00B65DC9" w:rsidRDefault="00B65DC9" w:rsidP="00B65DC9">
      <w:r>
        <w:t>503.8888</w:t>
      </w:r>
      <w:r>
        <w:tab/>
        <w:t>1.266e-2</w:t>
      </w:r>
    </w:p>
    <w:p w:rsidR="00B65DC9" w:rsidRDefault="00B65DC9" w:rsidP="00B65DC9">
      <w:r>
        <w:t>503.9231</w:t>
      </w:r>
      <w:r>
        <w:tab/>
        <w:t>1.013e0</w:t>
      </w:r>
    </w:p>
    <w:p w:rsidR="00B65DC9" w:rsidRDefault="00B65DC9" w:rsidP="00B65DC9">
      <w:r>
        <w:t>503.9493</w:t>
      </w:r>
      <w:r>
        <w:tab/>
        <w:t>1.013e0</w:t>
      </w:r>
    </w:p>
    <w:p w:rsidR="00B65DC9" w:rsidRDefault="00B65DC9" w:rsidP="00B65DC9">
      <w:r>
        <w:t>503.9587</w:t>
      </w:r>
      <w:r>
        <w:tab/>
        <w:t>1.013e0</w:t>
      </w:r>
    </w:p>
    <w:p w:rsidR="00B65DC9" w:rsidRDefault="00B65DC9" w:rsidP="00B65DC9">
      <w:r>
        <w:t>504.0986</w:t>
      </w:r>
      <w:r>
        <w:tab/>
        <w:t>1.013e0</w:t>
      </w:r>
    </w:p>
    <w:p w:rsidR="00B65DC9" w:rsidRDefault="00B65DC9" w:rsidP="00B65DC9">
      <w:r>
        <w:t>504.1259</w:t>
      </w:r>
      <w:r>
        <w:tab/>
        <w:t>2.025e0</w:t>
      </w:r>
    </w:p>
    <w:p w:rsidR="00B65DC9" w:rsidRDefault="00B65DC9" w:rsidP="00B65DC9">
      <w:r>
        <w:t>504.1679</w:t>
      </w:r>
      <w:r>
        <w:tab/>
        <w:t>1.013e0</w:t>
      </w:r>
    </w:p>
    <w:p w:rsidR="00B65DC9" w:rsidRDefault="00B65DC9" w:rsidP="00B65DC9">
      <w:r>
        <w:t>504.1884</w:t>
      </w:r>
      <w:r>
        <w:tab/>
        <w:t>2.025e0</w:t>
      </w:r>
    </w:p>
    <w:p w:rsidR="00B65DC9" w:rsidRDefault="00B65DC9" w:rsidP="00B65DC9">
      <w:r>
        <w:t>504.1989</w:t>
      </w:r>
      <w:r>
        <w:tab/>
        <w:t>2.025e0</w:t>
      </w:r>
    </w:p>
    <w:p w:rsidR="00B65DC9" w:rsidRDefault="00B65DC9" w:rsidP="00B65DC9">
      <w:r>
        <w:t>504.2466</w:t>
      </w:r>
      <w:r>
        <w:tab/>
        <w:t>1.013e0</w:t>
      </w:r>
    </w:p>
    <w:p w:rsidR="00B65DC9" w:rsidRDefault="00B65DC9" w:rsidP="00B65DC9">
      <w:r>
        <w:t>504.2641</w:t>
      </w:r>
      <w:r>
        <w:tab/>
        <w:t>1.266e-2</w:t>
      </w:r>
    </w:p>
    <w:p w:rsidR="00B65DC9" w:rsidRDefault="00B65DC9" w:rsidP="00B65DC9">
      <w:r>
        <w:t>504.2820</w:t>
      </w:r>
      <w:r>
        <w:tab/>
        <w:t>2.051e0</w:t>
      </w:r>
    </w:p>
    <w:p w:rsidR="00B65DC9" w:rsidRDefault="00B65DC9" w:rsidP="00B65DC9">
      <w:r>
        <w:t>504.2872</w:t>
      </w:r>
      <w:r>
        <w:tab/>
        <w:t>2.025e0</w:t>
      </w:r>
    </w:p>
    <w:p w:rsidR="00B65DC9" w:rsidRDefault="00B65DC9" w:rsidP="00B65DC9">
      <w:r>
        <w:t>504.2932</w:t>
      </w:r>
      <w:r>
        <w:tab/>
        <w:t>3.038e0</w:t>
      </w:r>
    </w:p>
    <w:p w:rsidR="00B65DC9" w:rsidRDefault="00B65DC9" w:rsidP="00B65DC9">
      <w:r>
        <w:t>504.3078</w:t>
      </w:r>
      <w:r>
        <w:tab/>
        <w:t>1.266e-2</w:t>
      </w:r>
    </w:p>
    <w:p w:rsidR="00B65DC9" w:rsidRDefault="00B65DC9" w:rsidP="00B65DC9">
      <w:r>
        <w:t>504.3727</w:t>
      </w:r>
      <w:r>
        <w:tab/>
        <w:t>2.025e0</w:t>
      </w:r>
    </w:p>
    <w:p w:rsidR="00B65DC9" w:rsidRDefault="00B65DC9" w:rsidP="00B65DC9">
      <w:r>
        <w:t>504.3838</w:t>
      </w:r>
      <w:r>
        <w:tab/>
        <w:t>1.013e0</w:t>
      </w:r>
    </w:p>
    <w:p w:rsidR="00B65DC9" w:rsidRDefault="00B65DC9" w:rsidP="00B65DC9">
      <w:r>
        <w:t>504.4052</w:t>
      </w:r>
      <w:r>
        <w:tab/>
        <w:t>1.266e-2</w:t>
      </w:r>
    </w:p>
    <w:p w:rsidR="00B65DC9" w:rsidRDefault="00B65DC9" w:rsidP="00B65DC9">
      <w:r>
        <w:lastRenderedPageBreak/>
        <w:t>504.4391</w:t>
      </w:r>
      <w:r>
        <w:tab/>
        <w:t>1.266e-2</w:t>
      </w:r>
    </w:p>
    <w:p w:rsidR="00B65DC9" w:rsidRDefault="00B65DC9" w:rsidP="00B65DC9">
      <w:r>
        <w:t>504.5918</w:t>
      </w:r>
      <w:r>
        <w:tab/>
        <w:t>1.266e-2</w:t>
      </w:r>
    </w:p>
    <w:p w:rsidR="00B65DC9" w:rsidRDefault="00B65DC9" w:rsidP="00B65DC9">
      <w:r>
        <w:t>504.5969</w:t>
      </w:r>
      <w:r>
        <w:tab/>
        <w:t>2.025e0</w:t>
      </w:r>
    </w:p>
    <w:p w:rsidR="00B65DC9" w:rsidRDefault="00B65DC9" w:rsidP="00B65DC9">
      <w:r>
        <w:t>504.6473</w:t>
      </w:r>
      <w:r>
        <w:tab/>
        <w:t>1.013e0</w:t>
      </w:r>
    </w:p>
    <w:p w:rsidR="00B65DC9" w:rsidRDefault="00B65DC9" w:rsidP="00B65DC9">
      <w:r>
        <w:t>504.8244</w:t>
      </w:r>
      <w:r>
        <w:tab/>
        <w:t>2.532e-2</w:t>
      </w:r>
    </w:p>
    <w:p w:rsidR="00B65DC9" w:rsidRDefault="00B65DC9" w:rsidP="00B65DC9">
      <w:r>
        <w:t>504.9106</w:t>
      </w:r>
      <w:r>
        <w:tab/>
        <w:t>3.798e-2</w:t>
      </w:r>
    </w:p>
    <w:p w:rsidR="00B65DC9" w:rsidRDefault="00B65DC9" w:rsidP="00B65DC9">
      <w:r>
        <w:t>504.9286</w:t>
      </w:r>
      <w:r>
        <w:tab/>
        <w:t>1.013e0</w:t>
      </w:r>
    </w:p>
    <w:p w:rsidR="00B65DC9" w:rsidRDefault="00B65DC9" w:rsidP="00B65DC9">
      <w:r>
        <w:t>505.0080</w:t>
      </w:r>
      <w:r>
        <w:tab/>
        <w:t>1.266e-2</w:t>
      </w:r>
    </w:p>
    <w:p w:rsidR="00B65DC9" w:rsidRDefault="00B65DC9" w:rsidP="00B65DC9">
      <w:r>
        <w:t>505.0168</w:t>
      </w:r>
      <w:r>
        <w:tab/>
        <w:t>1.013e0</w:t>
      </w:r>
    </w:p>
    <w:p w:rsidR="00B65DC9" w:rsidRDefault="00B65DC9" w:rsidP="00B65DC9">
      <w:r>
        <w:t>505.0410</w:t>
      </w:r>
      <w:r>
        <w:tab/>
        <w:t>1.266e-2</w:t>
      </w:r>
    </w:p>
    <w:p w:rsidR="00B65DC9" w:rsidRDefault="00B65DC9" w:rsidP="00B65DC9">
      <w:r>
        <w:t>505.0446</w:t>
      </w:r>
      <w:r>
        <w:tab/>
        <w:t>1.266e-2</w:t>
      </w:r>
    </w:p>
    <w:p w:rsidR="00B65DC9" w:rsidRDefault="00B65DC9" w:rsidP="00B65DC9">
      <w:r>
        <w:t>505.0956</w:t>
      </w:r>
      <w:r>
        <w:tab/>
        <w:t>1.013e0</w:t>
      </w:r>
    </w:p>
    <w:p w:rsidR="00B65DC9" w:rsidRDefault="00B65DC9" w:rsidP="00B65DC9">
      <w:r>
        <w:t>505.1010</w:t>
      </w:r>
      <w:r>
        <w:tab/>
        <w:t>2.025e0</w:t>
      </w:r>
    </w:p>
    <w:p w:rsidR="00B65DC9" w:rsidRDefault="00B65DC9" w:rsidP="00B65DC9">
      <w:r>
        <w:t>505.1131</w:t>
      </w:r>
      <w:r>
        <w:tab/>
        <w:t>1.013e0</w:t>
      </w:r>
    </w:p>
    <w:p w:rsidR="00B65DC9" w:rsidRDefault="00B65DC9" w:rsidP="00B65DC9">
      <w:r>
        <w:t>505.1657</w:t>
      </w:r>
      <w:r>
        <w:tab/>
        <w:t>2.025e0</w:t>
      </w:r>
    </w:p>
    <w:p w:rsidR="00B65DC9" w:rsidRDefault="00B65DC9" w:rsidP="00B65DC9">
      <w:r>
        <w:t>505.1823</w:t>
      </w:r>
      <w:r>
        <w:tab/>
        <w:t>2.025e0</w:t>
      </w:r>
    </w:p>
    <w:p w:rsidR="00B65DC9" w:rsidRDefault="00B65DC9" w:rsidP="00B65DC9">
      <w:r>
        <w:t>505.2038</w:t>
      </w:r>
      <w:r>
        <w:tab/>
        <w:t>3.038e0</w:t>
      </w:r>
    </w:p>
    <w:p w:rsidR="00B65DC9" w:rsidRDefault="00B65DC9" w:rsidP="00B65DC9">
      <w:r>
        <w:t>505.2165</w:t>
      </w:r>
      <w:r>
        <w:tab/>
        <w:t>3.038e0</w:t>
      </w:r>
    </w:p>
    <w:p w:rsidR="00B65DC9" w:rsidRDefault="00B65DC9" w:rsidP="00B65DC9">
      <w:r>
        <w:t>505.2191</w:t>
      </w:r>
      <w:r>
        <w:tab/>
        <w:t>2.038e0</w:t>
      </w:r>
    </w:p>
    <w:p w:rsidR="00B65DC9" w:rsidRDefault="00B65DC9" w:rsidP="00B65DC9">
      <w:r>
        <w:lastRenderedPageBreak/>
        <w:t>505.2430</w:t>
      </w:r>
      <w:r>
        <w:tab/>
        <w:t>1.038e0</w:t>
      </w:r>
    </w:p>
    <w:p w:rsidR="00B65DC9" w:rsidRDefault="00B65DC9" w:rsidP="00B65DC9">
      <w:r>
        <w:t>505.2445</w:t>
      </w:r>
      <w:r>
        <w:tab/>
        <w:t>1.266e-2</w:t>
      </w:r>
    </w:p>
    <w:p w:rsidR="00B65DC9" w:rsidRDefault="00B65DC9" w:rsidP="00B65DC9">
      <w:r>
        <w:t>505.2796</w:t>
      </w:r>
      <w:r>
        <w:tab/>
        <w:t>1.013e0</w:t>
      </w:r>
    </w:p>
    <w:p w:rsidR="00B65DC9" w:rsidRDefault="00B65DC9" w:rsidP="00B65DC9">
      <w:r>
        <w:t>505.3412</w:t>
      </w:r>
      <w:r>
        <w:tab/>
        <w:t>3.038e0</w:t>
      </w:r>
    </w:p>
    <w:p w:rsidR="00B65DC9" w:rsidRDefault="00B65DC9" w:rsidP="00B65DC9">
      <w:r>
        <w:t>505.3516</w:t>
      </w:r>
      <w:r>
        <w:tab/>
        <w:t>6.076e0</w:t>
      </w:r>
    </w:p>
    <w:p w:rsidR="00B65DC9" w:rsidRDefault="00B65DC9" w:rsidP="00B65DC9">
      <w:r>
        <w:t>505.3620</w:t>
      </w:r>
      <w:r>
        <w:tab/>
        <w:t>4.051e0</w:t>
      </w:r>
    </w:p>
    <w:p w:rsidR="00B65DC9" w:rsidRDefault="00B65DC9" w:rsidP="00B65DC9">
      <w:r>
        <w:t>505.3654</w:t>
      </w:r>
      <w:r>
        <w:tab/>
        <w:t>2.025e0</w:t>
      </w:r>
    </w:p>
    <w:p w:rsidR="00B65DC9" w:rsidRDefault="00B65DC9" w:rsidP="00B65DC9">
      <w:r>
        <w:t>505.4396</w:t>
      </w:r>
      <w:r>
        <w:tab/>
        <w:t>2.025e0</w:t>
      </w:r>
    </w:p>
    <w:p w:rsidR="00B65DC9" w:rsidRDefault="00B65DC9" w:rsidP="00B65DC9">
      <w:r>
        <w:t>505.5652</w:t>
      </w:r>
      <w:r>
        <w:tab/>
        <w:t>2.025e0</w:t>
      </w:r>
    </w:p>
    <w:p w:rsidR="00B65DC9" w:rsidRDefault="00B65DC9" w:rsidP="00B65DC9">
      <w:r>
        <w:t>505.5951</w:t>
      </w:r>
      <w:r>
        <w:tab/>
        <w:t>1.013e0</w:t>
      </w:r>
    </w:p>
    <w:p w:rsidR="00B65DC9" w:rsidRDefault="00B65DC9" w:rsidP="00B65DC9">
      <w:r>
        <w:t>505.6248</w:t>
      </w:r>
      <w:r>
        <w:tab/>
        <w:t>1.013e0</w:t>
      </w:r>
    </w:p>
    <w:p w:rsidR="00B65DC9" w:rsidRDefault="00B65DC9" w:rsidP="00B65DC9">
      <w:r>
        <w:t>505.6565</w:t>
      </w:r>
      <w:r>
        <w:tab/>
        <w:t>1.013e0</w:t>
      </w:r>
    </w:p>
    <w:p w:rsidR="00B65DC9" w:rsidRDefault="00B65DC9" w:rsidP="00B65DC9">
      <w:r>
        <w:t>505.6614</w:t>
      </w:r>
      <w:r>
        <w:tab/>
        <w:t>1.266e-2</w:t>
      </w:r>
    </w:p>
    <w:p w:rsidR="00B65DC9" w:rsidRDefault="00B65DC9" w:rsidP="00B65DC9">
      <w:r>
        <w:t>505.7010</w:t>
      </w:r>
      <w:r>
        <w:tab/>
        <w:t>1.266e-2</w:t>
      </w:r>
    </w:p>
    <w:p w:rsidR="00B65DC9" w:rsidRDefault="00B65DC9" w:rsidP="00B65DC9">
      <w:r>
        <w:t>505.7091</w:t>
      </w:r>
      <w:r>
        <w:tab/>
        <w:t>1.025e0</w:t>
      </w:r>
    </w:p>
    <w:p w:rsidR="00B65DC9" w:rsidRDefault="00B65DC9" w:rsidP="00B65DC9">
      <w:r>
        <w:t>505.8112</w:t>
      </w:r>
      <w:r>
        <w:tab/>
        <w:t>1.013e0</w:t>
      </w:r>
    </w:p>
    <w:p w:rsidR="00B65DC9" w:rsidRDefault="00B65DC9" w:rsidP="00B65DC9">
      <w:r>
        <w:t>505.8282</w:t>
      </w:r>
      <w:r>
        <w:tab/>
        <w:t>2.025e0</w:t>
      </w:r>
    </w:p>
    <w:p w:rsidR="00B65DC9" w:rsidRDefault="00B65DC9" w:rsidP="00B65DC9">
      <w:r>
        <w:t>505.8486</w:t>
      </w:r>
      <w:r>
        <w:tab/>
        <w:t>1.013e0</w:t>
      </w:r>
    </w:p>
    <w:p w:rsidR="00B65DC9" w:rsidRDefault="00B65DC9" w:rsidP="00B65DC9">
      <w:r>
        <w:t>505.8582</w:t>
      </w:r>
      <w:r>
        <w:tab/>
        <w:t>1.013e0</w:t>
      </w:r>
    </w:p>
    <w:p w:rsidR="00B65DC9" w:rsidRDefault="00B65DC9" w:rsidP="00B65DC9">
      <w:r>
        <w:lastRenderedPageBreak/>
        <w:t>505.8758</w:t>
      </w:r>
      <w:r>
        <w:tab/>
        <w:t>1.013e0</w:t>
      </w:r>
    </w:p>
    <w:p w:rsidR="00B65DC9" w:rsidRDefault="00B65DC9" w:rsidP="00B65DC9">
      <w:r>
        <w:t>505.8877</w:t>
      </w:r>
      <w:r>
        <w:tab/>
        <w:t>1.013e0</w:t>
      </w:r>
    </w:p>
    <w:p w:rsidR="00B65DC9" w:rsidRDefault="00B65DC9" w:rsidP="00B65DC9">
      <w:r>
        <w:t>505.9284</w:t>
      </w:r>
      <w:r>
        <w:tab/>
        <w:t>1.013e0</w:t>
      </w:r>
    </w:p>
    <w:p w:rsidR="00B65DC9" w:rsidRDefault="00B65DC9" w:rsidP="00B65DC9">
      <w:r>
        <w:t>505.9763</w:t>
      </w:r>
      <w:r>
        <w:tab/>
        <w:t>2.025e0</w:t>
      </w:r>
    </w:p>
    <w:p w:rsidR="00B65DC9" w:rsidRDefault="00B65DC9" w:rsidP="00B65DC9">
      <w:r>
        <w:t>506.0337</w:t>
      </w:r>
      <w:r>
        <w:tab/>
        <w:t>1.013e0</w:t>
      </w:r>
    </w:p>
    <w:p w:rsidR="00B65DC9" w:rsidRDefault="00B65DC9" w:rsidP="00B65DC9">
      <w:r>
        <w:t>506.0740</w:t>
      </w:r>
      <w:r>
        <w:tab/>
        <w:t>2.532e-2</w:t>
      </w:r>
    </w:p>
    <w:p w:rsidR="00B65DC9" w:rsidRDefault="00B65DC9" w:rsidP="00B65DC9">
      <w:r>
        <w:t>506.0786</w:t>
      </w:r>
      <w:r>
        <w:tab/>
        <w:t>4.051e0</w:t>
      </w:r>
    </w:p>
    <w:p w:rsidR="00B65DC9" w:rsidRDefault="00B65DC9" w:rsidP="00B65DC9">
      <w:r>
        <w:t>506.1393</w:t>
      </w:r>
      <w:r>
        <w:tab/>
        <w:t>2.532e-2</w:t>
      </w:r>
    </w:p>
    <w:p w:rsidR="00B65DC9" w:rsidRDefault="00B65DC9" w:rsidP="00B65DC9">
      <w:r>
        <w:t>506.1878</w:t>
      </w:r>
      <w:r>
        <w:tab/>
        <w:t>1.013e0</w:t>
      </w:r>
    </w:p>
    <w:p w:rsidR="00B65DC9" w:rsidRDefault="00B65DC9" w:rsidP="00B65DC9">
      <w:r>
        <w:t>506.2712</w:t>
      </w:r>
      <w:r>
        <w:tab/>
        <w:t>2.025e0</w:t>
      </w:r>
    </w:p>
    <w:p w:rsidR="00B65DC9" w:rsidRDefault="00B65DC9" w:rsidP="00B65DC9">
      <w:r>
        <w:t>506.2970</w:t>
      </w:r>
      <w:r>
        <w:tab/>
        <w:t>1.266e-2</w:t>
      </w:r>
    </w:p>
    <w:p w:rsidR="00B65DC9" w:rsidRDefault="00B65DC9" w:rsidP="00B65DC9">
      <w:r>
        <w:t>506.3058</w:t>
      </w:r>
      <w:r>
        <w:tab/>
        <w:t>1.266e-2</w:t>
      </w:r>
    </w:p>
    <w:p w:rsidR="00B65DC9" w:rsidRDefault="00B65DC9" w:rsidP="00B65DC9">
      <w:r>
        <w:t>506.3196</w:t>
      </w:r>
      <w:r>
        <w:tab/>
        <w:t>3.038e0</w:t>
      </w:r>
    </w:p>
    <w:p w:rsidR="00B65DC9" w:rsidRDefault="00B65DC9" w:rsidP="00B65DC9">
      <w:r>
        <w:t>506.3584</w:t>
      </w:r>
      <w:r>
        <w:tab/>
        <w:t>1.025e0</w:t>
      </w:r>
    </w:p>
    <w:p w:rsidR="00B65DC9" w:rsidRDefault="00B65DC9" w:rsidP="00B65DC9">
      <w:r>
        <w:t>506.3622</w:t>
      </w:r>
      <w:r>
        <w:tab/>
        <w:t>2.025e0</w:t>
      </w:r>
    </w:p>
    <w:p w:rsidR="00B65DC9" w:rsidRDefault="00B65DC9" w:rsidP="00B65DC9">
      <w:r>
        <w:t>506.3772</w:t>
      </w:r>
      <w:r>
        <w:tab/>
        <w:t>1.013e0</w:t>
      </w:r>
    </w:p>
    <w:p w:rsidR="00B65DC9" w:rsidRDefault="00B65DC9" w:rsidP="00B65DC9">
      <w:r>
        <w:t>506.4501</w:t>
      </w:r>
      <w:r>
        <w:tab/>
        <w:t>1.013e0</w:t>
      </w:r>
    </w:p>
    <w:p w:rsidR="00B65DC9" w:rsidRDefault="00B65DC9" w:rsidP="00B65DC9">
      <w:r>
        <w:t>506.4868</w:t>
      </w:r>
      <w:r>
        <w:tab/>
        <w:t>2.532e-2</w:t>
      </w:r>
    </w:p>
    <w:p w:rsidR="00B65DC9" w:rsidRDefault="00B65DC9" w:rsidP="00B65DC9">
      <w:r>
        <w:t>506.5419</w:t>
      </w:r>
      <w:r>
        <w:tab/>
        <w:t>1.266e-2</w:t>
      </w:r>
    </w:p>
    <w:p w:rsidR="00B65DC9" w:rsidRDefault="00B65DC9" w:rsidP="00B65DC9">
      <w:r>
        <w:lastRenderedPageBreak/>
        <w:t>506.8054</w:t>
      </w:r>
      <w:r>
        <w:tab/>
        <w:t>1.266e-2</w:t>
      </w:r>
    </w:p>
    <w:p w:rsidR="00B65DC9" w:rsidRDefault="00B65DC9" w:rsidP="00B65DC9">
      <w:r>
        <w:t>506.8064</w:t>
      </w:r>
      <w:r>
        <w:tab/>
        <w:t>1.025e0</w:t>
      </w:r>
    </w:p>
    <w:p w:rsidR="00B65DC9" w:rsidRDefault="00B65DC9" w:rsidP="00B65DC9">
      <w:r>
        <w:t>506.9030</w:t>
      </w:r>
      <w:r>
        <w:tab/>
        <w:t>1.013e0</w:t>
      </w:r>
    </w:p>
    <w:p w:rsidR="00B65DC9" w:rsidRDefault="00B65DC9" w:rsidP="00B65DC9">
      <w:r>
        <w:t>506.9932</w:t>
      </w:r>
      <w:r>
        <w:tab/>
        <w:t>2.852e0</w:t>
      </w:r>
    </w:p>
    <w:p w:rsidR="00B65DC9" w:rsidRDefault="00B65DC9" w:rsidP="00B65DC9">
      <w:r>
        <w:t>507.0038</w:t>
      </w:r>
      <w:r>
        <w:tab/>
        <w:t>2.025e0</w:t>
      </w:r>
    </w:p>
    <w:p w:rsidR="00B65DC9" w:rsidRDefault="00B65DC9" w:rsidP="00B65DC9">
      <w:r>
        <w:t>507.0126</w:t>
      </w:r>
      <w:r>
        <w:tab/>
        <w:t>1.266e-2</w:t>
      </w:r>
    </w:p>
    <w:p w:rsidR="00B65DC9" w:rsidRDefault="00B65DC9" w:rsidP="00B65DC9">
      <w:r>
        <w:t>507.0349</w:t>
      </w:r>
      <w:r>
        <w:tab/>
        <w:t>1.013e0</w:t>
      </w:r>
    </w:p>
    <w:p w:rsidR="00B65DC9" w:rsidRDefault="00B65DC9" w:rsidP="00B65DC9">
      <w:r>
        <w:t>507.0859</w:t>
      </w:r>
      <w:r>
        <w:tab/>
        <w:t>1.266e-2</w:t>
      </w:r>
    </w:p>
    <w:p w:rsidR="00B65DC9" w:rsidRDefault="00B65DC9" w:rsidP="00B65DC9">
      <w:r>
        <w:t>507.0964</w:t>
      </w:r>
      <w:r>
        <w:tab/>
        <w:t>3.038e0</w:t>
      </w:r>
    </w:p>
    <w:p w:rsidR="00B65DC9" w:rsidRDefault="00B65DC9" w:rsidP="00B65DC9">
      <w:r>
        <w:t>507.1075</w:t>
      </w:r>
      <w:r>
        <w:tab/>
        <w:t>1.038e0</w:t>
      </w:r>
    </w:p>
    <w:p w:rsidR="00B65DC9" w:rsidRDefault="00B65DC9" w:rsidP="00B65DC9">
      <w:r>
        <w:t>507.1316</w:t>
      </w:r>
      <w:r>
        <w:tab/>
        <w:t>1.266e-2</w:t>
      </w:r>
    </w:p>
    <w:p w:rsidR="00B65DC9" w:rsidRDefault="00B65DC9" w:rsidP="00B65DC9">
      <w:r>
        <w:t>507.1806</w:t>
      </w:r>
      <w:r>
        <w:tab/>
        <w:t>1.013e0</w:t>
      </w:r>
    </w:p>
    <w:p w:rsidR="00B65DC9" w:rsidRDefault="00B65DC9" w:rsidP="00B65DC9">
      <w:r>
        <w:t>507.1843</w:t>
      </w:r>
      <w:r>
        <w:tab/>
        <w:t>1.266e-2</w:t>
      </w:r>
    </w:p>
    <w:p w:rsidR="00B65DC9" w:rsidRDefault="00B65DC9" w:rsidP="00B65DC9">
      <w:r>
        <w:t>507.2019</w:t>
      </w:r>
      <w:r>
        <w:tab/>
        <w:t>1.013e0</w:t>
      </w:r>
    </w:p>
    <w:p w:rsidR="00B65DC9" w:rsidRDefault="00B65DC9" w:rsidP="00B65DC9">
      <w:r>
        <w:t>507.2459</w:t>
      </w:r>
      <w:r>
        <w:tab/>
        <w:t>1.013e0</w:t>
      </w:r>
    </w:p>
    <w:p w:rsidR="00B65DC9" w:rsidRDefault="00B65DC9" w:rsidP="00B65DC9">
      <w:r>
        <w:t>507.2636</w:t>
      </w:r>
      <w:r>
        <w:tab/>
        <w:t>2.025e0</w:t>
      </w:r>
    </w:p>
    <w:p w:rsidR="00B65DC9" w:rsidRDefault="00B65DC9" w:rsidP="00B65DC9">
      <w:r>
        <w:t>507.2706</w:t>
      </w:r>
      <w:r>
        <w:tab/>
        <w:t>2.532e-2</w:t>
      </w:r>
    </w:p>
    <w:p w:rsidR="00B65DC9" w:rsidRDefault="00B65DC9" w:rsidP="00B65DC9">
      <w:r>
        <w:t>507.3210</w:t>
      </w:r>
      <w:r>
        <w:tab/>
        <w:t>2.532e-2</w:t>
      </w:r>
    </w:p>
    <w:p w:rsidR="00B65DC9" w:rsidRDefault="00B65DC9" w:rsidP="00B65DC9">
      <w:r>
        <w:t>507.3514</w:t>
      </w:r>
      <w:r>
        <w:tab/>
        <w:t>2.025e0</w:t>
      </w:r>
    </w:p>
    <w:p w:rsidR="00B65DC9" w:rsidRDefault="00B65DC9" w:rsidP="00B65DC9">
      <w:r>
        <w:lastRenderedPageBreak/>
        <w:t>507.3768</w:t>
      </w:r>
      <w:r>
        <w:tab/>
        <w:t>3.038e0</w:t>
      </w:r>
    </w:p>
    <w:p w:rsidR="00B65DC9" w:rsidRDefault="00B65DC9" w:rsidP="00B65DC9">
      <w:r>
        <w:t>507.3779</w:t>
      </w:r>
      <w:r>
        <w:tab/>
        <w:t>2.025e0</w:t>
      </w:r>
    </w:p>
    <w:p w:rsidR="00B65DC9" w:rsidRDefault="00B65DC9" w:rsidP="00B65DC9">
      <w:r>
        <w:t>507.4802</w:t>
      </w:r>
      <w:r>
        <w:tab/>
        <w:t>1.013e0</w:t>
      </w:r>
    </w:p>
    <w:p w:rsidR="00B65DC9" w:rsidRDefault="00B65DC9" w:rsidP="00B65DC9">
      <w:r>
        <w:t>507.5104</w:t>
      </w:r>
      <w:r>
        <w:tab/>
        <w:t>1.013e0</w:t>
      </w:r>
    </w:p>
    <w:p w:rsidR="00B65DC9" w:rsidRDefault="00B65DC9" w:rsidP="00B65DC9">
      <w:r>
        <w:t>507.5890</w:t>
      </w:r>
      <w:r>
        <w:tab/>
        <w:t>1.013e0</w:t>
      </w:r>
    </w:p>
    <w:p w:rsidR="00B65DC9" w:rsidRDefault="00B65DC9" w:rsidP="00B65DC9">
      <w:r>
        <w:t>507.6816</w:t>
      </w:r>
      <w:r>
        <w:tab/>
        <w:t>2.025e0</w:t>
      </w:r>
    </w:p>
    <w:p w:rsidR="00B65DC9" w:rsidRDefault="00B65DC9" w:rsidP="00B65DC9">
      <w:r>
        <w:t>507.7798</w:t>
      </w:r>
      <w:r>
        <w:tab/>
        <w:t>1.013e0</w:t>
      </w:r>
    </w:p>
    <w:p w:rsidR="00B65DC9" w:rsidRDefault="00B65DC9" w:rsidP="00B65DC9">
      <w:r>
        <w:t>507.7866</w:t>
      </w:r>
      <w:r>
        <w:tab/>
        <w:t>2.025e0</w:t>
      </w:r>
    </w:p>
    <w:p w:rsidR="00B65DC9" w:rsidRDefault="00B65DC9" w:rsidP="00B65DC9">
      <w:r>
        <w:t>507.8625</w:t>
      </w:r>
      <w:r>
        <w:tab/>
        <w:t>1.013e0</w:t>
      </w:r>
    </w:p>
    <w:p w:rsidR="00B65DC9" w:rsidRDefault="00B65DC9" w:rsidP="00B65DC9">
      <w:r>
        <w:t>507.9058</w:t>
      </w:r>
      <w:r>
        <w:tab/>
        <w:t>1.013e0</w:t>
      </w:r>
    </w:p>
    <w:p w:rsidR="00B65DC9" w:rsidRDefault="00B65DC9" w:rsidP="00B65DC9">
      <w:r>
        <w:t>507.9537</w:t>
      </w:r>
      <w:r>
        <w:tab/>
        <w:t>2.025e0</w:t>
      </w:r>
    </w:p>
    <w:p w:rsidR="00B65DC9" w:rsidRDefault="00B65DC9" w:rsidP="00B65DC9">
      <w:r>
        <w:t>507.9675</w:t>
      </w:r>
      <w:r>
        <w:tab/>
        <w:t>2.025e0</w:t>
      </w:r>
    </w:p>
    <w:p w:rsidR="00B65DC9" w:rsidRDefault="00B65DC9" w:rsidP="00B65DC9">
      <w:r>
        <w:t>508.0250</w:t>
      </w:r>
      <w:r>
        <w:tab/>
        <w:t>2.038e0</w:t>
      </w:r>
    </w:p>
    <w:p w:rsidR="00B65DC9" w:rsidRDefault="00B65DC9" w:rsidP="00B65DC9">
      <w:r>
        <w:t>508.0795</w:t>
      </w:r>
      <w:r>
        <w:tab/>
        <w:t>1.013e0</w:t>
      </w:r>
    </w:p>
    <w:p w:rsidR="00B65DC9" w:rsidRDefault="00B65DC9" w:rsidP="00B65DC9">
      <w:r>
        <w:t>508.1008</w:t>
      </w:r>
      <w:r>
        <w:tab/>
        <w:t>1.266e-2</w:t>
      </w:r>
    </w:p>
    <w:p w:rsidR="00B65DC9" w:rsidRDefault="00B65DC9" w:rsidP="00B65DC9">
      <w:r>
        <w:t>508.1084</w:t>
      </w:r>
      <w:r>
        <w:tab/>
        <w:t>1.266e-2</w:t>
      </w:r>
    </w:p>
    <w:p w:rsidR="00B65DC9" w:rsidRDefault="00B65DC9" w:rsidP="00B65DC9">
      <w:r>
        <w:t>508.1446</w:t>
      </w:r>
      <w:r>
        <w:tab/>
        <w:t>6.076e0</w:t>
      </w:r>
    </w:p>
    <w:p w:rsidR="00B65DC9" w:rsidRDefault="00B65DC9" w:rsidP="00B65DC9">
      <w:r>
        <w:t>508.1627</w:t>
      </w:r>
      <w:r>
        <w:tab/>
        <w:t>2.025e0</w:t>
      </w:r>
    </w:p>
    <w:p w:rsidR="00B65DC9" w:rsidRDefault="00B65DC9" w:rsidP="00B65DC9">
      <w:r>
        <w:t>508.1999</w:t>
      </w:r>
      <w:r>
        <w:tab/>
        <w:t>2.025e0</w:t>
      </w:r>
    </w:p>
    <w:p w:rsidR="00B65DC9" w:rsidRDefault="00B65DC9" w:rsidP="00B65DC9">
      <w:r>
        <w:lastRenderedPageBreak/>
        <w:t>508.2053</w:t>
      </w:r>
      <w:r>
        <w:tab/>
        <w:t>4.051e0</w:t>
      </w:r>
    </w:p>
    <w:p w:rsidR="00B65DC9" w:rsidRDefault="00B65DC9" w:rsidP="00B65DC9">
      <w:r>
        <w:t>508.2195</w:t>
      </w:r>
      <w:r>
        <w:tab/>
        <w:t>4.051e0</w:t>
      </w:r>
    </w:p>
    <w:p w:rsidR="00B65DC9" w:rsidRDefault="00B65DC9" w:rsidP="00B65DC9">
      <w:r>
        <w:t>508.2690</w:t>
      </w:r>
      <w:r>
        <w:tab/>
        <w:t>2.025e0</w:t>
      </w:r>
    </w:p>
    <w:p w:rsidR="00B65DC9" w:rsidRDefault="00B65DC9" w:rsidP="00B65DC9">
      <w:r>
        <w:t>508.2888</w:t>
      </w:r>
      <w:r>
        <w:tab/>
        <w:t>2.025e0</w:t>
      </w:r>
    </w:p>
    <w:p w:rsidR="00B65DC9" w:rsidRDefault="00B65DC9" w:rsidP="00B65DC9">
      <w:r>
        <w:t>508.2933</w:t>
      </w:r>
      <w:r>
        <w:tab/>
        <w:t>2.025e0</w:t>
      </w:r>
    </w:p>
    <w:p w:rsidR="00B65DC9" w:rsidRDefault="00B65DC9" w:rsidP="00B65DC9">
      <w:r>
        <w:t>508.4189</w:t>
      </w:r>
      <w:r>
        <w:tab/>
        <w:t>1.013e0</w:t>
      </w:r>
    </w:p>
    <w:p w:rsidR="00B65DC9" w:rsidRDefault="00B65DC9" w:rsidP="00B65DC9">
      <w:r>
        <w:t>508.4347</w:t>
      </w:r>
      <w:r>
        <w:tab/>
        <w:t>2.038e0</w:t>
      </w:r>
    </w:p>
    <w:p w:rsidR="00B65DC9" w:rsidRDefault="00B65DC9" w:rsidP="00B65DC9">
      <w:r>
        <w:t>508.5622</w:t>
      </w:r>
      <w:r>
        <w:tab/>
        <w:t>2.025e0</w:t>
      </w:r>
    </w:p>
    <w:p w:rsidR="00B65DC9" w:rsidRDefault="00B65DC9" w:rsidP="00B65DC9">
      <w:r>
        <w:t>508.5982</w:t>
      </w:r>
      <w:r>
        <w:tab/>
        <w:t>2.025e0</w:t>
      </w:r>
    </w:p>
    <w:p w:rsidR="00B65DC9" w:rsidRDefault="00B65DC9" w:rsidP="00B65DC9">
      <w:r>
        <w:t>508.6061</w:t>
      </w:r>
      <w:r>
        <w:tab/>
        <w:t>1.013e0</w:t>
      </w:r>
    </w:p>
    <w:p w:rsidR="00B65DC9" w:rsidRDefault="00B65DC9" w:rsidP="00B65DC9">
      <w:r>
        <w:t>508.6367</w:t>
      </w:r>
      <w:r>
        <w:tab/>
        <w:t>2.025e0</w:t>
      </w:r>
    </w:p>
    <w:p w:rsidR="00B65DC9" w:rsidRDefault="00B65DC9" w:rsidP="00B65DC9">
      <w:r>
        <w:t>508.6794</w:t>
      </w:r>
      <w:r>
        <w:tab/>
        <w:t>1.013e0</w:t>
      </w:r>
    </w:p>
    <w:p w:rsidR="00B65DC9" w:rsidRDefault="00B65DC9" w:rsidP="00B65DC9">
      <w:r>
        <w:t>508.7553</w:t>
      </w:r>
      <w:r>
        <w:tab/>
        <w:t>1.013e0</w:t>
      </w:r>
    </w:p>
    <w:p w:rsidR="00B65DC9" w:rsidRDefault="00B65DC9" w:rsidP="00B65DC9">
      <w:r>
        <w:t>508.8399</w:t>
      </w:r>
      <w:r>
        <w:tab/>
        <w:t>1.025e0</w:t>
      </w:r>
    </w:p>
    <w:p w:rsidR="00B65DC9" w:rsidRDefault="00B65DC9" w:rsidP="00B65DC9">
      <w:r>
        <w:t>508.8752</w:t>
      </w:r>
      <w:r>
        <w:tab/>
        <w:t>3.038e0</w:t>
      </w:r>
    </w:p>
    <w:p w:rsidR="00B65DC9" w:rsidRDefault="00B65DC9" w:rsidP="00B65DC9">
      <w:r>
        <w:t>508.8899</w:t>
      </w:r>
      <w:r>
        <w:tab/>
        <w:t>5.063e0</w:t>
      </w:r>
    </w:p>
    <w:p w:rsidR="00B65DC9" w:rsidRDefault="00B65DC9" w:rsidP="00B65DC9">
      <w:r>
        <w:t>508.8959</w:t>
      </w:r>
      <w:r>
        <w:tab/>
        <w:t>2.025e0</w:t>
      </w:r>
    </w:p>
    <w:p w:rsidR="00B65DC9" w:rsidRDefault="00B65DC9" w:rsidP="00B65DC9">
      <w:r>
        <w:t>508.9104</w:t>
      </w:r>
      <w:r>
        <w:tab/>
        <w:t>1.266e-2</w:t>
      </w:r>
    </w:p>
    <w:p w:rsidR="00B65DC9" w:rsidRDefault="00B65DC9" w:rsidP="00B65DC9">
      <w:r>
        <w:t>508.9457</w:t>
      </w:r>
      <w:r>
        <w:tab/>
        <w:t>1.025e0</w:t>
      </w:r>
    </w:p>
    <w:p w:rsidR="00B65DC9" w:rsidRDefault="00B65DC9" w:rsidP="00B65DC9">
      <w:r>
        <w:lastRenderedPageBreak/>
        <w:t>508.9545</w:t>
      </w:r>
      <w:r>
        <w:tab/>
        <w:t>1.013e0</w:t>
      </w:r>
    </w:p>
    <w:p w:rsidR="00B65DC9" w:rsidRDefault="00B65DC9" w:rsidP="00B65DC9">
      <w:r>
        <w:t>509.0081</w:t>
      </w:r>
      <w:r>
        <w:tab/>
        <w:t>1.266e-2</w:t>
      </w:r>
    </w:p>
    <w:p w:rsidR="00B65DC9" w:rsidRDefault="00B65DC9" w:rsidP="00B65DC9">
      <w:r>
        <w:t>509.0366</w:t>
      </w:r>
      <w:r>
        <w:tab/>
        <w:t>1.266e-2</w:t>
      </w:r>
    </w:p>
    <w:p w:rsidR="00B65DC9" w:rsidRDefault="00B65DC9" w:rsidP="00B65DC9">
      <w:r>
        <w:t>509.0934</w:t>
      </w:r>
      <w:r>
        <w:tab/>
        <w:t>3.038e0</w:t>
      </w:r>
    </w:p>
    <w:p w:rsidR="00B65DC9" w:rsidRDefault="00B65DC9" w:rsidP="00B65DC9">
      <w:r>
        <w:t>509.1053</w:t>
      </w:r>
      <w:r>
        <w:tab/>
        <w:t>3.038e0</w:t>
      </w:r>
    </w:p>
    <w:p w:rsidR="00B65DC9" w:rsidRDefault="00B65DC9" w:rsidP="00B65DC9">
      <w:r>
        <w:t>509.1093</w:t>
      </w:r>
      <w:r>
        <w:tab/>
        <w:t>3.051e0</w:t>
      </w:r>
    </w:p>
    <w:p w:rsidR="00B65DC9" w:rsidRDefault="00B65DC9" w:rsidP="00B65DC9">
      <w:r>
        <w:t>509.1840</w:t>
      </w:r>
      <w:r>
        <w:tab/>
        <w:t>2.025e0</w:t>
      </w:r>
    </w:p>
    <w:p w:rsidR="00B65DC9" w:rsidRDefault="00B65DC9" w:rsidP="00B65DC9">
      <w:r>
        <w:t>509.1984</w:t>
      </w:r>
      <w:r>
        <w:tab/>
        <w:t>2.025e0</w:t>
      </w:r>
    </w:p>
    <w:p w:rsidR="00B65DC9" w:rsidRDefault="00B65DC9" w:rsidP="00B65DC9">
      <w:r>
        <w:t>509.2615</w:t>
      </w:r>
      <w:r>
        <w:tab/>
        <w:t>3.038e0</w:t>
      </w:r>
    </w:p>
    <w:p w:rsidR="00B65DC9" w:rsidRDefault="00B65DC9" w:rsidP="00B65DC9">
      <w:r>
        <w:t>509.2762</w:t>
      </w:r>
      <w:r>
        <w:tab/>
        <w:t>2.532e-2</w:t>
      </w:r>
    </w:p>
    <w:p w:rsidR="00B65DC9" w:rsidRDefault="00B65DC9" w:rsidP="00B65DC9">
      <w:r>
        <w:t>509.2787</w:t>
      </w:r>
      <w:r>
        <w:tab/>
        <w:t>1.013e0</w:t>
      </w:r>
    </w:p>
    <w:p w:rsidR="00B65DC9" w:rsidRDefault="00B65DC9" w:rsidP="00B65DC9">
      <w:r>
        <w:t>509.3210</w:t>
      </w:r>
      <w:r>
        <w:tab/>
        <w:t>2.025e0</w:t>
      </w:r>
    </w:p>
    <w:p w:rsidR="00B65DC9" w:rsidRDefault="00B65DC9" w:rsidP="00B65DC9">
      <w:r>
        <w:t>509.3663</w:t>
      </w:r>
      <w:r>
        <w:tab/>
        <w:t>2.025e0</w:t>
      </w:r>
    </w:p>
    <w:p w:rsidR="00B65DC9" w:rsidRDefault="00B65DC9" w:rsidP="00B65DC9">
      <w:r>
        <w:t>509.3693</w:t>
      </w:r>
      <w:r>
        <w:tab/>
        <w:t>1.266e-2</w:t>
      </w:r>
    </w:p>
    <w:p w:rsidR="00B65DC9" w:rsidRDefault="00B65DC9" w:rsidP="00B65DC9">
      <w:r>
        <w:t>509.3912</w:t>
      </w:r>
      <w:r>
        <w:tab/>
        <w:t>1.013e0</w:t>
      </w:r>
    </w:p>
    <w:p w:rsidR="00B65DC9" w:rsidRDefault="00B65DC9" w:rsidP="00B65DC9">
      <w:r>
        <w:t>509.4095</w:t>
      </w:r>
      <w:r>
        <w:tab/>
        <w:t>1.013e0</w:t>
      </w:r>
    </w:p>
    <w:p w:rsidR="00B65DC9" w:rsidRDefault="00B65DC9" w:rsidP="00B65DC9">
      <w:r>
        <w:t>509.4462</w:t>
      </w:r>
      <w:r>
        <w:tab/>
        <w:t>1.266e-2</w:t>
      </w:r>
    </w:p>
    <w:p w:rsidR="00B65DC9" w:rsidRDefault="00B65DC9" w:rsidP="00B65DC9">
      <w:r>
        <w:t>509.4924</w:t>
      </w:r>
      <w:r>
        <w:tab/>
        <w:t>1.025e0</w:t>
      </w:r>
    </w:p>
    <w:p w:rsidR="00B65DC9" w:rsidRDefault="00B65DC9" w:rsidP="00B65DC9">
      <w:r>
        <w:t>509.5635</w:t>
      </w:r>
      <w:r>
        <w:tab/>
        <w:t>1.266e-2</w:t>
      </w:r>
    </w:p>
    <w:p w:rsidR="00B65DC9" w:rsidRDefault="00B65DC9" w:rsidP="00B65DC9">
      <w:r>
        <w:lastRenderedPageBreak/>
        <w:t>509.5900</w:t>
      </w:r>
      <w:r>
        <w:tab/>
        <w:t>1.013e0</w:t>
      </w:r>
    </w:p>
    <w:p w:rsidR="00B65DC9" w:rsidRDefault="00B65DC9" w:rsidP="00B65DC9">
      <w:r>
        <w:t>509.6379</w:t>
      </w:r>
      <w:r>
        <w:tab/>
        <w:t>3.038e0</w:t>
      </w:r>
    </w:p>
    <w:p w:rsidR="00B65DC9" w:rsidRDefault="00B65DC9" w:rsidP="00B65DC9">
      <w:r>
        <w:t>509.8224</w:t>
      </w:r>
      <w:r>
        <w:tab/>
        <w:t>1.013e0</w:t>
      </w:r>
    </w:p>
    <w:p w:rsidR="00B65DC9" w:rsidRDefault="00B65DC9" w:rsidP="00B65DC9">
      <w:r>
        <w:t>509.8462</w:t>
      </w:r>
      <w:r>
        <w:tab/>
        <w:t>1.013e0</w:t>
      </w:r>
    </w:p>
    <w:p w:rsidR="00B65DC9" w:rsidRDefault="00B65DC9" w:rsidP="00B65DC9">
      <w:r>
        <w:t>509.8727</w:t>
      </w:r>
      <w:r>
        <w:tab/>
        <w:t>1.013e0</w:t>
      </w:r>
    </w:p>
    <w:p w:rsidR="00B65DC9" w:rsidRDefault="00B65DC9" w:rsidP="00B65DC9">
      <w:r>
        <w:t>509.8776</w:t>
      </w:r>
      <w:r>
        <w:tab/>
        <w:t>2.051e0</w:t>
      </w:r>
    </w:p>
    <w:p w:rsidR="00B65DC9" w:rsidRDefault="00B65DC9" w:rsidP="00B65DC9">
      <w:r>
        <w:t>509.8957</w:t>
      </w:r>
      <w:r>
        <w:tab/>
        <w:t>1.013e0</w:t>
      </w:r>
    </w:p>
    <w:p w:rsidR="00B65DC9" w:rsidRDefault="00B65DC9" w:rsidP="00B65DC9">
      <w:r>
        <w:t>509.9264</w:t>
      </w:r>
      <w:r>
        <w:tab/>
        <w:t>1.013e0</w:t>
      </w:r>
    </w:p>
    <w:p w:rsidR="00B65DC9" w:rsidRDefault="00B65DC9" w:rsidP="00B65DC9">
      <w:r>
        <w:t>509.9353</w:t>
      </w:r>
      <w:r>
        <w:tab/>
        <w:t>1.266e-2</w:t>
      </w:r>
    </w:p>
    <w:p w:rsidR="00B65DC9" w:rsidRDefault="00B65DC9" w:rsidP="00B65DC9">
      <w:r>
        <w:t>509.9522</w:t>
      </w:r>
      <w:r>
        <w:tab/>
        <w:t>2.025e0</w:t>
      </w:r>
    </w:p>
    <w:p w:rsidR="00B65DC9" w:rsidRDefault="00B65DC9" w:rsidP="00B65DC9">
      <w:r>
        <w:t>510.0096</w:t>
      </w:r>
      <w:r>
        <w:tab/>
        <w:t>1.013e0</w:t>
      </w:r>
    </w:p>
    <w:p w:rsidR="00B65DC9" w:rsidRDefault="00B65DC9" w:rsidP="00B65DC9">
      <w:r>
        <w:t>510.0406</w:t>
      </w:r>
      <w:r>
        <w:tab/>
        <w:t>2.025e0</w:t>
      </w:r>
    </w:p>
    <w:p w:rsidR="00B65DC9" w:rsidRDefault="00B65DC9" w:rsidP="00B65DC9">
      <w:r>
        <w:t>510.0805</w:t>
      </w:r>
      <w:r>
        <w:tab/>
        <w:t>2.025e0</w:t>
      </w:r>
    </w:p>
    <w:p w:rsidR="00B65DC9" w:rsidRDefault="00B65DC9" w:rsidP="00B65DC9">
      <w:r>
        <w:t>510.1624</w:t>
      </w:r>
      <w:r>
        <w:tab/>
        <w:t>2.025e0</w:t>
      </w:r>
    </w:p>
    <w:p w:rsidR="00B65DC9" w:rsidRDefault="00B65DC9" w:rsidP="00B65DC9">
      <w:r>
        <w:t>510.1909</w:t>
      </w:r>
      <w:r>
        <w:tab/>
        <w:t>2.025e0</w:t>
      </w:r>
    </w:p>
    <w:p w:rsidR="00B65DC9" w:rsidRDefault="00B65DC9" w:rsidP="00B65DC9">
      <w:r>
        <w:t>510.2004</w:t>
      </w:r>
      <w:r>
        <w:tab/>
        <w:t>1.013e0</w:t>
      </w:r>
    </w:p>
    <w:p w:rsidR="00B65DC9" w:rsidRDefault="00B65DC9" w:rsidP="00B65DC9">
      <w:r>
        <w:t>510.2174</w:t>
      </w:r>
      <w:r>
        <w:tab/>
        <w:t>2.532e-2</w:t>
      </w:r>
    </w:p>
    <w:p w:rsidR="00B65DC9" w:rsidRDefault="00B65DC9" w:rsidP="00B65DC9">
      <w:r>
        <w:t>510.2557</w:t>
      </w:r>
      <w:r>
        <w:tab/>
        <w:t>2.532e-2</w:t>
      </w:r>
    </w:p>
    <w:p w:rsidR="00B65DC9" w:rsidRDefault="00B65DC9" w:rsidP="00B65DC9">
      <w:r>
        <w:t>510.2758</w:t>
      </w:r>
      <w:r>
        <w:tab/>
        <w:t>2.025e0</w:t>
      </w:r>
    </w:p>
    <w:p w:rsidR="00B65DC9" w:rsidRDefault="00B65DC9" w:rsidP="00B65DC9">
      <w:r>
        <w:lastRenderedPageBreak/>
        <w:t>510.2878</w:t>
      </w:r>
      <w:r>
        <w:tab/>
        <w:t>6.076e0</w:t>
      </w:r>
    </w:p>
    <w:p w:rsidR="00B65DC9" w:rsidRDefault="00B65DC9" w:rsidP="00B65DC9">
      <w:r>
        <w:t>510.2941</w:t>
      </w:r>
      <w:r>
        <w:tab/>
        <w:t>3.038e0</w:t>
      </w:r>
    </w:p>
    <w:p w:rsidR="00B65DC9" w:rsidRDefault="00B65DC9" w:rsidP="00B65DC9">
      <w:r>
        <w:t>510.3151</w:t>
      </w:r>
      <w:r>
        <w:tab/>
        <w:t>2.532e-2</w:t>
      </w:r>
    </w:p>
    <w:p w:rsidR="00B65DC9" w:rsidRDefault="00B65DC9" w:rsidP="00B65DC9">
      <w:r>
        <w:t>510.3346</w:t>
      </w:r>
      <w:r>
        <w:tab/>
        <w:t>2.532e-2</w:t>
      </w:r>
    </w:p>
    <w:p w:rsidR="00B65DC9" w:rsidRDefault="00B65DC9" w:rsidP="00B65DC9">
      <w:r>
        <w:t>510.4038</w:t>
      </w:r>
      <w:r>
        <w:tab/>
        <w:t>1.013e0</w:t>
      </w:r>
    </w:p>
    <w:p w:rsidR="00B65DC9" w:rsidRDefault="00B65DC9" w:rsidP="00B65DC9">
      <w:r>
        <w:t>510.4339</w:t>
      </w:r>
      <w:r>
        <w:tab/>
        <w:t>2.025e0</w:t>
      </w:r>
    </w:p>
    <w:p w:rsidR="00B65DC9" w:rsidRDefault="00B65DC9" w:rsidP="00B65DC9">
      <w:r>
        <w:t>510.4591</w:t>
      </w:r>
      <w:r>
        <w:tab/>
        <w:t>1.013e0</w:t>
      </w:r>
    </w:p>
    <w:p w:rsidR="00B65DC9" w:rsidRDefault="00B65DC9" w:rsidP="00B65DC9">
      <w:r>
        <w:t>510.6083</w:t>
      </w:r>
      <w:r>
        <w:tab/>
        <w:t>1.013e0</w:t>
      </w:r>
    </w:p>
    <w:p w:rsidR="00B65DC9" w:rsidRDefault="00B65DC9" w:rsidP="00B65DC9">
      <w:r>
        <w:t>510.6239</w:t>
      </w:r>
      <w:r>
        <w:tab/>
        <w:t>2.025e0</w:t>
      </w:r>
    </w:p>
    <w:p w:rsidR="00B65DC9" w:rsidRDefault="00B65DC9" w:rsidP="00B65DC9">
      <w:r>
        <w:t>510.6420</w:t>
      </w:r>
      <w:r>
        <w:tab/>
        <w:t>2.025e0</w:t>
      </w:r>
    </w:p>
    <w:p w:rsidR="00B65DC9" w:rsidRDefault="00B65DC9" w:rsidP="00B65DC9">
      <w:r>
        <w:t>510.8102</w:t>
      </w:r>
      <w:r>
        <w:tab/>
        <w:t>1.266e-2</w:t>
      </w:r>
    </w:p>
    <w:p w:rsidR="00B65DC9" w:rsidRDefault="00B65DC9" w:rsidP="00B65DC9">
      <w:r>
        <w:t>510.8236</w:t>
      </w:r>
      <w:r>
        <w:tab/>
        <w:t>2.532e-2</w:t>
      </w:r>
    </w:p>
    <w:p w:rsidR="00B65DC9" w:rsidRDefault="00B65DC9" w:rsidP="00B65DC9">
      <w:r>
        <w:t>510.9240</w:t>
      </w:r>
      <w:r>
        <w:tab/>
        <w:t>1.013e0</w:t>
      </w:r>
    </w:p>
    <w:p w:rsidR="00B65DC9" w:rsidRDefault="00B65DC9" w:rsidP="00B65DC9">
      <w:r>
        <w:t>510.9783</w:t>
      </w:r>
      <w:r>
        <w:tab/>
        <w:t>2.025e0</w:t>
      </w:r>
    </w:p>
    <w:p w:rsidR="00B65DC9" w:rsidRDefault="00B65DC9" w:rsidP="00B65DC9">
      <w:r>
        <w:t>511.0181</w:t>
      </w:r>
      <w:r>
        <w:tab/>
        <w:t>1.266e-2</w:t>
      </w:r>
    </w:p>
    <w:p w:rsidR="00B65DC9" w:rsidRDefault="00B65DC9" w:rsidP="00B65DC9">
      <w:r>
        <w:t>511.0363</w:t>
      </w:r>
      <w:r>
        <w:tab/>
        <w:t>2.025e0</w:t>
      </w:r>
    </w:p>
    <w:p w:rsidR="00B65DC9" w:rsidRDefault="00B65DC9" w:rsidP="00B65DC9">
      <w:r>
        <w:t>511.0656</w:t>
      </w:r>
      <w:r>
        <w:tab/>
        <w:t>2.025e0</w:t>
      </w:r>
    </w:p>
    <w:p w:rsidR="00B65DC9" w:rsidRDefault="00B65DC9" w:rsidP="00B65DC9">
      <w:r>
        <w:t>511.0830</w:t>
      </w:r>
      <w:r>
        <w:tab/>
        <w:t>2.532e-2</w:t>
      </w:r>
    </w:p>
    <w:p w:rsidR="00B65DC9" w:rsidRDefault="00B65DC9" w:rsidP="00B65DC9">
      <w:r>
        <w:t>511.1200</w:t>
      </w:r>
      <w:r>
        <w:tab/>
        <w:t>1.013e0</w:t>
      </w:r>
    </w:p>
    <w:p w:rsidR="00B65DC9" w:rsidRDefault="00B65DC9" w:rsidP="00B65DC9">
      <w:r>
        <w:lastRenderedPageBreak/>
        <w:t>511.1600</w:t>
      </w:r>
      <w:r>
        <w:tab/>
        <w:t>2.025e0</w:t>
      </w:r>
    </w:p>
    <w:p w:rsidR="00B65DC9" w:rsidRDefault="00B65DC9" w:rsidP="00B65DC9">
      <w:r>
        <w:t>511.1909</w:t>
      </w:r>
      <w:r>
        <w:tab/>
        <w:t>1.013e0</w:t>
      </w:r>
    </w:p>
    <w:p w:rsidR="00B65DC9" w:rsidRDefault="00B65DC9" w:rsidP="00B65DC9">
      <w:r>
        <w:t>511.1970</w:t>
      </w:r>
      <w:r>
        <w:tab/>
        <w:t>2.025e0</w:t>
      </w:r>
    </w:p>
    <w:p w:rsidR="00B65DC9" w:rsidRDefault="00B65DC9" w:rsidP="00B65DC9">
      <w:r>
        <w:t>511.1997</w:t>
      </w:r>
      <w:r>
        <w:tab/>
        <w:t>1.266e-2</w:t>
      </w:r>
    </w:p>
    <w:p w:rsidR="00B65DC9" w:rsidRDefault="00B65DC9" w:rsidP="00B65DC9">
      <w:r>
        <w:t>511.2398</w:t>
      </w:r>
      <w:r>
        <w:tab/>
        <w:t>3.798e-2</w:t>
      </w:r>
    </w:p>
    <w:p w:rsidR="00B65DC9" w:rsidRDefault="00B65DC9" w:rsidP="00B65DC9">
      <w:r>
        <w:t>511.2718</w:t>
      </w:r>
      <w:r>
        <w:tab/>
        <w:t>2.025e0</w:t>
      </w:r>
    </w:p>
    <w:p w:rsidR="00B65DC9" w:rsidRDefault="00B65DC9" w:rsidP="00B65DC9">
      <w:r>
        <w:t>511.3067</w:t>
      </w:r>
      <w:r>
        <w:tab/>
        <w:t>2.532e-2</w:t>
      </w:r>
    </w:p>
    <w:p w:rsidR="00B65DC9" w:rsidRDefault="00B65DC9" w:rsidP="00B65DC9">
      <w:r>
        <w:t>511.3799</w:t>
      </w:r>
      <w:r>
        <w:tab/>
        <w:t>3.038e0</w:t>
      </w:r>
    </w:p>
    <w:p w:rsidR="00B65DC9" w:rsidRDefault="00B65DC9" w:rsidP="00B65DC9">
      <w:r>
        <w:t>511.3946</w:t>
      </w:r>
      <w:r>
        <w:tab/>
        <w:t>2.025e0</w:t>
      </w:r>
    </w:p>
    <w:p w:rsidR="00B65DC9" w:rsidRDefault="00B65DC9" w:rsidP="00B65DC9">
      <w:r>
        <w:t>511.4308</w:t>
      </w:r>
      <w:r>
        <w:tab/>
        <w:t>1.013e0</w:t>
      </w:r>
    </w:p>
    <w:p w:rsidR="00B65DC9" w:rsidRDefault="00B65DC9" w:rsidP="00B65DC9">
      <w:r>
        <w:t>511.4573</w:t>
      </w:r>
      <w:r>
        <w:tab/>
        <w:t>1.013e0</w:t>
      </w:r>
    </w:p>
    <w:p w:rsidR="00B65DC9" w:rsidRDefault="00B65DC9" w:rsidP="00B65DC9">
      <w:r>
        <w:t>511.4651</w:t>
      </w:r>
      <w:r>
        <w:tab/>
        <w:t>2.025e0</w:t>
      </w:r>
    </w:p>
    <w:p w:rsidR="00B65DC9" w:rsidRDefault="00B65DC9" w:rsidP="00B65DC9">
      <w:r>
        <w:t>511.4968</w:t>
      </w:r>
      <w:r>
        <w:tab/>
        <w:t>3.038e0</w:t>
      </w:r>
    </w:p>
    <w:p w:rsidR="00B65DC9" w:rsidRDefault="00B65DC9" w:rsidP="00B65DC9">
      <w:r>
        <w:t>511.5187</w:t>
      </w:r>
      <w:r>
        <w:tab/>
        <w:t>1.013e0</w:t>
      </w:r>
    </w:p>
    <w:p w:rsidR="00B65DC9" w:rsidRDefault="00B65DC9" w:rsidP="00B65DC9">
      <w:r>
        <w:t>511.5320</w:t>
      </w:r>
      <w:r>
        <w:tab/>
        <w:t>2.025e0</w:t>
      </w:r>
    </w:p>
    <w:p w:rsidR="00B65DC9" w:rsidRDefault="00B65DC9" w:rsidP="00B65DC9">
      <w:r>
        <w:t>511.5637</w:t>
      </w:r>
      <w:r>
        <w:tab/>
        <w:t>1.266e-2</w:t>
      </w:r>
    </w:p>
    <w:p w:rsidR="00B65DC9" w:rsidRDefault="00B65DC9" w:rsidP="00B65DC9">
      <w:r>
        <w:t>511.5807</w:t>
      </w:r>
      <w:r>
        <w:tab/>
        <w:t>1.266e-2</w:t>
      </w:r>
    </w:p>
    <w:p w:rsidR="00B65DC9" w:rsidRDefault="00B65DC9" w:rsidP="00B65DC9">
      <w:r>
        <w:t>511.6228</w:t>
      </w:r>
      <w:r>
        <w:tab/>
        <w:t>2.025e0</w:t>
      </w:r>
    </w:p>
    <w:p w:rsidR="00B65DC9" w:rsidRDefault="00B65DC9" w:rsidP="00B65DC9">
      <w:r>
        <w:t>511.6605</w:t>
      </w:r>
      <w:r>
        <w:tab/>
        <w:t>1.013e0</w:t>
      </w:r>
    </w:p>
    <w:p w:rsidR="00B65DC9" w:rsidRDefault="00B65DC9" w:rsidP="00B65DC9">
      <w:r>
        <w:lastRenderedPageBreak/>
        <w:t>511.6734</w:t>
      </w:r>
      <w:r>
        <w:tab/>
        <w:t>1.013e0</w:t>
      </w:r>
    </w:p>
    <w:p w:rsidR="00B65DC9" w:rsidRDefault="00B65DC9" w:rsidP="00B65DC9">
      <w:r>
        <w:t>511.6960</w:t>
      </w:r>
      <w:r>
        <w:tab/>
        <w:t>1.013e0</w:t>
      </w:r>
    </w:p>
    <w:p w:rsidR="00B65DC9" w:rsidRDefault="00B65DC9" w:rsidP="00B65DC9">
      <w:r>
        <w:t>511.7137</w:t>
      </w:r>
      <w:r>
        <w:tab/>
        <w:t>1.013e0</w:t>
      </w:r>
    </w:p>
    <w:p w:rsidR="00B65DC9" w:rsidRDefault="00B65DC9" w:rsidP="00B65DC9">
      <w:r>
        <w:t>511.7460</w:t>
      </w:r>
      <w:r>
        <w:tab/>
        <w:t>1.013e0</w:t>
      </w:r>
    </w:p>
    <w:p w:rsidR="00B65DC9" w:rsidRDefault="00B65DC9" w:rsidP="00B65DC9">
      <w:r>
        <w:t>511.7935</w:t>
      </w:r>
      <w:r>
        <w:tab/>
        <w:t>1.013e0</w:t>
      </w:r>
    </w:p>
    <w:p w:rsidR="00B65DC9" w:rsidRDefault="00B65DC9" w:rsidP="00B65DC9">
      <w:r>
        <w:t>511.8800</w:t>
      </w:r>
      <w:r>
        <w:tab/>
        <w:t>6.076e0</w:t>
      </w:r>
    </w:p>
    <w:p w:rsidR="00B65DC9" w:rsidRDefault="00B65DC9" w:rsidP="00B65DC9">
      <w:r>
        <w:t>511.8953</w:t>
      </w:r>
      <w:r>
        <w:tab/>
        <w:t>2.025e0</w:t>
      </w:r>
    </w:p>
    <w:p w:rsidR="00B65DC9" w:rsidRDefault="00B65DC9" w:rsidP="00B65DC9">
      <w:r>
        <w:t>511.9287</w:t>
      </w:r>
      <w:r>
        <w:tab/>
        <w:t>2.025e0</w:t>
      </w:r>
    </w:p>
    <w:p w:rsidR="00B65DC9" w:rsidRDefault="00B65DC9" w:rsidP="00B65DC9">
      <w:r>
        <w:t>511.9984</w:t>
      </w:r>
      <w:r>
        <w:tab/>
        <w:t>1.025e0</w:t>
      </w:r>
    </w:p>
    <w:p w:rsidR="00B65DC9" w:rsidRDefault="00B65DC9" w:rsidP="00B65DC9">
      <w:r>
        <w:t>512.0507</w:t>
      </w:r>
      <w:r>
        <w:tab/>
        <w:t>1.266e-2</w:t>
      </w:r>
    </w:p>
    <w:p w:rsidR="00B65DC9" w:rsidRDefault="00B65DC9" w:rsidP="00B65DC9">
      <w:r>
        <w:t>512.0822</w:t>
      </w:r>
      <w:r>
        <w:tab/>
        <w:t>2.532e-2</w:t>
      </w:r>
    </w:p>
    <w:p w:rsidR="00B65DC9" w:rsidRDefault="00B65DC9" w:rsidP="00B65DC9">
      <w:r>
        <w:t>512.0862</w:t>
      </w:r>
      <w:r>
        <w:tab/>
        <w:t>1.013e0</w:t>
      </w:r>
    </w:p>
    <w:p w:rsidR="00B65DC9" w:rsidRDefault="00B65DC9" w:rsidP="00B65DC9">
      <w:r>
        <w:t>512.1305</w:t>
      </w:r>
      <w:r>
        <w:tab/>
        <w:t>1.013e0</w:t>
      </w:r>
    </w:p>
    <w:p w:rsidR="00B65DC9" w:rsidRDefault="00B65DC9" w:rsidP="00B65DC9">
      <w:r>
        <w:t>512.1401</w:t>
      </w:r>
      <w:r>
        <w:tab/>
        <w:t>2.025e0</w:t>
      </w:r>
    </w:p>
    <w:p w:rsidR="00B65DC9" w:rsidRDefault="00B65DC9" w:rsidP="00B65DC9">
      <w:r>
        <w:t>512.1933</w:t>
      </w:r>
      <w:r>
        <w:tab/>
        <w:t>2.025e0</w:t>
      </w:r>
    </w:p>
    <w:p w:rsidR="00B65DC9" w:rsidRDefault="00B65DC9" w:rsidP="00B65DC9">
      <w:r>
        <w:t>512.2123</w:t>
      </w:r>
      <w:r>
        <w:tab/>
        <w:t>3.038e0</w:t>
      </w:r>
    </w:p>
    <w:p w:rsidR="00B65DC9" w:rsidRDefault="00B65DC9" w:rsidP="00B65DC9">
      <w:r>
        <w:t>512.2233</w:t>
      </w:r>
      <w:r>
        <w:tab/>
        <w:t>2.532e-2</w:t>
      </w:r>
    </w:p>
    <w:p w:rsidR="00B65DC9" w:rsidRDefault="00B65DC9" w:rsidP="00B65DC9">
      <w:r>
        <w:t>512.2902</w:t>
      </w:r>
      <w:r>
        <w:tab/>
        <w:t>1.013e0</w:t>
      </w:r>
    </w:p>
    <w:p w:rsidR="00B65DC9" w:rsidRDefault="00B65DC9" w:rsidP="00B65DC9">
      <w:r>
        <w:t>512.3058</w:t>
      </w:r>
      <w:r>
        <w:tab/>
        <w:t>1.013e0</w:t>
      </w:r>
    </w:p>
    <w:p w:rsidR="00B65DC9" w:rsidRDefault="00B65DC9" w:rsidP="00B65DC9">
      <w:r>
        <w:lastRenderedPageBreak/>
        <w:t>512.3197</w:t>
      </w:r>
      <w:r>
        <w:tab/>
        <w:t>2.025e0</w:t>
      </w:r>
    </w:p>
    <w:p w:rsidR="00B65DC9" w:rsidRDefault="00B65DC9" w:rsidP="00B65DC9">
      <w:r>
        <w:t>512.4088</w:t>
      </w:r>
      <w:r>
        <w:tab/>
        <w:t>6.076e0</w:t>
      </w:r>
    </w:p>
    <w:p w:rsidR="00B65DC9" w:rsidRDefault="00B65DC9" w:rsidP="00B65DC9">
      <w:r>
        <w:t>512.4121</w:t>
      </w:r>
      <w:r>
        <w:tab/>
        <w:t>1.114e1</w:t>
      </w:r>
    </w:p>
    <w:p w:rsidR="00B65DC9" w:rsidRDefault="00B65DC9" w:rsidP="00B65DC9">
      <w:r>
        <w:t>512.4793</w:t>
      </w:r>
      <w:r>
        <w:tab/>
        <w:t>2.025e0</w:t>
      </w:r>
    </w:p>
    <w:p w:rsidR="00B65DC9" w:rsidRDefault="00B65DC9" w:rsidP="00B65DC9">
      <w:r>
        <w:t>512.5394</w:t>
      </w:r>
      <w:r>
        <w:tab/>
        <w:t>1.013e0</w:t>
      </w:r>
    </w:p>
    <w:p w:rsidR="00B65DC9" w:rsidRDefault="00B65DC9" w:rsidP="00B65DC9">
      <w:r>
        <w:t>512.6016</w:t>
      </w:r>
      <w:r>
        <w:tab/>
        <w:t>1.013e0</w:t>
      </w:r>
    </w:p>
    <w:p w:rsidR="00B65DC9" w:rsidRDefault="00B65DC9" w:rsidP="00B65DC9">
      <w:r>
        <w:t>512.6634</w:t>
      </w:r>
      <w:r>
        <w:tab/>
        <w:t>2.025e0</w:t>
      </w:r>
    </w:p>
    <w:p w:rsidR="00B65DC9" w:rsidRDefault="00B65DC9" w:rsidP="00B65DC9">
      <w:r>
        <w:t>512.7253</w:t>
      </w:r>
      <w:r>
        <w:tab/>
        <w:t>1.013e0</w:t>
      </w:r>
    </w:p>
    <w:p w:rsidR="00B65DC9" w:rsidRDefault="00B65DC9" w:rsidP="00B65DC9">
      <w:r>
        <w:t>512.7526</w:t>
      </w:r>
      <w:r>
        <w:tab/>
        <w:t>1.266e-2</w:t>
      </w:r>
    </w:p>
    <w:p w:rsidR="00B65DC9" w:rsidRDefault="00B65DC9" w:rsidP="00B65DC9">
      <w:r>
        <w:t>512.8289</w:t>
      </w:r>
      <w:r>
        <w:tab/>
        <w:t>1.013e0</w:t>
      </w:r>
    </w:p>
    <w:p w:rsidR="00B65DC9" w:rsidRDefault="00B65DC9" w:rsidP="00B65DC9">
      <w:r>
        <w:t>512.8697</w:t>
      </w:r>
      <w:r>
        <w:tab/>
        <w:t>2.218e0</w:t>
      </w:r>
    </w:p>
    <w:p w:rsidR="00B65DC9" w:rsidRDefault="00B65DC9" w:rsidP="00B65DC9">
      <w:r>
        <w:t>512.8873</w:t>
      </w:r>
      <w:r>
        <w:tab/>
        <w:t>2.025e0</w:t>
      </w:r>
    </w:p>
    <w:p w:rsidR="00B65DC9" w:rsidRDefault="00B65DC9" w:rsidP="00B65DC9">
      <w:r>
        <w:t>512.9385</w:t>
      </w:r>
      <w:r>
        <w:tab/>
        <w:t>3.797e-2</w:t>
      </w:r>
    </w:p>
    <w:p w:rsidR="00B65DC9" w:rsidRDefault="00B65DC9" w:rsidP="00B65DC9">
      <w:r>
        <w:t>513.0540</w:t>
      </w:r>
      <w:r>
        <w:tab/>
        <w:t>2.532e-2</w:t>
      </w:r>
    </w:p>
    <w:p w:rsidR="00B65DC9" w:rsidRDefault="00B65DC9" w:rsidP="00B65DC9">
      <w:r>
        <w:t>513.1260</w:t>
      </w:r>
      <w:r>
        <w:tab/>
        <w:t>2.025e0</w:t>
      </w:r>
    </w:p>
    <w:p w:rsidR="00B65DC9" w:rsidRDefault="00B65DC9" w:rsidP="00B65DC9">
      <w:r>
        <w:t>513.1479</w:t>
      </w:r>
      <w:r>
        <w:tab/>
        <w:t>3.063e0</w:t>
      </w:r>
    </w:p>
    <w:p w:rsidR="00B65DC9" w:rsidRDefault="00B65DC9" w:rsidP="00B65DC9">
      <w:r>
        <w:t>513.1642</w:t>
      </w:r>
      <w:r>
        <w:tab/>
        <w:t>2.038e0</w:t>
      </w:r>
    </w:p>
    <w:p w:rsidR="00B65DC9" w:rsidRDefault="00B65DC9" w:rsidP="00B65DC9">
      <w:r>
        <w:t>513.2144</w:t>
      </w:r>
      <w:r>
        <w:tab/>
        <w:t>2.025e0</w:t>
      </w:r>
    </w:p>
    <w:p w:rsidR="00B65DC9" w:rsidRDefault="00B65DC9" w:rsidP="00B65DC9">
      <w:r>
        <w:t>513.2204</w:t>
      </w:r>
      <w:r>
        <w:tab/>
        <w:t>1.013e0</w:t>
      </w:r>
    </w:p>
    <w:p w:rsidR="00B65DC9" w:rsidRDefault="00B65DC9" w:rsidP="00B65DC9">
      <w:r>
        <w:lastRenderedPageBreak/>
        <w:t>513.2762</w:t>
      </w:r>
      <w:r>
        <w:tab/>
        <w:t>2.025e0</w:t>
      </w:r>
    </w:p>
    <w:p w:rsidR="00B65DC9" w:rsidRDefault="00B65DC9" w:rsidP="00B65DC9">
      <w:r>
        <w:t>513.2792</w:t>
      </w:r>
      <w:r>
        <w:tab/>
        <w:t>1.266e-2</w:t>
      </w:r>
    </w:p>
    <w:p w:rsidR="00B65DC9" w:rsidRDefault="00B65DC9" w:rsidP="00B65DC9">
      <w:r>
        <w:t>513.2969</w:t>
      </w:r>
      <w:r>
        <w:tab/>
        <w:t>2.025e0</w:t>
      </w:r>
    </w:p>
    <w:p w:rsidR="00B65DC9" w:rsidRDefault="00B65DC9" w:rsidP="00B65DC9">
      <w:r>
        <w:t>513.3262</w:t>
      </w:r>
      <w:r>
        <w:tab/>
        <w:t>2.025e0</w:t>
      </w:r>
    </w:p>
    <w:p w:rsidR="00B65DC9" w:rsidRDefault="00B65DC9" w:rsidP="00B65DC9">
      <w:r>
        <w:t>513.3334</w:t>
      </w:r>
      <w:r>
        <w:tab/>
        <w:t>2.025e0</w:t>
      </w:r>
    </w:p>
    <w:p w:rsidR="00B65DC9" w:rsidRDefault="00B65DC9" w:rsidP="00B65DC9">
      <w:r>
        <w:t>513.4098</w:t>
      </w:r>
      <w:r>
        <w:tab/>
        <w:t>1.013e0</w:t>
      </w:r>
    </w:p>
    <w:p w:rsidR="00B65DC9" w:rsidRDefault="00B65DC9" w:rsidP="00B65DC9">
      <w:r>
        <w:t>513.4150</w:t>
      </w:r>
      <w:r>
        <w:tab/>
        <w:t>7.089e0</w:t>
      </w:r>
    </w:p>
    <w:p w:rsidR="00B65DC9" w:rsidRDefault="00B65DC9" w:rsidP="00B65DC9">
      <w:r>
        <w:t>513.4178</w:t>
      </w:r>
      <w:r>
        <w:tab/>
        <w:t>2.025e0</w:t>
      </w:r>
    </w:p>
    <w:p w:rsidR="00B65DC9" w:rsidRDefault="00B65DC9" w:rsidP="00B65DC9">
      <w:r>
        <w:t>513.4623</w:t>
      </w:r>
      <w:r>
        <w:tab/>
        <w:t>1.013e0</w:t>
      </w:r>
    </w:p>
    <w:p w:rsidR="00B65DC9" w:rsidRDefault="00B65DC9" w:rsidP="00B65DC9">
      <w:r>
        <w:t>513.4754</w:t>
      </w:r>
      <w:r>
        <w:tab/>
        <w:t>2.025e0</w:t>
      </w:r>
    </w:p>
    <w:p w:rsidR="00B65DC9" w:rsidRDefault="00B65DC9" w:rsidP="00B65DC9">
      <w:r>
        <w:t>513.5341</w:t>
      </w:r>
      <w:r>
        <w:tab/>
        <w:t>1.266e-2</w:t>
      </w:r>
    </w:p>
    <w:p w:rsidR="00B65DC9" w:rsidRDefault="00B65DC9" w:rsidP="00B65DC9">
      <w:r>
        <w:t>513.5851</w:t>
      </w:r>
      <w:r>
        <w:tab/>
        <w:t>2.025e0</w:t>
      </w:r>
    </w:p>
    <w:p w:rsidR="00B65DC9" w:rsidRDefault="00B65DC9" w:rsidP="00B65DC9">
      <w:r>
        <w:t>513.6053</w:t>
      </w:r>
      <w:r>
        <w:tab/>
        <w:t>1.266e-2</w:t>
      </w:r>
    </w:p>
    <w:p w:rsidR="00B65DC9" w:rsidRDefault="00B65DC9" w:rsidP="00B65DC9">
      <w:r>
        <w:t>513.6885</w:t>
      </w:r>
      <w:r>
        <w:tab/>
        <w:t>1.013e0</w:t>
      </w:r>
    </w:p>
    <w:p w:rsidR="00B65DC9" w:rsidRDefault="00B65DC9" w:rsidP="00B65DC9">
      <w:r>
        <w:t>513.7127</w:t>
      </w:r>
      <w:r>
        <w:tab/>
        <w:t>1.013e0</w:t>
      </w:r>
    </w:p>
    <w:p w:rsidR="00B65DC9" w:rsidRDefault="00B65DC9" w:rsidP="00B65DC9">
      <w:r>
        <w:t>513.7654</w:t>
      </w:r>
      <w:r>
        <w:tab/>
        <w:t>1.013e0</w:t>
      </w:r>
    </w:p>
    <w:p w:rsidR="00B65DC9" w:rsidRDefault="00B65DC9" w:rsidP="00B65DC9">
      <w:r>
        <w:t>513.7921</w:t>
      </w:r>
      <w:r>
        <w:tab/>
        <w:t>1.013e0</w:t>
      </w:r>
    </w:p>
    <w:p w:rsidR="00B65DC9" w:rsidRDefault="00B65DC9" w:rsidP="00B65DC9">
      <w:r>
        <w:t>513.8066</w:t>
      </w:r>
      <w:r>
        <w:tab/>
        <w:t>2.025e0</w:t>
      </w:r>
    </w:p>
    <w:p w:rsidR="00B65DC9" w:rsidRDefault="00B65DC9" w:rsidP="00B65DC9">
      <w:r>
        <w:t>513.8171</w:t>
      </w:r>
      <w:r>
        <w:tab/>
        <w:t>1.013e0</w:t>
      </w:r>
    </w:p>
    <w:p w:rsidR="00B65DC9" w:rsidRDefault="00B65DC9" w:rsidP="00B65DC9">
      <w:r>
        <w:lastRenderedPageBreak/>
        <w:t>513.8682</w:t>
      </w:r>
      <w:r>
        <w:tab/>
        <w:t>2.025e0</w:t>
      </w:r>
    </w:p>
    <w:p w:rsidR="00B65DC9" w:rsidRDefault="00B65DC9" w:rsidP="00B65DC9">
      <w:r>
        <w:t>513.8907</w:t>
      </w:r>
      <w:r>
        <w:tab/>
        <w:t>1.013e0</w:t>
      </w:r>
    </w:p>
    <w:p w:rsidR="00B65DC9" w:rsidRDefault="00B65DC9" w:rsidP="00B65DC9">
      <w:r>
        <w:t>513.8952</w:t>
      </w:r>
      <w:r>
        <w:tab/>
        <w:t>3.038e0</w:t>
      </w:r>
    </w:p>
    <w:p w:rsidR="00B65DC9" w:rsidRDefault="00B65DC9" w:rsidP="00B65DC9">
      <w:r>
        <w:t>513.9256</w:t>
      </w:r>
      <w:r>
        <w:tab/>
        <w:t>1.266e-2</w:t>
      </w:r>
    </w:p>
    <w:p w:rsidR="00B65DC9" w:rsidRDefault="00B65DC9" w:rsidP="00B65DC9">
      <w:r>
        <w:t>513.9628</w:t>
      </w:r>
      <w:r>
        <w:tab/>
        <w:t>3.038e0</w:t>
      </w:r>
    </w:p>
    <w:p w:rsidR="00B65DC9" w:rsidRDefault="00B65DC9" w:rsidP="00B65DC9">
      <w:r>
        <w:t>513.9658</w:t>
      </w:r>
      <w:r>
        <w:tab/>
        <w:t>3.038e0</w:t>
      </w:r>
    </w:p>
    <w:p w:rsidR="00B65DC9" w:rsidRDefault="00B65DC9" w:rsidP="00B65DC9">
      <w:r>
        <w:t>513.9880</w:t>
      </w:r>
      <w:r>
        <w:tab/>
        <w:t>1.013e0</w:t>
      </w:r>
    </w:p>
    <w:p w:rsidR="00B65DC9" w:rsidRDefault="00B65DC9" w:rsidP="00B65DC9">
      <w:r>
        <w:t>514.0065</w:t>
      </w:r>
      <w:r>
        <w:tab/>
        <w:t>1.013e0</w:t>
      </w:r>
    </w:p>
    <w:p w:rsidR="00B65DC9" w:rsidRDefault="00B65DC9" w:rsidP="00B65DC9">
      <w:r>
        <w:t>514.0441</w:t>
      </w:r>
      <w:r>
        <w:tab/>
        <w:t>1.025e0</w:t>
      </w:r>
    </w:p>
    <w:p w:rsidR="00B65DC9" w:rsidRDefault="00B65DC9" w:rsidP="00B65DC9">
      <w:r>
        <w:t>514.1535</w:t>
      </w:r>
      <w:r>
        <w:tab/>
        <w:t>1.013e0</w:t>
      </w:r>
    </w:p>
    <w:p w:rsidR="00B65DC9" w:rsidRDefault="00B65DC9" w:rsidP="00B65DC9">
      <w:r>
        <w:t>514.1749</w:t>
      </w:r>
      <w:r>
        <w:tab/>
        <w:t>2.038e0</w:t>
      </w:r>
    </w:p>
    <w:p w:rsidR="00B65DC9" w:rsidRDefault="00B65DC9" w:rsidP="00B65DC9">
      <w:r>
        <w:t>514.1897</w:t>
      </w:r>
      <w:r>
        <w:tab/>
        <w:t>1.025e0</w:t>
      </w:r>
    </w:p>
    <w:p w:rsidR="00B65DC9" w:rsidRDefault="00B65DC9" w:rsidP="00B65DC9">
      <w:r>
        <w:t>514.1930</w:t>
      </w:r>
      <w:r>
        <w:tab/>
        <w:t>1.266e-2</w:t>
      </w:r>
    </w:p>
    <w:p w:rsidR="00B65DC9" w:rsidRDefault="00B65DC9" w:rsidP="00B65DC9">
      <w:r>
        <w:t>514.2586</w:t>
      </w:r>
      <w:r>
        <w:tab/>
        <w:t>4.051e0</w:t>
      </w:r>
    </w:p>
    <w:p w:rsidR="00B65DC9" w:rsidRDefault="00B65DC9" w:rsidP="00B65DC9">
      <w:r>
        <w:t>514.3163</w:t>
      </w:r>
      <w:r>
        <w:tab/>
        <w:t>2.025e0</w:t>
      </w:r>
    </w:p>
    <w:p w:rsidR="00B65DC9" w:rsidRDefault="00B65DC9" w:rsidP="00B65DC9">
      <w:r>
        <w:t>514.3401</w:t>
      </w:r>
      <w:r>
        <w:tab/>
        <w:t>1.013e0</w:t>
      </w:r>
    </w:p>
    <w:p w:rsidR="00B65DC9" w:rsidRDefault="00B65DC9" w:rsidP="00B65DC9">
      <w:r>
        <w:t>514.4143</w:t>
      </w:r>
      <w:r>
        <w:tab/>
        <w:t>1.266e-2</w:t>
      </w:r>
    </w:p>
    <w:p w:rsidR="00B65DC9" w:rsidRDefault="00B65DC9" w:rsidP="00B65DC9">
      <w:r>
        <w:t>514.6768</w:t>
      </w:r>
      <w:r>
        <w:tab/>
        <w:t>1.266e-2</w:t>
      </w:r>
    </w:p>
    <w:p w:rsidR="00B65DC9" w:rsidRDefault="00B65DC9" w:rsidP="00B65DC9">
      <w:r>
        <w:t>514.7494</w:t>
      </w:r>
      <w:r>
        <w:tab/>
        <w:t>2.025e0</w:t>
      </w:r>
    </w:p>
    <w:p w:rsidR="00B65DC9" w:rsidRDefault="00B65DC9" w:rsidP="00B65DC9">
      <w:r>
        <w:lastRenderedPageBreak/>
        <w:t>514.7808</w:t>
      </w:r>
      <w:r>
        <w:tab/>
        <w:t>1.013e0</w:t>
      </w:r>
    </w:p>
    <w:p w:rsidR="00B65DC9" w:rsidRDefault="00B65DC9" w:rsidP="00B65DC9">
      <w:r>
        <w:t>514.8818</w:t>
      </w:r>
      <w:r>
        <w:tab/>
        <w:t>1.266e-2</w:t>
      </w:r>
    </w:p>
    <w:p w:rsidR="00B65DC9" w:rsidRDefault="00B65DC9" w:rsidP="00B65DC9">
      <w:r>
        <w:t>514.8967</w:t>
      </w:r>
      <w:r>
        <w:tab/>
        <w:t>2.025e0</w:t>
      </w:r>
    </w:p>
    <w:p w:rsidR="00B65DC9" w:rsidRDefault="00B65DC9" w:rsidP="00B65DC9">
      <w:r>
        <w:t>514.9324</w:t>
      </w:r>
      <w:r>
        <w:tab/>
        <w:t>1.266e-2</w:t>
      </w:r>
    </w:p>
    <w:p w:rsidR="00B65DC9" w:rsidRDefault="00B65DC9" w:rsidP="00B65DC9">
      <w:r>
        <w:t>514.9365</w:t>
      </w:r>
      <w:r>
        <w:tab/>
        <w:t>1.025e0</w:t>
      </w:r>
    </w:p>
    <w:p w:rsidR="00B65DC9" w:rsidRDefault="00B65DC9" w:rsidP="00B65DC9">
      <w:r>
        <w:t>514.9965</w:t>
      </w:r>
      <w:r>
        <w:tab/>
        <w:t>2.025e0</w:t>
      </w:r>
    </w:p>
    <w:p w:rsidR="00B65DC9" w:rsidRDefault="00B65DC9" w:rsidP="00B65DC9">
      <w:r>
        <w:t>515.0577</w:t>
      </w:r>
      <w:r>
        <w:tab/>
        <w:t>1.025e0</w:t>
      </w:r>
    </w:p>
    <w:p w:rsidR="00B65DC9" w:rsidRDefault="00B65DC9" w:rsidP="00B65DC9">
      <w:r>
        <w:t>515.0612</w:t>
      </w:r>
      <w:r>
        <w:tab/>
        <w:t>2.025e0</w:t>
      </w:r>
    </w:p>
    <w:p w:rsidR="00B65DC9" w:rsidRDefault="00B65DC9" w:rsidP="00B65DC9">
      <w:r>
        <w:t>515.0868</w:t>
      </w:r>
      <w:r>
        <w:tab/>
        <w:t>1.266e-2</w:t>
      </w:r>
    </w:p>
    <w:p w:rsidR="00B65DC9" w:rsidRDefault="00B65DC9" w:rsidP="00B65DC9">
      <w:r>
        <w:t>515.1827</w:t>
      </w:r>
      <w:r>
        <w:tab/>
        <w:t>1.013e0</w:t>
      </w:r>
    </w:p>
    <w:p w:rsidR="00B65DC9" w:rsidRDefault="00B65DC9" w:rsidP="00B65DC9">
      <w:r>
        <w:t>515.2216</w:t>
      </w:r>
      <w:r>
        <w:tab/>
        <w:t>3.038e0</w:t>
      </w:r>
    </w:p>
    <w:p w:rsidR="00B65DC9" w:rsidRDefault="00B65DC9" w:rsidP="00B65DC9">
      <w:r>
        <w:t>515.2482</w:t>
      </w:r>
      <w:r>
        <w:tab/>
        <w:t>4.051e0</w:t>
      </w:r>
    </w:p>
    <w:p w:rsidR="00B65DC9" w:rsidRDefault="00B65DC9" w:rsidP="00B65DC9">
      <w:r>
        <w:t>515.2679</w:t>
      </w:r>
      <w:r>
        <w:tab/>
        <w:t>4.051e0</w:t>
      </w:r>
    </w:p>
    <w:p w:rsidR="00B65DC9" w:rsidRDefault="00B65DC9" w:rsidP="00B65DC9">
      <w:r>
        <w:t>515.2897</w:t>
      </w:r>
      <w:r>
        <w:tab/>
        <w:t>1.013e0</w:t>
      </w:r>
    </w:p>
    <w:p w:rsidR="00B65DC9" w:rsidRDefault="00B65DC9" w:rsidP="00B65DC9">
      <w:r>
        <w:t>515.3303</w:t>
      </w:r>
      <w:r>
        <w:tab/>
        <w:t>2.025e0</w:t>
      </w:r>
    </w:p>
    <w:p w:rsidR="00B65DC9" w:rsidRDefault="00B65DC9" w:rsidP="00B65DC9">
      <w:r>
        <w:t>515.3351</w:t>
      </w:r>
      <w:r>
        <w:tab/>
        <w:t>2.025e0</w:t>
      </w:r>
    </w:p>
    <w:p w:rsidR="00B65DC9" w:rsidRDefault="00B65DC9" w:rsidP="00B65DC9">
      <w:r>
        <w:t>515.3695</w:t>
      </w:r>
      <w:r>
        <w:tab/>
        <w:t>1.025e0</w:t>
      </w:r>
    </w:p>
    <w:p w:rsidR="00B65DC9" w:rsidRDefault="00B65DC9" w:rsidP="00B65DC9">
      <w:r>
        <w:t>515.3714</w:t>
      </w:r>
      <w:r>
        <w:tab/>
        <w:t>2.051e0</w:t>
      </w:r>
    </w:p>
    <w:p w:rsidR="00B65DC9" w:rsidRDefault="00B65DC9" w:rsidP="00B65DC9">
      <w:r>
        <w:t>515.3927</w:t>
      </w:r>
      <w:r>
        <w:tab/>
        <w:t>2.025e0</w:t>
      </w:r>
    </w:p>
    <w:p w:rsidR="00B65DC9" w:rsidRDefault="00B65DC9" w:rsidP="00B65DC9">
      <w:r>
        <w:lastRenderedPageBreak/>
        <w:t>515.3948</w:t>
      </w:r>
      <w:r>
        <w:tab/>
        <w:t>2.532e-2</w:t>
      </w:r>
    </w:p>
    <w:p w:rsidR="00B65DC9" w:rsidRDefault="00B65DC9" w:rsidP="00B65DC9">
      <w:r>
        <w:t>515.4202</w:t>
      </w:r>
      <w:r>
        <w:tab/>
        <w:t>1.266e-2</w:t>
      </w:r>
    </w:p>
    <w:p w:rsidR="00B65DC9" w:rsidRDefault="00B65DC9" w:rsidP="00B65DC9">
      <w:r>
        <w:t>515.4414</w:t>
      </w:r>
      <w:r>
        <w:tab/>
        <w:t>1.013e0</w:t>
      </w:r>
    </w:p>
    <w:p w:rsidR="00B65DC9" w:rsidRDefault="00B65DC9" w:rsidP="00B65DC9">
      <w:r>
        <w:t>515.4867</w:t>
      </w:r>
      <w:r>
        <w:tab/>
        <w:t>1.025e0</w:t>
      </w:r>
    </w:p>
    <w:p w:rsidR="00B65DC9" w:rsidRDefault="00B65DC9" w:rsidP="00B65DC9">
      <w:r>
        <w:t>515.6161</w:t>
      </w:r>
      <w:r>
        <w:tab/>
        <w:t>2.025e0</w:t>
      </w:r>
    </w:p>
    <w:p w:rsidR="00B65DC9" w:rsidRDefault="00B65DC9" w:rsidP="00B65DC9">
      <w:r>
        <w:t>515.6443</w:t>
      </w:r>
      <w:r>
        <w:tab/>
        <w:t>1.013e0</w:t>
      </w:r>
    </w:p>
    <w:p w:rsidR="00B65DC9" w:rsidRDefault="00B65DC9" w:rsidP="00B65DC9">
      <w:r>
        <w:t>515.7753</w:t>
      </w:r>
      <w:r>
        <w:tab/>
        <w:t>1.266e-2</w:t>
      </w:r>
    </w:p>
    <w:p w:rsidR="00B65DC9" w:rsidRDefault="00B65DC9" w:rsidP="00B65DC9">
      <w:r>
        <w:t>515.8248</w:t>
      </w:r>
      <w:r>
        <w:tab/>
        <w:t>1.013e0</w:t>
      </w:r>
    </w:p>
    <w:p w:rsidR="00B65DC9" w:rsidRDefault="00B65DC9" w:rsidP="00B65DC9">
      <w:r>
        <w:t>515.8698</w:t>
      </w:r>
      <w:r>
        <w:tab/>
        <w:t>1.266e-2</w:t>
      </w:r>
    </w:p>
    <w:p w:rsidR="00B65DC9" w:rsidRDefault="00B65DC9" w:rsidP="00B65DC9">
      <w:r>
        <w:t>515.8981</w:t>
      </w:r>
      <w:r>
        <w:tab/>
        <w:t>1.025e0</w:t>
      </w:r>
    </w:p>
    <w:p w:rsidR="00B65DC9" w:rsidRDefault="00B65DC9" w:rsidP="00B65DC9">
      <w:r>
        <w:t>515.9180</w:t>
      </w:r>
      <w:r>
        <w:tab/>
        <w:t>3.038e0</w:t>
      </w:r>
    </w:p>
    <w:p w:rsidR="00B65DC9" w:rsidRDefault="00B65DC9" w:rsidP="00B65DC9">
      <w:r>
        <w:t>515.9588</w:t>
      </w:r>
      <w:r>
        <w:tab/>
        <w:t>1.013e0</w:t>
      </w:r>
    </w:p>
    <w:p w:rsidR="00B65DC9" w:rsidRDefault="00B65DC9" w:rsidP="00B65DC9">
      <w:r>
        <w:t>516.0167</w:t>
      </w:r>
      <w:r>
        <w:tab/>
        <w:t>1.025e0</w:t>
      </w:r>
    </w:p>
    <w:p w:rsidR="00B65DC9" w:rsidRDefault="00B65DC9" w:rsidP="00B65DC9">
      <w:r>
        <w:t>516.0488</w:t>
      </w:r>
      <w:r>
        <w:tab/>
        <w:t>1.013e0</w:t>
      </w:r>
    </w:p>
    <w:p w:rsidR="00B65DC9" w:rsidRDefault="00B65DC9" w:rsidP="00B65DC9">
      <w:r>
        <w:t>516.0741</w:t>
      </w:r>
      <w:r>
        <w:tab/>
        <w:t>2.025e0</w:t>
      </w:r>
    </w:p>
    <w:p w:rsidR="00B65DC9" w:rsidRDefault="00B65DC9" w:rsidP="00B65DC9">
      <w:r>
        <w:t>516.1486</w:t>
      </w:r>
      <w:r>
        <w:tab/>
        <w:t>1.013e0</w:t>
      </w:r>
    </w:p>
    <w:p w:rsidR="00B65DC9" w:rsidRDefault="00B65DC9" w:rsidP="00B65DC9">
      <w:r>
        <w:t>516.2137</w:t>
      </w:r>
      <w:r>
        <w:tab/>
        <w:t>3.038e0</w:t>
      </w:r>
    </w:p>
    <w:p w:rsidR="00B65DC9" w:rsidRDefault="00B65DC9" w:rsidP="00B65DC9">
      <w:r>
        <w:t>516.2179</w:t>
      </w:r>
      <w:r>
        <w:tab/>
        <w:t>1.013e0</w:t>
      </w:r>
    </w:p>
    <w:p w:rsidR="00B65DC9" w:rsidRDefault="00B65DC9" w:rsidP="00B65DC9">
      <w:r>
        <w:t>516.2469</w:t>
      </w:r>
      <w:r>
        <w:tab/>
        <w:t>2.051e0</w:t>
      </w:r>
    </w:p>
    <w:p w:rsidR="00B65DC9" w:rsidRDefault="00B65DC9" w:rsidP="00B65DC9">
      <w:r>
        <w:lastRenderedPageBreak/>
        <w:t>516.2748</w:t>
      </w:r>
      <w:r>
        <w:tab/>
        <w:t>3.038e0</w:t>
      </w:r>
    </w:p>
    <w:p w:rsidR="00B65DC9" w:rsidRDefault="00B65DC9" w:rsidP="00B65DC9">
      <w:r>
        <w:t>516.2787</w:t>
      </w:r>
      <w:r>
        <w:tab/>
        <w:t>3.038e0</w:t>
      </w:r>
    </w:p>
    <w:p w:rsidR="00B65DC9" w:rsidRDefault="00B65DC9" w:rsidP="00B65DC9">
      <w:r>
        <w:t>516.2916</w:t>
      </w:r>
      <w:r>
        <w:tab/>
        <w:t>2.025e0</w:t>
      </w:r>
    </w:p>
    <w:p w:rsidR="00B65DC9" w:rsidRDefault="00B65DC9" w:rsidP="00B65DC9">
      <w:r>
        <w:t>516.2983</w:t>
      </w:r>
      <w:r>
        <w:tab/>
        <w:t>1.013e0</w:t>
      </w:r>
    </w:p>
    <w:p w:rsidR="00B65DC9" w:rsidRDefault="00B65DC9" w:rsidP="00B65DC9">
      <w:r>
        <w:t>516.3218</w:t>
      </w:r>
      <w:r>
        <w:tab/>
        <w:t>2.025e0</w:t>
      </w:r>
    </w:p>
    <w:p w:rsidR="00B65DC9" w:rsidRDefault="00B65DC9" w:rsidP="00B65DC9">
      <w:r>
        <w:t>516.3400</w:t>
      </w:r>
      <w:r>
        <w:tab/>
        <w:t>2.532e-2</w:t>
      </w:r>
    </w:p>
    <w:p w:rsidR="00B65DC9" w:rsidRDefault="00B65DC9" w:rsidP="00B65DC9">
      <w:r>
        <w:t>516.3698</w:t>
      </w:r>
      <w:r>
        <w:tab/>
        <w:t>1.013e0</w:t>
      </w:r>
    </w:p>
    <w:p w:rsidR="00B65DC9" w:rsidRDefault="00B65DC9" w:rsidP="00B65DC9">
      <w:r>
        <w:t>516.3788</w:t>
      </w:r>
      <w:r>
        <w:tab/>
        <w:t>1.013e0</w:t>
      </w:r>
    </w:p>
    <w:p w:rsidR="00B65DC9" w:rsidRDefault="00B65DC9" w:rsidP="00B65DC9">
      <w:r>
        <w:t>516.3878</w:t>
      </w:r>
      <w:r>
        <w:tab/>
        <w:t>2.025e0</w:t>
      </w:r>
    </w:p>
    <w:p w:rsidR="00B65DC9" w:rsidRDefault="00B65DC9" w:rsidP="00B65DC9">
      <w:r>
        <w:t>516.4478</w:t>
      </w:r>
      <w:r>
        <w:tab/>
        <w:t>4.051e0</w:t>
      </w:r>
    </w:p>
    <w:p w:rsidR="00B65DC9" w:rsidRDefault="00B65DC9" w:rsidP="00B65DC9">
      <w:r>
        <w:t>516.4504</w:t>
      </w:r>
      <w:r>
        <w:tab/>
        <w:t>1.266e-2</w:t>
      </w:r>
    </w:p>
    <w:p w:rsidR="00B65DC9" w:rsidRDefault="00B65DC9" w:rsidP="00B65DC9">
      <w:r>
        <w:t>516.4593</w:t>
      </w:r>
      <w:r>
        <w:tab/>
        <w:t>1.013e0</w:t>
      </w:r>
    </w:p>
    <w:p w:rsidR="00B65DC9" w:rsidRDefault="00B65DC9" w:rsidP="00B65DC9">
      <w:r>
        <w:t>516.4637</w:t>
      </w:r>
      <w:r>
        <w:tab/>
        <w:t>1.266e-2</w:t>
      </w:r>
    </w:p>
    <w:p w:rsidR="00B65DC9" w:rsidRDefault="00B65DC9" w:rsidP="00B65DC9">
      <w:r>
        <w:t>516.4828</w:t>
      </w:r>
      <w:r>
        <w:tab/>
        <w:t>1.013e0</w:t>
      </w:r>
    </w:p>
    <w:p w:rsidR="00B65DC9" w:rsidRDefault="00B65DC9" w:rsidP="00B65DC9">
      <w:r>
        <w:t>516.5129</w:t>
      </w:r>
      <w:r>
        <w:tab/>
        <w:t>1.013e0</w:t>
      </w:r>
    </w:p>
    <w:p w:rsidR="00B65DC9" w:rsidRDefault="00B65DC9" w:rsidP="00B65DC9">
      <w:r>
        <w:t>516.5311</w:t>
      </w:r>
      <w:r>
        <w:tab/>
        <w:t>2.025e0</w:t>
      </w:r>
    </w:p>
    <w:p w:rsidR="00B65DC9" w:rsidRDefault="00B65DC9" w:rsidP="00B65DC9">
      <w:r>
        <w:t>516.5556</w:t>
      </w:r>
      <w:r>
        <w:tab/>
        <w:t>1.013e0</w:t>
      </w:r>
    </w:p>
    <w:p w:rsidR="00B65DC9" w:rsidRDefault="00B65DC9" w:rsidP="00B65DC9">
      <w:r>
        <w:t>516.5925</w:t>
      </w:r>
      <w:r>
        <w:tab/>
        <w:t>1.013e0</w:t>
      </w:r>
    </w:p>
    <w:p w:rsidR="00B65DC9" w:rsidRDefault="00B65DC9" w:rsidP="00B65DC9">
      <w:r>
        <w:t>516.8081</w:t>
      </w:r>
      <w:r>
        <w:tab/>
        <w:t>1.013e0</w:t>
      </w:r>
    </w:p>
    <w:p w:rsidR="00B65DC9" w:rsidRDefault="00B65DC9" w:rsidP="00B65DC9">
      <w:r>
        <w:lastRenderedPageBreak/>
        <w:t>516.8351</w:t>
      </w:r>
      <w:r>
        <w:tab/>
        <w:t>2.038e0</w:t>
      </w:r>
    </w:p>
    <w:p w:rsidR="00B65DC9" w:rsidRDefault="00B65DC9" w:rsidP="00B65DC9">
      <w:r>
        <w:t>516.9659</w:t>
      </w:r>
      <w:r>
        <w:tab/>
        <w:t>2.532e-2</w:t>
      </w:r>
    </w:p>
    <w:p w:rsidR="00B65DC9" w:rsidRDefault="00B65DC9" w:rsidP="00B65DC9">
      <w:r>
        <w:t>516.9840</w:t>
      </w:r>
      <w:r>
        <w:tab/>
        <w:t>1.266e-2</w:t>
      </w:r>
    </w:p>
    <w:p w:rsidR="00B65DC9" w:rsidRDefault="00B65DC9" w:rsidP="00B65DC9">
      <w:r>
        <w:t>517.0076</w:t>
      </w:r>
      <w:r>
        <w:tab/>
        <w:t>2.025e0</w:t>
      </w:r>
    </w:p>
    <w:p w:rsidR="00B65DC9" w:rsidRDefault="00B65DC9" w:rsidP="00B65DC9">
      <w:r>
        <w:t>517.0236</w:t>
      </w:r>
      <w:r>
        <w:tab/>
        <w:t>1.266e-2</w:t>
      </w:r>
    </w:p>
    <w:p w:rsidR="00B65DC9" w:rsidRDefault="00B65DC9" w:rsidP="00B65DC9">
      <w:r>
        <w:t>517.0319</w:t>
      </w:r>
      <w:r>
        <w:tab/>
        <w:t>1.013e0</w:t>
      </w:r>
    </w:p>
    <w:p w:rsidR="00B65DC9" w:rsidRDefault="00B65DC9" w:rsidP="00B65DC9">
      <w:r>
        <w:t>517.0392</w:t>
      </w:r>
      <w:r>
        <w:tab/>
        <w:t>2.532e-2</w:t>
      </w:r>
    </w:p>
    <w:p w:rsidR="00B65DC9" w:rsidRDefault="00B65DC9" w:rsidP="00B65DC9">
      <w:r>
        <w:t>517.1131</w:t>
      </w:r>
      <w:r>
        <w:tab/>
        <w:t>2.532e-2</w:t>
      </w:r>
    </w:p>
    <w:p w:rsidR="00B65DC9" w:rsidRDefault="00B65DC9" w:rsidP="00B65DC9">
      <w:r>
        <w:t>517.1157</w:t>
      </w:r>
      <w:r>
        <w:tab/>
        <w:t>1.013e0</w:t>
      </w:r>
    </w:p>
    <w:p w:rsidR="00B65DC9" w:rsidRDefault="00B65DC9" w:rsidP="00B65DC9">
      <w:r>
        <w:t>517.1661</w:t>
      </w:r>
      <w:r>
        <w:tab/>
        <w:t>1.266e-2</w:t>
      </w:r>
    </w:p>
    <w:p w:rsidR="00B65DC9" w:rsidRDefault="00B65DC9" w:rsidP="00B65DC9">
      <w:r>
        <w:t>517.1813</w:t>
      </w:r>
      <w:r>
        <w:tab/>
        <w:t>2.025e0</w:t>
      </w:r>
    </w:p>
    <w:p w:rsidR="00B65DC9" w:rsidRDefault="00B65DC9" w:rsidP="00B65DC9">
      <w:r>
        <w:t>517.2074</w:t>
      </w:r>
      <w:r>
        <w:tab/>
        <w:t>1.013e0</w:t>
      </w:r>
    </w:p>
    <w:p w:rsidR="00B65DC9" w:rsidRDefault="00B65DC9" w:rsidP="00B65DC9">
      <w:r>
        <w:t>517.2131</w:t>
      </w:r>
      <w:r>
        <w:tab/>
        <w:t>6.076e0</w:t>
      </w:r>
    </w:p>
    <w:p w:rsidR="00B65DC9" w:rsidRDefault="00B65DC9" w:rsidP="00B65DC9">
      <w:r>
        <w:t>517.2220</w:t>
      </w:r>
      <w:r>
        <w:tab/>
        <w:t>2.025e0</w:t>
      </w:r>
    </w:p>
    <w:p w:rsidR="00B65DC9" w:rsidRDefault="00B65DC9" w:rsidP="00B65DC9">
      <w:r>
        <w:t>517.2311</w:t>
      </w:r>
      <w:r>
        <w:tab/>
        <w:t>3.038e0</w:t>
      </w:r>
    </w:p>
    <w:p w:rsidR="00B65DC9" w:rsidRDefault="00B65DC9" w:rsidP="00B65DC9">
      <w:r>
        <w:t>517.2810</w:t>
      </w:r>
      <w:r>
        <w:tab/>
        <w:t>1.266e-2</w:t>
      </w:r>
    </w:p>
    <w:p w:rsidR="00B65DC9" w:rsidRDefault="00B65DC9" w:rsidP="00B65DC9">
      <w:r>
        <w:t>517.3274</w:t>
      </w:r>
      <w:r>
        <w:tab/>
        <w:t>5.063e0</w:t>
      </w:r>
    </w:p>
    <w:p w:rsidR="00B65DC9" w:rsidRDefault="00B65DC9" w:rsidP="00B65DC9">
      <w:r>
        <w:t>517.3343</w:t>
      </w:r>
      <w:r>
        <w:tab/>
        <w:t>3.038e0</w:t>
      </w:r>
    </w:p>
    <w:p w:rsidR="00B65DC9" w:rsidRDefault="00B65DC9" w:rsidP="00B65DC9">
      <w:r>
        <w:t>517.3417</w:t>
      </w:r>
      <w:r>
        <w:tab/>
        <w:t>2.634e0</w:t>
      </w:r>
    </w:p>
    <w:p w:rsidR="00B65DC9" w:rsidRDefault="00B65DC9" w:rsidP="00B65DC9">
      <w:r>
        <w:lastRenderedPageBreak/>
        <w:t>517.3452</w:t>
      </w:r>
      <w:r>
        <w:tab/>
        <w:t>2.025e0</w:t>
      </w:r>
    </w:p>
    <w:p w:rsidR="00B65DC9" w:rsidRDefault="00B65DC9" w:rsidP="00B65DC9">
      <w:r>
        <w:t>517.3730</w:t>
      </w:r>
      <w:r>
        <w:tab/>
        <w:t>2.025e0</w:t>
      </w:r>
    </w:p>
    <w:p w:rsidR="00B65DC9" w:rsidRDefault="00B65DC9" w:rsidP="00B65DC9">
      <w:r>
        <w:t>517.4492</w:t>
      </w:r>
      <w:r>
        <w:tab/>
        <w:t>1.013e0</w:t>
      </w:r>
    </w:p>
    <w:p w:rsidR="00B65DC9" w:rsidRDefault="00B65DC9" w:rsidP="00B65DC9">
      <w:r>
        <w:t>517.4796</w:t>
      </w:r>
      <w:r>
        <w:tab/>
        <w:t>1.266e-2</w:t>
      </w:r>
    </w:p>
    <w:p w:rsidR="00B65DC9" w:rsidRDefault="00B65DC9" w:rsidP="00B65DC9">
      <w:r>
        <w:t>517.4886</w:t>
      </w:r>
      <w:r>
        <w:tab/>
        <w:t>1.013e0</w:t>
      </w:r>
    </w:p>
    <w:p w:rsidR="00B65DC9" w:rsidRDefault="00B65DC9" w:rsidP="00B65DC9">
      <w:r>
        <w:t>517.5071</w:t>
      </w:r>
      <w:r>
        <w:tab/>
        <w:t>1.266e-2</w:t>
      </w:r>
    </w:p>
    <w:p w:rsidR="00B65DC9" w:rsidRDefault="00B65DC9" w:rsidP="00B65DC9">
      <w:r>
        <w:t>517.5327</w:t>
      </w:r>
      <w:r>
        <w:tab/>
        <w:t>2.025e0</w:t>
      </w:r>
    </w:p>
    <w:p w:rsidR="00B65DC9" w:rsidRDefault="00B65DC9" w:rsidP="00B65DC9">
      <w:r>
        <w:t>517.5625</w:t>
      </w:r>
      <w:r>
        <w:tab/>
        <w:t>1.266e-2</w:t>
      </w:r>
    </w:p>
    <w:p w:rsidR="00B65DC9" w:rsidRDefault="00B65DC9" w:rsidP="00B65DC9">
      <w:r>
        <w:t>517.5809</w:t>
      </w:r>
      <w:r>
        <w:tab/>
        <w:t>2.025e0</w:t>
      </w:r>
    </w:p>
    <w:p w:rsidR="00B65DC9" w:rsidRDefault="00B65DC9" w:rsidP="00B65DC9">
      <w:r>
        <w:t>517.6589</w:t>
      </w:r>
      <w:r>
        <w:tab/>
        <w:t>1.038e0</w:t>
      </w:r>
    </w:p>
    <w:p w:rsidR="00B65DC9" w:rsidRDefault="00B65DC9" w:rsidP="00B65DC9">
      <w:r>
        <w:t>517.7830</w:t>
      </w:r>
      <w:r>
        <w:tab/>
        <w:t>1.013e0</w:t>
      </w:r>
    </w:p>
    <w:p w:rsidR="00B65DC9" w:rsidRDefault="00B65DC9" w:rsidP="00B65DC9">
      <w:r>
        <w:t>517.8560</w:t>
      </w:r>
      <w:r>
        <w:tab/>
        <w:t>1.266e-2</w:t>
      </w:r>
    </w:p>
    <w:p w:rsidR="00B65DC9" w:rsidRDefault="00B65DC9" w:rsidP="00B65DC9">
      <w:r>
        <w:t>517.8652</w:t>
      </w:r>
      <w:r>
        <w:tab/>
        <w:t>2.532e-2</w:t>
      </w:r>
    </w:p>
    <w:p w:rsidR="00B65DC9" w:rsidRDefault="00B65DC9" w:rsidP="00B65DC9">
      <w:r>
        <w:t>517.8786</w:t>
      </w:r>
      <w:r>
        <w:tab/>
        <w:t>3.047e0</w:t>
      </w:r>
    </w:p>
    <w:p w:rsidR="00B65DC9" w:rsidRDefault="00B65DC9" w:rsidP="00B65DC9">
      <w:r>
        <w:t>517.9187</w:t>
      </w:r>
      <w:r>
        <w:tab/>
        <w:t>1.013e0</w:t>
      </w:r>
    </w:p>
    <w:p w:rsidR="00B65DC9" w:rsidRDefault="00B65DC9" w:rsidP="00B65DC9">
      <w:r>
        <w:t>517.9294</w:t>
      </w:r>
      <w:r>
        <w:tab/>
        <w:t>2.025e0</w:t>
      </w:r>
    </w:p>
    <w:p w:rsidR="00B65DC9" w:rsidRDefault="00B65DC9" w:rsidP="00B65DC9">
      <w:r>
        <w:t>518.0092</w:t>
      </w:r>
      <w:r>
        <w:tab/>
        <w:t>1.013e0</w:t>
      </w:r>
    </w:p>
    <w:p w:rsidR="00B65DC9" w:rsidRDefault="00B65DC9" w:rsidP="00B65DC9">
      <w:r>
        <w:t>518.0891</w:t>
      </w:r>
      <w:r>
        <w:tab/>
        <w:t>1.266e-2</w:t>
      </w:r>
    </w:p>
    <w:p w:rsidR="00B65DC9" w:rsidRDefault="00B65DC9" w:rsidP="00B65DC9">
      <w:r>
        <w:t>518.0953</w:t>
      </w:r>
      <w:r>
        <w:tab/>
        <w:t>5.063e0</w:t>
      </w:r>
    </w:p>
    <w:p w:rsidR="00B65DC9" w:rsidRDefault="00B65DC9" w:rsidP="00B65DC9">
      <w:r>
        <w:lastRenderedPageBreak/>
        <w:t>518.1035</w:t>
      </w:r>
      <w:r>
        <w:tab/>
        <w:t>3.038e0</w:t>
      </w:r>
    </w:p>
    <w:p w:rsidR="00B65DC9" w:rsidRDefault="00B65DC9" w:rsidP="00B65DC9">
      <w:r>
        <w:t>518.1776</w:t>
      </w:r>
      <w:r>
        <w:tab/>
        <w:t>2.025e0</w:t>
      </w:r>
    </w:p>
    <w:p w:rsidR="00B65DC9" w:rsidRDefault="00B65DC9" w:rsidP="00B65DC9">
      <w:r>
        <w:t>518.1877</w:t>
      </w:r>
      <w:r>
        <w:tab/>
        <w:t>1.266e-2</w:t>
      </w:r>
    </w:p>
    <w:p w:rsidR="00B65DC9" w:rsidRDefault="00B65DC9" w:rsidP="00B65DC9">
      <w:r>
        <w:t>518.1924</w:t>
      </w:r>
      <w:r>
        <w:tab/>
        <w:t>2.025e0</w:t>
      </w:r>
    </w:p>
    <w:p w:rsidR="00B65DC9" w:rsidRDefault="00B65DC9" w:rsidP="00B65DC9">
      <w:r>
        <w:t>518.2693</w:t>
      </w:r>
      <w:r>
        <w:tab/>
        <w:t>1.266e-2</w:t>
      </w:r>
    </w:p>
    <w:p w:rsidR="00B65DC9" w:rsidRDefault="00B65DC9" w:rsidP="00B65DC9">
      <w:r>
        <w:t>518.2864</w:t>
      </w:r>
      <w:r>
        <w:tab/>
        <w:t>2.532e-2</w:t>
      </w:r>
    </w:p>
    <w:p w:rsidR="00B65DC9" w:rsidRDefault="00B65DC9" w:rsidP="00B65DC9">
      <w:r>
        <w:t>518.2918</w:t>
      </w:r>
      <w:r>
        <w:tab/>
        <w:t>2.025e0</w:t>
      </w:r>
    </w:p>
    <w:p w:rsidR="00B65DC9" w:rsidRDefault="00B65DC9" w:rsidP="00B65DC9">
      <w:r>
        <w:t>518.2943</w:t>
      </w:r>
      <w:r>
        <w:tab/>
        <w:t>2.025e0</w:t>
      </w:r>
    </w:p>
    <w:p w:rsidR="00B65DC9" w:rsidRDefault="00B65DC9" w:rsidP="00B65DC9">
      <w:r>
        <w:t>518.3140</w:t>
      </w:r>
      <w:r>
        <w:tab/>
        <w:t>1.025e0</w:t>
      </w:r>
    </w:p>
    <w:p w:rsidR="00B65DC9" w:rsidRDefault="00B65DC9" w:rsidP="00B65DC9">
      <w:r>
        <w:t>518.3667</w:t>
      </w:r>
      <w:r>
        <w:tab/>
        <w:t>1.038e0</w:t>
      </w:r>
    </w:p>
    <w:p w:rsidR="00B65DC9" w:rsidRDefault="00B65DC9" w:rsidP="00B65DC9">
      <w:r>
        <w:t>518.3761</w:t>
      </w:r>
      <w:r>
        <w:tab/>
        <w:t>1.013e0</w:t>
      </w:r>
    </w:p>
    <w:p w:rsidR="00B65DC9" w:rsidRDefault="00B65DC9" w:rsidP="00B65DC9">
      <w:r>
        <w:t>518.3798</w:t>
      </w:r>
      <w:r>
        <w:tab/>
        <w:t>1.013e0</w:t>
      </w:r>
    </w:p>
    <w:p w:rsidR="00B65DC9" w:rsidRDefault="00B65DC9" w:rsidP="00B65DC9">
      <w:r>
        <w:t>518.3815</w:t>
      </w:r>
      <w:r>
        <w:tab/>
        <w:t>1.025e0</w:t>
      </w:r>
    </w:p>
    <w:p w:rsidR="00B65DC9" w:rsidRDefault="00B65DC9" w:rsidP="00B65DC9">
      <w:r>
        <w:t>518.4120</w:t>
      </w:r>
      <w:r>
        <w:tab/>
        <w:t>1.013e0</w:t>
      </w:r>
    </w:p>
    <w:p w:rsidR="00B65DC9" w:rsidRDefault="00B65DC9" w:rsidP="00B65DC9">
      <w:r>
        <w:t>518.4396</w:t>
      </w:r>
      <w:r>
        <w:tab/>
        <w:t>1.013e0</w:t>
      </w:r>
    </w:p>
    <w:p w:rsidR="00B65DC9" w:rsidRDefault="00B65DC9" w:rsidP="00B65DC9">
      <w:r>
        <w:t>518.5110</w:t>
      </w:r>
      <w:r>
        <w:tab/>
        <w:t>1.013e0</w:t>
      </w:r>
    </w:p>
    <w:p w:rsidR="00B65DC9" w:rsidRDefault="00B65DC9" w:rsidP="00B65DC9">
      <w:r>
        <w:t>518.5204</w:t>
      </w:r>
      <w:r>
        <w:tab/>
        <w:t>1.013e0</w:t>
      </w:r>
    </w:p>
    <w:p w:rsidR="00B65DC9" w:rsidRDefault="00B65DC9" w:rsidP="00B65DC9">
      <w:r>
        <w:t>518.5267</w:t>
      </w:r>
      <w:r>
        <w:tab/>
        <w:t>1.013e0</w:t>
      </w:r>
    </w:p>
    <w:p w:rsidR="00B65DC9" w:rsidRDefault="00B65DC9" w:rsidP="00B65DC9">
      <w:r>
        <w:t>518.5664</w:t>
      </w:r>
      <w:r>
        <w:tab/>
        <w:t>1.013e0</w:t>
      </w:r>
    </w:p>
    <w:p w:rsidR="00B65DC9" w:rsidRDefault="00B65DC9" w:rsidP="00B65DC9">
      <w:r>
        <w:lastRenderedPageBreak/>
        <w:t>518.5828</w:t>
      </w:r>
      <w:r>
        <w:tab/>
        <w:t>1.013e0</w:t>
      </w:r>
    </w:p>
    <w:p w:rsidR="00B65DC9" w:rsidRDefault="00B65DC9" w:rsidP="00B65DC9">
      <w:r>
        <w:t>518.5848</w:t>
      </w:r>
      <w:r>
        <w:tab/>
        <w:t>1.013e0</w:t>
      </w:r>
    </w:p>
    <w:p w:rsidR="00B65DC9" w:rsidRDefault="00B65DC9" w:rsidP="00B65DC9">
      <w:r>
        <w:t>518.7441</w:t>
      </w:r>
      <w:r>
        <w:tab/>
        <w:t>1.013e0</w:t>
      </w:r>
    </w:p>
    <w:p w:rsidR="00B65DC9" w:rsidRDefault="00B65DC9" w:rsidP="00B65DC9">
      <w:r>
        <w:t>518.7685</w:t>
      </w:r>
      <w:r>
        <w:tab/>
        <w:t>1.266e-2</w:t>
      </w:r>
    </w:p>
    <w:p w:rsidR="00B65DC9" w:rsidRDefault="00B65DC9" w:rsidP="00B65DC9">
      <w:r>
        <w:t>518.8082</w:t>
      </w:r>
      <w:r>
        <w:tab/>
        <w:t>1.013e0</w:t>
      </w:r>
    </w:p>
    <w:p w:rsidR="00B65DC9" w:rsidRDefault="00B65DC9" w:rsidP="00B65DC9">
      <w:r>
        <w:t>518.8273</w:t>
      </w:r>
      <w:r>
        <w:tab/>
        <w:t>1.013e0</w:t>
      </w:r>
    </w:p>
    <w:p w:rsidR="00B65DC9" w:rsidRDefault="00B65DC9" w:rsidP="00B65DC9">
      <w:r>
        <w:t>518.8358</w:t>
      </w:r>
      <w:r>
        <w:tab/>
        <w:t>2.025e0</w:t>
      </w:r>
    </w:p>
    <w:p w:rsidR="00B65DC9" w:rsidRDefault="00B65DC9" w:rsidP="00B65DC9">
      <w:r>
        <w:t>518.8607</w:t>
      </w:r>
      <w:r>
        <w:tab/>
        <w:t>1.013e0</w:t>
      </w:r>
    </w:p>
    <w:p w:rsidR="00B65DC9" w:rsidRDefault="00B65DC9" w:rsidP="00B65DC9">
      <w:r>
        <w:t>518.8818</w:t>
      </w:r>
      <w:r>
        <w:tab/>
        <w:t>1.013e0</w:t>
      </w:r>
    </w:p>
    <w:p w:rsidR="00B65DC9" w:rsidRDefault="00B65DC9" w:rsidP="00B65DC9">
      <w:r>
        <w:t>518.9241</w:t>
      </w:r>
      <w:r>
        <w:tab/>
        <w:t>2.038e0</w:t>
      </w:r>
    </w:p>
    <w:p w:rsidR="00B65DC9" w:rsidRDefault="00B65DC9" w:rsidP="00B65DC9">
      <w:r>
        <w:t>518.9783</w:t>
      </w:r>
      <w:r>
        <w:tab/>
        <w:t>1.013e0</w:t>
      </w:r>
    </w:p>
    <w:p w:rsidR="00B65DC9" w:rsidRDefault="00B65DC9" w:rsidP="00B65DC9">
      <w:r>
        <w:t>519.0132</w:t>
      </w:r>
      <w:r>
        <w:tab/>
        <w:t>2.038e0</w:t>
      </w:r>
    </w:p>
    <w:p w:rsidR="00B65DC9" w:rsidRDefault="00B65DC9" w:rsidP="00B65DC9">
      <w:r>
        <w:t>519.0602</w:t>
      </w:r>
      <w:r>
        <w:tab/>
        <w:t>1.694e0</w:t>
      </w:r>
    </w:p>
    <w:p w:rsidR="00B65DC9" w:rsidRDefault="00B65DC9" w:rsidP="00B65DC9">
      <w:r>
        <w:t>519.0662</w:t>
      </w:r>
      <w:r>
        <w:tab/>
        <w:t>1.013e0</w:t>
      </w:r>
    </w:p>
    <w:p w:rsidR="00B65DC9" w:rsidRDefault="00B65DC9" w:rsidP="00B65DC9">
      <w:r>
        <w:t>519.0806</w:t>
      </w:r>
      <w:r>
        <w:tab/>
        <w:t>2.025e0</w:t>
      </w:r>
    </w:p>
    <w:p w:rsidR="00B65DC9" w:rsidRDefault="00B65DC9" w:rsidP="00B65DC9">
      <w:r>
        <w:t>519.0839</w:t>
      </w:r>
      <w:r>
        <w:tab/>
        <w:t>1.266e-2</w:t>
      </w:r>
    </w:p>
    <w:p w:rsidR="00B65DC9" w:rsidRDefault="00B65DC9" w:rsidP="00B65DC9">
      <w:r>
        <w:t>519.1483</w:t>
      </w:r>
      <w:r>
        <w:tab/>
        <w:t>1.266e-2</w:t>
      </w:r>
    </w:p>
    <w:p w:rsidR="00B65DC9" w:rsidRDefault="00B65DC9" w:rsidP="00B65DC9">
      <w:r>
        <w:t>519.1604</w:t>
      </w:r>
      <w:r>
        <w:tab/>
        <w:t>1.266e-2</w:t>
      </w:r>
    </w:p>
    <w:p w:rsidR="00B65DC9" w:rsidRDefault="00B65DC9" w:rsidP="00B65DC9">
      <w:r>
        <w:t>519.1964</w:t>
      </w:r>
      <w:r>
        <w:tab/>
        <w:t>3.038e0</w:t>
      </w:r>
    </w:p>
    <w:p w:rsidR="00B65DC9" w:rsidRDefault="00B65DC9" w:rsidP="00B65DC9">
      <w:r>
        <w:lastRenderedPageBreak/>
        <w:t>519.2430</w:t>
      </w:r>
      <w:r>
        <w:tab/>
        <w:t>2.025e0</w:t>
      </w:r>
    </w:p>
    <w:p w:rsidR="00B65DC9" w:rsidRDefault="00B65DC9" w:rsidP="00B65DC9">
      <w:r>
        <w:t>519.2651</w:t>
      </w:r>
      <w:r>
        <w:tab/>
        <w:t>1.013e0</w:t>
      </w:r>
    </w:p>
    <w:p w:rsidR="00B65DC9" w:rsidRDefault="00B65DC9" w:rsidP="00B65DC9">
      <w:r>
        <w:t>519.3323</w:t>
      </w:r>
      <w:r>
        <w:tab/>
        <w:t>2.532e-2</w:t>
      </w:r>
    </w:p>
    <w:p w:rsidR="00B65DC9" w:rsidRDefault="00B65DC9" w:rsidP="00B65DC9">
      <w:r>
        <w:t>519.3441</w:t>
      </w:r>
      <w:r>
        <w:tab/>
        <w:t>1.013e0</w:t>
      </w:r>
    </w:p>
    <w:p w:rsidR="00B65DC9" w:rsidRDefault="00B65DC9" w:rsidP="00B65DC9">
      <w:r>
        <w:t>519.3852</w:t>
      </w:r>
      <w:r>
        <w:tab/>
        <w:t>2.192e0</w:t>
      </w:r>
    </w:p>
    <w:p w:rsidR="00B65DC9" w:rsidRDefault="00B65DC9" w:rsidP="00B65DC9">
      <w:r>
        <w:t>519.4336</w:t>
      </w:r>
      <w:r>
        <w:tab/>
        <w:t>2.025e0</w:t>
      </w:r>
    </w:p>
    <w:p w:rsidR="00B65DC9" w:rsidRDefault="00B65DC9" w:rsidP="00B65DC9">
      <w:r>
        <w:t>519.4573</w:t>
      </w:r>
      <w:r>
        <w:tab/>
        <w:t>1.013e0</w:t>
      </w:r>
    </w:p>
    <w:p w:rsidR="00B65DC9" w:rsidRDefault="00B65DC9" w:rsidP="00B65DC9">
      <w:r>
        <w:t>519.4628</w:t>
      </w:r>
      <w:r>
        <w:tab/>
        <w:t>2.025e0</w:t>
      </w:r>
    </w:p>
    <w:p w:rsidR="00B65DC9" w:rsidRDefault="00B65DC9" w:rsidP="00B65DC9">
      <w:r>
        <w:t>519.6418</w:t>
      </w:r>
      <w:r>
        <w:tab/>
        <w:t>1.013e0</w:t>
      </w:r>
    </w:p>
    <w:p w:rsidR="00B65DC9" w:rsidRDefault="00B65DC9" w:rsidP="00B65DC9">
      <w:r>
        <w:t>519.6584</w:t>
      </w:r>
      <w:r>
        <w:tab/>
        <w:t>2.025e0</w:t>
      </w:r>
    </w:p>
    <w:p w:rsidR="00B65DC9" w:rsidRDefault="00B65DC9" w:rsidP="00B65DC9">
      <w:r>
        <w:t>519.6780</w:t>
      </w:r>
      <w:r>
        <w:tab/>
        <w:t>1.013e0</w:t>
      </w:r>
    </w:p>
    <w:p w:rsidR="00B65DC9" w:rsidRDefault="00B65DC9" w:rsidP="00B65DC9">
      <w:r>
        <w:t>519.6815</w:t>
      </w:r>
      <w:r>
        <w:tab/>
        <w:t>1.013e0</w:t>
      </w:r>
    </w:p>
    <w:p w:rsidR="00B65DC9" w:rsidRDefault="00B65DC9" w:rsidP="00B65DC9">
      <w:r>
        <w:t>519.7176</w:t>
      </w:r>
      <w:r>
        <w:tab/>
        <w:t>1.013e0</w:t>
      </w:r>
    </w:p>
    <w:p w:rsidR="00B65DC9" w:rsidRDefault="00B65DC9" w:rsidP="00B65DC9">
      <w:r>
        <w:t>519.7250</w:t>
      </w:r>
      <w:r>
        <w:tab/>
        <w:t>2.025e0</w:t>
      </w:r>
    </w:p>
    <w:p w:rsidR="00B65DC9" w:rsidRDefault="00B65DC9" w:rsidP="00B65DC9">
      <w:r>
        <w:t>519.7866</w:t>
      </w:r>
      <w:r>
        <w:tab/>
        <w:t>1.013e0</w:t>
      </w:r>
    </w:p>
    <w:p w:rsidR="00B65DC9" w:rsidRDefault="00B65DC9" w:rsidP="00B65DC9">
      <w:r>
        <w:t>519.9000</w:t>
      </w:r>
      <w:r>
        <w:tab/>
        <w:t>2.025e0</w:t>
      </w:r>
    </w:p>
    <w:p w:rsidR="00B65DC9" w:rsidRDefault="00B65DC9" w:rsidP="00B65DC9">
      <w:r>
        <w:t>520.0099</w:t>
      </w:r>
      <w:r>
        <w:tab/>
        <w:t>1.025e0</w:t>
      </w:r>
    </w:p>
    <w:p w:rsidR="00B65DC9" w:rsidRDefault="00B65DC9" w:rsidP="00B65DC9">
      <w:r>
        <w:t>520.0115</w:t>
      </w:r>
      <w:r>
        <w:tab/>
        <w:t>1.013e0</w:t>
      </w:r>
    </w:p>
    <w:p w:rsidR="00B65DC9" w:rsidRDefault="00B65DC9" w:rsidP="00B65DC9">
      <w:r>
        <w:t>520.0745</w:t>
      </w:r>
      <w:r>
        <w:tab/>
        <w:t>1.013e0</w:t>
      </w:r>
    </w:p>
    <w:p w:rsidR="00B65DC9" w:rsidRDefault="00B65DC9" w:rsidP="00B65DC9">
      <w:r>
        <w:lastRenderedPageBreak/>
        <w:t>520.0932</w:t>
      </w:r>
      <w:r>
        <w:tab/>
        <w:t>1.013e0</w:t>
      </w:r>
    </w:p>
    <w:p w:rsidR="00B65DC9" w:rsidRDefault="00B65DC9" w:rsidP="00B65DC9">
      <w:r>
        <w:t>520.1005</w:t>
      </w:r>
      <w:r>
        <w:tab/>
        <w:t>2.025e0</w:t>
      </w:r>
    </w:p>
    <w:p w:rsidR="00B65DC9" w:rsidRDefault="00B65DC9" w:rsidP="00B65DC9">
      <w:r>
        <w:t>520.1431</w:t>
      </w:r>
      <w:r>
        <w:tab/>
        <w:t>1.266e-2</w:t>
      </w:r>
    </w:p>
    <w:p w:rsidR="00B65DC9" w:rsidRDefault="00B65DC9" w:rsidP="00B65DC9">
      <w:r>
        <w:t>520.1498</w:t>
      </w:r>
      <w:r>
        <w:tab/>
        <w:t>2.947e0</w:t>
      </w:r>
    </w:p>
    <w:p w:rsidR="00B65DC9" w:rsidRDefault="00B65DC9" w:rsidP="00B65DC9">
      <w:r>
        <w:t>520.1614</w:t>
      </w:r>
      <w:r>
        <w:tab/>
        <w:t>1.013e0</w:t>
      </w:r>
    </w:p>
    <w:p w:rsidR="00B65DC9" w:rsidRDefault="00B65DC9" w:rsidP="00B65DC9">
      <w:r>
        <w:t>520.1776</w:t>
      </w:r>
      <w:r>
        <w:tab/>
        <w:t>1.051e0</w:t>
      </w:r>
    </w:p>
    <w:p w:rsidR="00B65DC9" w:rsidRDefault="00B65DC9" w:rsidP="00B65DC9">
      <w:r>
        <w:t>520.2130</w:t>
      </w:r>
      <w:r>
        <w:tab/>
        <w:t>2.025e0</w:t>
      </w:r>
    </w:p>
    <w:p w:rsidR="00B65DC9" w:rsidRDefault="00B65DC9" w:rsidP="00B65DC9">
      <w:r>
        <w:t>520.2214</w:t>
      </w:r>
      <w:r>
        <w:tab/>
        <w:t>2.025e0</w:t>
      </w:r>
    </w:p>
    <w:p w:rsidR="00B65DC9" w:rsidRDefault="00B65DC9" w:rsidP="00B65DC9">
      <w:r>
        <w:t>520.2273</w:t>
      </w:r>
      <w:r>
        <w:tab/>
        <w:t>2.025e0</w:t>
      </w:r>
    </w:p>
    <w:p w:rsidR="00B65DC9" w:rsidRDefault="00B65DC9" w:rsidP="00B65DC9">
      <w:r>
        <w:t>520.3098</w:t>
      </w:r>
      <w:r>
        <w:tab/>
        <w:t>5.063e0</w:t>
      </w:r>
    </w:p>
    <w:p w:rsidR="00B65DC9" w:rsidRDefault="00B65DC9" w:rsidP="00B65DC9">
      <w:r>
        <w:t>520.3315</w:t>
      </w:r>
      <w:r>
        <w:tab/>
        <w:t>5.063e0</w:t>
      </w:r>
    </w:p>
    <w:p w:rsidR="00B65DC9" w:rsidRDefault="00B65DC9" w:rsidP="00B65DC9">
      <w:r>
        <w:t>520.3666</w:t>
      </w:r>
      <w:r>
        <w:tab/>
        <w:t>1.013e0</w:t>
      </w:r>
    </w:p>
    <w:p w:rsidR="00B65DC9" w:rsidRDefault="00B65DC9" w:rsidP="00B65DC9">
      <w:r>
        <w:t>520.4083</w:t>
      </w:r>
      <w:r>
        <w:tab/>
        <w:t>1.266e-2</w:t>
      </w:r>
    </w:p>
    <w:p w:rsidR="00B65DC9" w:rsidRDefault="00B65DC9" w:rsidP="00B65DC9">
      <w:r>
        <w:t>520.4346</w:t>
      </w:r>
      <w:r>
        <w:tab/>
        <w:t>1.266e-2</w:t>
      </w:r>
    </w:p>
    <w:p w:rsidR="00B65DC9" w:rsidRDefault="00B65DC9" w:rsidP="00B65DC9">
      <w:r>
        <w:t>520.4365</w:t>
      </w:r>
      <w:r>
        <w:tab/>
        <w:t>2.025e0</w:t>
      </w:r>
    </w:p>
    <w:p w:rsidR="00B65DC9" w:rsidRDefault="00B65DC9" w:rsidP="00B65DC9">
      <w:r>
        <w:t>520.4395</w:t>
      </w:r>
      <w:r>
        <w:tab/>
        <w:t>1.025e0</w:t>
      </w:r>
    </w:p>
    <w:p w:rsidR="00B65DC9" w:rsidRDefault="00B65DC9" w:rsidP="00B65DC9">
      <w:r>
        <w:t>520.4768</w:t>
      </w:r>
      <w:r>
        <w:tab/>
        <w:t>1.266e-2</w:t>
      </w:r>
    </w:p>
    <w:p w:rsidR="00B65DC9" w:rsidRDefault="00B65DC9" w:rsidP="00B65DC9">
      <w:r>
        <w:t>520.5427</w:t>
      </w:r>
      <w:r>
        <w:tab/>
        <w:t>1.013e0</w:t>
      </w:r>
    </w:p>
    <w:p w:rsidR="00B65DC9" w:rsidRDefault="00B65DC9" w:rsidP="00B65DC9">
      <w:r>
        <w:t>520.5913</w:t>
      </w:r>
      <w:r>
        <w:tab/>
        <w:t>2.025e0</w:t>
      </w:r>
    </w:p>
    <w:p w:rsidR="00B65DC9" w:rsidRDefault="00B65DC9" w:rsidP="00B65DC9">
      <w:r>
        <w:lastRenderedPageBreak/>
        <w:t>520.6064</w:t>
      </w:r>
      <w:r>
        <w:tab/>
        <w:t>1.013e0</w:t>
      </w:r>
    </w:p>
    <w:p w:rsidR="00B65DC9" w:rsidRDefault="00B65DC9" w:rsidP="00B65DC9">
      <w:r>
        <w:t>520.6514</w:t>
      </w:r>
      <w:r>
        <w:tab/>
        <w:t>1.013e0</w:t>
      </w:r>
    </w:p>
    <w:p w:rsidR="00B65DC9" w:rsidRDefault="00B65DC9" w:rsidP="00B65DC9">
      <w:r>
        <w:t>520.6868</w:t>
      </w:r>
      <w:r>
        <w:tab/>
        <w:t>1.013e0</w:t>
      </w:r>
    </w:p>
    <w:p w:rsidR="00B65DC9" w:rsidRDefault="00B65DC9" w:rsidP="00B65DC9">
      <w:r>
        <w:t>520.7499</w:t>
      </w:r>
      <w:r>
        <w:tab/>
        <w:t>1.025e0</w:t>
      </w:r>
    </w:p>
    <w:p w:rsidR="00B65DC9" w:rsidRDefault="00B65DC9" w:rsidP="00B65DC9">
      <w:r>
        <w:t>520.8474</w:t>
      </w:r>
      <w:r>
        <w:tab/>
        <w:t>1.266e-2</w:t>
      </w:r>
    </w:p>
    <w:p w:rsidR="00B65DC9" w:rsidRDefault="00B65DC9" w:rsidP="00B65DC9">
      <w:r>
        <w:t>520.8502</w:t>
      </w:r>
      <w:r>
        <w:tab/>
        <w:t>1.013e0</w:t>
      </w:r>
    </w:p>
    <w:p w:rsidR="00B65DC9" w:rsidRDefault="00B65DC9" w:rsidP="00B65DC9">
      <w:r>
        <w:t>520.9055</w:t>
      </w:r>
      <w:r>
        <w:tab/>
        <w:t>1.266e-2</w:t>
      </w:r>
    </w:p>
    <w:p w:rsidR="00B65DC9" w:rsidRDefault="00B65DC9" w:rsidP="00B65DC9">
      <w:r>
        <w:t>520.9391</w:t>
      </w:r>
      <w:r>
        <w:tab/>
        <w:t>1.013e0</w:t>
      </w:r>
    </w:p>
    <w:p w:rsidR="00B65DC9" w:rsidRDefault="00B65DC9" w:rsidP="00B65DC9">
      <w:r>
        <w:t>520.9790</w:t>
      </w:r>
      <w:r>
        <w:tab/>
        <w:t>1.266e-2</w:t>
      </w:r>
    </w:p>
    <w:p w:rsidR="00B65DC9" w:rsidRDefault="00B65DC9" w:rsidP="00B65DC9">
      <w:r>
        <w:t>520.9974</w:t>
      </w:r>
      <w:r>
        <w:tab/>
        <w:t>1.013e0</w:t>
      </w:r>
    </w:p>
    <w:p w:rsidR="00B65DC9" w:rsidRDefault="00B65DC9" w:rsidP="00B65DC9">
      <w:r>
        <w:t>521.0708</w:t>
      </w:r>
      <w:r>
        <w:tab/>
        <w:t>1.266e-2</w:t>
      </w:r>
    </w:p>
    <w:p w:rsidR="00B65DC9" w:rsidRDefault="00B65DC9" w:rsidP="00B65DC9">
      <w:r>
        <w:t>521.0840</w:t>
      </w:r>
      <w:r>
        <w:tab/>
        <w:t>1.013e0</w:t>
      </w:r>
    </w:p>
    <w:p w:rsidR="00B65DC9" w:rsidRDefault="00B65DC9" w:rsidP="00B65DC9">
      <w:r>
        <w:t>521.1443</w:t>
      </w:r>
      <w:r>
        <w:tab/>
        <w:t>1.266e-2</w:t>
      </w:r>
    </w:p>
    <w:p w:rsidR="00B65DC9" w:rsidRDefault="00B65DC9" w:rsidP="00B65DC9">
      <w:r>
        <w:t>521.1555</w:t>
      </w:r>
      <w:r>
        <w:tab/>
        <w:t>2.025e0</w:t>
      </w:r>
    </w:p>
    <w:p w:rsidR="00B65DC9" w:rsidRDefault="00B65DC9" w:rsidP="00B65DC9">
      <w:r>
        <w:t>521.1656</w:t>
      </w:r>
      <w:r>
        <w:tab/>
        <w:t>1.266e-2</w:t>
      </w:r>
    </w:p>
    <w:p w:rsidR="00B65DC9" w:rsidRDefault="00B65DC9" w:rsidP="00B65DC9">
      <w:r>
        <w:t>521.1785</w:t>
      </w:r>
      <w:r>
        <w:tab/>
        <w:t>3.038e0</w:t>
      </w:r>
    </w:p>
    <w:p w:rsidR="00B65DC9" w:rsidRDefault="00B65DC9" w:rsidP="00B65DC9">
      <w:r>
        <w:t>521.2311</w:t>
      </w:r>
      <w:r>
        <w:tab/>
        <w:t>1.051e0</w:t>
      </w:r>
    </w:p>
    <w:p w:rsidR="00B65DC9" w:rsidRDefault="00B65DC9" w:rsidP="00B65DC9">
      <w:r>
        <w:t>521.2401</w:t>
      </w:r>
      <w:r>
        <w:tab/>
        <w:t>5.063e0</w:t>
      </w:r>
    </w:p>
    <w:p w:rsidR="00B65DC9" w:rsidRDefault="00B65DC9" w:rsidP="00B65DC9">
      <w:r>
        <w:t>521.2819</w:t>
      </w:r>
      <w:r>
        <w:tab/>
        <w:t>5.063e0</w:t>
      </w:r>
    </w:p>
    <w:p w:rsidR="00B65DC9" w:rsidRDefault="00B65DC9" w:rsidP="00B65DC9">
      <w:r>
        <w:lastRenderedPageBreak/>
        <w:t>521.3079</w:t>
      </w:r>
      <w:r>
        <w:tab/>
        <w:t>5.063e0</w:t>
      </w:r>
    </w:p>
    <w:p w:rsidR="00B65DC9" w:rsidRDefault="00B65DC9" w:rsidP="00B65DC9">
      <w:r>
        <w:t>521.3770</w:t>
      </w:r>
      <w:r>
        <w:tab/>
        <w:t>2.025e0</w:t>
      </w:r>
    </w:p>
    <w:p w:rsidR="00B65DC9" w:rsidRDefault="00B65DC9" w:rsidP="00B65DC9">
      <w:r>
        <w:t>521.4230</w:t>
      </w:r>
      <w:r>
        <w:tab/>
        <w:t>2.025e0</w:t>
      </w:r>
    </w:p>
    <w:p w:rsidR="00B65DC9" w:rsidRDefault="00B65DC9" w:rsidP="00B65DC9">
      <w:r>
        <w:t>521.4442</w:t>
      </w:r>
      <w:r>
        <w:tab/>
        <w:t>1.266e-2</w:t>
      </w:r>
    </w:p>
    <w:p w:rsidR="00B65DC9" w:rsidRDefault="00B65DC9" w:rsidP="00B65DC9">
      <w:r>
        <w:t>521.4655</w:t>
      </w:r>
      <w:r>
        <w:tab/>
        <w:t>2.025e0</w:t>
      </w:r>
    </w:p>
    <w:p w:rsidR="00B65DC9" w:rsidRDefault="00B65DC9" w:rsidP="00B65DC9">
      <w:r>
        <w:t>521.5073</w:t>
      </w:r>
      <w:r>
        <w:tab/>
        <w:t>1.013e0</w:t>
      </w:r>
    </w:p>
    <w:p w:rsidR="00B65DC9" w:rsidRDefault="00B65DC9" w:rsidP="00B65DC9">
      <w:r>
        <w:t>521.5704</w:t>
      </w:r>
      <w:r>
        <w:tab/>
        <w:t>1.013e0</w:t>
      </w:r>
    </w:p>
    <w:p w:rsidR="00B65DC9" w:rsidRDefault="00B65DC9" w:rsidP="00B65DC9">
      <w:r>
        <w:t>521.5982</w:t>
      </w:r>
      <w:r>
        <w:tab/>
        <w:t>1.013e0</w:t>
      </w:r>
    </w:p>
    <w:p w:rsidR="00B65DC9" w:rsidRDefault="00B65DC9" w:rsidP="00B65DC9">
      <w:r>
        <w:t>521.6282</w:t>
      </w:r>
      <w:r>
        <w:tab/>
        <w:t>1.266e-2</w:t>
      </w:r>
    </w:p>
    <w:p w:rsidR="00B65DC9" w:rsidRDefault="00B65DC9" w:rsidP="00B65DC9">
      <w:r>
        <w:t>521.7065</w:t>
      </w:r>
      <w:r>
        <w:tab/>
        <w:t>1.013e0</w:t>
      </w:r>
    </w:p>
    <w:p w:rsidR="00B65DC9" w:rsidRDefault="00B65DC9" w:rsidP="00B65DC9">
      <w:r>
        <w:t>521.7148</w:t>
      </w:r>
      <w:r>
        <w:tab/>
        <w:t>1.266e-2</w:t>
      </w:r>
    </w:p>
    <w:p w:rsidR="00B65DC9" w:rsidRDefault="00B65DC9" w:rsidP="00B65DC9">
      <w:r>
        <w:t>521.7600</w:t>
      </w:r>
      <w:r>
        <w:tab/>
        <w:t>1.266e-2</w:t>
      </w:r>
    </w:p>
    <w:p w:rsidR="00B65DC9" w:rsidRDefault="00B65DC9" w:rsidP="00B65DC9">
      <w:r>
        <w:t>521.7780</w:t>
      </w:r>
      <w:r>
        <w:tab/>
        <w:t>1.013e0</w:t>
      </w:r>
    </w:p>
    <w:p w:rsidR="00B65DC9" w:rsidRDefault="00B65DC9" w:rsidP="00B65DC9">
      <w:r>
        <w:t>521.8090</w:t>
      </w:r>
      <w:r>
        <w:tab/>
        <w:t>2.025e0</w:t>
      </w:r>
    </w:p>
    <w:p w:rsidR="00B65DC9" w:rsidRDefault="00B65DC9" w:rsidP="00B65DC9">
      <w:r>
        <w:t>521.8310</w:t>
      </w:r>
      <w:r>
        <w:tab/>
        <w:t>1.013e0</w:t>
      </w:r>
    </w:p>
    <w:p w:rsidR="00B65DC9" w:rsidRDefault="00B65DC9" w:rsidP="00B65DC9">
      <w:r>
        <w:t>521.8331</w:t>
      </w:r>
      <w:r>
        <w:tab/>
        <w:t>1.025e0</w:t>
      </w:r>
    </w:p>
    <w:p w:rsidR="00B65DC9" w:rsidRDefault="00B65DC9" w:rsidP="00B65DC9">
      <w:r>
        <w:t>521.8563</w:t>
      </w:r>
      <w:r>
        <w:tab/>
        <w:t>2.025e0</w:t>
      </w:r>
    </w:p>
    <w:p w:rsidR="00B65DC9" w:rsidRDefault="00B65DC9" w:rsidP="00B65DC9">
      <w:r>
        <w:t>521.9496</w:t>
      </w:r>
      <w:r>
        <w:tab/>
        <w:t>1.266e-2</w:t>
      </w:r>
    </w:p>
    <w:p w:rsidR="00B65DC9" w:rsidRDefault="00B65DC9" w:rsidP="00B65DC9">
      <w:r>
        <w:t>521.9731</w:t>
      </w:r>
      <w:r>
        <w:tab/>
        <w:t>2.025e0</w:t>
      </w:r>
    </w:p>
    <w:p w:rsidR="00B65DC9" w:rsidRDefault="00B65DC9" w:rsidP="00B65DC9">
      <w:r>
        <w:lastRenderedPageBreak/>
        <w:t>521.9865</w:t>
      </w:r>
      <w:r>
        <w:tab/>
        <w:t>2.025e0</w:t>
      </w:r>
    </w:p>
    <w:p w:rsidR="00B65DC9" w:rsidRDefault="00B65DC9" w:rsidP="00B65DC9">
      <w:r>
        <w:t>522.0038</w:t>
      </w:r>
      <w:r>
        <w:tab/>
        <w:t>1.266e-2</w:t>
      </w:r>
    </w:p>
    <w:p w:rsidR="00B65DC9" w:rsidRDefault="00B65DC9" w:rsidP="00B65DC9">
      <w:r>
        <w:t>522.0586</w:t>
      </w:r>
      <w:r>
        <w:tab/>
        <w:t>1.013e0</w:t>
      </w:r>
    </w:p>
    <w:p w:rsidR="00B65DC9" w:rsidRDefault="00B65DC9" w:rsidP="00B65DC9">
      <w:r>
        <w:t>522.0721</w:t>
      </w:r>
      <w:r>
        <w:tab/>
        <w:t>1.013e0</w:t>
      </w:r>
    </w:p>
    <w:p w:rsidR="00B65DC9" w:rsidRDefault="00B65DC9" w:rsidP="00B65DC9">
      <w:r>
        <w:t>522.0760</w:t>
      </w:r>
      <w:r>
        <w:tab/>
        <w:t>2.025e0</w:t>
      </w:r>
    </w:p>
    <w:p w:rsidR="00B65DC9" w:rsidRDefault="00B65DC9" w:rsidP="00B65DC9">
      <w:r>
        <w:t>522.1102</w:t>
      </w:r>
      <w:r>
        <w:tab/>
        <w:t>3.038e0</w:t>
      </w:r>
    </w:p>
    <w:p w:rsidR="00B65DC9" w:rsidRDefault="00B65DC9" w:rsidP="00B65DC9">
      <w:r>
        <w:t>522.1483</w:t>
      </w:r>
      <w:r>
        <w:tab/>
        <w:t>1.013e0</w:t>
      </w:r>
    </w:p>
    <w:p w:rsidR="00B65DC9" w:rsidRDefault="00B65DC9" w:rsidP="00B65DC9">
      <w:r>
        <w:t>522.1708</w:t>
      </w:r>
      <w:r>
        <w:tab/>
        <w:t>5.063e0</w:t>
      </w:r>
    </w:p>
    <w:p w:rsidR="00B65DC9" w:rsidRDefault="00B65DC9" w:rsidP="00B65DC9">
      <w:r>
        <w:t>522.2009</w:t>
      </w:r>
      <w:r>
        <w:tab/>
        <w:t>1.025e0</w:t>
      </w:r>
    </w:p>
    <w:p w:rsidR="00B65DC9" w:rsidRDefault="00B65DC9" w:rsidP="00B65DC9">
      <w:r>
        <w:t>522.2055</w:t>
      </w:r>
      <w:r>
        <w:tab/>
        <w:t>2.025e0</w:t>
      </w:r>
    </w:p>
    <w:p w:rsidR="00B65DC9" w:rsidRDefault="00B65DC9" w:rsidP="00B65DC9">
      <w:r>
        <w:t>522.2603</w:t>
      </w:r>
      <w:r>
        <w:tab/>
        <w:t>2.025e0</w:t>
      </w:r>
    </w:p>
    <w:p w:rsidR="00B65DC9" w:rsidRDefault="00B65DC9" w:rsidP="00B65DC9">
      <w:r>
        <w:t>522.2798</w:t>
      </w:r>
      <w:r>
        <w:tab/>
        <w:t>2.063e0</w:t>
      </w:r>
    </w:p>
    <w:p w:rsidR="00B65DC9" w:rsidRDefault="00B65DC9" w:rsidP="00B65DC9">
      <w:r>
        <w:t>522.3187</w:t>
      </w:r>
      <w:r>
        <w:tab/>
        <w:t>3.038e0</w:t>
      </w:r>
    </w:p>
    <w:p w:rsidR="00B65DC9" w:rsidRDefault="00B65DC9" w:rsidP="00B65DC9">
      <w:r>
        <w:t>522.3325</w:t>
      </w:r>
      <w:r>
        <w:tab/>
        <w:t>2.025e0</w:t>
      </w:r>
    </w:p>
    <w:p w:rsidR="00B65DC9" w:rsidRDefault="00B65DC9" w:rsidP="00B65DC9">
      <w:r>
        <w:t>522.3651</w:t>
      </w:r>
      <w:r>
        <w:tab/>
        <w:t>1.013e0</w:t>
      </w:r>
    </w:p>
    <w:p w:rsidR="00B65DC9" w:rsidRDefault="00B65DC9" w:rsidP="00B65DC9">
      <w:r>
        <w:t>522.3876</w:t>
      </w:r>
      <w:r>
        <w:tab/>
        <w:t>1.013e0</w:t>
      </w:r>
    </w:p>
    <w:p w:rsidR="00B65DC9" w:rsidRDefault="00B65DC9" w:rsidP="00B65DC9">
      <w:r>
        <w:t>522.4241</w:t>
      </w:r>
      <w:r>
        <w:tab/>
        <w:t>1.025e0</w:t>
      </w:r>
    </w:p>
    <w:p w:rsidR="00B65DC9" w:rsidRDefault="00B65DC9" w:rsidP="00B65DC9">
      <w:r>
        <w:t>522.4826</w:t>
      </w:r>
      <w:r>
        <w:tab/>
        <w:t>1.013e0</w:t>
      </w:r>
    </w:p>
    <w:p w:rsidR="00B65DC9" w:rsidRDefault="00B65DC9" w:rsidP="00B65DC9">
      <w:r>
        <w:t>522.4979</w:t>
      </w:r>
      <w:r>
        <w:tab/>
        <w:t>1.013e0</w:t>
      </w:r>
    </w:p>
    <w:p w:rsidR="00B65DC9" w:rsidRDefault="00B65DC9" w:rsidP="00B65DC9">
      <w:r>
        <w:lastRenderedPageBreak/>
        <w:t>522.5458</w:t>
      </w:r>
      <w:r>
        <w:tab/>
        <w:t>2.038e0</w:t>
      </w:r>
    </w:p>
    <w:p w:rsidR="00B65DC9" w:rsidRDefault="00B65DC9" w:rsidP="00B65DC9">
      <w:r>
        <w:t>522.6001</w:t>
      </w:r>
      <w:r>
        <w:tab/>
        <w:t>1.013e0</w:t>
      </w:r>
    </w:p>
    <w:p w:rsidR="00B65DC9" w:rsidRDefault="00B65DC9" w:rsidP="00B65DC9">
      <w:r>
        <w:t>522.6063</w:t>
      </w:r>
      <w:r>
        <w:tab/>
        <w:t>4.051e0</w:t>
      </w:r>
    </w:p>
    <w:p w:rsidR="00B65DC9" w:rsidRDefault="00B65DC9" w:rsidP="00B65DC9">
      <w:r>
        <w:t>522.6544</w:t>
      </w:r>
      <w:r>
        <w:tab/>
        <w:t>1.013e0</w:t>
      </w:r>
    </w:p>
    <w:p w:rsidR="00B65DC9" w:rsidRDefault="00B65DC9" w:rsidP="00B65DC9">
      <w:r>
        <w:t>522.6663</w:t>
      </w:r>
      <w:r>
        <w:tab/>
        <w:t>1.013e0</w:t>
      </w:r>
    </w:p>
    <w:p w:rsidR="00B65DC9" w:rsidRDefault="00B65DC9" w:rsidP="00B65DC9">
      <w:r>
        <w:t>522.7003</w:t>
      </w:r>
      <w:r>
        <w:tab/>
        <w:t>1.013e0</w:t>
      </w:r>
    </w:p>
    <w:p w:rsidR="00B65DC9" w:rsidRDefault="00B65DC9" w:rsidP="00B65DC9">
      <w:r>
        <w:t>522.7448</w:t>
      </w:r>
      <w:r>
        <w:tab/>
        <w:t>1.013e0</w:t>
      </w:r>
    </w:p>
    <w:p w:rsidR="00B65DC9" w:rsidRDefault="00B65DC9" w:rsidP="00B65DC9">
      <w:r>
        <w:t>522.7766</w:t>
      </w:r>
      <w:r>
        <w:tab/>
        <w:t>1.266e-2</w:t>
      </w:r>
    </w:p>
    <w:p w:rsidR="00B65DC9" w:rsidRDefault="00B65DC9" w:rsidP="00B65DC9">
      <w:r>
        <w:t>522.8080</w:t>
      </w:r>
      <w:r>
        <w:tab/>
        <w:t>2.025e0</w:t>
      </w:r>
    </w:p>
    <w:p w:rsidR="00B65DC9" w:rsidRDefault="00B65DC9" w:rsidP="00B65DC9">
      <w:r>
        <w:t>522.8140</w:t>
      </w:r>
      <w:r>
        <w:tab/>
        <w:t>1.266e-2</w:t>
      </w:r>
    </w:p>
    <w:p w:rsidR="00B65DC9" w:rsidRDefault="00B65DC9" w:rsidP="00B65DC9">
      <w:r>
        <w:t>522.8564</w:t>
      </w:r>
      <w:r>
        <w:tab/>
        <w:t>3.038e0</w:t>
      </w:r>
    </w:p>
    <w:p w:rsidR="00B65DC9" w:rsidRDefault="00B65DC9" w:rsidP="00B65DC9">
      <w:r>
        <w:t>522.8743</w:t>
      </w:r>
      <w:r>
        <w:tab/>
        <w:t>2.025e0</w:t>
      </w:r>
    </w:p>
    <w:p w:rsidR="00B65DC9" w:rsidRDefault="00B65DC9" w:rsidP="00B65DC9">
      <w:r>
        <w:t>522.8811</w:t>
      </w:r>
      <w:r>
        <w:tab/>
        <w:t>1.013e0</w:t>
      </w:r>
    </w:p>
    <w:p w:rsidR="00B65DC9" w:rsidRDefault="00B65DC9" w:rsidP="00B65DC9">
      <w:r>
        <w:t>522.9605</w:t>
      </w:r>
      <w:r>
        <w:tab/>
        <w:t>1.013e0</w:t>
      </w:r>
    </w:p>
    <w:p w:rsidR="00B65DC9" w:rsidRDefault="00B65DC9" w:rsidP="00B65DC9">
      <w:r>
        <w:t>522.9659</w:t>
      </w:r>
      <w:r>
        <w:tab/>
        <w:t>3.038e0</w:t>
      </w:r>
    </w:p>
    <w:p w:rsidR="00B65DC9" w:rsidRDefault="00B65DC9" w:rsidP="00B65DC9">
      <w:r>
        <w:t>523.0164</w:t>
      </w:r>
      <w:r>
        <w:tab/>
        <w:t>1.025e0</w:t>
      </w:r>
    </w:p>
    <w:p w:rsidR="00B65DC9" w:rsidRDefault="00B65DC9" w:rsidP="00B65DC9">
      <w:r>
        <w:t>523.0251</w:t>
      </w:r>
      <w:r>
        <w:tab/>
        <w:t>1.013e0</w:t>
      </w:r>
    </w:p>
    <w:p w:rsidR="00B65DC9" w:rsidRDefault="00B65DC9" w:rsidP="00B65DC9">
      <w:r>
        <w:t>523.0891</w:t>
      </w:r>
      <w:r>
        <w:tab/>
        <w:t>1.025e0</w:t>
      </w:r>
    </w:p>
    <w:p w:rsidR="00B65DC9" w:rsidRDefault="00B65DC9" w:rsidP="00B65DC9">
      <w:r>
        <w:t>523.0921</w:t>
      </w:r>
      <w:r>
        <w:tab/>
        <w:t>1.025e0</w:t>
      </w:r>
    </w:p>
    <w:p w:rsidR="00B65DC9" w:rsidRDefault="00B65DC9" w:rsidP="00B65DC9">
      <w:r>
        <w:lastRenderedPageBreak/>
        <w:t>523.0975</w:t>
      </w:r>
      <w:r>
        <w:tab/>
        <w:t>1.013e0</w:t>
      </w:r>
    </w:p>
    <w:p w:rsidR="00B65DC9" w:rsidRDefault="00B65DC9" w:rsidP="00B65DC9">
      <w:r>
        <w:t>523.1105</w:t>
      </w:r>
      <w:r>
        <w:tab/>
        <w:t>1.013e0</w:t>
      </w:r>
    </w:p>
    <w:p w:rsidR="00B65DC9" w:rsidRDefault="00B65DC9" w:rsidP="00B65DC9">
      <w:r>
        <w:t>523.1609</w:t>
      </w:r>
      <w:r>
        <w:tab/>
        <w:t>1.013e0</w:t>
      </w:r>
    </w:p>
    <w:p w:rsidR="00B65DC9" w:rsidRDefault="00B65DC9" w:rsidP="00B65DC9">
      <w:r>
        <w:t>523.2209</w:t>
      </w:r>
      <w:r>
        <w:tab/>
        <w:t>2.038e0</w:t>
      </w:r>
    </w:p>
    <w:p w:rsidR="00B65DC9" w:rsidRDefault="00B65DC9" w:rsidP="00B65DC9">
      <w:r>
        <w:t>523.2380</w:t>
      </w:r>
      <w:r>
        <w:tab/>
        <w:t>1.051e0</w:t>
      </w:r>
    </w:p>
    <w:p w:rsidR="00B65DC9" w:rsidRDefault="00B65DC9" w:rsidP="00B65DC9">
      <w:r>
        <w:t>523.2460</w:t>
      </w:r>
      <w:r>
        <w:tab/>
        <w:t>3.038e0</w:t>
      </w:r>
    </w:p>
    <w:p w:rsidR="00B65DC9" w:rsidRDefault="00B65DC9" w:rsidP="00B65DC9">
      <w:r>
        <w:t>523.2589</w:t>
      </w:r>
      <w:r>
        <w:tab/>
        <w:t>5.063e0</w:t>
      </w:r>
    </w:p>
    <w:p w:rsidR="00B65DC9" w:rsidRDefault="00B65DC9" w:rsidP="00B65DC9">
      <w:r>
        <w:t>523.2949</w:t>
      </w:r>
      <w:r>
        <w:tab/>
        <w:t>4.076e0</w:t>
      </w:r>
    </w:p>
    <w:p w:rsidR="00B65DC9" w:rsidRDefault="00B65DC9" w:rsidP="00B65DC9">
      <w:r>
        <w:t>523.3682</w:t>
      </w:r>
      <w:r>
        <w:tab/>
        <w:t>3.797e-2</w:t>
      </w:r>
    </w:p>
    <w:p w:rsidR="00B65DC9" w:rsidRDefault="00B65DC9" w:rsidP="00B65DC9">
      <w:r>
        <w:t>523.3781</w:t>
      </w:r>
      <w:r>
        <w:tab/>
        <w:t>1.013e0</w:t>
      </w:r>
    </w:p>
    <w:p w:rsidR="00B65DC9" w:rsidRDefault="00B65DC9" w:rsidP="00B65DC9">
      <w:r>
        <w:t>523.3887</w:t>
      </w:r>
      <w:r>
        <w:tab/>
        <w:t>2.038e0</w:t>
      </w:r>
    </w:p>
    <w:p w:rsidR="00B65DC9" w:rsidRDefault="00B65DC9" w:rsidP="00B65DC9">
      <w:r>
        <w:t>523.4075</w:t>
      </w:r>
      <w:r>
        <w:tab/>
        <w:t>1.013e0</w:t>
      </w:r>
    </w:p>
    <w:p w:rsidR="00B65DC9" w:rsidRDefault="00B65DC9" w:rsidP="00B65DC9">
      <w:r>
        <w:t>523.4232</w:t>
      </w:r>
      <w:r>
        <w:tab/>
        <w:t>1.013e0</w:t>
      </w:r>
    </w:p>
    <w:p w:rsidR="00B65DC9" w:rsidRDefault="00B65DC9" w:rsidP="00B65DC9">
      <w:r>
        <w:t>523.4443</w:t>
      </w:r>
      <w:r>
        <w:tab/>
        <w:t>1.013e0</w:t>
      </w:r>
    </w:p>
    <w:p w:rsidR="00B65DC9" w:rsidRDefault="00B65DC9" w:rsidP="00B65DC9">
      <w:r>
        <w:t>523.4596</w:t>
      </w:r>
      <w:r>
        <w:tab/>
        <w:t>3.038e0</w:t>
      </w:r>
    </w:p>
    <w:p w:rsidR="00B65DC9" w:rsidRDefault="00B65DC9" w:rsidP="00B65DC9">
      <w:r>
        <w:t>523.4868</w:t>
      </w:r>
      <w:r>
        <w:tab/>
        <w:t>1.013e0</w:t>
      </w:r>
    </w:p>
    <w:p w:rsidR="00B65DC9" w:rsidRDefault="00B65DC9" w:rsidP="00B65DC9">
      <w:r>
        <w:t>523.5049</w:t>
      </w:r>
      <w:r>
        <w:tab/>
        <w:t>1.013e0</w:t>
      </w:r>
    </w:p>
    <w:p w:rsidR="00B65DC9" w:rsidRDefault="00B65DC9" w:rsidP="00B65DC9">
      <w:r>
        <w:t>523.5453</w:t>
      </w:r>
      <w:r>
        <w:tab/>
        <w:t>2.025e0</w:t>
      </w:r>
    </w:p>
    <w:p w:rsidR="00B65DC9" w:rsidRDefault="00B65DC9" w:rsidP="00B65DC9">
      <w:r>
        <w:t>523.6135</w:t>
      </w:r>
      <w:r>
        <w:tab/>
        <w:t>2.025e0</w:t>
      </w:r>
    </w:p>
    <w:p w:rsidR="00B65DC9" w:rsidRDefault="00B65DC9" w:rsidP="00B65DC9">
      <w:r>
        <w:lastRenderedPageBreak/>
        <w:t>523.6188</w:t>
      </w:r>
      <w:r>
        <w:tab/>
        <w:t>2.025e0</w:t>
      </w:r>
    </w:p>
    <w:p w:rsidR="00B65DC9" w:rsidRDefault="00B65DC9" w:rsidP="00B65DC9">
      <w:r>
        <w:t>523.6226</w:t>
      </w:r>
      <w:r>
        <w:tab/>
        <w:t>1.013e0</w:t>
      </w:r>
    </w:p>
    <w:p w:rsidR="00B65DC9" w:rsidRDefault="00B65DC9" w:rsidP="00B65DC9">
      <w:r>
        <w:t>523.6860</w:t>
      </w:r>
      <w:r>
        <w:tab/>
        <w:t>1.013e0</w:t>
      </w:r>
    </w:p>
    <w:p w:rsidR="00B65DC9" w:rsidRDefault="00B65DC9" w:rsidP="00B65DC9">
      <w:r>
        <w:t>523.7313</w:t>
      </w:r>
      <w:r>
        <w:tab/>
        <w:t>1.013e0</w:t>
      </w:r>
    </w:p>
    <w:p w:rsidR="00B65DC9" w:rsidRDefault="00B65DC9" w:rsidP="00B65DC9">
      <w:r>
        <w:t>523.7411</w:t>
      </w:r>
      <w:r>
        <w:tab/>
        <w:t>1.013e0</w:t>
      </w:r>
    </w:p>
    <w:p w:rsidR="00B65DC9" w:rsidRDefault="00B65DC9" w:rsidP="00B65DC9">
      <w:r>
        <w:t>523.7863</w:t>
      </w:r>
      <w:r>
        <w:tab/>
        <w:t>1.013e0</w:t>
      </w:r>
    </w:p>
    <w:p w:rsidR="00B65DC9" w:rsidRDefault="00B65DC9" w:rsidP="00B65DC9">
      <w:r>
        <w:t>523.8884</w:t>
      </w:r>
      <w:r>
        <w:tab/>
        <w:t>1.013e0</w:t>
      </w:r>
    </w:p>
    <w:p w:rsidR="00B65DC9" w:rsidRDefault="00B65DC9" w:rsidP="00B65DC9">
      <w:r>
        <w:t>523.9344</w:t>
      </w:r>
      <w:r>
        <w:tab/>
        <w:t>2.025e0</w:t>
      </w:r>
    </w:p>
    <w:p w:rsidR="00B65DC9" w:rsidRDefault="00B65DC9" w:rsidP="00B65DC9">
      <w:r>
        <w:t>523.9803</w:t>
      </w:r>
      <w:r>
        <w:tab/>
        <w:t>2.532e-2</w:t>
      </w:r>
    </w:p>
    <w:p w:rsidR="00B65DC9" w:rsidRDefault="00B65DC9" w:rsidP="00B65DC9">
      <w:r>
        <w:t>523.9850</w:t>
      </w:r>
      <w:r>
        <w:tab/>
        <w:t>1.266e-2</w:t>
      </w:r>
    </w:p>
    <w:p w:rsidR="00B65DC9" w:rsidRDefault="00B65DC9" w:rsidP="00B65DC9">
      <w:r>
        <w:t>524.0121</w:t>
      </w:r>
      <w:r>
        <w:tab/>
        <w:t>1.013e0</w:t>
      </w:r>
    </w:p>
    <w:p w:rsidR="00B65DC9" w:rsidRDefault="00B65DC9" w:rsidP="00B65DC9">
      <w:r>
        <w:t>524.0665</w:t>
      </w:r>
      <w:r>
        <w:tab/>
        <w:t>1.013e0</w:t>
      </w:r>
    </w:p>
    <w:p w:rsidR="00B65DC9" w:rsidRDefault="00B65DC9" w:rsidP="00B65DC9">
      <w:r>
        <w:t>524.0847</w:t>
      </w:r>
      <w:r>
        <w:tab/>
        <w:t>1.013e0</w:t>
      </w:r>
    </w:p>
    <w:p w:rsidR="00B65DC9" w:rsidRDefault="00B65DC9" w:rsidP="00B65DC9">
      <w:r>
        <w:t>524.0938</w:t>
      </w:r>
      <w:r>
        <w:tab/>
        <w:t>1.013e0</w:t>
      </w:r>
    </w:p>
    <w:p w:rsidR="00B65DC9" w:rsidRDefault="00B65DC9" w:rsidP="00B65DC9">
      <w:r>
        <w:t>524.1484</w:t>
      </w:r>
      <w:r>
        <w:tab/>
        <w:t>1.013e0</w:t>
      </w:r>
    </w:p>
    <w:p w:rsidR="00B65DC9" w:rsidRDefault="00B65DC9" w:rsidP="00B65DC9">
      <w:r>
        <w:t>524.1890</w:t>
      </w:r>
      <w:r>
        <w:tab/>
        <w:t>2.025e0</w:t>
      </w:r>
    </w:p>
    <w:p w:rsidR="00B65DC9" w:rsidRDefault="00B65DC9" w:rsidP="00B65DC9">
      <w:r>
        <w:t>524.2194</w:t>
      </w:r>
      <w:r>
        <w:tab/>
        <w:t>1.013e0</w:t>
      </w:r>
    </w:p>
    <w:p w:rsidR="00B65DC9" w:rsidRDefault="00B65DC9" w:rsidP="00B65DC9">
      <w:r>
        <w:t>524.2848</w:t>
      </w:r>
      <w:r>
        <w:tab/>
        <w:t>1.266e-2</w:t>
      </w:r>
    </w:p>
    <w:p w:rsidR="00B65DC9" w:rsidRDefault="00B65DC9" w:rsidP="00B65DC9">
      <w:r>
        <w:t>524.2958</w:t>
      </w:r>
      <w:r>
        <w:tab/>
        <w:t>1.013e0</w:t>
      </w:r>
    </w:p>
    <w:p w:rsidR="00B65DC9" w:rsidRDefault="00B65DC9" w:rsidP="00B65DC9">
      <w:r>
        <w:lastRenderedPageBreak/>
        <w:t>524.3005</w:t>
      </w:r>
      <w:r>
        <w:tab/>
        <w:t>5.372e0</w:t>
      </w:r>
    </w:p>
    <w:p w:rsidR="00B65DC9" w:rsidRDefault="00B65DC9" w:rsidP="00B65DC9">
      <w:r>
        <w:t>524.3113</w:t>
      </w:r>
      <w:r>
        <w:tab/>
        <w:t>1.013e0</w:t>
      </w:r>
    </w:p>
    <w:p w:rsidR="00B65DC9" w:rsidRDefault="00B65DC9" w:rsidP="00B65DC9">
      <w:r>
        <w:t>524.3692</w:t>
      </w:r>
      <w:r>
        <w:tab/>
        <w:t>1.944e0</w:t>
      </w:r>
    </w:p>
    <w:p w:rsidR="00B65DC9" w:rsidRDefault="00B65DC9" w:rsidP="00B65DC9">
      <w:r>
        <w:t>524.3770</w:t>
      </w:r>
      <w:r>
        <w:tab/>
        <w:t>3.038e0</w:t>
      </w:r>
    </w:p>
    <w:p w:rsidR="00B65DC9" w:rsidRDefault="00B65DC9" w:rsidP="00B65DC9">
      <w:r>
        <w:t>524.4111</w:t>
      </w:r>
      <w:r>
        <w:tab/>
        <w:t>1.266e-2</w:t>
      </w:r>
    </w:p>
    <w:p w:rsidR="00B65DC9" w:rsidRDefault="00B65DC9" w:rsidP="00B65DC9">
      <w:r>
        <w:t>524.4208</w:t>
      </w:r>
      <w:r>
        <w:tab/>
        <w:t>1.266e-2</w:t>
      </w:r>
    </w:p>
    <w:p w:rsidR="00B65DC9" w:rsidRDefault="00B65DC9" w:rsidP="00B65DC9">
      <w:r>
        <w:t>524.4383</w:t>
      </w:r>
      <w:r>
        <w:tab/>
        <w:t>1.013e0</w:t>
      </w:r>
    </w:p>
    <w:p w:rsidR="00B65DC9" w:rsidRDefault="00B65DC9" w:rsidP="00B65DC9">
      <w:r>
        <w:t>524.4429</w:t>
      </w:r>
      <w:r>
        <w:tab/>
        <w:t>1.013e0</w:t>
      </w:r>
    </w:p>
    <w:p w:rsidR="00B65DC9" w:rsidRDefault="00B65DC9" w:rsidP="00B65DC9">
      <w:r>
        <w:t>524.5199</w:t>
      </w:r>
      <w:r>
        <w:tab/>
        <w:t>1.266e-2</w:t>
      </w:r>
    </w:p>
    <w:p w:rsidR="00B65DC9" w:rsidRDefault="00B65DC9" w:rsidP="00B65DC9">
      <w:r>
        <w:t>524.5715</w:t>
      </w:r>
      <w:r>
        <w:tab/>
        <w:t>2.025e0</w:t>
      </w:r>
    </w:p>
    <w:p w:rsidR="00B65DC9" w:rsidRDefault="00B65DC9" w:rsidP="00B65DC9">
      <w:r>
        <w:t>524.6049</w:t>
      </w:r>
      <w:r>
        <w:tab/>
        <w:t>3.038e0</w:t>
      </w:r>
    </w:p>
    <w:p w:rsidR="00B65DC9" w:rsidRDefault="00B65DC9" w:rsidP="00B65DC9">
      <w:r>
        <w:t>524.6674</w:t>
      </w:r>
      <w:r>
        <w:tab/>
        <w:t>1.025e0</w:t>
      </w:r>
    </w:p>
    <w:p w:rsidR="00B65DC9" w:rsidRDefault="00B65DC9" w:rsidP="00B65DC9">
      <w:r>
        <w:t>524.6923</w:t>
      </w:r>
      <w:r>
        <w:tab/>
        <w:t>1.013e0</w:t>
      </w:r>
    </w:p>
    <w:p w:rsidR="00B65DC9" w:rsidRDefault="00B65DC9" w:rsidP="00B65DC9">
      <w:r>
        <w:t>524.7921</w:t>
      </w:r>
      <w:r>
        <w:tab/>
        <w:t>1.013e0</w:t>
      </w:r>
    </w:p>
    <w:p w:rsidR="00B65DC9" w:rsidRDefault="00B65DC9" w:rsidP="00B65DC9">
      <w:r>
        <w:t>524.8647</w:t>
      </w:r>
      <w:r>
        <w:tab/>
        <w:t>1.266e-2</w:t>
      </w:r>
    </w:p>
    <w:p w:rsidR="00B65DC9" w:rsidRDefault="00B65DC9" w:rsidP="00B65DC9">
      <w:r>
        <w:t>524.8713</w:t>
      </w:r>
      <w:r>
        <w:tab/>
        <w:t>3.038e0</w:t>
      </w:r>
    </w:p>
    <w:p w:rsidR="00B65DC9" w:rsidRDefault="00B65DC9" w:rsidP="00B65DC9">
      <w:r>
        <w:t>524.9010</w:t>
      </w:r>
      <w:r>
        <w:tab/>
        <w:t>2.025e0</w:t>
      </w:r>
    </w:p>
    <w:p w:rsidR="00B65DC9" w:rsidRDefault="00B65DC9" w:rsidP="00B65DC9">
      <w:r>
        <w:t>524.9376</w:t>
      </w:r>
      <w:r>
        <w:tab/>
        <w:t>2.025e0</w:t>
      </w:r>
    </w:p>
    <w:p w:rsidR="00B65DC9" w:rsidRDefault="00B65DC9" w:rsidP="00B65DC9">
      <w:r>
        <w:t>525.0009</w:t>
      </w:r>
      <w:r>
        <w:tab/>
        <w:t>1.013e0</w:t>
      </w:r>
    </w:p>
    <w:p w:rsidR="00B65DC9" w:rsidRDefault="00B65DC9" w:rsidP="00B65DC9">
      <w:r>
        <w:lastRenderedPageBreak/>
        <w:t>525.0288</w:t>
      </w:r>
      <w:r>
        <w:tab/>
        <w:t>1.013e0</w:t>
      </w:r>
    </w:p>
    <w:p w:rsidR="00B65DC9" w:rsidRDefault="00B65DC9" w:rsidP="00B65DC9">
      <w:r>
        <w:t>525.0341</w:t>
      </w:r>
      <w:r>
        <w:tab/>
        <w:t>1.266e-2</w:t>
      </w:r>
    </w:p>
    <w:p w:rsidR="00B65DC9" w:rsidRDefault="00B65DC9" w:rsidP="00B65DC9">
      <w:r>
        <w:t>525.0491</w:t>
      </w:r>
      <w:r>
        <w:tab/>
        <w:t>3.038e0</w:t>
      </w:r>
    </w:p>
    <w:p w:rsidR="00B65DC9" w:rsidRDefault="00B65DC9" w:rsidP="00B65DC9">
      <w:r>
        <w:t>525.0833</w:t>
      </w:r>
      <w:r>
        <w:tab/>
        <w:t>1.013e0</w:t>
      </w:r>
    </w:p>
    <w:p w:rsidR="00B65DC9" w:rsidRDefault="00B65DC9" w:rsidP="00B65DC9">
      <w:r>
        <w:t>525.1189</w:t>
      </w:r>
      <w:r>
        <w:tab/>
        <w:t>1.013e0</w:t>
      </w:r>
    </w:p>
    <w:p w:rsidR="00B65DC9" w:rsidRDefault="00B65DC9" w:rsidP="00B65DC9">
      <w:r>
        <w:t>525.1916</w:t>
      </w:r>
      <w:r>
        <w:tab/>
        <w:t>2.025e0</w:t>
      </w:r>
    </w:p>
    <w:p w:rsidR="00B65DC9" w:rsidRDefault="00B65DC9" w:rsidP="00B65DC9">
      <w:r>
        <w:t>525.2461</w:t>
      </w:r>
      <w:r>
        <w:tab/>
        <w:t>1.013e0</w:t>
      </w:r>
    </w:p>
    <w:p w:rsidR="00B65DC9" w:rsidRDefault="00B65DC9" w:rsidP="00B65DC9">
      <w:r>
        <w:t>525.2534</w:t>
      </w:r>
      <w:r>
        <w:tab/>
        <w:t>2.025e0</w:t>
      </w:r>
    </w:p>
    <w:p w:rsidR="00B65DC9" w:rsidRDefault="00B65DC9" w:rsidP="00B65DC9">
      <w:r>
        <w:t>525.2545</w:t>
      </w:r>
      <w:r>
        <w:tab/>
        <w:t>4.051e0</w:t>
      </w:r>
    </w:p>
    <w:p w:rsidR="00B65DC9" w:rsidRDefault="00B65DC9" w:rsidP="00B65DC9">
      <w:r>
        <w:t>525.3103</w:t>
      </w:r>
      <w:r>
        <w:tab/>
        <w:t>1.013e0</w:t>
      </w:r>
    </w:p>
    <w:p w:rsidR="00B65DC9" w:rsidRDefault="00B65DC9" w:rsidP="00B65DC9">
      <w:r>
        <w:t>525.3460</w:t>
      </w:r>
      <w:r>
        <w:tab/>
        <w:t>1.013e0</w:t>
      </w:r>
    </w:p>
    <w:p w:rsidR="00B65DC9" w:rsidRDefault="00B65DC9" w:rsidP="00B65DC9">
      <w:r>
        <w:t>525.3765</w:t>
      </w:r>
      <w:r>
        <w:tab/>
        <w:t>2.025e0</w:t>
      </w:r>
    </w:p>
    <w:p w:rsidR="00B65DC9" w:rsidRDefault="00B65DC9" w:rsidP="00B65DC9">
      <w:r>
        <w:t>525.4126</w:t>
      </w:r>
      <w:r>
        <w:tab/>
        <w:t>2.532e-2</w:t>
      </w:r>
    </w:p>
    <w:p w:rsidR="00B65DC9" w:rsidRDefault="00B65DC9" w:rsidP="00B65DC9">
      <w:r>
        <w:t>525.4310</w:t>
      </w:r>
      <w:r>
        <w:tab/>
        <w:t>2.025e0</w:t>
      </w:r>
    </w:p>
    <w:p w:rsidR="00B65DC9" w:rsidRDefault="00B65DC9" w:rsidP="00B65DC9">
      <w:r>
        <w:t>525.4422</w:t>
      </w:r>
      <w:r>
        <w:tab/>
        <w:t>1.013e0</w:t>
      </w:r>
    </w:p>
    <w:p w:rsidR="00B65DC9" w:rsidRDefault="00B65DC9" w:rsidP="00B65DC9">
      <w:r>
        <w:t>525.4822</w:t>
      </w:r>
      <w:r>
        <w:tab/>
        <w:t>1.013e0</w:t>
      </w:r>
    </w:p>
    <w:p w:rsidR="00B65DC9" w:rsidRDefault="00B65DC9" w:rsidP="00B65DC9">
      <w:r>
        <w:t>525.4913</w:t>
      </w:r>
      <w:r>
        <w:tab/>
        <w:t>1.013e0</w:t>
      </w:r>
    </w:p>
    <w:p w:rsidR="00B65DC9" w:rsidRDefault="00B65DC9" w:rsidP="00B65DC9">
      <w:r>
        <w:t>525.6186</w:t>
      </w:r>
      <w:r>
        <w:tab/>
        <w:t>1.013e0</w:t>
      </w:r>
    </w:p>
    <w:p w:rsidR="00B65DC9" w:rsidRDefault="00B65DC9" w:rsidP="00B65DC9">
      <w:r>
        <w:t>525.6281</w:t>
      </w:r>
      <w:r>
        <w:tab/>
        <w:t>1.013e0</w:t>
      </w:r>
    </w:p>
    <w:p w:rsidR="00B65DC9" w:rsidRDefault="00B65DC9" w:rsidP="00B65DC9">
      <w:r>
        <w:lastRenderedPageBreak/>
        <w:t>525.6556</w:t>
      </w:r>
      <w:r>
        <w:tab/>
        <w:t>1.013e0</w:t>
      </w:r>
    </w:p>
    <w:p w:rsidR="00B65DC9" w:rsidRDefault="00B65DC9" w:rsidP="00B65DC9">
      <w:r>
        <w:t>525.7277</w:t>
      </w:r>
      <w:r>
        <w:tab/>
        <w:t>1.013e0</w:t>
      </w:r>
    </w:p>
    <w:p w:rsidR="00B65DC9" w:rsidRDefault="00B65DC9" w:rsidP="00B65DC9">
      <w:r>
        <w:t>525.7394</w:t>
      </w:r>
      <w:r>
        <w:tab/>
        <w:t>2.025e0</w:t>
      </w:r>
    </w:p>
    <w:p w:rsidR="00B65DC9" w:rsidRDefault="00B65DC9" w:rsidP="00B65DC9">
      <w:r>
        <w:t>525.7980</w:t>
      </w:r>
      <w:r>
        <w:tab/>
        <w:t>2.025e0</w:t>
      </w:r>
    </w:p>
    <w:p w:rsidR="00B65DC9" w:rsidRDefault="00B65DC9" w:rsidP="00B65DC9">
      <w:r>
        <w:t>525.8004</w:t>
      </w:r>
      <w:r>
        <w:tab/>
        <w:t>1.266e-2</w:t>
      </w:r>
    </w:p>
    <w:p w:rsidR="00B65DC9" w:rsidRDefault="00B65DC9" w:rsidP="00B65DC9">
      <w:r>
        <w:t>525.8367</w:t>
      </w:r>
      <w:r>
        <w:tab/>
        <w:t>1.013e0</w:t>
      </w:r>
    </w:p>
    <w:p w:rsidR="00B65DC9" w:rsidRDefault="00B65DC9" w:rsidP="00B65DC9">
      <w:r>
        <w:t>525.8852</w:t>
      </w:r>
      <w:r>
        <w:tab/>
        <w:t>2.532e-2</w:t>
      </w:r>
    </w:p>
    <w:p w:rsidR="00B65DC9" w:rsidRDefault="00B65DC9" w:rsidP="00B65DC9">
      <w:r>
        <w:t>525.8936</w:t>
      </w:r>
      <w:r>
        <w:tab/>
        <w:t>2.025e0</w:t>
      </w:r>
    </w:p>
    <w:p w:rsidR="00B65DC9" w:rsidRDefault="00B65DC9" w:rsidP="00B65DC9">
      <w:r>
        <w:t>525.9004</w:t>
      </w:r>
      <w:r>
        <w:tab/>
        <w:t>1.013e0</w:t>
      </w:r>
    </w:p>
    <w:p w:rsidR="00B65DC9" w:rsidRDefault="00B65DC9" w:rsidP="00B65DC9">
      <w:r>
        <w:t>525.9041</w:t>
      </w:r>
      <w:r>
        <w:tab/>
        <w:t>3.038e0</w:t>
      </w:r>
    </w:p>
    <w:p w:rsidR="00B65DC9" w:rsidRDefault="00B65DC9" w:rsidP="00B65DC9">
      <w:r>
        <w:t>525.9487</w:t>
      </w:r>
      <w:r>
        <w:tab/>
        <w:t>2.025e0</w:t>
      </w:r>
    </w:p>
    <w:p w:rsidR="00B65DC9" w:rsidRDefault="00B65DC9" w:rsidP="00B65DC9">
      <w:r>
        <w:t>526.0145</w:t>
      </w:r>
      <w:r>
        <w:tab/>
        <w:t>1.025e0</w:t>
      </w:r>
    </w:p>
    <w:p w:rsidR="00B65DC9" w:rsidRDefault="00B65DC9" w:rsidP="00B65DC9">
      <w:r>
        <w:t>526.1331</w:t>
      </w:r>
      <w:r>
        <w:tab/>
        <w:t>2.025e0</w:t>
      </w:r>
    </w:p>
    <w:p w:rsidR="00B65DC9" w:rsidRDefault="00B65DC9" w:rsidP="00B65DC9">
      <w:r>
        <w:t>526.1915</w:t>
      </w:r>
      <w:r>
        <w:tab/>
        <w:t>1.013e0</w:t>
      </w:r>
    </w:p>
    <w:p w:rsidR="00B65DC9" w:rsidRDefault="00B65DC9" w:rsidP="00B65DC9">
      <w:r>
        <w:t>526.1984</w:t>
      </w:r>
      <w:r>
        <w:tab/>
        <w:t>1.266e-2</w:t>
      </w:r>
    </w:p>
    <w:p w:rsidR="00B65DC9" w:rsidRDefault="00B65DC9" w:rsidP="00B65DC9">
      <w:r>
        <w:t>526.2076</w:t>
      </w:r>
      <w:r>
        <w:tab/>
        <w:t>2.025e0</w:t>
      </w:r>
    </w:p>
    <w:p w:rsidR="00B65DC9" w:rsidRDefault="00B65DC9" w:rsidP="00B65DC9">
      <w:r>
        <w:t>526.2285</w:t>
      </w:r>
      <w:r>
        <w:tab/>
        <w:t>1.013e0</w:t>
      </w:r>
    </w:p>
    <w:p w:rsidR="00B65DC9" w:rsidRDefault="00B65DC9" w:rsidP="00B65DC9">
      <w:r>
        <w:t>526.2563</w:t>
      </w:r>
      <w:r>
        <w:tab/>
        <w:t>2.025e0</w:t>
      </w:r>
    </w:p>
    <w:p w:rsidR="00B65DC9" w:rsidRDefault="00B65DC9" w:rsidP="00B65DC9">
      <w:r>
        <w:t>526.2788</w:t>
      </w:r>
      <w:r>
        <w:tab/>
        <w:t>3.038e0</w:t>
      </w:r>
    </w:p>
    <w:p w:rsidR="00B65DC9" w:rsidRDefault="00B65DC9" w:rsidP="00B65DC9">
      <w:r>
        <w:lastRenderedPageBreak/>
        <w:t>526.3116</w:t>
      </w:r>
      <w:r>
        <w:tab/>
        <w:t>1.266e-2</w:t>
      </w:r>
    </w:p>
    <w:p w:rsidR="00B65DC9" w:rsidRDefault="00B65DC9" w:rsidP="00B65DC9">
      <w:r>
        <w:t>526.3710</w:t>
      </w:r>
      <w:r>
        <w:tab/>
        <w:t>2.025e0</w:t>
      </w:r>
    </w:p>
    <w:p w:rsidR="00B65DC9" w:rsidRDefault="00B65DC9" w:rsidP="00B65DC9">
      <w:r>
        <w:t>526.3741</w:t>
      </w:r>
      <w:r>
        <w:tab/>
        <w:t>2.025e0</w:t>
      </w:r>
    </w:p>
    <w:p w:rsidR="00B65DC9" w:rsidRDefault="00B65DC9" w:rsidP="00B65DC9">
      <w:r>
        <w:t>526.3917</w:t>
      </w:r>
      <w:r>
        <w:tab/>
        <w:t>1.013e0</w:t>
      </w:r>
    </w:p>
    <w:p w:rsidR="00B65DC9" w:rsidRDefault="00B65DC9" w:rsidP="00B65DC9">
      <w:r>
        <w:t>526.4169</w:t>
      </w:r>
      <w:r>
        <w:tab/>
        <w:t>4.716e0</w:t>
      </w:r>
    </w:p>
    <w:p w:rsidR="00B65DC9" w:rsidRDefault="00B65DC9" w:rsidP="00B65DC9">
      <w:r>
        <w:t>526.4329</w:t>
      </w:r>
      <w:r>
        <w:tab/>
        <w:t>4.051e0</w:t>
      </w:r>
    </w:p>
    <w:p w:rsidR="00B65DC9" w:rsidRDefault="00B65DC9" w:rsidP="00B65DC9">
      <w:r>
        <w:t>526.4736</w:t>
      </w:r>
      <w:r>
        <w:tab/>
        <w:t>2.532e-2</w:t>
      </w:r>
    </w:p>
    <w:p w:rsidR="00B65DC9" w:rsidRDefault="00B65DC9" w:rsidP="00B65DC9">
      <w:r>
        <w:t>526.4956</w:t>
      </w:r>
      <w:r>
        <w:tab/>
        <w:t>2.025e0</w:t>
      </w:r>
    </w:p>
    <w:p w:rsidR="00B65DC9" w:rsidRDefault="00B65DC9" w:rsidP="00B65DC9">
      <w:r>
        <w:t>526.5464</w:t>
      </w:r>
      <w:r>
        <w:tab/>
        <w:t>2.025e0</w:t>
      </w:r>
    </w:p>
    <w:p w:rsidR="00B65DC9" w:rsidRDefault="00B65DC9" w:rsidP="00B65DC9">
      <w:r>
        <w:t>526.5555</w:t>
      </w:r>
      <w:r>
        <w:tab/>
        <w:t>1.013e0</w:t>
      </w:r>
    </w:p>
    <w:p w:rsidR="00B65DC9" w:rsidRDefault="00B65DC9" w:rsidP="00B65DC9">
      <w:r>
        <w:t>526.6058</w:t>
      </w:r>
      <w:r>
        <w:tab/>
        <w:t>1.013e0</w:t>
      </w:r>
    </w:p>
    <w:p w:rsidR="00B65DC9" w:rsidRDefault="00B65DC9" w:rsidP="00B65DC9">
      <w:r>
        <w:t>526.6924</w:t>
      </w:r>
      <w:r>
        <w:tab/>
        <w:t>1.025e0</w:t>
      </w:r>
    </w:p>
    <w:p w:rsidR="00B65DC9" w:rsidRDefault="00B65DC9" w:rsidP="00B65DC9">
      <w:r>
        <w:t>526.6978</w:t>
      </w:r>
      <w:r>
        <w:tab/>
        <w:t>1.013e0</w:t>
      </w:r>
    </w:p>
    <w:p w:rsidR="00B65DC9" w:rsidRDefault="00B65DC9" w:rsidP="00B65DC9">
      <w:r>
        <w:t>526.7376</w:t>
      </w:r>
      <w:r>
        <w:tab/>
        <w:t>1.266e-2</w:t>
      </w:r>
    </w:p>
    <w:p w:rsidR="00B65DC9" w:rsidRDefault="00B65DC9" w:rsidP="00B65DC9">
      <w:r>
        <w:t>526.7504</w:t>
      </w:r>
      <w:r>
        <w:tab/>
        <w:t>3.038e0</w:t>
      </w:r>
    </w:p>
    <w:p w:rsidR="00B65DC9" w:rsidRDefault="00B65DC9" w:rsidP="00B65DC9">
      <w:r>
        <w:t>526.7650</w:t>
      </w:r>
      <w:r>
        <w:tab/>
        <w:t>2.025e0</w:t>
      </w:r>
    </w:p>
    <w:p w:rsidR="00B65DC9" w:rsidRDefault="00B65DC9" w:rsidP="00B65DC9">
      <w:r>
        <w:t>526.8450</w:t>
      </w:r>
      <w:r>
        <w:tab/>
        <w:t>1.266e-2</w:t>
      </w:r>
    </w:p>
    <w:p w:rsidR="00B65DC9" w:rsidRDefault="00B65DC9" w:rsidP="00B65DC9">
      <w:r>
        <w:t>526.8727</w:t>
      </w:r>
      <w:r>
        <w:tab/>
        <w:t>3.038e0</w:t>
      </w:r>
    </w:p>
    <w:p w:rsidR="00B65DC9" w:rsidRDefault="00B65DC9" w:rsidP="00B65DC9">
      <w:r>
        <w:t>526.8931</w:t>
      </w:r>
      <w:r>
        <w:tab/>
        <w:t>1.013e0</w:t>
      </w:r>
    </w:p>
    <w:p w:rsidR="00B65DC9" w:rsidRDefault="00B65DC9" w:rsidP="00B65DC9">
      <w:r>
        <w:lastRenderedPageBreak/>
        <w:t>526.9186</w:t>
      </w:r>
      <w:r>
        <w:tab/>
        <w:t>1.013e0</w:t>
      </w:r>
    </w:p>
    <w:p w:rsidR="00B65DC9" w:rsidRDefault="00B65DC9" w:rsidP="00B65DC9">
      <w:r>
        <w:t>526.9950</w:t>
      </w:r>
      <w:r>
        <w:tab/>
        <w:t>1.266e-2</w:t>
      </w:r>
    </w:p>
    <w:p w:rsidR="00B65DC9" w:rsidRDefault="00B65DC9" w:rsidP="00B65DC9">
      <w:r>
        <w:t>527.0499</w:t>
      </w:r>
      <w:r>
        <w:tab/>
        <w:t>2.038e0</w:t>
      </w:r>
    </w:p>
    <w:p w:rsidR="00B65DC9" w:rsidRDefault="00B65DC9" w:rsidP="00B65DC9">
      <w:r>
        <w:t>527.1245</w:t>
      </w:r>
      <w:r>
        <w:tab/>
        <w:t>2.025e0</w:t>
      </w:r>
    </w:p>
    <w:p w:rsidR="00B65DC9" w:rsidRDefault="00B65DC9" w:rsidP="00B65DC9">
      <w:r>
        <w:t>527.1422</w:t>
      </w:r>
      <w:r>
        <w:tab/>
        <w:t>3.038e0</w:t>
      </w:r>
    </w:p>
    <w:p w:rsidR="00B65DC9" w:rsidRDefault="00B65DC9" w:rsidP="00B65DC9">
      <w:r>
        <w:t>527.2240</w:t>
      </w:r>
      <w:r>
        <w:tab/>
        <w:t>1.418e1</w:t>
      </w:r>
    </w:p>
    <w:p w:rsidR="00B65DC9" w:rsidRDefault="00B65DC9" w:rsidP="00B65DC9">
      <w:r>
        <w:t>527.2280</w:t>
      </w:r>
      <w:r>
        <w:tab/>
        <w:t>3.038e0</w:t>
      </w:r>
    </w:p>
    <w:p w:rsidR="00B65DC9" w:rsidRDefault="00B65DC9" w:rsidP="00B65DC9">
      <w:r>
        <w:t>527.2311</w:t>
      </w:r>
      <w:r>
        <w:tab/>
        <w:t>4.051e0</w:t>
      </w:r>
    </w:p>
    <w:p w:rsidR="00B65DC9" w:rsidRDefault="00B65DC9" w:rsidP="00B65DC9">
      <w:r>
        <w:t>527.2661</w:t>
      </w:r>
      <w:r>
        <w:tab/>
        <w:t>2.025e0</w:t>
      </w:r>
    </w:p>
    <w:p w:rsidR="00B65DC9" w:rsidRDefault="00B65DC9" w:rsidP="00B65DC9">
      <w:r>
        <w:t>527.3207</w:t>
      </w:r>
      <w:r>
        <w:tab/>
        <w:t>2.025e0</w:t>
      </w:r>
    </w:p>
    <w:p w:rsidR="00B65DC9" w:rsidRDefault="00B65DC9" w:rsidP="00B65DC9">
      <w:r>
        <w:t>527.3488</w:t>
      </w:r>
      <w:r>
        <w:tab/>
        <w:t>1.013e0</w:t>
      </w:r>
    </w:p>
    <w:p w:rsidR="00B65DC9" w:rsidRDefault="00B65DC9" w:rsidP="00B65DC9">
      <w:r>
        <w:t>527.3663</w:t>
      </w:r>
      <w:r>
        <w:tab/>
        <w:t>2.532e-2</w:t>
      </w:r>
    </w:p>
    <w:p w:rsidR="00B65DC9" w:rsidRDefault="00B65DC9" w:rsidP="00B65DC9">
      <w:r>
        <w:t>527.4283</w:t>
      </w:r>
      <w:r>
        <w:tab/>
        <w:t>1.038e0</w:t>
      </w:r>
    </w:p>
    <w:p w:rsidR="00B65DC9" w:rsidRDefault="00B65DC9" w:rsidP="00B65DC9">
      <w:r>
        <w:t>527.4547</w:t>
      </w:r>
      <w:r>
        <w:tab/>
        <w:t>1.013e0</w:t>
      </w:r>
    </w:p>
    <w:p w:rsidR="00B65DC9" w:rsidRDefault="00B65DC9" w:rsidP="00B65DC9">
      <w:r>
        <w:t>527.4621</w:t>
      </w:r>
      <w:r>
        <w:tab/>
        <w:t>3.038e0</w:t>
      </w:r>
    </w:p>
    <w:p w:rsidR="00B65DC9" w:rsidRDefault="00B65DC9" w:rsidP="00B65DC9">
      <w:r>
        <w:t>527.4673</w:t>
      </w:r>
      <w:r>
        <w:tab/>
        <w:t>1.013e0</w:t>
      </w:r>
    </w:p>
    <w:p w:rsidR="00B65DC9" w:rsidRDefault="00B65DC9" w:rsidP="00B65DC9">
      <w:r>
        <w:t>527.4940</w:t>
      </w:r>
      <w:r>
        <w:tab/>
        <w:t>2.025e0</w:t>
      </w:r>
    </w:p>
    <w:p w:rsidR="00B65DC9" w:rsidRDefault="00B65DC9" w:rsidP="00B65DC9">
      <w:r>
        <w:t>527.5031</w:t>
      </w:r>
      <w:r>
        <w:tab/>
        <w:t>1.266e-2</w:t>
      </w:r>
    </w:p>
    <w:p w:rsidR="00B65DC9" w:rsidRDefault="00B65DC9" w:rsidP="00B65DC9">
      <w:r>
        <w:t>527.5125</w:t>
      </w:r>
      <w:r>
        <w:tab/>
        <w:t>2.025e0</w:t>
      </w:r>
    </w:p>
    <w:p w:rsidR="00B65DC9" w:rsidRDefault="00B65DC9" w:rsidP="00B65DC9">
      <w:r>
        <w:lastRenderedPageBreak/>
        <w:t>527.5651</w:t>
      </w:r>
      <w:r>
        <w:tab/>
        <w:t>1.013e0</w:t>
      </w:r>
    </w:p>
    <w:p w:rsidR="00B65DC9" w:rsidRDefault="00B65DC9" w:rsidP="00B65DC9">
      <w:r>
        <w:t>527.6033</w:t>
      </w:r>
      <w:r>
        <w:tab/>
        <w:t>1.025e0</w:t>
      </w:r>
    </w:p>
    <w:p w:rsidR="00B65DC9" w:rsidRDefault="00B65DC9" w:rsidP="00B65DC9">
      <w:r>
        <w:t>527.8223</w:t>
      </w:r>
      <w:r>
        <w:tab/>
        <w:t>1.013e0</w:t>
      </w:r>
    </w:p>
    <w:p w:rsidR="00B65DC9" w:rsidRDefault="00B65DC9" w:rsidP="00B65DC9">
      <w:r>
        <w:t>527.8700</w:t>
      </w:r>
      <w:r>
        <w:tab/>
        <w:t>2.025e0</w:t>
      </w:r>
    </w:p>
    <w:p w:rsidR="00B65DC9" w:rsidRDefault="00B65DC9" w:rsidP="00B65DC9">
      <w:r>
        <w:t>527.8915</w:t>
      </w:r>
      <w:r>
        <w:tab/>
        <w:t>4.051e0</w:t>
      </w:r>
    </w:p>
    <w:p w:rsidR="00B65DC9" w:rsidRDefault="00B65DC9" w:rsidP="00B65DC9">
      <w:r>
        <w:t>527.9146</w:t>
      </w:r>
      <w:r>
        <w:tab/>
        <w:t>2.025e0</w:t>
      </w:r>
    </w:p>
    <w:p w:rsidR="00B65DC9" w:rsidRDefault="00B65DC9" w:rsidP="00B65DC9">
      <w:r>
        <w:t>527.9781</w:t>
      </w:r>
      <w:r>
        <w:tab/>
        <w:t>1.013e0</w:t>
      </w:r>
    </w:p>
    <w:p w:rsidR="00B65DC9" w:rsidRDefault="00B65DC9" w:rsidP="00B65DC9">
      <w:r>
        <w:t>528.0245</w:t>
      </w:r>
      <w:r>
        <w:tab/>
        <w:t>2.025e0</w:t>
      </w:r>
    </w:p>
    <w:p w:rsidR="00B65DC9" w:rsidRDefault="00B65DC9" w:rsidP="00B65DC9">
      <w:r>
        <w:t>528.1274</w:t>
      </w:r>
      <w:r>
        <w:tab/>
        <w:t>2.025e0</w:t>
      </w:r>
    </w:p>
    <w:p w:rsidR="00B65DC9" w:rsidRDefault="00B65DC9" w:rsidP="00B65DC9">
      <w:r>
        <w:t>528.1418</w:t>
      </w:r>
      <w:r>
        <w:tab/>
        <w:t>2.025e0</w:t>
      </w:r>
    </w:p>
    <w:p w:rsidR="00B65DC9" w:rsidRDefault="00B65DC9" w:rsidP="00B65DC9">
      <w:r>
        <w:t>528.1891</w:t>
      </w:r>
      <w:r>
        <w:tab/>
        <w:t>3.038e0</w:t>
      </w:r>
    </w:p>
    <w:p w:rsidR="00B65DC9" w:rsidRDefault="00B65DC9" w:rsidP="00B65DC9">
      <w:r>
        <w:t>528.1999</w:t>
      </w:r>
      <w:r>
        <w:tab/>
        <w:t>3.038e0</w:t>
      </w:r>
    </w:p>
    <w:p w:rsidR="00B65DC9" w:rsidRDefault="00B65DC9" w:rsidP="00B65DC9">
      <w:r>
        <w:t>528.2175</w:t>
      </w:r>
      <w:r>
        <w:tab/>
        <w:t>4.051e0</w:t>
      </w:r>
    </w:p>
    <w:p w:rsidR="00B65DC9" w:rsidRDefault="00B65DC9" w:rsidP="00B65DC9">
      <w:r>
        <w:t>528.2255</w:t>
      </w:r>
      <w:r>
        <w:tab/>
        <w:t>4.520e0</w:t>
      </w:r>
    </w:p>
    <w:p w:rsidR="00B65DC9" w:rsidRDefault="00B65DC9" w:rsidP="00B65DC9">
      <w:r>
        <w:t>528.2417</w:t>
      </w:r>
      <w:r>
        <w:tab/>
        <w:t>2.038e0</w:t>
      </w:r>
    </w:p>
    <w:p w:rsidR="00B65DC9" w:rsidRDefault="00B65DC9" w:rsidP="00B65DC9">
      <w:r>
        <w:t>528.2811</w:t>
      </w:r>
      <w:r>
        <w:tab/>
        <w:t>4.378e0</w:t>
      </w:r>
    </w:p>
    <w:p w:rsidR="00B65DC9" w:rsidRDefault="00B65DC9" w:rsidP="00B65DC9">
      <w:r>
        <w:t>528.2995</w:t>
      </w:r>
      <w:r>
        <w:tab/>
        <w:t>2.025e0</w:t>
      </w:r>
    </w:p>
    <w:p w:rsidR="00B65DC9" w:rsidRDefault="00B65DC9" w:rsidP="00B65DC9">
      <w:r>
        <w:t>528.3773</w:t>
      </w:r>
      <w:r>
        <w:tab/>
        <w:t>1.013e0</w:t>
      </w:r>
    </w:p>
    <w:p w:rsidR="00B65DC9" w:rsidRDefault="00B65DC9" w:rsidP="00B65DC9">
      <w:r>
        <w:t>528.4167</w:t>
      </w:r>
      <w:r>
        <w:tab/>
        <w:t>1.266e-2</w:t>
      </w:r>
    </w:p>
    <w:p w:rsidR="00B65DC9" w:rsidRDefault="00B65DC9" w:rsidP="00B65DC9">
      <w:r>
        <w:lastRenderedPageBreak/>
        <w:t>528.4431</w:t>
      </w:r>
      <w:r>
        <w:tab/>
        <w:t>1.013e0</w:t>
      </w:r>
    </w:p>
    <w:p w:rsidR="00B65DC9" w:rsidRDefault="00B65DC9" w:rsidP="00B65DC9">
      <w:r>
        <w:t>528.4536</w:t>
      </w:r>
      <w:r>
        <w:tab/>
        <w:t>1.266e-2</w:t>
      </w:r>
    </w:p>
    <w:p w:rsidR="00B65DC9" w:rsidRDefault="00B65DC9" w:rsidP="00B65DC9">
      <w:r>
        <w:t>528.5095</w:t>
      </w:r>
      <w:r>
        <w:tab/>
        <w:t>2.025e0</w:t>
      </w:r>
    </w:p>
    <w:p w:rsidR="00B65DC9" w:rsidRDefault="00B65DC9" w:rsidP="00B65DC9">
      <w:r>
        <w:t>528.5364</w:t>
      </w:r>
      <w:r>
        <w:tab/>
        <w:t>2.025e0</w:t>
      </w:r>
    </w:p>
    <w:p w:rsidR="00B65DC9" w:rsidRDefault="00B65DC9" w:rsidP="00B65DC9">
      <w:r>
        <w:t>528.5457</w:t>
      </w:r>
      <w:r>
        <w:tab/>
        <w:t>1.266e-2</w:t>
      </w:r>
    </w:p>
    <w:p w:rsidR="00B65DC9" w:rsidRDefault="00B65DC9" w:rsidP="00B65DC9">
      <w:r>
        <w:t>528.6349</w:t>
      </w:r>
      <w:r>
        <w:tab/>
        <w:t>1.266e-2</w:t>
      </w:r>
    </w:p>
    <w:p w:rsidR="00B65DC9" w:rsidRDefault="00B65DC9" w:rsidP="00B65DC9">
      <w:r>
        <w:t>528.6898</w:t>
      </w:r>
      <w:r>
        <w:tab/>
        <w:t>1.013e0</w:t>
      </w:r>
    </w:p>
    <w:p w:rsidR="00B65DC9" w:rsidRDefault="00B65DC9" w:rsidP="00B65DC9">
      <w:r>
        <w:t>528.7355</w:t>
      </w:r>
      <w:r>
        <w:tab/>
        <w:t>1.013e0</w:t>
      </w:r>
    </w:p>
    <w:p w:rsidR="00B65DC9" w:rsidRDefault="00B65DC9" w:rsidP="00B65DC9">
      <w:r>
        <w:t>528.7903</w:t>
      </w:r>
      <w:r>
        <w:tab/>
        <w:t>1.013e0</w:t>
      </w:r>
    </w:p>
    <w:p w:rsidR="00B65DC9" w:rsidRDefault="00B65DC9" w:rsidP="00B65DC9">
      <w:r>
        <w:t>528.7925</w:t>
      </w:r>
      <w:r>
        <w:tab/>
        <w:t>2.025e0</w:t>
      </w:r>
    </w:p>
    <w:p w:rsidR="00B65DC9" w:rsidRDefault="00B65DC9" w:rsidP="00B65DC9">
      <w:r>
        <w:t>528.8177</w:t>
      </w:r>
      <w:r>
        <w:tab/>
        <w:t>1.013e0</w:t>
      </w:r>
    </w:p>
    <w:p w:rsidR="00B65DC9" w:rsidRDefault="00B65DC9" w:rsidP="00B65DC9">
      <w:r>
        <w:t>528.8543</w:t>
      </w:r>
      <w:r>
        <w:tab/>
        <w:t>1.013e0</w:t>
      </w:r>
    </w:p>
    <w:p w:rsidR="00B65DC9" w:rsidRDefault="00B65DC9" w:rsidP="00B65DC9">
      <w:r>
        <w:t>528.8726</w:t>
      </w:r>
      <w:r>
        <w:tab/>
        <w:t>1.013e0</w:t>
      </w:r>
    </w:p>
    <w:p w:rsidR="00B65DC9" w:rsidRDefault="00B65DC9" w:rsidP="00B65DC9">
      <w:r>
        <w:t>528.9373</w:t>
      </w:r>
      <w:r>
        <w:tab/>
        <w:t>1.013e0</w:t>
      </w:r>
    </w:p>
    <w:p w:rsidR="00B65DC9" w:rsidRDefault="00B65DC9" w:rsidP="00B65DC9">
      <w:r>
        <w:t>529.0239</w:t>
      </w:r>
      <w:r>
        <w:tab/>
        <w:t>2.038e0</w:t>
      </w:r>
    </w:p>
    <w:p w:rsidR="00B65DC9" w:rsidRDefault="00B65DC9" w:rsidP="00B65DC9">
      <w:r>
        <w:t>529.0461</w:t>
      </w:r>
      <w:r>
        <w:tab/>
        <w:t>2.025e0</w:t>
      </w:r>
    </w:p>
    <w:p w:rsidR="00B65DC9" w:rsidRDefault="00B65DC9" w:rsidP="00B65DC9">
      <w:r>
        <w:t>529.0646</w:t>
      </w:r>
      <w:r>
        <w:tab/>
        <w:t>1.013e0</w:t>
      </w:r>
    </w:p>
    <w:p w:rsidR="00B65DC9" w:rsidRDefault="00B65DC9" w:rsidP="00B65DC9">
      <w:r>
        <w:t>529.1743</w:t>
      </w:r>
      <w:r>
        <w:tab/>
        <w:t>1.013e0</w:t>
      </w:r>
    </w:p>
    <w:p w:rsidR="00B65DC9" w:rsidRDefault="00B65DC9" w:rsidP="00B65DC9">
      <w:r>
        <w:t>529.2149</w:t>
      </w:r>
      <w:r>
        <w:tab/>
        <w:t>2.025e0</w:t>
      </w:r>
    </w:p>
    <w:p w:rsidR="00B65DC9" w:rsidRDefault="00B65DC9" w:rsidP="00B65DC9">
      <w:r>
        <w:lastRenderedPageBreak/>
        <w:t>529.2261</w:t>
      </w:r>
      <w:r>
        <w:tab/>
        <w:t>1.013e0</w:t>
      </w:r>
    </w:p>
    <w:p w:rsidR="00B65DC9" w:rsidRDefault="00B65DC9" w:rsidP="00B65DC9">
      <w:r>
        <w:t>529.2446</w:t>
      </w:r>
      <w:r>
        <w:tab/>
        <w:t>1.266e-2</w:t>
      </w:r>
    </w:p>
    <w:p w:rsidR="00B65DC9" w:rsidRDefault="00B65DC9" w:rsidP="00B65DC9">
      <w:r>
        <w:t>529.2629</w:t>
      </w:r>
      <w:r>
        <w:tab/>
        <w:t>1.266e-2</w:t>
      </w:r>
    </w:p>
    <w:p w:rsidR="00B65DC9" w:rsidRDefault="00B65DC9" w:rsidP="00B65DC9">
      <w:r>
        <w:t>529.2913</w:t>
      </w:r>
      <w:r>
        <w:tab/>
        <w:t>2.532e-2</w:t>
      </w:r>
    </w:p>
    <w:p w:rsidR="00B65DC9" w:rsidRDefault="00B65DC9" w:rsidP="00B65DC9">
      <w:r>
        <w:t>529.3024</w:t>
      </w:r>
      <w:r>
        <w:tab/>
        <w:t>1.266e-2</w:t>
      </w:r>
    </w:p>
    <w:p w:rsidR="00B65DC9" w:rsidRDefault="00B65DC9" w:rsidP="00B65DC9">
      <w:r>
        <w:t>529.3098</w:t>
      </w:r>
      <w:r>
        <w:tab/>
        <w:t>1.038e0</w:t>
      </w:r>
    </w:p>
    <w:p w:rsidR="00B65DC9" w:rsidRDefault="00B65DC9" w:rsidP="00B65DC9">
      <w:r>
        <w:t>529.3938</w:t>
      </w:r>
      <w:r>
        <w:tab/>
        <w:t>1.025e0</w:t>
      </w:r>
    </w:p>
    <w:p w:rsidR="00B65DC9" w:rsidRDefault="00B65DC9" w:rsidP="00B65DC9">
      <w:r>
        <w:t>529.4213</w:t>
      </w:r>
      <w:r>
        <w:tab/>
        <w:t>1.013e0</w:t>
      </w:r>
    </w:p>
    <w:p w:rsidR="00B65DC9" w:rsidRDefault="00B65DC9" w:rsidP="00B65DC9">
      <w:r>
        <w:t>529.4865</w:t>
      </w:r>
      <w:r>
        <w:tab/>
        <w:t>1.013e0</w:t>
      </w:r>
    </w:p>
    <w:p w:rsidR="00B65DC9" w:rsidRDefault="00B65DC9" w:rsidP="00B65DC9">
      <w:r>
        <w:t>529.6154</w:t>
      </w:r>
      <w:r>
        <w:tab/>
        <w:t>1.013e0</w:t>
      </w:r>
    </w:p>
    <w:p w:rsidR="00B65DC9" w:rsidRDefault="00B65DC9" w:rsidP="00B65DC9">
      <w:r>
        <w:t>529.6528</w:t>
      </w:r>
      <w:r>
        <w:tab/>
        <w:t>2.025e0</w:t>
      </w:r>
    </w:p>
    <w:p w:rsidR="00B65DC9" w:rsidRDefault="00B65DC9" w:rsidP="00B65DC9">
      <w:r>
        <w:t>529.6863</w:t>
      </w:r>
      <w:r>
        <w:tab/>
        <w:t>1.013e0</w:t>
      </w:r>
    </w:p>
    <w:p w:rsidR="00B65DC9" w:rsidRDefault="00B65DC9" w:rsidP="00B65DC9">
      <w:r>
        <w:t>529.7874</w:t>
      </w:r>
      <w:r>
        <w:tab/>
        <w:t>1.013e0</w:t>
      </w:r>
    </w:p>
    <w:p w:rsidR="00B65DC9" w:rsidRDefault="00B65DC9" w:rsidP="00B65DC9">
      <w:r>
        <w:t>529.7966</w:t>
      </w:r>
      <w:r>
        <w:tab/>
        <w:t>1.013e0</w:t>
      </w:r>
    </w:p>
    <w:p w:rsidR="00B65DC9" w:rsidRDefault="00B65DC9" w:rsidP="00B65DC9">
      <w:r>
        <w:t>529.8240</w:t>
      </w:r>
      <w:r>
        <w:tab/>
        <w:t>1.013e0</w:t>
      </w:r>
    </w:p>
    <w:p w:rsidR="00B65DC9" w:rsidRDefault="00B65DC9" w:rsidP="00B65DC9">
      <w:r>
        <w:t>529.8607</w:t>
      </w:r>
      <w:r>
        <w:tab/>
        <w:t>1.013e0</w:t>
      </w:r>
    </w:p>
    <w:p w:rsidR="00B65DC9" w:rsidRDefault="00B65DC9" w:rsidP="00B65DC9">
      <w:r>
        <w:t>529.9071</w:t>
      </w:r>
      <w:r>
        <w:tab/>
        <w:t>1.013e0</w:t>
      </w:r>
    </w:p>
    <w:p w:rsidR="00B65DC9" w:rsidRDefault="00B65DC9" w:rsidP="00B65DC9">
      <w:r>
        <w:t>530.0201</w:t>
      </w:r>
      <w:r>
        <w:tab/>
        <w:t>1.013e0</w:t>
      </w:r>
    </w:p>
    <w:p w:rsidR="00B65DC9" w:rsidRDefault="00B65DC9" w:rsidP="00B65DC9">
      <w:r>
        <w:t>530.0622</w:t>
      </w:r>
      <w:r>
        <w:tab/>
        <w:t>2.025e0</w:t>
      </w:r>
    </w:p>
    <w:p w:rsidR="00B65DC9" w:rsidRDefault="00B65DC9" w:rsidP="00B65DC9">
      <w:r>
        <w:lastRenderedPageBreak/>
        <w:t>530.0760</w:t>
      </w:r>
      <w:r>
        <w:tab/>
        <w:t>1.013e0</w:t>
      </w:r>
    </w:p>
    <w:p w:rsidR="00B65DC9" w:rsidRDefault="00B65DC9" w:rsidP="00B65DC9">
      <w:r>
        <w:t>530.0804</w:t>
      </w:r>
      <w:r>
        <w:tab/>
        <w:t>1.013e0</w:t>
      </w:r>
    </w:p>
    <w:p w:rsidR="00B65DC9" w:rsidRDefault="00B65DC9" w:rsidP="00B65DC9">
      <w:r>
        <w:t>530.0937</w:t>
      </w:r>
      <w:r>
        <w:tab/>
        <w:t>1.266e-2</w:t>
      </w:r>
    </w:p>
    <w:p w:rsidR="00B65DC9" w:rsidRDefault="00B65DC9" w:rsidP="00B65DC9">
      <w:r>
        <w:t>530.1857</w:t>
      </w:r>
      <w:r>
        <w:tab/>
        <w:t>2.025e0</w:t>
      </w:r>
    </w:p>
    <w:p w:rsidR="00B65DC9" w:rsidRDefault="00B65DC9" w:rsidP="00B65DC9">
      <w:r>
        <w:t>530.1904</w:t>
      </w:r>
      <w:r>
        <w:tab/>
        <w:t>1.266e-2</w:t>
      </w:r>
    </w:p>
    <w:p w:rsidR="00B65DC9" w:rsidRDefault="00B65DC9" w:rsidP="00B65DC9">
      <w:r>
        <w:t>530.2087</w:t>
      </w:r>
      <w:r>
        <w:tab/>
        <w:t>2.025e0</w:t>
      </w:r>
    </w:p>
    <w:p w:rsidR="00B65DC9" w:rsidRDefault="00B65DC9" w:rsidP="00B65DC9">
      <w:r>
        <w:t>530.2362</w:t>
      </w:r>
      <w:r>
        <w:tab/>
        <w:t>1.013e0</w:t>
      </w:r>
    </w:p>
    <w:p w:rsidR="00B65DC9" w:rsidRDefault="00B65DC9" w:rsidP="00B65DC9">
      <w:r>
        <w:t>530.2709</w:t>
      </w:r>
      <w:r>
        <w:tab/>
        <w:t>3.038e0</w:t>
      </w:r>
    </w:p>
    <w:p w:rsidR="00B65DC9" w:rsidRDefault="00B65DC9" w:rsidP="00B65DC9">
      <w:r>
        <w:t>530.2827</w:t>
      </w:r>
      <w:r>
        <w:tab/>
        <w:t>5.063e0</w:t>
      </w:r>
    </w:p>
    <w:p w:rsidR="00B65DC9" w:rsidRDefault="00B65DC9" w:rsidP="00B65DC9">
      <w:r>
        <w:t>530.3244</w:t>
      </w:r>
      <w:r>
        <w:tab/>
        <w:t>5.063e0</w:t>
      </w:r>
    </w:p>
    <w:p w:rsidR="00B65DC9" w:rsidRDefault="00B65DC9" w:rsidP="00B65DC9">
      <w:r>
        <w:t>530.3705</w:t>
      </w:r>
      <w:r>
        <w:tab/>
        <w:t>5.063e0</w:t>
      </w:r>
    </w:p>
    <w:p w:rsidR="00B65DC9" w:rsidRDefault="00B65DC9" w:rsidP="00B65DC9">
      <w:r>
        <w:t>530.3726</w:t>
      </w:r>
      <w:r>
        <w:tab/>
        <w:t>2.025e0</w:t>
      </w:r>
    </w:p>
    <w:p w:rsidR="00B65DC9" w:rsidRDefault="00B65DC9" w:rsidP="00B65DC9">
      <w:r>
        <w:t>530.3962</w:t>
      </w:r>
      <w:r>
        <w:tab/>
        <w:t>5.063e-2</w:t>
      </w:r>
    </w:p>
    <w:p w:rsidR="00B65DC9" w:rsidRDefault="00B65DC9" w:rsidP="00B65DC9">
      <w:r>
        <w:t>530.4460</w:t>
      </w:r>
      <w:r>
        <w:tab/>
        <w:t>2.025e0</w:t>
      </w:r>
    </w:p>
    <w:p w:rsidR="00B65DC9" w:rsidRDefault="00B65DC9" w:rsidP="00B65DC9">
      <w:r>
        <w:t>530.4929</w:t>
      </w:r>
      <w:r>
        <w:tab/>
        <w:t>1.266e-2</w:t>
      </w:r>
    </w:p>
    <w:p w:rsidR="00B65DC9" w:rsidRDefault="00B65DC9" w:rsidP="00B65DC9">
      <w:r>
        <w:t>530.4947</w:t>
      </w:r>
      <w:r>
        <w:tab/>
        <w:t>2.025e0</w:t>
      </w:r>
    </w:p>
    <w:p w:rsidR="00B65DC9" w:rsidRDefault="00B65DC9" w:rsidP="00B65DC9">
      <w:r>
        <w:t>530.6271</w:t>
      </w:r>
      <w:r>
        <w:tab/>
        <w:t>1.013e0</w:t>
      </w:r>
    </w:p>
    <w:p w:rsidR="00B65DC9" w:rsidRDefault="00B65DC9" w:rsidP="00B65DC9">
      <w:r>
        <w:t>530.6935</w:t>
      </w:r>
      <w:r>
        <w:tab/>
        <w:t>2.025e0</w:t>
      </w:r>
    </w:p>
    <w:p w:rsidR="00B65DC9" w:rsidRDefault="00B65DC9" w:rsidP="00B65DC9">
      <w:r>
        <w:t>530.8111</w:t>
      </w:r>
      <w:r>
        <w:tab/>
        <w:t>1.013e0</w:t>
      </w:r>
    </w:p>
    <w:p w:rsidR="00B65DC9" w:rsidRDefault="00B65DC9" w:rsidP="00B65DC9">
      <w:r>
        <w:lastRenderedPageBreak/>
        <w:t>530.8963</w:t>
      </w:r>
      <w:r>
        <w:tab/>
        <w:t>1.266e-2</w:t>
      </w:r>
    </w:p>
    <w:p w:rsidR="00B65DC9" w:rsidRDefault="00B65DC9" w:rsidP="00B65DC9">
      <w:r>
        <w:t>530.9130</w:t>
      </w:r>
      <w:r>
        <w:tab/>
        <w:t>3.038e0</w:t>
      </w:r>
    </w:p>
    <w:p w:rsidR="00B65DC9" w:rsidRDefault="00B65DC9" w:rsidP="00B65DC9">
      <w:r>
        <w:t>530.9194</w:t>
      </w:r>
      <w:r>
        <w:tab/>
        <w:t>2.025e0</w:t>
      </w:r>
    </w:p>
    <w:p w:rsidR="00B65DC9" w:rsidRDefault="00B65DC9" w:rsidP="00B65DC9">
      <w:r>
        <w:t>530.9583</w:t>
      </w:r>
      <w:r>
        <w:tab/>
        <w:t>1.013e0</w:t>
      </w:r>
    </w:p>
    <w:p w:rsidR="00B65DC9" w:rsidRDefault="00B65DC9" w:rsidP="00B65DC9">
      <w:r>
        <w:t>530.9977</w:t>
      </w:r>
      <w:r>
        <w:tab/>
        <w:t>1.266e-2</w:t>
      </w:r>
    </w:p>
    <w:p w:rsidR="00B65DC9" w:rsidRDefault="00B65DC9" w:rsidP="00B65DC9">
      <w:r>
        <w:t>531.0624</w:t>
      </w:r>
      <w:r>
        <w:tab/>
        <w:t>3.038e0</w:t>
      </w:r>
    </w:p>
    <w:p w:rsidR="00B65DC9" w:rsidRDefault="00B65DC9" w:rsidP="00B65DC9">
      <w:r>
        <w:t>531.0713</w:t>
      </w:r>
      <w:r>
        <w:tab/>
        <w:t>1.013e0</w:t>
      </w:r>
    </w:p>
    <w:p w:rsidR="00B65DC9" w:rsidRDefault="00B65DC9" w:rsidP="00B65DC9">
      <w:r>
        <w:t>531.0871</w:t>
      </w:r>
      <w:r>
        <w:tab/>
        <w:t>1.013e0</w:t>
      </w:r>
    </w:p>
    <w:p w:rsidR="00B65DC9" w:rsidRDefault="00B65DC9" w:rsidP="00B65DC9">
      <w:r>
        <w:t>531.0989</w:t>
      </w:r>
      <w:r>
        <w:tab/>
        <w:t>1.266e-2</w:t>
      </w:r>
    </w:p>
    <w:p w:rsidR="00B65DC9" w:rsidRDefault="00B65DC9" w:rsidP="00B65DC9">
      <w:r>
        <w:t>531.1265</w:t>
      </w:r>
      <w:r>
        <w:tab/>
        <w:t>3.038e0</w:t>
      </w:r>
    </w:p>
    <w:p w:rsidR="00B65DC9" w:rsidRDefault="00B65DC9" w:rsidP="00B65DC9">
      <w:r>
        <w:t>531.1529</w:t>
      </w:r>
      <w:r>
        <w:tab/>
        <w:t>2.025e0</w:t>
      </w:r>
    </w:p>
    <w:p w:rsidR="00B65DC9" w:rsidRDefault="00B65DC9" w:rsidP="00B65DC9">
      <w:r>
        <w:t>531.1640</w:t>
      </w:r>
      <w:r>
        <w:tab/>
        <w:t>1.013e0</w:t>
      </w:r>
    </w:p>
    <w:p w:rsidR="00B65DC9" w:rsidRDefault="00B65DC9" w:rsidP="00B65DC9">
      <w:r>
        <w:t>531.1818</w:t>
      </w:r>
      <w:r>
        <w:tab/>
        <w:t>1.013e0</w:t>
      </w:r>
    </w:p>
    <w:p w:rsidR="00B65DC9" w:rsidRDefault="00B65DC9" w:rsidP="00B65DC9">
      <w:r>
        <w:t>531.2343</w:t>
      </w:r>
      <w:r>
        <w:tab/>
        <w:t>2.025e0</w:t>
      </w:r>
    </w:p>
    <w:p w:rsidR="00B65DC9" w:rsidRDefault="00B65DC9" w:rsidP="00B65DC9">
      <w:r>
        <w:t>531.2450</w:t>
      </w:r>
      <w:r>
        <w:tab/>
        <w:t>1.266e-2</w:t>
      </w:r>
    </w:p>
    <w:p w:rsidR="00B65DC9" w:rsidRDefault="00B65DC9" w:rsidP="00B65DC9">
      <w:r>
        <w:t>531.2518</w:t>
      </w:r>
      <w:r>
        <w:tab/>
        <w:t>2.532e-2</w:t>
      </w:r>
    </w:p>
    <w:p w:rsidR="00B65DC9" w:rsidRDefault="00B65DC9" w:rsidP="00B65DC9">
      <w:r>
        <w:t>531.2534</w:t>
      </w:r>
      <w:r>
        <w:tab/>
        <w:t>1.013e0</w:t>
      </w:r>
    </w:p>
    <w:p w:rsidR="00B65DC9" w:rsidRDefault="00B65DC9" w:rsidP="00B65DC9">
      <w:r>
        <w:t>531.2928</w:t>
      </w:r>
      <w:r>
        <w:tab/>
        <w:t>1.013e0</w:t>
      </w:r>
    </w:p>
    <w:p w:rsidR="00B65DC9" w:rsidRDefault="00B65DC9" w:rsidP="00B65DC9">
      <w:r>
        <w:t>531.2996</w:t>
      </w:r>
      <w:r>
        <w:tab/>
        <w:t>4.089e0</w:t>
      </w:r>
    </w:p>
    <w:p w:rsidR="00B65DC9" w:rsidRDefault="00B65DC9" w:rsidP="00B65DC9">
      <w:r>
        <w:lastRenderedPageBreak/>
        <w:t>531.3228</w:t>
      </w:r>
      <w:r>
        <w:tab/>
        <w:t>2.025e0</w:t>
      </w:r>
    </w:p>
    <w:p w:rsidR="00B65DC9" w:rsidRDefault="00B65DC9" w:rsidP="00B65DC9">
      <w:r>
        <w:t>531.3424</w:t>
      </w:r>
      <w:r>
        <w:tab/>
        <w:t>4.051e0</w:t>
      </w:r>
    </w:p>
    <w:p w:rsidR="00B65DC9" w:rsidRDefault="00B65DC9" w:rsidP="00B65DC9">
      <w:r>
        <w:t>531.3461</w:t>
      </w:r>
      <w:r>
        <w:tab/>
        <w:t>2.025e0</w:t>
      </w:r>
    </w:p>
    <w:p w:rsidR="00B65DC9" w:rsidRDefault="00B65DC9" w:rsidP="00B65DC9">
      <w:r>
        <w:t>531.3644</w:t>
      </w:r>
      <w:r>
        <w:tab/>
        <w:t>2.025e0</w:t>
      </w:r>
    </w:p>
    <w:p w:rsidR="00B65DC9" w:rsidRDefault="00B65DC9" w:rsidP="00B65DC9">
      <w:r>
        <w:t>531.3753</w:t>
      </w:r>
      <w:r>
        <w:tab/>
        <w:t>4.051e0</w:t>
      </w:r>
    </w:p>
    <w:p w:rsidR="00B65DC9" w:rsidRDefault="00B65DC9" w:rsidP="00B65DC9">
      <w:r>
        <w:t>531.4394</w:t>
      </w:r>
      <w:r>
        <w:tab/>
        <w:t>1.013e0</w:t>
      </w:r>
    </w:p>
    <w:p w:rsidR="00B65DC9" w:rsidRDefault="00B65DC9" w:rsidP="00B65DC9">
      <w:r>
        <w:t>531.4470</w:t>
      </w:r>
      <w:r>
        <w:tab/>
        <w:t>1.013e0</w:t>
      </w:r>
    </w:p>
    <w:p w:rsidR="00B65DC9" w:rsidRDefault="00B65DC9" w:rsidP="00B65DC9">
      <w:r>
        <w:t>531.5211</w:t>
      </w:r>
      <w:r>
        <w:tab/>
        <w:t>1.013e0</w:t>
      </w:r>
    </w:p>
    <w:p w:rsidR="00B65DC9" w:rsidRDefault="00B65DC9" w:rsidP="00B65DC9">
      <w:r>
        <w:t>531.5472</w:t>
      </w:r>
      <w:r>
        <w:tab/>
        <w:t>1.013e0</w:t>
      </w:r>
    </w:p>
    <w:p w:rsidR="00B65DC9" w:rsidRDefault="00B65DC9" w:rsidP="00B65DC9">
      <w:r>
        <w:t>531.6123</w:t>
      </w:r>
      <w:r>
        <w:tab/>
        <w:t>1.013e0</w:t>
      </w:r>
    </w:p>
    <w:p w:rsidR="00B65DC9" w:rsidRDefault="00B65DC9" w:rsidP="00B65DC9">
      <w:r>
        <w:t>531.6577</w:t>
      </w:r>
      <w:r>
        <w:tab/>
        <w:t>1.266e-2</w:t>
      </w:r>
    </w:p>
    <w:p w:rsidR="00B65DC9" w:rsidRDefault="00B65DC9" w:rsidP="00B65DC9">
      <w:r>
        <w:t>531.7706</w:t>
      </w:r>
      <w:r>
        <w:tab/>
        <w:t>1.013e0</w:t>
      </w:r>
    </w:p>
    <w:p w:rsidR="00B65DC9" w:rsidRDefault="00B65DC9" w:rsidP="00B65DC9">
      <w:r>
        <w:t>531.7783</w:t>
      </w:r>
      <w:r>
        <w:tab/>
        <w:t>1.013e0</w:t>
      </w:r>
    </w:p>
    <w:p w:rsidR="00B65DC9" w:rsidRDefault="00B65DC9" w:rsidP="00B65DC9">
      <w:r>
        <w:t>531.8334</w:t>
      </w:r>
      <w:r>
        <w:tab/>
        <w:t>1.266e-2</w:t>
      </w:r>
    </w:p>
    <w:p w:rsidR="00B65DC9" w:rsidRDefault="00B65DC9" w:rsidP="00B65DC9">
      <w:r>
        <w:t>531.8693</w:t>
      </w:r>
      <w:r>
        <w:tab/>
        <w:t>2.025e0</w:t>
      </w:r>
    </w:p>
    <w:p w:rsidR="00B65DC9" w:rsidRDefault="00B65DC9" w:rsidP="00B65DC9">
      <w:r>
        <w:t>531.8829</w:t>
      </w:r>
      <w:r>
        <w:tab/>
        <w:t>3.038e0</w:t>
      </w:r>
    </w:p>
    <w:p w:rsidR="00B65DC9" w:rsidRDefault="00B65DC9" w:rsidP="00B65DC9">
      <w:r>
        <w:t>531.9344</w:t>
      </w:r>
      <w:r>
        <w:tab/>
        <w:t>1.266e-2</w:t>
      </w:r>
    </w:p>
    <w:p w:rsidR="00B65DC9" w:rsidRDefault="00B65DC9" w:rsidP="00B65DC9">
      <w:r>
        <w:t>531.9574</w:t>
      </w:r>
      <w:r>
        <w:tab/>
        <w:t>2.025e0</w:t>
      </w:r>
    </w:p>
    <w:p w:rsidR="00B65DC9" w:rsidRDefault="00B65DC9" w:rsidP="00B65DC9">
      <w:r>
        <w:t>531.9846</w:t>
      </w:r>
      <w:r>
        <w:tab/>
        <w:t>2.025e0</w:t>
      </w:r>
    </w:p>
    <w:p w:rsidR="00B65DC9" w:rsidRDefault="00B65DC9" w:rsidP="00B65DC9">
      <w:r>
        <w:lastRenderedPageBreak/>
        <w:t>532.0283</w:t>
      </w:r>
      <w:r>
        <w:tab/>
        <w:t>1.266e-2</w:t>
      </w:r>
    </w:p>
    <w:p w:rsidR="00B65DC9" w:rsidRDefault="00B65DC9" w:rsidP="00B65DC9">
      <w:r>
        <w:t>532.0717</w:t>
      </w:r>
      <w:r>
        <w:tab/>
        <w:t>1.013e0</w:t>
      </w:r>
    </w:p>
    <w:p w:rsidR="00B65DC9" w:rsidRDefault="00B65DC9" w:rsidP="00B65DC9">
      <w:r>
        <w:t>532.0841</w:t>
      </w:r>
      <w:r>
        <w:tab/>
        <w:t>1.013e0</w:t>
      </w:r>
    </w:p>
    <w:p w:rsidR="00B65DC9" w:rsidRDefault="00B65DC9" w:rsidP="00B65DC9">
      <w:r>
        <w:t>532.1085</w:t>
      </w:r>
      <w:r>
        <w:tab/>
        <w:t>1.266e-2</w:t>
      </w:r>
    </w:p>
    <w:p w:rsidR="00B65DC9" w:rsidRDefault="00B65DC9" w:rsidP="00B65DC9">
      <w:r>
        <w:t>532.1386</w:t>
      </w:r>
      <w:r>
        <w:tab/>
        <w:t>1.266e-2</w:t>
      </w:r>
    </w:p>
    <w:p w:rsidR="00B65DC9" w:rsidRDefault="00B65DC9" w:rsidP="00B65DC9">
      <w:r>
        <w:t>532.1577</w:t>
      </w:r>
      <w:r>
        <w:tab/>
        <w:t>1.013e0</w:t>
      </w:r>
    </w:p>
    <w:p w:rsidR="00B65DC9" w:rsidRDefault="00B65DC9" w:rsidP="00B65DC9">
      <w:r>
        <w:t>532.2004</w:t>
      </w:r>
      <w:r>
        <w:tab/>
        <w:t>1.013e0</w:t>
      </w:r>
    </w:p>
    <w:p w:rsidR="00B65DC9" w:rsidRDefault="00B65DC9" w:rsidP="00B65DC9">
      <w:r>
        <w:t>532.2276</w:t>
      </w:r>
      <w:r>
        <w:tab/>
        <w:t>3.051e0</w:t>
      </w:r>
    </w:p>
    <w:p w:rsidR="00B65DC9" w:rsidRDefault="00B65DC9" w:rsidP="00B65DC9">
      <w:r>
        <w:t>532.2428</w:t>
      </w:r>
      <w:r>
        <w:tab/>
        <w:t>2.025e0</w:t>
      </w:r>
    </w:p>
    <w:p w:rsidR="00B65DC9" w:rsidRDefault="00B65DC9" w:rsidP="00B65DC9">
      <w:r>
        <w:t>532.2537</w:t>
      </w:r>
      <w:r>
        <w:tab/>
        <w:t>3.038e0</w:t>
      </w:r>
    </w:p>
    <w:p w:rsidR="00B65DC9" w:rsidRDefault="00B65DC9" w:rsidP="00B65DC9">
      <w:r>
        <w:t>532.3157</w:t>
      </w:r>
      <w:r>
        <w:tab/>
        <w:t>2.025e0</w:t>
      </w:r>
    </w:p>
    <w:p w:rsidR="00B65DC9" w:rsidRDefault="00B65DC9" w:rsidP="00B65DC9">
      <w:r>
        <w:t>532.3226</w:t>
      </w:r>
      <w:r>
        <w:tab/>
        <w:t>1.013e0</w:t>
      </w:r>
    </w:p>
    <w:p w:rsidR="00B65DC9" w:rsidRDefault="00B65DC9" w:rsidP="00B65DC9">
      <w:r>
        <w:t>532.3434</w:t>
      </w:r>
      <w:r>
        <w:tab/>
        <w:t>2.025e0</w:t>
      </w:r>
    </w:p>
    <w:p w:rsidR="00B65DC9" w:rsidRDefault="00B65DC9" w:rsidP="00B65DC9">
      <w:r>
        <w:t>532.3962</w:t>
      </w:r>
      <w:r>
        <w:tab/>
        <w:t>1.266e-2</w:t>
      </w:r>
    </w:p>
    <w:p w:rsidR="00B65DC9" w:rsidRDefault="00B65DC9" w:rsidP="00B65DC9">
      <w:r>
        <w:t>532.4086</w:t>
      </w:r>
      <w:r>
        <w:tab/>
        <w:t>3.038e0</w:t>
      </w:r>
    </w:p>
    <w:p w:rsidR="00B65DC9" w:rsidRDefault="00B65DC9" w:rsidP="00B65DC9">
      <w:r>
        <w:t>532.4146</w:t>
      </w:r>
      <w:r>
        <w:tab/>
        <w:t>1.013e0</w:t>
      </w:r>
    </w:p>
    <w:p w:rsidR="00B65DC9" w:rsidRDefault="00B65DC9" w:rsidP="00B65DC9">
      <w:r>
        <w:t>532.4310</w:t>
      </w:r>
      <w:r>
        <w:tab/>
        <w:t>1.013e0</w:t>
      </w:r>
    </w:p>
    <w:p w:rsidR="00B65DC9" w:rsidRDefault="00B65DC9" w:rsidP="00B65DC9">
      <w:r>
        <w:t>532.4538</w:t>
      </w:r>
      <w:r>
        <w:tab/>
        <w:t>2.025e0</w:t>
      </w:r>
    </w:p>
    <w:p w:rsidR="00B65DC9" w:rsidRDefault="00B65DC9" w:rsidP="00B65DC9">
      <w:r>
        <w:t>532.4579</w:t>
      </w:r>
      <w:r>
        <w:tab/>
        <w:t>1.013e0</w:t>
      </w:r>
    </w:p>
    <w:p w:rsidR="00B65DC9" w:rsidRDefault="00B65DC9" w:rsidP="00B65DC9">
      <w:r>
        <w:lastRenderedPageBreak/>
        <w:t>532.4763</w:t>
      </w:r>
      <w:r>
        <w:tab/>
        <w:t>1.266e-2</w:t>
      </w:r>
    </w:p>
    <w:p w:rsidR="00B65DC9" w:rsidRDefault="00B65DC9" w:rsidP="00B65DC9">
      <w:r>
        <w:t>532.5039</w:t>
      </w:r>
      <w:r>
        <w:tab/>
        <w:t>1.013e0</w:t>
      </w:r>
    </w:p>
    <w:p w:rsidR="00B65DC9" w:rsidRDefault="00B65DC9" w:rsidP="00B65DC9">
      <w:r>
        <w:t>532.5407</w:t>
      </w:r>
      <w:r>
        <w:tab/>
        <w:t>2.532e-2</w:t>
      </w:r>
    </w:p>
    <w:p w:rsidR="00B65DC9" w:rsidRDefault="00B65DC9" w:rsidP="00B65DC9">
      <w:r>
        <w:t>532.7274</w:t>
      </w:r>
      <w:r>
        <w:tab/>
        <w:t>1.013e0</w:t>
      </w:r>
    </w:p>
    <w:p w:rsidR="00B65DC9" w:rsidRDefault="00B65DC9" w:rsidP="00B65DC9">
      <w:r>
        <w:t>532.8352</w:t>
      </w:r>
      <w:r>
        <w:tab/>
        <w:t>1.266e-2</w:t>
      </w:r>
    </w:p>
    <w:p w:rsidR="00B65DC9" w:rsidRDefault="00B65DC9" w:rsidP="00B65DC9">
      <w:r>
        <w:t>532.8372</w:t>
      </w:r>
      <w:r>
        <w:tab/>
        <w:t>4.051e0</w:t>
      </w:r>
    </w:p>
    <w:p w:rsidR="00B65DC9" w:rsidRDefault="00B65DC9" w:rsidP="00B65DC9">
      <w:r>
        <w:t>532.9088</w:t>
      </w:r>
      <w:r>
        <w:tab/>
        <w:t>1.266e-2</w:t>
      </w:r>
    </w:p>
    <w:p w:rsidR="00B65DC9" w:rsidRDefault="00B65DC9" w:rsidP="00B65DC9">
      <w:r>
        <w:t>532.9489</w:t>
      </w:r>
      <w:r>
        <w:tab/>
        <w:t>1.266e-2</w:t>
      </w:r>
    </w:p>
    <w:p w:rsidR="00B65DC9" w:rsidRDefault="00B65DC9" w:rsidP="00B65DC9">
      <w:r>
        <w:t>532.9825</w:t>
      </w:r>
      <w:r>
        <w:tab/>
        <w:t>1.266e-2</w:t>
      </w:r>
    </w:p>
    <w:p w:rsidR="00B65DC9" w:rsidRDefault="00B65DC9" w:rsidP="00B65DC9">
      <w:r>
        <w:t>533.0009</w:t>
      </w:r>
      <w:r>
        <w:tab/>
        <w:t>1.266e-2</w:t>
      </w:r>
    </w:p>
    <w:p w:rsidR="00B65DC9" w:rsidRDefault="00B65DC9" w:rsidP="00B65DC9">
      <w:r>
        <w:t>533.0041</w:t>
      </w:r>
      <w:r>
        <w:tab/>
        <w:t>2.025e0</w:t>
      </w:r>
    </w:p>
    <w:p w:rsidR="00B65DC9" w:rsidRDefault="00B65DC9" w:rsidP="00B65DC9">
      <w:r>
        <w:t>533.0770</w:t>
      </w:r>
      <w:r>
        <w:tab/>
        <w:t>1.266e-2</w:t>
      </w:r>
    </w:p>
    <w:p w:rsidR="00B65DC9" w:rsidRDefault="00B65DC9" w:rsidP="00B65DC9">
      <w:r>
        <w:t>533.1690</w:t>
      </w:r>
      <w:r>
        <w:tab/>
        <w:t>1.013e0</w:t>
      </w:r>
    </w:p>
    <w:p w:rsidR="00B65DC9" w:rsidRDefault="00B65DC9" w:rsidP="00B65DC9">
      <w:r>
        <w:t>533.1733</w:t>
      </w:r>
      <w:r>
        <w:tab/>
        <w:t>2.025e0</w:t>
      </w:r>
    </w:p>
    <w:p w:rsidR="00B65DC9" w:rsidRDefault="00B65DC9" w:rsidP="00B65DC9">
      <w:r>
        <w:t>533.2233</w:t>
      </w:r>
      <w:r>
        <w:tab/>
        <w:t>3.038e0</w:t>
      </w:r>
    </w:p>
    <w:p w:rsidR="00B65DC9" w:rsidRDefault="00B65DC9" w:rsidP="00B65DC9">
      <w:r>
        <w:t>533.2294</w:t>
      </w:r>
      <w:r>
        <w:tab/>
        <w:t>7.089e0</w:t>
      </w:r>
    </w:p>
    <w:p w:rsidR="00B65DC9" w:rsidRDefault="00B65DC9" w:rsidP="00B65DC9">
      <w:r>
        <w:t>533.2336</w:t>
      </w:r>
      <w:r>
        <w:tab/>
        <w:t>2.051e0</w:t>
      </w:r>
    </w:p>
    <w:p w:rsidR="00B65DC9" w:rsidRDefault="00B65DC9" w:rsidP="00B65DC9">
      <w:r>
        <w:t>533.2384</w:t>
      </w:r>
      <w:r>
        <w:tab/>
        <w:t>3.038e0</w:t>
      </w:r>
    </w:p>
    <w:p w:rsidR="00B65DC9" w:rsidRDefault="00B65DC9" w:rsidP="00B65DC9">
      <w:r>
        <w:t>533.2778</w:t>
      </w:r>
      <w:r>
        <w:tab/>
        <w:t>2.861e0</w:t>
      </w:r>
    </w:p>
    <w:p w:rsidR="00B65DC9" w:rsidRDefault="00B65DC9" w:rsidP="00B65DC9">
      <w:r>
        <w:lastRenderedPageBreak/>
        <w:t>533.3655</w:t>
      </w:r>
      <w:r>
        <w:tab/>
        <w:t>7.089e0</w:t>
      </w:r>
    </w:p>
    <w:p w:rsidR="00B65DC9" w:rsidRDefault="00B65DC9" w:rsidP="00B65DC9">
      <w:r>
        <w:t>533.3879</w:t>
      </w:r>
      <w:r>
        <w:tab/>
        <w:t>2.025e0</w:t>
      </w:r>
    </w:p>
    <w:p w:rsidR="00B65DC9" w:rsidRDefault="00B65DC9" w:rsidP="00B65DC9">
      <w:r>
        <w:t>533.4012</w:t>
      </w:r>
      <w:r>
        <w:tab/>
        <w:t>3.038e0</w:t>
      </w:r>
    </w:p>
    <w:p w:rsidR="00B65DC9" w:rsidRDefault="00B65DC9" w:rsidP="00B65DC9">
      <w:r>
        <w:t>533.4898</w:t>
      </w:r>
      <w:r>
        <w:tab/>
        <w:t>1.013e0</w:t>
      </w:r>
    </w:p>
    <w:p w:rsidR="00B65DC9" w:rsidRDefault="00B65DC9" w:rsidP="00B65DC9">
      <w:r>
        <w:t>533.5259</w:t>
      </w:r>
      <w:r>
        <w:tab/>
        <w:t>1.013e0</w:t>
      </w:r>
    </w:p>
    <w:p w:rsidR="00B65DC9" w:rsidRDefault="00B65DC9" w:rsidP="00B65DC9">
      <w:r>
        <w:t>533.5895</w:t>
      </w:r>
      <w:r>
        <w:tab/>
        <w:t>1.013e0</w:t>
      </w:r>
    </w:p>
    <w:p w:rsidR="00B65DC9" w:rsidRDefault="00B65DC9" w:rsidP="00B65DC9">
      <w:r>
        <w:t>533.6188</w:t>
      </w:r>
      <w:r>
        <w:tab/>
        <w:t>1.013e0</w:t>
      </w:r>
    </w:p>
    <w:p w:rsidR="00B65DC9" w:rsidRDefault="00B65DC9" w:rsidP="00B65DC9">
      <w:r>
        <w:t>533.6631</w:t>
      </w:r>
      <w:r>
        <w:tab/>
        <w:t>1.013e0</w:t>
      </w:r>
    </w:p>
    <w:p w:rsidR="00B65DC9" w:rsidRDefault="00B65DC9" w:rsidP="00B65DC9">
      <w:r>
        <w:t>533.7386</w:t>
      </w:r>
      <w:r>
        <w:tab/>
        <w:t>2.038e0</w:t>
      </w:r>
    </w:p>
    <w:p w:rsidR="00B65DC9" w:rsidRDefault="00B65DC9" w:rsidP="00B65DC9">
      <w:r>
        <w:t>533.8129</w:t>
      </w:r>
      <w:r>
        <w:tab/>
        <w:t>1.013e0</w:t>
      </w:r>
    </w:p>
    <w:p w:rsidR="00B65DC9" w:rsidRDefault="00B65DC9" w:rsidP="00B65DC9">
      <w:r>
        <w:t>533.8319</w:t>
      </w:r>
      <w:r>
        <w:tab/>
        <w:t>1.013e0</w:t>
      </w:r>
    </w:p>
    <w:p w:rsidR="00B65DC9" w:rsidRDefault="00B65DC9" w:rsidP="00B65DC9">
      <w:r>
        <w:t>533.9022</w:t>
      </w:r>
      <w:r>
        <w:tab/>
        <w:t>1.013e0</w:t>
      </w:r>
    </w:p>
    <w:p w:rsidR="00B65DC9" w:rsidRDefault="00B65DC9" w:rsidP="00B65DC9">
      <w:r>
        <w:t>533.9199</w:t>
      </w:r>
      <w:r>
        <w:tab/>
        <w:t>1.025e0</w:t>
      </w:r>
    </w:p>
    <w:p w:rsidR="00B65DC9" w:rsidRDefault="00B65DC9" w:rsidP="00B65DC9">
      <w:r>
        <w:t>533.9949</w:t>
      </w:r>
      <w:r>
        <w:tab/>
        <w:t>1.013e0</w:t>
      </w:r>
    </w:p>
    <w:p w:rsidR="00B65DC9" w:rsidRDefault="00B65DC9" w:rsidP="00B65DC9">
      <w:r>
        <w:t>533.9968</w:t>
      </w:r>
      <w:r>
        <w:tab/>
        <w:t>1.266e-2</w:t>
      </w:r>
    </w:p>
    <w:p w:rsidR="00B65DC9" w:rsidRDefault="00B65DC9" w:rsidP="00B65DC9">
      <w:r>
        <w:t>534.0054</w:t>
      </w:r>
      <w:r>
        <w:tab/>
        <w:t>2.025e0</w:t>
      </w:r>
    </w:p>
    <w:p w:rsidR="00B65DC9" w:rsidRDefault="00B65DC9" w:rsidP="00B65DC9">
      <w:r>
        <w:t>534.0081</w:t>
      </w:r>
      <w:r>
        <w:tab/>
        <w:t>2.025e0</w:t>
      </w:r>
    </w:p>
    <w:p w:rsidR="00B65DC9" w:rsidRDefault="00B65DC9" w:rsidP="00B65DC9">
      <w:r>
        <w:t>534.0616</w:t>
      </w:r>
      <w:r>
        <w:tab/>
        <w:t>2.038e0</w:t>
      </w:r>
    </w:p>
    <w:p w:rsidR="00B65DC9" w:rsidRDefault="00B65DC9" w:rsidP="00B65DC9">
      <w:r>
        <w:t>534.0699</w:t>
      </w:r>
      <w:r>
        <w:tab/>
        <w:t>2.532e-2</w:t>
      </w:r>
    </w:p>
    <w:p w:rsidR="00B65DC9" w:rsidRDefault="00B65DC9" w:rsidP="00B65DC9">
      <w:r>
        <w:lastRenderedPageBreak/>
        <w:t>534.0748</w:t>
      </w:r>
      <w:r>
        <w:tab/>
        <w:t>4.051e0</w:t>
      </w:r>
    </w:p>
    <w:p w:rsidR="00B65DC9" w:rsidRDefault="00B65DC9" w:rsidP="00B65DC9">
      <w:r>
        <w:t>534.1152</w:t>
      </w:r>
      <w:r>
        <w:tab/>
        <w:t>2.025e0</w:t>
      </w:r>
    </w:p>
    <w:p w:rsidR="00B65DC9" w:rsidRDefault="00B65DC9" w:rsidP="00B65DC9">
      <w:r>
        <w:t>534.1530</w:t>
      </w:r>
      <w:r>
        <w:tab/>
        <w:t>1.013e0</w:t>
      </w:r>
    </w:p>
    <w:p w:rsidR="00B65DC9" w:rsidRDefault="00B65DC9" w:rsidP="00B65DC9">
      <w:r>
        <w:t>534.1598</w:t>
      </w:r>
      <w:r>
        <w:tab/>
        <w:t>1.013e0</w:t>
      </w:r>
    </w:p>
    <w:p w:rsidR="00B65DC9" w:rsidRDefault="00B65DC9" w:rsidP="00B65DC9">
      <w:r>
        <w:t>534.2083</w:t>
      </w:r>
      <w:r>
        <w:tab/>
        <w:t>1.013e0</w:t>
      </w:r>
    </w:p>
    <w:p w:rsidR="00B65DC9" w:rsidRDefault="00B65DC9" w:rsidP="00B65DC9">
      <w:r>
        <w:t>534.2269</w:t>
      </w:r>
      <w:r>
        <w:tab/>
        <w:t>1.038e0</w:t>
      </w:r>
    </w:p>
    <w:p w:rsidR="00B65DC9" w:rsidRDefault="00B65DC9" w:rsidP="00B65DC9">
      <w:r>
        <w:t>534.2455</w:t>
      </w:r>
      <w:r>
        <w:tab/>
        <w:t>3.038e0</w:t>
      </w:r>
    </w:p>
    <w:p w:rsidR="00B65DC9" w:rsidRDefault="00B65DC9" w:rsidP="00B65DC9">
      <w:r>
        <w:t>534.2674</w:t>
      </w:r>
      <w:r>
        <w:tab/>
        <w:t>3.038e0</w:t>
      </w:r>
    </w:p>
    <w:p w:rsidR="00B65DC9" w:rsidRDefault="00B65DC9" w:rsidP="00B65DC9">
      <w:r>
        <w:t>534.3269</w:t>
      </w:r>
      <w:r>
        <w:tab/>
        <w:t>3.038e0</w:t>
      </w:r>
    </w:p>
    <w:p w:rsidR="00B65DC9" w:rsidRDefault="00B65DC9" w:rsidP="00B65DC9">
      <w:r>
        <w:t>534.3326</w:t>
      </w:r>
      <w:r>
        <w:tab/>
        <w:t>3.038e0</w:t>
      </w:r>
    </w:p>
    <w:p w:rsidR="00B65DC9" w:rsidRDefault="00B65DC9" w:rsidP="00B65DC9">
      <w:r>
        <w:t>534.3735</w:t>
      </w:r>
      <w:r>
        <w:tab/>
        <w:t>1.025e0</w:t>
      </w:r>
    </w:p>
    <w:p w:rsidR="00B65DC9" w:rsidRDefault="00B65DC9" w:rsidP="00B65DC9">
      <w:r>
        <w:t>534.3809</w:t>
      </w:r>
      <w:r>
        <w:tab/>
        <w:t>3.038e0</w:t>
      </w:r>
    </w:p>
    <w:p w:rsidR="00B65DC9" w:rsidRDefault="00B65DC9" w:rsidP="00B65DC9">
      <w:r>
        <w:t>534.4206</w:t>
      </w:r>
      <w:r>
        <w:tab/>
        <w:t>1.266e-2</w:t>
      </w:r>
    </w:p>
    <w:p w:rsidR="00B65DC9" w:rsidRDefault="00B65DC9" w:rsidP="00B65DC9">
      <w:r>
        <w:t>534.4725</w:t>
      </w:r>
      <w:r>
        <w:tab/>
        <w:t>1.013e0</w:t>
      </w:r>
    </w:p>
    <w:p w:rsidR="00B65DC9" w:rsidRDefault="00B65DC9" w:rsidP="00B65DC9">
      <w:r>
        <w:t>534.5135</w:t>
      </w:r>
      <w:r>
        <w:tab/>
        <w:t>1.013e0</w:t>
      </w:r>
    </w:p>
    <w:p w:rsidR="00B65DC9" w:rsidRDefault="00B65DC9" w:rsidP="00B65DC9">
      <w:r>
        <w:t>534.5829</w:t>
      </w:r>
      <w:r>
        <w:tab/>
        <w:t>1.013e0</w:t>
      </w:r>
    </w:p>
    <w:p w:rsidR="00B65DC9" w:rsidRDefault="00B65DC9" w:rsidP="00B65DC9">
      <w:r>
        <w:t>534.6422</w:t>
      </w:r>
      <w:r>
        <w:tab/>
        <w:t>1.013e0</w:t>
      </w:r>
    </w:p>
    <w:p w:rsidR="00B65DC9" w:rsidRDefault="00B65DC9" w:rsidP="00B65DC9">
      <w:r>
        <w:t>534.6699</w:t>
      </w:r>
      <w:r>
        <w:tab/>
        <w:t>1.266e-2</w:t>
      </w:r>
    </w:p>
    <w:p w:rsidR="00B65DC9" w:rsidRDefault="00B65DC9" w:rsidP="00B65DC9">
      <w:r>
        <w:t>534.7068</w:t>
      </w:r>
      <w:r>
        <w:tab/>
        <w:t>1.013e0</w:t>
      </w:r>
    </w:p>
    <w:p w:rsidR="00B65DC9" w:rsidRDefault="00B65DC9" w:rsidP="00B65DC9">
      <w:r>
        <w:lastRenderedPageBreak/>
        <w:t>534.7202</w:t>
      </w:r>
      <w:r>
        <w:tab/>
        <w:t>2.025e0</w:t>
      </w:r>
    </w:p>
    <w:p w:rsidR="00B65DC9" w:rsidRDefault="00B65DC9" w:rsidP="00B65DC9">
      <w:r>
        <w:t>534.7302</w:t>
      </w:r>
      <w:r>
        <w:tab/>
        <w:t>1.266e-2</w:t>
      </w:r>
    </w:p>
    <w:p w:rsidR="00B65DC9" w:rsidRDefault="00B65DC9" w:rsidP="00B65DC9">
      <w:r>
        <w:t>534.7899</w:t>
      </w:r>
      <w:r>
        <w:tab/>
        <w:t>1.013e0</w:t>
      </w:r>
    </w:p>
    <w:p w:rsidR="00B65DC9" w:rsidRDefault="00B65DC9" w:rsidP="00B65DC9">
      <w:r>
        <w:t>534.8038</w:t>
      </w:r>
      <w:r>
        <w:tab/>
        <w:t>1.013e0</w:t>
      </w:r>
    </w:p>
    <w:p w:rsidR="00B65DC9" w:rsidRDefault="00B65DC9" w:rsidP="00B65DC9">
      <w:r>
        <w:t>534.8276</w:t>
      </w:r>
      <w:r>
        <w:tab/>
        <w:t>1.025e0</w:t>
      </w:r>
    </w:p>
    <w:p w:rsidR="00B65DC9" w:rsidRDefault="00B65DC9" w:rsidP="00B65DC9">
      <w:r>
        <w:t>534.8591</w:t>
      </w:r>
      <w:r>
        <w:tab/>
        <w:t>1.013e0</w:t>
      </w:r>
    </w:p>
    <w:p w:rsidR="00B65DC9" w:rsidRDefault="00B65DC9" w:rsidP="00B65DC9">
      <w:r>
        <w:t>534.9192</w:t>
      </w:r>
      <w:r>
        <w:tab/>
        <w:t>1.025e0</w:t>
      </w:r>
    </w:p>
    <w:p w:rsidR="00B65DC9" w:rsidRDefault="00B65DC9" w:rsidP="00B65DC9">
      <w:r>
        <w:t>534.9327</w:t>
      </w:r>
      <w:r>
        <w:tab/>
        <w:t>1.013e0</w:t>
      </w:r>
    </w:p>
    <w:p w:rsidR="00B65DC9" w:rsidRDefault="00B65DC9" w:rsidP="00B65DC9">
      <w:r>
        <w:t>534.9384</w:t>
      </w:r>
      <w:r>
        <w:tab/>
        <w:t>1.266e-2</w:t>
      </w:r>
    </w:p>
    <w:p w:rsidR="00B65DC9" w:rsidRDefault="00B65DC9" w:rsidP="00B65DC9">
      <w:r>
        <w:t>534.9562</w:t>
      </w:r>
      <w:r>
        <w:tab/>
        <w:t>1.266e-2</w:t>
      </w:r>
    </w:p>
    <w:p w:rsidR="00B65DC9" w:rsidRDefault="00B65DC9" w:rsidP="00B65DC9">
      <w:r>
        <w:t>534.9931</w:t>
      </w:r>
      <w:r>
        <w:tab/>
        <w:t>1.013e0</w:t>
      </w:r>
    </w:p>
    <w:p w:rsidR="00B65DC9" w:rsidRDefault="00B65DC9" w:rsidP="00B65DC9">
      <w:r>
        <w:t>535.0024</w:t>
      </w:r>
      <w:r>
        <w:tab/>
        <w:t>1.266e-2</w:t>
      </w:r>
    </w:p>
    <w:p w:rsidR="00B65DC9" w:rsidRDefault="00B65DC9" w:rsidP="00B65DC9">
      <w:r>
        <w:t>535.0844</w:t>
      </w:r>
      <w:r>
        <w:tab/>
        <w:t>3.051e0</w:t>
      </w:r>
    </w:p>
    <w:p w:rsidR="00B65DC9" w:rsidRDefault="00B65DC9" w:rsidP="00B65DC9">
      <w:r>
        <w:t>535.1687</w:t>
      </w:r>
      <w:r>
        <w:tab/>
        <w:t>1.025e0</w:t>
      </w:r>
    </w:p>
    <w:p w:rsidR="00B65DC9" w:rsidRDefault="00B65DC9" w:rsidP="00B65DC9">
      <w:r>
        <w:t>535.2455</w:t>
      </w:r>
      <w:r>
        <w:tab/>
        <w:t>2.025e0</w:t>
      </w:r>
    </w:p>
    <w:p w:rsidR="00B65DC9" w:rsidRDefault="00B65DC9" w:rsidP="00B65DC9">
      <w:r>
        <w:t>535.2538</w:t>
      </w:r>
      <w:r>
        <w:tab/>
        <w:t>4.051e0</w:t>
      </w:r>
    </w:p>
    <w:p w:rsidR="00B65DC9" w:rsidRDefault="00B65DC9" w:rsidP="00B65DC9">
      <w:r>
        <w:t>535.2584</w:t>
      </w:r>
      <w:r>
        <w:tab/>
        <w:t>4.051e0</w:t>
      </w:r>
    </w:p>
    <w:p w:rsidR="00B65DC9" w:rsidRDefault="00B65DC9" w:rsidP="00B65DC9">
      <w:r>
        <w:t>535.2946</w:t>
      </w:r>
      <w:r>
        <w:tab/>
        <w:t>3.038e0</w:t>
      </w:r>
    </w:p>
    <w:p w:rsidR="00B65DC9" w:rsidRDefault="00B65DC9" w:rsidP="00B65DC9">
      <w:r>
        <w:t>535.3233</w:t>
      </w:r>
      <w:r>
        <w:tab/>
        <w:t>2.025e0</w:t>
      </w:r>
    </w:p>
    <w:p w:rsidR="00B65DC9" w:rsidRDefault="00B65DC9" w:rsidP="00B65DC9">
      <w:r>
        <w:lastRenderedPageBreak/>
        <w:t>535.3594</w:t>
      </w:r>
      <w:r>
        <w:tab/>
        <w:t>2.025e0</w:t>
      </w:r>
    </w:p>
    <w:p w:rsidR="00B65DC9" w:rsidRDefault="00B65DC9" w:rsidP="00B65DC9">
      <w:r>
        <w:t>535.3718</w:t>
      </w:r>
      <w:r>
        <w:tab/>
        <w:t>1.266e-2</w:t>
      </w:r>
    </w:p>
    <w:p w:rsidR="00B65DC9" w:rsidRDefault="00B65DC9" w:rsidP="00B65DC9">
      <w:r>
        <w:t>535.3813</w:t>
      </w:r>
      <w:r>
        <w:tab/>
        <w:t>1.013e0</w:t>
      </w:r>
    </w:p>
    <w:p w:rsidR="00B65DC9" w:rsidRDefault="00B65DC9" w:rsidP="00B65DC9">
      <w:r>
        <w:t>535.4512</w:t>
      </w:r>
      <w:r>
        <w:tab/>
        <w:t>2.025e0</w:t>
      </w:r>
    </w:p>
    <w:p w:rsidR="00B65DC9" w:rsidRDefault="00B65DC9" w:rsidP="00B65DC9">
      <w:r>
        <w:t>535.4571</w:t>
      </w:r>
      <w:r>
        <w:tab/>
        <w:t>2.025e0</w:t>
      </w:r>
    </w:p>
    <w:p w:rsidR="00B65DC9" w:rsidRDefault="00B65DC9" w:rsidP="00B65DC9">
      <w:r>
        <w:t>535.4618</w:t>
      </w:r>
      <w:r>
        <w:tab/>
        <w:t>2.025e0</w:t>
      </w:r>
    </w:p>
    <w:p w:rsidR="00B65DC9" w:rsidRDefault="00B65DC9" w:rsidP="00B65DC9">
      <w:r>
        <w:t>535.5373</w:t>
      </w:r>
      <w:r>
        <w:tab/>
        <w:t>1.025e0</w:t>
      </w:r>
    </w:p>
    <w:p w:rsidR="00B65DC9" w:rsidRDefault="00B65DC9" w:rsidP="00B65DC9">
      <w:r>
        <w:t>535.5662</w:t>
      </w:r>
      <w:r>
        <w:tab/>
        <w:t>1.266e-2</w:t>
      </w:r>
    </w:p>
    <w:p w:rsidR="00B65DC9" w:rsidRDefault="00B65DC9" w:rsidP="00B65DC9">
      <w:r>
        <w:t>535.8057</w:t>
      </w:r>
      <w:r>
        <w:tab/>
        <w:t>2.025e0</w:t>
      </w:r>
    </w:p>
    <w:p w:rsidR="00B65DC9" w:rsidRDefault="00B65DC9" w:rsidP="00B65DC9">
      <w:r>
        <w:t>535.8132</w:t>
      </w:r>
      <w:r>
        <w:tab/>
        <w:t>1.013e0</w:t>
      </w:r>
    </w:p>
    <w:p w:rsidR="00B65DC9" w:rsidRDefault="00B65DC9" w:rsidP="00B65DC9">
      <w:r>
        <w:t>535.8507</w:t>
      </w:r>
      <w:r>
        <w:tab/>
        <w:t>6.076e0</w:t>
      </w:r>
    </w:p>
    <w:p w:rsidR="00B65DC9" w:rsidRDefault="00B65DC9" w:rsidP="00B65DC9">
      <w:r>
        <w:t>535.8797</w:t>
      </w:r>
      <w:r>
        <w:tab/>
        <w:t>1.038e0</w:t>
      </w:r>
    </w:p>
    <w:p w:rsidR="00B65DC9" w:rsidRDefault="00B65DC9" w:rsidP="00B65DC9">
      <w:r>
        <w:t>535.9092</w:t>
      </w:r>
      <w:r>
        <w:tab/>
        <w:t>1.266e-2</w:t>
      </w:r>
    </w:p>
    <w:p w:rsidR="00B65DC9" w:rsidRDefault="00B65DC9" w:rsidP="00B65DC9">
      <w:r>
        <w:t>535.9372</w:t>
      </w:r>
      <w:r>
        <w:tab/>
        <w:t>3.051e0</w:t>
      </w:r>
    </w:p>
    <w:p w:rsidR="00B65DC9" w:rsidRDefault="00B65DC9" w:rsidP="00B65DC9">
      <w:r>
        <w:t>535.9495</w:t>
      </w:r>
      <w:r>
        <w:tab/>
        <w:t>2.025e0</w:t>
      </w:r>
    </w:p>
    <w:p w:rsidR="00B65DC9" w:rsidRDefault="00B65DC9" w:rsidP="00B65DC9">
      <w:r>
        <w:t>536.0064</w:t>
      </w:r>
      <w:r>
        <w:tab/>
        <w:t>2.025e0</w:t>
      </w:r>
    </w:p>
    <w:p w:rsidR="00B65DC9" w:rsidRDefault="00B65DC9" w:rsidP="00B65DC9">
      <w:r>
        <w:t>536.0381</w:t>
      </w:r>
      <w:r>
        <w:tab/>
        <w:t>1.013e0</w:t>
      </w:r>
    </w:p>
    <w:p w:rsidR="00B65DC9" w:rsidRDefault="00B65DC9" w:rsidP="00B65DC9">
      <w:r>
        <w:t>536.0708</w:t>
      </w:r>
      <w:r>
        <w:tab/>
        <w:t>1.266e-2</w:t>
      </w:r>
    </w:p>
    <w:p w:rsidR="00B65DC9" w:rsidRDefault="00B65DC9" w:rsidP="00B65DC9">
      <w:r>
        <w:t>536.1076</w:t>
      </w:r>
      <w:r>
        <w:tab/>
        <w:t>1.013e0</w:t>
      </w:r>
    </w:p>
    <w:p w:rsidR="00B65DC9" w:rsidRDefault="00B65DC9" w:rsidP="00B65DC9">
      <w:r>
        <w:lastRenderedPageBreak/>
        <w:t>536.1214</w:t>
      </w:r>
      <w:r>
        <w:tab/>
        <w:t>1.266e-2</w:t>
      </w:r>
    </w:p>
    <w:p w:rsidR="00B65DC9" w:rsidRDefault="00B65DC9" w:rsidP="00B65DC9">
      <w:r>
        <w:t>536.1997</w:t>
      </w:r>
      <w:r>
        <w:tab/>
        <w:t>2.025e0</w:t>
      </w:r>
    </w:p>
    <w:p w:rsidR="00B65DC9" w:rsidRDefault="00B65DC9" w:rsidP="00B65DC9">
      <w:r>
        <w:t>536.2073</w:t>
      </w:r>
      <w:r>
        <w:tab/>
        <w:t>3.038e0</w:t>
      </w:r>
    </w:p>
    <w:p w:rsidR="00B65DC9" w:rsidRDefault="00B65DC9" w:rsidP="00B65DC9">
      <w:r>
        <w:t>536.2103</w:t>
      </w:r>
      <w:r>
        <w:tab/>
        <w:t>2.025e0</w:t>
      </w:r>
    </w:p>
    <w:p w:rsidR="00B65DC9" w:rsidRDefault="00B65DC9" w:rsidP="00B65DC9">
      <w:r>
        <w:t>536.2804</w:t>
      </w:r>
      <w:r>
        <w:tab/>
        <w:t>3.038e0</w:t>
      </w:r>
    </w:p>
    <w:p w:rsidR="00B65DC9" w:rsidRDefault="00B65DC9" w:rsidP="00B65DC9">
      <w:r>
        <w:t>536.2890</w:t>
      </w:r>
      <w:r>
        <w:tab/>
        <w:t>6.076e0</w:t>
      </w:r>
    </w:p>
    <w:p w:rsidR="00B65DC9" w:rsidRDefault="00B65DC9" w:rsidP="00B65DC9">
      <w:r>
        <w:t>536.2994</w:t>
      </w:r>
      <w:r>
        <w:tab/>
        <w:t>3.798e-2</w:t>
      </w:r>
    </w:p>
    <w:p w:rsidR="00B65DC9" w:rsidRDefault="00B65DC9" w:rsidP="00B65DC9">
      <w:r>
        <w:t>536.3054</w:t>
      </w:r>
      <w:r>
        <w:tab/>
        <w:t>2.025e0</w:t>
      </w:r>
    </w:p>
    <w:p w:rsidR="00B65DC9" w:rsidRDefault="00B65DC9" w:rsidP="00B65DC9">
      <w:r>
        <w:t>536.3221</w:t>
      </w:r>
      <w:r>
        <w:tab/>
        <w:t>5.089e0</w:t>
      </w:r>
    </w:p>
    <w:p w:rsidR="00B65DC9" w:rsidRDefault="00B65DC9" w:rsidP="00B65DC9">
      <w:r>
        <w:t>536.3477</w:t>
      </w:r>
      <w:r>
        <w:tab/>
        <w:t>4.051e0</w:t>
      </w:r>
    </w:p>
    <w:p w:rsidR="00B65DC9" w:rsidRDefault="00B65DC9" w:rsidP="00B65DC9">
      <w:r>
        <w:t>536.3900</w:t>
      </w:r>
      <w:r>
        <w:tab/>
        <w:t>1.266e-2</w:t>
      </w:r>
    </w:p>
    <w:p w:rsidR="00B65DC9" w:rsidRDefault="00B65DC9" w:rsidP="00B65DC9">
      <w:r>
        <w:t>536.4143</w:t>
      </w:r>
      <w:r>
        <w:tab/>
        <w:t>1.038e0</w:t>
      </w:r>
    </w:p>
    <w:p w:rsidR="00B65DC9" w:rsidRDefault="00B65DC9" w:rsidP="00B65DC9">
      <w:r>
        <w:t>536.4825</w:t>
      </w:r>
      <w:r>
        <w:tab/>
        <w:t>3.038e0</w:t>
      </w:r>
    </w:p>
    <w:p w:rsidR="00B65DC9" w:rsidRDefault="00B65DC9" w:rsidP="00B65DC9">
      <w:r>
        <w:t>536.4924</w:t>
      </w:r>
      <w:r>
        <w:tab/>
        <w:t>1.013e0</w:t>
      </w:r>
    </w:p>
    <w:p w:rsidR="00B65DC9" w:rsidRDefault="00B65DC9" w:rsidP="00B65DC9">
      <w:r>
        <w:t>536.5011</w:t>
      </w:r>
      <w:r>
        <w:tab/>
        <w:t>1.013e0</w:t>
      </w:r>
    </w:p>
    <w:p w:rsidR="00B65DC9" w:rsidRDefault="00B65DC9" w:rsidP="00B65DC9">
      <w:r>
        <w:t>536.5104</w:t>
      </w:r>
      <w:r>
        <w:tab/>
        <w:t>2.025e0</w:t>
      </w:r>
    </w:p>
    <w:p w:rsidR="00B65DC9" w:rsidRDefault="00B65DC9" w:rsidP="00B65DC9">
      <w:r>
        <w:t>536.5684</w:t>
      </w:r>
      <w:r>
        <w:tab/>
        <w:t>1.013e0</w:t>
      </w:r>
    </w:p>
    <w:p w:rsidR="00B65DC9" w:rsidRDefault="00B65DC9" w:rsidP="00B65DC9">
      <w:r>
        <w:t>536.5752</w:t>
      </w:r>
      <w:r>
        <w:tab/>
        <w:t>1.266e-2</w:t>
      </w:r>
    </w:p>
    <w:p w:rsidR="00B65DC9" w:rsidRDefault="00B65DC9" w:rsidP="00B65DC9">
      <w:r>
        <w:t>536.6045</w:t>
      </w:r>
      <w:r>
        <w:tab/>
        <w:t>1.266e-2</w:t>
      </w:r>
    </w:p>
    <w:p w:rsidR="00B65DC9" w:rsidRDefault="00B65DC9" w:rsidP="00B65DC9">
      <w:r>
        <w:lastRenderedPageBreak/>
        <w:t>536.6387</w:t>
      </w:r>
      <w:r>
        <w:tab/>
        <w:t>1.013e0</w:t>
      </w:r>
    </w:p>
    <w:p w:rsidR="00B65DC9" w:rsidRDefault="00B65DC9" w:rsidP="00B65DC9">
      <w:r>
        <w:t>536.7129</w:t>
      </w:r>
      <w:r>
        <w:tab/>
        <w:t>1.013e0</w:t>
      </w:r>
    </w:p>
    <w:p w:rsidR="00B65DC9" w:rsidRDefault="00B65DC9" w:rsidP="00B65DC9">
      <w:r>
        <w:t>536.7522</w:t>
      </w:r>
      <w:r>
        <w:tab/>
        <w:t>1.013e0</w:t>
      </w:r>
    </w:p>
    <w:p w:rsidR="00B65DC9" w:rsidRDefault="00B65DC9" w:rsidP="00B65DC9">
      <w:r>
        <w:t>536.7700</w:t>
      </w:r>
      <w:r>
        <w:tab/>
        <w:t>2.025e0</w:t>
      </w:r>
    </w:p>
    <w:p w:rsidR="00B65DC9" w:rsidRDefault="00B65DC9" w:rsidP="00B65DC9">
      <w:r>
        <w:t>536.8254</w:t>
      </w:r>
      <w:r>
        <w:tab/>
        <w:t>1.025e0</w:t>
      </w:r>
    </w:p>
    <w:p w:rsidR="00B65DC9" w:rsidRDefault="00B65DC9" w:rsidP="00B65DC9">
      <w:r>
        <w:t>536.8625</w:t>
      </w:r>
      <w:r>
        <w:tab/>
        <w:t>1.013e0</w:t>
      </w:r>
    </w:p>
    <w:p w:rsidR="00B65DC9" w:rsidRDefault="00B65DC9" w:rsidP="00B65DC9">
      <w:r>
        <w:t>536.8717</w:t>
      </w:r>
      <w:r>
        <w:tab/>
        <w:t>1.025e0</w:t>
      </w:r>
    </w:p>
    <w:p w:rsidR="00B65DC9" w:rsidRDefault="00B65DC9" w:rsidP="00B65DC9">
      <w:r>
        <w:t>536.9002</w:t>
      </w:r>
      <w:r>
        <w:tab/>
        <w:t>1.013e0</w:t>
      </w:r>
    </w:p>
    <w:p w:rsidR="00B65DC9" w:rsidRDefault="00B65DC9" w:rsidP="00B65DC9">
      <w:r>
        <w:t>536.9088</w:t>
      </w:r>
      <w:r>
        <w:tab/>
        <w:t>1.266e-2</w:t>
      </w:r>
    </w:p>
    <w:p w:rsidR="00B65DC9" w:rsidRDefault="00B65DC9" w:rsidP="00B65DC9">
      <w:r>
        <w:t>536.9124</w:t>
      </w:r>
      <w:r>
        <w:tab/>
        <w:t>2.051e0</w:t>
      </w:r>
    </w:p>
    <w:p w:rsidR="00B65DC9" w:rsidRDefault="00B65DC9" w:rsidP="00B65DC9">
      <w:r>
        <w:t>536.9797</w:t>
      </w:r>
      <w:r>
        <w:tab/>
        <w:t>3.038e0</w:t>
      </w:r>
    </w:p>
    <w:p w:rsidR="00B65DC9" w:rsidRDefault="00B65DC9" w:rsidP="00B65DC9">
      <w:r>
        <w:t>536.9852</w:t>
      </w:r>
      <w:r>
        <w:tab/>
        <w:t>5.063e0</w:t>
      </w:r>
    </w:p>
    <w:p w:rsidR="00B65DC9" w:rsidRDefault="00B65DC9" w:rsidP="00B65DC9">
      <w:r>
        <w:t>536.9882</w:t>
      </w:r>
      <w:r>
        <w:tab/>
        <w:t>1.266e-2</w:t>
      </w:r>
    </w:p>
    <w:p w:rsidR="00B65DC9" w:rsidRDefault="00B65DC9" w:rsidP="00B65DC9">
      <w:r>
        <w:t>537.0571</w:t>
      </w:r>
      <w:r>
        <w:tab/>
        <w:t>1.266e-2</w:t>
      </w:r>
    </w:p>
    <w:p w:rsidR="00B65DC9" w:rsidRDefault="00B65DC9" w:rsidP="00B65DC9">
      <w:r>
        <w:t>537.0942</w:t>
      </w:r>
      <w:r>
        <w:tab/>
        <w:t>1.266e-2</w:t>
      </w:r>
    </w:p>
    <w:p w:rsidR="00B65DC9" w:rsidRDefault="00B65DC9" w:rsidP="00B65DC9">
      <w:r>
        <w:t>537.1072</w:t>
      </w:r>
      <w:r>
        <w:tab/>
        <w:t>2.025e0</w:t>
      </w:r>
    </w:p>
    <w:p w:rsidR="00B65DC9" w:rsidRDefault="00B65DC9" w:rsidP="00B65DC9">
      <w:r>
        <w:t>537.1406</w:t>
      </w:r>
      <w:r>
        <w:tab/>
        <w:t>1.068e0</w:t>
      </w:r>
    </w:p>
    <w:p w:rsidR="00B65DC9" w:rsidRDefault="00B65DC9" w:rsidP="00B65DC9">
      <w:r>
        <w:t>537.2411</w:t>
      </w:r>
      <w:r>
        <w:tab/>
        <w:t>2.152e0</w:t>
      </w:r>
    </w:p>
    <w:p w:rsidR="00B65DC9" w:rsidRDefault="00B65DC9" w:rsidP="00B65DC9">
      <w:r>
        <w:t>537.2538</w:t>
      </w:r>
      <w:r>
        <w:tab/>
        <w:t>2.047e1</w:t>
      </w:r>
    </w:p>
    <w:p w:rsidR="00B65DC9" w:rsidRDefault="00B65DC9" w:rsidP="00B65DC9">
      <w:r>
        <w:lastRenderedPageBreak/>
        <w:t>537.2903</w:t>
      </w:r>
      <w:r>
        <w:tab/>
        <w:t>2.368e1</w:t>
      </w:r>
    </w:p>
    <w:p w:rsidR="00B65DC9" w:rsidRDefault="00B65DC9" w:rsidP="00B65DC9">
      <w:r>
        <w:t>537.3043</w:t>
      </w:r>
      <w:r>
        <w:tab/>
        <w:t>4.089e0</w:t>
      </w:r>
    </w:p>
    <w:p w:rsidR="00B65DC9" w:rsidRDefault="00B65DC9" w:rsidP="00B65DC9">
      <w:r>
        <w:t>537.3931</w:t>
      </w:r>
      <w:r>
        <w:tab/>
        <w:t>1.025e0</w:t>
      </w:r>
    </w:p>
    <w:p w:rsidR="00B65DC9" w:rsidRDefault="00B65DC9" w:rsidP="00B65DC9">
      <w:r>
        <w:t>537.4222</w:t>
      </w:r>
      <w:r>
        <w:tab/>
        <w:t>2.025e0</w:t>
      </w:r>
    </w:p>
    <w:p w:rsidR="00B65DC9" w:rsidRDefault="00B65DC9" w:rsidP="00B65DC9">
      <w:r>
        <w:t>537.5218</w:t>
      </w:r>
      <w:r>
        <w:tab/>
        <w:t>1.266e-2</w:t>
      </w:r>
    </w:p>
    <w:p w:rsidR="00B65DC9" w:rsidRDefault="00B65DC9" w:rsidP="00B65DC9">
      <w:r>
        <w:t>537.5350</w:t>
      </w:r>
      <w:r>
        <w:tab/>
        <w:t>2.025e0</w:t>
      </w:r>
    </w:p>
    <w:p w:rsidR="00B65DC9" w:rsidRDefault="00B65DC9" w:rsidP="00B65DC9">
      <w:r>
        <w:t>537.5468</w:t>
      </w:r>
      <w:r>
        <w:tab/>
        <w:t>2.025e0</w:t>
      </w:r>
    </w:p>
    <w:p w:rsidR="00B65DC9" w:rsidRDefault="00B65DC9" w:rsidP="00B65DC9">
      <w:r>
        <w:t>537.5928</w:t>
      </w:r>
      <w:r>
        <w:tab/>
        <w:t>1.013e0</w:t>
      </w:r>
    </w:p>
    <w:p w:rsidR="00B65DC9" w:rsidRDefault="00B65DC9" w:rsidP="00B65DC9">
      <w:r>
        <w:t>537.6516</w:t>
      </w:r>
      <w:r>
        <w:tab/>
        <w:t>1.013e0</w:t>
      </w:r>
    </w:p>
    <w:p w:rsidR="00B65DC9" w:rsidRDefault="00B65DC9" w:rsidP="00B65DC9">
      <w:r>
        <w:t>537.6848</w:t>
      </w:r>
      <w:r>
        <w:tab/>
        <w:t>1.266e-2</w:t>
      </w:r>
    </w:p>
    <w:p w:rsidR="00B65DC9" w:rsidRDefault="00B65DC9" w:rsidP="00B65DC9">
      <w:r>
        <w:t>537.7437</w:t>
      </w:r>
      <w:r>
        <w:tab/>
        <w:t>1.013e0</w:t>
      </w:r>
    </w:p>
    <w:p w:rsidR="00B65DC9" w:rsidRDefault="00B65DC9" w:rsidP="00B65DC9">
      <w:r>
        <w:t>537.8187</w:t>
      </w:r>
      <w:r>
        <w:tab/>
        <w:t>1.013e0</w:t>
      </w:r>
    </w:p>
    <w:p w:rsidR="00B65DC9" w:rsidRDefault="00B65DC9" w:rsidP="00B65DC9">
      <w:r>
        <w:t>537.8321</w:t>
      </w:r>
      <w:r>
        <w:tab/>
        <w:t>1.013e0</w:t>
      </w:r>
    </w:p>
    <w:p w:rsidR="00B65DC9" w:rsidRDefault="00B65DC9" w:rsidP="00B65DC9">
      <w:r>
        <w:t>537.8597</w:t>
      </w:r>
      <w:r>
        <w:tab/>
        <w:t>2.025e0</w:t>
      </w:r>
    </w:p>
    <w:p w:rsidR="00B65DC9" w:rsidRDefault="00B65DC9" w:rsidP="00B65DC9">
      <w:r>
        <w:t>537.8929</w:t>
      </w:r>
      <w:r>
        <w:tab/>
        <w:t>1.013e0</w:t>
      </w:r>
    </w:p>
    <w:p w:rsidR="00B65DC9" w:rsidRDefault="00B65DC9" w:rsidP="00B65DC9">
      <w:r>
        <w:t>537.9058</w:t>
      </w:r>
      <w:r>
        <w:tab/>
        <w:t>1.013e0</w:t>
      </w:r>
    </w:p>
    <w:p w:rsidR="00B65DC9" w:rsidRDefault="00B65DC9" w:rsidP="00B65DC9">
      <w:r>
        <w:t>537.9241</w:t>
      </w:r>
      <w:r>
        <w:tab/>
        <w:t>2.025e0</w:t>
      </w:r>
    </w:p>
    <w:p w:rsidR="00B65DC9" w:rsidRDefault="00B65DC9" w:rsidP="00B65DC9">
      <w:r>
        <w:t>537.9313</w:t>
      </w:r>
      <w:r>
        <w:tab/>
        <w:t>1.481e0</w:t>
      </w:r>
    </w:p>
    <w:p w:rsidR="00B65DC9" w:rsidRDefault="00B65DC9" w:rsidP="00B65DC9">
      <w:r>
        <w:t>537.9982</w:t>
      </w:r>
      <w:r>
        <w:tab/>
        <w:t>2.025e0</w:t>
      </w:r>
    </w:p>
    <w:p w:rsidR="00B65DC9" w:rsidRDefault="00B65DC9" w:rsidP="00B65DC9">
      <w:r>
        <w:lastRenderedPageBreak/>
        <w:t>538.0601</w:t>
      </w:r>
      <w:r>
        <w:tab/>
        <w:t>1.013e0</w:t>
      </w:r>
    </w:p>
    <w:p w:rsidR="00B65DC9" w:rsidRDefault="00B65DC9" w:rsidP="00B65DC9">
      <w:r>
        <w:t>538.0687</w:t>
      </w:r>
      <w:r>
        <w:tab/>
        <w:t>1.013e0</w:t>
      </w:r>
    </w:p>
    <w:p w:rsidR="00B65DC9" w:rsidRDefault="00B65DC9" w:rsidP="00B65DC9">
      <w:r>
        <w:t>538.0966</w:t>
      </w:r>
      <w:r>
        <w:tab/>
        <w:t>1.013e0</w:t>
      </w:r>
    </w:p>
    <w:p w:rsidR="00B65DC9" w:rsidRDefault="00B65DC9" w:rsidP="00B65DC9">
      <w:r>
        <w:t>538.1082</w:t>
      </w:r>
      <w:r>
        <w:tab/>
        <w:t>1.266e-2</w:t>
      </w:r>
    </w:p>
    <w:p w:rsidR="00B65DC9" w:rsidRDefault="00B65DC9" w:rsidP="00B65DC9">
      <w:r>
        <w:t>538.1226</w:t>
      </w:r>
      <w:r>
        <w:tab/>
        <w:t>2.025e0</w:t>
      </w:r>
    </w:p>
    <w:p w:rsidR="00B65DC9" w:rsidRDefault="00B65DC9" w:rsidP="00B65DC9">
      <w:r>
        <w:t>538.1437</w:t>
      </w:r>
      <w:r>
        <w:tab/>
        <w:t>2.025e0</w:t>
      </w:r>
    </w:p>
    <w:p w:rsidR="00B65DC9" w:rsidRDefault="00B65DC9" w:rsidP="00B65DC9">
      <w:r>
        <w:t>538.1712</w:t>
      </w:r>
      <w:r>
        <w:tab/>
        <w:t>2.025e0</w:t>
      </w:r>
    </w:p>
    <w:p w:rsidR="00B65DC9" w:rsidRDefault="00B65DC9" w:rsidP="00B65DC9">
      <w:r>
        <w:t>538.2080</w:t>
      </w:r>
      <w:r>
        <w:tab/>
        <w:t>2.532e-2</w:t>
      </w:r>
    </w:p>
    <w:p w:rsidR="00B65DC9" w:rsidRDefault="00B65DC9" w:rsidP="00B65DC9">
      <w:r>
        <w:t>538.2184</w:t>
      </w:r>
      <w:r>
        <w:tab/>
        <w:t>1.013e0</w:t>
      </w:r>
    </w:p>
    <w:p w:rsidR="00B65DC9" w:rsidRDefault="00B65DC9" w:rsidP="00B65DC9">
      <w:r>
        <w:t>538.2394</w:t>
      </w:r>
      <w:r>
        <w:tab/>
        <w:t>8.917e0</w:t>
      </w:r>
    </w:p>
    <w:p w:rsidR="00B65DC9" w:rsidRDefault="00B65DC9" w:rsidP="00B65DC9">
      <w:r>
        <w:t>538.2638</w:t>
      </w:r>
      <w:r>
        <w:tab/>
        <w:t>5.063e0</w:t>
      </w:r>
    </w:p>
    <w:p w:rsidR="00B65DC9" w:rsidRDefault="00B65DC9" w:rsidP="00B65DC9">
      <w:r>
        <w:t>538.2725</w:t>
      </w:r>
      <w:r>
        <w:tab/>
        <w:t>3.038e0</w:t>
      </w:r>
    </w:p>
    <w:p w:rsidR="00B65DC9" w:rsidRDefault="00B65DC9" w:rsidP="00B65DC9">
      <w:r>
        <w:t>538.2983</w:t>
      </w:r>
      <w:r>
        <w:tab/>
        <w:t>4.051e0</w:t>
      </w:r>
    </w:p>
    <w:p w:rsidR="00B65DC9" w:rsidRDefault="00B65DC9" w:rsidP="00B65DC9">
      <w:r>
        <w:t>538.3262</w:t>
      </w:r>
      <w:r>
        <w:tab/>
        <w:t>1.013e0</w:t>
      </w:r>
    </w:p>
    <w:p w:rsidR="00B65DC9" w:rsidRDefault="00B65DC9" w:rsidP="00B65DC9">
      <w:r>
        <w:t>538.3274</w:t>
      </w:r>
      <w:r>
        <w:tab/>
        <w:t>5.063e0</w:t>
      </w:r>
    </w:p>
    <w:p w:rsidR="00B65DC9" w:rsidRDefault="00B65DC9" w:rsidP="00B65DC9">
      <w:r>
        <w:t>538.3660</w:t>
      </w:r>
      <w:r>
        <w:tab/>
        <w:t>1.266e-2</w:t>
      </w:r>
    </w:p>
    <w:p w:rsidR="00B65DC9" w:rsidRDefault="00B65DC9" w:rsidP="00B65DC9">
      <w:r>
        <w:t>538.3675</w:t>
      </w:r>
      <w:r>
        <w:tab/>
        <w:t>2.025e0</w:t>
      </w:r>
    </w:p>
    <w:p w:rsidR="00B65DC9" w:rsidRDefault="00B65DC9" w:rsidP="00B65DC9">
      <w:r>
        <w:t>538.4125</w:t>
      </w:r>
      <w:r>
        <w:tab/>
        <w:t>1.013e0</w:t>
      </w:r>
    </w:p>
    <w:p w:rsidR="00B65DC9" w:rsidRDefault="00B65DC9" w:rsidP="00B65DC9">
      <w:r>
        <w:t>538.4404</w:t>
      </w:r>
      <w:r>
        <w:tab/>
        <w:t>1.013e0</w:t>
      </w:r>
    </w:p>
    <w:p w:rsidR="00B65DC9" w:rsidRDefault="00B65DC9" w:rsidP="00B65DC9">
      <w:r>
        <w:lastRenderedPageBreak/>
        <w:t>538.4550</w:t>
      </w:r>
      <w:r>
        <w:tab/>
        <w:t>1.013e0</w:t>
      </w:r>
    </w:p>
    <w:p w:rsidR="00B65DC9" w:rsidRDefault="00B65DC9" w:rsidP="00B65DC9">
      <w:r>
        <w:t>538.5103</w:t>
      </w:r>
      <w:r>
        <w:tab/>
        <w:t>1.013e0</w:t>
      </w:r>
    </w:p>
    <w:p w:rsidR="00B65DC9" w:rsidRDefault="00B65DC9" w:rsidP="00B65DC9">
      <w:r>
        <w:t>538.5147</w:t>
      </w:r>
      <w:r>
        <w:tab/>
        <w:t>1.013e0</w:t>
      </w:r>
    </w:p>
    <w:p w:rsidR="00B65DC9" w:rsidRDefault="00B65DC9" w:rsidP="00B65DC9">
      <w:r>
        <w:t>538.5287</w:t>
      </w:r>
      <w:r>
        <w:tab/>
        <w:t>1.013e0</w:t>
      </w:r>
    </w:p>
    <w:p w:rsidR="00B65DC9" w:rsidRDefault="00B65DC9" w:rsidP="00B65DC9">
      <w:r>
        <w:t>538.5663</w:t>
      </w:r>
      <w:r>
        <w:tab/>
        <w:t>1.013e0</w:t>
      </w:r>
    </w:p>
    <w:p w:rsidR="00B65DC9" w:rsidRDefault="00B65DC9" w:rsidP="00B65DC9">
      <w:r>
        <w:t>538.5705</w:t>
      </w:r>
      <w:r>
        <w:tab/>
        <w:t>1.266e-2</w:t>
      </w:r>
    </w:p>
    <w:p w:rsidR="00B65DC9" w:rsidRDefault="00B65DC9" w:rsidP="00B65DC9">
      <w:r>
        <w:t>538.6914</w:t>
      </w:r>
      <w:r>
        <w:tab/>
        <w:t>1.025e0</w:t>
      </w:r>
    </w:p>
    <w:p w:rsidR="00B65DC9" w:rsidRDefault="00B65DC9" w:rsidP="00B65DC9">
      <w:r>
        <w:t>538.7292</w:t>
      </w:r>
      <w:r>
        <w:tab/>
        <w:t>1.013e0</w:t>
      </w:r>
    </w:p>
    <w:p w:rsidR="00B65DC9" w:rsidRDefault="00B65DC9" w:rsidP="00B65DC9">
      <w:r>
        <w:t>538.7909</w:t>
      </w:r>
      <w:r>
        <w:tab/>
        <w:t>2.025e0</w:t>
      </w:r>
    </w:p>
    <w:p w:rsidR="00B65DC9" w:rsidRDefault="00B65DC9" w:rsidP="00B65DC9">
      <w:r>
        <w:t>538.8415</w:t>
      </w:r>
      <w:r>
        <w:tab/>
        <w:t>1.013e0</w:t>
      </w:r>
    </w:p>
    <w:p w:rsidR="00B65DC9" w:rsidRDefault="00B65DC9" w:rsidP="00B65DC9">
      <w:r>
        <w:t>538.8782</w:t>
      </w:r>
      <w:r>
        <w:tab/>
        <w:t>1.013e0</w:t>
      </w:r>
    </w:p>
    <w:p w:rsidR="00B65DC9" w:rsidRDefault="00B65DC9" w:rsidP="00B65DC9">
      <w:r>
        <w:t>538.8966</w:t>
      </w:r>
      <w:r>
        <w:tab/>
        <w:t>1.013e0</w:t>
      </w:r>
    </w:p>
    <w:p w:rsidR="00B65DC9" w:rsidRDefault="00B65DC9" w:rsidP="00B65DC9">
      <w:r>
        <w:t>538.9150</w:t>
      </w:r>
      <w:r>
        <w:tab/>
        <w:t>2.051e0</w:t>
      </w:r>
    </w:p>
    <w:p w:rsidR="00B65DC9" w:rsidRDefault="00B65DC9" w:rsidP="00B65DC9">
      <w:r>
        <w:t>538.9308</w:t>
      </w:r>
      <w:r>
        <w:tab/>
        <w:t>1.266e-2</w:t>
      </w:r>
    </w:p>
    <w:p w:rsidR="00B65DC9" w:rsidRDefault="00B65DC9" w:rsidP="00B65DC9">
      <w:r>
        <w:t>538.9814</w:t>
      </w:r>
      <w:r>
        <w:tab/>
        <w:t>3.038e0</w:t>
      </w:r>
    </w:p>
    <w:p w:rsidR="00B65DC9" w:rsidRDefault="00B65DC9" w:rsidP="00B65DC9">
      <w:r>
        <w:t>538.9890</w:t>
      </w:r>
      <w:r>
        <w:tab/>
        <w:t>1.013e0</w:t>
      </w:r>
    </w:p>
    <w:p w:rsidR="00B65DC9" w:rsidRDefault="00B65DC9" w:rsidP="00B65DC9">
      <w:r>
        <w:t>539.0076</w:t>
      </w:r>
      <w:r>
        <w:tab/>
        <w:t>1.025e0</w:t>
      </w:r>
    </w:p>
    <w:p w:rsidR="00B65DC9" w:rsidRDefault="00B65DC9" w:rsidP="00B65DC9">
      <w:r>
        <w:t>539.0410</w:t>
      </w:r>
      <w:r>
        <w:tab/>
        <w:t>2.038e0</w:t>
      </w:r>
    </w:p>
    <w:p w:rsidR="00B65DC9" w:rsidRDefault="00B65DC9" w:rsidP="00B65DC9">
      <w:r>
        <w:t>539.1477</w:t>
      </w:r>
      <w:r>
        <w:tab/>
        <w:t>1.025e0</w:t>
      </w:r>
    </w:p>
    <w:p w:rsidR="00B65DC9" w:rsidRDefault="00B65DC9" w:rsidP="00B65DC9">
      <w:r>
        <w:lastRenderedPageBreak/>
        <w:t>539.1565</w:t>
      </w:r>
      <w:r>
        <w:tab/>
        <w:t>1.013e0</w:t>
      </w:r>
    </w:p>
    <w:p w:rsidR="00B65DC9" w:rsidRDefault="00B65DC9" w:rsidP="00B65DC9">
      <w:r>
        <w:t>539.1751</w:t>
      </w:r>
      <w:r>
        <w:tab/>
        <w:t>1.013e0</w:t>
      </w:r>
    </w:p>
    <w:p w:rsidR="00B65DC9" w:rsidRDefault="00B65DC9" w:rsidP="00B65DC9">
      <w:r>
        <w:t>539.2344</w:t>
      </w:r>
      <w:r>
        <w:tab/>
        <w:t>3.038e0</w:t>
      </w:r>
    </w:p>
    <w:p w:rsidR="00B65DC9" w:rsidRDefault="00B65DC9" w:rsidP="00B65DC9">
      <w:r>
        <w:t>539.2483</w:t>
      </w:r>
      <w:r>
        <w:tab/>
        <w:t>2.974e0</w:t>
      </w:r>
    </w:p>
    <w:p w:rsidR="00B65DC9" w:rsidRDefault="00B65DC9" w:rsidP="00B65DC9">
      <w:r>
        <w:t>539.2496</w:t>
      </w:r>
      <w:r>
        <w:tab/>
        <w:t>4.051e0</w:t>
      </w:r>
    </w:p>
    <w:p w:rsidR="00B65DC9" w:rsidRDefault="00B65DC9" w:rsidP="00B65DC9">
      <w:r>
        <w:t>539.2768</w:t>
      </w:r>
      <w:r>
        <w:tab/>
        <w:t>1.038e0</w:t>
      </w:r>
    </w:p>
    <w:p w:rsidR="00B65DC9" w:rsidRDefault="00B65DC9" w:rsidP="00B65DC9">
      <w:r>
        <w:t>539.2977</w:t>
      </w:r>
      <w:r>
        <w:tab/>
        <w:t>1.038e0</w:t>
      </w:r>
    </w:p>
    <w:p w:rsidR="00B65DC9" w:rsidRDefault="00B65DC9" w:rsidP="00B65DC9">
      <w:r>
        <w:t>539.3047</w:t>
      </w:r>
      <w:r>
        <w:tab/>
        <w:t>3.038e0</w:t>
      </w:r>
    </w:p>
    <w:p w:rsidR="00B65DC9" w:rsidRDefault="00B65DC9" w:rsidP="00B65DC9">
      <w:r>
        <w:t>539.3248</w:t>
      </w:r>
      <w:r>
        <w:tab/>
        <w:t>6.076e0</w:t>
      </w:r>
    </w:p>
    <w:p w:rsidR="00B65DC9" w:rsidRDefault="00B65DC9" w:rsidP="00B65DC9">
      <w:r>
        <w:t>539.3832</w:t>
      </w:r>
      <w:r>
        <w:tab/>
        <w:t>2.025e0</w:t>
      </w:r>
    </w:p>
    <w:p w:rsidR="00B65DC9" w:rsidRDefault="00B65DC9" w:rsidP="00B65DC9">
      <w:r>
        <w:t>539.4101</w:t>
      </w:r>
      <w:r>
        <w:tab/>
        <w:t>1.013e0</w:t>
      </w:r>
    </w:p>
    <w:p w:rsidR="00B65DC9" w:rsidRDefault="00B65DC9" w:rsidP="00B65DC9">
      <w:r>
        <w:t>539.5195</w:t>
      </w:r>
      <w:r>
        <w:tab/>
        <w:t>1.013e0</w:t>
      </w:r>
    </w:p>
    <w:p w:rsidR="00B65DC9" w:rsidRDefault="00B65DC9" w:rsidP="00B65DC9">
      <w:r>
        <w:t>539.5355</w:t>
      </w:r>
      <w:r>
        <w:tab/>
        <w:t>1.266e-2</w:t>
      </w:r>
    </w:p>
    <w:p w:rsidR="00B65DC9" w:rsidRDefault="00B65DC9" w:rsidP="00B65DC9">
      <w:r>
        <w:t>539.5730</w:t>
      </w:r>
      <w:r>
        <w:tab/>
        <w:t>1.013e0</w:t>
      </w:r>
    </w:p>
    <w:p w:rsidR="00B65DC9" w:rsidRDefault="00B65DC9" w:rsidP="00B65DC9">
      <w:r>
        <w:t>539.5907</w:t>
      </w:r>
      <w:r>
        <w:tab/>
        <w:t>1.013e0</w:t>
      </w:r>
    </w:p>
    <w:p w:rsidR="00B65DC9" w:rsidRDefault="00B65DC9" w:rsidP="00B65DC9">
      <w:r>
        <w:t>539.6033</w:t>
      </w:r>
      <w:r>
        <w:tab/>
        <w:t>1.266e-2</w:t>
      </w:r>
    </w:p>
    <w:p w:rsidR="00B65DC9" w:rsidRDefault="00B65DC9" w:rsidP="00B65DC9">
      <w:r>
        <w:t>539.6506</w:t>
      </w:r>
      <w:r>
        <w:tab/>
        <w:t>1.013e0</w:t>
      </w:r>
    </w:p>
    <w:p w:rsidR="00B65DC9" w:rsidRDefault="00B65DC9" w:rsidP="00B65DC9">
      <w:r>
        <w:t>539.7990</w:t>
      </w:r>
      <w:r>
        <w:tab/>
        <w:t>1.013e0</w:t>
      </w:r>
    </w:p>
    <w:p w:rsidR="00B65DC9" w:rsidRDefault="00B65DC9" w:rsidP="00B65DC9">
      <w:r>
        <w:t>539.8649</w:t>
      </w:r>
      <w:r>
        <w:tab/>
        <w:t>1.013e0</w:t>
      </w:r>
    </w:p>
    <w:p w:rsidR="00B65DC9" w:rsidRDefault="00B65DC9" w:rsidP="00B65DC9">
      <w:r>
        <w:lastRenderedPageBreak/>
        <w:t>539.8840</w:t>
      </w:r>
      <w:r>
        <w:tab/>
        <w:t>2.025e0</w:t>
      </w:r>
    </w:p>
    <w:p w:rsidR="00B65DC9" w:rsidRDefault="00B65DC9" w:rsidP="00B65DC9">
      <w:r>
        <w:t>539.8922</w:t>
      </w:r>
      <w:r>
        <w:tab/>
        <w:t>1.013e0</w:t>
      </w:r>
    </w:p>
    <w:p w:rsidR="00B65DC9" w:rsidRDefault="00B65DC9" w:rsidP="00B65DC9">
      <w:r>
        <w:t>539.9108</w:t>
      </w:r>
      <w:r>
        <w:tab/>
        <w:t>1.266e-2</w:t>
      </w:r>
    </w:p>
    <w:p w:rsidR="00B65DC9" w:rsidRDefault="00B65DC9" w:rsidP="00B65DC9">
      <w:r>
        <w:t>539.9294</w:t>
      </w:r>
      <w:r>
        <w:tab/>
        <w:t>1.266e-2</w:t>
      </w:r>
    </w:p>
    <w:p w:rsidR="00B65DC9" w:rsidRDefault="00B65DC9" w:rsidP="00B65DC9">
      <w:r>
        <w:t>540.0040</w:t>
      </w:r>
      <w:r>
        <w:tab/>
        <w:t>2.025e0</w:t>
      </w:r>
    </w:p>
    <w:p w:rsidR="00B65DC9" w:rsidRDefault="00B65DC9" w:rsidP="00B65DC9">
      <w:r>
        <w:t>540.0139</w:t>
      </w:r>
      <w:r>
        <w:tab/>
        <w:t>1.013e0</w:t>
      </w:r>
    </w:p>
    <w:p w:rsidR="00B65DC9" w:rsidRDefault="00B65DC9" w:rsidP="00B65DC9">
      <w:r>
        <w:t>540.0160</w:t>
      </w:r>
      <w:r>
        <w:tab/>
        <w:t>3.038e0</w:t>
      </w:r>
    </w:p>
    <w:p w:rsidR="00B65DC9" w:rsidRDefault="00B65DC9" w:rsidP="00B65DC9">
      <w:r>
        <w:t>540.0699</w:t>
      </w:r>
      <w:r>
        <w:tab/>
        <w:t>1.013e0</w:t>
      </w:r>
    </w:p>
    <w:p w:rsidR="00B65DC9" w:rsidRDefault="00B65DC9" w:rsidP="00B65DC9">
      <w:r>
        <w:t>540.0921</w:t>
      </w:r>
      <w:r>
        <w:tab/>
        <w:t>2.025e0</w:t>
      </w:r>
    </w:p>
    <w:p w:rsidR="00B65DC9" w:rsidRDefault="00B65DC9" w:rsidP="00B65DC9">
      <w:r>
        <w:t>540.1345</w:t>
      </w:r>
      <w:r>
        <w:tab/>
        <w:t>1.013e0</w:t>
      </w:r>
    </w:p>
    <w:p w:rsidR="00B65DC9" w:rsidRDefault="00B65DC9" w:rsidP="00B65DC9">
      <w:r>
        <w:t>540.1525</w:t>
      </w:r>
      <w:r>
        <w:tab/>
        <w:t>1.025e0</w:t>
      </w:r>
    </w:p>
    <w:p w:rsidR="00B65DC9" w:rsidRDefault="00B65DC9" w:rsidP="00B65DC9">
      <w:r>
        <w:t>540.1662</w:t>
      </w:r>
      <w:r>
        <w:tab/>
        <w:t>2.025e0</w:t>
      </w:r>
    </w:p>
    <w:p w:rsidR="00B65DC9" w:rsidRDefault="00B65DC9" w:rsidP="00B65DC9">
      <w:r>
        <w:t>540.2004</w:t>
      </w:r>
      <w:r>
        <w:tab/>
        <w:t>1.013e0</w:t>
      </w:r>
    </w:p>
    <w:p w:rsidR="00B65DC9" w:rsidRDefault="00B65DC9" w:rsidP="00B65DC9">
      <w:r>
        <w:t>540.2563</w:t>
      </w:r>
      <w:r>
        <w:tab/>
        <w:t>1.013e0</w:t>
      </w:r>
    </w:p>
    <w:p w:rsidR="00B65DC9" w:rsidRDefault="00B65DC9" w:rsidP="00B65DC9">
      <w:r>
        <w:t>540.2585</w:t>
      </w:r>
      <w:r>
        <w:tab/>
        <w:t>2.532e-2</w:t>
      </w:r>
    </w:p>
    <w:p w:rsidR="00B65DC9" w:rsidRDefault="00B65DC9" w:rsidP="00B65DC9">
      <w:r>
        <w:t>540.3030</w:t>
      </w:r>
      <w:r>
        <w:tab/>
        <w:t>1.013e0</w:t>
      </w:r>
    </w:p>
    <w:p w:rsidR="00B65DC9" w:rsidRDefault="00B65DC9" w:rsidP="00B65DC9">
      <w:r>
        <w:t>540.3539</w:t>
      </w:r>
      <w:r>
        <w:tab/>
        <w:t>2.025e0</w:t>
      </w:r>
    </w:p>
    <w:p w:rsidR="00B65DC9" w:rsidRDefault="00B65DC9" w:rsidP="00B65DC9">
      <w:r>
        <w:t>540.4123</w:t>
      </w:r>
      <w:r>
        <w:tab/>
        <w:t>4.051e0</w:t>
      </w:r>
    </w:p>
    <w:p w:rsidR="00B65DC9" w:rsidRDefault="00B65DC9" w:rsidP="00B65DC9">
      <w:r>
        <w:t>540.4174</w:t>
      </w:r>
      <w:r>
        <w:tab/>
        <w:t>5.063e0</w:t>
      </w:r>
    </w:p>
    <w:p w:rsidR="00B65DC9" w:rsidRDefault="00B65DC9" w:rsidP="00B65DC9">
      <w:r>
        <w:lastRenderedPageBreak/>
        <w:t>540.4235</w:t>
      </w:r>
      <w:r>
        <w:tab/>
        <w:t>1.013e0</w:t>
      </w:r>
    </w:p>
    <w:p w:rsidR="00B65DC9" w:rsidRDefault="00B65DC9" w:rsidP="00B65DC9">
      <w:r>
        <w:t>540.4254</w:t>
      </w:r>
      <w:r>
        <w:tab/>
        <w:t>1.101e0</w:t>
      </w:r>
    </w:p>
    <w:p w:rsidR="00B65DC9" w:rsidRDefault="00B65DC9" w:rsidP="00B65DC9">
      <w:r>
        <w:t>540.4794</w:t>
      </w:r>
      <w:r>
        <w:tab/>
        <w:t>1.266e-2</w:t>
      </w:r>
    </w:p>
    <w:p w:rsidR="00B65DC9" w:rsidRDefault="00B65DC9" w:rsidP="00B65DC9">
      <w:r>
        <w:t>540.4898</w:t>
      </w:r>
      <w:r>
        <w:tab/>
        <w:t>2.025e0</w:t>
      </w:r>
    </w:p>
    <w:p w:rsidR="00B65DC9" w:rsidRDefault="00B65DC9" w:rsidP="00B65DC9">
      <w:r>
        <w:t>540.5240</w:t>
      </w:r>
      <w:r>
        <w:tab/>
        <w:t>1.013e0</w:t>
      </w:r>
    </w:p>
    <w:p w:rsidR="00B65DC9" w:rsidRDefault="00B65DC9" w:rsidP="00B65DC9">
      <w:r>
        <w:t>540.5634</w:t>
      </w:r>
      <w:r>
        <w:tab/>
        <w:t>2.532e-2</w:t>
      </w:r>
    </w:p>
    <w:p w:rsidR="00B65DC9" w:rsidRDefault="00B65DC9" w:rsidP="00B65DC9">
      <w:r>
        <w:t>540.5821</w:t>
      </w:r>
      <w:r>
        <w:tab/>
        <w:t>1.013e0</w:t>
      </w:r>
    </w:p>
    <w:p w:rsidR="00B65DC9" w:rsidRDefault="00B65DC9" w:rsidP="00B65DC9">
      <w:r>
        <w:t>540.6620</w:t>
      </w:r>
      <w:r>
        <w:tab/>
        <w:t>2.025e0</w:t>
      </w:r>
    </w:p>
    <w:p w:rsidR="00B65DC9" w:rsidRDefault="00B65DC9" w:rsidP="00B65DC9">
      <w:r>
        <w:t>540.6862</w:t>
      </w:r>
      <w:r>
        <w:tab/>
        <w:t>1.025e0</w:t>
      </w:r>
    </w:p>
    <w:p w:rsidR="00B65DC9" w:rsidRDefault="00B65DC9" w:rsidP="00B65DC9">
      <w:r>
        <w:t>540.7040</w:t>
      </w:r>
      <w:r>
        <w:tab/>
        <w:t>1.266e-2</w:t>
      </w:r>
    </w:p>
    <w:p w:rsidR="00B65DC9" w:rsidRDefault="00B65DC9" w:rsidP="00B65DC9">
      <w:r>
        <w:t>540.7449</w:t>
      </w:r>
      <w:r>
        <w:tab/>
        <w:t>1.266e-2</w:t>
      </w:r>
    </w:p>
    <w:p w:rsidR="00B65DC9" w:rsidRDefault="00B65DC9" w:rsidP="00B65DC9">
      <w:r>
        <w:t>540.8186</w:t>
      </w:r>
      <w:r>
        <w:tab/>
        <w:t>1.266e-2</w:t>
      </w:r>
    </w:p>
    <w:p w:rsidR="00B65DC9" w:rsidRDefault="00B65DC9" w:rsidP="00B65DC9">
      <w:r>
        <w:t>540.8541</w:t>
      </w:r>
      <w:r>
        <w:tab/>
        <w:t>5.063e0</w:t>
      </w:r>
    </w:p>
    <w:p w:rsidR="00B65DC9" w:rsidRDefault="00B65DC9" w:rsidP="00B65DC9">
      <w:r>
        <w:t>540.8897</w:t>
      </w:r>
      <w:r>
        <w:tab/>
        <w:t>1.013e0</w:t>
      </w:r>
    </w:p>
    <w:p w:rsidR="00B65DC9" w:rsidRDefault="00B65DC9" w:rsidP="00B65DC9">
      <w:r>
        <w:t>540.9337</w:t>
      </w:r>
      <w:r>
        <w:tab/>
        <w:t>2.025e0</w:t>
      </w:r>
    </w:p>
    <w:p w:rsidR="00B65DC9" w:rsidRDefault="00B65DC9" w:rsidP="00B65DC9">
      <w:r>
        <w:t>540.9934</w:t>
      </w:r>
      <w:r>
        <w:tab/>
        <w:t>1.013e0</w:t>
      </w:r>
    </w:p>
    <w:p w:rsidR="00B65DC9" w:rsidRDefault="00B65DC9" w:rsidP="00B65DC9">
      <w:r>
        <w:t>541.0289</w:t>
      </w:r>
      <w:r>
        <w:tab/>
        <w:t>2.025e0</w:t>
      </w:r>
    </w:p>
    <w:p w:rsidR="00B65DC9" w:rsidRDefault="00B65DC9" w:rsidP="00B65DC9">
      <w:r>
        <w:t>541.0300</w:t>
      </w:r>
      <w:r>
        <w:tab/>
        <w:t>1.013e0</w:t>
      </w:r>
    </w:p>
    <w:p w:rsidR="00B65DC9" w:rsidRDefault="00B65DC9" w:rsidP="00B65DC9">
      <w:r>
        <w:t>541.0487</w:t>
      </w:r>
      <w:r>
        <w:tab/>
        <w:t>1.266e-2</w:t>
      </w:r>
    </w:p>
    <w:p w:rsidR="00B65DC9" w:rsidRDefault="00B65DC9" w:rsidP="00B65DC9">
      <w:r>
        <w:lastRenderedPageBreak/>
        <w:t>541.1010</w:t>
      </w:r>
      <w:r>
        <w:tab/>
        <w:t>2.025e0</w:t>
      </w:r>
    </w:p>
    <w:p w:rsidR="00B65DC9" w:rsidRDefault="00B65DC9" w:rsidP="00B65DC9">
      <w:r>
        <w:t>541.1241</w:t>
      </w:r>
      <w:r>
        <w:tab/>
        <w:t>1.013e0</w:t>
      </w:r>
    </w:p>
    <w:p w:rsidR="00B65DC9" w:rsidRDefault="00B65DC9" w:rsidP="00B65DC9">
      <w:r>
        <w:t>541.1514</w:t>
      </w:r>
      <w:r>
        <w:tab/>
        <w:t>1.266e-2</w:t>
      </w:r>
    </w:p>
    <w:p w:rsidR="00B65DC9" w:rsidRDefault="00B65DC9" w:rsidP="00B65DC9">
      <w:r>
        <w:t>541.2075</w:t>
      </w:r>
      <w:r>
        <w:tab/>
        <w:t>1.025e0</w:t>
      </w:r>
    </w:p>
    <w:p w:rsidR="00B65DC9" w:rsidRDefault="00B65DC9" w:rsidP="00B65DC9">
      <w:r>
        <w:t>541.2168</w:t>
      </w:r>
      <w:r>
        <w:tab/>
        <w:t>2.038e0</w:t>
      </w:r>
    </w:p>
    <w:p w:rsidR="00B65DC9" w:rsidRDefault="00B65DC9" w:rsidP="00B65DC9">
      <w:r>
        <w:t>541.2728</w:t>
      </w:r>
      <w:r>
        <w:tab/>
        <w:t>1.266e-2</w:t>
      </w:r>
    </w:p>
    <w:p w:rsidR="00B65DC9" w:rsidRDefault="00B65DC9" w:rsidP="00B65DC9">
      <w:r>
        <w:t>541.2869</w:t>
      </w:r>
      <w:r>
        <w:tab/>
        <w:t>3.038e0</w:t>
      </w:r>
    </w:p>
    <w:p w:rsidR="00B65DC9" w:rsidRDefault="00B65DC9" w:rsidP="00B65DC9">
      <w:r>
        <w:t>541.3496</w:t>
      </w:r>
      <w:r>
        <w:tab/>
        <w:t>1.013e0</w:t>
      </w:r>
    </w:p>
    <w:p w:rsidR="00B65DC9" w:rsidRDefault="00B65DC9" w:rsidP="00B65DC9">
      <w:r>
        <w:t>541.3602</w:t>
      </w:r>
      <w:r>
        <w:tab/>
        <w:t>2.025e0</w:t>
      </w:r>
    </w:p>
    <w:p w:rsidR="00B65DC9" w:rsidRDefault="00B65DC9" w:rsidP="00B65DC9">
      <w:r>
        <w:t>541.4047</w:t>
      </w:r>
      <w:r>
        <w:tab/>
        <w:t>1.013e0</w:t>
      </w:r>
    </w:p>
    <w:p w:rsidR="00B65DC9" w:rsidRDefault="00B65DC9" w:rsidP="00B65DC9">
      <w:r>
        <w:t>541.4205</w:t>
      </w:r>
      <w:r>
        <w:tab/>
        <w:t>2.025e0</w:t>
      </w:r>
    </w:p>
    <w:p w:rsidR="00B65DC9" w:rsidRDefault="00B65DC9" w:rsidP="00B65DC9">
      <w:r>
        <w:t>541.4368</w:t>
      </w:r>
      <w:r>
        <w:tab/>
        <w:t>3.038e0</w:t>
      </w:r>
    </w:p>
    <w:p w:rsidR="00B65DC9" w:rsidRDefault="00B65DC9" w:rsidP="00B65DC9">
      <w:r>
        <w:t>541.4464</w:t>
      </w:r>
      <w:r>
        <w:tab/>
        <w:t>2.025e0</w:t>
      </w:r>
    </w:p>
    <w:p w:rsidR="00B65DC9" w:rsidRDefault="00B65DC9" w:rsidP="00B65DC9">
      <w:r>
        <w:t>541.4642</w:t>
      </w:r>
      <w:r>
        <w:tab/>
        <w:t>2.025e0</w:t>
      </w:r>
    </w:p>
    <w:p w:rsidR="00B65DC9" w:rsidRDefault="00B65DC9" w:rsidP="00B65DC9">
      <w:r>
        <w:t>541.4756</w:t>
      </w:r>
      <w:r>
        <w:tab/>
        <w:t>1.013e0</w:t>
      </w:r>
    </w:p>
    <w:p w:rsidR="00B65DC9" w:rsidRDefault="00B65DC9" w:rsidP="00B65DC9">
      <w:r>
        <w:t>541.5063</w:t>
      </w:r>
      <w:r>
        <w:tab/>
        <w:t>1.013e0</w:t>
      </w:r>
    </w:p>
    <w:p w:rsidR="00B65DC9" w:rsidRDefault="00B65DC9" w:rsidP="00B65DC9">
      <w:r>
        <w:t>541.5250</w:t>
      </w:r>
      <w:r>
        <w:tab/>
        <w:t>1.013e0</w:t>
      </w:r>
    </w:p>
    <w:p w:rsidR="00B65DC9" w:rsidRDefault="00B65DC9" w:rsidP="00B65DC9">
      <w:r>
        <w:t>541.5493</w:t>
      </w:r>
      <w:r>
        <w:tab/>
        <w:t>1.013e0</w:t>
      </w:r>
    </w:p>
    <w:p w:rsidR="00B65DC9" w:rsidRDefault="00B65DC9" w:rsidP="00B65DC9">
      <w:r>
        <w:t>541.5818</w:t>
      </w:r>
      <w:r>
        <w:tab/>
        <w:t>1.013e0</w:t>
      </w:r>
    </w:p>
    <w:p w:rsidR="00B65DC9" w:rsidRDefault="00B65DC9" w:rsidP="00B65DC9">
      <w:r>
        <w:lastRenderedPageBreak/>
        <w:t>541.6046</w:t>
      </w:r>
      <w:r>
        <w:tab/>
        <w:t>1.266e-2</w:t>
      </w:r>
    </w:p>
    <w:p w:rsidR="00B65DC9" w:rsidRDefault="00B65DC9" w:rsidP="00B65DC9">
      <w:r>
        <w:t>541.6091</w:t>
      </w:r>
      <w:r>
        <w:tab/>
        <w:t>1.266e-2</w:t>
      </w:r>
    </w:p>
    <w:p w:rsidR="00B65DC9" w:rsidRDefault="00B65DC9" w:rsidP="00B65DC9">
      <w:r>
        <w:t>541.6465</w:t>
      </w:r>
      <w:r>
        <w:tab/>
        <w:t>1.266e-2</w:t>
      </w:r>
    </w:p>
    <w:p w:rsidR="00B65DC9" w:rsidRDefault="00B65DC9" w:rsidP="00B65DC9">
      <w:r>
        <w:t>541.7051</w:t>
      </w:r>
      <w:r>
        <w:tab/>
        <w:t>2.025e0</w:t>
      </w:r>
    </w:p>
    <w:p w:rsidR="00B65DC9" w:rsidRDefault="00B65DC9" w:rsidP="00B65DC9">
      <w:r>
        <w:t>541.7151</w:t>
      </w:r>
      <w:r>
        <w:tab/>
        <w:t>1.013e0</w:t>
      </w:r>
    </w:p>
    <w:p w:rsidR="00B65DC9" w:rsidRDefault="00B65DC9" w:rsidP="00B65DC9">
      <w:r>
        <w:t>541.7682</w:t>
      </w:r>
      <w:r>
        <w:tab/>
        <w:t>2.025e0</w:t>
      </w:r>
    </w:p>
    <w:p w:rsidR="00B65DC9" w:rsidRDefault="00B65DC9" w:rsidP="00B65DC9">
      <w:r>
        <w:t>541.8148</w:t>
      </w:r>
      <w:r>
        <w:tab/>
        <w:t>1.013e0</w:t>
      </w:r>
    </w:p>
    <w:p w:rsidR="00B65DC9" w:rsidRDefault="00B65DC9" w:rsidP="00B65DC9">
      <w:r>
        <w:t>541.8228</w:t>
      </w:r>
      <w:r>
        <w:tab/>
        <w:t>1.013e0</w:t>
      </w:r>
    </w:p>
    <w:p w:rsidR="00B65DC9" w:rsidRDefault="00B65DC9" w:rsidP="00B65DC9">
      <w:r>
        <w:t>541.8904</w:t>
      </w:r>
      <w:r>
        <w:tab/>
        <w:t>1.025e0</w:t>
      </w:r>
    </w:p>
    <w:p w:rsidR="00B65DC9" w:rsidRDefault="00B65DC9" w:rsidP="00B65DC9">
      <w:r>
        <w:t>541.9522</w:t>
      </w:r>
      <w:r>
        <w:tab/>
        <w:t>1.013e0</w:t>
      </w:r>
    </w:p>
    <w:p w:rsidR="00B65DC9" w:rsidRDefault="00B65DC9" w:rsidP="00B65DC9">
      <w:r>
        <w:t>541.9831</w:t>
      </w:r>
      <w:r>
        <w:tab/>
        <w:t>1.013e0</w:t>
      </w:r>
    </w:p>
    <w:p w:rsidR="00B65DC9" w:rsidRDefault="00B65DC9" w:rsidP="00B65DC9">
      <w:r>
        <w:t>542.0068</w:t>
      </w:r>
      <w:r>
        <w:tab/>
        <w:t>1.013e0</w:t>
      </w:r>
    </w:p>
    <w:p w:rsidR="00B65DC9" w:rsidRDefault="00B65DC9" w:rsidP="00B65DC9">
      <w:r>
        <w:t>542.0579</w:t>
      </w:r>
      <w:r>
        <w:tab/>
        <w:t>1.013e0</w:t>
      </w:r>
    </w:p>
    <w:p w:rsidR="00B65DC9" w:rsidRDefault="00B65DC9" w:rsidP="00B65DC9">
      <w:r>
        <w:t>542.0673</w:t>
      </w:r>
      <w:r>
        <w:tab/>
        <w:t>1.266e-2</w:t>
      </w:r>
    </w:p>
    <w:p w:rsidR="00B65DC9" w:rsidRDefault="00B65DC9" w:rsidP="00B65DC9">
      <w:r>
        <w:t>542.0867</w:t>
      </w:r>
      <w:r>
        <w:tab/>
        <w:t>1.013e0</w:t>
      </w:r>
    </w:p>
    <w:p w:rsidR="00B65DC9" w:rsidRDefault="00B65DC9" w:rsidP="00B65DC9">
      <w:r>
        <w:t>542.0953</w:t>
      </w:r>
      <w:r>
        <w:tab/>
        <w:t>1.013e0</w:t>
      </w:r>
    </w:p>
    <w:p w:rsidR="00B65DC9" w:rsidRDefault="00B65DC9" w:rsidP="00B65DC9">
      <w:r>
        <w:t>542.1708</w:t>
      </w:r>
      <w:r>
        <w:tab/>
        <w:t>1.013e0</w:t>
      </w:r>
    </w:p>
    <w:p w:rsidR="00B65DC9" w:rsidRDefault="00B65DC9" w:rsidP="00B65DC9">
      <w:r>
        <w:t>542.2167</w:t>
      </w:r>
      <w:r>
        <w:tab/>
        <w:t>2.025e0</w:t>
      </w:r>
    </w:p>
    <w:p w:rsidR="00B65DC9" w:rsidRDefault="00B65DC9" w:rsidP="00B65DC9">
      <w:r>
        <w:t>542.2276</w:t>
      </w:r>
      <w:r>
        <w:tab/>
        <w:t>1.013e0</w:t>
      </w:r>
    </w:p>
    <w:p w:rsidR="00B65DC9" w:rsidRDefault="00B65DC9" w:rsidP="00B65DC9">
      <w:r>
        <w:lastRenderedPageBreak/>
        <w:t>542.2637</w:t>
      </w:r>
      <w:r>
        <w:tab/>
        <w:t>1.025e0</w:t>
      </w:r>
    </w:p>
    <w:p w:rsidR="00B65DC9" w:rsidRDefault="00B65DC9" w:rsidP="00B65DC9">
      <w:r>
        <w:t>542.2731</w:t>
      </w:r>
      <w:r>
        <w:tab/>
        <w:t>1.266e-2</w:t>
      </w:r>
    </w:p>
    <w:p w:rsidR="00B65DC9" w:rsidRDefault="00B65DC9" w:rsidP="00B65DC9">
      <w:r>
        <w:t>542.2917</w:t>
      </w:r>
      <w:r>
        <w:tab/>
        <w:t>1.266e-2</w:t>
      </w:r>
    </w:p>
    <w:p w:rsidR="00B65DC9" w:rsidRDefault="00B65DC9" w:rsidP="00B65DC9">
      <w:r>
        <w:t>542.3255</w:t>
      </w:r>
      <w:r>
        <w:tab/>
        <w:t>3.038e0</w:t>
      </w:r>
    </w:p>
    <w:p w:rsidR="00B65DC9" w:rsidRDefault="00B65DC9" w:rsidP="00B65DC9">
      <w:r>
        <w:t>542.3292</w:t>
      </w:r>
      <w:r>
        <w:tab/>
        <w:t>1.013e0</w:t>
      </w:r>
    </w:p>
    <w:p w:rsidR="00B65DC9" w:rsidRDefault="00B65DC9" w:rsidP="00B65DC9">
      <w:r>
        <w:t>542.3666</w:t>
      </w:r>
      <w:r>
        <w:tab/>
        <w:t>1.013e0</w:t>
      </w:r>
    </w:p>
    <w:p w:rsidR="00B65DC9" w:rsidRDefault="00B65DC9" w:rsidP="00B65DC9">
      <w:r>
        <w:t>542.4092</w:t>
      </w:r>
      <w:r>
        <w:tab/>
        <w:t>3.038e0</w:t>
      </w:r>
    </w:p>
    <w:p w:rsidR="00B65DC9" w:rsidRDefault="00B65DC9" w:rsidP="00B65DC9">
      <w:r>
        <w:t>542.4422</w:t>
      </w:r>
      <w:r>
        <w:tab/>
        <w:t>1.013e0</w:t>
      </w:r>
    </w:p>
    <w:p w:rsidR="00B65DC9" w:rsidRDefault="00B65DC9" w:rsidP="00B65DC9">
      <w:r>
        <w:t>542.4457</w:t>
      </w:r>
      <w:r>
        <w:tab/>
        <w:t>2.025e0</w:t>
      </w:r>
    </w:p>
    <w:p w:rsidR="00B65DC9" w:rsidRDefault="00B65DC9" w:rsidP="00B65DC9">
      <w:r>
        <w:t>542.5545</w:t>
      </w:r>
      <w:r>
        <w:tab/>
        <w:t>1.013e0</w:t>
      </w:r>
    </w:p>
    <w:p w:rsidR="00B65DC9" w:rsidRDefault="00B65DC9" w:rsidP="00B65DC9">
      <w:r>
        <w:t>542.5931</w:t>
      </w:r>
      <w:r>
        <w:tab/>
        <w:t>1.266e-2</w:t>
      </w:r>
    </w:p>
    <w:p w:rsidR="00B65DC9" w:rsidRDefault="00B65DC9" w:rsidP="00B65DC9">
      <w:r>
        <w:t>542.6381</w:t>
      </w:r>
      <w:r>
        <w:tab/>
        <w:t>1.013e0</w:t>
      </w:r>
    </w:p>
    <w:p w:rsidR="00B65DC9" w:rsidRDefault="00B65DC9" w:rsidP="00B65DC9">
      <w:r>
        <w:t>542.6444</w:t>
      </w:r>
      <w:r>
        <w:tab/>
        <w:t>2.025e0</w:t>
      </w:r>
    </w:p>
    <w:p w:rsidR="00B65DC9" w:rsidRDefault="00B65DC9" w:rsidP="00B65DC9">
      <w:r>
        <w:t>542.6603</w:t>
      </w:r>
      <w:r>
        <w:tab/>
        <w:t>2.025e0</w:t>
      </w:r>
    </w:p>
    <w:p w:rsidR="00B65DC9" w:rsidRDefault="00B65DC9" w:rsidP="00B65DC9">
      <w:r>
        <w:t>542.7008</w:t>
      </w:r>
      <w:r>
        <w:tab/>
        <w:t>1.013e0</w:t>
      </w:r>
    </w:p>
    <w:p w:rsidR="00B65DC9" w:rsidRDefault="00B65DC9" w:rsidP="00B65DC9">
      <w:r>
        <w:t>542.7691</w:t>
      </w:r>
      <w:r>
        <w:tab/>
        <w:t>1.013e0</w:t>
      </w:r>
    </w:p>
    <w:p w:rsidR="00B65DC9" w:rsidRDefault="00B65DC9" w:rsidP="00B65DC9">
      <w:r>
        <w:t>542.7874</w:t>
      </w:r>
      <w:r>
        <w:tab/>
        <w:t>2.532e-2</w:t>
      </w:r>
    </w:p>
    <w:p w:rsidR="00B65DC9" w:rsidRDefault="00B65DC9" w:rsidP="00B65DC9">
      <w:r>
        <w:t>542.8441</w:t>
      </w:r>
      <w:r>
        <w:tab/>
        <w:t>1.266e-2</w:t>
      </w:r>
    </w:p>
    <w:p w:rsidR="00B65DC9" w:rsidRDefault="00B65DC9" w:rsidP="00B65DC9">
      <w:r>
        <w:t>542.8534</w:t>
      </w:r>
      <w:r>
        <w:tab/>
        <w:t>1.013e0</w:t>
      </w:r>
    </w:p>
    <w:p w:rsidR="00B65DC9" w:rsidRDefault="00B65DC9" w:rsidP="00B65DC9">
      <w:r>
        <w:lastRenderedPageBreak/>
        <w:t>542.9402</w:t>
      </w:r>
      <w:r>
        <w:tab/>
        <w:t>1.013e0</w:t>
      </w:r>
    </w:p>
    <w:p w:rsidR="00B65DC9" w:rsidRDefault="00B65DC9" w:rsidP="00B65DC9">
      <w:r>
        <w:t>542.9586</w:t>
      </w:r>
      <w:r>
        <w:tab/>
        <w:t>1.266e-2</w:t>
      </w:r>
    </w:p>
    <w:p w:rsidR="00B65DC9" w:rsidRDefault="00B65DC9" w:rsidP="00B65DC9">
      <w:r>
        <w:t>542.9770</w:t>
      </w:r>
      <w:r>
        <w:tab/>
        <w:t>1.013e0</w:t>
      </w:r>
    </w:p>
    <w:p w:rsidR="00B65DC9" w:rsidRDefault="00B65DC9" w:rsidP="00B65DC9">
      <w:r>
        <w:t>542.9878</w:t>
      </w:r>
      <w:r>
        <w:tab/>
        <w:t>2.025e0</w:t>
      </w:r>
    </w:p>
    <w:p w:rsidR="00B65DC9" w:rsidRDefault="00B65DC9" w:rsidP="00B65DC9">
      <w:r>
        <w:t>543.0503</w:t>
      </w:r>
      <w:r>
        <w:tab/>
        <w:t>1.266e-2</w:t>
      </w:r>
    </w:p>
    <w:p w:rsidR="00B65DC9" w:rsidRDefault="00B65DC9" w:rsidP="00B65DC9">
      <w:r>
        <w:t>543.0789</w:t>
      </w:r>
      <w:r>
        <w:tab/>
        <w:t>1.013e0</w:t>
      </w:r>
    </w:p>
    <w:p w:rsidR="00B65DC9" w:rsidRDefault="00B65DC9" w:rsidP="00B65DC9">
      <w:r>
        <w:t>543.1775</w:t>
      </w:r>
      <w:r>
        <w:tab/>
        <w:t>1.013e0</w:t>
      </w:r>
    </w:p>
    <w:p w:rsidR="00B65DC9" w:rsidRDefault="00B65DC9" w:rsidP="00B65DC9">
      <w:r>
        <w:t>543.1907</w:t>
      </w:r>
      <w:r>
        <w:tab/>
        <w:t>1.013e0</w:t>
      </w:r>
    </w:p>
    <w:p w:rsidR="00B65DC9" w:rsidRDefault="00B65DC9" w:rsidP="00B65DC9">
      <w:r>
        <w:t>543.2000</w:t>
      </w:r>
      <w:r>
        <w:tab/>
        <w:t>1.013e0</w:t>
      </w:r>
    </w:p>
    <w:p w:rsidR="00B65DC9" w:rsidRDefault="00B65DC9" w:rsidP="00B65DC9">
      <w:r>
        <w:t>543.2380</w:t>
      </w:r>
      <w:r>
        <w:tab/>
        <w:t>1.025e0</w:t>
      </w:r>
    </w:p>
    <w:p w:rsidR="00B65DC9" w:rsidRDefault="00B65DC9" w:rsidP="00B65DC9">
      <w:r>
        <w:t>543.2505</w:t>
      </w:r>
      <w:r>
        <w:tab/>
        <w:t>1.013e0</w:t>
      </w:r>
    </w:p>
    <w:p w:rsidR="00B65DC9" w:rsidRDefault="00B65DC9" w:rsidP="00B65DC9">
      <w:r>
        <w:t>543.2787</w:t>
      </w:r>
      <w:r>
        <w:tab/>
        <w:t>3.038e0</w:t>
      </w:r>
    </w:p>
    <w:p w:rsidR="00B65DC9" w:rsidRDefault="00B65DC9" w:rsidP="00B65DC9">
      <w:r>
        <w:t>543.2837</w:t>
      </w:r>
      <w:r>
        <w:tab/>
        <w:t>1.025e0</w:t>
      </w:r>
    </w:p>
    <w:p w:rsidR="00B65DC9" w:rsidRDefault="00B65DC9" w:rsidP="00B65DC9">
      <w:r>
        <w:t>543.3694</w:t>
      </w:r>
      <w:r>
        <w:tab/>
        <w:t>1.013e0</w:t>
      </w:r>
    </w:p>
    <w:p w:rsidR="00B65DC9" w:rsidRDefault="00B65DC9" w:rsidP="00B65DC9">
      <w:r>
        <w:t>543.3766</w:t>
      </w:r>
      <w:r>
        <w:tab/>
        <w:t>1.013e0</w:t>
      </w:r>
    </w:p>
    <w:p w:rsidR="00B65DC9" w:rsidRDefault="00B65DC9" w:rsidP="00B65DC9">
      <w:r>
        <w:t>543.4155</w:t>
      </w:r>
      <w:r>
        <w:tab/>
        <w:t>1.025e0</w:t>
      </w:r>
    </w:p>
    <w:p w:rsidR="00B65DC9" w:rsidRDefault="00B65DC9" w:rsidP="00B65DC9">
      <w:r>
        <w:t>543.4413</w:t>
      </w:r>
      <w:r>
        <w:tab/>
        <w:t>4.051e0</w:t>
      </w:r>
    </w:p>
    <w:p w:rsidR="00B65DC9" w:rsidRDefault="00B65DC9" w:rsidP="00B65DC9">
      <w:r>
        <w:t>543.5000</w:t>
      </w:r>
      <w:r>
        <w:tab/>
        <w:t>1.266e-2</w:t>
      </w:r>
    </w:p>
    <w:p w:rsidR="00B65DC9" w:rsidRDefault="00B65DC9" w:rsidP="00B65DC9">
      <w:r>
        <w:t>543.5101</w:t>
      </w:r>
      <w:r>
        <w:tab/>
        <w:t>1.013e0</w:t>
      </w:r>
    </w:p>
    <w:p w:rsidR="00B65DC9" w:rsidRDefault="00B65DC9" w:rsidP="00B65DC9">
      <w:r>
        <w:lastRenderedPageBreak/>
        <w:t>543.5469</w:t>
      </w:r>
      <w:r>
        <w:tab/>
        <w:t>1.013e0</w:t>
      </w:r>
    </w:p>
    <w:p w:rsidR="00B65DC9" w:rsidRDefault="00B65DC9" w:rsidP="00B65DC9">
      <w:r>
        <w:t>543.5798</w:t>
      </w:r>
      <w:r>
        <w:tab/>
        <w:t>1.013e0</w:t>
      </w:r>
    </w:p>
    <w:p w:rsidR="00B65DC9" w:rsidRDefault="00B65DC9" w:rsidP="00B65DC9">
      <w:r>
        <w:t>543.6279</w:t>
      </w:r>
      <w:r>
        <w:tab/>
        <w:t>3.038e0</w:t>
      </w:r>
    </w:p>
    <w:p w:rsidR="00B65DC9" w:rsidRDefault="00B65DC9" w:rsidP="00B65DC9">
      <w:r>
        <w:t>543.6534</w:t>
      </w:r>
      <w:r>
        <w:tab/>
        <w:t>1.013e0</w:t>
      </w:r>
    </w:p>
    <w:p w:rsidR="00B65DC9" w:rsidRDefault="00B65DC9" w:rsidP="00B65DC9">
      <w:r>
        <w:t>543.6688</w:t>
      </w:r>
      <w:r>
        <w:tab/>
        <w:t>1.266e-2</w:t>
      </w:r>
    </w:p>
    <w:p w:rsidR="00B65DC9" w:rsidRDefault="00B65DC9" w:rsidP="00B65DC9">
      <w:r>
        <w:t>543.7445</w:t>
      </w:r>
      <w:r>
        <w:tab/>
        <w:t>1.266e-2</w:t>
      </w:r>
    </w:p>
    <w:p w:rsidR="00B65DC9" w:rsidRDefault="00B65DC9" w:rsidP="00B65DC9">
      <w:r>
        <w:t>543.7795</w:t>
      </w:r>
      <w:r>
        <w:tab/>
        <w:t>1.013e0</w:t>
      </w:r>
    </w:p>
    <w:p w:rsidR="00B65DC9" w:rsidRDefault="00B65DC9" w:rsidP="00B65DC9">
      <w:r>
        <w:t>543.8000</w:t>
      </w:r>
      <w:r>
        <w:tab/>
        <w:t>1.266e-2</w:t>
      </w:r>
    </w:p>
    <w:p w:rsidR="00B65DC9" w:rsidRDefault="00B65DC9" w:rsidP="00B65DC9">
      <w:r>
        <w:t>543.8477</w:t>
      </w:r>
      <w:r>
        <w:tab/>
        <w:t>1.013e0</w:t>
      </w:r>
    </w:p>
    <w:p w:rsidR="00B65DC9" w:rsidRDefault="00B65DC9" w:rsidP="00B65DC9">
      <w:r>
        <w:t>543.8708</w:t>
      </w:r>
      <w:r>
        <w:tab/>
        <w:t>1.266e-2</w:t>
      </w:r>
    </w:p>
    <w:p w:rsidR="00B65DC9" w:rsidRDefault="00B65DC9" w:rsidP="00B65DC9">
      <w:r>
        <w:t>543.9261</w:t>
      </w:r>
      <w:r>
        <w:tab/>
        <w:t>2.025e0</w:t>
      </w:r>
    </w:p>
    <w:p w:rsidR="00B65DC9" w:rsidRDefault="00B65DC9" w:rsidP="00B65DC9">
      <w:r>
        <w:t>544.0005</w:t>
      </w:r>
      <w:r>
        <w:tab/>
        <w:t>1.266e-2</w:t>
      </w:r>
    </w:p>
    <w:p w:rsidR="00B65DC9" w:rsidRDefault="00B65DC9" w:rsidP="00B65DC9">
      <w:r>
        <w:t>544.0707</w:t>
      </w:r>
      <w:r>
        <w:tab/>
        <w:t>1.013e0</w:t>
      </w:r>
    </w:p>
    <w:p w:rsidR="00B65DC9" w:rsidRDefault="00B65DC9" w:rsidP="00B65DC9">
      <w:r>
        <w:t>544.1003</w:t>
      </w:r>
      <w:r>
        <w:tab/>
        <w:t>2.025e0</w:t>
      </w:r>
    </w:p>
    <w:p w:rsidR="00B65DC9" w:rsidRDefault="00B65DC9" w:rsidP="00B65DC9">
      <w:r>
        <w:t>544.1075</w:t>
      </w:r>
      <w:r>
        <w:tab/>
        <w:t>1.266e-2</w:t>
      </w:r>
    </w:p>
    <w:p w:rsidR="00B65DC9" w:rsidRDefault="00B65DC9" w:rsidP="00B65DC9">
      <w:r>
        <w:t>544.2036</w:t>
      </w:r>
      <w:r>
        <w:tab/>
        <w:t>1.025e0</w:t>
      </w:r>
    </w:p>
    <w:p w:rsidR="00B65DC9" w:rsidRDefault="00B65DC9" w:rsidP="00B65DC9">
      <w:r>
        <w:t>544.2130</w:t>
      </w:r>
      <w:r>
        <w:tab/>
        <w:t>1.266e-2</w:t>
      </w:r>
    </w:p>
    <w:p w:rsidR="00B65DC9" w:rsidRDefault="00B65DC9" w:rsidP="00B65DC9">
      <w:r>
        <w:t>544.2410</w:t>
      </w:r>
      <w:r>
        <w:tab/>
        <w:t>2.025e0</w:t>
      </w:r>
    </w:p>
    <w:p w:rsidR="00B65DC9" w:rsidRDefault="00B65DC9" w:rsidP="00B65DC9">
      <w:r>
        <w:t>544.2555</w:t>
      </w:r>
      <w:r>
        <w:tab/>
        <w:t>2.025e0</w:t>
      </w:r>
    </w:p>
    <w:p w:rsidR="00B65DC9" w:rsidRDefault="00B65DC9" w:rsidP="00B65DC9">
      <w:r>
        <w:lastRenderedPageBreak/>
        <w:t>544.2693</w:t>
      </w:r>
      <w:r>
        <w:tab/>
        <w:t>1.013e0</w:t>
      </w:r>
    </w:p>
    <w:p w:rsidR="00B65DC9" w:rsidRDefault="00B65DC9" w:rsidP="00B65DC9">
      <w:r>
        <w:t>544.3105</w:t>
      </w:r>
      <w:r>
        <w:tab/>
        <w:t>2.025e0</w:t>
      </w:r>
    </w:p>
    <w:p w:rsidR="00B65DC9" w:rsidRDefault="00B65DC9" w:rsidP="00B65DC9">
      <w:r>
        <w:t>544.3170</w:t>
      </w:r>
      <w:r>
        <w:tab/>
        <w:t>1.266e-2</w:t>
      </w:r>
    </w:p>
    <w:p w:rsidR="00B65DC9" w:rsidRDefault="00B65DC9" w:rsidP="00B65DC9">
      <w:r>
        <w:t>544.3300</w:t>
      </w:r>
      <w:r>
        <w:tab/>
        <w:t>5.063e0</w:t>
      </w:r>
    </w:p>
    <w:p w:rsidR="00B65DC9" w:rsidRDefault="00B65DC9" w:rsidP="00B65DC9">
      <w:r>
        <w:t>544.4362</w:t>
      </w:r>
      <w:r>
        <w:tab/>
        <w:t>1.266e-2</w:t>
      </w:r>
    </w:p>
    <w:p w:rsidR="00B65DC9" w:rsidRDefault="00B65DC9" w:rsidP="00B65DC9">
      <w:r>
        <w:t>544.4389</w:t>
      </w:r>
      <w:r>
        <w:tab/>
        <w:t>2.025e0</w:t>
      </w:r>
    </w:p>
    <w:p w:rsidR="00B65DC9" w:rsidRDefault="00B65DC9" w:rsidP="00B65DC9">
      <w:r>
        <w:t>544.4920</w:t>
      </w:r>
      <w:r>
        <w:tab/>
        <w:t>1.013e0</w:t>
      </w:r>
    </w:p>
    <w:p w:rsidR="00B65DC9" w:rsidRDefault="00B65DC9" w:rsidP="00B65DC9">
      <w:r>
        <w:t>544.5097</w:t>
      </w:r>
      <w:r>
        <w:tab/>
        <w:t>1.266e-2</w:t>
      </w:r>
    </w:p>
    <w:p w:rsidR="00B65DC9" w:rsidRDefault="00B65DC9" w:rsidP="00B65DC9">
      <w:r>
        <w:t>544.5322</w:t>
      </w:r>
      <w:r>
        <w:tab/>
        <w:t>1.013e0</w:t>
      </w:r>
    </w:p>
    <w:p w:rsidR="00B65DC9" w:rsidRDefault="00B65DC9" w:rsidP="00B65DC9">
      <w:r>
        <w:t>544.6262</w:t>
      </w:r>
      <w:r>
        <w:tab/>
        <w:t>1.013e0</w:t>
      </w:r>
    </w:p>
    <w:p w:rsidR="00B65DC9" w:rsidRDefault="00B65DC9" w:rsidP="00B65DC9">
      <w:r>
        <w:t>544.6362</w:t>
      </w:r>
      <w:r>
        <w:tab/>
        <w:t>1.013e0</w:t>
      </w:r>
    </w:p>
    <w:p w:rsidR="00B65DC9" w:rsidRDefault="00B65DC9" w:rsidP="00B65DC9">
      <w:r>
        <w:t>544.7208</w:t>
      </w:r>
      <w:r>
        <w:tab/>
        <w:t>1.013e0</w:t>
      </w:r>
    </w:p>
    <w:p w:rsidR="00B65DC9" w:rsidRDefault="00B65DC9" w:rsidP="00B65DC9">
      <w:r>
        <w:t>544.7305</w:t>
      </w:r>
      <w:r>
        <w:tab/>
        <w:t>1.013e0</w:t>
      </w:r>
    </w:p>
    <w:p w:rsidR="00B65DC9" w:rsidRDefault="00B65DC9" w:rsidP="00B65DC9">
      <w:r>
        <w:t>544.8234</w:t>
      </w:r>
      <w:r>
        <w:tab/>
        <w:t>2.038e0</w:t>
      </w:r>
    </w:p>
    <w:p w:rsidR="00B65DC9" w:rsidRDefault="00B65DC9" w:rsidP="00B65DC9">
      <w:r>
        <w:t>544.8568</w:t>
      </w:r>
      <w:r>
        <w:tab/>
        <w:t>1.266e-2</w:t>
      </w:r>
    </w:p>
    <w:p w:rsidR="00B65DC9" w:rsidRDefault="00B65DC9" w:rsidP="00B65DC9">
      <w:r>
        <w:t>544.8937</w:t>
      </w:r>
      <w:r>
        <w:tab/>
        <w:t>1.013e0</w:t>
      </w:r>
    </w:p>
    <w:p w:rsidR="00B65DC9" w:rsidRDefault="00B65DC9" w:rsidP="00B65DC9">
      <w:r>
        <w:t>544.9268</w:t>
      </w:r>
      <w:r>
        <w:tab/>
        <w:t>1.266e-2</w:t>
      </w:r>
    </w:p>
    <w:p w:rsidR="00B65DC9" w:rsidRDefault="00B65DC9" w:rsidP="00B65DC9">
      <w:r>
        <w:t>545.0232</w:t>
      </w:r>
      <w:r>
        <w:tab/>
        <w:t>1.266e-2</w:t>
      </w:r>
    </w:p>
    <w:p w:rsidR="00B65DC9" w:rsidRDefault="00B65DC9" w:rsidP="00B65DC9">
      <w:r>
        <w:t>545.0591</w:t>
      </w:r>
      <w:r>
        <w:tab/>
        <w:t>1.013e0</w:t>
      </w:r>
    </w:p>
    <w:p w:rsidR="00B65DC9" w:rsidRDefault="00B65DC9" w:rsidP="00B65DC9">
      <w:r>
        <w:lastRenderedPageBreak/>
        <w:t>545.1242</w:t>
      </w:r>
      <w:r>
        <w:tab/>
        <w:t>3.051e0</w:t>
      </w:r>
    </w:p>
    <w:p w:rsidR="00B65DC9" w:rsidRDefault="00B65DC9" w:rsidP="00B65DC9">
      <w:r>
        <w:t>545.1487</w:t>
      </w:r>
      <w:r>
        <w:tab/>
        <w:t>1.266e-2</w:t>
      </w:r>
    </w:p>
    <w:p w:rsidR="00B65DC9" w:rsidRDefault="00B65DC9" w:rsidP="00B65DC9">
      <w:r>
        <w:t>545.1671</w:t>
      </w:r>
      <w:r>
        <w:tab/>
        <w:t>1.013e0</w:t>
      </w:r>
    </w:p>
    <w:p w:rsidR="00B65DC9" w:rsidRDefault="00B65DC9" w:rsidP="00B65DC9">
      <w:r>
        <w:t>545.1995</w:t>
      </w:r>
      <w:r>
        <w:tab/>
        <w:t>1.266e-2</w:t>
      </w:r>
    </w:p>
    <w:p w:rsidR="00B65DC9" w:rsidRDefault="00B65DC9" w:rsidP="00B65DC9">
      <w:r>
        <w:t>545.2089</w:t>
      </w:r>
      <w:r>
        <w:tab/>
        <w:t>1.013e0</w:t>
      </w:r>
    </w:p>
    <w:p w:rsidR="00B65DC9" w:rsidRDefault="00B65DC9" w:rsidP="00B65DC9">
      <w:r>
        <w:t>545.2408</w:t>
      </w:r>
      <w:r>
        <w:tab/>
        <w:t>1.266e-2</w:t>
      </w:r>
    </w:p>
    <w:p w:rsidR="00B65DC9" w:rsidRDefault="00B65DC9" w:rsidP="00B65DC9">
      <w:r>
        <w:t>545.2733</w:t>
      </w:r>
      <w:r>
        <w:tab/>
        <w:t>2.025e0</w:t>
      </w:r>
    </w:p>
    <w:p w:rsidR="00B65DC9" w:rsidRDefault="00B65DC9" w:rsidP="00B65DC9">
      <w:r>
        <w:t>545.2747</w:t>
      </w:r>
      <w:r>
        <w:tab/>
        <w:t>1.013e0</w:t>
      </w:r>
    </w:p>
    <w:p w:rsidR="00B65DC9" w:rsidRDefault="00B65DC9" w:rsidP="00B65DC9">
      <w:r>
        <w:t>545.2935</w:t>
      </w:r>
      <w:r>
        <w:tab/>
        <w:t>3.038e0</w:t>
      </w:r>
    </w:p>
    <w:p w:rsidR="00B65DC9" w:rsidRDefault="00B65DC9" w:rsidP="00B65DC9">
      <w:r>
        <w:t>545.3036</w:t>
      </w:r>
      <w:r>
        <w:tab/>
        <w:t>1.013e0</w:t>
      </w:r>
    </w:p>
    <w:p w:rsidR="00B65DC9" w:rsidRDefault="00B65DC9" w:rsidP="00B65DC9">
      <w:r>
        <w:t>545.3367</w:t>
      </w:r>
      <w:r>
        <w:tab/>
        <w:t>3.038e0</w:t>
      </w:r>
    </w:p>
    <w:p w:rsidR="00B65DC9" w:rsidRDefault="00B65DC9" w:rsidP="00B65DC9">
      <w:r>
        <w:t>545.3853</w:t>
      </w:r>
      <w:r>
        <w:tab/>
        <w:t>1.013e0</w:t>
      </w:r>
    </w:p>
    <w:p w:rsidR="00B65DC9" w:rsidRDefault="00B65DC9" w:rsidP="00B65DC9">
      <w:r>
        <w:t>545.3874</w:t>
      </w:r>
      <w:r>
        <w:tab/>
        <w:t>1.089e0</w:t>
      </w:r>
    </w:p>
    <w:p w:rsidR="00B65DC9" w:rsidRDefault="00B65DC9" w:rsidP="00B65DC9">
      <w:r>
        <w:t>545.4327</w:t>
      </w:r>
      <w:r>
        <w:tab/>
        <w:t>2.025e0</w:t>
      </w:r>
    </w:p>
    <w:p w:rsidR="00B65DC9" w:rsidRDefault="00B65DC9" w:rsidP="00B65DC9">
      <w:r>
        <w:t>545.4340</w:t>
      </w:r>
      <w:r>
        <w:tab/>
        <w:t>2.025e0</w:t>
      </w:r>
    </w:p>
    <w:p w:rsidR="00B65DC9" w:rsidRDefault="00B65DC9" w:rsidP="00B65DC9">
      <w:r>
        <w:t>545.4777</w:t>
      </w:r>
      <w:r>
        <w:tab/>
        <w:t>2.025e0</w:t>
      </w:r>
    </w:p>
    <w:p w:rsidR="00B65DC9" w:rsidRDefault="00B65DC9" w:rsidP="00B65DC9">
      <w:r>
        <w:t>545.5007</w:t>
      </w:r>
      <w:r>
        <w:tab/>
        <w:t>2.025e0</w:t>
      </w:r>
    </w:p>
    <w:p w:rsidR="00B65DC9" w:rsidRDefault="00B65DC9" w:rsidP="00B65DC9">
      <w:r>
        <w:t>545.5380</w:t>
      </w:r>
      <w:r>
        <w:tab/>
        <w:t>1.013e0</w:t>
      </w:r>
    </w:p>
    <w:p w:rsidR="00B65DC9" w:rsidRDefault="00B65DC9" w:rsidP="00B65DC9">
      <w:r>
        <w:t>545.5569</w:t>
      </w:r>
      <w:r>
        <w:tab/>
        <w:t>1.013e0</w:t>
      </w:r>
    </w:p>
    <w:p w:rsidR="00B65DC9" w:rsidRDefault="00B65DC9" w:rsidP="00B65DC9">
      <w:r>
        <w:lastRenderedPageBreak/>
        <w:t>545.5886</w:t>
      </w:r>
      <w:r>
        <w:tab/>
        <w:t>1.013e0</w:t>
      </w:r>
    </w:p>
    <w:p w:rsidR="00B65DC9" w:rsidRDefault="00B65DC9" w:rsidP="00B65DC9">
      <w:r>
        <w:t>545.6886</w:t>
      </w:r>
      <w:r>
        <w:tab/>
        <w:t>1.013e0</w:t>
      </w:r>
    </w:p>
    <w:p w:rsidR="00B65DC9" w:rsidRDefault="00B65DC9" w:rsidP="00B65DC9">
      <w:r>
        <w:t>545.7842</w:t>
      </w:r>
      <w:r>
        <w:tab/>
        <w:t>2.025e0</w:t>
      </w:r>
    </w:p>
    <w:p w:rsidR="00B65DC9" w:rsidRDefault="00B65DC9" w:rsidP="00B65DC9">
      <w:r>
        <w:t>545.8400</w:t>
      </w:r>
      <w:r>
        <w:tab/>
        <w:t>2.025e0</w:t>
      </w:r>
    </w:p>
    <w:p w:rsidR="00B65DC9" w:rsidRDefault="00B65DC9" w:rsidP="00B65DC9">
      <w:r>
        <w:t>545.8493</w:t>
      </w:r>
      <w:r>
        <w:tab/>
        <w:t>1.266e-2</w:t>
      </w:r>
    </w:p>
    <w:p w:rsidR="00B65DC9" w:rsidRDefault="00B65DC9" w:rsidP="00B65DC9">
      <w:r>
        <w:t>545.9211</w:t>
      </w:r>
      <w:r>
        <w:tab/>
        <w:t>2.532e-2</w:t>
      </w:r>
    </w:p>
    <w:p w:rsidR="00B65DC9" w:rsidRDefault="00B65DC9" w:rsidP="00B65DC9">
      <w:r>
        <w:t>545.9804</w:t>
      </w:r>
      <w:r>
        <w:tab/>
        <w:t>1.013e0</w:t>
      </w:r>
    </w:p>
    <w:p w:rsidR="00B65DC9" w:rsidRDefault="00B65DC9" w:rsidP="00B65DC9">
      <w:r>
        <w:t>545.9993</w:t>
      </w:r>
      <w:r>
        <w:tab/>
        <w:t>1.266e-2</w:t>
      </w:r>
    </w:p>
    <w:p w:rsidR="00B65DC9" w:rsidRDefault="00B65DC9" w:rsidP="00B65DC9">
      <w:r>
        <w:t>546.0035</w:t>
      </w:r>
      <w:r>
        <w:tab/>
        <w:t>2.025e0</w:t>
      </w:r>
    </w:p>
    <w:p w:rsidR="00B65DC9" w:rsidRDefault="00B65DC9" w:rsidP="00B65DC9">
      <w:r>
        <w:t>546.0149</w:t>
      </w:r>
      <w:r>
        <w:tab/>
        <w:t>2.025e0</w:t>
      </w:r>
    </w:p>
    <w:p w:rsidR="00B65DC9" w:rsidRDefault="00B65DC9" w:rsidP="00B65DC9">
      <w:r>
        <w:t>546.0798</w:t>
      </w:r>
      <w:r>
        <w:tab/>
        <w:t>1.025e0</w:t>
      </w:r>
    </w:p>
    <w:p w:rsidR="00B65DC9" w:rsidRDefault="00B65DC9" w:rsidP="00B65DC9">
      <w:r>
        <w:t>546.1028</w:t>
      </w:r>
      <w:r>
        <w:tab/>
        <w:t>1.013e0</w:t>
      </w:r>
    </w:p>
    <w:p w:rsidR="00B65DC9" w:rsidRDefault="00B65DC9" w:rsidP="00B65DC9">
      <w:r>
        <w:t>546.1348</w:t>
      </w:r>
      <w:r>
        <w:tab/>
        <w:t>1.013e0</w:t>
      </w:r>
    </w:p>
    <w:p w:rsidR="00B65DC9" w:rsidRDefault="00B65DC9" w:rsidP="00B65DC9">
      <w:r>
        <w:t>546.2158</w:t>
      </w:r>
      <w:r>
        <w:tab/>
        <w:t>1.038e0</w:t>
      </w:r>
    </w:p>
    <w:p w:rsidR="00B65DC9" w:rsidRDefault="00B65DC9" w:rsidP="00B65DC9">
      <w:r>
        <w:t>546.2451</w:t>
      </w:r>
      <w:r>
        <w:tab/>
        <w:t>1.013e0</w:t>
      </w:r>
    </w:p>
    <w:p w:rsidR="00B65DC9" w:rsidRDefault="00B65DC9" w:rsidP="00B65DC9">
      <w:r>
        <w:t>546.2708</w:t>
      </w:r>
      <w:r>
        <w:tab/>
        <w:t>3.038e0</w:t>
      </w:r>
    </w:p>
    <w:p w:rsidR="00B65DC9" w:rsidRDefault="00B65DC9" w:rsidP="00B65DC9">
      <w:r>
        <w:t>546.3289</w:t>
      </w:r>
      <w:r>
        <w:tab/>
        <w:t>1.013e0</w:t>
      </w:r>
    </w:p>
    <w:p w:rsidR="00B65DC9" w:rsidRDefault="00B65DC9" w:rsidP="00B65DC9">
      <w:r>
        <w:t>546.3352</w:t>
      </w:r>
      <w:r>
        <w:tab/>
        <w:t>1.013e0</w:t>
      </w:r>
    </w:p>
    <w:p w:rsidR="00B65DC9" w:rsidRDefault="00B65DC9" w:rsidP="00B65DC9">
      <w:r>
        <w:t>546.3398</w:t>
      </w:r>
      <w:r>
        <w:tab/>
        <w:t>1.628e0</w:t>
      </w:r>
    </w:p>
    <w:p w:rsidR="00B65DC9" w:rsidRDefault="00B65DC9" w:rsidP="00B65DC9">
      <w:r>
        <w:lastRenderedPageBreak/>
        <w:t>546.3451</w:t>
      </w:r>
      <w:r>
        <w:tab/>
        <w:t>2.025e0</w:t>
      </w:r>
    </w:p>
    <w:p w:rsidR="00B65DC9" w:rsidRDefault="00B65DC9" w:rsidP="00B65DC9">
      <w:r>
        <w:t>546.3979</w:t>
      </w:r>
      <w:r>
        <w:tab/>
        <w:t>3.798e-2</w:t>
      </w:r>
    </w:p>
    <w:p w:rsidR="00B65DC9" w:rsidRDefault="00B65DC9" w:rsidP="00B65DC9">
      <w:r>
        <w:t>546.4043</w:t>
      </w:r>
      <w:r>
        <w:tab/>
        <w:t>3.038e0</w:t>
      </w:r>
    </w:p>
    <w:p w:rsidR="00B65DC9" w:rsidRDefault="00B65DC9" w:rsidP="00B65DC9">
      <w:r>
        <w:t>546.4936</w:t>
      </w:r>
      <w:r>
        <w:tab/>
        <w:t>2.025e0</w:t>
      </w:r>
    </w:p>
    <w:p w:rsidR="00B65DC9" w:rsidRDefault="00B65DC9" w:rsidP="00B65DC9">
      <w:r>
        <w:t>546.5186</w:t>
      </w:r>
      <w:r>
        <w:tab/>
        <w:t>1.013e0</w:t>
      </w:r>
    </w:p>
    <w:p w:rsidR="00B65DC9" w:rsidRDefault="00B65DC9" w:rsidP="00B65DC9">
      <w:r>
        <w:t>546.5344</w:t>
      </w:r>
      <w:r>
        <w:tab/>
        <w:t>1.013e0</w:t>
      </w:r>
    </w:p>
    <w:p w:rsidR="00B65DC9" w:rsidRDefault="00B65DC9" w:rsidP="00B65DC9">
      <w:r>
        <w:t>546.5746</w:t>
      </w:r>
      <w:r>
        <w:tab/>
        <w:t>1.013e0</w:t>
      </w:r>
    </w:p>
    <w:p w:rsidR="00B65DC9" w:rsidRDefault="00B65DC9" w:rsidP="00B65DC9">
      <w:r>
        <w:t>546.6080</w:t>
      </w:r>
      <w:r>
        <w:tab/>
        <w:t>1.266e-2</w:t>
      </w:r>
    </w:p>
    <w:p w:rsidR="00B65DC9" w:rsidRDefault="00B65DC9" w:rsidP="00B65DC9">
      <w:r>
        <w:t>546.6395</w:t>
      </w:r>
      <w:r>
        <w:tab/>
        <w:t>2.025e0</w:t>
      </w:r>
    </w:p>
    <w:p w:rsidR="00B65DC9" w:rsidRDefault="00B65DC9" w:rsidP="00B65DC9">
      <w:r>
        <w:t>546.8001</w:t>
      </w:r>
      <w:r>
        <w:tab/>
        <w:t>1.266e-2</w:t>
      </w:r>
    </w:p>
    <w:p w:rsidR="00B65DC9" w:rsidRDefault="00B65DC9" w:rsidP="00B65DC9">
      <w:r>
        <w:t>546.8447</w:t>
      </w:r>
      <w:r>
        <w:tab/>
        <w:t>1.266e-2</w:t>
      </w:r>
    </w:p>
    <w:p w:rsidR="00B65DC9" w:rsidRDefault="00B65DC9" w:rsidP="00B65DC9">
      <w:r>
        <w:t>546.8561</w:t>
      </w:r>
      <w:r>
        <w:tab/>
        <w:t>2.025e0</w:t>
      </w:r>
    </w:p>
    <w:p w:rsidR="00B65DC9" w:rsidRDefault="00B65DC9" w:rsidP="00B65DC9">
      <w:r>
        <w:t>546.8947</w:t>
      </w:r>
      <w:r>
        <w:tab/>
        <w:t>2.025e0</w:t>
      </w:r>
    </w:p>
    <w:p w:rsidR="00B65DC9" w:rsidRDefault="00B65DC9" w:rsidP="00B65DC9">
      <w:r>
        <w:t>546.9888</w:t>
      </w:r>
      <w:r>
        <w:tab/>
        <w:t>1.013e0</w:t>
      </w:r>
    </w:p>
    <w:p w:rsidR="00B65DC9" w:rsidRDefault="00B65DC9" w:rsidP="00B65DC9">
      <w:r>
        <w:t>546.9920</w:t>
      </w:r>
      <w:r>
        <w:tab/>
        <w:t>1.266e-2</w:t>
      </w:r>
    </w:p>
    <w:p w:rsidR="00B65DC9" w:rsidRDefault="00B65DC9" w:rsidP="00B65DC9">
      <w:r>
        <w:t>547.0272</w:t>
      </w:r>
      <w:r>
        <w:tab/>
        <w:t>1.266e-2</w:t>
      </w:r>
    </w:p>
    <w:p w:rsidR="00B65DC9" w:rsidRDefault="00B65DC9" w:rsidP="00B65DC9">
      <w:r>
        <w:t>547.0472</w:t>
      </w:r>
      <w:r>
        <w:tab/>
        <w:t>1.013e0</w:t>
      </w:r>
    </w:p>
    <w:p w:rsidR="00B65DC9" w:rsidRDefault="00B65DC9" w:rsidP="00B65DC9">
      <w:r>
        <w:t>547.1121</w:t>
      </w:r>
      <w:r>
        <w:tab/>
        <w:t>1.266e-2</w:t>
      </w:r>
    </w:p>
    <w:p w:rsidR="00B65DC9" w:rsidRDefault="00B65DC9" w:rsidP="00B65DC9">
      <w:r>
        <w:t>547.2286</w:t>
      </w:r>
      <w:r>
        <w:tab/>
        <w:t>1.266e-2</w:t>
      </w:r>
    </w:p>
    <w:p w:rsidR="00B65DC9" w:rsidRDefault="00B65DC9" w:rsidP="00B65DC9">
      <w:r>
        <w:lastRenderedPageBreak/>
        <w:t>547.2812</w:t>
      </w:r>
      <w:r>
        <w:tab/>
        <w:t>1.013e0</w:t>
      </w:r>
    </w:p>
    <w:p w:rsidR="00B65DC9" w:rsidRDefault="00B65DC9" w:rsidP="00B65DC9">
      <w:r>
        <w:t>547.3101</w:t>
      </w:r>
      <w:r>
        <w:tab/>
        <w:t>2.532e-2</w:t>
      </w:r>
    </w:p>
    <w:p w:rsidR="00B65DC9" w:rsidRDefault="00B65DC9" w:rsidP="00B65DC9">
      <w:r>
        <w:t>547.3140</w:t>
      </w:r>
      <w:r>
        <w:tab/>
        <w:t>2.025e0</w:t>
      </w:r>
    </w:p>
    <w:p w:rsidR="00B65DC9" w:rsidRDefault="00B65DC9" w:rsidP="00B65DC9">
      <w:r>
        <w:t>547.3763</w:t>
      </w:r>
      <w:r>
        <w:tab/>
        <w:t>5.063e0</w:t>
      </w:r>
    </w:p>
    <w:p w:rsidR="00B65DC9" w:rsidRDefault="00B65DC9" w:rsidP="00B65DC9">
      <w:r>
        <w:t>547.3945</w:t>
      </w:r>
      <w:r>
        <w:tab/>
        <w:t>1.266e-2</w:t>
      </w:r>
    </w:p>
    <w:p w:rsidR="00B65DC9" w:rsidRDefault="00B65DC9" w:rsidP="00B65DC9">
      <w:r>
        <w:t>547.4605</w:t>
      </w:r>
      <w:r>
        <w:tab/>
        <w:t>1.013e0</w:t>
      </w:r>
    </w:p>
    <w:p w:rsidR="00B65DC9" w:rsidRDefault="00B65DC9" w:rsidP="00B65DC9">
      <w:r>
        <w:t>547.4660</w:t>
      </w:r>
      <w:r>
        <w:tab/>
        <w:t>2.025e0</w:t>
      </w:r>
    </w:p>
    <w:p w:rsidR="00B65DC9" w:rsidRDefault="00B65DC9" w:rsidP="00B65DC9">
      <w:r>
        <w:t>547.5021</w:t>
      </w:r>
      <w:r>
        <w:tab/>
        <w:t>1.266e-2</w:t>
      </w:r>
    </w:p>
    <w:p w:rsidR="00B65DC9" w:rsidRDefault="00B65DC9" w:rsidP="00B65DC9">
      <w:r>
        <w:t>547.6021</w:t>
      </w:r>
      <w:r>
        <w:tab/>
        <w:t>1.013e0</w:t>
      </w:r>
    </w:p>
    <w:p w:rsidR="00B65DC9" w:rsidRDefault="00B65DC9" w:rsidP="00B65DC9">
      <w:r>
        <w:t>547.6490</w:t>
      </w:r>
      <w:r>
        <w:tab/>
        <w:t>2.025e0</w:t>
      </w:r>
    </w:p>
    <w:p w:rsidR="00B65DC9" w:rsidRDefault="00B65DC9" w:rsidP="00B65DC9">
      <w:r>
        <w:t>547.6595</w:t>
      </w:r>
      <w:r>
        <w:tab/>
        <w:t>1.013e0</w:t>
      </w:r>
    </w:p>
    <w:p w:rsidR="00B65DC9" w:rsidRDefault="00B65DC9" w:rsidP="00B65DC9">
      <w:r>
        <w:t>547.6695</w:t>
      </w:r>
      <w:r>
        <w:tab/>
        <w:t>2.025e0</w:t>
      </w:r>
    </w:p>
    <w:p w:rsidR="00B65DC9" w:rsidRDefault="00B65DC9" w:rsidP="00B65DC9">
      <w:r>
        <w:t>547.6910</w:t>
      </w:r>
      <w:r>
        <w:tab/>
        <w:t>2.025e0</w:t>
      </w:r>
    </w:p>
    <w:p w:rsidR="00B65DC9" w:rsidRDefault="00B65DC9" w:rsidP="00B65DC9">
      <w:r>
        <w:t>547.7019</w:t>
      </w:r>
      <w:r>
        <w:tab/>
        <w:t>1.013e0</w:t>
      </w:r>
    </w:p>
    <w:p w:rsidR="00B65DC9" w:rsidRDefault="00B65DC9" w:rsidP="00B65DC9">
      <w:r>
        <w:t>547.7438</w:t>
      </w:r>
      <w:r>
        <w:tab/>
        <w:t>1.013e0</w:t>
      </w:r>
    </w:p>
    <w:p w:rsidR="00B65DC9" w:rsidRDefault="00B65DC9" w:rsidP="00B65DC9">
      <w:r>
        <w:t>547.7748</w:t>
      </w:r>
      <w:r>
        <w:tab/>
        <w:t>2.025e0</w:t>
      </w:r>
    </w:p>
    <w:p w:rsidR="00B65DC9" w:rsidRDefault="00B65DC9" w:rsidP="00B65DC9">
      <w:r>
        <w:t>547.9140</w:t>
      </w:r>
      <w:r>
        <w:tab/>
        <w:t>1.025e0</w:t>
      </w:r>
    </w:p>
    <w:p w:rsidR="00B65DC9" w:rsidRDefault="00B65DC9" w:rsidP="00B65DC9">
      <w:r>
        <w:t>547.9232</w:t>
      </w:r>
      <w:r>
        <w:tab/>
        <w:t>1.266e-2</w:t>
      </w:r>
    </w:p>
    <w:p w:rsidR="00B65DC9" w:rsidRDefault="00B65DC9" w:rsidP="00B65DC9">
      <w:r>
        <w:t>547.9327</w:t>
      </w:r>
      <w:r>
        <w:tab/>
        <w:t>1.266e-2</w:t>
      </w:r>
    </w:p>
    <w:p w:rsidR="00B65DC9" w:rsidRDefault="00B65DC9" w:rsidP="00B65DC9">
      <w:r>
        <w:lastRenderedPageBreak/>
        <w:t>547.9901</w:t>
      </w:r>
      <w:r>
        <w:tab/>
        <w:t>1.266e-2</w:t>
      </w:r>
    </w:p>
    <w:p w:rsidR="00B65DC9" w:rsidRDefault="00B65DC9" w:rsidP="00B65DC9">
      <w:r>
        <w:t>548.0364</w:t>
      </w:r>
      <w:r>
        <w:tab/>
        <w:t>2.532e-2</w:t>
      </w:r>
    </w:p>
    <w:p w:rsidR="00B65DC9" w:rsidRDefault="00B65DC9" w:rsidP="00B65DC9">
      <w:r>
        <w:t>548.0649</w:t>
      </w:r>
      <w:r>
        <w:tab/>
        <w:t>1.013e0</w:t>
      </w:r>
    </w:p>
    <w:p w:rsidR="00B65DC9" w:rsidRDefault="00B65DC9" w:rsidP="00B65DC9">
      <w:r>
        <w:t>548.0682</w:t>
      </w:r>
      <w:r>
        <w:tab/>
        <w:t>1.013e0</w:t>
      </w:r>
    </w:p>
    <w:p w:rsidR="00B65DC9" w:rsidRDefault="00B65DC9" w:rsidP="00B65DC9">
      <w:r>
        <w:t>548.0933</w:t>
      </w:r>
      <w:r>
        <w:tab/>
        <w:t>1.013e0</w:t>
      </w:r>
    </w:p>
    <w:p w:rsidR="00B65DC9" w:rsidRDefault="00B65DC9" w:rsidP="00B65DC9">
      <w:r>
        <w:t>548.1042</w:t>
      </w:r>
      <w:r>
        <w:tab/>
        <w:t>1.266e-2</w:t>
      </w:r>
    </w:p>
    <w:p w:rsidR="00B65DC9" w:rsidRDefault="00B65DC9" w:rsidP="00B65DC9">
      <w:r>
        <w:t>548.1689</w:t>
      </w:r>
      <w:r>
        <w:tab/>
        <w:t>1.013e0</w:t>
      </w:r>
    </w:p>
    <w:p w:rsidR="00B65DC9" w:rsidRDefault="00B65DC9" w:rsidP="00B65DC9">
      <w:r>
        <w:t>548.1752</w:t>
      </w:r>
      <w:r>
        <w:tab/>
        <w:t>1.013e0</w:t>
      </w:r>
    </w:p>
    <w:p w:rsidR="00B65DC9" w:rsidRDefault="00B65DC9" w:rsidP="00B65DC9">
      <w:r>
        <w:t>548.2120</w:t>
      </w:r>
      <w:r>
        <w:tab/>
        <w:t>1.013e0</w:t>
      </w:r>
    </w:p>
    <w:p w:rsidR="00B65DC9" w:rsidRDefault="00B65DC9" w:rsidP="00B65DC9">
      <w:r>
        <w:t>548.2682</w:t>
      </w:r>
      <w:r>
        <w:tab/>
        <w:t>2.025e0</w:t>
      </w:r>
    </w:p>
    <w:p w:rsidR="00B65DC9" w:rsidRDefault="00B65DC9" w:rsidP="00B65DC9">
      <w:r>
        <w:t>548.2771</w:t>
      </w:r>
      <w:r>
        <w:tab/>
        <w:t>2.025e0</w:t>
      </w:r>
    </w:p>
    <w:p w:rsidR="00B65DC9" w:rsidRDefault="00B65DC9" w:rsidP="00B65DC9">
      <w:r>
        <w:t>548.2840</w:t>
      </w:r>
      <w:r>
        <w:tab/>
        <w:t>4.076e0</w:t>
      </w:r>
    </w:p>
    <w:p w:rsidR="00B65DC9" w:rsidRDefault="00B65DC9" w:rsidP="00B65DC9">
      <w:r>
        <w:t>548.3226</w:t>
      </w:r>
      <w:r>
        <w:tab/>
        <w:t>1.063e0</w:t>
      </w:r>
    </w:p>
    <w:p w:rsidR="00B65DC9" w:rsidRDefault="00B65DC9" w:rsidP="00B65DC9">
      <w:r>
        <w:t>548.3322</w:t>
      </w:r>
      <w:r>
        <w:tab/>
        <w:t>1.379e0</w:t>
      </w:r>
    </w:p>
    <w:p w:rsidR="00B65DC9" w:rsidRDefault="00B65DC9" w:rsidP="00B65DC9">
      <w:r>
        <w:t>548.3456</w:t>
      </w:r>
      <w:r>
        <w:tab/>
        <w:t>2.025e0</w:t>
      </w:r>
    </w:p>
    <w:p w:rsidR="00B65DC9" w:rsidRDefault="00B65DC9" w:rsidP="00B65DC9">
      <w:r>
        <w:t>548.3937</w:t>
      </w:r>
      <w:r>
        <w:tab/>
        <w:t>1.051e0</w:t>
      </w:r>
    </w:p>
    <w:p w:rsidR="00B65DC9" w:rsidRDefault="00B65DC9" w:rsidP="00B65DC9">
      <w:r>
        <w:t>548.4303</w:t>
      </w:r>
      <w:r>
        <w:tab/>
        <w:t>1.013e0</w:t>
      </w:r>
    </w:p>
    <w:p w:rsidR="00B65DC9" w:rsidRDefault="00B65DC9" w:rsidP="00B65DC9">
      <w:r>
        <w:t>548.4335</w:t>
      </w:r>
      <w:r>
        <w:tab/>
        <w:t>1.013e0</w:t>
      </w:r>
    </w:p>
    <w:p w:rsidR="00B65DC9" w:rsidRDefault="00B65DC9" w:rsidP="00B65DC9">
      <w:r>
        <w:t>548.4430</w:t>
      </w:r>
      <w:r>
        <w:tab/>
        <w:t>1.266e-2</w:t>
      </w:r>
    </w:p>
    <w:p w:rsidR="00B65DC9" w:rsidRDefault="00B65DC9" w:rsidP="00B65DC9">
      <w:r>
        <w:lastRenderedPageBreak/>
        <w:t>548.4998</w:t>
      </w:r>
      <w:r>
        <w:tab/>
        <w:t>1.013e0</w:t>
      </w:r>
    </w:p>
    <w:p w:rsidR="00B65DC9" w:rsidRDefault="00B65DC9" w:rsidP="00B65DC9">
      <w:r>
        <w:t>548.5381</w:t>
      </w:r>
      <w:r>
        <w:tab/>
        <w:t>2.025e0</w:t>
      </w:r>
    </w:p>
    <w:p w:rsidR="00B65DC9" w:rsidRDefault="00B65DC9" w:rsidP="00B65DC9">
      <w:r>
        <w:t>548.5760</w:t>
      </w:r>
      <w:r>
        <w:tab/>
        <w:t>1.266e-2</w:t>
      </w:r>
    </w:p>
    <w:p w:rsidR="00B65DC9" w:rsidRDefault="00B65DC9" w:rsidP="00B65DC9">
      <w:r>
        <w:t>548.6669</w:t>
      </w:r>
      <w:r>
        <w:tab/>
        <w:t>1.013e0</w:t>
      </w:r>
    </w:p>
    <w:p w:rsidR="00B65DC9" w:rsidRDefault="00B65DC9" w:rsidP="00B65DC9">
      <w:r>
        <w:t>548.6889</w:t>
      </w:r>
      <w:r>
        <w:tab/>
        <w:t>1.013e0</w:t>
      </w:r>
    </w:p>
    <w:p w:rsidR="00B65DC9" w:rsidRDefault="00B65DC9" w:rsidP="00B65DC9">
      <w:r>
        <w:t>548.6984</w:t>
      </w:r>
      <w:r>
        <w:tab/>
        <w:t>1.266e-2</w:t>
      </w:r>
    </w:p>
    <w:p w:rsidR="00B65DC9" w:rsidRDefault="00B65DC9" w:rsidP="00B65DC9">
      <w:r>
        <w:t>548.7449</w:t>
      </w:r>
      <w:r>
        <w:tab/>
        <w:t>2.025e0</w:t>
      </w:r>
    </w:p>
    <w:p w:rsidR="00B65DC9" w:rsidRDefault="00B65DC9" w:rsidP="00B65DC9">
      <w:r>
        <w:t>548.8031</w:t>
      </w:r>
      <w:r>
        <w:tab/>
        <w:t>1.266e-2</w:t>
      </w:r>
    </w:p>
    <w:p w:rsidR="00B65DC9" w:rsidRDefault="00B65DC9" w:rsidP="00B65DC9">
      <w:r>
        <w:t>548.9128</w:t>
      </w:r>
      <w:r>
        <w:tab/>
        <w:t>2.025e0</w:t>
      </w:r>
    </w:p>
    <w:p w:rsidR="00B65DC9" w:rsidRDefault="00B65DC9" w:rsidP="00B65DC9">
      <w:r>
        <w:t>548.9315</w:t>
      </w:r>
      <w:r>
        <w:tab/>
        <w:t>3.038e0</w:t>
      </w:r>
    </w:p>
    <w:p w:rsidR="00B65DC9" w:rsidRDefault="00B65DC9" w:rsidP="00B65DC9">
      <w:r>
        <w:t>548.9349</w:t>
      </w:r>
      <w:r>
        <w:tab/>
        <w:t>1.266e-2</w:t>
      </w:r>
    </w:p>
    <w:p w:rsidR="00B65DC9" w:rsidRDefault="00B65DC9" w:rsidP="00B65DC9">
      <w:r>
        <w:t>549.0586</w:t>
      </w:r>
      <w:r>
        <w:tab/>
        <w:t>3.038e0</w:t>
      </w:r>
    </w:p>
    <w:p w:rsidR="00B65DC9" w:rsidRDefault="00B65DC9" w:rsidP="00B65DC9">
      <w:r>
        <w:t>549.0964</w:t>
      </w:r>
      <w:r>
        <w:tab/>
        <w:t>2.025e0</w:t>
      </w:r>
    </w:p>
    <w:p w:rsidR="00B65DC9" w:rsidRDefault="00B65DC9" w:rsidP="00B65DC9">
      <w:r>
        <w:t>549.1147</w:t>
      </w:r>
      <w:r>
        <w:tab/>
        <w:t>1.013e0</w:t>
      </w:r>
    </w:p>
    <w:p w:rsidR="00B65DC9" w:rsidRDefault="00B65DC9" w:rsidP="00B65DC9">
      <w:r>
        <w:t>549.1863</w:t>
      </w:r>
      <w:r>
        <w:tab/>
        <w:t>2.025e0</w:t>
      </w:r>
    </w:p>
    <w:p w:rsidR="00B65DC9" w:rsidRDefault="00B65DC9" w:rsidP="00B65DC9">
      <w:r>
        <w:t>549.1893</w:t>
      </w:r>
      <w:r>
        <w:tab/>
        <w:t>5.063e-2</w:t>
      </w:r>
    </w:p>
    <w:p w:rsidR="00B65DC9" w:rsidRDefault="00B65DC9" w:rsidP="00B65DC9">
      <w:r>
        <w:t>549.2048</w:t>
      </w:r>
      <w:r>
        <w:tab/>
        <w:t>4.051e0</w:t>
      </w:r>
    </w:p>
    <w:p w:rsidR="00B65DC9" w:rsidRDefault="00B65DC9" w:rsidP="00B65DC9">
      <w:r>
        <w:t>549.2164</w:t>
      </w:r>
      <w:r>
        <w:tab/>
        <w:t>4.051e0</w:t>
      </w:r>
    </w:p>
    <w:p w:rsidR="00B65DC9" w:rsidRDefault="00B65DC9" w:rsidP="00B65DC9">
      <w:r>
        <w:t>549.2756</w:t>
      </w:r>
      <w:r>
        <w:tab/>
        <w:t>1.013e0</w:t>
      </w:r>
    </w:p>
    <w:p w:rsidR="00B65DC9" w:rsidRDefault="00B65DC9" w:rsidP="00B65DC9">
      <w:r>
        <w:lastRenderedPageBreak/>
        <w:t>549.3044</w:t>
      </w:r>
      <w:r>
        <w:tab/>
        <w:t>1.266e-2</w:t>
      </w:r>
    </w:p>
    <w:p w:rsidR="00B65DC9" w:rsidRDefault="00B65DC9" w:rsidP="00B65DC9">
      <w:r>
        <w:t>549.3403</w:t>
      </w:r>
      <w:r>
        <w:tab/>
        <w:t>1.013e0</w:t>
      </w:r>
    </w:p>
    <w:p w:rsidR="00B65DC9" w:rsidRDefault="00B65DC9" w:rsidP="00B65DC9">
      <w:r>
        <w:t>549.3514</w:t>
      </w:r>
      <w:r>
        <w:tab/>
        <w:t>1.038e0</w:t>
      </w:r>
    </w:p>
    <w:p w:rsidR="00B65DC9" w:rsidRDefault="00B65DC9" w:rsidP="00B65DC9">
      <w:r>
        <w:t>549.3745</w:t>
      </w:r>
      <w:r>
        <w:tab/>
        <w:t>6.076e0</w:t>
      </w:r>
    </w:p>
    <w:p w:rsidR="00B65DC9" w:rsidRDefault="00B65DC9" w:rsidP="00B65DC9">
      <w:r>
        <w:t>549.4184</w:t>
      </w:r>
      <w:r>
        <w:tab/>
        <w:t>1.266e-2</w:t>
      </w:r>
    </w:p>
    <w:p w:rsidR="00B65DC9" w:rsidRDefault="00B65DC9" w:rsidP="00B65DC9">
      <w:r>
        <w:t>549.4507</w:t>
      </w:r>
      <w:r>
        <w:tab/>
        <w:t>1.013e0</w:t>
      </w:r>
    </w:p>
    <w:p w:rsidR="00B65DC9" w:rsidRDefault="00B65DC9" w:rsidP="00B65DC9">
      <w:r>
        <w:t>549.4890</w:t>
      </w:r>
      <w:r>
        <w:tab/>
        <w:t>2.025e0</w:t>
      </w:r>
    </w:p>
    <w:p w:rsidR="00B65DC9" w:rsidRDefault="00B65DC9" w:rsidP="00B65DC9">
      <w:r>
        <w:t>549.5503</w:t>
      </w:r>
      <w:r>
        <w:tab/>
        <w:t>1.013e0</w:t>
      </w:r>
    </w:p>
    <w:p w:rsidR="00B65DC9" w:rsidRDefault="00B65DC9" w:rsidP="00B65DC9">
      <w:r>
        <w:t>549.5692</w:t>
      </w:r>
      <w:r>
        <w:tab/>
        <w:t>1.266e-2</w:t>
      </w:r>
    </w:p>
    <w:p w:rsidR="00B65DC9" w:rsidRDefault="00B65DC9" w:rsidP="00B65DC9">
      <w:r>
        <w:t>549.6434</w:t>
      </w:r>
      <w:r>
        <w:tab/>
        <w:t>2.025e0</w:t>
      </w:r>
    </w:p>
    <w:p w:rsidR="00B65DC9" w:rsidRDefault="00B65DC9" w:rsidP="00B65DC9">
      <w:r>
        <w:t>549.6450</w:t>
      </w:r>
      <w:r>
        <w:tab/>
        <w:t>1.013e0</w:t>
      </w:r>
    </w:p>
    <w:p w:rsidR="00B65DC9" w:rsidRDefault="00B65DC9" w:rsidP="00B65DC9">
      <w:r>
        <w:t>549.6505</w:t>
      </w:r>
      <w:r>
        <w:tab/>
        <w:t>1.013e0</w:t>
      </w:r>
    </w:p>
    <w:p w:rsidR="00B65DC9" w:rsidRDefault="00B65DC9" w:rsidP="00B65DC9">
      <w:r>
        <w:t>549.7398</w:t>
      </w:r>
      <w:r>
        <w:tab/>
        <w:t>1.266e-2</w:t>
      </w:r>
    </w:p>
    <w:p w:rsidR="00B65DC9" w:rsidRDefault="00B65DC9" w:rsidP="00B65DC9">
      <w:r>
        <w:t>549.8345</w:t>
      </w:r>
      <w:r>
        <w:tab/>
        <w:t>1.013e0</w:t>
      </w:r>
    </w:p>
    <w:p w:rsidR="00B65DC9" w:rsidRDefault="00B65DC9" w:rsidP="00B65DC9">
      <w:r>
        <w:t>549.8871</w:t>
      </w:r>
      <w:r>
        <w:tab/>
        <w:t>1.266e-2</w:t>
      </w:r>
    </w:p>
    <w:p w:rsidR="00B65DC9" w:rsidRDefault="00B65DC9" w:rsidP="00B65DC9">
      <w:r>
        <w:t>549.9056</w:t>
      </w:r>
      <w:r>
        <w:tab/>
        <w:t>1.025e0</w:t>
      </w:r>
    </w:p>
    <w:p w:rsidR="00B65DC9" w:rsidRDefault="00B65DC9" w:rsidP="00B65DC9">
      <w:r>
        <w:t>549.9090</w:t>
      </w:r>
      <w:r>
        <w:tab/>
        <w:t>2.532e-2</w:t>
      </w:r>
    </w:p>
    <w:p w:rsidR="00B65DC9" w:rsidRDefault="00B65DC9" w:rsidP="00B65DC9">
      <w:r>
        <w:t>549.9301</w:t>
      </w:r>
      <w:r>
        <w:tab/>
        <w:t>1.013e0</w:t>
      </w:r>
    </w:p>
    <w:p w:rsidR="00B65DC9" w:rsidRDefault="00B65DC9" w:rsidP="00B65DC9">
      <w:r>
        <w:t>549.9454</w:t>
      </w:r>
      <w:r>
        <w:tab/>
        <w:t>3.038e0</w:t>
      </w:r>
    </w:p>
    <w:p w:rsidR="00B65DC9" w:rsidRDefault="00B65DC9" w:rsidP="00B65DC9">
      <w:r>
        <w:lastRenderedPageBreak/>
        <w:t>549.9672</w:t>
      </w:r>
      <w:r>
        <w:tab/>
        <w:t>1.013e0</w:t>
      </w:r>
    </w:p>
    <w:p w:rsidR="00B65DC9" w:rsidRDefault="00B65DC9" w:rsidP="00B65DC9">
      <w:r>
        <w:t>549.9862</w:t>
      </w:r>
      <w:r>
        <w:tab/>
        <w:t>1.266e-2</w:t>
      </w:r>
    </w:p>
    <w:p w:rsidR="00B65DC9" w:rsidRDefault="00B65DC9" w:rsidP="00B65DC9">
      <w:r>
        <w:t>550.0319</w:t>
      </w:r>
      <w:r>
        <w:tab/>
        <w:t>1.266e-2</w:t>
      </w:r>
    </w:p>
    <w:p w:rsidR="00B65DC9" w:rsidRDefault="00B65DC9" w:rsidP="00B65DC9">
      <w:r>
        <w:t>550.0342</w:t>
      </w:r>
      <w:r>
        <w:tab/>
        <w:t>1.013e0</w:t>
      </w:r>
    </w:p>
    <w:p w:rsidR="00B65DC9" w:rsidRDefault="00B65DC9" w:rsidP="00B65DC9">
      <w:r>
        <w:t>550.0438</w:t>
      </w:r>
      <w:r>
        <w:tab/>
        <w:t>1.013e0</w:t>
      </w:r>
    </w:p>
    <w:p w:rsidR="00B65DC9" w:rsidRDefault="00B65DC9" w:rsidP="00B65DC9">
      <w:r>
        <w:t>550.1000</w:t>
      </w:r>
      <w:r>
        <w:tab/>
        <w:t>1.266e-2</w:t>
      </w:r>
    </w:p>
    <w:p w:rsidR="00B65DC9" w:rsidRDefault="00B65DC9" w:rsidP="00B65DC9">
      <w:r>
        <w:t>550.1576</w:t>
      </w:r>
      <w:r>
        <w:tab/>
        <w:t>1.013e0</w:t>
      </w:r>
    </w:p>
    <w:p w:rsidR="00B65DC9" w:rsidRDefault="00B65DC9" w:rsidP="00B65DC9">
      <w:r>
        <w:t>550.1936</w:t>
      </w:r>
      <w:r>
        <w:tab/>
        <w:t>2.532e-2</w:t>
      </w:r>
    </w:p>
    <w:p w:rsidR="00B65DC9" w:rsidRDefault="00B65DC9" w:rsidP="00B65DC9">
      <w:r>
        <w:t>550.1948</w:t>
      </w:r>
      <w:r>
        <w:tab/>
        <w:t>1.013e0</w:t>
      </w:r>
    </w:p>
    <w:p w:rsidR="00B65DC9" w:rsidRDefault="00B65DC9" w:rsidP="00B65DC9">
      <w:r>
        <w:t>550.2422</w:t>
      </w:r>
      <w:r>
        <w:tab/>
        <w:t>1.013e0</w:t>
      </w:r>
    </w:p>
    <w:p w:rsidR="00B65DC9" w:rsidRDefault="00B65DC9" w:rsidP="00B65DC9">
      <w:r>
        <w:t>550.2612</w:t>
      </w:r>
      <w:r>
        <w:tab/>
        <w:t>2.025e0</w:t>
      </w:r>
    </w:p>
    <w:p w:rsidR="00B65DC9" w:rsidRDefault="00B65DC9" w:rsidP="00B65DC9">
      <w:r>
        <w:t>550.2647</w:t>
      </w:r>
      <w:r>
        <w:tab/>
        <w:t>2.532e-2</w:t>
      </w:r>
    </w:p>
    <w:p w:rsidR="00B65DC9" w:rsidRDefault="00B65DC9" w:rsidP="00B65DC9">
      <w:r>
        <w:t>550.3276</w:t>
      </w:r>
      <w:r>
        <w:tab/>
        <w:t>1.013e0</w:t>
      </w:r>
    </w:p>
    <w:p w:rsidR="00B65DC9" w:rsidRDefault="00B65DC9" w:rsidP="00B65DC9">
      <w:r>
        <w:t>550.3468</w:t>
      </w:r>
      <w:r>
        <w:tab/>
        <w:t>6.076e0</w:t>
      </w:r>
    </w:p>
    <w:p w:rsidR="00B65DC9" w:rsidRDefault="00B65DC9" w:rsidP="00B65DC9">
      <w:r>
        <w:t>550.3947</w:t>
      </w:r>
      <w:r>
        <w:tab/>
        <w:t>2.025e0</w:t>
      </w:r>
    </w:p>
    <w:p w:rsidR="00B65DC9" w:rsidRDefault="00B65DC9" w:rsidP="00B65DC9">
      <w:r>
        <w:t>550.4084</w:t>
      </w:r>
      <w:r>
        <w:tab/>
        <w:t>3.038e0</w:t>
      </w:r>
    </w:p>
    <w:p w:rsidR="00B65DC9" w:rsidRDefault="00B65DC9" w:rsidP="00B65DC9">
      <w:r>
        <w:t>550.4224</w:t>
      </w:r>
      <w:r>
        <w:tab/>
        <w:t>1.266e-2</w:t>
      </w:r>
    </w:p>
    <w:p w:rsidR="00B65DC9" w:rsidRDefault="00B65DC9" w:rsidP="00B65DC9">
      <w:r>
        <w:t>550.4692</w:t>
      </w:r>
      <w:r>
        <w:tab/>
        <w:t>1.266e-2</w:t>
      </w:r>
    </w:p>
    <w:p w:rsidR="00B65DC9" w:rsidRDefault="00B65DC9" w:rsidP="00B65DC9">
      <w:r>
        <w:t>550.4789</w:t>
      </w:r>
      <w:r>
        <w:tab/>
        <w:t>2.025e0</w:t>
      </w:r>
    </w:p>
    <w:p w:rsidR="00B65DC9" w:rsidRDefault="00B65DC9" w:rsidP="00B65DC9">
      <w:r>
        <w:lastRenderedPageBreak/>
        <w:t>550.5128</w:t>
      </w:r>
      <w:r>
        <w:tab/>
        <w:t>3.038e0</w:t>
      </w:r>
    </w:p>
    <w:p w:rsidR="00B65DC9" w:rsidRDefault="00B65DC9" w:rsidP="00B65DC9">
      <w:r>
        <w:t>550.5427</w:t>
      </w:r>
      <w:r>
        <w:tab/>
        <w:t>1.013e0</w:t>
      </w:r>
    </w:p>
    <w:p w:rsidR="00B65DC9" w:rsidRDefault="00B65DC9" w:rsidP="00B65DC9">
      <w:r>
        <w:t>550.5728</w:t>
      </w:r>
      <w:r>
        <w:tab/>
        <w:t>1.038e0</w:t>
      </w:r>
    </w:p>
    <w:p w:rsidR="00B65DC9" w:rsidRDefault="00B65DC9" w:rsidP="00B65DC9">
      <w:r>
        <w:t>550.6027</w:t>
      </w:r>
      <w:r>
        <w:tab/>
        <w:t>1.025e0</w:t>
      </w:r>
    </w:p>
    <w:p w:rsidR="00B65DC9" w:rsidRDefault="00B65DC9" w:rsidP="00B65DC9">
      <w:r>
        <w:t>550.6411</w:t>
      </w:r>
      <w:r>
        <w:tab/>
        <w:t>2.025e0</w:t>
      </w:r>
    </w:p>
    <w:p w:rsidR="00B65DC9" w:rsidRDefault="00B65DC9" w:rsidP="00B65DC9">
      <w:r>
        <w:t>550.7640</w:t>
      </w:r>
      <w:r>
        <w:tab/>
        <w:t>1.013e0</w:t>
      </w:r>
    </w:p>
    <w:p w:rsidR="00B65DC9" w:rsidRDefault="00B65DC9" w:rsidP="00B65DC9">
      <w:r>
        <w:t>550.7971</w:t>
      </w:r>
      <w:r>
        <w:tab/>
        <w:t>2.025e0</w:t>
      </w:r>
    </w:p>
    <w:p w:rsidR="00B65DC9" w:rsidRDefault="00B65DC9" w:rsidP="00B65DC9">
      <w:r>
        <w:t>550.8172</w:t>
      </w:r>
      <w:r>
        <w:tab/>
        <w:t>4.051e0</w:t>
      </w:r>
    </w:p>
    <w:p w:rsidR="00B65DC9" w:rsidRDefault="00B65DC9" w:rsidP="00B65DC9">
      <w:r>
        <w:t>550.8524</w:t>
      </w:r>
      <w:r>
        <w:tab/>
        <w:t>2.025e0</w:t>
      </w:r>
    </w:p>
    <w:p w:rsidR="00B65DC9" w:rsidRDefault="00B65DC9" w:rsidP="00B65DC9">
      <w:r>
        <w:t>550.8776</w:t>
      </w:r>
      <w:r>
        <w:tab/>
        <w:t>2.051e0</w:t>
      </w:r>
    </w:p>
    <w:p w:rsidR="00B65DC9" w:rsidRDefault="00B65DC9" w:rsidP="00B65DC9">
      <w:r>
        <w:t>550.9257</w:t>
      </w:r>
      <w:r>
        <w:tab/>
        <w:t>1.013e0</w:t>
      </w:r>
    </w:p>
    <w:p w:rsidR="00B65DC9" w:rsidRDefault="00B65DC9" w:rsidP="00B65DC9">
      <w:r>
        <w:t>550.9590</w:t>
      </w:r>
      <w:r>
        <w:tab/>
        <w:t>3.038e0</w:t>
      </w:r>
    </w:p>
    <w:p w:rsidR="00B65DC9" w:rsidRDefault="00B65DC9" w:rsidP="00B65DC9">
      <w:r>
        <w:t>550.9601</w:t>
      </w:r>
      <w:r>
        <w:tab/>
        <w:t>1.013e0</w:t>
      </w:r>
    </w:p>
    <w:p w:rsidR="00B65DC9" w:rsidRDefault="00B65DC9" w:rsidP="00B65DC9">
      <w:r>
        <w:t>551.0014</w:t>
      </w:r>
      <w:r>
        <w:tab/>
        <w:t>1.013e0</w:t>
      </w:r>
    </w:p>
    <w:p w:rsidR="00B65DC9" w:rsidRDefault="00B65DC9" w:rsidP="00B65DC9">
      <w:r>
        <w:t>551.0122</w:t>
      </w:r>
      <w:r>
        <w:tab/>
        <w:t>3.038e0</w:t>
      </w:r>
    </w:p>
    <w:p w:rsidR="00B65DC9" w:rsidRDefault="00B65DC9" w:rsidP="00B65DC9">
      <w:r>
        <w:t>551.0327</w:t>
      </w:r>
      <w:r>
        <w:tab/>
        <w:t>3.038e0</w:t>
      </w:r>
    </w:p>
    <w:p w:rsidR="00B65DC9" w:rsidRDefault="00B65DC9" w:rsidP="00B65DC9">
      <w:r>
        <w:t>551.0640</w:t>
      </w:r>
      <w:r>
        <w:tab/>
        <w:t>2.025e0</w:t>
      </w:r>
    </w:p>
    <w:p w:rsidR="00B65DC9" w:rsidRDefault="00B65DC9" w:rsidP="00B65DC9">
      <w:r>
        <w:t>551.0774</w:t>
      </w:r>
      <w:r>
        <w:tab/>
        <w:t>1.013e0</w:t>
      </w:r>
    </w:p>
    <w:p w:rsidR="00B65DC9" w:rsidRDefault="00B65DC9" w:rsidP="00B65DC9">
      <w:r>
        <w:t>551.1082</w:t>
      </w:r>
      <w:r>
        <w:tab/>
        <w:t>2.025e0</w:t>
      </w:r>
    </w:p>
    <w:p w:rsidR="00B65DC9" w:rsidRDefault="00B65DC9" w:rsidP="00B65DC9">
      <w:r>
        <w:lastRenderedPageBreak/>
        <w:t>551.1439</w:t>
      </w:r>
      <w:r>
        <w:tab/>
        <w:t>1.013e0</w:t>
      </w:r>
    </w:p>
    <w:p w:rsidR="00B65DC9" w:rsidRDefault="00B65DC9" w:rsidP="00B65DC9">
      <w:r>
        <w:t>551.1819</w:t>
      </w:r>
      <w:r>
        <w:tab/>
        <w:t>1.025e0</w:t>
      </w:r>
    </w:p>
    <w:p w:rsidR="00B65DC9" w:rsidRDefault="00B65DC9" w:rsidP="00B65DC9">
      <w:r>
        <w:t>551.1876</w:t>
      </w:r>
      <w:r>
        <w:tab/>
        <w:t>2.025e0</w:t>
      </w:r>
    </w:p>
    <w:p w:rsidR="00B65DC9" w:rsidRDefault="00B65DC9" w:rsidP="00B65DC9">
      <w:r>
        <w:t>551.1968</w:t>
      </w:r>
      <w:r>
        <w:tab/>
        <w:t>1.013e0</w:t>
      </w:r>
    </w:p>
    <w:p w:rsidR="00B65DC9" w:rsidRDefault="00B65DC9" w:rsidP="00B65DC9">
      <w:r>
        <w:t>551.2153</w:t>
      </w:r>
      <w:r>
        <w:tab/>
        <w:t>1.013e0</w:t>
      </w:r>
    </w:p>
    <w:p w:rsidR="00B65DC9" w:rsidRDefault="00B65DC9" w:rsidP="00B65DC9">
      <w:r>
        <w:t>551.2662</w:t>
      </w:r>
      <w:r>
        <w:tab/>
        <w:t>3.038e0</w:t>
      </w:r>
    </w:p>
    <w:p w:rsidR="00B65DC9" w:rsidRDefault="00B65DC9" w:rsidP="00B65DC9">
      <w:r>
        <w:t>551.2776</w:t>
      </w:r>
      <w:r>
        <w:tab/>
        <w:t>1.013e0</w:t>
      </w:r>
    </w:p>
    <w:p w:rsidR="00B65DC9" w:rsidRDefault="00B65DC9" w:rsidP="00B65DC9">
      <w:r>
        <w:t>551.3050</w:t>
      </w:r>
      <w:r>
        <w:tab/>
        <w:t>1.013e0</w:t>
      </w:r>
    </w:p>
    <w:p w:rsidR="00B65DC9" w:rsidRDefault="00B65DC9" w:rsidP="00B65DC9">
      <w:r>
        <w:t>551.3821</w:t>
      </w:r>
      <w:r>
        <w:tab/>
        <w:t>1.013e0</w:t>
      </w:r>
    </w:p>
    <w:p w:rsidR="00B65DC9" w:rsidRDefault="00B65DC9" w:rsidP="00B65DC9">
      <w:r>
        <w:t>551.3967</w:t>
      </w:r>
      <w:r>
        <w:tab/>
        <w:t>2.025e0</w:t>
      </w:r>
    </w:p>
    <w:p w:rsidR="00B65DC9" w:rsidRDefault="00B65DC9" w:rsidP="00B65DC9">
      <w:r>
        <w:t>551.4335</w:t>
      </w:r>
      <w:r>
        <w:tab/>
        <w:t>1.025e0</w:t>
      </w:r>
    </w:p>
    <w:p w:rsidR="00B65DC9" w:rsidRDefault="00B65DC9" w:rsidP="00B65DC9">
      <w:r>
        <w:t>551.4384</w:t>
      </w:r>
      <w:r>
        <w:tab/>
        <w:t>1.266e-2</w:t>
      </w:r>
    </w:p>
    <w:p w:rsidR="00B65DC9" w:rsidRDefault="00B65DC9" w:rsidP="00B65DC9">
      <w:r>
        <w:t>551.5164</w:t>
      </w:r>
      <w:r>
        <w:tab/>
        <w:t>2.532e-2</w:t>
      </w:r>
    </w:p>
    <w:p w:rsidR="00B65DC9" w:rsidRDefault="00B65DC9" w:rsidP="00B65DC9">
      <w:r>
        <w:t>551.5232</w:t>
      </w:r>
      <w:r>
        <w:tab/>
        <w:t>1.013e0</w:t>
      </w:r>
    </w:p>
    <w:p w:rsidR="00B65DC9" w:rsidRDefault="00B65DC9" w:rsidP="00B65DC9">
      <w:r>
        <w:t>551.5621</w:t>
      </w:r>
      <w:r>
        <w:tab/>
        <w:t>1.266e-2</w:t>
      </w:r>
    </w:p>
    <w:p w:rsidR="00B65DC9" w:rsidRDefault="00B65DC9" w:rsidP="00B65DC9">
      <w:r>
        <w:t>551.5721</w:t>
      </w:r>
      <w:r>
        <w:tab/>
        <w:t>1.013e0</w:t>
      </w:r>
    </w:p>
    <w:p w:rsidR="00B65DC9" w:rsidRDefault="00B65DC9" w:rsidP="00B65DC9">
      <w:r>
        <w:t>551.5905</w:t>
      </w:r>
      <w:r>
        <w:tab/>
        <w:t>1.266e-2</w:t>
      </w:r>
    </w:p>
    <w:p w:rsidR="00B65DC9" w:rsidRDefault="00B65DC9" w:rsidP="00B65DC9">
      <w:r>
        <w:t>551.6150</w:t>
      </w:r>
      <w:r>
        <w:tab/>
        <w:t>1.013e0</w:t>
      </w:r>
    </w:p>
    <w:p w:rsidR="00B65DC9" w:rsidRDefault="00B65DC9" w:rsidP="00B65DC9">
      <w:r>
        <w:t>551.6285</w:t>
      </w:r>
      <w:r>
        <w:tab/>
        <w:t>1.266e-2</w:t>
      </w:r>
    </w:p>
    <w:p w:rsidR="00B65DC9" w:rsidRDefault="00B65DC9" w:rsidP="00B65DC9">
      <w:r>
        <w:lastRenderedPageBreak/>
        <w:t>551.6545</w:t>
      </w:r>
      <w:r>
        <w:tab/>
        <w:t>3.038e0</w:t>
      </w:r>
    </w:p>
    <w:p w:rsidR="00B65DC9" w:rsidRDefault="00B65DC9" w:rsidP="00B65DC9">
      <w:r>
        <w:t>551.7415</w:t>
      </w:r>
      <w:r>
        <w:tab/>
        <w:t>1.013e0</w:t>
      </w:r>
    </w:p>
    <w:p w:rsidR="00B65DC9" w:rsidRDefault="00B65DC9" w:rsidP="00B65DC9">
      <w:r>
        <w:t>551.7438</w:t>
      </w:r>
      <w:r>
        <w:tab/>
        <w:t>2.025e0</w:t>
      </w:r>
    </w:p>
    <w:p w:rsidR="00B65DC9" w:rsidRDefault="00B65DC9" w:rsidP="00B65DC9">
      <w:r>
        <w:t>551.8633</w:t>
      </w:r>
      <w:r>
        <w:tab/>
        <w:t>3.038e0</w:t>
      </w:r>
    </w:p>
    <w:p w:rsidR="00B65DC9" w:rsidRDefault="00B65DC9" w:rsidP="00B65DC9">
      <w:r>
        <w:t>551.8662</w:t>
      </w:r>
      <w:r>
        <w:tab/>
        <w:t>1.013e0</w:t>
      </w:r>
    </w:p>
    <w:p w:rsidR="00B65DC9" w:rsidRDefault="00B65DC9" w:rsidP="00B65DC9">
      <w:r>
        <w:t>551.8954</w:t>
      </w:r>
      <w:r>
        <w:tab/>
        <w:t>1.266e-2</w:t>
      </w:r>
    </w:p>
    <w:p w:rsidR="00B65DC9" w:rsidRDefault="00B65DC9" w:rsidP="00B65DC9">
      <w:r>
        <w:t>551.9197</w:t>
      </w:r>
      <w:r>
        <w:tab/>
        <w:t>2.025e0</w:t>
      </w:r>
    </w:p>
    <w:p w:rsidR="00B65DC9" w:rsidRDefault="00B65DC9" w:rsidP="00B65DC9">
      <w:r>
        <w:t>551.9231</w:t>
      </w:r>
      <w:r>
        <w:tab/>
        <w:t>1.013e0</w:t>
      </w:r>
    </w:p>
    <w:p w:rsidR="00B65DC9" w:rsidRDefault="00B65DC9" w:rsidP="00B65DC9">
      <w:r>
        <w:t>551.9518</w:t>
      </w:r>
      <w:r>
        <w:tab/>
        <w:t>1.266e-2</w:t>
      </w:r>
    </w:p>
    <w:p w:rsidR="00B65DC9" w:rsidRDefault="00B65DC9" w:rsidP="00B65DC9">
      <w:r>
        <w:t>552.0156</w:t>
      </w:r>
      <w:r>
        <w:tab/>
        <w:t>2.025e0</w:t>
      </w:r>
    </w:p>
    <w:p w:rsidR="00B65DC9" w:rsidRDefault="00B65DC9" w:rsidP="00B65DC9">
      <w:r>
        <w:t>552.0715</w:t>
      </w:r>
      <w:r>
        <w:tab/>
        <w:t>2.025e0</w:t>
      </w:r>
    </w:p>
    <w:p w:rsidR="00B65DC9" w:rsidRDefault="00B65DC9" w:rsidP="00B65DC9">
      <w:r>
        <w:t>552.0850</w:t>
      </w:r>
      <w:r>
        <w:tab/>
        <w:t>1.013e0</w:t>
      </w:r>
    </w:p>
    <w:p w:rsidR="00B65DC9" w:rsidRDefault="00B65DC9" w:rsidP="00B65DC9">
      <w:r>
        <w:t>552.1595</w:t>
      </w:r>
      <w:r>
        <w:tab/>
        <w:t>1.013e0</w:t>
      </w:r>
    </w:p>
    <w:p w:rsidR="00B65DC9" w:rsidRDefault="00B65DC9" w:rsidP="00B65DC9">
      <w:r>
        <w:t>552.1681</w:t>
      </w:r>
      <w:r>
        <w:tab/>
        <w:t>3.038e0</w:t>
      </w:r>
    </w:p>
    <w:p w:rsidR="00B65DC9" w:rsidRDefault="00B65DC9" w:rsidP="00B65DC9">
      <w:r>
        <w:t>552.1713</w:t>
      </w:r>
      <w:r>
        <w:tab/>
        <w:t>1.013e0</w:t>
      </w:r>
    </w:p>
    <w:p w:rsidR="00B65DC9" w:rsidRDefault="00B65DC9" w:rsidP="00B65DC9">
      <w:r>
        <w:t>552.1779</w:t>
      </w:r>
      <w:r>
        <w:tab/>
        <w:t>1.013e0</w:t>
      </w:r>
    </w:p>
    <w:p w:rsidR="00B65DC9" w:rsidRDefault="00B65DC9" w:rsidP="00B65DC9">
      <w:r>
        <w:t>552.2153</w:t>
      </w:r>
      <w:r>
        <w:tab/>
        <w:t>1.013e0</w:t>
      </w:r>
    </w:p>
    <w:p w:rsidR="00B65DC9" w:rsidRDefault="00B65DC9" w:rsidP="00B65DC9">
      <w:r>
        <w:t>552.2562</w:t>
      </w:r>
      <w:r>
        <w:tab/>
        <w:t>1.013e0</w:t>
      </w:r>
    </w:p>
    <w:p w:rsidR="00B65DC9" w:rsidRDefault="00B65DC9" w:rsidP="00B65DC9">
      <w:r>
        <w:t>552.2848</w:t>
      </w:r>
      <w:r>
        <w:tab/>
        <w:t>2.025e0</w:t>
      </w:r>
    </w:p>
    <w:p w:rsidR="00B65DC9" w:rsidRDefault="00B65DC9" w:rsidP="00B65DC9">
      <w:r>
        <w:lastRenderedPageBreak/>
        <w:t>552.2893</w:t>
      </w:r>
      <w:r>
        <w:tab/>
        <w:t>3.038e0</w:t>
      </w:r>
    </w:p>
    <w:p w:rsidR="00B65DC9" w:rsidRDefault="00B65DC9" w:rsidP="00B65DC9">
      <w:r>
        <w:t>552.2962</w:t>
      </w:r>
      <w:r>
        <w:tab/>
        <w:t>4.051e0</w:t>
      </w:r>
    </w:p>
    <w:p w:rsidR="00B65DC9" w:rsidRDefault="00B65DC9" w:rsidP="00B65DC9">
      <w:r>
        <w:t>552.3439</w:t>
      </w:r>
      <w:r>
        <w:tab/>
        <w:t>2.025e0</w:t>
      </w:r>
    </w:p>
    <w:p w:rsidR="00B65DC9" w:rsidRDefault="00B65DC9" w:rsidP="00B65DC9">
      <w:r>
        <w:t>552.4085</w:t>
      </w:r>
      <w:r>
        <w:tab/>
        <w:t>1.266e-2</w:t>
      </w:r>
    </w:p>
    <w:p w:rsidR="00B65DC9" w:rsidRDefault="00B65DC9" w:rsidP="00B65DC9">
      <w:r>
        <w:t>552.4337</w:t>
      </w:r>
      <w:r>
        <w:tab/>
        <w:t>2.025e0</w:t>
      </w:r>
    </w:p>
    <w:p w:rsidR="00B65DC9" w:rsidRDefault="00B65DC9" w:rsidP="00B65DC9">
      <w:r>
        <w:t>552.4457</w:t>
      </w:r>
      <w:r>
        <w:tab/>
        <w:t>3.038e0</w:t>
      </w:r>
    </w:p>
    <w:p w:rsidR="00B65DC9" w:rsidRDefault="00B65DC9" w:rsidP="00B65DC9">
      <w:r>
        <w:t>552.5067</w:t>
      </w:r>
      <w:r>
        <w:tab/>
        <w:t>1.013e0</w:t>
      </w:r>
    </w:p>
    <w:p w:rsidR="00B65DC9" w:rsidRDefault="00B65DC9" w:rsidP="00B65DC9">
      <w:r>
        <w:t>552.5228</w:t>
      </w:r>
      <w:r>
        <w:tab/>
        <w:t>2.532e-2</w:t>
      </w:r>
    </w:p>
    <w:p w:rsidR="00B65DC9" w:rsidRDefault="00B65DC9" w:rsidP="00B65DC9">
      <w:r>
        <w:t>552.5894</w:t>
      </w:r>
      <w:r>
        <w:tab/>
        <w:t>1.266e-2</w:t>
      </w:r>
    </w:p>
    <w:p w:rsidR="00B65DC9" w:rsidRDefault="00B65DC9" w:rsidP="00B65DC9">
      <w:r>
        <w:t>552.6758</w:t>
      </w:r>
      <w:r>
        <w:tab/>
        <w:t>1.013e0</w:t>
      </w:r>
    </w:p>
    <w:p w:rsidR="00B65DC9" w:rsidRDefault="00B65DC9" w:rsidP="00B65DC9">
      <w:r>
        <w:t>552.6846</w:t>
      </w:r>
      <w:r>
        <w:tab/>
        <w:t>1.013e0</w:t>
      </w:r>
    </w:p>
    <w:p w:rsidR="00B65DC9" w:rsidRDefault="00B65DC9" w:rsidP="00B65DC9">
      <w:r>
        <w:t>552.7440</w:t>
      </w:r>
      <w:r>
        <w:tab/>
        <w:t>1.013e0</w:t>
      </w:r>
    </w:p>
    <w:p w:rsidR="00B65DC9" w:rsidRDefault="00B65DC9" w:rsidP="00B65DC9">
      <w:r>
        <w:t>552.8179</w:t>
      </w:r>
      <w:r>
        <w:tab/>
        <w:t>1.266e-2</w:t>
      </w:r>
    </w:p>
    <w:p w:rsidR="00B65DC9" w:rsidRDefault="00B65DC9" w:rsidP="00B65DC9">
      <w:r>
        <w:t>552.8563</w:t>
      </w:r>
      <w:r>
        <w:tab/>
        <w:t>1.025e0</w:t>
      </w:r>
    </w:p>
    <w:p w:rsidR="00B65DC9" w:rsidRDefault="00B65DC9" w:rsidP="00B65DC9">
      <w:r>
        <w:t>552.8656</w:t>
      </w:r>
      <w:r>
        <w:tab/>
        <w:t>1.013e0</w:t>
      </w:r>
    </w:p>
    <w:p w:rsidR="00B65DC9" w:rsidRDefault="00B65DC9" w:rsidP="00B65DC9">
      <w:r>
        <w:t>552.9440</w:t>
      </w:r>
      <w:r>
        <w:tab/>
        <w:t>2.532e-2</w:t>
      </w:r>
    </w:p>
    <w:p w:rsidR="00B65DC9" w:rsidRDefault="00B65DC9" w:rsidP="00B65DC9">
      <w:r>
        <w:t>552.9513</w:t>
      </w:r>
      <w:r>
        <w:tab/>
        <w:t>1.013e0</w:t>
      </w:r>
    </w:p>
    <w:p w:rsidR="00B65DC9" w:rsidRDefault="00B65DC9" w:rsidP="00B65DC9">
      <w:r>
        <w:t>552.9590</w:t>
      </w:r>
      <w:r>
        <w:tab/>
        <w:t>1.013e0</w:t>
      </w:r>
    </w:p>
    <w:p w:rsidR="00B65DC9" w:rsidRDefault="00B65DC9" w:rsidP="00B65DC9">
      <w:r>
        <w:t>552.9621</w:t>
      </w:r>
      <w:r>
        <w:tab/>
        <w:t>1.013e0</w:t>
      </w:r>
    </w:p>
    <w:p w:rsidR="00B65DC9" w:rsidRDefault="00B65DC9" w:rsidP="00B65DC9">
      <w:r>
        <w:lastRenderedPageBreak/>
        <w:t>553.0565</w:t>
      </w:r>
      <w:r>
        <w:tab/>
        <w:t>2.025e0</w:t>
      </w:r>
    </w:p>
    <w:p w:rsidR="00B65DC9" w:rsidRDefault="00B65DC9" w:rsidP="00B65DC9">
      <w:r>
        <w:t>553.0903</w:t>
      </w:r>
      <w:r>
        <w:tab/>
        <w:t>3.038e0</w:t>
      </w:r>
    </w:p>
    <w:p w:rsidR="00B65DC9" w:rsidRDefault="00B65DC9" w:rsidP="00B65DC9">
      <w:r>
        <w:t>553.1804</w:t>
      </w:r>
      <w:r>
        <w:tab/>
        <w:t>2.025e0</w:t>
      </w:r>
    </w:p>
    <w:p w:rsidR="00B65DC9" w:rsidRDefault="00B65DC9" w:rsidP="00B65DC9">
      <w:r>
        <w:t>553.2086</w:t>
      </w:r>
      <w:r>
        <w:tab/>
        <w:t>1.013e0</w:t>
      </w:r>
    </w:p>
    <w:p w:rsidR="00B65DC9" w:rsidRDefault="00B65DC9" w:rsidP="00B65DC9">
      <w:r>
        <w:t>553.2211</w:t>
      </w:r>
      <w:r>
        <w:tab/>
        <w:t>3.038e0</w:t>
      </w:r>
    </w:p>
    <w:p w:rsidR="00B65DC9" w:rsidRDefault="00B65DC9" w:rsidP="00B65DC9">
      <w:r>
        <w:t>553.2673</w:t>
      </w:r>
      <w:r>
        <w:tab/>
        <w:t>2.025e0</w:t>
      </w:r>
    </w:p>
    <w:p w:rsidR="00B65DC9" w:rsidRDefault="00B65DC9" w:rsidP="00B65DC9">
      <w:r>
        <w:t>553.2736</w:t>
      </w:r>
      <w:r>
        <w:tab/>
        <w:t>3.038e0</w:t>
      </w:r>
    </w:p>
    <w:p w:rsidR="00B65DC9" w:rsidRDefault="00B65DC9" w:rsidP="00B65DC9">
      <w:r>
        <w:t>553.2769</w:t>
      </w:r>
      <w:r>
        <w:tab/>
        <w:t>3.051e0</w:t>
      </w:r>
    </w:p>
    <w:p w:rsidR="00B65DC9" w:rsidRDefault="00B65DC9" w:rsidP="00B65DC9">
      <w:r>
        <w:t>553.2953</w:t>
      </w:r>
      <w:r>
        <w:tab/>
        <w:t>5.076e0</w:t>
      </w:r>
    </w:p>
    <w:p w:rsidR="00B65DC9" w:rsidRDefault="00B65DC9" w:rsidP="00B65DC9">
      <w:r>
        <w:t>553.3706</w:t>
      </w:r>
      <w:r>
        <w:tab/>
        <w:t>3.251e0</w:t>
      </w:r>
    </w:p>
    <w:p w:rsidR="00B65DC9" w:rsidRDefault="00B65DC9" w:rsidP="00B65DC9">
      <w:r>
        <w:t>553.4140</w:t>
      </w:r>
      <w:r>
        <w:tab/>
        <w:t>1.013e0</w:t>
      </w:r>
    </w:p>
    <w:p w:rsidR="00B65DC9" w:rsidRDefault="00B65DC9" w:rsidP="00B65DC9">
      <w:r>
        <w:t>553.4619</w:t>
      </w:r>
      <w:r>
        <w:tab/>
        <w:t>2.025e0</w:t>
      </w:r>
    </w:p>
    <w:p w:rsidR="00B65DC9" w:rsidRDefault="00B65DC9" w:rsidP="00B65DC9">
      <w:r>
        <w:t>553.4760</w:t>
      </w:r>
      <w:r>
        <w:tab/>
        <w:t>2.025e0</w:t>
      </w:r>
    </w:p>
    <w:p w:rsidR="00B65DC9" w:rsidRDefault="00B65DC9" w:rsidP="00B65DC9">
      <w:r>
        <w:t>553.4877</w:t>
      </w:r>
      <w:r>
        <w:tab/>
        <w:t>1.013e0</w:t>
      </w:r>
    </w:p>
    <w:p w:rsidR="00B65DC9" w:rsidRDefault="00B65DC9" w:rsidP="00B65DC9">
      <w:r>
        <w:t>553.5328</w:t>
      </w:r>
      <w:r>
        <w:tab/>
        <w:t>1.013e0</w:t>
      </w:r>
    </w:p>
    <w:p w:rsidR="00B65DC9" w:rsidRDefault="00B65DC9" w:rsidP="00B65DC9">
      <w:r>
        <w:t>553.5907</w:t>
      </w:r>
      <w:r>
        <w:tab/>
        <w:t>1.013e0</w:t>
      </w:r>
    </w:p>
    <w:p w:rsidR="00B65DC9" w:rsidRDefault="00B65DC9" w:rsidP="00B65DC9">
      <w:r>
        <w:t>553.5995</w:t>
      </w:r>
      <w:r>
        <w:tab/>
        <w:t>1.266e-2</w:t>
      </w:r>
    </w:p>
    <w:p w:rsidR="00B65DC9" w:rsidRDefault="00B65DC9" w:rsidP="00B65DC9">
      <w:r>
        <w:t>553.6692</w:t>
      </w:r>
      <w:r>
        <w:tab/>
        <w:t>1.013e0</w:t>
      </w:r>
    </w:p>
    <w:p w:rsidR="00B65DC9" w:rsidRDefault="00B65DC9" w:rsidP="00B65DC9">
      <w:r>
        <w:t>553.7484</w:t>
      </w:r>
      <w:r>
        <w:tab/>
        <w:t>2.025e0</w:t>
      </w:r>
    </w:p>
    <w:p w:rsidR="00B65DC9" w:rsidRDefault="00B65DC9" w:rsidP="00B65DC9">
      <w:r>
        <w:lastRenderedPageBreak/>
        <w:t>553.7903</w:t>
      </w:r>
      <w:r>
        <w:tab/>
        <w:t>1.013e0</w:t>
      </w:r>
    </w:p>
    <w:p w:rsidR="00B65DC9" w:rsidRDefault="00B65DC9" w:rsidP="00B65DC9">
      <w:r>
        <w:t>553.8190</w:t>
      </w:r>
      <w:r>
        <w:tab/>
        <w:t>1.013e0</w:t>
      </w:r>
    </w:p>
    <w:p w:rsidR="00B65DC9" w:rsidRDefault="00B65DC9" w:rsidP="00B65DC9">
      <w:r>
        <w:t>553.8323</w:t>
      </w:r>
      <w:r>
        <w:tab/>
        <w:t>1.266e-2</w:t>
      </w:r>
    </w:p>
    <w:p w:rsidR="00B65DC9" w:rsidRDefault="00B65DC9" w:rsidP="00B65DC9">
      <w:r>
        <w:t>553.8496</w:t>
      </w:r>
      <w:r>
        <w:tab/>
        <w:t>2.025e0</w:t>
      </w:r>
    </w:p>
    <w:p w:rsidR="00B65DC9" w:rsidRDefault="00B65DC9" w:rsidP="00B65DC9">
      <w:r>
        <w:t>553.9296</w:t>
      </w:r>
      <w:r>
        <w:tab/>
        <w:t>3.038e0</w:t>
      </w:r>
    </w:p>
    <w:p w:rsidR="00B65DC9" w:rsidRDefault="00B65DC9" w:rsidP="00B65DC9">
      <w:r>
        <w:t>553.9323</w:t>
      </w:r>
      <w:r>
        <w:tab/>
        <w:t>3.038e0</w:t>
      </w:r>
    </w:p>
    <w:p w:rsidR="00B65DC9" w:rsidRDefault="00B65DC9" w:rsidP="00B65DC9">
      <w:r>
        <w:t>553.9677</w:t>
      </w:r>
      <w:r>
        <w:tab/>
        <w:t>2.025e0</w:t>
      </w:r>
    </w:p>
    <w:p w:rsidR="00B65DC9" w:rsidRDefault="00B65DC9" w:rsidP="00B65DC9">
      <w:r>
        <w:t>554.0513</w:t>
      </w:r>
      <w:r>
        <w:tab/>
        <w:t>1.025e0</w:t>
      </w:r>
    </w:p>
    <w:p w:rsidR="00B65DC9" w:rsidRDefault="00B65DC9" w:rsidP="00B65DC9">
      <w:r>
        <w:t>554.0673</w:t>
      </w:r>
      <w:r>
        <w:tab/>
        <w:t>1.013e0</w:t>
      </w:r>
    </w:p>
    <w:p w:rsidR="00B65DC9" w:rsidRDefault="00B65DC9" w:rsidP="00B65DC9">
      <w:r>
        <w:t>554.1577</w:t>
      </w:r>
      <w:r>
        <w:tab/>
        <w:t>1.025e0</w:t>
      </w:r>
    </w:p>
    <w:p w:rsidR="00B65DC9" w:rsidRDefault="00B65DC9" w:rsidP="00B65DC9">
      <w:r>
        <w:t>554.1633</w:t>
      </w:r>
      <w:r>
        <w:tab/>
        <w:t>1.013e0</w:t>
      </w:r>
    </w:p>
    <w:p w:rsidR="00B65DC9" w:rsidRDefault="00B65DC9" w:rsidP="00B65DC9">
      <w:r>
        <w:t>554.1721</w:t>
      </w:r>
      <w:r>
        <w:tab/>
        <w:t>1.266e-2</w:t>
      </w:r>
    </w:p>
    <w:p w:rsidR="00B65DC9" w:rsidRDefault="00B65DC9" w:rsidP="00B65DC9">
      <w:r>
        <w:t>554.2509</w:t>
      </w:r>
      <w:r>
        <w:tab/>
        <w:t>2.025e0</w:t>
      </w:r>
    </w:p>
    <w:p w:rsidR="00B65DC9" w:rsidRDefault="00B65DC9" w:rsidP="00B65DC9">
      <w:r>
        <w:t>554.2580</w:t>
      </w:r>
      <w:r>
        <w:tab/>
        <w:t>1.013e0</w:t>
      </w:r>
    </w:p>
    <w:p w:rsidR="00B65DC9" w:rsidRDefault="00B65DC9" w:rsidP="00B65DC9">
      <w:r>
        <w:t>554.2687</w:t>
      </w:r>
      <w:r>
        <w:tab/>
        <w:t>2.025e0</w:t>
      </w:r>
    </w:p>
    <w:p w:rsidR="00B65DC9" w:rsidRDefault="00B65DC9" w:rsidP="00B65DC9">
      <w:r>
        <w:t>554.2745</w:t>
      </w:r>
      <w:r>
        <w:tab/>
        <w:t>2.532e-2</w:t>
      </w:r>
    </w:p>
    <w:p w:rsidR="00B65DC9" w:rsidRDefault="00B65DC9" w:rsidP="00B65DC9">
      <w:r>
        <w:t>554.2850</w:t>
      </w:r>
      <w:r>
        <w:tab/>
        <w:t>3.038e0</w:t>
      </w:r>
    </w:p>
    <w:p w:rsidR="00B65DC9" w:rsidRDefault="00B65DC9" w:rsidP="00B65DC9">
      <w:r>
        <w:t>554.3640</w:t>
      </w:r>
      <w:r>
        <w:tab/>
        <w:t>3.038e0</w:t>
      </w:r>
    </w:p>
    <w:p w:rsidR="00B65DC9" w:rsidRDefault="00B65DC9" w:rsidP="00B65DC9">
      <w:r>
        <w:t>554.3722</w:t>
      </w:r>
      <w:r>
        <w:tab/>
        <w:t>5.063e0</w:t>
      </w:r>
    </w:p>
    <w:p w:rsidR="00B65DC9" w:rsidRDefault="00B65DC9" w:rsidP="00B65DC9">
      <w:r>
        <w:lastRenderedPageBreak/>
        <w:t>554.4886</w:t>
      </w:r>
      <w:r>
        <w:tab/>
        <w:t>2.025e0</w:t>
      </w:r>
    </w:p>
    <w:p w:rsidR="00B65DC9" w:rsidRDefault="00B65DC9" w:rsidP="00B65DC9">
      <w:r>
        <w:t>554.4990</w:t>
      </w:r>
      <w:r>
        <w:tab/>
        <w:t>3.038e0</w:t>
      </w:r>
    </w:p>
    <w:p w:rsidR="00B65DC9" w:rsidRDefault="00B65DC9" w:rsidP="00B65DC9">
      <w:r>
        <w:t>554.6305</w:t>
      </w:r>
      <w:r>
        <w:tab/>
        <w:t>1.025e0</w:t>
      </w:r>
    </w:p>
    <w:p w:rsidR="00B65DC9" w:rsidRDefault="00B65DC9" w:rsidP="00B65DC9">
      <w:r>
        <w:t>554.6878</w:t>
      </w:r>
      <w:r>
        <w:tab/>
        <w:t>1.013e0</w:t>
      </w:r>
    </w:p>
    <w:p w:rsidR="00B65DC9" w:rsidRDefault="00B65DC9" w:rsidP="00B65DC9">
      <w:r>
        <w:t>554.7261</w:t>
      </w:r>
      <w:r>
        <w:tab/>
        <w:t>1.013e0</w:t>
      </w:r>
    </w:p>
    <w:p w:rsidR="00B65DC9" w:rsidRDefault="00B65DC9" w:rsidP="00B65DC9">
      <w:r>
        <w:t>554.7396</w:t>
      </w:r>
      <w:r>
        <w:tab/>
        <w:t>2.025e0</w:t>
      </w:r>
    </w:p>
    <w:p w:rsidR="00B65DC9" w:rsidRDefault="00B65DC9" w:rsidP="00B65DC9">
      <w:r>
        <w:t>554.7459</w:t>
      </w:r>
      <w:r>
        <w:tab/>
        <w:t>1.013e0</w:t>
      </w:r>
    </w:p>
    <w:p w:rsidR="00B65DC9" w:rsidRDefault="00B65DC9" w:rsidP="00B65DC9">
      <w:r>
        <w:t>554.8025</w:t>
      </w:r>
      <w:r>
        <w:tab/>
        <w:t>1.266e-2</w:t>
      </w:r>
    </w:p>
    <w:p w:rsidR="00B65DC9" w:rsidRDefault="00B65DC9" w:rsidP="00B65DC9">
      <w:r>
        <w:t>554.8581</w:t>
      </w:r>
      <w:r>
        <w:tab/>
        <w:t>2.025e0</w:t>
      </w:r>
    </w:p>
    <w:p w:rsidR="00B65DC9" w:rsidRDefault="00B65DC9" w:rsidP="00B65DC9">
      <w:r>
        <w:t>554.8701</w:t>
      </w:r>
      <w:r>
        <w:tab/>
        <w:t>2.025e0</w:t>
      </w:r>
    </w:p>
    <w:p w:rsidR="00B65DC9" w:rsidRDefault="00B65DC9" w:rsidP="00B65DC9">
      <w:r>
        <w:t>554.9029</w:t>
      </w:r>
      <w:r>
        <w:tab/>
        <w:t>2.025e0</w:t>
      </w:r>
    </w:p>
    <w:p w:rsidR="00B65DC9" w:rsidRDefault="00B65DC9" w:rsidP="00B65DC9">
      <w:r>
        <w:t>554.9363</w:t>
      </w:r>
      <w:r>
        <w:tab/>
        <w:t>1.013e0</w:t>
      </w:r>
    </w:p>
    <w:p w:rsidR="00B65DC9" w:rsidRDefault="00B65DC9" w:rsidP="00B65DC9">
      <w:r>
        <w:t>554.9950</w:t>
      </w:r>
      <w:r>
        <w:tab/>
        <w:t>2.025e0</w:t>
      </w:r>
    </w:p>
    <w:p w:rsidR="00B65DC9" w:rsidRDefault="00B65DC9" w:rsidP="00B65DC9">
      <w:r>
        <w:t>555.0606</w:t>
      </w:r>
      <w:r>
        <w:tab/>
        <w:t>1.013e0</w:t>
      </w:r>
    </w:p>
    <w:p w:rsidR="00B65DC9" w:rsidRDefault="00B65DC9" w:rsidP="00B65DC9">
      <w:r>
        <w:t>555.0797</w:t>
      </w:r>
      <w:r>
        <w:tab/>
        <w:t>1.013e0</w:t>
      </w:r>
    </w:p>
    <w:p w:rsidR="00B65DC9" w:rsidRDefault="00B65DC9" w:rsidP="00B65DC9">
      <w:r>
        <w:t>555.0989</w:t>
      </w:r>
      <w:r>
        <w:tab/>
        <w:t>1.013e0</w:t>
      </w:r>
    </w:p>
    <w:p w:rsidR="00B65DC9" w:rsidRDefault="00B65DC9" w:rsidP="00B65DC9">
      <w:r>
        <w:t>555.1165</w:t>
      </w:r>
      <w:r>
        <w:tab/>
        <w:t>2.025e0</w:t>
      </w:r>
    </w:p>
    <w:p w:rsidR="00B65DC9" w:rsidRDefault="00B65DC9" w:rsidP="00B65DC9">
      <w:r>
        <w:t>555.2009</w:t>
      </w:r>
      <w:r>
        <w:tab/>
        <w:t>3.038e0</w:t>
      </w:r>
    </w:p>
    <w:p w:rsidR="00B65DC9" w:rsidRDefault="00B65DC9" w:rsidP="00B65DC9">
      <w:r>
        <w:t>555.2034</w:t>
      </w:r>
      <w:r>
        <w:tab/>
        <w:t>6.076e0</w:t>
      </w:r>
    </w:p>
    <w:p w:rsidR="00B65DC9" w:rsidRDefault="00B65DC9" w:rsidP="00B65DC9">
      <w:r>
        <w:lastRenderedPageBreak/>
        <w:t>555.2051</w:t>
      </w:r>
      <w:r>
        <w:tab/>
        <w:t>2.051e0</w:t>
      </w:r>
    </w:p>
    <w:p w:rsidR="00B65DC9" w:rsidRDefault="00B65DC9" w:rsidP="00B65DC9">
      <w:r>
        <w:t>555.2136</w:t>
      </w:r>
      <w:r>
        <w:tab/>
        <w:t>1.013e0</w:t>
      </w:r>
    </w:p>
    <w:p w:rsidR="00B65DC9" w:rsidRDefault="00B65DC9" w:rsidP="00B65DC9">
      <w:r>
        <w:t>555.2729</w:t>
      </w:r>
      <w:r>
        <w:tab/>
        <w:t>1.038e0</w:t>
      </w:r>
    </w:p>
    <w:p w:rsidR="00B65DC9" w:rsidRDefault="00B65DC9" w:rsidP="00B65DC9">
      <w:r>
        <w:t>555.2955</w:t>
      </w:r>
      <w:r>
        <w:tab/>
        <w:t>2.025e0</w:t>
      </w:r>
    </w:p>
    <w:p w:rsidR="00B65DC9" w:rsidRDefault="00B65DC9" w:rsidP="00B65DC9">
      <w:r>
        <w:t>555.3093</w:t>
      </w:r>
      <w:r>
        <w:tab/>
        <w:t>2.038e0</w:t>
      </w:r>
    </w:p>
    <w:p w:rsidR="00B65DC9" w:rsidRDefault="00B65DC9" w:rsidP="00B65DC9">
      <w:r>
        <w:t>555.3475</w:t>
      </w:r>
      <w:r>
        <w:tab/>
        <w:t>1.013e0</w:t>
      </w:r>
    </w:p>
    <w:p w:rsidR="00B65DC9" w:rsidRDefault="00B65DC9" w:rsidP="00B65DC9">
      <w:r>
        <w:t>555.3589</w:t>
      </w:r>
      <w:r>
        <w:tab/>
        <w:t>2.532e-2</w:t>
      </w:r>
    </w:p>
    <w:p w:rsidR="00B65DC9" w:rsidRDefault="00B65DC9" w:rsidP="00B65DC9">
      <w:r>
        <w:t>555.3802</w:t>
      </w:r>
      <w:r>
        <w:tab/>
        <w:t>2.025e0</w:t>
      </w:r>
    </w:p>
    <w:p w:rsidR="00B65DC9" w:rsidRDefault="00B65DC9" w:rsidP="00B65DC9">
      <w:r>
        <w:t>555.4238</w:t>
      </w:r>
      <w:r>
        <w:tab/>
        <w:t>2.025e0</w:t>
      </w:r>
    </w:p>
    <w:p w:rsidR="00B65DC9" w:rsidRDefault="00B65DC9" w:rsidP="00B65DC9">
      <w:r>
        <w:t>555.4343</w:t>
      </w:r>
      <w:r>
        <w:tab/>
        <w:t>1.013e0</w:t>
      </w:r>
    </w:p>
    <w:p w:rsidR="00B65DC9" w:rsidRDefault="00B65DC9" w:rsidP="00B65DC9">
      <w:r>
        <w:t>555.4774</w:t>
      </w:r>
      <w:r>
        <w:tab/>
        <w:t>3.038e0</w:t>
      </w:r>
    </w:p>
    <w:p w:rsidR="00B65DC9" w:rsidRDefault="00B65DC9" w:rsidP="00B65DC9">
      <w:r>
        <w:t>555.4915</w:t>
      </w:r>
      <w:r>
        <w:tab/>
        <w:t>2.025e0</w:t>
      </w:r>
    </w:p>
    <w:p w:rsidR="00B65DC9" w:rsidRDefault="00B65DC9" w:rsidP="00B65DC9">
      <w:r>
        <w:t>555.5676</w:t>
      </w:r>
      <w:r>
        <w:tab/>
        <w:t>1.013e0</w:t>
      </w:r>
    </w:p>
    <w:p w:rsidR="00B65DC9" w:rsidRDefault="00B65DC9" w:rsidP="00B65DC9">
      <w:r>
        <w:t>555.5781</w:t>
      </w:r>
      <w:r>
        <w:tab/>
        <w:t>2.025e0</w:t>
      </w:r>
    </w:p>
    <w:p w:rsidR="00B65DC9" w:rsidRDefault="00B65DC9" w:rsidP="00B65DC9">
      <w:r>
        <w:t>555.6999</w:t>
      </w:r>
      <w:r>
        <w:tab/>
        <w:t>1.013e0</w:t>
      </w:r>
    </w:p>
    <w:p w:rsidR="00B65DC9" w:rsidRDefault="00B65DC9" w:rsidP="00B65DC9">
      <w:r>
        <w:t>555.7550</w:t>
      </w:r>
      <w:r>
        <w:tab/>
        <w:t>2.025e0</w:t>
      </w:r>
    </w:p>
    <w:p w:rsidR="00B65DC9" w:rsidRDefault="00B65DC9" w:rsidP="00B65DC9">
      <w:r>
        <w:t>555.7686</w:t>
      </w:r>
      <w:r>
        <w:tab/>
        <w:t>1.013e0</w:t>
      </w:r>
    </w:p>
    <w:p w:rsidR="00B65DC9" w:rsidRDefault="00B65DC9" w:rsidP="00B65DC9">
      <w:r>
        <w:t>555.7781</w:t>
      </w:r>
      <w:r>
        <w:tab/>
        <w:t>1.013e0</w:t>
      </w:r>
    </w:p>
    <w:p w:rsidR="00B65DC9" w:rsidRDefault="00B65DC9" w:rsidP="00B65DC9">
      <w:r>
        <w:t>555.8103</w:t>
      </w:r>
      <w:r>
        <w:tab/>
        <w:t>2.025e0</w:t>
      </w:r>
    </w:p>
    <w:p w:rsidR="00B65DC9" w:rsidRDefault="00B65DC9" w:rsidP="00B65DC9">
      <w:r>
        <w:lastRenderedPageBreak/>
        <w:t>555.9122</w:t>
      </w:r>
      <w:r>
        <w:tab/>
        <w:t>1.266e-2</w:t>
      </w:r>
    </w:p>
    <w:p w:rsidR="00B65DC9" w:rsidRDefault="00B65DC9" w:rsidP="00B65DC9">
      <w:r>
        <w:t>555.9600</w:t>
      </w:r>
      <w:r>
        <w:tab/>
        <w:t>1.013e0</w:t>
      </w:r>
    </w:p>
    <w:p w:rsidR="00B65DC9" w:rsidRDefault="00B65DC9" w:rsidP="00B65DC9">
      <w:r>
        <w:t>556.0079</w:t>
      </w:r>
      <w:r>
        <w:tab/>
        <w:t>1.013e0</w:t>
      </w:r>
    </w:p>
    <w:p w:rsidR="00B65DC9" w:rsidRDefault="00B65DC9" w:rsidP="00B65DC9">
      <w:r>
        <w:t>556.0117</w:t>
      </w:r>
      <w:r>
        <w:tab/>
        <w:t>2.025e0</w:t>
      </w:r>
    </w:p>
    <w:p w:rsidR="00B65DC9" w:rsidRDefault="00B65DC9" w:rsidP="00B65DC9">
      <w:r>
        <w:t>556.0812</w:t>
      </w:r>
      <w:r>
        <w:tab/>
        <w:t>1.013e0</w:t>
      </w:r>
    </w:p>
    <w:p w:rsidR="00B65DC9" w:rsidRDefault="00B65DC9" w:rsidP="00B65DC9">
      <w:r>
        <w:t>556.1229</w:t>
      </w:r>
      <w:r>
        <w:tab/>
        <w:t>1.013e0</w:t>
      </w:r>
    </w:p>
    <w:p w:rsidR="00B65DC9" w:rsidRDefault="00B65DC9" w:rsidP="00B65DC9">
      <w:r>
        <w:t>556.1260</w:t>
      </w:r>
      <w:r>
        <w:tab/>
        <w:t>2.025e0</w:t>
      </w:r>
    </w:p>
    <w:p w:rsidR="00B65DC9" w:rsidRDefault="00B65DC9" w:rsidP="00B65DC9">
      <w:r>
        <w:t>556.2088</w:t>
      </w:r>
      <w:r>
        <w:tab/>
        <w:t>2.025e0</w:t>
      </w:r>
    </w:p>
    <w:p w:rsidR="00B65DC9" w:rsidRDefault="00B65DC9" w:rsidP="00B65DC9">
      <w:r>
        <w:t>556.2180</w:t>
      </w:r>
      <w:r>
        <w:tab/>
        <w:t>2.025e0</w:t>
      </w:r>
    </w:p>
    <w:p w:rsidR="00B65DC9" w:rsidRDefault="00B65DC9" w:rsidP="00B65DC9">
      <w:r>
        <w:t>556.2259</w:t>
      </w:r>
      <w:r>
        <w:tab/>
        <w:t>1.013e0</w:t>
      </w:r>
    </w:p>
    <w:p w:rsidR="00B65DC9" w:rsidRDefault="00B65DC9" w:rsidP="00B65DC9">
      <w:r>
        <w:t>556.2289</w:t>
      </w:r>
      <w:r>
        <w:tab/>
        <w:t>1.013e0</w:t>
      </w:r>
    </w:p>
    <w:p w:rsidR="00B65DC9" w:rsidRDefault="00B65DC9" w:rsidP="00B65DC9">
      <w:r>
        <w:t>556.2378</w:t>
      </w:r>
      <w:r>
        <w:tab/>
        <w:t>1.013e0</w:t>
      </w:r>
    </w:p>
    <w:p w:rsidR="00B65DC9" w:rsidRDefault="00B65DC9" w:rsidP="00B65DC9">
      <w:r>
        <w:t>556.3144</w:t>
      </w:r>
      <w:r>
        <w:tab/>
        <w:t>1.561e0</w:t>
      </w:r>
    </w:p>
    <w:p w:rsidR="00B65DC9" w:rsidRDefault="00B65DC9" w:rsidP="00B65DC9">
      <w:r>
        <w:t>556.3297</w:t>
      </w:r>
      <w:r>
        <w:tab/>
        <w:t>4.051e0</w:t>
      </w:r>
    </w:p>
    <w:p w:rsidR="00B65DC9" w:rsidRDefault="00B65DC9" w:rsidP="00B65DC9">
      <w:r>
        <w:t>556.4099</w:t>
      </w:r>
      <w:r>
        <w:tab/>
        <w:t>2.532e-2</w:t>
      </w:r>
    </w:p>
    <w:p w:rsidR="00B65DC9" w:rsidRDefault="00B65DC9" w:rsidP="00B65DC9">
      <w:r>
        <w:t>556.4319</w:t>
      </w:r>
      <w:r>
        <w:tab/>
        <w:t>8.137e-1</w:t>
      </w:r>
    </w:p>
    <w:p w:rsidR="00B65DC9" w:rsidRDefault="00B65DC9" w:rsidP="00B65DC9">
      <w:r>
        <w:t>556.4393</w:t>
      </w:r>
      <w:r>
        <w:tab/>
        <w:t>4.051e0</w:t>
      </w:r>
    </w:p>
    <w:p w:rsidR="00B65DC9" w:rsidRDefault="00B65DC9" w:rsidP="00B65DC9">
      <w:r>
        <w:t>556.5061</w:t>
      </w:r>
      <w:r>
        <w:tab/>
        <w:t>1.013e0</w:t>
      </w:r>
    </w:p>
    <w:p w:rsidR="00B65DC9" w:rsidRDefault="00B65DC9" w:rsidP="00B65DC9">
      <w:r>
        <w:t>556.5662</w:t>
      </w:r>
      <w:r>
        <w:tab/>
        <w:t>2.025e0</w:t>
      </w:r>
    </w:p>
    <w:p w:rsidR="00B65DC9" w:rsidRDefault="00B65DC9" w:rsidP="00B65DC9">
      <w:r>
        <w:lastRenderedPageBreak/>
        <w:t>556.5732</w:t>
      </w:r>
      <w:r>
        <w:tab/>
        <w:t>1.266e-2</w:t>
      </w:r>
    </w:p>
    <w:p w:rsidR="00B65DC9" w:rsidRDefault="00B65DC9" w:rsidP="00B65DC9">
      <w:r>
        <w:t>556.6211</w:t>
      </w:r>
      <w:r>
        <w:tab/>
        <w:t>1.013e0</w:t>
      </w:r>
    </w:p>
    <w:p w:rsidR="00B65DC9" w:rsidRDefault="00B65DC9" w:rsidP="00B65DC9">
      <w:r>
        <w:t>556.6403</w:t>
      </w:r>
      <w:r>
        <w:tab/>
        <w:t>1.013e0</w:t>
      </w:r>
    </w:p>
    <w:p w:rsidR="00B65DC9" w:rsidRDefault="00B65DC9" w:rsidP="00B65DC9">
      <w:r>
        <w:t>556.6786</w:t>
      </w:r>
      <w:r>
        <w:tab/>
        <w:t>1.013e0</w:t>
      </w:r>
    </w:p>
    <w:p w:rsidR="00B65DC9" w:rsidRDefault="00B65DC9" w:rsidP="00B65DC9">
      <w:r>
        <w:t>556.7361</w:t>
      </w:r>
      <w:r>
        <w:tab/>
        <w:t>1.013e0</w:t>
      </w:r>
    </w:p>
    <w:p w:rsidR="00B65DC9" w:rsidRDefault="00B65DC9" w:rsidP="00B65DC9">
      <w:r>
        <w:t>556.7465</w:t>
      </w:r>
      <w:r>
        <w:tab/>
        <w:t>1.013e0</w:t>
      </w:r>
    </w:p>
    <w:p w:rsidR="00B65DC9" w:rsidRDefault="00B65DC9" w:rsidP="00B65DC9">
      <w:r>
        <w:t>556.7745</w:t>
      </w:r>
      <w:r>
        <w:tab/>
        <w:t>1.025e0</w:t>
      </w:r>
    </w:p>
    <w:p w:rsidR="00B65DC9" w:rsidRDefault="00B65DC9" w:rsidP="00B65DC9">
      <w:r>
        <w:t>556.7935</w:t>
      </w:r>
      <w:r>
        <w:tab/>
        <w:t>2.532e-2</w:t>
      </w:r>
    </w:p>
    <w:p w:rsidR="00B65DC9" w:rsidRDefault="00B65DC9" w:rsidP="00B65DC9">
      <w:r>
        <w:t>556.8260</w:t>
      </w:r>
      <w:r>
        <w:tab/>
        <w:t>2.025e0</w:t>
      </w:r>
    </w:p>
    <w:p w:rsidR="00B65DC9" w:rsidRDefault="00B65DC9" w:rsidP="00B65DC9">
      <w:r>
        <w:t>556.8333</w:t>
      </w:r>
      <w:r>
        <w:tab/>
        <w:t>3.038e0</w:t>
      </w:r>
    </w:p>
    <w:p w:rsidR="00B65DC9" w:rsidRDefault="00B65DC9" w:rsidP="00B65DC9">
      <w:r>
        <w:t>556.8516</w:t>
      </w:r>
      <w:r>
        <w:tab/>
        <w:t>3.038e0</w:t>
      </w:r>
    </w:p>
    <w:p w:rsidR="00B65DC9" w:rsidRDefault="00B65DC9" w:rsidP="00B65DC9">
      <w:r>
        <w:t>556.8967</w:t>
      </w:r>
      <w:r>
        <w:tab/>
        <w:t>2.025e0</w:t>
      </w:r>
    </w:p>
    <w:p w:rsidR="00B65DC9" w:rsidRDefault="00B65DC9" w:rsidP="00B65DC9">
      <w:r>
        <w:t>556.9184</w:t>
      </w:r>
      <w:r>
        <w:tab/>
        <w:t>1.013e0</w:t>
      </w:r>
    </w:p>
    <w:p w:rsidR="00B65DC9" w:rsidRDefault="00B65DC9" w:rsidP="00B65DC9">
      <w:r>
        <w:t>556.9479</w:t>
      </w:r>
      <w:r>
        <w:tab/>
        <w:t>1.013e0</w:t>
      </w:r>
    </w:p>
    <w:p w:rsidR="00B65DC9" w:rsidRDefault="00B65DC9" w:rsidP="00B65DC9">
      <w:r>
        <w:t>557.0039</w:t>
      </w:r>
      <w:r>
        <w:tab/>
        <w:t>1.038e0</w:t>
      </w:r>
    </w:p>
    <w:p w:rsidR="00B65DC9" w:rsidRDefault="00B65DC9" w:rsidP="00B65DC9">
      <w:r>
        <w:t>557.0143</w:t>
      </w:r>
      <w:r>
        <w:tab/>
        <w:t>1.013e0</w:t>
      </w:r>
    </w:p>
    <w:p w:rsidR="00B65DC9" w:rsidRDefault="00B65DC9" w:rsidP="00B65DC9">
      <w:r>
        <w:t>557.0596</w:t>
      </w:r>
      <w:r>
        <w:tab/>
        <w:t>2.532e-2</w:t>
      </w:r>
    </w:p>
    <w:p w:rsidR="00B65DC9" w:rsidRDefault="00B65DC9" w:rsidP="00B65DC9">
      <w:r>
        <w:t>557.0637</w:t>
      </w:r>
      <w:r>
        <w:tab/>
        <w:t>2.025e0</w:t>
      </w:r>
    </w:p>
    <w:p w:rsidR="00B65DC9" w:rsidRDefault="00B65DC9" w:rsidP="00B65DC9">
      <w:r>
        <w:t>557.0816</w:t>
      </w:r>
      <w:r>
        <w:tab/>
        <w:t>2.025e0</w:t>
      </w:r>
    </w:p>
    <w:p w:rsidR="00B65DC9" w:rsidRDefault="00B65DC9" w:rsidP="00B65DC9">
      <w:r>
        <w:lastRenderedPageBreak/>
        <w:t>557.1486</w:t>
      </w:r>
      <w:r>
        <w:tab/>
        <w:t>1.025e0</w:t>
      </w:r>
    </w:p>
    <w:p w:rsidR="00B65DC9" w:rsidRDefault="00B65DC9" w:rsidP="00B65DC9">
      <w:r>
        <w:t>557.1582</w:t>
      </w:r>
      <w:r>
        <w:tab/>
        <w:t>1.013e0</w:t>
      </w:r>
    </w:p>
    <w:p w:rsidR="00B65DC9" w:rsidRDefault="00B65DC9" w:rsidP="00B65DC9">
      <w:r>
        <w:t>557.1974</w:t>
      </w:r>
      <w:r>
        <w:tab/>
        <w:t>2.051e0</w:t>
      </w:r>
    </w:p>
    <w:p w:rsidR="00B65DC9" w:rsidRDefault="00B65DC9" w:rsidP="00B65DC9">
      <w:r>
        <w:t>557.2142</w:t>
      </w:r>
      <w:r>
        <w:tab/>
        <w:t>3.426e0</w:t>
      </w:r>
    </w:p>
    <w:p w:rsidR="00B65DC9" w:rsidRDefault="00B65DC9" w:rsidP="00B65DC9">
      <w:r>
        <w:t>557.2592</w:t>
      </w:r>
      <w:r>
        <w:tab/>
        <w:t>1.038e0</w:t>
      </w:r>
    </w:p>
    <w:p w:rsidR="00B65DC9" w:rsidRDefault="00B65DC9" w:rsidP="00B65DC9">
      <w:r>
        <w:t>557.2769</w:t>
      </w:r>
      <w:r>
        <w:tab/>
        <w:t>3.798e-2</w:t>
      </w:r>
    </w:p>
    <w:p w:rsidR="00B65DC9" w:rsidRDefault="00B65DC9" w:rsidP="00B65DC9">
      <w:r>
        <w:t>557.2828</w:t>
      </w:r>
      <w:r>
        <w:tab/>
        <w:t>2.025e0</w:t>
      </w:r>
    </w:p>
    <w:p w:rsidR="00B65DC9" w:rsidRDefault="00B65DC9" w:rsidP="00B65DC9">
      <w:r>
        <w:t>557.3220</w:t>
      </w:r>
      <w:r>
        <w:tab/>
        <w:t>1.266e-2</w:t>
      </w:r>
    </w:p>
    <w:p w:rsidR="00B65DC9" w:rsidRDefault="00B65DC9" w:rsidP="00B65DC9">
      <w:r>
        <w:t>557.3599</w:t>
      </w:r>
      <w:r>
        <w:tab/>
        <w:t>2.051e0</w:t>
      </w:r>
    </w:p>
    <w:p w:rsidR="00B65DC9" w:rsidRDefault="00B65DC9" w:rsidP="00B65DC9">
      <w:r>
        <w:t>557.3901</w:t>
      </w:r>
      <w:r>
        <w:tab/>
        <w:t>2.025e0</w:t>
      </w:r>
    </w:p>
    <w:p w:rsidR="00B65DC9" w:rsidRDefault="00B65DC9" w:rsidP="00B65DC9">
      <w:r>
        <w:t>557.4252</w:t>
      </w:r>
      <w:r>
        <w:tab/>
        <w:t>5.063e0</w:t>
      </w:r>
    </w:p>
    <w:p w:rsidR="00B65DC9" w:rsidRDefault="00B65DC9" w:rsidP="00B65DC9">
      <w:r>
        <w:t>557.4274</w:t>
      </w:r>
      <w:r>
        <w:tab/>
        <w:t>3.038e0</w:t>
      </w:r>
    </w:p>
    <w:p w:rsidR="00B65DC9" w:rsidRDefault="00B65DC9" w:rsidP="00B65DC9">
      <w:r>
        <w:t>557.4557</w:t>
      </w:r>
      <w:r>
        <w:tab/>
        <w:t>1.013e0</w:t>
      </w:r>
    </w:p>
    <w:p w:rsidR="00B65DC9" w:rsidRDefault="00B65DC9" w:rsidP="00B65DC9">
      <w:r>
        <w:t>557.4781</w:t>
      </w:r>
      <w:r>
        <w:tab/>
        <w:t>2.025e0</w:t>
      </w:r>
    </w:p>
    <w:p w:rsidR="00B65DC9" w:rsidRDefault="00B65DC9" w:rsidP="00B65DC9">
      <w:r>
        <w:t>557.4941</w:t>
      </w:r>
      <w:r>
        <w:tab/>
        <w:t>1.013e0</w:t>
      </w:r>
    </w:p>
    <w:p w:rsidR="00B65DC9" w:rsidRDefault="00B65DC9" w:rsidP="00B65DC9">
      <w:r>
        <w:t>557.5337</w:t>
      </w:r>
      <w:r>
        <w:tab/>
        <w:t>1.013e0</w:t>
      </w:r>
    </w:p>
    <w:p w:rsidR="00B65DC9" w:rsidRDefault="00B65DC9" w:rsidP="00B65DC9">
      <w:r>
        <w:t>557.6419</w:t>
      </w:r>
      <w:r>
        <w:tab/>
        <w:t>1.013e0</w:t>
      </w:r>
    </w:p>
    <w:p w:rsidR="00B65DC9" w:rsidRDefault="00B65DC9" w:rsidP="00B65DC9">
      <w:r>
        <w:t>557.6960</w:t>
      </w:r>
      <w:r>
        <w:tab/>
        <w:t>1.013e0</w:t>
      </w:r>
    </w:p>
    <w:p w:rsidR="00B65DC9" w:rsidRDefault="00B65DC9" w:rsidP="00B65DC9">
      <w:r>
        <w:t>557.7098</w:t>
      </w:r>
      <w:r>
        <w:tab/>
        <w:t>2.025e0</w:t>
      </w:r>
    </w:p>
    <w:p w:rsidR="00B65DC9" w:rsidRDefault="00B65DC9" w:rsidP="00B65DC9">
      <w:r>
        <w:lastRenderedPageBreak/>
        <w:t>557.7202</w:t>
      </w:r>
      <w:r>
        <w:tab/>
        <w:t>2.025e0</w:t>
      </w:r>
    </w:p>
    <w:p w:rsidR="00B65DC9" w:rsidRDefault="00B65DC9" w:rsidP="00B65DC9">
      <w:r>
        <w:t>557.7822</w:t>
      </w:r>
      <w:r>
        <w:tab/>
        <w:t>1.013e0</w:t>
      </w:r>
    </w:p>
    <w:p w:rsidR="00B65DC9" w:rsidRDefault="00B65DC9" w:rsidP="00B65DC9">
      <w:r>
        <w:t>557.8494</w:t>
      </w:r>
      <w:r>
        <w:tab/>
        <w:t>1.013e0</w:t>
      </w:r>
    </w:p>
    <w:p w:rsidR="00B65DC9" w:rsidRDefault="00B65DC9" w:rsidP="00B65DC9">
      <w:r>
        <w:t>557.9167</w:t>
      </w:r>
      <w:r>
        <w:tab/>
        <w:t>2.025e0</w:t>
      </w:r>
    </w:p>
    <w:p w:rsidR="00B65DC9" w:rsidRDefault="00B65DC9" w:rsidP="00B65DC9">
      <w:r>
        <w:t>557.9647</w:t>
      </w:r>
      <w:r>
        <w:tab/>
        <w:t>1.013e0</w:t>
      </w:r>
    </w:p>
    <w:p w:rsidR="00B65DC9" w:rsidRDefault="00B65DC9" w:rsidP="00B65DC9">
      <w:r>
        <w:t>558.0530</w:t>
      </w:r>
      <w:r>
        <w:tab/>
        <w:t>2.025e0</w:t>
      </w:r>
    </w:p>
    <w:p w:rsidR="00B65DC9" w:rsidRDefault="00B65DC9" w:rsidP="00B65DC9">
      <w:r>
        <w:t>558.0575</w:t>
      </w:r>
      <w:r>
        <w:tab/>
        <w:t>1.013e0</w:t>
      </w:r>
    </w:p>
    <w:p w:rsidR="00B65DC9" w:rsidRDefault="00B65DC9" w:rsidP="00B65DC9">
      <w:r>
        <w:t>558.1281</w:t>
      </w:r>
      <w:r>
        <w:tab/>
        <w:t>1.013e0</w:t>
      </w:r>
    </w:p>
    <w:p w:rsidR="00B65DC9" w:rsidRDefault="00B65DC9" w:rsidP="00B65DC9">
      <w:r>
        <w:t>558.1377</w:t>
      </w:r>
      <w:r>
        <w:tab/>
        <w:t>1.266e-2</w:t>
      </w:r>
    </w:p>
    <w:p w:rsidR="00B65DC9" w:rsidRDefault="00B65DC9" w:rsidP="00B65DC9">
      <w:r>
        <w:t>558.1761</w:t>
      </w:r>
      <w:r>
        <w:tab/>
        <w:t>1.013e0</w:t>
      </w:r>
    </w:p>
    <w:p w:rsidR="00B65DC9" w:rsidRDefault="00B65DC9" w:rsidP="00B65DC9">
      <w:r>
        <w:t>558.2537</w:t>
      </w:r>
      <w:r>
        <w:tab/>
        <w:t>1.013e0</w:t>
      </w:r>
    </w:p>
    <w:p w:rsidR="00B65DC9" w:rsidRDefault="00B65DC9" w:rsidP="00B65DC9">
      <w:r>
        <w:t>558.2655</w:t>
      </w:r>
      <w:r>
        <w:tab/>
        <w:t>1.038e0</w:t>
      </w:r>
    </w:p>
    <w:p w:rsidR="00B65DC9" w:rsidRDefault="00B65DC9" w:rsidP="00B65DC9">
      <w:r>
        <w:t>558.2941</w:t>
      </w:r>
      <w:r>
        <w:tab/>
        <w:t>3.038e0</w:t>
      </w:r>
    </w:p>
    <w:p w:rsidR="00B65DC9" w:rsidRDefault="00B65DC9" w:rsidP="00B65DC9">
      <w:r>
        <w:t>558.3211</w:t>
      </w:r>
      <w:r>
        <w:tab/>
        <w:t>3.038e0</w:t>
      </w:r>
    </w:p>
    <w:p w:rsidR="00B65DC9" w:rsidRDefault="00B65DC9" w:rsidP="00B65DC9">
      <w:r>
        <w:t>558.3395</w:t>
      </w:r>
      <w:r>
        <w:tab/>
        <w:t>1.013e0</w:t>
      </w:r>
    </w:p>
    <w:p w:rsidR="00B65DC9" w:rsidRDefault="00B65DC9" w:rsidP="00B65DC9">
      <w:r>
        <w:t>558.3624</w:t>
      </w:r>
      <w:r>
        <w:tab/>
        <w:t>3.038e0</w:t>
      </w:r>
    </w:p>
    <w:p w:rsidR="00B65DC9" w:rsidRDefault="00B65DC9" w:rsidP="00B65DC9">
      <w:r>
        <w:t>558.3783</w:t>
      </w:r>
      <w:r>
        <w:tab/>
        <w:t>2.025e0</w:t>
      </w:r>
    </w:p>
    <w:p w:rsidR="00B65DC9" w:rsidRDefault="00B65DC9" w:rsidP="00B65DC9">
      <w:r>
        <w:t>558.3837</w:t>
      </w:r>
      <w:r>
        <w:tab/>
        <w:t>1.013e0</w:t>
      </w:r>
    </w:p>
    <w:p w:rsidR="00B65DC9" w:rsidRDefault="00B65DC9" w:rsidP="00B65DC9">
      <w:r>
        <w:t>558.4699</w:t>
      </w:r>
      <w:r>
        <w:tab/>
        <w:t>3.038e0</w:t>
      </w:r>
    </w:p>
    <w:p w:rsidR="00B65DC9" w:rsidRDefault="00B65DC9" w:rsidP="00B65DC9">
      <w:r>
        <w:lastRenderedPageBreak/>
        <w:t>558.5079</w:t>
      </w:r>
      <w:r>
        <w:tab/>
        <w:t>4.051e0</w:t>
      </w:r>
    </w:p>
    <w:p w:rsidR="00B65DC9" w:rsidRDefault="00B65DC9" w:rsidP="00B65DC9">
      <w:r>
        <w:t>558.5276</w:t>
      </w:r>
      <w:r>
        <w:tab/>
        <w:t>1.013e0</w:t>
      </w:r>
    </w:p>
    <w:p w:rsidR="00B65DC9" w:rsidRDefault="00B65DC9" w:rsidP="00B65DC9">
      <w:r>
        <w:t>558.5799</w:t>
      </w:r>
      <w:r>
        <w:tab/>
        <w:t>1.013e0</w:t>
      </w:r>
    </w:p>
    <w:p w:rsidR="00B65DC9" w:rsidRDefault="00B65DC9" w:rsidP="00B65DC9">
      <w:r>
        <w:t>558.6865</w:t>
      </w:r>
      <w:r>
        <w:tab/>
        <w:t>1.013e0</w:t>
      </w:r>
    </w:p>
    <w:p w:rsidR="00B65DC9" w:rsidRDefault="00B65DC9" w:rsidP="00B65DC9">
      <w:r>
        <w:t>558.7461</w:t>
      </w:r>
      <w:r>
        <w:tab/>
        <w:t>1.013e0</w:t>
      </w:r>
    </w:p>
    <w:p w:rsidR="00B65DC9" w:rsidRDefault="00B65DC9" w:rsidP="00B65DC9">
      <w:r>
        <w:t>558.8250</w:t>
      </w:r>
      <w:r>
        <w:tab/>
        <w:t>2.025e0</w:t>
      </w:r>
    </w:p>
    <w:p w:rsidR="00B65DC9" w:rsidRDefault="00B65DC9" w:rsidP="00B65DC9">
      <w:r>
        <w:t>558.8414</w:t>
      </w:r>
      <w:r>
        <w:tab/>
        <w:t>1.025e0</w:t>
      </w:r>
    </w:p>
    <w:p w:rsidR="00B65DC9" w:rsidRDefault="00B65DC9" w:rsidP="00B65DC9">
      <w:r>
        <w:t>558.8539</w:t>
      </w:r>
      <w:r>
        <w:tab/>
        <w:t>1.266e-2</w:t>
      </w:r>
    </w:p>
    <w:p w:rsidR="00B65DC9" w:rsidRDefault="00B65DC9" w:rsidP="00B65DC9">
      <w:r>
        <w:t>558.8816</w:t>
      </w:r>
      <w:r>
        <w:tab/>
        <w:t>2.025e0</w:t>
      </w:r>
    </w:p>
    <w:p w:rsidR="00B65DC9" w:rsidRDefault="00B65DC9" w:rsidP="00B65DC9">
      <w:r>
        <w:t>558.9259</w:t>
      </w:r>
      <w:r>
        <w:tab/>
        <w:t>1.013e0</w:t>
      </w:r>
    </w:p>
    <w:p w:rsidR="00B65DC9" w:rsidRDefault="00B65DC9" w:rsidP="00B65DC9">
      <w:r>
        <w:t>558.9647</w:t>
      </w:r>
      <w:r>
        <w:tab/>
        <w:t>1.266e-2</w:t>
      </w:r>
    </w:p>
    <w:p w:rsidR="00B65DC9" w:rsidRDefault="00B65DC9" w:rsidP="00B65DC9">
      <w:r>
        <w:t>558.9936</w:t>
      </w:r>
      <w:r>
        <w:tab/>
        <w:t>1.266e-2</w:t>
      </w:r>
    </w:p>
    <w:p w:rsidR="00B65DC9" w:rsidRDefault="00B65DC9" w:rsidP="00B65DC9">
      <w:r>
        <w:t>559.0610</w:t>
      </w:r>
      <w:r>
        <w:tab/>
        <w:t>1.266e-2</w:t>
      </w:r>
    </w:p>
    <w:p w:rsidR="00B65DC9" w:rsidRDefault="00B65DC9" w:rsidP="00B65DC9">
      <w:r>
        <w:t>559.0722</w:t>
      </w:r>
      <w:r>
        <w:tab/>
        <w:t>1.025e0</w:t>
      </w:r>
    </w:p>
    <w:p w:rsidR="00B65DC9" w:rsidRDefault="00B65DC9" w:rsidP="00B65DC9">
      <w:r>
        <w:t>559.1065</w:t>
      </w:r>
      <w:r>
        <w:tab/>
        <w:t>1.013e0</w:t>
      </w:r>
    </w:p>
    <w:p w:rsidR="00B65DC9" w:rsidRDefault="00B65DC9" w:rsidP="00B65DC9">
      <w:r>
        <w:t>559.1194</w:t>
      </w:r>
      <w:r>
        <w:tab/>
        <w:t>1.013e0</w:t>
      </w:r>
    </w:p>
    <w:p w:rsidR="00B65DC9" w:rsidRDefault="00B65DC9" w:rsidP="00B65DC9">
      <w:r>
        <w:t>559.1573</w:t>
      </w:r>
      <w:r>
        <w:tab/>
        <w:t>2.532e-2</w:t>
      </w:r>
    </w:p>
    <w:p w:rsidR="00B65DC9" w:rsidRDefault="00B65DC9" w:rsidP="00B65DC9">
      <w:r>
        <w:t>559.1802</w:t>
      </w:r>
      <w:r>
        <w:tab/>
        <w:t>1.266e-2</w:t>
      </w:r>
    </w:p>
    <w:p w:rsidR="00B65DC9" w:rsidRDefault="00B65DC9" w:rsidP="00B65DC9">
      <w:r>
        <w:t>559.2147</w:t>
      </w:r>
      <w:r>
        <w:tab/>
        <w:t>2.025e0</w:t>
      </w:r>
    </w:p>
    <w:p w:rsidR="00B65DC9" w:rsidRDefault="00B65DC9" w:rsidP="00B65DC9">
      <w:r>
        <w:lastRenderedPageBreak/>
        <w:t>559.2582</w:t>
      </w:r>
      <w:r>
        <w:tab/>
        <w:t>2.025e0</w:t>
      </w:r>
    </w:p>
    <w:p w:rsidR="00B65DC9" w:rsidRDefault="00B65DC9" w:rsidP="00B65DC9">
      <w:r>
        <w:t>559.2911</w:t>
      </w:r>
      <w:r>
        <w:tab/>
        <w:t>1.025e0</w:t>
      </w:r>
    </w:p>
    <w:p w:rsidR="00B65DC9" w:rsidRDefault="00B65DC9" w:rsidP="00B65DC9">
      <w:r>
        <w:t>559.2926</w:t>
      </w:r>
      <w:r>
        <w:tab/>
        <w:t>3.038e0</w:t>
      </w:r>
    </w:p>
    <w:p w:rsidR="00B65DC9" w:rsidRDefault="00B65DC9" w:rsidP="00B65DC9">
      <w:r>
        <w:t>559.3065</w:t>
      </w:r>
      <w:r>
        <w:tab/>
        <w:t>1.266e-2</w:t>
      </w:r>
    </w:p>
    <w:p w:rsidR="00B65DC9" w:rsidRDefault="00B65DC9" w:rsidP="00B65DC9">
      <w:r>
        <w:t>559.3120</w:t>
      </w:r>
      <w:r>
        <w:tab/>
        <w:t>1.013e0</w:t>
      </w:r>
    </w:p>
    <w:p w:rsidR="00B65DC9" w:rsidRDefault="00B65DC9" w:rsidP="00B65DC9">
      <w:r>
        <w:t>559.3877</w:t>
      </w:r>
      <w:r>
        <w:tab/>
        <w:t>3.038e0</w:t>
      </w:r>
    </w:p>
    <w:p w:rsidR="00B65DC9" w:rsidRDefault="00B65DC9" w:rsidP="00B65DC9">
      <w:r>
        <w:t>559.3960</w:t>
      </w:r>
      <w:r>
        <w:tab/>
        <w:t>1.013e0</w:t>
      </w:r>
    </w:p>
    <w:p w:rsidR="00B65DC9" w:rsidRDefault="00B65DC9" w:rsidP="00B65DC9">
      <w:r>
        <w:t>559.4269</w:t>
      </w:r>
      <w:r>
        <w:tab/>
        <w:t>1.013e0</w:t>
      </w:r>
    </w:p>
    <w:p w:rsidR="00B65DC9" w:rsidRDefault="00B65DC9" w:rsidP="00B65DC9">
      <w:r>
        <w:t>559.4484</w:t>
      </w:r>
      <w:r>
        <w:tab/>
        <w:t>2.025e0</w:t>
      </w:r>
    </w:p>
    <w:p w:rsidR="00B65DC9" w:rsidRDefault="00B65DC9" w:rsidP="00B65DC9">
      <w:r>
        <w:t>559.4696</w:t>
      </w:r>
      <w:r>
        <w:tab/>
        <w:t>1.013e0</w:t>
      </w:r>
    </w:p>
    <w:p w:rsidR="00B65DC9" w:rsidRDefault="00B65DC9" w:rsidP="00B65DC9">
      <w:r>
        <w:t>559.5673</w:t>
      </w:r>
      <w:r>
        <w:tab/>
        <w:t>2.532e-2</w:t>
      </w:r>
    </w:p>
    <w:p w:rsidR="00B65DC9" w:rsidRDefault="00B65DC9" w:rsidP="00B65DC9">
      <w:r>
        <w:t>559.6195</w:t>
      </w:r>
      <w:r>
        <w:tab/>
        <w:t>1.013e0</w:t>
      </w:r>
    </w:p>
    <w:p w:rsidR="00B65DC9" w:rsidRDefault="00B65DC9" w:rsidP="00B65DC9">
      <w:r>
        <w:t>559.6328</w:t>
      </w:r>
      <w:r>
        <w:tab/>
        <w:t>1.013e0</w:t>
      </w:r>
    </w:p>
    <w:p w:rsidR="00B65DC9" w:rsidRDefault="00B65DC9" w:rsidP="00B65DC9">
      <w:r>
        <w:t>559.6877</w:t>
      </w:r>
      <w:r>
        <w:tab/>
        <w:t>1.013e0</w:t>
      </w:r>
    </w:p>
    <w:p w:rsidR="00B65DC9" w:rsidRDefault="00B65DC9" w:rsidP="00B65DC9">
      <w:r>
        <w:t>559.8141</w:t>
      </w:r>
      <w:r>
        <w:tab/>
        <w:t>1.013e0</w:t>
      </w:r>
    </w:p>
    <w:p w:rsidR="00B65DC9" w:rsidRDefault="00B65DC9" w:rsidP="00B65DC9">
      <w:r>
        <w:t>559.8484</w:t>
      </w:r>
      <w:r>
        <w:tab/>
        <w:t>1.013e0</w:t>
      </w:r>
    </w:p>
    <w:p w:rsidR="00B65DC9" w:rsidRDefault="00B65DC9" w:rsidP="00B65DC9">
      <w:r>
        <w:t>559.8801</w:t>
      </w:r>
      <w:r>
        <w:tab/>
        <w:t>2.025e0</w:t>
      </w:r>
    </w:p>
    <w:p w:rsidR="00B65DC9" w:rsidRDefault="00B65DC9" w:rsidP="00B65DC9">
      <w:r>
        <w:t>559.9183</w:t>
      </w:r>
      <w:r>
        <w:tab/>
        <w:t>1.013e0</w:t>
      </w:r>
    </w:p>
    <w:p w:rsidR="00B65DC9" w:rsidRDefault="00B65DC9" w:rsidP="00B65DC9">
      <w:r>
        <w:t>559.9672</w:t>
      </w:r>
      <w:r>
        <w:tab/>
        <w:t>1.266e-2</w:t>
      </w:r>
    </w:p>
    <w:p w:rsidR="00B65DC9" w:rsidRDefault="00B65DC9" w:rsidP="00B65DC9">
      <w:r>
        <w:lastRenderedPageBreak/>
        <w:t>560.0636</w:t>
      </w:r>
      <w:r>
        <w:tab/>
        <w:t>1.266e-2</w:t>
      </w:r>
    </w:p>
    <w:p w:rsidR="00B65DC9" w:rsidRDefault="00B65DC9" w:rsidP="00B65DC9">
      <w:r>
        <w:t>560.0822</w:t>
      </w:r>
      <w:r>
        <w:tab/>
        <w:t>1.013e0</w:t>
      </w:r>
    </w:p>
    <w:p w:rsidR="00B65DC9" w:rsidRDefault="00B65DC9" w:rsidP="00B65DC9">
      <w:r>
        <w:t>560.1111</w:t>
      </w:r>
      <w:r>
        <w:tab/>
        <w:t>1.013e0</w:t>
      </w:r>
    </w:p>
    <w:p w:rsidR="00B65DC9" w:rsidRDefault="00B65DC9" w:rsidP="00B65DC9">
      <w:r>
        <w:t>560.1306</w:t>
      </w:r>
      <w:r>
        <w:tab/>
        <w:t>3.038e0</w:t>
      </w:r>
    </w:p>
    <w:p w:rsidR="00B65DC9" w:rsidRDefault="00B65DC9" w:rsidP="00B65DC9">
      <w:r>
        <w:t>560.1786</w:t>
      </w:r>
      <w:r>
        <w:tab/>
        <w:t>1.013e0</w:t>
      </w:r>
    </w:p>
    <w:p w:rsidR="00B65DC9" w:rsidRDefault="00B65DC9" w:rsidP="00B65DC9">
      <w:r>
        <w:t>560.2300</w:t>
      </w:r>
      <w:r>
        <w:tab/>
        <w:t>1.266e-2</w:t>
      </w:r>
    </w:p>
    <w:p w:rsidR="00B65DC9" w:rsidRDefault="00B65DC9" w:rsidP="00B65DC9">
      <w:r>
        <w:t>560.2461</w:t>
      </w:r>
      <w:r>
        <w:tab/>
        <w:t>2.038e0</w:t>
      </w:r>
    </w:p>
    <w:p w:rsidR="00B65DC9" w:rsidRDefault="00B65DC9" w:rsidP="00B65DC9">
      <w:r>
        <w:t>560.2529</w:t>
      </w:r>
      <w:r>
        <w:tab/>
        <w:t>2.025e0</w:t>
      </w:r>
    </w:p>
    <w:p w:rsidR="00B65DC9" w:rsidRDefault="00B65DC9" w:rsidP="00B65DC9">
      <w:r>
        <w:t>560.2792</w:t>
      </w:r>
      <w:r>
        <w:tab/>
        <w:t>2.025e0</w:t>
      </w:r>
    </w:p>
    <w:p w:rsidR="00B65DC9" w:rsidRDefault="00B65DC9" w:rsidP="00B65DC9">
      <w:r>
        <w:t>560.3010</w:t>
      </w:r>
      <w:r>
        <w:tab/>
        <w:t>1.013e0</w:t>
      </w:r>
    </w:p>
    <w:p w:rsidR="00B65DC9" w:rsidRDefault="00B65DC9" w:rsidP="00B65DC9">
      <w:r>
        <w:t>560.3047</w:t>
      </w:r>
      <w:r>
        <w:tab/>
        <w:t>2.025e0</w:t>
      </w:r>
    </w:p>
    <w:p w:rsidR="00B65DC9" w:rsidRDefault="00B65DC9" w:rsidP="00B65DC9">
      <w:r>
        <w:t>560.3344</w:t>
      </w:r>
      <w:r>
        <w:tab/>
        <w:t>2.025e0</w:t>
      </w:r>
    </w:p>
    <w:p w:rsidR="00B65DC9" w:rsidRDefault="00B65DC9" w:rsidP="00B65DC9">
      <w:r>
        <w:t>560.3788</w:t>
      </w:r>
      <w:r>
        <w:tab/>
        <w:t>2.025e0</w:t>
      </w:r>
    </w:p>
    <w:p w:rsidR="00B65DC9" w:rsidRDefault="00B65DC9" w:rsidP="00B65DC9">
      <w:r>
        <w:t>560.3937</w:t>
      </w:r>
      <w:r>
        <w:tab/>
        <w:t>1.266e-2</w:t>
      </w:r>
    </w:p>
    <w:p w:rsidR="00B65DC9" w:rsidRDefault="00B65DC9" w:rsidP="00B65DC9">
      <w:r>
        <w:t>560.4531</w:t>
      </w:r>
      <w:r>
        <w:tab/>
        <w:t>2.025e0</w:t>
      </w:r>
    </w:p>
    <w:p w:rsidR="00B65DC9" w:rsidRDefault="00B65DC9" w:rsidP="00B65DC9">
      <w:r>
        <w:t>560.5377</w:t>
      </w:r>
      <w:r>
        <w:tab/>
        <w:t>1.025e0</w:t>
      </w:r>
    </w:p>
    <w:p w:rsidR="00B65DC9" w:rsidRDefault="00B65DC9" w:rsidP="00B65DC9">
      <w:r>
        <w:t>560.6091</w:t>
      </w:r>
      <w:r>
        <w:tab/>
        <w:t>2.025e0</w:t>
      </w:r>
    </w:p>
    <w:p w:rsidR="00B65DC9" w:rsidRDefault="00B65DC9" w:rsidP="00B65DC9">
      <w:r>
        <w:t>560.6127</w:t>
      </w:r>
      <w:r>
        <w:tab/>
        <w:t>1.013e0</w:t>
      </w:r>
    </w:p>
    <w:p w:rsidR="00B65DC9" w:rsidRDefault="00B65DC9" w:rsidP="00B65DC9">
      <w:r>
        <w:t>560.6906</w:t>
      </w:r>
      <w:r>
        <w:tab/>
        <w:t>1.013e0</w:t>
      </w:r>
    </w:p>
    <w:p w:rsidR="00B65DC9" w:rsidRDefault="00B65DC9" w:rsidP="00B65DC9">
      <w:r>
        <w:lastRenderedPageBreak/>
        <w:t>560.7092</w:t>
      </w:r>
      <w:r>
        <w:tab/>
        <w:t>2.532e-2</w:t>
      </w:r>
    </w:p>
    <w:p w:rsidR="00B65DC9" w:rsidRDefault="00B65DC9" w:rsidP="00B65DC9">
      <w:r>
        <w:t>560.7478</w:t>
      </w:r>
      <w:r>
        <w:tab/>
        <w:t>1.013e0</w:t>
      </w:r>
    </w:p>
    <w:p w:rsidR="00B65DC9" w:rsidRDefault="00B65DC9" w:rsidP="00B65DC9">
      <w:r>
        <w:t>560.7719</w:t>
      </w:r>
      <w:r>
        <w:tab/>
        <w:t>1.266e-2</w:t>
      </w:r>
    </w:p>
    <w:p w:rsidR="00B65DC9" w:rsidRDefault="00B65DC9" w:rsidP="00B65DC9">
      <w:r>
        <w:t>560.8279</w:t>
      </w:r>
      <w:r>
        <w:tab/>
        <w:t>1.013e0</w:t>
      </w:r>
    </w:p>
    <w:p w:rsidR="00B65DC9" w:rsidRDefault="00B65DC9" w:rsidP="00B65DC9">
      <w:r>
        <w:t>560.8593</w:t>
      </w:r>
      <w:r>
        <w:tab/>
        <w:t>3.038e0</w:t>
      </w:r>
    </w:p>
    <w:p w:rsidR="00B65DC9" w:rsidRDefault="00B65DC9" w:rsidP="00B65DC9">
      <w:r>
        <w:t>560.8891</w:t>
      </w:r>
      <w:r>
        <w:tab/>
        <w:t>2.532e-2</w:t>
      </w:r>
    </w:p>
    <w:p w:rsidR="00B65DC9" w:rsidRDefault="00B65DC9" w:rsidP="00B65DC9">
      <w:r>
        <w:t>560.9506</w:t>
      </w:r>
      <w:r>
        <w:tab/>
        <w:t>1.013e0</w:t>
      </w:r>
    </w:p>
    <w:p w:rsidR="00B65DC9" w:rsidRDefault="00B65DC9" w:rsidP="00B65DC9">
      <w:r>
        <w:t>560.9535</w:t>
      </w:r>
      <w:r>
        <w:tab/>
        <w:t>1.266e-2</w:t>
      </w:r>
    </w:p>
    <w:p w:rsidR="00B65DC9" w:rsidRDefault="00B65DC9" w:rsidP="00B65DC9">
      <w:r>
        <w:t>560.9718</w:t>
      </w:r>
      <w:r>
        <w:tab/>
        <w:t>1.266e-2</w:t>
      </w:r>
    </w:p>
    <w:p w:rsidR="00B65DC9" w:rsidRDefault="00B65DC9" w:rsidP="00B65DC9">
      <w:r>
        <w:t>561.0181</w:t>
      </w:r>
      <w:r>
        <w:tab/>
        <w:t>1.013e0</w:t>
      </w:r>
    </w:p>
    <w:p w:rsidR="00B65DC9" w:rsidRDefault="00B65DC9" w:rsidP="00B65DC9">
      <w:r>
        <w:t>561.0436</w:t>
      </w:r>
      <w:r>
        <w:tab/>
        <w:t>1.013e0</w:t>
      </w:r>
    </w:p>
    <w:p w:rsidR="00B65DC9" w:rsidRDefault="00B65DC9" w:rsidP="00B65DC9">
      <w:r>
        <w:t>561.0954</w:t>
      </w:r>
      <w:r>
        <w:tab/>
        <w:t>1.013e0</w:t>
      </w:r>
    </w:p>
    <w:p w:rsidR="00B65DC9" w:rsidRDefault="00B65DC9" w:rsidP="00B65DC9">
      <w:r>
        <w:t>561.1375</w:t>
      </w:r>
      <w:r>
        <w:tab/>
        <w:t>2.025e0</w:t>
      </w:r>
    </w:p>
    <w:p w:rsidR="00B65DC9" w:rsidRDefault="00B65DC9" w:rsidP="00B65DC9">
      <w:r>
        <w:t>561.1437</w:t>
      </w:r>
      <w:r>
        <w:tab/>
        <w:t>1.013e0</w:t>
      </w:r>
    </w:p>
    <w:p w:rsidR="00B65DC9" w:rsidRDefault="00B65DC9" w:rsidP="00B65DC9">
      <w:r>
        <w:t>561.1789</w:t>
      </w:r>
      <w:r>
        <w:tab/>
        <w:t>6.076e0</w:t>
      </w:r>
    </w:p>
    <w:p w:rsidR="00B65DC9" w:rsidRDefault="00B65DC9" w:rsidP="00B65DC9">
      <w:r>
        <w:t>561.2113</w:t>
      </w:r>
      <w:r>
        <w:tab/>
        <w:t>1.013e0</w:t>
      </w:r>
    </w:p>
    <w:p w:rsidR="00B65DC9" w:rsidRDefault="00B65DC9" w:rsidP="00B65DC9">
      <w:r>
        <w:t>561.2153</w:t>
      </w:r>
      <w:r>
        <w:tab/>
        <w:t>4.051e0</w:t>
      </w:r>
    </w:p>
    <w:p w:rsidR="00B65DC9" w:rsidRDefault="00B65DC9" w:rsidP="00B65DC9">
      <w:r>
        <w:t>561.2612</w:t>
      </w:r>
      <w:r>
        <w:tab/>
        <w:t>1.013e0</w:t>
      </w:r>
    </w:p>
    <w:p w:rsidR="00B65DC9" w:rsidRDefault="00B65DC9" w:rsidP="00B65DC9">
      <w:r>
        <w:t>561.2700</w:t>
      </w:r>
      <w:r>
        <w:tab/>
        <w:t>1.013e0</w:t>
      </w:r>
    </w:p>
    <w:p w:rsidR="00B65DC9" w:rsidRDefault="00B65DC9" w:rsidP="00B65DC9">
      <w:r>
        <w:lastRenderedPageBreak/>
        <w:t>561.2886</w:t>
      </w:r>
      <w:r>
        <w:tab/>
        <w:t>1.013e0</w:t>
      </w:r>
    </w:p>
    <w:p w:rsidR="00B65DC9" w:rsidRDefault="00B65DC9" w:rsidP="00B65DC9">
      <w:r>
        <w:t>561.3168</w:t>
      </w:r>
      <w:r>
        <w:tab/>
        <w:t>2.532e-2</w:t>
      </w:r>
    </w:p>
    <w:p w:rsidR="00B65DC9" w:rsidRDefault="00B65DC9" w:rsidP="00B65DC9">
      <w:r>
        <w:t>561.3693</w:t>
      </w:r>
      <w:r>
        <w:tab/>
        <w:t>2.025e0</w:t>
      </w:r>
    </w:p>
    <w:p w:rsidR="00B65DC9" w:rsidRDefault="00B65DC9" w:rsidP="00B65DC9">
      <w:r>
        <w:t>561.3715</w:t>
      </w:r>
      <w:r>
        <w:tab/>
        <w:t>3.038e0</w:t>
      </w:r>
    </w:p>
    <w:p w:rsidR="00B65DC9" w:rsidRDefault="00B65DC9" w:rsidP="00B65DC9">
      <w:r>
        <w:t>561.3885</w:t>
      </w:r>
      <w:r>
        <w:tab/>
        <w:t>4.051e0</w:t>
      </w:r>
    </w:p>
    <w:p w:rsidR="00B65DC9" w:rsidRDefault="00B65DC9" w:rsidP="00B65DC9">
      <w:r>
        <w:t>561.4047</w:t>
      </w:r>
      <w:r>
        <w:tab/>
        <w:t>5.063e-2</w:t>
      </w:r>
    </w:p>
    <w:p w:rsidR="00B65DC9" w:rsidRDefault="00B65DC9" w:rsidP="00B65DC9">
      <w:r>
        <w:t>561.4528</w:t>
      </w:r>
      <w:r>
        <w:tab/>
        <w:t>1.013e0</w:t>
      </w:r>
    </w:p>
    <w:p w:rsidR="00B65DC9" w:rsidRDefault="00B65DC9" w:rsidP="00B65DC9">
      <w:r>
        <w:t>561.4625</w:t>
      </w:r>
      <w:r>
        <w:tab/>
        <w:t>1.013e0</w:t>
      </w:r>
    </w:p>
    <w:p w:rsidR="00B65DC9" w:rsidRDefault="00B65DC9" w:rsidP="00B65DC9">
      <w:r>
        <w:t>561.5785</w:t>
      </w:r>
      <w:r>
        <w:tab/>
        <w:t>1.013e0</w:t>
      </w:r>
    </w:p>
    <w:p w:rsidR="00B65DC9" w:rsidRDefault="00B65DC9" w:rsidP="00B65DC9">
      <w:r>
        <w:t>561.6094</w:t>
      </w:r>
      <w:r>
        <w:tab/>
        <w:t>3.038e0</w:t>
      </w:r>
    </w:p>
    <w:p w:rsidR="00B65DC9" w:rsidRDefault="00B65DC9" w:rsidP="00B65DC9">
      <w:r>
        <w:t>561.6566</w:t>
      </w:r>
      <w:r>
        <w:tab/>
        <w:t>1.013e0</w:t>
      </w:r>
    </w:p>
    <w:p w:rsidR="00B65DC9" w:rsidRDefault="00B65DC9" w:rsidP="00B65DC9">
      <w:r>
        <w:t>561.6748</w:t>
      </w:r>
      <w:r>
        <w:tab/>
        <w:t>1.013e0</w:t>
      </w:r>
    </w:p>
    <w:p w:rsidR="00B65DC9" w:rsidRDefault="00B65DC9" w:rsidP="00B65DC9">
      <w:r>
        <w:t>561.7042</w:t>
      </w:r>
      <w:r>
        <w:tab/>
        <w:t>1.013e0</w:t>
      </w:r>
    </w:p>
    <w:p w:rsidR="00B65DC9" w:rsidRDefault="00B65DC9" w:rsidP="00B65DC9">
      <w:r>
        <w:t>561.7235</w:t>
      </w:r>
      <w:r>
        <w:tab/>
        <w:t>1.013e0</w:t>
      </w:r>
    </w:p>
    <w:p w:rsidR="00B65DC9" w:rsidRDefault="00B65DC9" w:rsidP="00B65DC9">
      <w:r>
        <w:t>561.7919</w:t>
      </w:r>
      <w:r>
        <w:tab/>
        <w:t>1.013e0</w:t>
      </w:r>
    </w:p>
    <w:p w:rsidR="00B65DC9" w:rsidRDefault="00B65DC9" w:rsidP="00B65DC9">
      <w:r>
        <w:t>561.8492</w:t>
      </w:r>
      <w:r>
        <w:tab/>
        <w:t>1.266e-2</w:t>
      </w:r>
    </w:p>
    <w:p w:rsidR="00B65DC9" w:rsidRDefault="00B65DC9" w:rsidP="00B65DC9">
      <w:r>
        <w:t>561.9072</w:t>
      </w:r>
      <w:r>
        <w:tab/>
        <w:t>1.013e0</w:t>
      </w:r>
    </w:p>
    <w:p w:rsidR="00B65DC9" w:rsidRDefault="00B65DC9" w:rsidP="00B65DC9">
      <w:r>
        <w:t>561.9172</w:t>
      </w:r>
      <w:r>
        <w:tab/>
        <w:t>2.025e0</w:t>
      </w:r>
    </w:p>
    <w:p w:rsidR="00B65DC9" w:rsidRDefault="00B65DC9" w:rsidP="00B65DC9">
      <w:r>
        <w:t>561.9313</w:t>
      </w:r>
      <w:r>
        <w:tab/>
        <w:t>3.038e0</w:t>
      </w:r>
    </w:p>
    <w:p w:rsidR="00B65DC9" w:rsidRDefault="00B65DC9" w:rsidP="00B65DC9">
      <w:r>
        <w:lastRenderedPageBreak/>
        <w:t>561.9641</w:t>
      </w:r>
      <w:r>
        <w:tab/>
        <w:t>1.013e0</w:t>
      </w:r>
    </w:p>
    <w:p w:rsidR="00B65DC9" w:rsidRDefault="00B65DC9" w:rsidP="00B65DC9">
      <w:r>
        <w:t>561.9943</w:t>
      </w:r>
      <w:r>
        <w:tab/>
        <w:t>1.013e0</w:t>
      </w:r>
    </w:p>
    <w:p w:rsidR="00B65DC9" w:rsidRDefault="00B65DC9" w:rsidP="00B65DC9">
      <w:r>
        <w:t>562.0039</w:t>
      </w:r>
      <w:r>
        <w:tab/>
        <w:t>1.013e0</w:t>
      </w:r>
    </w:p>
    <w:p w:rsidR="00B65DC9" w:rsidRDefault="00B65DC9" w:rsidP="00B65DC9">
      <w:r>
        <w:t>562.0620</w:t>
      </w:r>
      <w:r>
        <w:tab/>
        <w:t>1.266e-2</w:t>
      </w:r>
    </w:p>
    <w:p w:rsidR="00B65DC9" w:rsidRDefault="00B65DC9" w:rsidP="00B65DC9">
      <w:r>
        <w:t>562.1006</w:t>
      </w:r>
      <w:r>
        <w:tab/>
        <w:t>3.038e0</w:t>
      </w:r>
    </w:p>
    <w:p w:rsidR="00B65DC9" w:rsidRDefault="00B65DC9" w:rsidP="00B65DC9">
      <w:r>
        <w:t>562.1111</w:t>
      </w:r>
      <w:r>
        <w:tab/>
        <w:t>2.025e0</w:t>
      </w:r>
    </w:p>
    <w:p w:rsidR="00B65DC9" w:rsidRDefault="00B65DC9" w:rsidP="00B65DC9">
      <w:r>
        <w:t>562.1454</w:t>
      </w:r>
      <w:r>
        <w:tab/>
        <w:t>1.013e0</w:t>
      </w:r>
    </w:p>
    <w:p w:rsidR="00B65DC9" w:rsidRDefault="00B65DC9" w:rsidP="00B65DC9">
      <w:r>
        <w:t>562.2189</w:t>
      </w:r>
      <w:r>
        <w:tab/>
        <w:t>1.025e0</w:t>
      </w:r>
    </w:p>
    <w:p w:rsidR="00B65DC9" w:rsidRDefault="00B65DC9" w:rsidP="00B65DC9">
      <w:r>
        <w:t>562.2541</w:t>
      </w:r>
      <w:r>
        <w:tab/>
        <w:t>1.013e0</w:t>
      </w:r>
    </w:p>
    <w:p w:rsidR="00B65DC9" w:rsidRDefault="00B65DC9" w:rsidP="00B65DC9">
      <w:r>
        <w:t>562.2717</w:t>
      </w:r>
      <w:r>
        <w:tab/>
        <w:t>1.266e-2</w:t>
      </w:r>
    </w:p>
    <w:p w:rsidR="00B65DC9" w:rsidRDefault="00B65DC9" w:rsidP="00B65DC9">
      <w:r>
        <w:t>562.2800</w:t>
      </w:r>
      <w:r>
        <w:tab/>
        <w:t>3.038e0</w:t>
      </w:r>
    </w:p>
    <w:p w:rsidR="00B65DC9" w:rsidRDefault="00B65DC9" w:rsidP="00B65DC9">
      <w:r>
        <w:t>562.2942</w:t>
      </w:r>
      <w:r>
        <w:tab/>
        <w:t>1.266e-2</w:t>
      </w:r>
    </w:p>
    <w:p w:rsidR="00B65DC9" w:rsidRDefault="00B65DC9" w:rsidP="00B65DC9">
      <w:r>
        <w:t>562.3240</w:t>
      </w:r>
      <w:r>
        <w:tab/>
        <w:t>2.025e0</w:t>
      </w:r>
    </w:p>
    <w:p w:rsidR="00B65DC9" w:rsidRDefault="00B65DC9" w:rsidP="00B65DC9">
      <w:r>
        <w:t>562.3406</w:t>
      </w:r>
      <w:r>
        <w:tab/>
        <w:t>2.051e0</w:t>
      </w:r>
    </w:p>
    <w:p w:rsidR="00B65DC9" w:rsidRDefault="00B65DC9" w:rsidP="00B65DC9">
      <w:r>
        <w:t>562.3616</w:t>
      </w:r>
      <w:r>
        <w:tab/>
        <w:t>1.266e-2</w:t>
      </w:r>
    </w:p>
    <w:p w:rsidR="00B65DC9" w:rsidRDefault="00B65DC9" w:rsidP="00B65DC9">
      <w:r>
        <w:t>562.3748</w:t>
      </w:r>
      <w:r>
        <w:tab/>
        <w:t>4.051e0</w:t>
      </w:r>
    </w:p>
    <w:p w:rsidR="00B65DC9" w:rsidRDefault="00B65DC9" w:rsidP="00B65DC9">
      <w:r>
        <w:t>562.3910</w:t>
      </w:r>
      <w:r>
        <w:tab/>
        <w:t>1.013e0</w:t>
      </w:r>
    </w:p>
    <w:p w:rsidR="00B65DC9" w:rsidRDefault="00B65DC9" w:rsidP="00B65DC9">
      <w:r>
        <w:t>562.4190</w:t>
      </w:r>
      <w:r>
        <w:tab/>
        <w:t>1.051e0</w:t>
      </w:r>
    </w:p>
    <w:p w:rsidR="00B65DC9" w:rsidRDefault="00B65DC9" w:rsidP="00B65DC9">
      <w:r>
        <w:t>562.4490</w:t>
      </w:r>
      <w:r>
        <w:tab/>
        <w:t>3.038e0</w:t>
      </w:r>
    </w:p>
    <w:p w:rsidR="00B65DC9" w:rsidRDefault="00B65DC9" w:rsidP="00B65DC9">
      <w:r>
        <w:lastRenderedPageBreak/>
        <w:t>562.5168</w:t>
      </w:r>
      <w:r>
        <w:tab/>
        <w:t>1.013e0</w:t>
      </w:r>
    </w:p>
    <w:p w:rsidR="00B65DC9" w:rsidRDefault="00B65DC9" w:rsidP="00B65DC9">
      <w:r>
        <w:t>562.5244</w:t>
      </w:r>
      <w:r>
        <w:tab/>
        <w:t>1.266e-2</w:t>
      </w:r>
    </w:p>
    <w:p w:rsidR="00B65DC9" w:rsidRDefault="00B65DC9" w:rsidP="00B65DC9">
      <w:r>
        <w:t>562.5273</w:t>
      </w:r>
      <w:r>
        <w:tab/>
        <w:t>1.266e-2</w:t>
      </w:r>
    </w:p>
    <w:p w:rsidR="00B65DC9" w:rsidRDefault="00B65DC9" w:rsidP="00B65DC9">
      <w:r>
        <w:t>562.5888</w:t>
      </w:r>
      <w:r>
        <w:tab/>
        <w:t>2.025e0</w:t>
      </w:r>
    </w:p>
    <w:p w:rsidR="00B65DC9" w:rsidRDefault="00B65DC9" w:rsidP="00B65DC9">
      <w:r>
        <w:t>562.5942</w:t>
      </w:r>
      <w:r>
        <w:tab/>
        <w:t>1.013e0</w:t>
      </w:r>
    </w:p>
    <w:p w:rsidR="00B65DC9" w:rsidRDefault="00B65DC9" w:rsidP="00B65DC9">
      <w:r>
        <w:t>562.6445</w:t>
      </w:r>
      <w:r>
        <w:tab/>
        <w:t>2.025e0</w:t>
      </w:r>
    </w:p>
    <w:p w:rsidR="00B65DC9" w:rsidRDefault="00B65DC9" w:rsidP="00B65DC9">
      <w:r>
        <w:t>562.6874</w:t>
      </w:r>
      <w:r>
        <w:tab/>
        <w:t>1.013e0</w:t>
      </w:r>
    </w:p>
    <w:p w:rsidR="00B65DC9" w:rsidRDefault="00B65DC9" w:rsidP="00B65DC9">
      <w:r>
        <w:t>562.7104</w:t>
      </w:r>
      <w:r>
        <w:tab/>
        <w:t>1.013e0</w:t>
      </w:r>
    </w:p>
    <w:p w:rsidR="00B65DC9" w:rsidRDefault="00B65DC9" w:rsidP="00B65DC9">
      <w:r>
        <w:t>562.7879</w:t>
      </w:r>
      <w:r>
        <w:tab/>
        <w:t>1.013e0</w:t>
      </w:r>
    </w:p>
    <w:p w:rsidR="00B65DC9" w:rsidRDefault="00B65DC9" w:rsidP="00B65DC9">
      <w:r>
        <w:t>562.7894</w:t>
      </w:r>
      <w:r>
        <w:tab/>
        <w:t>3.038e0</w:t>
      </w:r>
    </w:p>
    <w:p w:rsidR="00B65DC9" w:rsidRDefault="00B65DC9" w:rsidP="00B65DC9">
      <w:r>
        <w:t>562.8952</w:t>
      </w:r>
      <w:r>
        <w:tab/>
        <w:t>1.266e-2</w:t>
      </w:r>
    </w:p>
    <w:p w:rsidR="00B65DC9" w:rsidRDefault="00B65DC9" w:rsidP="00B65DC9">
      <w:r>
        <w:t>562.9138</w:t>
      </w:r>
      <w:r>
        <w:tab/>
        <w:t>1.013e0</w:t>
      </w:r>
    </w:p>
    <w:p w:rsidR="00B65DC9" w:rsidRDefault="00B65DC9" w:rsidP="00B65DC9">
      <w:r>
        <w:t>562.9250</w:t>
      </w:r>
      <w:r>
        <w:tab/>
        <w:t>2.025e0</w:t>
      </w:r>
    </w:p>
    <w:p w:rsidR="00B65DC9" w:rsidRDefault="00B65DC9" w:rsidP="00B65DC9">
      <w:r>
        <w:t>562.9526</w:t>
      </w:r>
      <w:r>
        <w:tab/>
        <w:t>1.013e0</w:t>
      </w:r>
    </w:p>
    <w:p w:rsidR="00B65DC9" w:rsidRDefault="00B65DC9" w:rsidP="00B65DC9">
      <w:r>
        <w:t>562.9586</w:t>
      </w:r>
      <w:r>
        <w:tab/>
        <w:t>2.025e0</w:t>
      </w:r>
    </w:p>
    <w:p w:rsidR="00B65DC9" w:rsidRDefault="00B65DC9" w:rsidP="00B65DC9">
      <w:r>
        <w:t>563.0786</w:t>
      </w:r>
      <w:r>
        <w:tab/>
        <w:t>1.013e0</w:t>
      </w:r>
    </w:p>
    <w:p w:rsidR="00B65DC9" w:rsidRDefault="00B65DC9" w:rsidP="00B65DC9">
      <w:r>
        <w:t>563.0980</w:t>
      </w:r>
      <w:r>
        <w:tab/>
        <w:t>1.266e-2</w:t>
      </w:r>
    </w:p>
    <w:p w:rsidR="00B65DC9" w:rsidRDefault="00B65DC9" w:rsidP="00B65DC9">
      <w:r>
        <w:t>563.1114</w:t>
      </w:r>
      <w:r>
        <w:tab/>
        <w:t>3.038e0</w:t>
      </w:r>
    </w:p>
    <w:p w:rsidR="00B65DC9" w:rsidRDefault="00B65DC9" w:rsidP="00B65DC9">
      <w:r>
        <w:t>563.1669</w:t>
      </w:r>
      <w:r>
        <w:tab/>
        <w:t>4.051e0</w:t>
      </w:r>
    </w:p>
    <w:p w:rsidR="00B65DC9" w:rsidRDefault="00B65DC9" w:rsidP="00B65DC9">
      <w:r>
        <w:lastRenderedPageBreak/>
        <w:t>563.1948</w:t>
      </w:r>
      <w:r>
        <w:tab/>
        <w:t>2.025e0</w:t>
      </w:r>
    </w:p>
    <w:p w:rsidR="00B65DC9" w:rsidRDefault="00B65DC9" w:rsidP="00B65DC9">
      <w:r>
        <w:t>563.2336</w:t>
      </w:r>
      <w:r>
        <w:tab/>
        <w:t>2.025e0</w:t>
      </w:r>
    </w:p>
    <w:p w:rsidR="00B65DC9" w:rsidRDefault="00B65DC9" w:rsidP="00B65DC9">
      <w:r>
        <w:t>563.2407</w:t>
      </w:r>
      <w:r>
        <w:tab/>
        <w:t>2.025e0</w:t>
      </w:r>
    </w:p>
    <w:p w:rsidR="00B65DC9" w:rsidRDefault="00B65DC9" w:rsidP="00B65DC9">
      <w:r>
        <w:t>563.2917</w:t>
      </w:r>
      <w:r>
        <w:tab/>
        <w:t>1.266e-2</w:t>
      </w:r>
    </w:p>
    <w:p w:rsidR="00B65DC9" w:rsidRDefault="00B65DC9" w:rsidP="00B65DC9">
      <w:r>
        <w:t>563.3070</w:t>
      </w:r>
      <w:r>
        <w:tab/>
        <w:t>2.025e0</w:t>
      </w:r>
    </w:p>
    <w:p w:rsidR="00B65DC9" w:rsidRDefault="00B65DC9" w:rsidP="00B65DC9">
      <w:r>
        <w:t>563.3276</w:t>
      </w:r>
      <w:r>
        <w:tab/>
        <w:t>2.025e0</w:t>
      </w:r>
    </w:p>
    <w:p w:rsidR="00B65DC9" w:rsidRDefault="00B65DC9" w:rsidP="00B65DC9">
      <w:r>
        <w:t>563.3669</w:t>
      </w:r>
      <w:r>
        <w:tab/>
        <w:t>4.076e0</w:t>
      </w:r>
    </w:p>
    <w:p w:rsidR="00B65DC9" w:rsidRDefault="00B65DC9" w:rsidP="00B65DC9">
      <w:r>
        <w:t>563.4089</w:t>
      </w:r>
      <w:r>
        <w:tab/>
        <w:t>3.038e0</w:t>
      </w:r>
    </w:p>
    <w:p w:rsidR="00B65DC9" w:rsidRDefault="00B65DC9" w:rsidP="00B65DC9">
      <w:r>
        <w:t>563.4277</w:t>
      </w:r>
      <w:r>
        <w:tab/>
        <w:t>2.025e0</w:t>
      </w:r>
    </w:p>
    <w:p w:rsidR="00B65DC9" w:rsidRDefault="00B65DC9" w:rsidP="00B65DC9">
      <w:r>
        <w:t>563.4961</w:t>
      </w:r>
      <w:r>
        <w:tab/>
        <w:t>1.266e-2</w:t>
      </w:r>
    </w:p>
    <w:p w:rsidR="00B65DC9" w:rsidRDefault="00B65DC9" w:rsidP="00B65DC9">
      <w:r>
        <w:t>563.5341</w:t>
      </w:r>
      <w:r>
        <w:tab/>
        <w:t>1.013e0</w:t>
      </w:r>
    </w:p>
    <w:p w:rsidR="00B65DC9" w:rsidRDefault="00B65DC9" w:rsidP="00B65DC9">
      <w:r>
        <w:t>563.5438</w:t>
      </w:r>
      <w:r>
        <w:tab/>
        <w:t>1.013e0</w:t>
      </w:r>
    </w:p>
    <w:p w:rsidR="00B65DC9" w:rsidRDefault="00B65DC9" w:rsidP="00B65DC9">
      <w:r>
        <w:t>563.5740</w:t>
      </w:r>
      <w:r>
        <w:tab/>
        <w:t>1.013e0</w:t>
      </w:r>
    </w:p>
    <w:p w:rsidR="00B65DC9" w:rsidRDefault="00B65DC9" w:rsidP="00B65DC9">
      <w:r>
        <w:t>563.5923</w:t>
      </w:r>
      <w:r>
        <w:tab/>
        <w:t>1.013e0</w:t>
      </w:r>
    </w:p>
    <w:p w:rsidR="00B65DC9" w:rsidRDefault="00B65DC9" w:rsidP="00B65DC9">
      <w:r>
        <w:t>563.6724</w:t>
      </w:r>
      <w:r>
        <w:tab/>
        <w:t>2.025e0</w:t>
      </w:r>
    </w:p>
    <w:p w:rsidR="00B65DC9" w:rsidRDefault="00B65DC9" w:rsidP="00B65DC9">
      <w:r>
        <w:t>563.8060</w:t>
      </w:r>
      <w:r>
        <w:tab/>
        <w:t>2.025e0</w:t>
      </w:r>
    </w:p>
    <w:p w:rsidR="00B65DC9" w:rsidRDefault="00B65DC9" w:rsidP="00B65DC9">
      <w:r>
        <w:t>563.8149</w:t>
      </w:r>
      <w:r>
        <w:tab/>
        <w:t>1.025e0</w:t>
      </w:r>
    </w:p>
    <w:p w:rsidR="00B65DC9" w:rsidRDefault="00B65DC9" w:rsidP="00B65DC9">
      <w:r>
        <w:t>563.8453</w:t>
      </w:r>
      <w:r>
        <w:tab/>
        <w:t>2.025e0</w:t>
      </w:r>
    </w:p>
    <w:p w:rsidR="00B65DC9" w:rsidRDefault="00B65DC9" w:rsidP="00B65DC9">
      <w:r>
        <w:t>563.8611</w:t>
      </w:r>
      <w:r>
        <w:tab/>
        <w:t>1.266e-2</w:t>
      </w:r>
    </w:p>
    <w:p w:rsidR="00B65DC9" w:rsidRDefault="00B65DC9" w:rsidP="00B65DC9">
      <w:r>
        <w:lastRenderedPageBreak/>
        <w:t>563.8737</w:t>
      </w:r>
      <w:r>
        <w:tab/>
        <w:t>1.266e-2</w:t>
      </w:r>
    </w:p>
    <w:p w:rsidR="00B65DC9" w:rsidRDefault="00B65DC9" w:rsidP="00B65DC9">
      <w:r>
        <w:t>563.8931</w:t>
      </w:r>
      <w:r>
        <w:tab/>
        <w:t>1.013e0</w:t>
      </w:r>
    </w:p>
    <w:p w:rsidR="00B65DC9" w:rsidRDefault="00B65DC9" w:rsidP="00B65DC9">
      <w:r>
        <w:t>563.9222</w:t>
      </w:r>
      <w:r>
        <w:tab/>
        <w:t>1.013e0</w:t>
      </w:r>
    </w:p>
    <w:p w:rsidR="00B65DC9" w:rsidRDefault="00B65DC9" w:rsidP="00B65DC9">
      <w:r>
        <w:t>563.9348</w:t>
      </w:r>
      <w:r>
        <w:tab/>
        <w:t>1.013e0</w:t>
      </w:r>
    </w:p>
    <w:p w:rsidR="00B65DC9" w:rsidRDefault="00B65DC9" w:rsidP="00B65DC9">
      <w:r>
        <w:t>563.9713</w:t>
      </w:r>
      <w:r>
        <w:tab/>
        <w:t>1.013e0</w:t>
      </w:r>
    </w:p>
    <w:p w:rsidR="00B65DC9" w:rsidRDefault="00B65DC9" w:rsidP="00B65DC9">
      <w:r>
        <w:t>564.0103</w:t>
      </w:r>
      <w:r>
        <w:tab/>
        <w:t>1.013e0</w:t>
      </w:r>
    </w:p>
    <w:p w:rsidR="00B65DC9" w:rsidRDefault="00B65DC9" w:rsidP="00B65DC9">
      <w:r>
        <w:t>564.0289</w:t>
      </w:r>
      <w:r>
        <w:tab/>
        <w:t>1.013e0</w:t>
      </w:r>
    </w:p>
    <w:p w:rsidR="00B65DC9" w:rsidRDefault="00B65DC9" w:rsidP="00B65DC9">
      <w:r>
        <w:t>564.1096</w:t>
      </w:r>
      <w:r>
        <w:tab/>
        <w:t>5.063e0</w:t>
      </w:r>
    </w:p>
    <w:p w:rsidR="00B65DC9" w:rsidRDefault="00B65DC9" w:rsidP="00B65DC9">
      <w:r>
        <w:t>564.1453</w:t>
      </w:r>
      <w:r>
        <w:tab/>
        <w:t>2.532e-2</w:t>
      </w:r>
    </w:p>
    <w:p w:rsidR="00B65DC9" w:rsidRDefault="00B65DC9" w:rsidP="00B65DC9">
      <w:r>
        <w:t>564.2219</w:t>
      </w:r>
      <w:r>
        <w:tab/>
        <w:t>1.013e0</w:t>
      </w:r>
    </w:p>
    <w:p w:rsidR="00B65DC9" w:rsidRDefault="00B65DC9" w:rsidP="00B65DC9">
      <w:r>
        <w:t>564.2402</w:t>
      </w:r>
      <w:r>
        <w:tab/>
        <w:t>3.038e0</w:t>
      </w:r>
    </w:p>
    <w:p w:rsidR="00B65DC9" w:rsidRDefault="00B65DC9" w:rsidP="00B65DC9">
      <w:r>
        <w:t>564.2424</w:t>
      </w:r>
      <w:r>
        <w:tab/>
        <w:t>1.013e0</w:t>
      </w:r>
    </w:p>
    <w:p w:rsidR="00B65DC9" w:rsidRDefault="00B65DC9" w:rsidP="00B65DC9">
      <w:r>
        <w:t>564.2742</w:t>
      </w:r>
      <w:r>
        <w:tab/>
        <w:t>3.038e0</w:t>
      </w:r>
    </w:p>
    <w:p w:rsidR="00B65DC9" w:rsidRDefault="00B65DC9" w:rsidP="00B65DC9">
      <w:r>
        <w:t>564.3046</w:t>
      </w:r>
      <w:r>
        <w:tab/>
        <w:t>1.038e0</w:t>
      </w:r>
    </w:p>
    <w:p w:rsidR="00B65DC9" w:rsidRDefault="00B65DC9" w:rsidP="00B65DC9">
      <w:r>
        <w:t>564.3104</w:t>
      </w:r>
      <w:r>
        <w:tab/>
        <w:t>2.025e0</w:t>
      </w:r>
    </w:p>
    <w:p w:rsidR="00B65DC9" w:rsidRDefault="00B65DC9" w:rsidP="00B65DC9">
      <w:r>
        <w:t>564.3324</w:t>
      </w:r>
      <w:r>
        <w:tab/>
        <w:t>2.025e0</w:t>
      </w:r>
    </w:p>
    <w:p w:rsidR="00B65DC9" w:rsidRDefault="00B65DC9" w:rsidP="00B65DC9">
      <w:r>
        <w:t>564.3403</w:t>
      </w:r>
      <w:r>
        <w:tab/>
        <w:t>1.013e0</w:t>
      </w:r>
    </w:p>
    <w:p w:rsidR="00B65DC9" w:rsidRDefault="00B65DC9" w:rsidP="00B65DC9">
      <w:r>
        <w:t>564.3503</w:t>
      </w:r>
      <w:r>
        <w:tab/>
        <w:t>1.013e0</w:t>
      </w:r>
    </w:p>
    <w:p w:rsidR="00B65DC9" w:rsidRDefault="00B65DC9" w:rsidP="00B65DC9">
      <w:r>
        <w:t>564.3751</w:t>
      </w:r>
      <w:r>
        <w:tab/>
        <w:t>3.038e0</w:t>
      </w:r>
    </w:p>
    <w:p w:rsidR="00B65DC9" w:rsidRDefault="00B65DC9" w:rsidP="00B65DC9">
      <w:r>
        <w:lastRenderedPageBreak/>
        <w:t>564.3983</w:t>
      </w:r>
      <w:r>
        <w:tab/>
        <w:t>2.532e-2</w:t>
      </w:r>
    </w:p>
    <w:p w:rsidR="00B65DC9" w:rsidRDefault="00B65DC9" w:rsidP="00B65DC9">
      <w:r>
        <w:t>564.4219</w:t>
      </w:r>
      <w:r>
        <w:tab/>
        <w:t>3.038e0</w:t>
      </w:r>
    </w:p>
    <w:p w:rsidR="00B65DC9" w:rsidRDefault="00B65DC9" w:rsidP="00B65DC9">
      <w:r>
        <w:t>564.4366</w:t>
      </w:r>
      <w:r>
        <w:tab/>
        <w:t>1.013e0</w:t>
      </w:r>
    </w:p>
    <w:p w:rsidR="00B65DC9" w:rsidRDefault="00B65DC9" w:rsidP="00B65DC9">
      <w:r>
        <w:t>564.5151</w:t>
      </w:r>
      <w:r>
        <w:tab/>
        <w:t>1.013e0</w:t>
      </w:r>
    </w:p>
    <w:p w:rsidR="00B65DC9" w:rsidRDefault="00B65DC9" w:rsidP="00B65DC9">
      <w:r>
        <w:t>564.5480</w:t>
      </w:r>
      <w:r>
        <w:tab/>
        <w:t>1.266e-2</w:t>
      </w:r>
    </w:p>
    <w:p w:rsidR="00B65DC9" w:rsidRDefault="00B65DC9" w:rsidP="00B65DC9">
      <w:r>
        <w:t>564.5928</w:t>
      </w:r>
      <w:r>
        <w:tab/>
        <w:t>1.013e0</w:t>
      </w:r>
    </w:p>
    <w:p w:rsidR="00B65DC9" w:rsidRDefault="00B65DC9" w:rsidP="00B65DC9">
      <w:r>
        <w:t>564.6030</w:t>
      </w:r>
      <w:r>
        <w:tab/>
        <w:t>1.266e-2</w:t>
      </w:r>
    </w:p>
    <w:p w:rsidR="00B65DC9" w:rsidRDefault="00B65DC9" w:rsidP="00B65DC9">
      <w:r>
        <w:t>564.6115</w:t>
      </w:r>
      <w:r>
        <w:tab/>
        <w:t>1.025e0</w:t>
      </w:r>
    </w:p>
    <w:p w:rsidR="00B65DC9" w:rsidRDefault="00B65DC9" w:rsidP="00B65DC9">
      <w:r>
        <w:t>564.6996</w:t>
      </w:r>
      <w:r>
        <w:tab/>
        <w:t>1.266e-2</w:t>
      </w:r>
    </w:p>
    <w:p w:rsidR="00B65DC9" w:rsidRDefault="00B65DC9" w:rsidP="00B65DC9">
      <w:r>
        <w:t>564.7111</w:t>
      </w:r>
      <w:r>
        <w:tab/>
        <w:t>1.013e0</w:t>
      </w:r>
    </w:p>
    <w:p w:rsidR="00B65DC9" w:rsidRDefault="00B65DC9" w:rsidP="00B65DC9">
      <w:r>
        <w:t>564.7887</w:t>
      </w:r>
      <w:r>
        <w:tab/>
        <w:t>3.038e0</w:t>
      </w:r>
    </w:p>
    <w:p w:rsidR="00B65DC9" w:rsidRDefault="00B65DC9" w:rsidP="00B65DC9">
      <w:r>
        <w:t>564.8049</w:t>
      </w:r>
      <w:r>
        <w:tab/>
        <w:t>2.025e0</w:t>
      </w:r>
    </w:p>
    <w:p w:rsidR="00B65DC9" w:rsidRDefault="00B65DC9" w:rsidP="00B65DC9">
      <w:r>
        <w:t>564.8608</w:t>
      </w:r>
      <w:r>
        <w:tab/>
        <w:t>2.025e0</w:t>
      </w:r>
    </w:p>
    <w:p w:rsidR="00B65DC9" w:rsidRDefault="00B65DC9" w:rsidP="00B65DC9">
      <w:r>
        <w:t>564.8638</w:t>
      </w:r>
      <w:r>
        <w:tab/>
        <w:t>2.025e0</w:t>
      </w:r>
    </w:p>
    <w:p w:rsidR="00B65DC9" w:rsidRDefault="00B65DC9" w:rsidP="00B65DC9">
      <w:r>
        <w:t>564.9236</w:t>
      </w:r>
      <w:r>
        <w:tab/>
        <w:t>2.171e0</w:t>
      </w:r>
    </w:p>
    <w:p w:rsidR="00B65DC9" w:rsidRDefault="00B65DC9" w:rsidP="00B65DC9">
      <w:r>
        <w:t>564.9454</w:t>
      </w:r>
      <w:r>
        <w:tab/>
        <w:t>1.013e0</w:t>
      </w:r>
    </w:p>
    <w:p w:rsidR="00B65DC9" w:rsidRDefault="00B65DC9" w:rsidP="00B65DC9">
      <w:r>
        <w:t>565.0089</w:t>
      </w:r>
      <w:r>
        <w:tab/>
        <w:t>1.038e0</w:t>
      </w:r>
    </w:p>
    <w:p w:rsidR="00B65DC9" w:rsidRDefault="00B65DC9" w:rsidP="00B65DC9">
      <w:r>
        <w:t>565.0682</w:t>
      </w:r>
      <w:r>
        <w:tab/>
        <w:t>2.025e0</w:t>
      </w:r>
    </w:p>
    <w:p w:rsidR="00B65DC9" w:rsidRDefault="00B65DC9" w:rsidP="00B65DC9">
      <w:r>
        <w:t>565.0877</w:t>
      </w:r>
      <w:r>
        <w:tab/>
        <w:t>2.025e0</w:t>
      </w:r>
    </w:p>
    <w:p w:rsidR="00B65DC9" w:rsidRDefault="00B65DC9" w:rsidP="00B65DC9">
      <w:r>
        <w:lastRenderedPageBreak/>
        <w:t>565.1079</w:t>
      </w:r>
      <w:r>
        <w:tab/>
        <w:t>2.532e-2</w:t>
      </w:r>
    </w:p>
    <w:p w:rsidR="00B65DC9" w:rsidRDefault="00B65DC9" w:rsidP="00B65DC9">
      <w:r>
        <w:t>565.1363</w:t>
      </w:r>
      <w:r>
        <w:tab/>
        <w:t>1.266e-2</w:t>
      </w:r>
    </w:p>
    <w:p w:rsidR="00B65DC9" w:rsidRDefault="00B65DC9" w:rsidP="00B65DC9">
      <w:r>
        <w:t>565.1619</w:t>
      </w:r>
      <w:r>
        <w:tab/>
        <w:t>1.013e0</w:t>
      </w:r>
    </w:p>
    <w:p w:rsidR="00B65DC9" w:rsidRDefault="00B65DC9" w:rsidP="00B65DC9">
      <w:r>
        <w:t>565.1793</w:t>
      </w:r>
      <w:r>
        <w:tab/>
        <w:t>1.025e0</w:t>
      </w:r>
    </w:p>
    <w:p w:rsidR="00B65DC9" w:rsidRDefault="00B65DC9" w:rsidP="00B65DC9">
      <w:r>
        <w:t>565.2821</w:t>
      </w:r>
      <w:r>
        <w:tab/>
        <w:t>2.532e-2</w:t>
      </w:r>
    </w:p>
    <w:p w:rsidR="00B65DC9" w:rsidRDefault="00B65DC9" w:rsidP="00B65DC9">
      <w:r>
        <w:t>565.2893</w:t>
      </w:r>
      <w:r>
        <w:tab/>
        <w:t>3.038e0</w:t>
      </w:r>
    </w:p>
    <w:p w:rsidR="00B65DC9" w:rsidRDefault="00B65DC9" w:rsidP="00B65DC9">
      <w:r>
        <w:t>565.2919</w:t>
      </w:r>
      <w:r>
        <w:tab/>
        <w:t>1.266e-2</w:t>
      </w:r>
    </w:p>
    <w:p w:rsidR="00B65DC9" w:rsidRDefault="00B65DC9" w:rsidP="00B65DC9">
      <w:r>
        <w:t>565.3093</w:t>
      </w:r>
      <w:r>
        <w:tab/>
        <w:t>3.038e0</w:t>
      </w:r>
    </w:p>
    <w:p w:rsidR="00B65DC9" w:rsidRDefault="00B65DC9" w:rsidP="00B65DC9">
      <w:r>
        <w:t>565.3434</w:t>
      </w:r>
      <w:r>
        <w:tab/>
        <w:t>1.013e0</w:t>
      </w:r>
    </w:p>
    <w:p w:rsidR="00B65DC9" w:rsidRDefault="00B65DC9" w:rsidP="00B65DC9">
      <w:r>
        <w:t>565.3546</w:t>
      </w:r>
      <w:r>
        <w:tab/>
        <w:t>2.025e0</w:t>
      </w:r>
    </w:p>
    <w:p w:rsidR="00B65DC9" w:rsidRDefault="00B65DC9" w:rsidP="00B65DC9">
      <w:r>
        <w:t>565.3652</w:t>
      </w:r>
      <w:r>
        <w:tab/>
        <w:t>3.038e0</w:t>
      </w:r>
    </w:p>
    <w:p w:rsidR="00B65DC9" w:rsidRDefault="00B65DC9" w:rsidP="00B65DC9">
      <w:r>
        <w:t>565.3770</w:t>
      </w:r>
      <w:r>
        <w:tab/>
        <w:t>1.013e0</w:t>
      </w:r>
    </w:p>
    <w:p w:rsidR="00B65DC9" w:rsidRDefault="00B65DC9" w:rsidP="00B65DC9">
      <w:r>
        <w:t>565.3996</w:t>
      </w:r>
      <w:r>
        <w:tab/>
        <w:t>1.013e0</w:t>
      </w:r>
    </w:p>
    <w:p w:rsidR="00B65DC9" w:rsidRDefault="00B65DC9" w:rsidP="00B65DC9">
      <w:r>
        <w:t>565.4527</w:t>
      </w:r>
      <w:r>
        <w:tab/>
        <w:t>2.025e0</w:t>
      </w:r>
    </w:p>
    <w:p w:rsidR="00B65DC9" w:rsidRDefault="00B65DC9" w:rsidP="00B65DC9">
      <w:r>
        <w:t>565.5065</w:t>
      </w:r>
      <w:r>
        <w:tab/>
        <w:t>2.532e-2</w:t>
      </w:r>
    </w:p>
    <w:p w:rsidR="00B65DC9" w:rsidRDefault="00B65DC9" w:rsidP="00B65DC9">
      <w:r>
        <w:t>565.5217</w:t>
      </w:r>
      <w:r>
        <w:tab/>
        <w:t>1.266e-2</w:t>
      </w:r>
    </w:p>
    <w:p w:rsidR="00B65DC9" w:rsidRDefault="00B65DC9" w:rsidP="00B65DC9">
      <w:r>
        <w:t>565.5643</w:t>
      </w:r>
      <w:r>
        <w:tab/>
        <w:t>2.025e0</w:t>
      </w:r>
    </w:p>
    <w:p w:rsidR="00B65DC9" w:rsidRDefault="00B65DC9" w:rsidP="00B65DC9">
      <w:r>
        <w:t>565.5701</w:t>
      </w:r>
      <w:r>
        <w:tab/>
        <w:t>2.025e0</w:t>
      </w:r>
    </w:p>
    <w:p w:rsidR="00B65DC9" w:rsidRDefault="00B65DC9" w:rsidP="00B65DC9">
      <w:r>
        <w:t>565.5837</w:t>
      </w:r>
      <w:r>
        <w:tab/>
        <w:t>1.266e-2</w:t>
      </w:r>
    </w:p>
    <w:p w:rsidR="00B65DC9" w:rsidRDefault="00B65DC9" w:rsidP="00B65DC9">
      <w:r>
        <w:lastRenderedPageBreak/>
        <w:t>565.6226</w:t>
      </w:r>
      <w:r>
        <w:tab/>
        <w:t>1.013e0</w:t>
      </w:r>
    </w:p>
    <w:p w:rsidR="00B65DC9" w:rsidRDefault="00B65DC9" w:rsidP="00B65DC9">
      <w:r>
        <w:t>565.6324</w:t>
      </w:r>
      <w:r>
        <w:tab/>
        <w:t>1.013e0</w:t>
      </w:r>
    </w:p>
    <w:p w:rsidR="00B65DC9" w:rsidRDefault="00B65DC9" w:rsidP="00B65DC9">
      <w:r>
        <w:t>565.6818</w:t>
      </w:r>
      <w:r>
        <w:tab/>
        <w:t>1.013e0</w:t>
      </w:r>
    </w:p>
    <w:p w:rsidR="00B65DC9" w:rsidRDefault="00B65DC9" w:rsidP="00B65DC9">
      <w:r>
        <w:t>565.7397</w:t>
      </w:r>
      <w:r>
        <w:tab/>
        <w:t>1.266e-2</w:t>
      </w:r>
    </w:p>
    <w:p w:rsidR="00B65DC9" w:rsidRDefault="00B65DC9" w:rsidP="00B65DC9">
      <w:r>
        <w:t>565.7791</w:t>
      </w:r>
      <w:r>
        <w:tab/>
        <w:t>1.013e0</w:t>
      </w:r>
    </w:p>
    <w:p w:rsidR="00B65DC9" w:rsidRDefault="00B65DC9" w:rsidP="00B65DC9">
      <w:r>
        <w:t>565.8173</w:t>
      </w:r>
      <w:r>
        <w:tab/>
        <w:t>1.013e0</w:t>
      </w:r>
    </w:p>
    <w:p w:rsidR="00B65DC9" w:rsidRDefault="00B65DC9" w:rsidP="00B65DC9">
      <w:r>
        <w:t>565.8410</w:t>
      </w:r>
      <w:r>
        <w:tab/>
        <w:t>2.025e0</w:t>
      </w:r>
    </w:p>
    <w:p w:rsidR="00B65DC9" w:rsidRDefault="00B65DC9" w:rsidP="00B65DC9">
      <w:r>
        <w:t>565.9056</w:t>
      </w:r>
      <w:r>
        <w:tab/>
        <w:t>1.013e0</w:t>
      </w:r>
    </w:p>
    <w:p w:rsidR="00B65DC9" w:rsidRDefault="00B65DC9" w:rsidP="00B65DC9">
      <w:r>
        <w:t>565.9072</w:t>
      </w:r>
      <w:r>
        <w:tab/>
        <w:t>3.038e0</w:t>
      </w:r>
    </w:p>
    <w:p w:rsidR="00B65DC9" w:rsidRDefault="00B65DC9" w:rsidP="00B65DC9">
      <w:r>
        <w:t>565.9348</w:t>
      </w:r>
      <w:r>
        <w:tab/>
        <w:t>6.076e0</w:t>
      </w:r>
    </w:p>
    <w:p w:rsidR="00B65DC9" w:rsidRDefault="00B65DC9" w:rsidP="00B65DC9">
      <w:r>
        <w:t>565.9559</w:t>
      </w:r>
      <w:r>
        <w:tab/>
        <w:t>1.266e-2</w:t>
      </w:r>
    </w:p>
    <w:p w:rsidR="00B65DC9" w:rsidRDefault="00B65DC9" w:rsidP="00B65DC9">
      <w:r>
        <w:t>566.0510</w:t>
      </w:r>
      <w:r>
        <w:tab/>
        <w:t>1.266e-2</w:t>
      </w:r>
    </w:p>
    <w:p w:rsidR="00B65DC9" w:rsidRDefault="00B65DC9" w:rsidP="00B65DC9">
      <w:r>
        <w:t>566.0526</w:t>
      </w:r>
      <w:r>
        <w:tab/>
        <w:t>3.038e0</w:t>
      </w:r>
    </w:p>
    <w:p w:rsidR="00B65DC9" w:rsidRDefault="00B65DC9" w:rsidP="00B65DC9">
      <w:r>
        <w:t>566.1590</w:t>
      </w:r>
      <w:r>
        <w:tab/>
        <w:t>2.532e-2</w:t>
      </w:r>
    </w:p>
    <w:p w:rsidR="00B65DC9" w:rsidRDefault="00B65DC9" w:rsidP="00B65DC9">
      <w:r>
        <w:t>566.1718</w:t>
      </w:r>
      <w:r>
        <w:tab/>
        <w:t>1.013e0</w:t>
      </w:r>
    </w:p>
    <w:p w:rsidR="00B65DC9" w:rsidRDefault="00B65DC9" w:rsidP="00B65DC9">
      <w:r>
        <w:t>566.1871</w:t>
      </w:r>
      <w:r>
        <w:tab/>
        <w:t>7.640e-1</w:t>
      </w:r>
    </w:p>
    <w:p w:rsidR="00B65DC9" w:rsidRDefault="00B65DC9" w:rsidP="00B65DC9">
      <w:r>
        <w:t>566.2064</w:t>
      </w:r>
      <w:r>
        <w:tab/>
        <w:t>1.266e-2</w:t>
      </w:r>
    </w:p>
    <w:p w:rsidR="00B65DC9" w:rsidRDefault="00B65DC9" w:rsidP="00B65DC9">
      <w:r>
        <w:t>566.2274</w:t>
      </w:r>
      <w:r>
        <w:tab/>
        <w:t>1.266e-2</w:t>
      </w:r>
    </w:p>
    <w:p w:rsidR="00B65DC9" w:rsidRDefault="00B65DC9" w:rsidP="00B65DC9">
      <w:r>
        <w:t>566.2527</w:t>
      </w:r>
      <w:r>
        <w:tab/>
        <w:t>4.051e0</w:t>
      </w:r>
    </w:p>
    <w:p w:rsidR="00B65DC9" w:rsidRDefault="00B65DC9" w:rsidP="00B65DC9">
      <w:r>
        <w:lastRenderedPageBreak/>
        <w:t>566.2540</w:t>
      </w:r>
      <w:r>
        <w:tab/>
        <w:t>3.038e0</w:t>
      </w:r>
    </w:p>
    <w:p w:rsidR="00B65DC9" w:rsidRDefault="00B65DC9" w:rsidP="00B65DC9">
      <w:r>
        <w:t>566.2658</w:t>
      </w:r>
      <w:r>
        <w:tab/>
        <w:t>2.025e0</w:t>
      </w:r>
    </w:p>
    <w:p w:rsidR="00B65DC9" w:rsidRDefault="00B65DC9" w:rsidP="00B65DC9">
      <w:r>
        <w:t>566.2973</w:t>
      </w:r>
      <w:r>
        <w:tab/>
        <w:t>1.025e0</w:t>
      </w:r>
    </w:p>
    <w:p w:rsidR="00B65DC9" w:rsidRDefault="00B65DC9" w:rsidP="00B65DC9">
      <w:r>
        <w:t>566.3044</w:t>
      </w:r>
      <w:r>
        <w:tab/>
        <w:t>1.025e0</w:t>
      </w:r>
    </w:p>
    <w:p w:rsidR="00B65DC9" w:rsidRDefault="00B65DC9" w:rsidP="00B65DC9">
      <w:r>
        <w:t>566.3508</w:t>
      </w:r>
      <w:r>
        <w:tab/>
        <w:t>1.013e0</w:t>
      </w:r>
    </w:p>
    <w:p w:rsidR="00B65DC9" w:rsidRDefault="00B65DC9" w:rsidP="00B65DC9">
      <w:r>
        <w:t>566.3529</w:t>
      </w:r>
      <w:r>
        <w:tab/>
        <w:t>1.266e-2</w:t>
      </w:r>
    </w:p>
    <w:p w:rsidR="00B65DC9" w:rsidRDefault="00B65DC9" w:rsidP="00B65DC9">
      <w:r>
        <w:t>566.4016</w:t>
      </w:r>
      <w:r>
        <w:tab/>
        <w:t>1.266e-2</w:t>
      </w:r>
    </w:p>
    <w:p w:rsidR="00B65DC9" w:rsidRDefault="00B65DC9" w:rsidP="00B65DC9">
      <w:r>
        <w:t>566.4589</w:t>
      </w:r>
      <w:r>
        <w:tab/>
        <w:t>2.532e-2</w:t>
      </w:r>
    </w:p>
    <w:p w:rsidR="00B65DC9" w:rsidRDefault="00B65DC9" w:rsidP="00B65DC9">
      <w:r>
        <w:t>566.4610</w:t>
      </w:r>
      <w:r>
        <w:tab/>
        <w:t>1.013e0</w:t>
      </w:r>
    </w:p>
    <w:p w:rsidR="00B65DC9" w:rsidRDefault="00B65DC9" w:rsidP="00B65DC9">
      <w:r>
        <w:t>566.4803</w:t>
      </w:r>
      <w:r>
        <w:tab/>
        <w:t>2.025e0</w:t>
      </w:r>
    </w:p>
    <w:p w:rsidR="00B65DC9" w:rsidRDefault="00B65DC9" w:rsidP="00B65DC9">
      <w:r>
        <w:t>566.5284</w:t>
      </w:r>
      <w:r>
        <w:tab/>
        <w:t>1.025e0</w:t>
      </w:r>
    </w:p>
    <w:p w:rsidR="00B65DC9" w:rsidRDefault="00B65DC9" w:rsidP="00B65DC9">
      <w:r>
        <w:t>566.5322</w:t>
      </w:r>
      <w:r>
        <w:tab/>
        <w:t>2.025e0</w:t>
      </w:r>
    </w:p>
    <w:p w:rsidR="00B65DC9" w:rsidRDefault="00B65DC9" w:rsidP="00B65DC9">
      <w:r>
        <w:t>566.5771</w:t>
      </w:r>
      <w:r>
        <w:tab/>
        <w:t>2.025e0</w:t>
      </w:r>
    </w:p>
    <w:p w:rsidR="00B65DC9" w:rsidRDefault="00B65DC9" w:rsidP="00B65DC9">
      <w:r>
        <w:t>566.5853</w:t>
      </w:r>
      <w:r>
        <w:tab/>
        <w:t>1.025e0</w:t>
      </w:r>
    </w:p>
    <w:p w:rsidR="00B65DC9" w:rsidRDefault="00B65DC9" w:rsidP="00B65DC9">
      <w:r>
        <w:t>566.5965</w:t>
      </w:r>
      <w:r>
        <w:tab/>
        <w:t>1.266e-2</w:t>
      </w:r>
    </w:p>
    <w:p w:rsidR="00B65DC9" w:rsidRDefault="00B65DC9" w:rsidP="00B65DC9">
      <w:r>
        <w:t>566.6165</w:t>
      </w:r>
      <w:r>
        <w:tab/>
        <w:t>2.025e0</w:t>
      </w:r>
    </w:p>
    <w:p w:rsidR="00B65DC9" w:rsidRDefault="00B65DC9" w:rsidP="00B65DC9">
      <w:r>
        <w:t>566.6771</w:t>
      </w:r>
      <w:r>
        <w:tab/>
        <w:t>1.013e0</w:t>
      </w:r>
    </w:p>
    <w:p w:rsidR="00B65DC9" w:rsidRDefault="00B65DC9" w:rsidP="00B65DC9">
      <w:r>
        <w:t>566.7297</w:t>
      </w:r>
      <w:r>
        <w:tab/>
        <w:t>1.013e0</w:t>
      </w:r>
    </w:p>
    <w:p w:rsidR="00B65DC9" w:rsidRDefault="00B65DC9" w:rsidP="00B65DC9">
      <w:r>
        <w:t>566.7720</w:t>
      </w:r>
      <w:r>
        <w:tab/>
        <w:t>1.013e0</w:t>
      </w:r>
    </w:p>
    <w:p w:rsidR="00B65DC9" w:rsidRDefault="00B65DC9" w:rsidP="00B65DC9">
      <w:r>
        <w:lastRenderedPageBreak/>
        <w:t>566.7858</w:t>
      </w:r>
      <w:r>
        <w:tab/>
        <w:t>1.013e0</w:t>
      </w:r>
    </w:p>
    <w:p w:rsidR="00B65DC9" w:rsidRDefault="00B65DC9" w:rsidP="00B65DC9">
      <w:r>
        <w:t>566.8801</w:t>
      </w:r>
      <w:r>
        <w:tab/>
        <w:t>2.532e-2</w:t>
      </w:r>
    </w:p>
    <w:p w:rsidR="00B65DC9" w:rsidRDefault="00B65DC9" w:rsidP="00B65DC9">
      <w:r>
        <w:t>566.9377</w:t>
      </w:r>
      <w:r>
        <w:tab/>
        <w:t>1.266e-2</w:t>
      </w:r>
    </w:p>
    <w:p w:rsidR="00B65DC9" w:rsidRDefault="00B65DC9" w:rsidP="00B65DC9">
      <w:r>
        <w:t>566.9783</w:t>
      </w:r>
      <w:r>
        <w:tab/>
        <w:t>5.063e0</w:t>
      </w:r>
    </w:p>
    <w:p w:rsidR="00B65DC9" w:rsidRDefault="00B65DC9" w:rsidP="00B65DC9">
      <w:r>
        <w:t>566.9967</w:t>
      </w:r>
      <w:r>
        <w:tab/>
        <w:t>2.025e0</w:t>
      </w:r>
    </w:p>
    <w:p w:rsidR="00B65DC9" w:rsidRDefault="00B65DC9" w:rsidP="00B65DC9">
      <w:r>
        <w:t>567.0060</w:t>
      </w:r>
      <w:r>
        <w:tab/>
        <w:t>1.013e0</w:t>
      </w:r>
    </w:p>
    <w:p w:rsidR="00B65DC9" w:rsidRDefault="00B65DC9" w:rsidP="00B65DC9">
      <w:r>
        <w:t>567.0537</w:t>
      </w:r>
      <w:r>
        <w:tab/>
        <w:t>2.025e0</w:t>
      </w:r>
    </w:p>
    <w:p w:rsidR="00B65DC9" w:rsidRDefault="00B65DC9" w:rsidP="00B65DC9">
      <w:r>
        <w:t>567.1272</w:t>
      </w:r>
      <w:r>
        <w:tab/>
        <w:t>1.013e0</w:t>
      </w:r>
    </w:p>
    <w:p w:rsidR="00B65DC9" w:rsidRDefault="00B65DC9" w:rsidP="00B65DC9">
      <w:r>
        <w:t>567.1534</w:t>
      </w:r>
      <w:r>
        <w:tab/>
        <w:t>5.063e0</w:t>
      </w:r>
    </w:p>
    <w:p w:rsidR="00B65DC9" w:rsidRDefault="00B65DC9" w:rsidP="00B65DC9">
      <w:r>
        <w:t>567.1853</w:t>
      </w:r>
      <w:r>
        <w:tab/>
        <w:t>2.025e0</w:t>
      </w:r>
    </w:p>
    <w:p w:rsidR="00B65DC9" w:rsidRDefault="00B65DC9" w:rsidP="00B65DC9">
      <w:r>
        <w:t>567.2620</w:t>
      </w:r>
      <w:r>
        <w:tab/>
        <w:t>7.089e0</w:t>
      </w:r>
    </w:p>
    <w:p w:rsidR="00B65DC9" w:rsidRDefault="00B65DC9" w:rsidP="00B65DC9">
      <w:r>
        <w:t>567.2693</w:t>
      </w:r>
      <w:r>
        <w:tab/>
        <w:t>2.025e0</w:t>
      </w:r>
    </w:p>
    <w:p w:rsidR="00B65DC9" w:rsidRDefault="00B65DC9" w:rsidP="00B65DC9">
      <w:r>
        <w:t>567.3181</w:t>
      </w:r>
      <w:r>
        <w:tab/>
        <w:t>1.266e-2</w:t>
      </w:r>
    </w:p>
    <w:p w:rsidR="00B65DC9" w:rsidRDefault="00B65DC9" w:rsidP="00B65DC9">
      <w:r>
        <w:t>567.3376</w:t>
      </w:r>
      <w:r>
        <w:tab/>
        <w:t>1.013e0</w:t>
      </w:r>
    </w:p>
    <w:p w:rsidR="00B65DC9" w:rsidRDefault="00B65DC9" w:rsidP="00B65DC9">
      <w:r>
        <w:t>567.3481</w:t>
      </w:r>
      <w:r>
        <w:tab/>
        <w:t>1.013e0</w:t>
      </w:r>
    </w:p>
    <w:p w:rsidR="00B65DC9" w:rsidRDefault="00B65DC9" w:rsidP="00B65DC9">
      <w:r>
        <w:t>567.3922</w:t>
      </w:r>
      <w:r>
        <w:tab/>
        <w:t>2.025e0</w:t>
      </w:r>
    </w:p>
    <w:p w:rsidR="00B65DC9" w:rsidRDefault="00B65DC9" w:rsidP="00B65DC9">
      <w:r>
        <w:t>567.3961</w:t>
      </w:r>
      <w:r>
        <w:tab/>
        <w:t>2.025e0</w:t>
      </w:r>
    </w:p>
    <w:p w:rsidR="00B65DC9" w:rsidRDefault="00B65DC9" w:rsidP="00B65DC9">
      <w:r>
        <w:t>567.4183</w:t>
      </w:r>
      <w:r>
        <w:tab/>
        <w:t>2.025e0</w:t>
      </w:r>
    </w:p>
    <w:p w:rsidR="00B65DC9" w:rsidRDefault="00B65DC9" w:rsidP="00B65DC9">
      <w:r>
        <w:t>567.4418</w:t>
      </w:r>
      <w:r>
        <w:tab/>
        <w:t>3.038e0</w:t>
      </w:r>
    </w:p>
    <w:p w:rsidR="00B65DC9" w:rsidRDefault="00B65DC9" w:rsidP="00B65DC9">
      <w:r>
        <w:lastRenderedPageBreak/>
        <w:t>567.4548</w:t>
      </w:r>
      <w:r>
        <w:tab/>
        <w:t>1.013e0</w:t>
      </w:r>
    </w:p>
    <w:p w:rsidR="00B65DC9" w:rsidRDefault="00B65DC9" w:rsidP="00B65DC9">
      <w:r>
        <w:t>567.4694</w:t>
      </w:r>
      <w:r>
        <w:tab/>
        <w:t>1.266e-2</w:t>
      </w:r>
    </w:p>
    <w:p w:rsidR="00B65DC9" w:rsidRDefault="00B65DC9" w:rsidP="00B65DC9">
      <w:r>
        <w:t>567.5133</w:t>
      </w:r>
      <w:r>
        <w:tab/>
        <w:t>1.013e0</w:t>
      </w:r>
    </w:p>
    <w:p w:rsidR="00B65DC9" w:rsidRDefault="00B65DC9" w:rsidP="00B65DC9">
      <w:r>
        <w:t>567.5412</w:t>
      </w:r>
      <w:r>
        <w:tab/>
        <w:t>1.266e-2</w:t>
      </w:r>
    </w:p>
    <w:p w:rsidR="00B65DC9" w:rsidRDefault="00B65DC9" w:rsidP="00B65DC9">
      <w:r>
        <w:t>567.5426</w:t>
      </w:r>
      <w:r>
        <w:tab/>
        <w:t>1.013e0</w:t>
      </w:r>
    </w:p>
    <w:p w:rsidR="00B65DC9" w:rsidRDefault="00B65DC9" w:rsidP="00B65DC9">
      <w:r>
        <w:t>567.6696</w:t>
      </w:r>
      <w:r>
        <w:tab/>
        <w:t>1.013e0</w:t>
      </w:r>
    </w:p>
    <w:p w:rsidR="00B65DC9" w:rsidRDefault="00B65DC9" w:rsidP="00B65DC9">
      <w:r>
        <w:t>567.7183</w:t>
      </w:r>
      <w:r>
        <w:tab/>
        <w:t>1.013e0</w:t>
      </w:r>
    </w:p>
    <w:p w:rsidR="00B65DC9" w:rsidRDefault="00B65DC9" w:rsidP="00B65DC9">
      <w:r>
        <w:t>567.7386</w:t>
      </w:r>
      <w:r>
        <w:tab/>
        <w:t>1.266e-2</w:t>
      </w:r>
    </w:p>
    <w:p w:rsidR="00B65DC9" w:rsidRDefault="00B65DC9" w:rsidP="00B65DC9">
      <w:r>
        <w:t>567.7404</w:t>
      </w:r>
      <w:r>
        <w:tab/>
        <w:t>1.013e0</w:t>
      </w:r>
    </w:p>
    <w:p w:rsidR="00B65DC9" w:rsidRDefault="00B65DC9" w:rsidP="00B65DC9">
      <w:r>
        <w:t>567.7587</w:t>
      </w:r>
      <w:r>
        <w:tab/>
        <w:t>1.013e0</w:t>
      </w:r>
    </w:p>
    <w:p w:rsidR="00B65DC9" w:rsidRDefault="00B65DC9" w:rsidP="00B65DC9">
      <w:r>
        <w:t>567.8062</w:t>
      </w:r>
      <w:r>
        <w:tab/>
        <w:t>1.266e-2</w:t>
      </w:r>
    </w:p>
    <w:p w:rsidR="00B65DC9" w:rsidRDefault="00B65DC9" w:rsidP="00B65DC9">
      <w:r>
        <w:t>567.8160</w:t>
      </w:r>
      <w:r>
        <w:tab/>
        <w:t>1.013e0</w:t>
      </w:r>
    </w:p>
    <w:p w:rsidR="00B65DC9" w:rsidRDefault="00B65DC9" w:rsidP="00B65DC9">
      <w:r>
        <w:t>567.8453</w:t>
      </w:r>
      <w:r>
        <w:tab/>
        <w:t>1.266e-2</w:t>
      </w:r>
    </w:p>
    <w:p w:rsidR="00B65DC9" w:rsidRDefault="00B65DC9" w:rsidP="00B65DC9">
      <w:r>
        <w:t>567.8646</w:t>
      </w:r>
      <w:r>
        <w:tab/>
        <w:t>2.025e0</w:t>
      </w:r>
    </w:p>
    <w:p w:rsidR="00B65DC9" w:rsidRDefault="00B65DC9" w:rsidP="00B65DC9">
      <w:r>
        <w:t>567.8753</w:t>
      </w:r>
      <w:r>
        <w:tab/>
        <w:t>1.013e0</w:t>
      </w:r>
    </w:p>
    <w:p w:rsidR="00B65DC9" w:rsidRDefault="00B65DC9" w:rsidP="00B65DC9">
      <w:r>
        <w:t>567.9747</w:t>
      </w:r>
      <w:r>
        <w:tab/>
        <w:t>1.013e0</w:t>
      </w:r>
    </w:p>
    <w:p w:rsidR="00B65DC9" w:rsidRDefault="00B65DC9" w:rsidP="00B65DC9">
      <w:r>
        <w:t>567.9898</w:t>
      </w:r>
      <w:r>
        <w:tab/>
        <w:t>1.038e0</w:t>
      </w:r>
    </w:p>
    <w:p w:rsidR="00B65DC9" w:rsidRDefault="00B65DC9" w:rsidP="00B65DC9">
      <w:r>
        <w:t>568.0121</w:t>
      </w:r>
      <w:r>
        <w:tab/>
        <w:t>1.013e0</w:t>
      </w:r>
    </w:p>
    <w:p w:rsidR="00B65DC9" w:rsidRDefault="00B65DC9" w:rsidP="00B65DC9">
      <w:r>
        <w:t>568.0309</w:t>
      </w:r>
      <w:r>
        <w:tab/>
        <w:t>1.013e0</w:t>
      </w:r>
    </w:p>
    <w:p w:rsidR="00B65DC9" w:rsidRDefault="00B65DC9" w:rsidP="00B65DC9">
      <w:r>
        <w:lastRenderedPageBreak/>
        <w:t>568.0477</w:t>
      </w:r>
      <w:r>
        <w:tab/>
        <w:t>3.038e0</w:t>
      </w:r>
    </w:p>
    <w:p w:rsidR="00B65DC9" w:rsidRDefault="00B65DC9" w:rsidP="00B65DC9">
      <w:r>
        <w:t>568.1286</w:t>
      </w:r>
      <w:r>
        <w:tab/>
        <w:t>1.013e0</w:t>
      </w:r>
    </w:p>
    <w:p w:rsidR="00B65DC9" w:rsidRDefault="00B65DC9" w:rsidP="00B65DC9">
      <w:r>
        <w:t>568.1700</w:t>
      </w:r>
      <w:r>
        <w:tab/>
        <w:t>3.038e0</w:t>
      </w:r>
    </w:p>
    <w:p w:rsidR="00B65DC9" w:rsidRDefault="00B65DC9" w:rsidP="00B65DC9">
      <w:r>
        <w:t>568.2325</w:t>
      </w:r>
      <w:r>
        <w:tab/>
        <w:t>3.038e0</w:t>
      </w:r>
    </w:p>
    <w:p w:rsidR="00B65DC9" w:rsidRDefault="00B65DC9" w:rsidP="00B65DC9">
      <w:r>
        <w:t>568.2751</w:t>
      </w:r>
      <w:r>
        <w:tab/>
        <w:t>1.013e0</w:t>
      </w:r>
    </w:p>
    <w:p w:rsidR="00B65DC9" w:rsidRDefault="00B65DC9" w:rsidP="00B65DC9">
      <w:r>
        <w:t>568.2947</w:t>
      </w:r>
      <w:r>
        <w:tab/>
        <w:t>1.013e0</w:t>
      </w:r>
    </w:p>
    <w:p w:rsidR="00B65DC9" w:rsidRDefault="00B65DC9" w:rsidP="00B65DC9">
      <w:r>
        <w:t>568.2993</w:t>
      </w:r>
      <w:r>
        <w:tab/>
        <w:t>1.266e-2</w:t>
      </w:r>
    </w:p>
    <w:p w:rsidR="00B65DC9" w:rsidRDefault="00B65DC9" w:rsidP="00B65DC9">
      <w:r>
        <w:t>568.4072</w:t>
      </w:r>
      <w:r>
        <w:tab/>
        <w:t>2.532e-2</w:t>
      </w:r>
    </w:p>
    <w:p w:rsidR="00B65DC9" w:rsidRDefault="00B65DC9" w:rsidP="00B65DC9">
      <w:r>
        <w:t>568.4180</w:t>
      </w:r>
      <w:r>
        <w:tab/>
        <w:t>3.038e0</w:t>
      </w:r>
    </w:p>
    <w:p w:rsidR="00B65DC9" w:rsidRDefault="00B65DC9" w:rsidP="00B65DC9">
      <w:r>
        <w:t>568.5672</w:t>
      </w:r>
      <w:r>
        <w:tab/>
        <w:t>1.013e0</w:t>
      </w:r>
    </w:p>
    <w:p w:rsidR="00B65DC9" w:rsidRDefault="00B65DC9" w:rsidP="00B65DC9">
      <w:r>
        <w:t>568.5858</w:t>
      </w:r>
      <w:r>
        <w:tab/>
        <w:t>2.025e0</w:t>
      </w:r>
    </w:p>
    <w:p w:rsidR="00B65DC9" w:rsidRDefault="00B65DC9" w:rsidP="00B65DC9">
      <w:r>
        <w:t>568.6173</w:t>
      </w:r>
      <w:r>
        <w:tab/>
        <w:t>1.013e0</w:t>
      </w:r>
    </w:p>
    <w:p w:rsidR="00B65DC9" w:rsidRDefault="00B65DC9" w:rsidP="00B65DC9">
      <w:r>
        <w:t>568.7308</w:t>
      </w:r>
      <w:r>
        <w:tab/>
        <w:t>1.013e0</w:t>
      </w:r>
    </w:p>
    <w:p w:rsidR="00B65DC9" w:rsidRDefault="00B65DC9" w:rsidP="00B65DC9">
      <w:r>
        <w:t>568.7843</w:t>
      </w:r>
      <w:r>
        <w:tab/>
        <w:t>1.025e0</w:t>
      </w:r>
    </w:p>
    <w:p w:rsidR="00B65DC9" w:rsidRDefault="00B65DC9" w:rsidP="00B65DC9">
      <w:r>
        <w:t>568.8034</w:t>
      </w:r>
      <w:r>
        <w:tab/>
        <w:t>1.266e-2</w:t>
      </w:r>
    </w:p>
    <w:p w:rsidR="00B65DC9" w:rsidRDefault="00B65DC9" w:rsidP="00B65DC9">
      <w:r>
        <w:t>568.9181</w:t>
      </w:r>
      <w:r>
        <w:tab/>
        <w:t>4.051e0</w:t>
      </w:r>
    </w:p>
    <w:p w:rsidR="00B65DC9" w:rsidRDefault="00B65DC9" w:rsidP="00B65DC9">
      <w:r>
        <w:t>568.9205</w:t>
      </w:r>
      <w:r>
        <w:tab/>
        <w:t>1.013e0</w:t>
      </w:r>
    </w:p>
    <w:p w:rsidR="00B65DC9" w:rsidRDefault="00B65DC9" w:rsidP="00B65DC9">
      <w:r>
        <w:t>568.9283</w:t>
      </w:r>
      <w:r>
        <w:tab/>
        <w:t>1.013e0</w:t>
      </w:r>
    </w:p>
    <w:p w:rsidR="00B65DC9" w:rsidRDefault="00B65DC9" w:rsidP="00B65DC9">
      <w:r>
        <w:t>568.9897</w:t>
      </w:r>
      <w:r>
        <w:tab/>
        <w:t>1.013e0</w:t>
      </w:r>
    </w:p>
    <w:p w:rsidR="00B65DC9" w:rsidRDefault="00B65DC9" w:rsidP="00B65DC9">
      <w:r>
        <w:lastRenderedPageBreak/>
        <w:t>569.0173</w:t>
      </w:r>
      <w:r>
        <w:tab/>
        <w:t>1.013e0</w:t>
      </w:r>
    </w:p>
    <w:p w:rsidR="00B65DC9" w:rsidRDefault="00B65DC9" w:rsidP="00B65DC9">
      <w:r>
        <w:t>569.0289</w:t>
      </w:r>
      <w:r>
        <w:tab/>
        <w:t>1.013e0</w:t>
      </w:r>
    </w:p>
    <w:p w:rsidR="00B65DC9" w:rsidRDefault="00B65DC9" w:rsidP="00B65DC9">
      <w:r>
        <w:t>569.0375</w:t>
      </w:r>
      <w:r>
        <w:tab/>
        <w:t>3.357e0</w:t>
      </w:r>
    </w:p>
    <w:p w:rsidR="00B65DC9" w:rsidRDefault="00B65DC9" w:rsidP="00B65DC9">
      <w:r>
        <w:t>569.0908</w:t>
      </w:r>
      <w:r>
        <w:tab/>
        <w:t>1.013e0</w:t>
      </w:r>
    </w:p>
    <w:p w:rsidR="00B65DC9" w:rsidRDefault="00B65DC9" w:rsidP="00B65DC9">
      <w:r>
        <w:t>569.1618</w:t>
      </w:r>
      <w:r>
        <w:tab/>
        <w:t>1.013e0</w:t>
      </w:r>
    </w:p>
    <w:p w:rsidR="00B65DC9" w:rsidRDefault="00B65DC9" w:rsidP="00B65DC9">
      <w:r>
        <w:t>569.1849</w:t>
      </w:r>
      <w:r>
        <w:tab/>
        <w:t>3.038e0</w:t>
      </w:r>
    </w:p>
    <w:p w:rsidR="00B65DC9" w:rsidRDefault="00B65DC9" w:rsidP="00B65DC9">
      <w:r>
        <w:t>569.1945</w:t>
      </w:r>
      <w:r>
        <w:tab/>
        <w:t>1.266e-2</w:t>
      </w:r>
    </w:p>
    <w:p w:rsidR="00B65DC9" w:rsidRDefault="00B65DC9" w:rsidP="00B65DC9">
      <w:r>
        <w:t>569.2561</w:t>
      </w:r>
      <w:r>
        <w:tab/>
        <w:t>3.038e0</w:t>
      </w:r>
    </w:p>
    <w:p w:rsidR="00B65DC9" w:rsidRDefault="00B65DC9" w:rsidP="00B65DC9">
      <w:r>
        <w:t>569.2646</w:t>
      </w:r>
      <w:r>
        <w:tab/>
        <w:t>4.051e0</w:t>
      </w:r>
    </w:p>
    <w:p w:rsidR="00B65DC9" w:rsidRDefault="00B65DC9" w:rsidP="00B65DC9">
      <w:r>
        <w:t>569.2728</w:t>
      </w:r>
      <w:r>
        <w:tab/>
        <w:t>2.025e0</w:t>
      </w:r>
    </w:p>
    <w:p w:rsidR="00B65DC9" w:rsidRDefault="00B65DC9" w:rsidP="00B65DC9">
      <w:r>
        <w:t>569.3024</w:t>
      </w:r>
      <w:r>
        <w:tab/>
        <w:t>6.076e0</w:t>
      </w:r>
    </w:p>
    <w:p w:rsidR="00B65DC9" w:rsidRDefault="00B65DC9" w:rsidP="00B65DC9">
      <w:r>
        <w:t>569.3066</w:t>
      </w:r>
      <w:r>
        <w:tab/>
        <w:t>1.013e0</w:t>
      </w:r>
    </w:p>
    <w:p w:rsidR="00B65DC9" w:rsidRDefault="00B65DC9" w:rsidP="00B65DC9">
      <w:r>
        <w:t>569.3578</w:t>
      </w:r>
      <w:r>
        <w:tab/>
        <w:t>3.063e0</w:t>
      </w:r>
    </w:p>
    <w:p w:rsidR="00B65DC9" w:rsidRDefault="00B65DC9" w:rsidP="00B65DC9">
      <w:r>
        <w:t>569.3882</w:t>
      </w:r>
      <w:r>
        <w:tab/>
        <w:t>2.089e0</w:t>
      </w:r>
    </w:p>
    <w:p w:rsidR="00B65DC9" w:rsidRDefault="00B65DC9" w:rsidP="00B65DC9">
      <w:r>
        <w:t>569.3912</w:t>
      </w:r>
      <w:r>
        <w:tab/>
        <w:t>2.025e0</w:t>
      </w:r>
    </w:p>
    <w:p w:rsidR="00B65DC9" w:rsidRDefault="00B65DC9" w:rsidP="00B65DC9">
      <w:r>
        <w:t>569.4675</w:t>
      </w:r>
      <w:r>
        <w:tab/>
        <w:t>1.013e0</w:t>
      </w:r>
    </w:p>
    <w:p w:rsidR="00B65DC9" w:rsidRDefault="00B65DC9" w:rsidP="00B65DC9">
      <w:r>
        <w:t>569.4695</w:t>
      </w:r>
      <w:r>
        <w:tab/>
        <w:t>1.013e0</w:t>
      </w:r>
    </w:p>
    <w:p w:rsidR="00B65DC9" w:rsidRDefault="00B65DC9" w:rsidP="00B65DC9">
      <w:r>
        <w:t>569.4864</w:t>
      </w:r>
      <w:r>
        <w:tab/>
        <w:t>1.013e0</w:t>
      </w:r>
    </w:p>
    <w:p w:rsidR="00B65DC9" w:rsidRDefault="00B65DC9" w:rsidP="00B65DC9">
      <w:r>
        <w:t>569.4982</w:t>
      </w:r>
      <w:r>
        <w:tab/>
        <w:t>2.025e0</w:t>
      </w:r>
    </w:p>
    <w:p w:rsidR="00B65DC9" w:rsidRDefault="00B65DC9" w:rsidP="00B65DC9">
      <w:r>
        <w:lastRenderedPageBreak/>
        <w:t>569.5225</w:t>
      </w:r>
      <w:r>
        <w:tab/>
        <w:t>1.025e0</w:t>
      </w:r>
    </w:p>
    <w:p w:rsidR="00B65DC9" w:rsidRDefault="00B65DC9" w:rsidP="00B65DC9">
      <w:r>
        <w:t>569.5260</w:t>
      </w:r>
      <w:r>
        <w:tab/>
        <w:t>2.025e0</w:t>
      </w:r>
    </w:p>
    <w:p w:rsidR="00B65DC9" w:rsidRDefault="00B65DC9" w:rsidP="00B65DC9">
      <w:r>
        <w:t>569.5936</w:t>
      </w:r>
      <w:r>
        <w:tab/>
        <w:t>1.266e-2</w:t>
      </w:r>
    </w:p>
    <w:p w:rsidR="00B65DC9" w:rsidRDefault="00B65DC9" w:rsidP="00B65DC9">
      <w:r>
        <w:t>569.6058</w:t>
      </w:r>
      <w:r>
        <w:tab/>
        <w:t>1.013e0</w:t>
      </w:r>
    </w:p>
    <w:p w:rsidR="00B65DC9" w:rsidRDefault="00B65DC9" w:rsidP="00B65DC9">
      <w:r>
        <w:t>569.6547</w:t>
      </w:r>
      <w:r>
        <w:tab/>
        <w:t>1.013e0</w:t>
      </w:r>
    </w:p>
    <w:p w:rsidR="00B65DC9" w:rsidRDefault="00B65DC9" w:rsidP="00B65DC9">
      <w:r>
        <w:t>569.7023</w:t>
      </w:r>
      <w:r>
        <w:tab/>
        <w:t>1.013e0</w:t>
      </w:r>
    </w:p>
    <w:p w:rsidR="00B65DC9" w:rsidRDefault="00B65DC9" w:rsidP="00B65DC9">
      <w:r>
        <w:t>569.7383</w:t>
      </w:r>
      <w:r>
        <w:tab/>
        <w:t>2.025e0</w:t>
      </w:r>
    </w:p>
    <w:p w:rsidR="00B65DC9" w:rsidRDefault="00B65DC9" w:rsidP="00B65DC9">
      <w:r>
        <w:t>569.7726</w:t>
      </w:r>
      <w:r>
        <w:tab/>
        <w:t>2.025e0</w:t>
      </w:r>
    </w:p>
    <w:p w:rsidR="00B65DC9" w:rsidRDefault="00B65DC9" w:rsidP="00B65DC9">
      <w:r>
        <w:t>569.7924</w:t>
      </w:r>
      <w:r>
        <w:tab/>
        <w:t>2.025e0</w:t>
      </w:r>
    </w:p>
    <w:p w:rsidR="00B65DC9" w:rsidRDefault="00B65DC9" w:rsidP="00B65DC9">
      <w:r>
        <w:t>569.8103</w:t>
      </w:r>
      <w:r>
        <w:tab/>
        <w:t>1.013e0</w:t>
      </w:r>
    </w:p>
    <w:p w:rsidR="00B65DC9" w:rsidRDefault="00B65DC9" w:rsidP="00B65DC9">
      <w:r>
        <w:t>569.8555</w:t>
      </w:r>
      <w:r>
        <w:tab/>
        <w:t>2.025e0</w:t>
      </w:r>
    </w:p>
    <w:p w:rsidR="00B65DC9" w:rsidRDefault="00B65DC9" w:rsidP="00B65DC9">
      <w:r>
        <w:t>569.8831</w:t>
      </w:r>
      <w:r>
        <w:tab/>
        <w:t>2.532e-2</w:t>
      </w:r>
    </w:p>
    <w:p w:rsidR="00B65DC9" w:rsidRDefault="00B65DC9" w:rsidP="00B65DC9">
      <w:r>
        <w:t>569.9337</w:t>
      </w:r>
      <w:r>
        <w:tab/>
        <w:t>2.051e0</w:t>
      </w:r>
    </w:p>
    <w:p w:rsidR="00B65DC9" w:rsidRDefault="00B65DC9" w:rsidP="00B65DC9">
      <w:r>
        <w:t>570.0073</w:t>
      </w:r>
      <w:r>
        <w:tab/>
        <w:t>1.266e-2</w:t>
      </w:r>
    </w:p>
    <w:p w:rsidR="00B65DC9" w:rsidRDefault="00B65DC9" w:rsidP="00B65DC9">
      <w:r>
        <w:t>570.0369</w:t>
      </w:r>
      <w:r>
        <w:tab/>
        <w:t>1.266e-2</w:t>
      </w:r>
    </w:p>
    <w:p w:rsidR="00B65DC9" w:rsidRDefault="00B65DC9" w:rsidP="00B65DC9">
      <w:r>
        <w:t>570.0527</w:t>
      </w:r>
      <w:r>
        <w:tab/>
        <w:t>3.116e0</w:t>
      </w:r>
    </w:p>
    <w:p w:rsidR="00B65DC9" w:rsidRDefault="00B65DC9" w:rsidP="00B65DC9">
      <w:r>
        <w:t>570.0957</w:t>
      </w:r>
      <w:r>
        <w:tab/>
        <w:t>1.013e0</w:t>
      </w:r>
    </w:p>
    <w:p w:rsidR="00B65DC9" w:rsidRDefault="00B65DC9" w:rsidP="00B65DC9">
      <w:r>
        <w:t>570.1355</w:t>
      </w:r>
      <w:r>
        <w:tab/>
        <w:t>1.013e0</w:t>
      </w:r>
    </w:p>
    <w:p w:rsidR="00B65DC9" w:rsidRDefault="00B65DC9" w:rsidP="00B65DC9">
      <w:r>
        <w:t>570.1545</w:t>
      </w:r>
      <w:r>
        <w:tab/>
        <w:t>2.025e0</w:t>
      </w:r>
    </w:p>
    <w:p w:rsidR="00B65DC9" w:rsidRDefault="00B65DC9" w:rsidP="00B65DC9">
      <w:r>
        <w:lastRenderedPageBreak/>
        <w:t>570.1652</w:t>
      </w:r>
      <w:r>
        <w:tab/>
        <w:t>2.096e0</w:t>
      </w:r>
    </w:p>
    <w:p w:rsidR="00B65DC9" w:rsidRDefault="00B65DC9" w:rsidP="00B65DC9">
      <w:r>
        <w:t>570.1937</w:t>
      </w:r>
      <w:r>
        <w:tab/>
        <w:t>1.013e0</w:t>
      </w:r>
    </w:p>
    <w:p w:rsidR="00B65DC9" w:rsidRDefault="00B65DC9" w:rsidP="00B65DC9">
      <w:r>
        <w:t>570.2172</w:t>
      </w:r>
      <w:r>
        <w:tab/>
        <w:t>2.025e0</w:t>
      </w:r>
    </w:p>
    <w:p w:rsidR="00B65DC9" w:rsidRDefault="00B65DC9" w:rsidP="00B65DC9">
      <w:r>
        <w:t>570.2446</w:t>
      </w:r>
      <w:r>
        <w:tab/>
        <w:t>2.025e0</w:t>
      </w:r>
    </w:p>
    <w:p w:rsidR="00B65DC9" w:rsidRDefault="00B65DC9" w:rsidP="00B65DC9">
      <w:r>
        <w:t>570.2792</w:t>
      </w:r>
      <w:r>
        <w:tab/>
        <w:t>4.259e0</w:t>
      </w:r>
    </w:p>
    <w:p w:rsidR="00B65DC9" w:rsidRDefault="00B65DC9" w:rsidP="00B65DC9">
      <w:r>
        <w:t>570.3113</w:t>
      </w:r>
      <w:r>
        <w:tab/>
        <w:t>5.063e0</w:t>
      </w:r>
    </w:p>
    <w:p w:rsidR="00B65DC9" w:rsidRDefault="00B65DC9" w:rsidP="00B65DC9">
      <w:r>
        <w:t>570.3332</w:t>
      </w:r>
      <w:r>
        <w:tab/>
        <w:t>1.266e-2</w:t>
      </w:r>
    </w:p>
    <w:p w:rsidR="00B65DC9" w:rsidRDefault="00B65DC9" w:rsidP="00B65DC9">
      <w:r>
        <w:t>570.3715</w:t>
      </w:r>
      <w:r>
        <w:tab/>
        <w:t>3.798e-2</w:t>
      </w:r>
    </w:p>
    <w:p w:rsidR="00B65DC9" w:rsidRDefault="00B65DC9" w:rsidP="00B65DC9">
      <w:r>
        <w:t>570.3997</w:t>
      </w:r>
      <w:r>
        <w:tab/>
        <w:t>1.266e-2</w:t>
      </w:r>
    </w:p>
    <w:p w:rsidR="00B65DC9" w:rsidRDefault="00B65DC9" w:rsidP="00B65DC9">
      <w:r>
        <w:t>570.4465</w:t>
      </w:r>
      <w:r>
        <w:tab/>
        <w:t>4.051e0</w:t>
      </w:r>
    </w:p>
    <w:p w:rsidR="00B65DC9" w:rsidRDefault="00B65DC9" w:rsidP="00B65DC9">
      <w:r>
        <w:t>570.4645</w:t>
      </w:r>
      <w:r>
        <w:tab/>
        <w:t>4.051e0</w:t>
      </w:r>
    </w:p>
    <w:p w:rsidR="00B65DC9" w:rsidRDefault="00B65DC9" w:rsidP="00B65DC9">
      <w:r>
        <w:t>570.5377</w:t>
      </w:r>
      <w:r>
        <w:tab/>
        <w:t>2.038e0</w:t>
      </w:r>
    </w:p>
    <w:p w:rsidR="00B65DC9" w:rsidRDefault="00B65DC9" w:rsidP="00B65DC9">
      <w:r>
        <w:t>570.5566</w:t>
      </w:r>
      <w:r>
        <w:tab/>
        <w:t>1.013e0</w:t>
      </w:r>
    </w:p>
    <w:p w:rsidR="00B65DC9" w:rsidRDefault="00B65DC9" w:rsidP="00B65DC9">
      <w:r>
        <w:t>570.5834</w:t>
      </w:r>
      <w:r>
        <w:tab/>
        <w:t>1.013e0</w:t>
      </w:r>
    </w:p>
    <w:p w:rsidR="00B65DC9" w:rsidRDefault="00B65DC9" w:rsidP="00B65DC9">
      <w:r>
        <w:t>570.6162</w:t>
      </w:r>
      <w:r>
        <w:tab/>
        <w:t>1.013e0</w:t>
      </w:r>
    </w:p>
    <w:p w:rsidR="00B65DC9" w:rsidRDefault="00B65DC9" w:rsidP="00B65DC9">
      <w:r>
        <w:t>570.6252</w:t>
      </w:r>
      <w:r>
        <w:tab/>
        <w:t>1.013e0</w:t>
      </w:r>
    </w:p>
    <w:p w:rsidR="00B65DC9" w:rsidRDefault="00B65DC9" w:rsidP="00B65DC9">
      <w:r>
        <w:t>570.8815</w:t>
      </w:r>
      <w:r>
        <w:tab/>
        <w:t>3.038e0</w:t>
      </w:r>
    </w:p>
    <w:p w:rsidR="00B65DC9" w:rsidRDefault="00B65DC9" w:rsidP="00B65DC9">
      <w:r>
        <w:t>570.8890</w:t>
      </w:r>
      <w:r>
        <w:tab/>
        <w:t>2.025e0</w:t>
      </w:r>
    </w:p>
    <w:p w:rsidR="00B65DC9" w:rsidRDefault="00B65DC9" w:rsidP="00B65DC9">
      <w:r>
        <w:t>570.9028</w:t>
      </w:r>
      <w:r>
        <w:tab/>
        <w:t>2.025e0</w:t>
      </w:r>
    </w:p>
    <w:p w:rsidR="00B65DC9" w:rsidRDefault="00B65DC9" w:rsidP="00B65DC9">
      <w:r>
        <w:lastRenderedPageBreak/>
        <w:t>570.9440</w:t>
      </w:r>
      <w:r>
        <w:tab/>
        <w:t>1.013e0</w:t>
      </w:r>
    </w:p>
    <w:p w:rsidR="00B65DC9" w:rsidRDefault="00B65DC9" w:rsidP="00B65DC9">
      <w:r>
        <w:t>570.9839</w:t>
      </w:r>
      <w:r>
        <w:tab/>
        <w:t>2.025e0</w:t>
      </w:r>
    </w:p>
    <w:p w:rsidR="00B65DC9" w:rsidRDefault="00B65DC9" w:rsidP="00B65DC9">
      <w:r>
        <w:t>570.9969</w:t>
      </w:r>
      <w:r>
        <w:tab/>
        <w:t>1.013e0</w:t>
      </w:r>
    </w:p>
    <w:p w:rsidR="00B65DC9" w:rsidRDefault="00B65DC9" w:rsidP="00B65DC9">
      <w:r>
        <w:t>571.0186</w:t>
      </w:r>
      <w:r>
        <w:tab/>
        <w:t>1.013e0</w:t>
      </w:r>
    </w:p>
    <w:p w:rsidR="00B65DC9" w:rsidRDefault="00B65DC9" w:rsidP="00B65DC9">
      <w:r>
        <w:t>571.1598</w:t>
      </w:r>
      <w:r>
        <w:tab/>
        <w:t>2.025e0</w:t>
      </w:r>
    </w:p>
    <w:p w:rsidR="00B65DC9" w:rsidRDefault="00B65DC9" w:rsidP="00B65DC9">
      <w:r>
        <w:t>571.1747</w:t>
      </w:r>
      <w:r>
        <w:tab/>
        <w:t>3.038e0</w:t>
      </w:r>
    </w:p>
    <w:p w:rsidR="00B65DC9" w:rsidRDefault="00B65DC9" w:rsidP="00B65DC9">
      <w:r>
        <w:t>571.1807</w:t>
      </w:r>
      <w:r>
        <w:tab/>
        <w:t>3.038e0</w:t>
      </w:r>
    </w:p>
    <w:p w:rsidR="00B65DC9" w:rsidRDefault="00B65DC9" w:rsidP="00B65DC9">
      <w:r>
        <w:t>571.2195</w:t>
      </w:r>
      <w:r>
        <w:tab/>
        <w:t>2.051e0</w:t>
      </w:r>
    </w:p>
    <w:p w:rsidR="00B65DC9" w:rsidRDefault="00B65DC9" w:rsidP="00B65DC9">
      <w:r>
        <w:t>571.2310</w:t>
      </w:r>
      <w:r>
        <w:tab/>
        <w:t>1.013e0</w:t>
      </w:r>
    </w:p>
    <w:p w:rsidR="00B65DC9" w:rsidRDefault="00B65DC9" w:rsidP="00B65DC9">
      <w:r>
        <w:t>571.2437</w:t>
      </w:r>
      <w:r>
        <w:tab/>
        <w:t>1.013e0</w:t>
      </w:r>
    </w:p>
    <w:p w:rsidR="00B65DC9" w:rsidRDefault="00B65DC9" w:rsidP="00B65DC9">
      <w:r>
        <w:t>571.2540</w:t>
      </w:r>
      <w:r>
        <w:tab/>
        <w:t>2.025e0</w:t>
      </w:r>
    </w:p>
    <w:p w:rsidR="00B65DC9" w:rsidRDefault="00B65DC9" w:rsidP="00B65DC9">
      <w:r>
        <w:t>571.2571</w:t>
      </w:r>
      <w:r>
        <w:tab/>
        <w:t>4.051e0</w:t>
      </w:r>
    </w:p>
    <w:p w:rsidR="00B65DC9" w:rsidRDefault="00B65DC9" w:rsidP="00B65DC9">
      <w:r>
        <w:t>571.3080</w:t>
      </w:r>
      <w:r>
        <w:tab/>
        <w:t>3.038e0</w:t>
      </w:r>
    </w:p>
    <w:p w:rsidR="00B65DC9" w:rsidRDefault="00B65DC9" w:rsidP="00B65DC9">
      <w:r>
        <w:t>571.3124</w:t>
      </w:r>
      <w:r>
        <w:tab/>
        <w:t>2.025e0</w:t>
      </w:r>
    </w:p>
    <w:p w:rsidR="00B65DC9" w:rsidRDefault="00B65DC9" w:rsidP="00B65DC9">
      <w:r>
        <w:t>571.3136</w:t>
      </w:r>
      <w:r>
        <w:tab/>
        <w:t>2.025e0</w:t>
      </w:r>
    </w:p>
    <w:p w:rsidR="00B65DC9" w:rsidRDefault="00B65DC9" w:rsidP="00B65DC9">
      <w:r>
        <w:t>571.3838</w:t>
      </w:r>
      <w:r>
        <w:tab/>
        <w:t>4.051e0</w:t>
      </w:r>
    </w:p>
    <w:p w:rsidR="00B65DC9" w:rsidRDefault="00B65DC9" w:rsidP="00B65DC9">
      <w:r>
        <w:t>571.4125</w:t>
      </w:r>
      <w:r>
        <w:tab/>
        <w:t>1.266e-2</w:t>
      </w:r>
    </w:p>
    <w:p w:rsidR="00B65DC9" w:rsidRDefault="00B65DC9" w:rsidP="00B65DC9">
      <w:r>
        <w:t>571.4653</w:t>
      </w:r>
      <w:r>
        <w:tab/>
        <w:t>1.266e-2</w:t>
      </w:r>
    </w:p>
    <w:p w:rsidR="00B65DC9" w:rsidRDefault="00B65DC9" w:rsidP="00B65DC9">
      <w:r>
        <w:t>571.4930</w:t>
      </w:r>
      <w:r>
        <w:tab/>
        <w:t>2.025e0</w:t>
      </w:r>
    </w:p>
    <w:p w:rsidR="00B65DC9" w:rsidRDefault="00B65DC9" w:rsidP="00B65DC9">
      <w:r>
        <w:lastRenderedPageBreak/>
        <w:t>571.5393</w:t>
      </w:r>
      <w:r>
        <w:tab/>
        <w:t>2.025e0</w:t>
      </w:r>
    </w:p>
    <w:p w:rsidR="00B65DC9" w:rsidRDefault="00B65DC9" w:rsidP="00B65DC9">
      <w:r>
        <w:t>571.5580</w:t>
      </w:r>
      <w:r>
        <w:tab/>
        <w:t>1.013e0</w:t>
      </w:r>
    </w:p>
    <w:p w:rsidR="00B65DC9" w:rsidRDefault="00B65DC9" w:rsidP="00B65DC9">
      <w:r>
        <w:t>571.6101</w:t>
      </w:r>
      <w:r>
        <w:tab/>
        <w:t>1.013e0</w:t>
      </w:r>
    </w:p>
    <w:p w:rsidR="00B65DC9" w:rsidRDefault="00B65DC9" w:rsidP="00B65DC9">
      <w:r>
        <w:t>571.6236</w:t>
      </w:r>
      <w:r>
        <w:tab/>
        <w:t>2.025e0</w:t>
      </w:r>
    </w:p>
    <w:p w:rsidR="00B65DC9" w:rsidRDefault="00B65DC9" w:rsidP="00B65DC9">
      <w:r>
        <w:t>571.6759</w:t>
      </w:r>
      <w:r>
        <w:tab/>
        <w:t>1.266e-2</w:t>
      </w:r>
    </w:p>
    <w:p w:rsidR="00B65DC9" w:rsidRDefault="00B65DC9" w:rsidP="00B65DC9">
      <w:r>
        <w:t>571.6956</w:t>
      </w:r>
      <w:r>
        <w:tab/>
        <w:t>1.013e0</w:t>
      </w:r>
    </w:p>
    <w:p w:rsidR="00B65DC9" w:rsidRDefault="00B65DC9" w:rsidP="00B65DC9">
      <w:r>
        <w:t>571.7531</w:t>
      </w:r>
      <w:r>
        <w:tab/>
        <w:t>1.266e-2</w:t>
      </w:r>
    </w:p>
    <w:p w:rsidR="00B65DC9" w:rsidRDefault="00B65DC9" w:rsidP="00B65DC9">
      <w:r>
        <w:t>571.7707</w:t>
      </w:r>
      <w:r>
        <w:tab/>
        <w:t>1.013e0</w:t>
      </w:r>
    </w:p>
    <w:p w:rsidR="00B65DC9" w:rsidRDefault="00B65DC9" w:rsidP="00B65DC9">
      <w:r>
        <w:t>571.8037</w:t>
      </w:r>
      <w:r>
        <w:tab/>
        <w:t>1.013e0</w:t>
      </w:r>
    </w:p>
    <w:p w:rsidR="00B65DC9" w:rsidRDefault="00B65DC9" w:rsidP="00B65DC9">
      <w:r>
        <w:t>571.8605</w:t>
      </w:r>
      <w:r>
        <w:tab/>
        <w:t>3.038e0</w:t>
      </w:r>
    </w:p>
    <w:p w:rsidR="00B65DC9" w:rsidRDefault="00B65DC9" w:rsidP="00B65DC9">
      <w:r>
        <w:t>571.9077</w:t>
      </w:r>
      <w:r>
        <w:tab/>
        <w:t>2.025e0</w:t>
      </w:r>
    </w:p>
    <w:p w:rsidR="00B65DC9" w:rsidRDefault="00B65DC9" w:rsidP="00B65DC9">
      <w:r>
        <w:t>571.9232</w:t>
      </w:r>
      <w:r>
        <w:tab/>
        <w:t>3.038e0</w:t>
      </w:r>
    </w:p>
    <w:p w:rsidR="00B65DC9" w:rsidRDefault="00B65DC9" w:rsidP="00B65DC9">
      <w:r>
        <w:t>571.9617</w:t>
      </w:r>
      <w:r>
        <w:tab/>
        <w:t>2.025e0</w:t>
      </w:r>
    </w:p>
    <w:p w:rsidR="00B65DC9" w:rsidRDefault="00B65DC9" w:rsidP="00B65DC9">
      <w:r>
        <w:t>571.9708</w:t>
      </w:r>
      <w:r>
        <w:tab/>
        <w:t>1.013e0</w:t>
      </w:r>
    </w:p>
    <w:p w:rsidR="00B65DC9" w:rsidRDefault="00B65DC9" w:rsidP="00B65DC9">
      <w:r>
        <w:t>572.0338</w:t>
      </w:r>
      <w:r>
        <w:tab/>
        <w:t>2.025e0</w:t>
      </w:r>
    </w:p>
    <w:p w:rsidR="00B65DC9" w:rsidRDefault="00B65DC9" w:rsidP="00B65DC9">
      <w:r>
        <w:t>572.0945</w:t>
      </w:r>
      <w:r>
        <w:tab/>
        <w:t>1.025e0</w:t>
      </w:r>
    </w:p>
    <w:p w:rsidR="00B65DC9" w:rsidRDefault="00B65DC9" w:rsidP="00B65DC9">
      <w:r>
        <w:t>572.1130</w:t>
      </w:r>
      <w:r>
        <w:tab/>
        <w:t>1.013e0</w:t>
      </w:r>
    </w:p>
    <w:p w:rsidR="00B65DC9" w:rsidRDefault="00B65DC9" w:rsidP="00B65DC9">
      <w:r>
        <w:t>572.1245</w:t>
      </w:r>
      <w:r>
        <w:tab/>
        <w:t>3.038e0</w:t>
      </w:r>
    </w:p>
    <w:p w:rsidR="00B65DC9" w:rsidRDefault="00B65DC9" w:rsidP="00B65DC9">
      <w:r>
        <w:t>572.2175</w:t>
      </w:r>
      <w:r>
        <w:tab/>
        <w:t>5.063e0</w:t>
      </w:r>
    </w:p>
    <w:p w:rsidR="00B65DC9" w:rsidRDefault="00B65DC9" w:rsidP="00B65DC9">
      <w:r>
        <w:lastRenderedPageBreak/>
        <w:t>572.2364</w:t>
      </w:r>
      <w:r>
        <w:tab/>
        <w:t>3.038e0</w:t>
      </w:r>
    </w:p>
    <w:p w:rsidR="00B65DC9" w:rsidRDefault="00B65DC9" w:rsidP="00B65DC9">
      <w:r>
        <w:t>572.2393</w:t>
      </w:r>
      <w:r>
        <w:tab/>
        <w:t>1.013e0</w:t>
      </w:r>
    </w:p>
    <w:p w:rsidR="00B65DC9" w:rsidRDefault="00B65DC9" w:rsidP="00B65DC9">
      <w:r>
        <w:t>572.3117</w:t>
      </w:r>
      <w:r>
        <w:tab/>
        <w:t>4.051e0</w:t>
      </w:r>
    </w:p>
    <w:p w:rsidR="00B65DC9" w:rsidRDefault="00B65DC9" w:rsidP="00B65DC9">
      <w:r>
        <w:t>572.3249</w:t>
      </w:r>
      <w:r>
        <w:tab/>
        <w:t>2.025e0</w:t>
      </w:r>
    </w:p>
    <w:p w:rsidR="00B65DC9" w:rsidRDefault="00B65DC9" w:rsidP="00B65DC9">
      <w:r>
        <w:t>572.4430</w:t>
      </w:r>
      <w:r>
        <w:tab/>
        <w:t>1.266e-2</w:t>
      </w:r>
    </w:p>
    <w:p w:rsidR="00B65DC9" w:rsidRDefault="00B65DC9" w:rsidP="00B65DC9">
      <w:r>
        <w:t>572.4556</w:t>
      </w:r>
      <w:r>
        <w:tab/>
        <w:t>2.038e0</w:t>
      </w:r>
    </w:p>
    <w:p w:rsidR="00B65DC9" w:rsidRDefault="00B65DC9" w:rsidP="00B65DC9">
      <w:r>
        <w:t>572.4590</w:t>
      </w:r>
      <w:r>
        <w:tab/>
        <w:t>2.025e0</w:t>
      </w:r>
    </w:p>
    <w:p w:rsidR="00B65DC9" w:rsidRDefault="00B65DC9" w:rsidP="00B65DC9">
      <w:r>
        <w:t>572.4631</w:t>
      </w:r>
      <w:r>
        <w:tab/>
        <w:t>1.025e0</w:t>
      </w:r>
    </w:p>
    <w:p w:rsidR="00B65DC9" w:rsidRDefault="00B65DC9" w:rsidP="00B65DC9">
      <w:r>
        <w:t>572.5307</w:t>
      </w:r>
      <w:r>
        <w:tab/>
        <w:t>2.025e0</w:t>
      </w:r>
    </w:p>
    <w:p w:rsidR="00B65DC9" w:rsidRDefault="00B65DC9" w:rsidP="00B65DC9">
      <w:r>
        <w:t>572.5906</w:t>
      </w:r>
      <w:r>
        <w:tab/>
        <w:t>1.013e0</w:t>
      </w:r>
    </w:p>
    <w:p w:rsidR="00B65DC9" w:rsidRDefault="00B65DC9" w:rsidP="00B65DC9">
      <w:r>
        <w:t>572.5975</w:t>
      </w:r>
      <w:r>
        <w:tab/>
        <w:t>1.013e0</w:t>
      </w:r>
    </w:p>
    <w:p w:rsidR="00B65DC9" w:rsidRDefault="00B65DC9" w:rsidP="00B65DC9">
      <w:r>
        <w:t>572.6152</w:t>
      </w:r>
      <w:r>
        <w:tab/>
        <w:t>1.025e0</w:t>
      </w:r>
    </w:p>
    <w:p w:rsidR="00B65DC9" w:rsidRDefault="00B65DC9" w:rsidP="00B65DC9">
      <w:r>
        <w:t>572.6666</w:t>
      </w:r>
      <w:r>
        <w:tab/>
        <w:t>3.038e0</w:t>
      </w:r>
    </w:p>
    <w:p w:rsidR="00B65DC9" w:rsidRDefault="00B65DC9" w:rsidP="00B65DC9">
      <w:r>
        <w:t>572.6792</w:t>
      </w:r>
      <w:r>
        <w:tab/>
        <w:t>1.266e-2</w:t>
      </w:r>
    </w:p>
    <w:p w:rsidR="00B65DC9" w:rsidRDefault="00B65DC9" w:rsidP="00B65DC9">
      <w:r>
        <w:t>572.6871</w:t>
      </w:r>
      <w:r>
        <w:tab/>
        <w:t>1.266e-2</w:t>
      </w:r>
    </w:p>
    <w:p w:rsidR="00B65DC9" w:rsidRDefault="00B65DC9" w:rsidP="00B65DC9">
      <w:r>
        <w:t>572.7054</w:t>
      </w:r>
      <w:r>
        <w:tab/>
        <w:t>1.013e0</w:t>
      </w:r>
    </w:p>
    <w:p w:rsidR="00B65DC9" w:rsidRDefault="00B65DC9" w:rsidP="00B65DC9">
      <w:r>
        <w:t>572.7481</w:t>
      </w:r>
      <w:r>
        <w:tab/>
        <w:t>1.266e-2</w:t>
      </w:r>
    </w:p>
    <w:p w:rsidR="00B65DC9" w:rsidRDefault="00B65DC9" w:rsidP="00B65DC9">
      <w:r>
        <w:t>572.7686</w:t>
      </w:r>
      <w:r>
        <w:tab/>
        <w:t>1.013e0</w:t>
      </w:r>
    </w:p>
    <w:p w:rsidR="00B65DC9" w:rsidRDefault="00B65DC9" w:rsidP="00B65DC9">
      <w:r>
        <w:t>572.8502</w:t>
      </w:r>
      <w:r>
        <w:tab/>
        <w:t>1.025e0</w:t>
      </w:r>
    </w:p>
    <w:p w:rsidR="00B65DC9" w:rsidRDefault="00B65DC9" w:rsidP="00B65DC9">
      <w:r>
        <w:lastRenderedPageBreak/>
        <w:t>572.8725</w:t>
      </w:r>
      <w:r>
        <w:tab/>
        <w:t>3.038e0</w:t>
      </w:r>
    </w:p>
    <w:p w:rsidR="00B65DC9" w:rsidRDefault="00B65DC9" w:rsidP="00B65DC9">
      <w:r>
        <w:t>572.9405</w:t>
      </w:r>
      <w:r>
        <w:tab/>
        <w:t>1.013e0</w:t>
      </w:r>
    </w:p>
    <w:p w:rsidR="00B65DC9" w:rsidRDefault="00B65DC9" w:rsidP="00B65DC9">
      <w:r>
        <w:t>572.9450</w:t>
      </w:r>
      <w:r>
        <w:tab/>
        <w:t>1.013e0</w:t>
      </w:r>
    </w:p>
    <w:p w:rsidR="00B65DC9" w:rsidRDefault="00B65DC9" w:rsidP="00B65DC9">
      <w:r>
        <w:t>572.9647</w:t>
      </w:r>
      <w:r>
        <w:tab/>
        <w:t>1.013e0</w:t>
      </w:r>
    </w:p>
    <w:p w:rsidR="00B65DC9" w:rsidRDefault="00B65DC9" w:rsidP="00B65DC9">
      <w:r>
        <w:t>572.9764</w:t>
      </w:r>
      <w:r>
        <w:tab/>
        <w:t>1.266e-2</w:t>
      </w:r>
    </w:p>
    <w:p w:rsidR="00B65DC9" w:rsidRDefault="00B65DC9" w:rsidP="00B65DC9">
      <w:r>
        <w:t>573.0370</w:t>
      </w:r>
      <w:r>
        <w:tab/>
        <w:t>1.038e0</w:t>
      </w:r>
    </w:p>
    <w:p w:rsidR="00B65DC9" w:rsidRDefault="00B65DC9" w:rsidP="00B65DC9">
      <w:r>
        <w:t>573.0477</w:t>
      </w:r>
      <w:r>
        <w:tab/>
        <w:t>1.013e0</w:t>
      </w:r>
    </w:p>
    <w:p w:rsidR="00B65DC9" w:rsidRDefault="00B65DC9" w:rsidP="00B65DC9">
      <w:r>
        <w:t>573.1004</w:t>
      </w:r>
      <w:r>
        <w:tab/>
        <w:t>1.013e0</w:t>
      </w:r>
    </w:p>
    <w:p w:rsidR="00B65DC9" w:rsidRDefault="00B65DC9" w:rsidP="00B65DC9">
      <w:r>
        <w:t>573.1094</w:t>
      </w:r>
      <w:r>
        <w:tab/>
        <w:t>4.051e0</w:t>
      </w:r>
    </w:p>
    <w:p w:rsidR="00B65DC9" w:rsidRDefault="00B65DC9" w:rsidP="00B65DC9">
      <w:r>
        <w:t>573.1322</w:t>
      </w:r>
      <w:r>
        <w:tab/>
        <w:t>3.038e0</w:t>
      </w:r>
    </w:p>
    <w:p w:rsidR="00B65DC9" w:rsidRDefault="00B65DC9" w:rsidP="00B65DC9">
      <w:r>
        <w:t>573.1478</w:t>
      </w:r>
      <w:r>
        <w:tab/>
        <w:t>3.038e0</w:t>
      </w:r>
    </w:p>
    <w:p w:rsidR="00B65DC9" w:rsidRDefault="00B65DC9" w:rsidP="00B65DC9">
      <w:r>
        <w:t>573.2064</w:t>
      </w:r>
      <w:r>
        <w:tab/>
        <w:t>2.025e0</w:t>
      </w:r>
    </w:p>
    <w:p w:rsidR="00B65DC9" w:rsidRDefault="00B65DC9" w:rsidP="00B65DC9">
      <w:r>
        <w:t>573.2193</w:t>
      </w:r>
      <w:r>
        <w:tab/>
        <w:t>2.038e0</w:t>
      </w:r>
    </w:p>
    <w:p w:rsidR="00B65DC9" w:rsidRDefault="00B65DC9" w:rsidP="00B65DC9">
      <w:r>
        <w:t>573.2531</w:t>
      </w:r>
      <w:r>
        <w:tab/>
        <w:t>2.147e0</w:t>
      </w:r>
    </w:p>
    <w:p w:rsidR="00B65DC9" w:rsidRDefault="00B65DC9" w:rsidP="00B65DC9">
      <w:r>
        <w:t>573.2764</w:t>
      </w:r>
      <w:r>
        <w:tab/>
        <w:t>3.038e0</w:t>
      </w:r>
    </w:p>
    <w:p w:rsidR="00B65DC9" w:rsidRDefault="00B65DC9" w:rsidP="00B65DC9">
      <w:r>
        <w:t>573.3018</w:t>
      </w:r>
      <w:r>
        <w:tab/>
        <w:t>3.038e0</w:t>
      </w:r>
    </w:p>
    <w:p w:rsidR="00B65DC9" w:rsidRDefault="00B65DC9" w:rsidP="00B65DC9">
      <w:r>
        <w:t>573.3095</w:t>
      </w:r>
      <w:r>
        <w:tab/>
        <w:t>1.266e-2</w:t>
      </w:r>
    </w:p>
    <w:p w:rsidR="00B65DC9" w:rsidRDefault="00B65DC9" w:rsidP="00B65DC9">
      <w:r>
        <w:t>573.3141</w:t>
      </w:r>
      <w:r>
        <w:tab/>
        <w:t>2.025e0</w:t>
      </w:r>
    </w:p>
    <w:p w:rsidR="00B65DC9" w:rsidRDefault="00B65DC9" w:rsidP="00B65DC9">
      <w:r>
        <w:t>573.3391</w:t>
      </w:r>
      <w:r>
        <w:tab/>
        <w:t>1.266e-2</w:t>
      </w:r>
    </w:p>
    <w:p w:rsidR="00B65DC9" w:rsidRDefault="00B65DC9" w:rsidP="00B65DC9">
      <w:r>
        <w:lastRenderedPageBreak/>
        <w:t>573.4034</w:t>
      </w:r>
      <w:r>
        <w:tab/>
        <w:t>2.025e0</w:t>
      </w:r>
    </w:p>
    <w:p w:rsidR="00B65DC9" w:rsidRDefault="00B65DC9" w:rsidP="00B65DC9">
      <w:r>
        <w:t>573.4244</w:t>
      </w:r>
      <w:r>
        <w:tab/>
        <w:t>2.025e0</w:t>
      </w:r>
    </w:p>
    <w:p w:rsidR="00B65DC9" w:rsidRDefault="00B65DC9" w:rsidP="00B65DC9">
      <w:r>
        <w:t>573.4475</w:t>
      </w:r>
      <w:r>
        <w:tab/>
        <w:t>1.266e-2</w:t>
      </w:r>
    </w:p>
    <w:p w:rsidR="00B65DC9" w:rsidRDefault="00B65DC9" w:rsidP="00B65DC9">
      <w:r>
        <w:t>573.4573</w:t>
      </w:r>
      <w:r>
        <w:tab/>
        <w:t>2.025e0</w:t>
      </w:r>
    </w:p>
    <w:p w:rsidR="00B65DC9" w:rsidRDefault="00B65DC9" w:rsidP="00B65DC9">
      <w:r>
        <w:t>573.5067</w:t>
      </w:r>
      <w:r>
        <w:tab/>
        <w:t>1.013e0</w:t>
      </w:r>
    </w:p>
    <w:p w:rsidR="00B65DC9" w:rsidRDefault="00B65DC9" w:rsidP="00B65DC9">
      <w:r>
        <w:t>573.5506</w:t>
      </w:r>
      <w:r>
        <w:tab/>
        <w:t>1.013e0</w:t>
      </w:r>
    </w:p>
    <w:p w:rsidR="00B65DC9" w:rsidRDefault="00B65DC9" w:rsidP="00B65DC9">
      <w:r>
        <w:t>573.5764</w:t>
      </w:r>
      <w:r>
        <w:tab/>
        <w:t>1.013e0</w:t>
      </w:r>
    </w:p>
    <w:p w:rsidR="00B65DC9" w:rsidRDefault="00B65DC9" w:rsidP="00B65DC9">
      <w:r>
        <w:t>573.6053</w:t>
      </w:r>
      <w:r>
        <w:tab/>
        <w:t>1.013e0</w:t>
      </w:r>
    </w:p>
    <w:p w:rsidR="00B65DC9" w:rsidRDefault="00B65DC9" w:rsidP="00B65DC9">
      <w:r>
        <w:t>573.6249</w:t>
      </w:r>
      <w:r>
        <w:tab/>
        <w:t>1.013e0</w:t>
      </w:r>
    </w:p>
    <w:p w:rsidR="00B65DC9" w:rsidRDefault="00B65DC9" w:rsidP="00B65DC9">
      <w:r>
        <w:t>573.7480</w:t>
      </w:r>
      <w:r>
        <w:tab/>
        <w:t>1.266e-2</w:t>
      </w:r>
    </w:p>
    <w:p w:rsidR="00B65DC9" w:rsidRDefault="00B65DC9" w:rsidP="00B65DC9">
      <w:r>
        <w:t>573.7665</w:t>
      </w:r>
      <w:r>
        <w:tab/>
        <w:t>1.013e0</w:t>
      </w:r>
    </w:p>
    <w:p w:rsidR="00B65DC9" w:rsidRDefault="00B65DC9" w:rsidP="00B65DC9">
      <w:r>
        <w:t>573.7728</w:t>
      </w:r>
      <w:r>
        <w:tab/>
        <w:t>2.025e0</w:t>
      </w:r>
    </w:p>
    <w:p w:rsidR="00B65DC9" w:rsidRDefault="00B65DC9" w:rsidP="00B65DC9">
      <w:r>
        <w:t>573.8568</w:t>
      </w:r>
      <w:r>
        <w:tab/>
        <w:t>1.013e0</w:t>
      </w:r>
    </w:p>
    <w:p w:rsidR="00B65DC9" w:rsidRDefault="00B65DC9" w:rsidP="00B65DC9">
      <w:r>
        <w:t>573.9011</w:t>
      </w:r>
      <w:r>
        <w:tab/>
        <w:t>1.266e-2</w:t>
      </w:r>
    </w:p>
    <w:p w:rsidR="00B65DC9" w:rsidRDefault="00B65DC9" w:rsidP="00B65DC9">
      <w:r>
        <w:t>573.9307</w:t>
      </w:r>
      <w:r>
        <w:tab/>
        <w:t>1.013e0</w:t>
      </w:r>
    </w:p>
    <w:p w:rsidR="00B65DC9" w:rsidRDefault="00B65DC9" w:rsidP="00B65DC9">
      <w:r>
        <w:t>573.9335</w:t>
      </w:r>
      <w:r>
        <w:tab/>
        <w:t>2.025e0</w:t>
      </w:r>
    </w:p>
    <w:p w:rsidR="00B65DC9" w:rsidRDefault="00B65DC9" w:rsidP="00B65DC9">
      <w:r>
        <w:t>573.9905</w:t>
      </w:r>
      <w:r>
        <w:tab/>
        <w:t>1.013e0</w:t>
      </w:r>
    </w:p>
    <w:p w:rsidR="00B65DC9" w:rsidRDefault="00B65DC9" w:rsidP="00B65DC9">
      <w:r>
        <w:t>574.0583</w:t>
      </w:r>
      <w:r>
        <w:tab/>
        <w:t>2.025e0</w:t>
      </w:r>
    </w:p>
    <w:p w:rsidR="00B65DC9" w:rsidRDefault="00B65DC9" w:rsidP="00B65DC9">
      <w:r>
        <w:t>574.0863</w:t>
      </w:r>
      <w:r>
        <w:tab/>
        <w:t>3.038e0</w:t>
      </w:r>
    </w:p>
    <w:p w:rsidR="00B65DC9" w:rsidRDefault="00B65DC9" w:rsidP="00B65DC9">
      <w:r>
        <w:lastRenderedPageBreak/>
        <w:t>574.0882</w:t>
      </w:r>
      <w:r>
        <w:tab/>
        <w:t>1.013e0</w:t>
      </w:r>
    </w:p>
    <w:p w:rsidR="00B65DC9" w:rsidRDefault="00B65DC9" w:rsidP="00B65DC9">
      <w:r>
        <w:t>574.1143</w:t>
      </w:r>
      <w:r>
        <w:tab/>
        <w:t>2.025e0</w:t>
      </w:r>
    </w:p>
    <w:p w:rsidR="00B65DC9" w:rsidRDefault="00B65DC9" w:rsidP="00B65DC9">
      <w:r>
        <w:t>574.1575</w:t>
      </w:r>
      <w:r>
        <w:tab/>
        <w:t>1.266e-2</w:t>
      </w:r>
    </w:p>
    <w:p w:rsidR="00B65DC9" w:rsidRDefault="00B65DC9" w:rsidP="00B65DC9">
      <w:r>
        <w:t>574.2167</w:t>
      </w:r>
      <w:r>
        <w:tab/>
        <w:t>2.025e0</w:t>
      </w:r>
    </w:p>
    <w:p w:rsidR="00B65DC9" w:rsidRDefault="00B65DC9" w:rsidP="00B65DC9">
      <w:r>
        <w:t>574.2225</w:t>
      </w:r>
      <w:r>
        <w:tab/>
        <w:t>2.532e-2</w:t>
      </w:r>
    </w:p>
    <w:p w:rsidR="00B65DC9" w:rsidRDefault="00B65DC9" w:rsidP="00B65DC9">
      <w:r>
        <w:t>574.2365</w:t>
      </w:r>
      <w:r>
        <w:tab/>
        <w:t>1.013e0</w:t>
      </w:r>
    </w:p>
    <w:p w:rsidR="00B65DC9" w:rsidRDefault="00B65DC9" w:rsidP="00B65DC9">
      <w:r>
        <w:t>574.2684</w:t>
      </w:r>
      <w:r>
        <w:tab/>
        <w:t>3.038e0</w:t>
      </w:r>
    </w:p>
    <w:p w:rsidR="00B65DC9" w:rsidRDefault="00B65DC9" w:rsidP="00B65DC9">
      <w:r>
        <w:t>574.3350</w:t>
      </w:r>
      <w:r>
        <w:tab/>
        <w:t>2.025e0</w:t>
      </w:r>
    </w:p>
    <w:p w:rsidR="00B65DC9" w:rsidRDefault="00B65DC9" w:rsidP="00B65DC9">
      <w:r>
        <w:t>574.3450</w:t>
      </w:r>
      <w:r>
        <w:tab/>
        <w:t>1.013e0</w:t>
      </w:r>
    </w:p>
    <w:p w:rsidR="00B65DC9" w:rsidRDefault="00B65DC9" w:rsidP="00B65DC9">
      <w:r>
        <w:t>574.4005</w:t>
      </w:r>
      <w:r>
        <w:tab/>
        <w:t>7.089e0</w:t>
      </w:r>
    </w:p>
    <w:p w:rsidR="00B65DC9" w:rsidRDefault="00B65DC9" w:rsidP="00B65DC9">
      <w:r>
        <w:t>574.4142</w:t>
      </w:r>
      <w:r>
        <w:tab/>
        <w:t>1.013e0</w:t>
      </w:r>
    </w:p>
    <w:p w:rsidR="00B65DC9" w:rsidRDefault="00B65DC9" w:rsidP="00B65DC9">
      <w:r>
        <w:t>574.4240</w:t>
      </w:r>
      <w:r>
        <w:tab/>
        <w:t>1.266e-2</w:t>
      </w:r>
    </w:p>
    <w:p w:rsidR="00B65DC9" w:rsidRDefault="00B65DC9" w:rsidP="00B65DC9">
      <w:r>
        <w:t>574.5820</w:t>
      </w:r>
      <w:r>
        <w:tab/>
        <w:t>2.025e0</w:t>
      </w:r>
    </w:p>
    <w:p w:rsidR="00B65DC9" w:rsidRDefault="00B65DC9" w:rsidP="00B65DC9">
      <w:r>
        <w:t>574.6116</w:t>
      </w:r>
      <w:r>
        <w:tab/>
        <w:t>1.013e0</w:t>
      </w:r>
    </w:p>
    <w:p w:rsidR="00B65DC9" w:rsidRDefault="00B65DC9" w:rsidP="00B65DC9">
      <w:r>
        <w:t>574.7178</w:t>
      </w:r>
      <w:r>
        <w:tab/>
        <w:t>1.013e0</w:t>
      </w:r>
    </w:p>
    <w:p w:rsidR="00B65DC9" w:rsidRDefault="00B65DC9" w:rsidP="00B65DC9">
      <w:r>
        <w:t>574.7302</w:t>
      </w:r>
      <w:r>
        <w:tab/>
        <w:t>1.266e-2</w:t>
      </w:r>
    </w:p>
    <w:p w:rsidR="00B65DC9" w:rsidRDefault="00B65DC9" w:rsidP="00B65DC9">
      <w:r>
        <w:t>574.7499</w:t>
      </w:r>
      <w:r>
        <w:tab/>
        <w:t>1.013e0</w:t>
      </w:r>
    </w:p>
    <w:p w:rsidR="00B65DC9" w:rsidRDefault="00B65DC9" w:rsidP="00B65DC9">
      <w:r>
        <w:t>574.7993</w:t>
      </w:r>
      <w:r>
        <w:tab/>
        <w:t>1.266e-2</w:t>
      </w:r>
    </w:p>
    <w:p w:rsidR="00B65DC9" w:rsidRDefault="00B65DC9" w:rsidP="00B65DC9">
      <w:r>
        <w:t>574.8297</w:t>
      </w:r>
      <w:r>
        <w:tab/>
        <w:t>1.013e0</w:t>
      </w:r>
    </w:p>
    <w:p w:rsidR="00B65DC9" w:rsidRDefault="00B65DC9" w:rsidP="00B65DC9">
      <w:r>
        <w:lastRenderedPageBreak/>
        <w:t>574.8515</w:t>
      </w:r>
      <w:r>
        <w:tab/>
        <w:t>2.025e0</w:t>
      </w:r>
    </w:p>
    <w:p w:rsidR="00B65DC9" w:rsidRDefault="00B65DC9" w:rsidP="00B65DC9">
      <w:r>
        <w:t>574.9178</w:t>
      </w:r>
      <w:r>
        <w:tab/>
        <w:t>2.025e0</w:t>
      </w:r>
    </w:p>
    <w:p w:rsidR="00B65DC9" w:rsidRDefault="00B65DC9" w:rsidP="00B65DC9">
      <w:r>
        <w:t>574.9212</w:t>
      </w:r>
      <w:r>
        <w:tab/>
        <w:t>3.038e0</w:t>
      </w:r>
    </w:p>
    <w:p w:rsidR="00B65DC9" w:rsidRDefault="00B65DC9" w:rsidP="00B65DC9">
      <w:r>
        <w:t>574.9969</w:t>
      </w:r>
      <w:r>
        <w:tab/>
        <w:t>1.013e0</w:t>
      </w:r>
    </w:p>
    <w:p w:rsidR="00B65DC9" w:rsidRDefault="00B65DC9" w:rsidP="00B65DC9">
      <w:r>
        <w:t>575.0177</w:t>
      </w:r>
      <w:r>
        <w:tab/>
        <w:t>2.002e0</w:t>
      </w:r>
    </w:p>
    <w:p w:rsidR="00B65DC9" w:rsidRDefault="00B65DC9" w:rsidP="00B65DC9">
      <w:r>
        <w:t>575.0265</w:t>
      </w:r>
      <w:r>
        <w:tab/>
        <w:t>1.013e0</w:t>
      </w:r>
    </w:p>
    <w:p w:rsidR="00B65DC9" w:rsidRDefault="00B65DC9" w:rsidP="00B65DC9">
      <w:r>
        <w:t>575.0364</w:t>
      </w:r>
      <w:r>
        <w:tab/>
        <w:t>1.013e0</w:t>
      </w:r>
    </w:p>
    <w:p w:rsidR="00B65DC9" w:rsidRDefault="00B65DC9" w:rsidP="00B65DC9">
      <w:r>
        <w:t>575.0660</w:t>
      </w:r>
      <w:r>
        <w:tab/>
        <w:t>1.266e-2</w:t>
      </w:r>
    </w:p>
    <w:p w:rsidR="00B65DC9" w:rsidRDefault="00B65DC9" w:rsidP="00B65DC9">
      <w:r>
        <w:t>575.0772</w:t>
      </w:r>
      <w:r>
        <w:tab/>
        <w:t>5.063e0</w:t>
      </w:r>
    </w:p>
    <w:p w:rsidR="00B65DC9" w:rsidRDefault="00B65DC9" w:rsidP="00B65DC9">
      <w:r>
        <w:t>575.0853</w:t>
      </w:r>
      <w:r>
        <w:tab/>
        <w:t>3.038e0</w:t>
      </w:r>
    </w:p>
    <w:p w:rsidR="00B65DC9" w:rsidRDefault="00B65DC9" w:rsidP="00B65DC9">
      <w:r>
        <w:t>575.1155</w:t>
      </w:r>
      <w:r>
        <w:tab/>
        <w:t>1.013e0</w:t>
      </w:r>
    </w:p>
    <w:p w:rsidR="00B65DC9" w:rsidRDefault="00B65DC9" w:rsidP="00B65DC9">
      <w:r>
        <w:t>575.1489</w:t>
      </w:r>
      <w:r>
        <w:tab/>
        <w:t>1.266e-2</w:t>
      </w:r>
    </w:p>
    <w:p w:rsidR="00B65DC9" w:rsidRDefault="00B65DC9" w:rsidP="00B65DC9">
      <w:r>
        <w:t>575.1623</w:t>
      </w:r>
      <w:r>
        <w:tab/>
        <w:t>2.025e0</w:t>
      </w:r>
    </w:p>
    <w:p w:rsidR="00B65DC9" w:rsidRDefault="00B65DC9" w:rsidP="00B65DC9">
      <w:r>
        <w:t>575.2396</w:t>
      </w:r>
      <w:r>
        <w:tab/>
        <w:t>2.038e0</w:t>
      </w:r>
    </w:p>
    <w:p w:rsidR="00B65DC9" w:rsidRDefault="00B65DC9" w:rsidP="00B65DC9">
      <w:r>
        <w:t>575.2740</w:t>
      </w:r>
      <w:r>
        <w:tab/>
        <w:t>1.025e0</w:t>
      </w:r>
    </w:p>
    <w:p w:rsidR="00B65DC9" w:rsidRDefault="00B65DC9" w:rsidP="00B65DC9">
      <w:r>
        <w:t>575.3028</w:t>
      </w:r>
      <w:r>
        <w:tab/>
        <w:t>2.038e0</w:t>
      </w:r>
    </w:p>
    <w:p w:rsidR="00B65DC9" w:rsidRDefault="00B65DC9" w:rsidP="00B65DC9">
      <w:r>
        <w:t>575.3329</w:t>
      </w:r>
      <w:r>
        <w:tab/>
        <w:t>1.013e0</w:t>
      </w:r>
    </w:p>
    <w:p w:rsidR="00B65DC9" w:rsidRDefault="00B65DC9" w:rsidP="00B65DC9">
      <w:r>
        <w:t>575.3535</w:t>
      </w:r>
      <w:r>
        <w:tab/>
        <w:t>1.013e0</w:t>
      </w:r>
    </w:p>
    <w:p w:rsidR="00B65DC9" w:rsidRDefault="00B65DC9" w:rsidP="00B65DC9">
      <w:r>
        <w:t>575.4049</w:t>
      </w:r>
      <w:r>
        <w:tab/>
        <w:t>4.051e0</w:t>
      </w:r>
    </w:p>
    <w:p w:rsidR="00B65DC9" w:rsidRDefault="00B65DC9" w:rsidP="00B65DC9">
      <w:r>
        <w:lastRenderedPageBreak/>
        <w:t>575.4232</w:t>
      </w:r>
      <w:r>
        <w:tab/>
        <w:t>2.025e0</w:t>
      </w:r>
    </w:p>
    <w:p w:rsidR="00B65DC9" w:rsidRDefault="00B65DC9" w:rsidP="00B65DC9">
      <w:r>
        <w:t>575.5406</w:t>
      </w:r>
      <w:r>
        <w:tab/>
        <w:t>1.013e0</w:t>
      </w:r>
    </w:p>
    <w:p w:rsidR="00B65DC9" w:rsidRDefault="00B65DC9" w:rsidP="00B65DC9">
      <w:r>
        <w:t>575.5439</w:t>
      </w:r>
      <w:r>
        <w:tab/>
        <w:t>1.013e0</w:t>
      </w:r>
    </w:p>
    <w:p w:rsidR="00B65DC9" w:rsidRDefault="00B65DC9" w:rsidP="00B65DC9">
      <w:r>
        <w:t>575.5954</w:t>
      </w:r>
      <w:r>
        <w:tab/>
        <w:t>3.038e0</w:t>
      </w:r>
    </w:p>
    <w:p w:rsidR="00B65DC9" w:rsidRDefault="00B65DC9" w:rsidP="00B65DC9">
      <w:r>
        <w:t>575.6006</w:t>
      </w:r>
      <w:r>
        <w:tab/>
        <w:t>1.013e0</w:t>
      </w:r>
    </w:p>
    <w:p w:rsidR="00B65DC9" w:rsidRDefault="00B65DC9" w:rsidP="00B65DC9">
      <w:r>
        <w:t>575.6501</w:t>
      </w:r>
      <w:r>
        <w:tab/>
        <w:t>1.013e0</w:t>
      </w:r>
    </w:p>
    <w:p w:rsidR="00B65DC9" w:rsidRDefault="00B65DC9" w:rsidP="00B65DC9">
      <w:r>
        <w:t>575.7186</w:t>
      </w:r>
      <w:r>
        <w:tab/>
        <w:t>1.013e0</w:t>
      </w:r>
    </w:p>
    <w:p w:rsidR="00B65DC9" w:rsidRDefault="00B65DC9" w:rsidP="00B65DC9">
      <w:r>
        <w:t>575.7285</w:t>
      </w:r>
      <w:r>
        <w:tab/>
        <w:t>1.013e0</w:t>
      </w:r>
    </w:p>
    <w:p w:rsidR="00B65DC9" w:rsidRDefault="00B65DC9" w:rsidP="00B65DC9">
      <w:r>
        <w:t>575.7780</w:t>
      </w:r>
      <w:r>
        <w:tab/>
        <w:t>1.266e-2</w:t>
      </w:r>
    </w:p>
    <w:p w:rsidR="00B65DC9" w:rsidRDefault="00B65DC9" w:rsidP="00B65DC9">
      <w:r>
        <w:t>575.8030</w:t>
      </w:r>
      <w:r>
        <w:tab/>
        <w:t>2.025e0</w:t>
      </w:r>
    </w:p>
    <w:p w:rsidR="00B65DC9" w:rsidRDefault="00B65DC9" w:rsidP="00B65DC9">
      <w:r>
        <w:t>575.8275</w:t>
      </w:r>
      <w:r>
        <w:tab/>
        <w:t>2.025e0</w:t>
      </w:r>
    </w:p>
    <w:p w:rsidR="00B65DC9" w:rsidRDefault="00B65DC9" w:rsidP="00B65DC9">
      <w:r>
        <w:t>575.8310</w:t>
      </w:r>
      <w:r>
        <w:tab/>
        <w:t>1.266e-2</w:t>
      </w:r>
    </w:p>
    <w:p w:rsidR="00B65DC9" w:rsidRDefault="00B65DC9" w:rsidP="00B65DC9">
      <w:r>
        <w:t>575.8371</w:t>
      </w:r>
      <w:r>
        <w:tab/>
        <w:t>2.025e0</w:t>
      </w:r>
    </w:p>
    <w:p w:rsidR="00B65DC9" w:rsidRDefault="00B65DC9" w:rsidP="00B65DC9">
      <w:r>
        <w:t>575.8596</w:t>
      </w:r>
      <w:r>
        <w:tab/>
        <w:t>3.038e0</w:t>
      </w:r>
    </w:p>
    <w:p w:rsidR="00B65DC9" w:rsidRDefault="00B65DC9" w:rsidP="00B65DC9">
      <w:r>
        <w:t>575.9028</w:t>
      </w:r>
      <w:r>
        <w:tab/>
        <w:t>1.013e0</w:t>
      </w:r>
    </w:p>
    <w:p w:rsidR="00B65DC9" w:rsidRDefault="00B65DC9" w:rsidP="00B65DC9">
      <w:r>
        <w:t>575.9733</w:t>
      </w:r>
      <w:r>
        <w:tab/>
        <w:t>1.266e-2</w:t>
      </w:r>
    </w:p>
    <w:p w:rsidR="00B65DC9" w:rsidRDefault="00B65DC9" w:rsidP="00B65DC9">
      <w:r>
        <w:t>576.0098</w:t>
      </w:r>
      <w:r>
        <w:tab/>
        <w:t>1.025e0</w:t>
      </w:r>
    </w:p>
    <w:p w:rsidR="00B65DC9" w:rsidRDefault="00B65DC9" w:rsidP="00B65DC9">
      <w:r>
        <w:t>576.1003</w:t>
      </w:r>
      <w:r>
        <w:tab/>
        <w:t>4.051e0</w:t>
      </w:r>
    </w:p>
    <w:p w:rsidR="00B65DC9" w:rsidRDefault="00B65DC9" w:rsidP="00B65DC9">
      <w:r>
        <w:t>576.1271</w:t>
      </w:r>
      <w:r>
        <w:tab/>
        <w:t>2.025e0</w:t>
      </w:r>
    </w:p>
    <w:p w:rsidR="00B65DC9" w:rsidRDefault="00B65DC9" w:rsidP="00B65DC9">
      <w:r>
        <w:lastRenderedPageBreak/>
        <w:t>576.1342</w:t>
      </w:r>
      <w:r>
        <w:tab/>
        <w:t>1.013e0</w:t>
      </w:r>
    </w:p>
    <w:p w:rsidR="00B65DC9" w:rsidRDefault="00B65DC9" w:rsidP="00B65DC9">
      <w:r>
        <w:t>576.1738</w:t>
      </w:r>
      <w:r>
        <w:tab/>
        <w:t>1.013e0</w:t>
      </w:r>
    </w:p>
    <w:p w:rsidR="00B65DC9" w:rsidRDefault="00B65DC9" w:rsidP="00B65DC9">
      <w:r>
        <w:t>576.1995</w:t>
      </w:r>
      <w:r>
        <w:tab/>
        <w:t>2.025e0</w:t>
      </w:r>
    </w:p>
    <w:p w:rsidR="00B65DC9" w:rsidRDefault="00B65DC9" w:rsidP="00B65DC9">
      <w:r>
        <w:t>576.2015</w:t>
      </w:r>
      <w:r>
        <w:tab/>
        <w:t>3.038e0</w:t>
      </w:r>
    </w:p>
    <w:p w:rsidR="00B65DC9" w:rsidRDefault="00B65DC9" w:rsidP="00B65DC9">
      <w:r>
        <w:t>576.2260</w:t>
      </w:r>
      <w:r>
        <w:tab/>
        <w:t>1.013e0</w:t>
      </w:r>
    </w:p>
    <w:p w:rsidR="00B65DC9" w:rsidRDefault="00B65DC9" w:rsidP="00B65DC9">
      <w:r>
        <w:t>576.2294</w:t>
      </w:r>
      <w:r>
        <w:tab/>
        <w:t>2.025e0</w:t>
      </w:r>
    </w:p>
    <w:p w:rsidR="00B65DC9" w:rsidRDefault="00B65DC9" w:rsidP="00B65DC9">
      <w:r>
        <w:t>576.2629</w:t>
      </w:r>
      <w:r>
        <w:tab/>
        <w:t>2.025e0</w:t>
      </w:r>
    </w:p>
    <w:p w:rsidR="00B65DC9" w:rsidRDefault="00B65DC9" w:rsidP="00B65DC9">
      <w:r>
        <w:t>576.2786</w:t>
      </w:r>
      <w:r>
        <w:tab/>
        <w:t>1.013e0</w:t>
      </w:r>
    </w:p>
    <w:p w:rsidR="00B65DC9" w:rsidRDefault="00B65DC9" w:rsidP="00B65DC9">
      <w:r>
        <w:t>576.3383</w:t>
      </w:r>
      <w:r>
        <w:tab/>
        <w:t>3.038e0</w:t>
      </w:r>
    </w:p>
    <w:p w:rsidR="00B65DC9" w:rsidRDefault="00B65DC9" w:rsidP="00B65DC9">
      <w:r>
        <w:t>576.3866</w:t>
      </w:r>
      <w:r>
        <w:tab/>
        <w:t>2.532e-2</w:t>
      </w:r>
    </w:p>
    <w:p w:rsidR="00B65DC9" w:rsidRDefault="00B65DC9" w:rsidP="00B65DC9">
      <w:r>
        <w:t>576.3878</w:t>
      </w:r>
      <w:r>
        <w:tab/>
        <w:t>5.063e0</w:t>
      </w:r>
    </w:p>
    <w:p w:rsidR="00B65DC9" w:rsidRDefault="00B65DC9" w:rsidP="00B65DC9">
      <w:r>
        <w:t>576.4415</w:t>
      </w:r>
      <w:r>
        <w:tab/>
        <w:t>1.013e0</w:t>
      </w:r>
    </w:p>
    <w:p w:rsidR="00B65DC9" w:rsidRDefault="00B65DC9" w:rsidP="00B65DC9">
      <w:r>
        <w:t>576.5220</w:t>
      </w:r>
      <w:r>
        <w:tab/>
        <w:t>2.025e0</w:t>
      </w:r>
    </w:p>
    <w:p w:rsidR="00B65DC9" w:rsidRDefault="00B65DC9" w:rsidP="00B65DC9">
      <w:r>
        <w:t>576.5665</w:t>
      </w:r>
      <w:r>
        <w:tab/>
        <w:t>1.013e0</w:t>
      </w:r>
    </w:p>
    <w:p w:rsidR="00B65DC9" w:rsidRDefault="00B65DC9" w:rsidP="00B65DC9">
      <w:r>
        <w:t>576.7154</w:t>
      </w:r>
      <w:r>
        <w:tab/>
        <w:t>2.025e0</w:t>
      </w:r>
    </w:p>
    <w:p w:rsidR="00B65DC9" w:rsidRDefault="00B65DC9" w:rsidP="00B65DC9">
      <w:r>
        <w:t>576.8150</w:t>
      </w:r>
      <w:r>
        <w:tab/>
        <w:t>1.025e0</w:t>
      </w:r>
    </w:p>
    <w:p w:rsidR="00B65DC9" w:rsidRDefault="00B65DC9" w:rsidP="00B65DC9">
      <w:r>
        <w:t>576.8474</w:t>
      </w:r>
      <w:r>
        <w:tab/>
        <w:t>1.013e0</w:t>
      </w:r>
    </w:p>
    <w:p w:rsidR="00B65DC9" w:rsidRDefault="00B65DC9" w:rsidP="00B65DC9">
      <w:r>
        <w:t>576.8573</w:t>
      </w:r>
      <w:r>
        <w:tab/>
        <w:t>1.266e-2</w:t>
      </w:r>
    </w:p>
    <w:p w:rsidR="00B65DC9" w:rsidRDefault="00B65DC9" w:rsidP="00B65DC9">
      <w:r>
        <w:t>576.8916</w:t>
      </w:r>
      <w:r>
        <w:tab/>
        <w:t>3.038e0</w:t>
      </w:r>
    </w:p>
    <w:p w:rsidR="00B65DC9" w:rsidRDefault="00B65DC9" w:rsidP="00B65DC9">
      <w:r>
        <w:lastRenderedPageBreak/>
        <w:t>576.9374</w:t>
      </w:r>
      <w:r>
        <w:tab/>
        <w:t>1.013e0</w:t>
      </w:r>
    </w:p>
    <w:p w:rsidR="00B65DC9" w:rsidRDefault="00B65DC9" w:rsidP="00B65DC9">
      <w:r>
        <w:t>576.9670</w:t>
      </w:r>
      <w:r>
        <w:tab/>
        <w:t>3.038e0</w:t>
      </w:r>
    </w:p>
    <w:p w:rsidR="00B65DC9" w:rsidRDefault="00B65DC9" w:rsidP="00B65DC9">
      <w:r>
        <w:t>577.0713</w:t>
      </w:r>
      <w:r>
        <w:tab/>
        <w:t>4.051e0</w:t>
      </w:r>
    </w:p>
    <w:p w:rsidR="00B65DC9" w:rsidRDefault="00B65DC9" w:rsidP="00B65DC9">
      <w:r>
        <w:t>577.1746</w:t>
      </w:r>
      <w:r>
        <w:tab/>
        <w:t>2.025e0</w:t>
      </w:r>
    </w:p>
    <w:p w:rsidR="00B65DC9" w:rsidRDefault="00B65DC9" w:rsidP="00B65DC9">
      <w:r>
        <w:t>577.1877</w:t>
      </w:r>
      <w:r>
        <w:tab/>
        <w:t>2.025e0</w:t>
      </w:r>
    </w:p>
    <w:p w:rsidR="00B65DC9" w:rsidRDefault="00B65DC9" w:rsidP="00B65DC9">
      <w:r>
        <w:t>577.2151</w:t>
      </w:r>
      <w:r>
        <w:tab/>
        <w:t>5.063e0</w:t>
      </w:r>
    </w:p>
    <w:p w:rsidR="00B65DC9" w:rsidRDefault="00B65DC9" w:rsidP="00B65DC9">
      <w:r>
        <w:t>577.2484</w:t>
      </w:r>
      <w:r>
        <w:tab/>
        <w:t>2.025e0</w:t>
      </w:r>
    </w:p>
    <w:p w:rsidR="00B65DC9" w:rsidRDefault="00B65DC9" w:rsidP="00B65DC9">
      <w:r>
        <w:t>577.2638</w:t>
      </w:r>
      <w:r>
        <w:tab/>
        <w:t>1.013e0</w:t>
      </w:r>
    </w:p>
    <w:p w:rsidR="00B65DC9" w:rsidRDefault="00B65DC9" w:rsidP="00B65DC9">
      <w:r>
        <w:t>577.2729</w:t>
      </w:r>
      <w:r>
        <w:tab/>
        <w:t>2.532e-2</w:t>
      </w:r>
    </w:p>
    <w:p w:rsidR="00B65DC9" w:rsidRDefault="00B65DC9" w:rsidP="00B65DC9">
      <w:r>
        <w:t>577.2822</w:t>
      </w:r>
      <w:r>
        <w:tab/>
        <w:t>4.063e0</w:t>
      </w:r>
    </w:p>
    <w:p w:rsidR="00B65DC9" w:rsidRDefault="00B65DC9" w:rsidP="00B65DC9">
      <w:r>
        <w:t>577.2919</w:t>
      </w:r>
      <w:r>
        <w:tab/>
        <w:t>3.038e0</w:t>
      </w:r>
    </w:p>
    <w:p w:rsidR="00B65DC9" w:rsidRDefault="00B65DC9" w:rsidP="00B65DC9">
      <w:r>
        <w:t>577.3334</w:t>
      </w:r>
      <w:r>
        <w:tab/>
        <w:t>5.063e0</w:t>
      </w:r>
    </w:p>
    <w:p w:rsidR="00B65DC9" w:rsidRDefault="00B65DC9" w:rsidP="00B65DC9">
      <w:r>
        <w:t>577.3728</w:t>
      </w:r>
      <w:r>
        <w:tab/>
        <w:t>3.076e0</w:t>
      </w:r>
    </w:p>
    <w:p w:rsidR="00B65DC9" w:rsidRDefault="00B65DC9" w:rsidP="00B65DC9">
      <w:r>
        <w:t>577.3867</w:t>
      </w:r>
      <w:r>
        <w:tab/>
        <w:t>6.415e0</w:t>
      </w:r>
    </w:p>
    <w:p w:rsidR="00B65DC9" w:rsidRDefault="00B65DC9" w:rsidP="00B65DC9">
      <w:r>
        <w:t>577.4046</w:t>
      </w:r>
      <w:r>
        <w:tab/>
        <w:t>4.051e0</w:t>
      </w:r>
    </w:p>
    <w:p w:rsidR="00B65DC9" w:rsidRDefault="00B65DC9" w:rsidP="00B65DC9">
      <w:r>
        <w:t>577.4452</w:t>
      </w:r>
      <w:r>
        <w:tab/>
        <w:t>2.025e0</w:t>
      </w:r>
    </w:p>
    <w:p w:rsidR="00B65DC9" w:rsidRDefault="00B65DC9" w:rsidP="00B65DC9">
      <w:r>
        <w:t>577.4534</w:t>
      </w:r>
      <w:r>
        <w:tab/>
        <w:t>6.076e0</w:t>
      </w:r>
    </w:p>
    <w:p w:rsidR="00B65DC9" w:rsidRDefault="00B65DC9" w:rsidP="00B65DC9">
      <w:r>
        <w:t>577.4828</w:t>
      </w:r>
      <w:r>
        <w:tab/>
        <w:t>1.013e0</w:t>
      </w:r>
    </w:p>
    <w:p w:rsidR="00B65DC9" w:rsidRDefault="00B65DC9" w:rsidP="00B65DC9">
      <w:r>
        <w:t>577.5018</w:t>
      </w:r>
      <w:r>
        <w:tab/>
        <w:t>1.013e0</w:t>
      </w:r>
    </w:p>
    <w:p w:rsidR="00B65DC9" w:rsidRDefault="00B65DC9" w:rsidP="00B65DC9">
      <w:r>
        <w:lastRenderedPageBreak/>
        <w:t>577.5480</w:t>
      </w:r>
      <w:r>
        <w:tab/>
        <w:t>2.025e0</w:t>
      </w:r>
    </w:p>
    <w:p w:rsidR="00B65DC9" w:rsidRDefault="00B65DC9" w:rsidP="00B65DC9">
      <w:r>
        <w:t>577.5876</w:t>
      </w:r>
      <w:r>
        <w:tab/>
        <w:t>1.013e0</w:t>
      </w:r>
    </w:p>
    <w:p w:rsidR="00B65DC9" w:rsidRDefault="00B65DC9" w:rsidP="00B65DC9">
      <w:r>
        <w:t>577.6779</w:t>
      </w:r>
      <w:r>
        <w:tab/>
        <w:t>1.013e0</w:t>
      </w:r>
    </w:p>
    <w:p w:rsidR="00B65DC9" w:rsidRDefault="00B65DC9" w:rsidP="00B65DC9">
      <w:r>
        <w:t>577.7103</w:t>
      </w:r>
      <w:r>
        <w:tab/>
        <w:t>1.013e0</w:t>
      </w:r>
    </w:p>
    <w:p w:rsidR="00B65DC9" w:rsidRDefault="00B65DC9" w:rsidP="00B65DC9">
      <w:r>
        <w:t>577.9127</w:t>
      </w:r>
      <w:r>
        <w:tab/>
        <w:t>4.051e0</w:t>
      </w:r>
    </w:p>
    <w:p w:rsidR="00B65DC9" w:rsidRDefault="00B65DC9" w:rsidP="00B65DC9">
      <w:r>
        <w:t>577.9160</w:t>
      </w:r>
      <w:r>
        <w:tab/>
        <w:t>2.025e0</w:t>
      </w:r>
    </w:p>
    <w:p w:rsidR="00B65DC9" w:rsidRDefault="00B65DC9" w:rsidP="00B65DC9">
      <w:r>
        <w:t>577.9576</w:t>
      </w:r>
      <w:r>
        <w:tab/>
        <w:t>1.038e0</w:t>
      </w:r>
    </w:p>
    <w:p w:rsidR="00B65DC9" w:rsidRDefault="00B65DC9" w:rsidP="00B65DC9">
      <w:r>
        <w:t>577.9783</w:t>
      </w:r>
      <w:r>
        <w:tab/>
        <w:t>1.013e0</w:t>
      </w:r>
    </w:p>
    <w:p w:rsidR="00B65DC9" w:rsidRDefault="00B65DC9" w:rsidP="00B65DC9">
      <w:r>
        <w:t>578.0538</w:t>
      </w:r>
      <w:r>
        <w:tab/>
        <w:t>1.013e0</w:t>
      </w:r>
    </w:p>
    <w:p w:rsidR="00B65DC9" w:rsidRDefault="00B65DC9" w:rsidP="00B65DC9">
      <w:r>
        <w:t>578.0565</w:t>
      </w:r>
      <w:r>
        <w:tab/>
        <w:t>2.038e0</w:t>
      </w:r>
    </w:p>
    <w:p w:rsidR="00B65DC9" w:rsidRDefault="00B65DC9" w:rsidP="00B65DC9">
      <w:r>
        <w:t>578.0676</w:t>
      </w:r>
      <w:r>
        <w:tab/>
        <w:t>1.013e0</w:t>
      </w:r>
    </w:p>
    <w:p w:rsidR="00B65DC9" w:rsidRDefault="00B65DC9" w:rsidP="00B65DC9">
      <w:r>
        <w:t>578.1570</w:t>
      </w:r>
      <w:r>
        <w:tab/>
        <w:t>1.266e-2</w:t>
      </w:r>
    </w:p>
    <w:p w:rsidR="00B65DC9" w:rsidRDefault="00B65DC9" w:rsidP="00B65DC9">
      <w:r>
        <w:t>578.2365</w:t>
      </w:r>
      <w:r>
        <w:tab/>
        <w:t>1.025e0</w:t>
      </w:r>
    </w:p>
    <w:p w:rsidR="00B65DC9" w:rsidRDefault="00B65DC9" w:rsidP="00B65DC9">
      <w:r>
        <w:t>578.2695</w:t>
      </w:r>
      <w:r>
        <w:tab/>
        <w:t>1.025e0</w:t>
      </w:r>
    </w:p>
    <w:p w:rsidR="00B65DC9" w:rsidRDefault="00B65DC9" w:rsidP="00B65DC9">
      <w:r>
        <w:t>578.3312</w:t>
      </w:r>
      <w:r>
        <w:tab/>
        <w:t>2.025e0</w:t>
      </w:r>
    </w:p>
    <w:p w:rsidR="00B65DC9" w:rsidRDefault="00B65DC9" w:rsidP="00B65DC9">
      <w:r>
        <w:t>578.3342</w:t>
      </w:r>
      <w:r>
        <w:tab/>
        <w:t>5.063e0</w:t>
      </w:r>
    </w:p>
    <w:p w:rsidR="00B65DC9" w:rsidRDefault="00B65DC9" w:rsidP="00B65DC9">
      <w:r>
        <w:t>578.3663</w:t>
      </w:r>
      <w:r>
        <w:tab/>
        <w:t>1.038e0</w:t>
      </w:r>
    </w:p>
    <w:p w:rsidR="00B65DC9" w:rsidRDefault="00B65DC9" w:rsidP="00B65DC9">
      <w:r>
        <w:t>578.3938</w:t>
      </w:r>
      <w:r>
        <w:tab/>
        <w:t>1.013e0</w:t>
      </w:r>
    </w:p>
    <w:p w:rsidR="00B65DC9" w:rsidRDefault="00B65DC9" w:rsidP="00B65DC9">
      <w:r>
        <w:t>578.4424</w:t>
      </w:r>
      <w:r>
        <w:tab/>
        <w:t>3.038e0</w:t>
      </w:r>
    </w:p>
    <w:p w:rsidR="00B65DC9" w:rsidRDefault="00B65DC9" w:rsidP="00B65DC9">
      <w:r>
        <w:lastRenderedPageBreak/>
        <w:t>578.4459</w:t>
      </w:r>
      <w:r>
        <w:tab/>
        <w:t>1.013e0</w:t>
      </w:r>
    </w:p>
    <w:p w:rsidR="00B65DC9" w:rsidRDefault="00B65DC9" w:rsidP="00B65DC9">
      <w:r>
        <w:t>578.4672</w:t>
      </w:r>
      <w:r>
        <w:tab/>
        <w:t>1.013e0</w:t>
      </w:r>
    </w:p>
    <w:p w:rsidR="00B65DC9" w:rsidRDefault="00B65DC9" w:rsidP="00B65DC9">
      <w:r>
        <w:t>578.4948</w:t>
      </w:r>
      <w:r>
        <w:tab/>
        <w:t>1.013e0</w:t>
      </w:r>
    </w:p>
    <w:p w:rsidR="00B65DC9" w:rsidRDefault="00B65DC9" w:rsidP="00B65DC9">
      <w:r>
        <w:t>578.5200</w:t>
      </w:r>
      <w:r>
        <w:tab/>
        <w:t>1.013e0</w:t>
      </w:r>
    </w:p>
    <w:p w:rsidR="00B65DC9" w:rsidRDefault="00B65DC9" w:rsidP="00B65DC9">
      <w:r>
        <w:t>578.5749</w:t>
      </w:r>
      <w:r>
        <w:tab/>
        <w:t>1.013e0</w:t>
      </w:r>
    </w:p>
    <w:p w:rsidR="00B65DC9" w:rsidRDefault="00B65DC9" w:rsidP="00B65DC9">
      <w:r>
        <w:t>578.5842</w:t>
      </w:r>
      <w:r>
        <w:tab/>
        <w:t>1.013e0</w:t>
      </w:r>
    </w:p>
    <w:p w:rsidR="00B65DC9" w:rsidRDefault="00B65DC9" w:rsidP="00B65DC9">
      <w:r>
        <w:t>578.6140</w:t>
      </w:r>
      <w:r>
        <w:tab/>
        <w:t>1.266e-2</w:t>
      </w:r>
    </w:p>
    <w:p w:rsidR="00B65DC9" w:rsidRDefault="00B65DC9" w:rsidP="00B65DC9">
      <w:r>
        <w:t>578.6339</w:t>
      </w:r>
      <w:r>
        <w:tab/>
        <w:t>1.013e0</w:t>
      </w:r>
    </w:p>
    <w:p w:rsidR="00B65DC9" w:rsidRDefault="00B65DC9" w:rsidP="00B65DC9">
      <w:r>
        <w:t>578.7042</w:t>
      </w:r>
      <w:r>
        <w:tab/>
        <w:t>1.013e0</w:t>
      </w:r>
    </w:p>
    <w:p w:rsidR="00B65DC9" w:rsidRDefault="00B65DC9" w:rsidP="00B65DC9">
      <w:r>
        <w:t>578.7222</w:t>
      </w:r>
      <w:r>
        <w:tab/>
        <w:t>3.038e0</w:t>
      </w:r>
    </w:p>
    <w:p w:rsidR="00B65DC9" w:rsidRDefault="00B65DC9" w:rsidP="00B65DC9">
      <w:r>
        <w:t>578.8029</w:t>
      </w:r>
      <w:r>
        <w:tab/>
        <w:t>1.013e0</w:t>
      </w:r>
    </w:p>
    <w:p w:rsidR="00B65DC9" w:rsidRDefault="00B65DC9" w:rsidP="00B65DC9">
      <w:r>
        <w:t>578.8255</w:t>
      </w:r>
      <w:r>
        <w:tab/>
        <w:t>1.013e0</w:t>
      </w:r>
    </w:p>
    <w:p w:rsidR="00B65DC9" w:rsidRDefault="00B65DC9" w:rsidP="00B65DC9">
      <w:r>
        <w:t>578.8782</w:t>
      </w:r>
      <w:r>
        <w:tab/>
        <w:t>1.013e0</w:t>
      </w:r>
    </w:p>
    <w:p w:rsidR="00B65DC9" w:rsidRDefault="00B65DC9" w:rsidP="00B65DC9">
      <w:r>
        <w:t>578.8931</w:t>
      </w:r>
      <w:r>
        <w:tab/>
        <w:t>1.013e0</w:t>
      </w:r>
    </w:p>
    <w:p w:rsidR="00B65DC9" w:rsidRDefault="00B65DC9" w:rsidP="00B65DC9">
      <w:r>
        <w:t>578.9332</w:t>
      </w:r>
      <w:r>
        <w:tab/>
        <w:t>1.266e-2</w:t>
      </w:r>
    </w:p>
    <w:p w:rsidR="00B65DC9" w:rsidRDefault="00B65DC9" w:rsidP="00B65DC9">
      <w:r>
        <w:t>578.9423</w:t>
      </w:r>
      <w:r>
        <w:tab/>
        <w:t>2.025e0</w:t>
      </w:r>
    </w:p>
    <w:p w:rsidR="00B65DC9" w:rsidRDefault="00B65DC9" w:rsidP="00B65DC9">
      <w:r>
        <w:t>578.9503</w:t>
      </w:r>
      <w:r>
        <w:tab/>
        <w:t>5.063e0</w:t>
      </w:r>
    </w:p>
    <w:p w:rsidR="00B65DC9" w:rsidRDefault="00B65DC9" w:rsidP="00B65DC9">
      <w:r>
        <w:t>579.0416</w:t>
      </w:r>
      <w:r>
        <w:tab/>
        <w:t>1.013e0</w:t>
      </w:r>
    </w:p>
    <w:p w:rsidR="00B65DC9" w:rsidRDefault="00B65DC9" w:rsidP="00B65DC9">
      <w:r>
        <w:t>579.0754</w:t>
      </w:r>
      <w:r>
        <w:tab/>
        <w:t>1.025e0</w:t>
      </w:r>
    </w:p>
    <w:p w:rsidR="00B65DC9" w:rsidRDefault="00B65DC9" w:rsidP="00B65DC9">
      <w:r>
        <w:lastRenderedPageBreak/>
        <w:t>579.0920</w:t>
      </w:r>
      <w:r>
        <w:tab/>
        <w:t>3.038e0</w:t>
      </w:r>
    </w:p>
    <w:p w:rsidR="00B65DC9" w:rsidRDefault="00B65DC9" w:rsidP="00B65DC9">
      <w:r>
        <w:t>579.1324</w:t>
      </w:r>
      <w:r>
        <w:tab/>
        <w:t>3.038e0</w:t>
      </w:r>
    </w:p>
    <w:p w:rsidR="00B65DC9" w:rsidRDefault="00B65DC9" w:rsidP="00B65DC9">
      <w:r>
        <w:t>579.1659</w:t>
      </w:r>
      <w:r>
        <w:tab/>
        <w:t>2.025e0</w:t>
      </w:r>
    </w:p>
    <w:p w:rsidR="00B65DC9" w:rsidRDefault="00B65DC9" w:rsidP="00B65DC9">
      <w:r>
        <w:t>579.2007</w:t>
      </w:r>
      <w:r>
        <w:tab/>
        <w:t>1.266e-2</w:t>
      </w:r>
    </w:p>
    <w:p w:rsidR="00B65DC9" w:rsidRDefault="00B65DC9" w:rsidP="00B65DC9">
      <w:r>
        <w:t>579.2255</w:t>
      </w:r>
      <w:r>
        <w:tab/>
        <w:t>2.025e0</w:t>
      </w:r>
    </w:p>
    <w:p w:rsidR="00B65DC9" w:rsidRDefault="00B65DC9" w:rsidP="00B65DC9">
      <w:r>
        <w:t>579.2704</w:t>
      </w:r>
      <w:r>
        <w:tab/>
        <w:t>1.266e-2</w:t>
      </w:r>
    </w:p>
    <w:p w:rsidR="00B65DC9" w:rsidRDefault="00B65DC9" w:rsidP="00B65DC9">
      <w:r>
        <w:t>579.2731</w:t>
      </w:r>
      <w:r>
        <w:tab/>
        <w:t>2.025e0</w:t>
      </w:r>
    </w:p>
    <w:p w:rsidR="00B65DC9" w:rsidRDefault="00B65DC9" w:rsidP="00B65DC9">
      <w:r>
        <w:t>579.3030</w:t>
      </w:r>
      <w:r>
        <w:tab/>
        <w:t>2.025e0</w:t>
      </w:r>
    </w:p>
    <w:p w:rsidR="00B65DC9" w:rsidRDefault="00B65DC9" w:rsidP="00B65DC9">
      <w:r>
        <w:t>579.3287</w:t>
      </w:r>
      <w:r>
        <w:tab/>
        <w:t>5.063e0</w:t>
      </w:r>
    </w:p>
    <w:p w:rsidR="00B65DC9" w:rsidRDefault="00B65DC9" w:rsidP="00B65DC9">
      <w:r>
        <w:t>579.3652</w:t>
      </w:r>
      <w:r>
        <w:tab/>
        <w:t>2.025e0</w:t>
      </w:r>
    </w:p>
    <w:p w:rsidR="00B65DC9" w:rsidRDefault="00B65DC9" w:rsidP="00B65DC9">
      <w:r>
        <w:t>579.3791</w:t>
      </w:r>
      <w:r>
        <w:tab/>
        <w:t>1.013e0</w:t>
      </w:r>
    </w:p>
    <w:p w:rsidR="00B65DC9" w:rsidRDefault="00B65DC9" w:rsidP="00B65DC9">
      <w:r>
        <w:t>579.4005</w:t>
      </w:r>
      <w:r>
        <w:tab/>
        <w:t>1.013e0</w:t>
      </w:r>
    </w:p>
    <w:p w:rsidR="00B65DC9" w:rsidRDefault="00B65DC9" w:rsidP="00B65DC9">
      <w:r>
        <w:t>579.4196</w:t>
      </w:r>
      <w:r>
        <w:tab/>
        <w:t>1.013e0</w:t>
      </w:r>
    </w:p>
    <w:p w:rsidR="00B65DC9" w:rsidRDefault="00B65DC9" w:rsidP="00B65DC9">
      <w:r>
        <w:t>579.5143</w:t>
      </w:r>
      <w:r>
        <w:tab/>
        <w:t>2.532e-2</w:t>
      </w:r>
    </w:p>
    <w:p w:rsidR="00B65DC9" w:rsidRDefault="00B65DC9" w:rsidP="00B65DC9">
      <w:r>
        <w:t>579.5689</w:t>
      </w:r>
      <w:r>
        <w:tab/>
        <w:t>1.013e0</w:t>
      </w:r>
    </w:p>
    <w:p w:rsidR="00B65DC9" w:rsidRDefault="00B65DC9" w:rsidP="00B65DC9">
      <w:r>
        <w:t>579.6386</w:t>
      </w:r>
      <w:r>
        <w:tab/>
        <w:t>1.013e0</w:t>
      </w:r>
    </w:p>
    <w:p w:rsidR="00B65DC9" w:rsidRDefault="00B65DC9" w:rsidP="00B65DC9">
      <w:r>
        <w:t>579.6422</w:t>
      </w:r>
      <w:r>
        <w:tab/>
        <w:t>2.025e0</w:t>
      </w:r>
    </w:p>
    <w:p w:rsidR="00B65DC9" w:rsidRDefault="00B65DC9" w:rsidP="00B65DC9">
      <w:r>
        <w:t>579.6792</w:t>
      </w:r>
      <w:r>
        <w:tab/>
        <w:t>1.013e0</w:t>
      </w:r>
    </w:p>
    <w:p w:rsidR="00B65DC9" w:rsidRDefault="00B65DC9" w:rsidP="00B65DC9">
      <w:r>
        <w:t>579.7282</w:t>
      </w:r>
      <w:r>
        <w:tab/>
        <w:t>1.013e0</w:t>
      </w:r>
    </w:p>
    <w:p w:rsidR="00B65DC9" w:rsidRDefault="00B65DC9" w:rsidP="00B65DC9">
      <w:r>
        <w:lastRenderedPageBreak/>
        <w:t>579.7581</w:t>
      </w:r>
      <w:r>
        <w:tab/>
        <w:t>1.013e0</w:t>
      </w:r>
    </w:p>
    <w:p w:rsidR="00B65DC9" w:rsidRDefault="00B65DC9" w:rsidP="00B65DC9">
      <w:r>
        <w:t>579.8458</w:t>
      </w:r>
      <w:r>
        <w:tab/>
        <w:t>1.013e0</w:t>
      </w:r>
    </w:p>
    <w:p w:rsidR="00B65DC9" w:rsidRDefault="00B65DC9" w:rsidP="00B65DC9">
      <w:r>
        <w:t>579.8633</w:t>
      </w:r>
      <w:r>
        <w:tab/>
        <w:t>1.013e0</w:t>
      </w:r>
    </w:p>
    <w:p w:rsidR="00B65DC9" w:rsidRDefault="00B65DC9" w:rsidP="00B65DC9">
      <w:r>
        <w:t>579.9075</w:t>
      </w:r>
      <w:r>
        <w:tab/>
        <w:t>1.266e-2</w:t>
      </w:r>
    </w:p>
    <w:p w:rsidR="00B65DC9" w:rsidRDefault="00B65DC9" w:rsidP="00B65DC9">
      <w:r>
        <w:t>579.9183</w:t>
      </w:r>
      <w:r>
        <w:tab/>
        <w:t>1.013e0</w:t>
      </w:r>
    </w:p>
    <w:p w:rsidR="00B65DC9" w:rsidRDefault="00B65DC9" w:rsidP="00B65DC9">
      <w:r>
        <w:t>579.9301</w:t>
      </w:r>
      <w:r>
        <w:tab/>
        <w:t>2.025e0</w:t>
      </w:r>
    </w:p>
    <w:p w:rsidR="00B65DC9" w:rsidRDefault="00B65DC9" w:rsidP="00B65DC9">
      <w:r>
        <w:t>579.9722</w:t>
      </w:r>
      <w:r>
        <w:tab/>
        <w:t>1.013e0</w:t>
      </w:r>
    </w:p>
    <w:p w:rsidR="00B65DC9" w:rsidRDefault="00B65DC9" w:rsidP="00B65DC9">
      <w:r>
        <w:t>579.9772</w:t>
      </w:r>
      <w:r>
        <w:tab/>
        <w:t>1.013e0</w:t>
      </w:r>
    </w:p>
    <w:p w:rsidR="00B65DC9" w:rsidRDefault="00B65DC9" w:rsidP="00B65DC9">
      <w:r>
        <w:t>580.0519</w:t>
      </w:r>
      <w:r>
        <w:tab/>
        <w:t>2.025e0</w:t>
      </w:r>
    </w:p>
    <w:p w:rsidR="00B65DC9" w:rsidRDefault="00B65DC9" w:rsidP="00B65DC9">
      <w:r>
        <w:t>580.0847</w:t>
      </w:r>
      <w:r>
        <w:tab/>
        <w:t>2.025e0</w:t>
      </w:r>
    </w:p>
    <w:p w:rsidR="00B65DC9" w:rsidRDefault="00B65DC9" w:rsidP="00B65DC9">
      <w:r>
        <w:t>580.1606</w:t>
      </w:r>
      <w:r>
        <w:tab/>
        <w:t>2.025e0</w:t>
      </w:r>
    </w:p>
    <w:p w:rsidR="00B65DC9" w:rsidRDefault="00B65DC9" w:rsidP="00B65DC9">
      <w:r>
        <w:t>580.1772</w:t>
      </w:r>
      <w:r>
        <w:tab/>
        <w:t>1.266e-2</w:t>
      </w:r>
    </w:p>
    <w:p w:rsidR="00B65DC9" w:rsidRDefault="00B65DC9" w:rsidP="00B65DC9">
      <w:r>
        <w:t>580.2562</w:t>
      </w:r>
      <w:r>
        <w:tab/>
        <w:t>1.013e0</w:t>
      </w:r>
    </w:p>
    <w:p w:rsidR="00B65DC9" w:rsidRDefault="00B65DC9" w:rsidP="00B65DC9">
      <w:r>
        <w:t>580.2634</w:t>
      </w:r>
      <w:r>
        <w:tab/>
        <w:t>4.051e0</w:t>
      </w:r>
    </w:p>
    <w:p w:rsidR="00B65DC9" w:rsidRDefault="00B65DC9" w:rsidP="00B65DC9">
      <w:r>
        <w:t>580.2828</w:t>
      </w:r>
      <w:r>
        <w:tab/>
        <w:t>3.038e0</w:t>
      </w:r>
    </w:p>
    <w:p w:rsidR="00B65DC9" w:rsidRDefault="00B65DC9" w:rsidP="00B65DC9">
      <w:r>
        <w:t>580.3192</w:t>
      </w:r>
      <w:r>
        <w:tab/>
        <w:t>4.051e0</w:t>
      </w:r>
    </w:p>
    <w:p w:rsidR="00B65DC9" w:rsidRDefault="00B65DC9" w:rsidP="00B65DC9">
      <w:r>
        <w:t>580.3660</w:t>
      </w:r>
      <w:r>
        <w:tab/>
        <w:t>1.013e0</w:t>
      </w:r>
    </w:p>
    <w:p w:rsidR="00B65DC9" w:rsidRDefault="00B65DC9" w:rsidP="00B65DC9">
      <w:r>
        <w:t>580.4030</w:t>
      </w:r>
      <w:r>
        <w:tab/>
        <w:t>3.038e0</w:t>
      </w:r>
    </w:p>
    <w:p w:rsidR="00B65DC9" w:rsidRDefault="00B65DC9" w:rsidP="00B65DC9">
      <w:r>
        <w:t>580.4106</w:t>
      </w:r>
      <w:r>
        <w:tab/>
        <w:t>2.532e-2</w:t>
      </w:r>
    </w:p>
    <w:p w:rsidR="00B65DC9" w:rsidRDefault="00B65DC9" w:rsidP="00B65DC9">
      <w:r>
        <w:lastRenderedPageBreak/>
        <w:t>580.5751</w:t>
      </w:r>
      <w:r>
        <w:tab/>
        <w:t>1.013e0</w:t>
      </w:r>
    </w:p>
    <w:p w:rsidR="00B65DC9" w:rsidRDefault="00B65DC9" w:rsidP="00B65DC9">
      <w:r>
        <w:t>580.6050</w:t>
      </w:r>
      <w:r>
        <w:tab/>
        <w:t>1.013e0</w:t>
      </w:r>
    </w:p>
    <w:p w:rsidR="00B65DC9" w:rsidRDefault="00B65DC9" w:rsidP="00B65DC9">
      <w:r>
        <w:t>580.6172</w:t>
      </w:r>
      <w:r>
        <w:tab/>
        <w:t>1.013e0</w:t>
      </w:r>
    </w:p>
    <w:p w:rsidR="00B65DC9" w:rsidRDefault="00B65DC9" w:rsidP="00B65DC9">
      <w:r>
        <w:t>580.6549</w:t>
      </w:r>
      <w:r>
        <w:tab/>
        <w:t>1.013e0</w:t>
      </w:r>
    </w:p>
    <w:p w:rsidR="00B65DC9" w:rsidRDefault="00B65DC9" w:rsidP="00B65DC9">
      <w:r>
        <w:t>580.6656</w:t>
      </w:r>
      <w:r>
        <w:tab/>
        <w:t>1.013e0</w:t>
      </w:r>
    </w:p>
    <w:p w:rsidR="00B65DC9" w:rsidRDefault="00B65DC9" w:rsidP="00B65DC9">
      <w:r>
        <w:t>580.7743</w:t>
      </w:r>
      <w:r>
        <w:tab/>
        <w:t>2.025e0</w:t>
      </w:r>
    </w:p>
    <w:p w:rsidR="00B65DC9" w:rsidRDefault="00B65DC9" w:rsidP="00B65DC9">
      <w:r>
        <w:t>580.7842</w:t>
      </w:r>
      <w:r>
        <w:tab/>
        <w:t>3.038e0</w:t>
      </w:r>
    </w:p>
    <w:p w:rsidR="00B65DC9" w:rsidRDefault="00B65DC9" w:rsidP="00B65DC9">
      <w:r>
        <w:t>580.8038</w:t>
      </w:r>
      <w:r>
        <w:tab/>
        <w:t>2.532e-2</w:t>
      </w:r>
    </w:p>
    <w:p w:rsidR="00B65DC9" w:rsidRDefault="00B65DC9" w:rsidP="00B65DC9">
      <w:r>
        <w:t>580.8344</w:t>
      </w:r>
      <w:r>
        <w:tab/>
        <w:t>1.013e0</w:t>
      </w:r>
    </w:p>
    <w:p w:rsidR="00B65DC9" w:rsidRDefault="00B65DC9" w:rsidP="00B65DC9">
      <w:r>
        <w:t>580.8494</w:t>
      </w:r>
      <w:r>
        <w:tab/>
        <w:t>1.126e0</w:t>
      </w:r>
    </w:p>
    <w:p w:rsidR="00B65DC9" w:rsidRDefault="00B65DC9" w:rsidP="00B65DC9">
      <w:r>
        <w:t>580.8843</w:t>
      </w:r>
      <w:r>
        <w:tab/>
        <w:t>2.025e0</w:t>
      </w:r>
    </w:p>
    <w:p w:rsidR="00B65DC9" w:rsidRDefault="00B65DC9" w:rsidP="00B65DC9">
      <w:r>
        <w:t>580.9684</w:t>
      </w:r>
      <w:r>
        <w:tab/>
        <w:t>2.025e0</w:t>
      </w:r>
    </w:p>
    <w:p w:rsidR="00B65DC9" w:rsidRDefault="00B65DC9" w:rsidP="00B65DC9">
      <w:r>
        <w:t>580.9731</w:t>
      </w:r>
      <w:r>
        <w:tab/>
        <w:t>2.025e0</w:t>
      </w:r>
    </w:p>
    <w:p w:rsidR="00B65DC9" w:rsidRDefault="00B65DC9" w:rsidP="00B65DC9">
      <w:r>
        <w:t>581.0770</w:t>
      </w:r>
      <w:r>
        <w:tab/>
        <w:t>2.025e0</w:t>
      </w:r>
    </w:p>
    <w:p w:rsidR="00B65DC9" w:rsidRDefault="00B65DC9" w:rsidP="00B65DC9">
      <w:r>
        <w:t>581.0804</w:t>
      </w:r>
      <w:r>
        <w:tab/>
        <w:t>1.013e0</w:t>
      </w:r>
    </w:p>
    <w:p w:rsidR="00B65DC9" w:rsidRDefault="00B65DC9" w:rsidP="00B65DC9">
      <w:r>
        <w:t>581.1038</w:t>
      </w:r>
      <w:r>
        <w:tab/>
        <w:t>1.013e0</w:t>
      </w:r>
    </w:p>
    <w:p w:rsidR="00B65DC9" w:rsidRDefault="00B65DC9" w:rsidP="00B65DC9">
      <w:r>
        <w:t>581.1202</w:t>
      </w:r>
      <w:r>
        <w:tab/>
        <w:t>3.038e0</w:t>
      </w:r>
    </w:p>
    <w:p w:rsidR="00B65DC9" w:rsidRDefault="00B65DC9" w:rsidP="00B65DC9">
      <w:r>
        <w:t>581.1517</w:t>
      </w:r>
      <w:r>
        <w:tab/>
        <w:t>1.013e0</w:t>
      </w:r>
    </w:p>
    <w:p w:rsidR="00B65DC9" w:rsidRDefault="00B65DC9" w:rsidP="00B65DC9">
      <w:r>
        <w:t>581.2239</w:t>
      </w:r>
      <w:r>
        <w:tab/>
        <w:t>1.266e-2</w:t>
      </w:r>
    </w:p>
    <w:p w:rsidR="00B65DC9" w:rsidRDefault="00B65DC9" w:rsidP="00B65DC9">
      <w:r>
        <w:lastRenderedPageBreak/>
        <w:t>581.2861</w:t>
      </w:r>
      <w:r>
        <w:tab/>
        <w:t>3.038e0</w:t>
      </w:r>
    </w:p>
    <w:p w:rsidR="00B65DC9" w:rsidRDefault="00B65DC9" w:rsidP="00B65DC9">
      <w:r>
        <w:t>581.2936</w:t>
      </w:r>
      <w:r>
        <w:tab/>
        <w:t>3.038e0</w:t>
      </w:r>
    </w:p>
    <w:p w:rsidR="00B65DC9" w:rsidRDefault="00B65DC9" w:rsidP="00B65DC9">
      <w:r>
        <w:t>581.3234</w:t>
      </w:r>
      <w:r>
        <w:tab/>
        <w:t>1.013e0</w:t>
      </w:r>
    </w:p>
    <w:p w:rsidR="00B65DC9" w:rsidRDefault="00B65DC9" w:rsidP="00B65DC9">
      <w:r>
        <w:t>581.3633</w:t>
      </w:r>
      <w:r>
        <w:tab/>
        <w:t>2.025e0</w:t>
      </w:r>
    </w:p>
    <w:p w:rsidR="00B65DC9" w:rsidRDefault="00B65DC9" w:rsidP="00B65DC9">
      <w:r>
        <w:t>581.4100</w:t>
      </w:r>
      <w:r>
        <w:tab/>
        <w:t>1.051e0</w:t>
      </w:r>
    </w:p>
    <w:p w:rsidR="00B65DC9" w:rsidRDefault="00B65DC9" w:rsidP="00B65DC9">
      <w:r>
        <w:t>581.4205</w:t>
      </w:r>
      <w:r>
        <w:tab/>
        <w:t>3.038e0</w:t>
      </w:r>
    </w:p>
    <w:p w:rsidR="00B65DC9" w:rsidRDefault="00B65DC9" w:rsidP="00B65DC9">
      <w:r>
        <w:t>581.4431</w:t>
      </w:r>
      <w:r>
        <w:tab/>
        <w:t>2.025e0</w:t>
      </w:r>
    </w:p>
    <w:p w:rsidR="00B65DC9" w:rsidRDefault="00B65DC9" w:rsidP="00B65DC9">
      <w:r>
        <w:t>581.4683</w:t>
      </w:r>
      <w:r>
        <w:tab/>
        <w:t>2.025e0</w:t>
      </w:r>
    </w:p>
    <w:p w:rsidR="00B65DC9" w:rsidRDefault="00B65DC9" w:rsidP="00B65DC9">
      <w:r>
        <w:t>581.6178</w:t>
      </w:r>
      <w:r>
        <w:tab/>
        <w:t>2.025e0</w:t>
      </w:r>
    </w:p>
    <w:p w:rsidR="00B65DC9" w:rsidRDefault="00B65DC9" w:rsidP="00B65DC9">
      <w:r>
        <w:t>581.6890</w:t>
      </w:r>
      <w:r>
        <w:tab/>
        <w:t>1.013e0</w:t>
      </w:r>
    </w:p>
    <w:p w:rsidR="00B65DC9" w:rsidRDefault="00B65DC9" w:rsidP="00B65DC9">
      <w:r>
        <w:t>581.7028</w:t>
      </w:r>
      <w:r>
        <w:tab/>
        <w:t>1.013e0</w:t>
      </w:r>
    </w:p>
    <w:p w:rsidR="00B65DC9" w:rsidRDefault="00B65DC9" w:rsidP="00B65DC9">
      <w:r>
        <w:t>581.8497</w:t>
      </w:r>
      <w:r>
        <w:tab/>
        <w:t>1.013e0</w:t>
      </w:r>
    </w:p>
    <w:p w:rsidR="00B65DC9" w:rsidRDefault="00B65DC9" w:rsidP="00B65DC9">
      <w:r>
        <w:t>581.9326</w:t>
      </w:r>
      <w:r>
        <w:tab/>
        <w:t>1.266e-2</w:t>
      </w:r>
    </w:p>
    <w:p w:rsidR="00B65DC9" w:rsidRDefault="00B65DC9" w:rsidP="00B65DC9">
      <w:r>
        <w:t>581.9730</w:t>
      </w:r>
      <w:r>
        <w:tab/>
        <w:t>2.025e0</w:t>
      </w:r>
    </w:p>
    <w:p w:rsidR="00B65DC9" w:rsidRDefault="00B65DC9" w:rsidP="00B65DC9">
      <w:r>
        <w:t>582.0294</w:t>
      </w:r>
      <w:r>
        <w:tab/>
        <w:t>3.038e0</w:t>
      </w:r>
    </w:p>
    <w:p w:rsidR="00B65DC9" w:rsidRDefault="00B65DC9" w:rsidP="00B65DC9">
      <w:r>
        <w:t>582.0839</w:t>
      </w:r>
      <w:r>
        <w:tab/>
        <w:t>1.013e0</w:t>
      </w:r>
    </w:p>
    <w:p w:rsidR="00B65DC9" w:rsidRDefault="00B65DC9" w:rsidP="00B65DC9">
      <w:r>
        <w:t>582.1191</w:t>
      </w:r>
      <w:r>
        <w:tab/>
        <w:t>1.013e0</w:t>
      </w:r>
    </w:p>
    <w:p w:rsidR="00B65DC9" w:rsidRDefault="00B65DC9" w:rsidP="00B65DC9">
      <w:r>
        <w:t>582.1276</w:t>
      </w:r>
      <w:r>
        <w:tab/>
        <w:t>2.025e0</w:t>
      </w:r>
    </w:p>
    <w:p w:rsidR="00B65DC9" w:rsidRDefault="00B65DC9" w:rsidP="00B65DC9">
      <w:r>
        <w:t>582.2080</w:t>
      </w:r>
      <w:r>
        <w:tab/>
        <w:t>1.013e0</w:t>
      </w:r>
    </w:p>
    <w:p w:rsidR="00B65DC9" w:rsidRDefault="00B65DC9" w:rsidP="00B65DC9">
      <w:r>
        <w:lastRenderedPageBreak/>
        <w:t>582.2524</w:t>
      </w:r>
      <w:r>
        <w:tab/>
        <w:t>1.013e0</w:t>
      </w:r>
    </w:p>
    <w:p w:rsidR="00B65DC9" w:rsidRDefault="00B65DC9" w:rsidP="00B65DC9">
      <w:r>
        <w:t>582.2546</w:t>
      </w:r>
      <w:r>
        <w:tab/>
        <w:t>4.051e0</w:t>
      </w:r>
    </w:p>
    <w:p w:rsidR="00B65DC9" w:rsidRDefault="00B65DC9" w:rsidP="00B65DC9">
      <w:r>
        <w:t>582.2686</w:t>
      </w:r>
      <w:r>
        <w:tab/>
        <w:t>2.025e0</w:t>
      </w:r>
    </w:p>
    <w:p w:rsidR="00B65DC9" w:rsidRDefault="00B65DC9" w:rsidP="00B65DC9">
      <w:r>
        <w:t>582.3024</w:t>
      </w:r>
      <w:r>
        <w:tab/>
        <w:t>1.266e-2</w:t>
      </w:r>
    </w:p>
    <w:p w:rsidR="00B65DC9" w:rsidRDefault="00B65DC9" w:rsidP="00B65DC9">
      <w:r>
        <w:t>582.3126</w:t>
      </w:r>
      <w:r>
        <w:tab/>
        <w:t>2.038e0</w:t>
      </w:r>
    </w:p>
    <w:p w:rsidR="00B65DC9" w:rsidRDefault="00B65DC9" w:rsidP="00B65DC9">
      <w:r>
        <w:t>582.3271</w:t>
      </w:r>
      <w:r>
        <w:tab/>
        <w:t>2.025e0</w:t>
      </w:r>
    </w:p>
    <w:p w:rsidR="00B65DC9" w:rsidRDefault="00B65DC9" w:rsidP="00B65DC9">
      <w:r>
        <w:t>582.3343</w:t>
      </w:r>
      <w:r>
        <w:tab/>
        <w:t>1.013e0</w:t>
      </w:r>
    </w:p>
    <w:p w:rsidR="00B65DC9" w:rsidRDefault="00B65DC9" w:rsidP="00B65DC9">
      <w:r>
        <w:t>582.3687</w:t>
      </w:r>
      <w:r>
        <w:tab/>
        <w:t>1.266e-2</w:t>
      </w:r>
    </w:p>
    <w:p w:rsidR="00B65DC9" w:rsidRDefault="00B65DC9" w:rsidP="00B65DC9">
      <w:r>
        <w:t>582.4056</w:t>
      </w:r>
      <w:r>
        <w:tab/>
        <w:t>1.013e0</w:t>
      </w:r>
    </w:p>
    <w:p w:rsidR="00B65DC9" w:rsidRDefault="00B65DC9" w:rsidP="00B65DC9">
      <w:r>
        <w:t>582.4955</w:t>
      </w:r>
      <w:r>
        <w:tab/>
        <w:t>2.025e0</w:t>
      </w:r>
    </w:p>
    <w:p w:rsidR="00B65DC9" w:rsidRDefault="00B65DC9" w:rsidP="00B65DC9">
      <w:r>
        <w:t>582.5399</w:t>
      </w:r>
      <w:r>
        <w:tab/>
        <w:t>2.025e0</w:t>
      </w:r>
    </w:p>
    <w:p w:rsidR="00B65DC9" w:rsidRDefault="00B65DC9" w:rsidP="00B65DC9">
      <w:r>
        <w:t>582.5846</w:t>
      </w:r>
      <w:r>
        <w:tab/>
        <w:t>1.266e-2</w:t>
      </w:r>
    </w:p>
    <w:p w:rsidR="00B65DC9" w:rsidRDefault="00B65DC9" w:rsidP="00B65DC9">
      <w:r>
        <w:t>582.6003</w:t>
      </w:r>
      <w:r>
        <w:tab/>
        <w:t>2.025e0</w:t>
      </w:r>
    </w:p>
    <w:p w:rsidR="00B65DC9" w:rsidRDefault="00B65DC9" w:rsidP="00B65DC9">
      <w:r>
        <w:t>582.6016</w:t>
      </w:r>
      <w:r>
        <w:tab/>
        <w:t>1.013e0</w:t>
      </w:r>
    </w:p>
    <w:p w:rsidR="00B65DC9" w:rsidRDefault="00B65DC9" w:rsidP="00B65DC9">
      <w:r>
        <w:t>582.6925</w:t>
      </w:r>
      <w:r>
        <w:tab/>
        <w:t>1.013e0</w:t>
      </w:r>
    </w:p>
    <w:p w:rsidR="00B65DC9" w:rsidRDefault="00B65DC9" w:rsidP="00B65DC9">
      <w:r>
        <w:t>582.7325</w:t>
      </w:r>
      <w:r>
        <w:tab/>
        <w:t>1.266e-2</w:t>
      </w:r>
    </w:p>
    <w:p w:rsidR="00B65DC9" w:rsidRDefault="00B65DC9" w:rsidP="00B65DC9">
      <w:r>
        <w:t>582.8538</w:t>
      </w:r>
      <w:r>
        <w:tab/>
        <w:t>1.013e0</w:t>
      </w:r>
    </w:p>
    <w:p w:rsidR="00B65DC9" w:rsidRDefault="00B65DC9" w:rsidP="00B65DC9">
      <w:r>
        <w:t>582.8635</w:t>
      </w:r>
      <w:r>
        <w:tab/>
        <w:t>2.025e0</w:t>
      </w:r>
    </w:p>
    <w:p w:rsidR="00B65DC9" w:rsidRDefault="00B65DC9" w:rsidP="00B65DC9">
      <w:r>
        <w:t>582.8785</w:t>
      </w:r>
      <w:r>
        <w:tab/>
        <w:t>2.532e-2</w:t>
      </w:r>
    </w:p>
    <w:p w:rsidR="00B65DC9" w:rsidRDefault="00B65DC9" w:rsidP="00B65DC9">
      <w:r>
        <w:lastRenderedPageBreak/>
        <w:t>582.9234</w:t>
      </w:r>
      <w:r>
        <w:tab/>
        <w:t>1.266e-2</w:t>
      </w:r>
    </w:p>
    <w:p w:rsidR="00B65DC9" w:rsidRDefault="00B65DC9" w:rsidP="00B65DC9">
      <w:r>
        <w:t>582.9244</w:t>
      </w:r>
      <w:r>
        <w:tab/>
        <w:t>2.025e0</w:t>
      </w:r>
    </w:p>
    <w:p w:rsidR="00B65DC9" w:rsidRDefault="00B65DC9" w:rsidP="00B65DC9">
      <w:r>
        <w:t>582.9965</w:t>
      </w:r>
      <w:r>
        <w:tab/>
        <w:t>1.013e0</w:t>
      </w:r>
    </w:p>
    <w:p w:rsidR="00B65DC9" w:rsidRDefault="00B65DC9" w:rsidP="00B65DC9">
      <w:r>
        <w:t>583.0535</w:t>
      </w:r>
      <w:r>
        <w:tab/>
        <w:t>1.025e0</w:t>
      </w:r>
    </w:p>
    <w:p w:rsidR="00B65DC9" w:rsidRDefault="00B65DC9" w:rsidP="00B65DC9">
      <w:r>
        <w:t>583.1166</w:t>
      </w:r>
      <w:r>
        <w:tab/>
        <w:t>3.038e0</w:t>
      </w:r>
    </w:p>
    <w:p w:rsidR="00B65DC9" w:rsidRDefault="00B65DC9" w:rsidP="00B65DC9">
      <w:r>
        <w:t>583.1344</w:t>
      </w:r>
      <w:r>
        <w:tab/>
        <w:t>2.025e0</w:t>
      </w:r>
    </w:p>
    <w:p w:rsidR="00B65DC9" w:rsidRDefault="00B65DC9" w:rsidP="00B65DC9">
      <w:r>
        <w:t>583.1565</w:t>
      </w:r>
      <w:r>
        <w:tab/>
        <w:t>1.266e-2</w:t>
      </w:r>
    </w:p>
    <w:p w:rsidR="00B65DC9" w:rsidRDefault="00B65DC9" w:rsidP="00B65DC9">
      <w:r>
        <w:t>583.1747</w:t>
      </w:r>
      <w:r>
        <w:tab/>
        <w:t>1.266e-2</w:t>
      </w:r>
    </w:p>
    <w:p w:rsidR="00B65DC9" w:rsidRDefault="00B65DC9" w:rsidP="00B65DC9">
      <w:r>
        <w:t>583.2037</w:t>
      </w:r>
      <w:r>
        <w:tab/>
        <w:t>1.013e0</w:t>
      </w:r>
    </w:p>
    <w:p w:rsidR="00B65DC9" w:rsidRDefault="00B65DC9" w:rsidP="00B65DC9">
      <w:r>
        <w:t>583.2468</w:t>
      </w:r>
      <w:r>
        <w:tab/>
        <w:t>1.013e0</w:t>
      </w:r>
    </w:p>
    <w:p w:rsidR="00B65DC9" w:rsidRDefault="00B65DC9" w:rsidP="00B65DC9">
      <w:r>
        <w:t>583.2607</w:t>
      </w:r>
      <w:r>
        <w:tab/>
        <w:t>2.051e0</w:t>
      </w:r>
    </w:p>
    <w:p w:rsidR="00B65DC9" w:rsidRDefault="00B65DC9" w:rsidP="00B65DC9">
      <w:r>
        <w:t>583.2735</w:t>
      </w:r>
      <w:r>
        <w:tab/>
        <w:t>4.051e0</w:t>
      </w:r>
    </w:p>
    <w:p w:rsidR="00B65DC9" w:rsidRDefault="00B65DC9" w:rsidP="00B65DC9">
      <w:r>
        <w:t>583.2988</w:t>
      </w:r>
      <w:r>
        <w:tab/>
        <w:t>1.013e0</w:t>
      </w:r>
    </w:p>
    <w:p w:rsidR="00B65DC9" w:rsidRDefault="00B65DC9" w:rsidP="00B65DC9">
      <w:r>
        <w:t>583.3173</w:t>
      </w:r>
      <w:r>
        <w:tab/>
        <w:t>1.013e0</w:t>
      </w:r>
    </w:p>
    <w:p w:rsidR="00B65DC9" w:rsidRDefault="00B65DC9" w:rsidP="00B65DC9">
      <w:r>
        <w:t>583.3422</w:t>
      </w:r>
      <w:r>
        <w:tab/>
        <w:t>2.025e0</w:t>
      </w:r>
    </w:p>
    <w:p w:rsidR="00B65DC9" w:rsidRDefault="00B65DC9" w:rsidP="00B65DC9">
      <w:r>
        <w:t>583.3699</w:t>
      </w:r>
      <w:r>
        <w:tab/>
        <w:t>1.266e-2</w:t>
      </w:r>
    </w:p>
    <w:p w:rsidR="00B65DC9" w:rsidRDefault="00B65DC9" w:rsidP="00B65DC9">
      <w:r>
        <w:t>583.4017</w:t>
      </w:r>
      <w:r>
        <w:tab/>
        <w:t>1.038e0</w:t>
      </w:r>
    </w:p>
    <w:p w:rsidR="00B65DC9" w:rsidRDefault="00B65DC9" w:rsidP="00B65DC9">
      <w:r>
        <w:t>583.4412</w:t>
      </w:r>
      <w:r>
        <w:tab/>
        <w:t>2.025e0</w:t>
      </w:r>
    </w:p>
    <w:p w:rsidR="00B65DC9" w:rsidRDefault="00B65DC9" w:rsidP="00B65DC9">
      <w:r>
        <w:t>583.4733</w:t>
      </w:r>
      <w:r>
        <w:tab/>
        <w:t>1.013e0</w:t>
      </w:r>
    </w:p>
    <w:p w:rsidR="00B65DC9" w:rsidRDefault="00B65DC9" w:rsidP="00B65DC9">
      <w:r>
        <w:lastRenderedPageBreak/>
        <w:t>583.4941</w:t>
      </w:r>
      <w:r>
        <w:tab/>
        <w:t>1.266e-2</w:t>
      </w:r>
    </w:p>
    <w:p w:rsidR="00B65DC9" w:rsidRDefault="00B65DC9" w:rsidP="00B65DC9">
      <w:r>
        <w:t>583.4963</w:t>
      </w:r>
      <w:r>
        <w:tab/>
        <w:t>1.013e0</w:t>
      </w:r>
    </w:p>
    <w:p w:rsidR="00B65DC9" w:rsidRDefault="00B65DC9" w:rsidP="00B65DC9">
      <w:r>
        <w:t>583.5535</w:t>
      </w:r>
      <w:r>
        <w:tab/>
        <w:t>1.013e0</w:t>
      </w:r>
    </w:p>
    <w:p w:rsidR="00B65DC9" w:rsidRDefault="00B65DC9" w:rsidP="00B65DC9">
      <w:r>
        <w:t>583.7138</w:t>
      </w:r>
      <w:r>
        <w:tab/>
        <w:t>1.266e-2</w:t>
      </w:r>
    </w:p>
    <w:p w:rsidR="00B65DC9" w:rsidRDefault="00B65DC9" w:rsidP="00B65DC9">
      <w:r>
        <w:t>583.7538</w:t>
      </w:r>
      <w:r>
        <w:tab/>
        <w:t>1.013e0</w:t>
      </w:r>
    </w:p>
    <w:p w:rsidR="00B65DC9" w:rsidRDefault="00B65DC9" w:rsidP="00B65DC9">
      <w:r>
        <w:t>583.7914</w:t>
      </w:r>
      <w:r>
        <w:tab/>
        <w:t>2.532e-2</w:t>
      </w:r>
    </w:p>
    <w:p w:rsidR="00B65DC9" w:rsidRDefault="00B65DC9" w:rsidP="00B65DC9">
      <w:r>
        <w:t>583.8179</w:t>
      </w:r>
      <w:r>
        <w:tab/>
        <w:t>1.013e0</w:t>
      </w:r>
    </w:p>
    <w:p w:rsidR="00B65DC9" w:rsidRDefault="00B65DC9" w:rsidP="00B65DC9">
      <w:r>
        <w:t>583.8519</w:t>
      </w:r>
      <w:r>
        <w:tab/>
        <w:t>2.025e0</w:t>
      </w:r>
    </w:p>
    <w:p w:rsidR="00B65DC9" w:rsidRDefault="00B65DC9" w:rsidP="00B65DC9">
      <w:r>
        <w:t>583.9142</w:t>
      </w:r>
      <w:r>
        <w:tab/>
        <w:t>1.013e0</w:t>
      </w:r>
    </w:p>
    <w:p w:rsidR="00B65DC9" w:rsidRDefault="00B65DC9" w:rsidP="00B65DC9">
      <w:r>
        <w:t>583.9644</w:t>
      </w:r>
      <w:r>
        <w:tab/>
        <w:t>1.025e0</w:t>
      </w:r>
    </w:p>
    <w:p w:rsidR="00B65DC9" w:rsidRDefault="00B65DC9" w:rsidP="00B65DC9">
      <w:r>
        <w:t>584.0563</w:t>
      </w:r>
      <w:r>
        <w:tab/>
        <w:t>3.038e0</w:t>
      </w:r>
    </w:p>
    <w:p w:rsidR="00B65DC9" w:rsidRDefault="00B65DC9" w:rsidP="00B65DC9">
      <w:r>
        <w:t>584.0646</w:t>
      </w:r>
      <w:r>
        <w:tab/>
        <w:t>1.266e-2</w:t>
      </w:r>
    </w:p>
    <w:p w:rsidR="00B65DC9" w:rsidRDefault="00B65DC9" w:rsidP="00B65DC9">
      <w:r>
        <w:t>584.1921</w:t>
      </w:r>
      <w:r>
        <w:tab/>
        <w:t>1.013e0</w:t>
      </w:r>
    </w:p>
    <w:p w:rsidR="00B65DC9" w:rsidRDefault="00B65DC9" w:rsidP="00B65DC9">
      <w:r>
        <w:t>584.2504</w:t>
      </w:r>
      <w:r>
        <w:tab/>
        <w:t>3.038e0</w:t>
      </w:r>
    </w:p>
    <w:p w:rsidR="00B65DC9" w:rsidRDefault="00B65DC9" w:rsidP="00B65DC9">
      <w:r>
        <w:t>584.2759</w:t>
      </w:r>
      <w:r>
        <w:tab/>
        <w:t>1.013e0</w:t>
      </w:r>
    </w:p>
    <w:p w:rsidR="00B65DC9" w:rsidRDefault="00B65DC9" w:rsidP="00B65DC9">
      <w:r>
        <w:t>584.2816</w:t>
      </w:r>
      <w:r>
        <w:tab/>
        <w:t>1.266e-2</w:t>
      </w:r>
    </w:p>
    <w:p w:rsidR="00B65DC9" w:rsidRDefault="00B65DC9" w:rsidP="00B65DC9">
      <w:r>
        <w:t>584.3053</w:t>
      </w:r>
      <w:r>
        <w:tab/>
        <w:t>1.013e0</w:t>
      </w:r>
    </w:p>
    <w:p w:rsidR="00B65DC9" w:rsidRDefault="00B65DC9" w:rsidP="00B65DC9">
      <w:r>
        <w:t>584.3555</w:t>
      </w:r>
      <w:r>
        <w:tab/>
        <w:t>1.013e0</w:t>
      </w:r>
    </w:p>
    <w:p w:rsidR="00B65DC9" w:rsidRDefault="00B65DC9" w:rsidP="00B65DC9">
      <w:r>
        <w:t>584.4131</w:t>
      </w:r>
      <w:r>
        <w:tab/>
        <w:t>4.051e0</w:t>
      </w:r>
    </w:p>
    <w:p w:rsidR="00B65DC9" w:rsidRDefault="00B65DC9" w:rsidP="00B65DC9">
      <w:r>
        <w:lastRenderedPageBreak/>
        <w:t>584.4160</w:t>
      </w:r>
      <w:r>
        <w:tab/>
        <w:t>2.532e-2</w:t>
      </w:r>
    </w:p>
    <w:p w:rsidR="00B65DC9" w:rsidRDefault="00B65DC9" w:rsidP="00B65DC9">
      <w:r>
        <w:t>584.4308</w:t>
      </w:r>
      <w:r>
        <w:tab/>
        <w:t>2.025e0</w:t>
      </w:r>
    </w:p>
    <w:p w:rsidR="00B65DC9" w:rsidRDefault="00B65DC9" w:rsidP="00B65DC9">
      <w:r>
        <w:t>584.4736</w:t>
      </w:r>
      <w:r>
        <w:tab/>
        <w:t>4.051e0</w:t>
      </w:r>
    </w:p>
    <w:p w:rsidR="00B65DC9" w:rsidRDefault="00B65DC9" w:rsidP="00B65DC9">
      <w:r>
        <w:t>584.5028</w:t>
      </w:r>
      <w:r>
        <w:tab/>
        <w:t>4.051e0</w:t>
      </w:r>
    </w:p>
    <w:p w:rsidR="00B65DC9" w:rsidRDefault="00B65DC9" w:rsidP="00B65DC9">
      <w:r>
        <w:t>584.5268</w:t>
      </w:r>
      <w:r>
        <w:tab/>
        <w:t>1.038e0</w:t>
      </w:r>
    </w:p>
    <w:p w:rsidR="00B65DC9" w:rsidRDefault="00B65DC9" w:rsidP="00B65DC9">
      <w:r>
        <w:t>584.5461</w:t>
      </w:r>
      <w:r>
        <w:tab/>
        <w:t>1.013e0</w:t>
      </w:r>
    </w:p>
    <w:p w:rsidR="00B65DC9" w:rsidRDefault="00B65DC9" w:rsidP="00B65DC9">
      <w:r>
        <w:t>584.5850</w:t>
      </w:r>
      <w:r>
        <w:tab/>
        <w:t>1.013e0</w:t>
      </w:r>
    </w:p>
    <w:p w:rsidR="00B65DC9" w:rsidRDefault="00B65DC9" w:rsidP="00B65DC9">
      <w:r>
        <w:t>584.6464</w:t>
      </w:r>
      <w:r>
        <w:tab/>
        <w:t>1.266e-2</w:t>
      </w:r>
    </w:p>
    <w:p w:rsidR="00B65DC9" w:rsidRDefault="00B65DC9" w:rsidP="00B65DC9">
      <w:r>
        <w:t>584.6582</w:t>
      </w:r>
      <w:r>
        <w:tab/>
        <w:t>1.013e0</w:t>
      </w:r>
    </w:p>
    <w:p w:rsidR="00B65DC9" w:rsidRDefault="00B65DC9" w:rsidP="00B65DC9">
      <w:r>
        <w:t>584.7067</w:t>
      </w:r>
      <w:r>
        <w:tab/>
        <w:t>1.013e0</w:t>
      </w:r>
    </w:p>
    <w:p w:rsidR="00B65DC9" w:rsidRDefault="00B65DC9" w:rsidP="00B65DC9">
      <w:r>
        <w:t>584.7295</w:t>
      </w:r>
      <w:r>
        <w:tab/>
        <w:t>1.013e0</w:t>
      </w:r>
    </w:p>
    <w:p w:rsidR="00B65DC9" w:rsidRDefault="00B65DC9" w:rsidP="00B65DC9">
      <w:r>
        <w:t>584.7639</w:t>
      </w:r>
      <w:r>
        <w:tab/>
        <w:t>1.266e-2</w:t>
      </w:r>
    </w:p>
    <w:p w:rsidR="00B65DC9" w:rsidRDefault="00B65DC9" w:rsidP="00B65DC9">
      <w:r>
        <w:t>584.7825</w:t>
      </w:r>
      <w:r>
        <w:tab/>
        <w:t>2.025e0</w:t>
      </w:r>
    </w:p>
    <w:p w:rsidR="00B65DC9" w:rsidRDefault="00B65DC9" w:rsidP="00B65DC9">
      <w:r>
        <w:t>584.8271</w:t>
      </w:r>
      <w:r>
        <w:tab/>
        <w:t>1.266e-2</w:t>
      </w:r>
    </w:p>
    <w:p w:rsidR="00B65DC9" w:rsidRDefault="00B65DC9" w:rsidP="00B65DC9">
      <w:r>
        <w:t>584.8580</w:t>
      </w:r>
      <w:r>
        <w:tab/>
        <w:t>1.013e0</w:t>
      </w:r>
    </w:p>
    <w:p w:rsidR="00B65DC9" w:rsidRDefault="00B65DC9" w:rsidP="00B65DC9">
      <w:r>
        <w:t>584.8903</w:t>
      </w:r>
      <w:r>
        <w:tab/>
        <w:t>1.266e-2</w:t>
      </w:r>
    </w:p>
    <w:p w:rsidR="00B65DC9" w:rsidRDefault="00B65DC9" w:rsidP="00B65DC9">
      <w:r>
        <w:t>584.9275</w:t>
      </w:r>
      <w:r>
        <w:tab/>
        <w:t>1.013e0</w:t>
      </w:r>
    </w:p>
    <w:p w:rsidR="00B65DC9" w:rsidRDefault="00B65DC9" w:rsidP="00B65DC9">
      <w:r>
        <w:t>584.9777</w:t>
      </w:r>
      <w:r>
        <w:tab/>
        <w:t>1.266e-2</w:t>
      </w:r>
    </w:p>
    <w:p w:rsidR="00B65DC9" w:rsidRDefault="00B65DC9" w:rsidP="00B65DC9">
      <w:r>
        <w:t>584.9965</w:t>
      </w:r>
      <w:r>
        <w:tab/>
        <w:t>2.025e0</w:t>
      </w:r>
    </w:p>
    <w:p w:rsidR="00B65DC9" w:rsidRDefault="00B65DC9" w:rsidP="00B65DC9">
      <w:r>
        <w:lastRenderedPageBreak/>
        <w:t>585.0151</w:t>
      </w:r>
      <w:r>
        <w:tab/>
        <w:t>2.025e0</w:t>
      </w:r>
    </w:p>
    <w:p w:rsidR="00B65DC9" w:rsidRDefault="00B65DC9" w:rsidP="00B65DC9">
      <w:r>
        <w:t>585.0325</w:t>
      </w:r>
      <w:r>
        <w:tab/>
        <w:t>1.025e0</w:t>
      </w:r>
    </w:p>
    <w:p w:rsidR="00B65DC9" w:rsidRDefault="00B65DC9" w:rsidP="00B65DC9">
      <w:r>
        <w:t>585.0496</w:t>
      </w:r>
      <w:r>
        <w:tab/>
        <w:t>3.038e0</w:t>
      </w:r>
    </w:p>
    <w:p w:rsidR="00B65DC9" w:rsidRDefault="00B65DC9" w:rsidP="00B65DC9">
      <w:r>
        <w:t>585.1045</w:t>
      </w:r>
      <w:r>
        <w:tab/>
        <w:t>1.013e0</w:t>
      </w:r>
    </w:p>
    <w:p w:rsidR="00B65DC9" w:rsidRDefault="00B65DC9" w:rsidP="00B65DC9">
      <w:r>
        <w:t>585.1324</w:t>
      </w:r>
      <w:r>
        <w:tab/>
        <w:t>3.038e0</w:t>
      </w:r>
    </w:p>
    <w:p w:rsidR="00B65DC9" w:rsidRDefault="00B65DC9" w:rsidP="00B65DC9">
      <w:r>
        <w:t>585.1888</w:t>
      </w:r>
      <w:r>
        <w:tab/>
        <w:t>4.051e0</w:t>
      </w:r>
    </w:p>
    <w:p w:rsidR="00B65DC9" w:rsidRDefault="00B65DC9" w:rsidP="00B65DC9">
      <w:r>
        <w:t>585.1986</w:t>
      </w:r>
      <w:r>
        <w:tab/>
        <w:t>1.013e0</w:t>
      </w:r>
    </w:p>
    <w:p w:rsidR="00B65DC9" w:rsidRDefault="00B65DC9" w:rsidP="00B65DC9">
      <w:r>
        <w:t>585.2607</w:t>
      </w:r>
      <w:r>
        <w:tab/>
        <w:t>2.025e0</w:t>
      </w:r>
    </w:p>
    <w:p w:rsidR="00B65DC9" w:rsidRDefault="00B65DC9" w:rsidP="00B65DC9">
      <w:r>
        <w:t>585.2653</w:t>
      </w:r>
      <w:r>
        <w:tab/>
        <w:t>1.013e0</w:t>
      </w:r>
    </w:p>
    <w:p w:rsidR="00B65DC9" w:rsidRDefault="00B65DC9" w:rsidP="00B65DC9">
      <w:r>
        <w:t>585.2692</w:t>
      </w:r>
      <w:r>
        <w:tab/>
        <w:t>2.051e0</w:t>
      </w:r>
    </w:p>
    <w:p w:rsidR="00B65DC9" w:rsidRDefault="00B65DC9" w:rsidP="00B65DC9">
      <w:r>
        <w:t>585.2790</w:t>
      </w:r>
      <w:r>
        <w:tab/>
        <w:t>1.266e-2</w:t>
      </w:r>
    </w:p>
    <w:p w:rsidR="00B65DC9" w:rsidRDefault="00B65DC9" w:rsidP="00B65DC9">
      <w:r>
        <w:t>585.3192</w:t>
      </w:r>
      <w:r>
        <w:tab/>
        <w:t>2.038e0</w:t>
      </w:r>
    </w:p>
    <w:p w:rsidR="00B65DC9" w:rsidRDefault="00B65DC9" w:rsidP="00B65DC9">
      <w:r>
        <w:t>585.3215</w:t>
      </w:r>
      <w:r>
        <w:tab/>
        <w:t>5.063e0</w:t>
      </w:r>
    </w:p>
    <w:p w:rsidR="00B65DC9" w:rsidRDefault="00B65DC9" w:rsidP="00B65DC9">
      <w:r>
        <w:t>585.3542</w:t>
      </w:r>
      <w:r>
        <w:tab/>
        <w:t>2.038e0</w:t>
      </w:r>
    </w:p>
    <w:p w:rsidR="00B65DC9" w:rsidRDefault="00B65DC9" w:rsidP="00B65DC9">
      <w:r>
        <w:t>585.3715</w:t>
      </w:r>
      <w:r>
        <w:tab/>
        <w:t>3.038e0</w:t>
      </w:r>
    </w:p>
    <w:p w:rsidR="00B65DC9" w:rsidRDefault="00B65DC9" w:rsidP="00B65DC9">
      <w:r>
        <w:t>585.4297</w:t>
      </w:r>
      <w:r>
        <w:tab/>
        <w:t>1.266e-2</w:t>
      </w:r>
    </w:p>
    <w:p w:rsidR="00B65DC9" w:rsidRDefault="00B65DC9" w:rsidP="00B65DC9">
      <w:r>
        <w:t>585.4489</w:t>
      </w:r>
      <w:r>
        <w:tab/>
        <w:t>2.025e0</w:t>
      </w:r>
    </w:p>
    <w:p w:rsidR="00B65DC9" w:rsidRDefault="00B65DC9" w:rsidP="00B65DC9">
      <w:r>
        <w:t>585.4699</w:t>
      </w:r>
      <w:r>
        <w:tab/>
        <w:t>3.038e0</w:t>
      </w:r>
    </w:p>
    <w:p w:rsidR="00B65DC9" w:rsidRDefault="00B65DC9" w:rsidP="00B65DC9">
      <w:r>
        <w:t>585.4814</w:t>
      </w:r>
      <w:r>
        <w:tab/>
        <w:t>2.025e0</w:t>
      </w:r>
    </w:p>
    <w:p w:rsidR="00B65DC9" w:rsidRDefault="00B65DC9" w:rsidP="00B65DC9">
      <w:r>
        <w:lastRenderedPageBreak/>
        <w:t>585.5001</w:t>
      </w:r>
      <w:r>
        <w:tab/>
        <w:t>2.025e0</w:t>
      </w:r>
    </w:p>
    <w:p w:rsidR="00B65DC9" w:rsidRDefault="00B65DC9" w:rsidP="00B65DC9">
      <w:r>
        <w:t>585.6346</w:t>
      </w:r>
      <w:r>
        <w:tab/>
        <w:t>2.025e0</w:t>
      </w:r>
    </w:p>
    <w:p w:rsidR="00B65DC9" w:rsidRDefault="00B65DC9" w:rsidP="00B65DC9">
      <w:r>
        <w:t>585.6709</w:t>
      </w:r>
      <w:r>
        <w:tab/>
        <w:t>1.013e0</w:t>
      </w:r>
    </w:p>
    <w:p w:rsidR="00B65DC9" w:rsidRDefault="00B65DC9" w:rsidP="00B65DC9">
      <w:r>
        <w:t>585.7413</w:t>
      </w:r>
      <w:r>
        <w:tab/>
        <w:t>1.013e0</w:t>
      </w:r>
    </w:p>
    <w:p w:rsidR="00B65DC9" w:rsidRDefault="00B65DC9" w:rsidP="00B65DC9">
      <w:r>
        <w:t>585.7997</w:t>
      </w:r>
      <w:r>
        <w:tab/>
        <w:t>1.266e-2</w:t>
      </w:r>
    </w:p>
    <w:p w:rsidR="00B65DC9" w:rsidRDefault="00B65DC9" w:rsidP="00B65DC9">
      <w:r>
        <w:t>585.8551</w:t>
      </w:r>
      <w:r>
        <w:tab/>
        <w:t>2.025e0</w:t>
      </w:r>
    </w:p>
    <w:p w:rsidR="00B65DC9" w:rsidRDefault="00B65DC9" w:rsidP="00B65DC9">
      <w:r>
        <w:t>585.8821</w:t>
      </w:r>
      <w:r>
        <w:tab/>
        <w:t>1.013e0</w:t>
      </w:r>
    </w:p>
    <w:p w:rsidR="00B65DC9" w:rsidRDefault="00B65DC9" w:rsidP="00B65DC9">
      <w:r>
        <w:t>585.9442</w:t>
      </w:r>
      <w:r>
        <w:tab/>
        <w:t>1.013e0</w:t>
      </w:r>
    </w:p>
    <w:p w:rsidR="00B65DC9" w:rsidRDefault="00B65DC9" w:rsidP="00B65DC9">
      <w:r>
        <w:t>585.9625</w:t>
      </w:r>
      <w:r>
        <w:tab/>
        <w:t>1.013e0</w:t>
      </w:r>
    </w:p>
    <w:p w:rsidR="00B65DC9" w:rsidRDefault="00B65DC9" w:rsidP="00B65DC9">
      <w:r>
        <w:t>585.9834</w:t>
      </w:r>
      <w:r>
        <w:tab/>
        <w:t>1.013e0</w:t>
      </w:r>
    </w:p>
    <w:p w:rsidR="00B65DC9" w:rsidRDefault="00B65DC9" w:rsidP="00B65DC9">
      <w:r>
        <w:t>586.0245</w:t>
      </w:r>
      <w:r>
        <w:tab/>
        <w:t>2.025e0</w:t>
      </w:r>
    </w:p>
    <w:p w:rsidR="00B65DC9" w:rsidRDefault="00B65DC9" w:rsidP="00B65DC9">
      <w:r>
        <w:t>586.0538</w:t>
      </w:r>
      <w:r>
        <w:tab/>
        <w:t>2.025e0</w:t>
      </w:r>
    </w:p>
    <w:p w:rsidR="00B65DC9" w:rsidRDefault="00B65DC9" w:rsidP="00B65DC9">
      <w:r>
        <w:t>586.0683</w:t>
      </w:r>
      <w:r>
        <w:tab/>
        <w:t>1.266e-2</w:t>
      </w:r>
    </w:p>
    <w:p w:rsidR="00B65DC9" w:rsidRDefault="00B65DC9" w:rsidP="00B65DC9">
      <w:r>
        <w:t>586.1049</w:t>
      </w:r>
      <w:r>
        <w:tab/>
        <w:t>3.051e0</w:t>
      </w:r>
    </w:p>
    <w:p w:rsidR="00B65DC9" w:rsidRDefault="00B65DC9" w:rsidP="00B65DC9">
      <w:r>
        <w:t>586.1212</w:t>
      </w:r>
      <w:r>
        <w:tab/>
        <w:t>1.013e0</w:t>
      </w:r>
    </w:p>
    <w:p w:rsidR="00B65DC9" w:rsidRDefault="00B65DC9" w:rsidP="00B65DC9">
      <w:r>
        <w:t>586.1234</w:t>
      </w:r>
      <w:r>
        <w:tab/>
        <w:t>1.266e-2</w:t>
      </w:r>
    </w:p>
    <w:p w:rsidR="00B65DC9" w:rsidRDefault="00B65DC9" w:rsidP="00B65DC9">
      <w:r>
        <w:t>586.1762</w:t>
      </w:r>
      <w:r>
        <w:tab/>
        <w:t>1.013e0</w:t>
      </w:r>
    </w:p>
    <w:p w:rsidR="00B65DC9" w:rsidRDefault="00B65DC9" w:rsidP="00B65DC9">
      <w:r>
        <w:t>586.1953</w:t>
      </w:r>
      <w:r>
        <w:tab/>
        <w:t>3.038e0</w:t>
      </w:r>
    </w:p>
    <w:p w:rsidR="00B65DC9" w:rsidRDefault="00B65DC9" w:rsidP="00B65DC9">
      <w:r>
        <w:t>586.2039</w:t>
      </w:r>
      <w:r>
        <w:tab/>
        <w:t>1.266e-2</w:t>
      </w:r>
    </w:p>
    <w:p w:rsidR="00B65DC9" w:rsidRDefault="00B65DC9" w:rsidP="00B65DC9">
      <w:r>
        <w:lastRenderedPageBreak/>
        <w:t>586.2542</w:t>
      </w:r>
      <w:r>
        <w:tab/>
        <w:t>1.266e-2</w:t>
      </w:r>
    </w:p>
    <w:p w:rsidR="00B65DC9" w:rsidRDefault="00B65DC9" w:rsidP="00B65DC9">
      <w:r>
        <w:t>586.2744</w:t>
      </w:r>
      <w:r>
        <w:tab/>
        <w:t>1.013e0</w:t>
      </w:r>
    </w:p>
    <w:p w:rsidR="00B65DC9" w:rsidRDefault="00B65DC9" w:rsidP="00B65DC9">
      <w:r>
        <w:t>586.2822</w:t>
      </w:r>
      <w:r>
        <w:tab/>
        <w:t>2.025e0</w:t>
      </w:r>
    </w:p>
    <w:p w:rsidR="00B65DC9" w:rsidRDefault="00B65DC9" w:rsidP="00B65DC9">
      <w:r>
        <w:t>586.3105</w:t>
      </w:r>
      <w:r>
        <w:tab/>
        <w:t>2.025e0</w:t>
      </w:r>
    </w:p>
    <w:p w:rsidR="00B65DC9" w:rsidRDefault="00B65DC9" w:rsidP="00B65DC9">
      <w:r>
        <w:t>586.3154</w:t>
      </w:r>
      <w:r>
        <w:tab/>
        <w:t>2.025e0</w:t>
      </w:r>
    </w:p>
    <w:p w:rsidR="00B65DC9" w:rsidRDefault="00B65DC9" w:rsidP="00B65DC9">
      <w:r>
        <w:t>586.3377</w:t>
      </w:r>
      <w:r>
        <w:tab/>
        <w:t>1.013e0</w:t>
      </w:r>
    </w:p>
    <w:p w:rsidR="00B65DC9" w:rsidRDefault="00B65DC9" w:rsidP="00B65DC9">
      <w:r>
        <w:t>586.3658</w:t>
      </w:r>
      <w:r>
        <w:tab/>
        <w:t>2.025e0</w:t>
      </w:r>
    </w:p>
    <w:p w:rsidR="00B65DC9" w:rsidRDefault="00B65DC9" w:rsidP="00B65DC9">
      <w:r>
        <w:t>586.3790</w:t>
      </w:r>
      <w:r>
        <w:tab/>
        <w:t>5.063e0</w:t>
      </w:r>
    </w:p>
    <w:p w:rsidR="00B65DC9" w:rsidRDefault="00B65DC9" w:rsidP="00B65DC9">
      <w:r>
        <w:t>586.4278</w:t>
      </w:r>
      <w:r>
        <w:tab/>
        <w:t>2.025e0</w:t>
      </w:r>
    </w:p>
    <w:p w:rsidR="00B65DC9" w:rsidRDefault="00B65DC9" w:rsidP="00B65DC9">
      <w:r>
        <w:t>586.4980</w:t>
      </w:r>
      <w:r>
        <w:tab/>
        <w:t>1.025e0</w:t>
      </w:r>
    </w:p>
    <w:p w:rsidR="00B65DC9" w:rsidRDefault="00B65DC9" w:rsidP="00B65DC9">
      <w:r>
        <w:t>586.5113</w:t>
      </w:r>
      <w:r>
        <w:tab/>
        <w:t>3.038e0</w:t>
      </w:r>
    </w:p>
    <w:p w:rsidR="00B65DC9" w:rsidRDefault="00B65DC9" w:rsidP="00B65DC9">
      <w:r>
        <w:t>586.5464</w:t>
      </w:r>
      <w:r>
        <w:tab/>
        <w:t>2.025e0</w:t>
      </w:r>
    </w:p>
    <w:p w:rsidR="00B65DC9" w:rsidRDefault="00B65DC9" w:rsidP="00B65DC9">
      <w:r>
        <w:t>586.5562</w:t>
      </w:r>
      <w:r>
        <w:tab/>
        <w:t>1.013e0</w:t>
      </w:r>
    </w:p>
    <w:p w:rsidR="00B65DC9" w:rsidRDefault="00B65DC9" w:rsidP="00B65DC9">
      <w:r>
        <w:t>586.6065</w:t>
      </w:r>
      <w:r>
        <w:tab/>
        <w:t>1.013e0</w:t>
      </w:r>
    </w:p>
    <w:p w:rsidR="00B65DC9" w:rsidRDefault="00B65DC9" w:rsidP="00B65DC9">
      <w:r>
        <w:t>586.6591</w:t>
      </w:r>
      <w:r>
        <w:tab/>
        <w:t>1.013e0</w:t>
      </w:r>
    </w:p>
    <w:p w:rsidR="00B65DC9" w:rsidRDefault="00B65DC9" w:rsidP="00B65DC9">
      <w:r>
        <w:t>586.6877</w:t>
      </w:r>
      <w:r>
        <w:tab/>
        <w:t>2.025e0</w:t>
      </w:r>
    </w:p>
    <w:p w:rsidR="00B65DC9" w:rsidRDefault="00B65DC9" w:rsidP="00B65DC9">
      <w:r>
        <w:t>586.7381</w:t>
      </w:r>
      <w:r>
        <w:tab/>
        <w:t>1.013e0</w:t>
      </w:r>
    </w:p>
    <w:p w:rsidR="00B65DC9" w:rsidRDefault="00B65DC9" w:rsidP="00B65DC9">
      <w:r>
        <w:t>586.7676</w:t>
      </w:r>
      <w:r>
        <w:tab/>
        <w:t>1.013e0</w:t>
      </w:r>
    </w:p>
    <w:p w:rsidR="00B65DC9" w:rsidRDefault="00B65DC9" w:rsidP="00B65DC9">
      <w:r>
        <w:t>586.7776</w:t>
      </w:r>
      <w:r>
        <w:tab/>
        <w:t>1.013e0</w:t>
      </w:r>
    </w:p>
    <w:p w:rsidR="00B65DC9" w:rsidRDefault="00B65DC9" w:rsidP="00B65DC9">
      <w:r>
        <w:lastRenderedPageBreak/>
        <w:t>586.7825</w:t>
      </w:r>
      <w:r>
        <w:tab/>
        <w:t>1.013e0</w:t>
      </w:r>
    </w:p>
    <w:p w:rsidR="00B65DC9" w:rsidRDefault="00B65DC9" w:rsidP="00B65DC9">
      <w:r>
        <w:t>586.8680</w:t>
      </w:r>
      <w:r>
        <w:tab/>
        <w:t>2.038e0</w:t>
      </w:r>
    </w:p>
    <w:p w:rsidR="00B65DC9" w:rsidRDefault="00B65DC9" w:rsidP="00B65DC9">
      <w:r>
        <w:t>586.8713</w:t>
      </w:r>
      <w:r>
        <w:tab/>
        <w:t>2.025e0</w:t>
      </w:r>
    </w:p>
    <w:p w:rsidR="00B65DC9" w:rsidRDefault="00B65DC9" w:rsidP="00B65DC9">
      <w:r>
        <w:t>586.9066</w:t>
      </w:r>
      <w:r>
        <w:tab/>
        <w:t>1.013e0</w:t>
      </w:r>
    </w:p>
    <w:p w:rsidR="00B65DC9" w:rsidRDefault="00B65DC9" w:rsidP="00B65DC9">
      <w:r>
        <w:t>586.9388</w:t>
      </w:r>
      <w:r>
        <w:tab/>
        <w:t>1.013e0</w:t>
      </w:r>
    </w:p>
    <w:p w:rsidR="00B65DC9" w:rsidRDefault="00B65DC9" w:rsidP="00B65DC9">
      <w:r>
        <w:t>586.9494</w:t>
      </w:r>
      <w:r>
        <w:tab/>
        <w:t>3.038e0</w:t>
      </w:r>
    </w:p>
    <w:p w:rsidR="00B65DC9" w:rsidRDefault="00B65DC9" w:rsidP="00B65DC9">
      <w:r>
        <w:t>586.9992</w:t>
      </w:r>
      <w:r>
        <w:tab/>
        <w:t>1.266e-2</w:t>
      </w:r>
    </w:p>
    <w:p w:rsidR="00B65DC9" w:rsidRDefault="00B65DC9" w:rsidP="00B65DC9">
      <w:r>
        <w:t>587.0060</w:t>
      </w:r>
      <w:r>
        <w:tab/>
        <w:t>2.025e0</w:t>
      </w:r>
    </w:p>
    <w:p w:rsidR="00B65DC9" w:rsidRDefault="00B65DC9" w:rsidP="00B65DC9">
      <w:r>
        <w:t>587.0093</w:t>
      </w:r>
      <w:r>
        <w:tab/>
        <w:t>1.013e0</w:t>
      </w:r>
    </w:p>
    <w:p w:rsidR="00B65DC9" w:rsidRDefault="00B65DC9" w:rsidP="00B65DC9">
      <w:r>
        <w:t>587.0705</w:t>
      </w:r>
      <w:r>
        <w:tab/>
        <w:t>1.266e-2</w:t>
      </w:r>
    </w:p>
    <w:p w:rsidR="00B65DC9" w:rsidRDefault="00B65DC9" w:rsidP="00B65DC9">
      <w:r>
        <w:t>587.1334</w:t>
      </w:r>
      <w:r>
        <w:tab/>
        <w:t>2.025e0</w:t>
      </w:r>
    </w:p>
    <w:p w:rsidR="00B65DC9" w:rsidRDefault="00B65DC9" w:rsidP="00B65DC9">
      <w:r>
        <w:t>587.1612</w:t>
      </w:r>
      <w:r>
        <w:tab/>
        <w:t>1.013e0</w:t>
      </w:r>
    </w:p>
    <w:p w:rsidR="00B65DC9" w:rsidRDefault="00B65DC9" w:rsidP="00B65DC9">
      <w:r>
        <w:t>587.1981</w:t>
      </w:r>
      <w:r>
        <w:tab/>
        <w:t>4.051e0</w:t>
      </w:r>
    </w:p>
    <w:p w:rsidR="00B65DC9" w:rsidRDefault="00B65DC9" w:rsidP="00B65DC9">
      <w:r>
        <w:t>587.2463</w:t>
      </w:r>
      <w:r>
        <w:tab/>
        <w:t>3.798e-2</w:t>
      </w:r>
    </w:p>
    <w:p w:rsidR="00B65DC9" w:rsidRDefault="00B65DC9" w:rsidP="00B65DC9">
      <w:r>
        <w:t>587.2516</w:t>
      </w:r>
      <w:r>
        <w:tab/>
        <w:t>1.025e0</w:t>
      </w:r>
    </w:p>
    <w:p w:rsidR="00B65DC9" w:rsidRDefault="00B65DC9" w:rsidP="00B65DC9">
      <w:r>
        <w:t>587.2713</w:t>
      </w:r>
      <w:r>
        <w:tab/>
        <w:t>1.013e0</w:t>
      </w:r>
    </w:p>
    <w:p w:rsidR="00B65DC9" w:rsidRDefault="00B65DC9" w:rsidP="00B65DC9">
      <w:r>
        <w:t>587.3015</w:t>
      </w:r>
      <w:r>
        <w:tab/>
        <w:t>1.025e0</w:t>
      </w:r>
    </w:p>
    <w:p w:rsidR="00B65DC9" w:rsidRDefault="00B65DC9" w:rsidP="00B65DC9">
      <w:r>
        <w:t>587.3323</w:t>
      </w:r>
      <w:r>
        <w:tab/>
        <w:t>3.038e0</w:t>
      </w:r>
    </w:p>
    <w:p w:rsidR="00B65DC9" w:rsidRDefault="00B65DC9" w:rsidP="00B65DC9">
      <w:r>
        <w:t>587.3709</w:t>
      </w:r>
      <w:r>
        <w:tab/>
        <w:t>3.038e0</w:t>
      </w:r>
    </w:p>
    <w:p w:rsidR="00B65DC9" w:rsidRDefault="00B65DC9" w:rsidP="00B65DC9">
      <w:r>
        <w:lastRenderedPageBreak/>
        <w:t>587.3723</w:t>
      </w:r>
      <w:r>
        <w:tab/>
        <w:t>2.025e0</w:t>
      </w:r>
    </w:p>
    <w:p w:rsidR="00B65DC9" w:rsidRDefault="00B65DC9" w:rsidP="00B65DC9">
      <w:r>
        <w:t>587.3930</w:t>
      </w:r>
      <w:r>
        <w:tab/>
        <w:t>2.025e0</w:t>
      </w:r>
    </w:p>
    <w:p w:rsidR="00B65DC9" w:rsidRDefault="00B65DC9" w:rsidP="00B65DC9">
      <w:r>
        <w:t>587.4399</w:t>
      </w:r>
      <w:r>
        <w:tab/>
        <w:t>2.025e0</w:t>
      </w:r>
    </w:p>
    <w:p w:rsidR="00B65DC9" w:rsidRDefault="00B65DC9" w:rsidP="00B65DC9">
      <w:r>
        <w:t>587.5312</w:t>
      </w:r>
      <w:r>
        <w:tab/>
        <w:t>1.013e0</w:t>
      </w:r>
    </w:p>
    <w:p w:rsidR="00B65DC9" w:rsidRDefault="00B65DC9" w:rsidP="00B65DC9">
      <w:r>
        <w:t>587.5687</w:t>
      </w:r>
      <w:r>
        <w:tab/>
        <w:t>1.013e0</w:t>
      </w:r>
    </w:p>
    <w:p w:rsidR="00B65DC9" w:rsidRDefault="00B65DC9" w:rsidP="00B65DC9">
      <w:r>
        <w:t>587.6042</w:t>
      </w:r>
      <w:r>
        <w:tab/>
        <w:t>1.013e0</w:t>
      </w:r>
    </w:p>
    <w:p w:rsidR="00B65DC9" w:rsidRDefault="00B65DC9" w:rsidP="00B65DC9">
      <w:r>
        <w:t>587.6196</w:t>
      </w:r>
      <w:r>
        <w:tab/>
        <w:t>3.038e0</w:t>
      </w:r>
    </w:p>
    <w:p w:rsidR="00B65DC9" w:rsidRDefault="00B65DC9" w:rsidP="00B65DC9">
      <w:r>
        <w:t>587.6846</w:t>
      </w:r>
      <w:r>
        <w:tab/>
        <w:t>2.025e0</w:t>
      </w:r>
    </w:p>
    <w:p w:rsidR="00B65DC9" w:rsidRDefault="00B65DC9" w:rsidP="00B65DC9">
      <w:r>
        <w:t>587.7103</w:t>
      </w:r>
      <w:r>
        <w:tab/>
        <w:t>1.013e0</w:t>
      </w:r>
    </w:p>
    <w:p w:rsidR="00B65DC9" w:rsidRDefault="00B65DC9" w:rsidP="00B65DC9">
      <w:r>
        <w:t>587.7148</w:t>
      </w:r>
      <w:r>
        <w:tab/>
        <w:t>1.266e-2</w:t>
      </w:r>
    </w:p>
    <w:p w:rsidR="00B65DC9" w:rsidRDefault="00B65DC9" w:rsidP="00B65DC9">
      <w:r>
        <w:t>587.7250</w:t>
      </w:r>
      <w:r>
        <w:tab/>
        <w:t>1.025e0</w:t>
      </w:r>
    </w:p>
    <w:p w:rsidR="00B65DC9" w:rsidRDefault="00B65DC9" w:rsidP="00B65DC9">
      <w:r>
        <w:t>587.7495</w:t>
      </w:r>
      <w:r>
        <w:tab/>
        <w:t>2.025e0</w:t>
      </w:r>
    </w:p>
    <w:p w:rsidR="00B65DC9" w:rsidRDefault="00B65DC9" w:rsidP="00B65DC9">
      <w:r>
        <w:t>587.8056</w:t>
      </w:r>
      <w:r>
        <w:tab/>
        <w:t>1.013e0</w:t>
      </w:r>
    </w:p>
    <w:p w:rsidR="00B65DC9" w:rsidRDefault="00B65DC9" w:rsidP="00B65DC9">
      <w:r>
        <w:t>587.8362</w:t>
      </w:r>
      <w:r>
        <w:tab/>
        <w:t>1.013e0</w:t>
      </w:r>
    </w:p>
    <w:p w:rsidR="00B65DC9" w:rsidRDefault="00B65DC9" w:rsidP="00B65DC9">
      <w:r>
        <w:t>587.8526</w:t>
      </w:r>
      <w:r>
        <w:tab/>
        <w:t>1.013e0</w:t>
      </w:r>
    </w:p>
    <w:p w:rsidR="00B65DC9" w:rsidRDefault="00B65DC9" w:rsidP="00B65DC9">
      <w:r>
        <w:t>587.8864</w:t>
      </w:r>
      <w:r>
        <w:tab/>
        <w:t>1.013e0</w:t>
      </w:r>
    </w:p>
    <w:p w:rsidR="00B65DC9" w:rsidRDefault="00B65DC9" w:rsidP="00B65DC9">
      <w:r>
        <w:t>587.8997</w:t>
      </w:r>
      <w:r>
        <w:tab/>
        <w:t>3.038e0</w:t>
      </w:r>
    </w:p>
    <w:p w:rsidR="00B65DC9" w:rsidRDefault="00B65DC9" w:rsidP="00B65DC9">
      <w:r>
        <w:t>587.9375</w:t>
      </w:r>
      <w:r>
        <w:tab/>
        <w:t>1.013e0</w:t>
      </w:r>
    </w:p>
    <w:p w:rsidR="00B65DC9" w:rsidRDefault="00B65DC9" w:rsidP="00B65DC9">
      <w:r>
        <w:t>587.9466</w:t>
      </w:r>
      <w:r>
        <w:tab/>
        <w:t>1.025e0</w:t>
      </w:r>
    </w:p>
    <w:p w:rsidR="00B65DC9" w:rsidRDefault="00B65DC9" w:rsidP="00B65DC9">
      <w:r>
        <w:lastRenderedPageBreak/>
        <w:t>587.9570</w:t>
      </w:r>
      <w:r>
        <w:tab/>
        <w:t>2.025e0</w:t>
      </w:r>
    </w:p>
    <w:p w:rsidR="00B65DC9" w:rsidRDefault="00B65DC9" w:rsidP="00B65DC9">
      <w:r>
        <w:t>587.9670</w:t>
      </w:r>
      <w:r>
        <w:tab/>
        <w:t>1.266e-2</w:t>
      </w:r>
    </w:p>
    <w:p w:rsidR="00B65DC9" w:rsidRDefault="00B65DC9" w:rsidP="00B65DC9">
      <w:r>
        <w:t>587.9951</w:t>
      </w:r>
      <w:r>
        <w:tab/>
        <w:t>1.266e-2</w:t>
      </w:r>
    </w:p>
    <w:p w:rsidR="00B65DC9" w:rsidRDefault="00B65DC9" w:rsidP="00B65DC9">
      <w:r>
        <w:t>588.0276</w:t>
      </w:r>
      <w:r>
        <w:tab/>
        <w:t>1.266e-2</w:t>
      </w:r>
    </w:p>
    <w:p w:rsidR="00B65DC9" w:rsidRDefault="00B65DC9" w:rsidP="00B65DC9">
      <w:r>
        <w:t>588.0788</w:t>
      </w:r>
      <w:r>
        <w:tab/>
        <w:t>1.013e0</w:t>
      </w:r>
    </w:p>
    <w:p w:rsidR="00B65DC9" w:rsidRDefault="00B65DC9" w:rsidP="00B65DC9">
      <w:r>
        <w:t>588.1083</w:t>
      </w:r>
      <w:r>
        <w:tab/>
        <w:t>1.013e0</w:t>
      </w:r>
    </w:p>
    <w:p w:rsidR="00B65DC9" w:rsidRDefault="00B65DC9" w:rsidP="00B65DC9">
      <w:r>
        <w:t>588.1377</w:t>
      </w:r>
      <w:r>
        <w:tab/>
        <w:t>1.266e-2</w:t>
      </w:r>
    </w:p>
    <w:p w:rsidR="00B65DC9" w:rsidRDefault="00B65DC9" w:rsidP="00B65DC9">
      <w:r>
        <w:t>588.1387</w:t>
      </w:r>
      <w:r>
        <w:tab/>
        <w:t>3.038e0</w:t>
      </w:r>
    </w:p>
    <w:p w:rsidR="00B65DC9" w:rsidRDefault="00B65DC9" w:rsidP="00B65DC9">
      <w:r>
        <w:t>588.1992</w:t>
      </w:r>
      <w:r>
        <w:tab/>
        <w:t>1.266e-2</w:t>
      </w:r>
    </w:p>
    <w:p w:rsidR="00B65DC9" w:rsidRDefault="00B65DC9" w:rsidP="00B65DC9">
      <w:r>
        <w:t>588.2504</w:t>
      </w:r>
      <w:r>
        <w:tab/>
        <w:t>1.266e-2</w:t>
      </w:r>
    </w:p>
    <w:p w:rsidR="00B65DC9" w:rsidRDefault="00B65DC9" w:rsidP="00B65DC9">
      <w:r>
        <w:t>588.2597</w:t>
      </w:r>
      <w:r>
        <w:tab/>
        <w:t>1.013e0</w:t>
      </w:r>
    </w:p>
    <w:p w:rsidR="00B65DC9" w:rsidRDefault="00B65DC9" w:rsidP="00B65DC9">
      <w:r>
        <w:t>588.2983</w:t>
      </w:r>
      <w:r>
        <w:tab/>
        <w:t>1.266e-2</w:t>
      </w:r>
    </w:p>
    <w:p w:rsidR="00B65DC9" w:rsidRDefault="00B65DC9" w:rsidP="00B65DC9">
      <w:r>
        <w:t>588.3165</w:t>
      </w:r>
      <w:r>
        <w:tab/>
        <w:t>1.266e-2</w:t>
      </w:r>
    </w:p>
    <w:p w:rsidR="00B65DC9" w:rsidRDefault="00B65DC9" w:rsidP="00B65DC9">
      <w:r>
        <w:t>588.3203</w:t>
      </w:r>
      <w:r>
        <w:tab/>
        <w:t>3.038e0</w:t>
      </w:r>
    </w:p>
    <w:p w:rsidR="00B65DC9" w:rsidRDefault="00B65DC9" w:rsidP="00B65DC9">
      <w:r>
        <w:t>588.3541</w:t>
      </w:r>
      <w:r>
        <w:tab/>
        <w:t>1.013e0</w:t>
      </w:r>
    </w:p>
    <w:p w:rsidR="00B65DC9" w:rsidRDefault="00B65DC9" w:rsidP="00B65DC9">
      <w:r>
        <w:t>588.4010</w:t>
      </w:r>
      <w:r>
        <w:tab/>
        <w:t>1.013e0</w:t>
      </w:r>
    </w:p>
    <w:p w:rsidR="00B65DC9" w:rsidRDefault="00B65DC9" w:rsidP="00B65DC9">
      <w:r>
        <w:t>588.4722</w:t>
      </w:r>
      <w:r>
        <w:tab/>
        <w:t>2.025e0</w:t>
      </w:r>
    </w:p>
    <w:p w:rsidR="00B65DC9" w:rsidRDefault="00B65DC9" w:rsidP="00B65DC9">
      <w:r>
        <w:t>588.4919</w:t>
      </w:r>
      <w:r>
        <w:tab/>
        <w:t>1.013e0</w:t>
      </w:r>
    </w:p>
    <w:p w:rsidR="00B65DC9" w:rsidRDefault="00B65DC9" w:rsidP="00B65DC9">
      <w:r>
        <w:t>588.5121</w:t>
      </w:r>
      <w:r>
        <w:tab/>
        <w:t>1.013e0</w:t>
      </w:r>
    </w:p>
    <w:p w:rsidR="00B65DC9" w:rsidRDefault="00B65DC9" w:rsidP="00B65DC9">
      <w:r>
        <w:lastRenderedPageBreak/>
        <w:t>588.5424</w:t>
      </w:r>
      <w:r>
        <w:tab/>
        <w:t>1.013e0</w:t>
      </w:r>
    </w:p>
    <w:p w:rsidR="00B65DC9" w:rsidRDefault="00B65DC9" w:rsidP="00B65DC9">
      <w:r>
        <w:t>588.5510</w:t>
      </w:r>
      <w:r>
        <w:tab/>
        <w:t>3.038e0</w:t>
      </w:r>
    </w:p>
    <w:p w:rsidR="00B65DC9" w:rsidRDefault="00B65DC9" w:rsidP="00B65DC9">
      <w:r>
        <w:t>588.7949</w:t>
      </w:r>
      <w:r>
        <w:tab/>
        <w:t>1.013e0</w:t>
      </w:r>
    </w:p>
    <w:p w:rsidR="00B65DC9" w:rsidRDefault="00B65DC9" w:rsidP="00B65DC9">
      <w:r>
        <w:t>588.7996</w:t>
      </w:r>
      <w:r>
        <w:tab/>
        <w:t>1.013e0</w:t>
      </w:r>
    </w:p>
    <w:p w:rsidR="00B65DC9" w:rsidRDefault="00B65DC9" w:rsidP="00B65DC9">
      <w:r>
        <w:t>588.8745</w:t>
      </w:r>
      <w:r>
        <w:tab/>
        <w:t>5.063e0</w:t>
      </w:r>
    </w:p>
    <w:p w:rsidR="00B65DC9" w:rsidRDefault="00B65DC9" w:rsidP="00B65DC9">
      <w:r>
        <w:t>589.0273</w:t>
      </w:r>
      <w:r>
        <w:tab/>
        <w:t>1.013e0</w:t>
      </w:r>
    </w:p>
    <w:p w:rsidR="00B65DC9" w:rsidRDefault="00B65DC9" w:rsidP="00B65DC9">
      <w:r>
        <w:t>589.0316</w:t>
      </w:r>
      <w:r>
        <w:tab/>
        <w:t>1.013e0</w:t>
      </w:r>
    </w:p>
    <w:p w:rsidR="00B65DC9" w:rsidRDefault="00B65DC9" w:rsidP="00B65DC9">
      <w:r>
        <w:t>589.0652</w:t>
      </w:r>
      <w:r>
        <w:tab/>
        <w:t>1.013e0</w:t>
      </w:r>
    </w:p>
    <w:p w:rsidR="00B65DC9" w:rsidRDefault="00B65DC9" w:rsidP="00B65DC9">
      <w:r>
        <w:t>589.0980</w:t>
      </w:r>
      <w:r>
        <w:tab/>
        <w:t>1.266e-2</w:t>
      </w:r>
    </w:p>
    <w:p w:rsidR="00B65DC9" w:rsidRDefault="00B65DC9" w:rsidP="00B65DC9">
      <w:r>
        <w:t>589.1284</w:t>
      </w:r>
      <w:r>
        <w:tab/>
        <w:t>1.013e0</w:t>
      </w:r>
    </w:p>
    <w:p w:rsidR="00B65DC9" w:rsidRDefault="00B65DC9" w:rsidP="00B65DC9">
      <w:r>
        <w:t>589.1688</w:t>
      </w:r>
      <w:r>
        <w:tab/>
        <w:t>1.013e0</w:t>
      </w:r>
    </w:p>
    <w:p w:rsidR="00B65DC9" w:rsidRDefault="00B65DC9" w:rsidP="00B65DC9">
      <w:r>
        <w:t>589.2353</w:t>
      </w:r>
      <w:r>
        <w:tab/>
        <w:t>2.532e-2</w:t>
      </w:r>
    </w:p>
    <w:p w:rsidR="00B65DC9" w:rsidRDefault="00B65DC9" w:rsidP="00B65DC9">
      <w:r>
        <w:t>589.2443</w:t>
      </w:r>
      <w:r>
        <w:tab/>
        <w:t>2.025e0</w:t>
      </w:r>
    </w:p>
    <w:p w:rsidR="00B65DC9" w:rsidRDefault="00B65DC9" w:rsidP="00B65DC9">
      <w:r>
        <w:t>589.2734</w:t>
      </w:r>
      <w:r>
        <w:tab/>
        <w:t>3.038e0</w:t>
      </w:r>
    </w:p>
    <w:p w:rsidR="00B65DC9" w:rsidRDefault="00B65DC9" w:rsidP="00B65DC9">
      <w:r>
        <w:t>589.3162</w:t>
      </w:r>
      <w:r>
        <w:tab/>
        <w:t>3.038e0</w:t>
      </w:r>
    </w:p>
    <w:p w:rsidR="00B65DC9" w:rsidRDefault="00B65DC9" w:rsidP="00B65DC9">
      <w:r>
        <w:t>589.3306</w:t>
      </w:r>
      <w:r>
        <w:tab/>
        <w:t>1.013e0</w:t>
      </w:r>
    </w:p>
    <w:p w:rsidR="00B65DC9" w:rsidRDefault="00B65DC9" w:rsidP="00B65DC9">
      <w:r>
        <w:t>589.4109</w:t>
      </w:r>
      <w:r>
        <w:tab/>
        <w:t>4.051e0</w:t>
      </w:r>
    </w:p>
    <w:p w:rsidR="00B65DC9" w:rsidRDefault="00B65DC9" w:rsidP="00B65DC9">
      <w:r>
        <w:t>589.4304</w:t>
      </w:r>
      <w:r>
        <w:tab/>
        <w:t>2.038e0</w:t>
      </w:r>
    </w:p>
    <w:p w:rsidR="00B65DC9" w:rsidRDefault="00B65DC9" w:rsidP="00B65DC9">
      <w:r>
        <w:t>589.4923</w:t>
      </w:r>
      <w:r>
        <w:tab/>
        <w:t>1.013e0</w:t>
      </w:r>
    </w:p>
    <w:p w:rsidR="00B65DC9" w:rsidRDefault="00B65DC9" w:rsidP="00B65DC9">
      <w:r>
        <w:lastRenderedPageBreak/>
        <w:t>589.5070</w:t>
      </w:r>
      <w:r>
        <w:tab/>
        <w:t>2.025e0</w:t>
      </w:r>
    </w:p>
    <w:p w:rsidR="00B65DC9" w:rsidRDefault="00B65DC9" w:rsidP="00B65DC9">
      <w:r>
        <w:t>589.5109</w:t>
      </w:r>
      <w:r>
        <w:tab/>
        <w:t>1.013e0</w:t>
      </w:r>
    </w:p>
    <w:p w:rsidR="00B65DC9" w:rsidRDefault="00B65DC9" w:rsidP="00B65DC9">
      <w:r>
        <w:t>589.6036</w:t>
      </w:r>
      <w:r>
        <w:tab/>
        <w:t>1.025e0</w:t>
      </w:r>
    </w:p>
    <w:p w:rsidR="00B65DC9" w:rsidRDefault="00B65DC9" w:rsidP="00B65DC9">
      <w:r>
        <w:t>589.6643</w:t>
      </w:r>
      <w:r>
        <w:tab/>
        <w:t>1.013e0</w:t>
      </w:r>
    </w:p>
    <w:p w:rsidR="00B65DC9" w:rsidRDefault="00B65DC9" w:rsidP="00B65DC9">
      <w:r>
        <w:t>589.7156</w:t>
      </w:r>
      <w:r>
        <w:tab/>
        <w:t>1.266e-2</w:t>
      </w:r>
    </w:p>
    <w:p w:rsidR="00B65DC9" w:rsidRDefault="00B65DC9" w:rsidP="00B65DC9">
      <w:r>
        <w:t>589.7977</w:t>
      </w:r>
      <w:r>
        <w:tab/>
        <w:t>4.076e0</w:t>
      </w:r>
    </w:p>
    <w:p w:rsidR="00B65DC9" w:rsidRDefault="00B65DC9" w:rsidP="00B65DC9">
      <w:r>
        <w:t>589.8808</w:t>
      </w:r>
      <w:r>
        <w:tab/>
        <w:t>2.532e-2</w:t>
      </w:r>
    </w:p>
    <w:p w:rsidR="00B65DC9" w:rsidRDefault="00B65DC9" w:rsidP="00B65DC9">
      <w:r>
        <w:t>589.9218</w:t>
      </w:r>
      <w:r>
        <w:tab/>
        <w:t>1.013e0</w:t>
      </w:r>
    </w:p>
    <w:p w:rsidR="00B65DC9" w:rsidRDefault="00B65DC9" w:rsidP="00B65DC9">
      <w:r>
        <w:t>589.9274</w:t>
      </w:r>
      <w:r>
        <w:tab/>
        <w:t>2.193e0</w:t>
      </w:r>
    </w:p>
    <w:p w:rsidR="00B65DC9" w:rsidRDefault="00B65DC9" w:rsidP="00B65DC9">
      <w:r>
        <w:t>589.9476</w:t>
      </w:r>
      <w:r>
        <w:tab/>
        <w:t>1.013e0</w:t>
      </w:r>
    </w:p>
    <w:p w:rsidR="00B65DC9" w:rsidRDefault="00B65DC9" w:rsidP="00B65DC9">
      <w:r>
        <w:t>590.0826</w:t>
      </w:r>
      <w:r>
        <w:tab/>
        <w:t>1.013e0</w:t>
      </w:r>
    </w:p>
    <w:p w:rsidR="00B65DC9" w:rsidRDefault="00B65DC9" w:rsidP="00B65DC9">
      <w:r>
        <w:t>590.0997</w:t>
      </w:r>
      <w:r>
        <w:tab/>
        <w:t>1.266e-2</w:t>
      </w:r>
    </w:p>
    <w:p w:rsidR="00B65DC9" w:rsidRDefault="00B65DC9" w:rsidP="00B65DC9">
      <w:r>
        <w:t>590.1538</w:t>
      </w:r>
      <w:r>
        <w:tab/>
        <w:t>1.013e0</w:t>
      </w:r>
    </w:p>
    <w:p w:rsidR="00B65DC9" w:rsidRDefault="00B65DC9" w:rsidP="00B65DC9">
      <w:r>
        <w:t>590.1882</w:t>
      </w:r>
      <w:r>
        <w:tab/>
        <w:t>1.013e0</w:t>
      </w:r>
    </w:p>
    <w:p w:rsidR="00B65DC9" w:rsidRDefault="00B65DC9" w:rsidP="00B65DC9">
      <w:r>
        <w:t>590.2779</w:t>
      </w:r>
      <w:r>
        <w:tab/>
        <w:t>4.051e0</w:t>
      </w:r>
    </w:p>
    <w:p w:rsidR="00B65DC9" w:rsidRDefault="00B65DC9" w:rsidP="00B65DC9">
      <w:r>
        <w:t>590.2961</w:t>
      </w:r>
      <w:r>
        <w:tab/>
        <w:t>1.013e0</w:t>
      </w:r>
    </w:p>
    <w:p w:rsidR="00B65DC9" w:rsidRDefault="00B65DC9" w:rsidP="00B65DC9">
      <w:r>
        <w:t>590.3019</w:t>
      </w:r>
      <w:r>
        <w:tab/>
        <w:t>1.013e0</w:t>
      </w:r>
    </w:p>
    <w:p w:rsidR="00B65DC9" w:rsidRDefault="00B65DC9" w:rsidP="00B65DC9">
      <w:r>
        <w:t>590.3331</w:t>
      </w:r>
      <w:r>
        <w:tab/>
        <w:t>2.038e0</w:t>
      </w:r>
    </w:p>
    <w:p w:rsidR="00B65DC9" w:rsidRDefault="00B65DC9" w:rsidP="00B65DC9">
      <w:r>
        <w:t>590.3627</w:t>
      </w:r>
      <w:r>
        <w:tab/>
        <w:t>2.532e-2</w:t>
      </w:r>
    </w:p>
    <w:p w:rsidR="00B65DC9" w:rsidRDefault="00B65DC9" w:rsidP="00B65DC9">
      <w:r>
        <w:lastRenderedPageBreak/>
        <w:t>590.3947</w:t>
      </w:r>
      <w:r>
        <w:tab/>
        <w:t>5.063e0</w:t>
      </w:r>
    </w:p>
    <w:p w:rsidR="00B65DC9" w:rsidRDefault="00B65DC9" w:rsidP="00B65DC9">
      <w:r>
        <w:t>590.4000</w:t>
      </w:r>
      <w:r>
        <w:tab/>
        <w:t>1.051e0</w:t>
      </w:r>
    </w:p>
    <w:p w:rsidR="00B65DC9" w:rsidRDefault="00B65DC9" w:rsidP="00B65DC9">
      <w:r>
        <w:t>590.4344</w:t>
      </w:r>
      <w:r>
        <w:tab/>
        <w:t>1.013e0</w:t>
      </w:r>
    </w:p>
    <w:p w:rsidR="00B65DC9" w:rsidRDefault="00B65DC9" w:rsidP="00B65DC9">
      <w:r>
        <w:t>590.4647</w:t>
      </w:r>
      <w:r>
        <w:tab/>
        <w:t>3.038e0</w:t>
      </w:r>
    </w:p>
    <w:p w:rsidR="00B65DC9" w:rsidRDefault="00B65DC9" w:rsidP="00B65DC9">
      <w:r>
        <w:t>590.4750</w:t>
      </w:r>
      <w:r>
        <w:tab/>
        <w:t>1.266e-2</w:t>
      </w:r>
    </w:p>
    <w:p w:rsidR="00B65DC9" w:rsidRDefault="00B65DC9" w:rsidP="00B65DC9">
      <w:r>
        <w:t>590.5349</w:t>
      </w:r>
      <w:r>
        <w:tab/>
        <w:t>1.266e-2</w:t>
      </w:r>
    </w:p>
    <w:p w:rsidR="00B65DC9" w:rsidRDefault="00B65DC9" w:rsidP="00B65DC9">
      <w:r>
        <w:t>590.6464</w:t>
      </w:r>
      <w:r>
        <w:tab/>
        <w:t>1.013e0</w:t>
      </w:r>
    </w:p>
    <w:p w:rsidR="00B65DC9" w:rsidRDefault="00B65DC9" w:rsidP="00B65DC9">
      <w:r>
        <w:t>590.6887</w:t>
      </w:r>
      <w:r>
        <w:tab/>
        <w:t>1.266e-2</w:t>
      </w:r>
    </w:p>
    <w:p w:rsidR="00B65DC9" w:rsidRDefault="00B65DC9" w:rsidP="00B65DC9">
      <w:r>
        <w:t>590.8320</w:t>
      </w:r>
      <w:r>
        <w:tab/>
        <w:t>1.013e0</w:t>
      </w:r>
    </w:p>
    <w:p w:rsidR="00B65DC9" w:rsidRDefault="00B65DC9" w:rsidP="00B65DC9">
      <w:r>
        <w:t>590.8997</w:t>
      </w:r>
      <w:r>
        <w:tab/>
        <w:t>1.013e0</w:t>
      </w:r>
    </w:p>
    <w:p w:rsidR="00B65DC9" w:rsidRDefault="00B65DC9" w:rsidP="00B65DC9">
      <w:r>
        <w:t>590.9736</w:t>
      </w:r>
      <w:r>
        <w:tab/>
        <w:t>2.025e0</w:t>
      </w:r>
    </w:p>
    <w:p w:rsidR="00B65DC9" w:rsidRDefault="00B65DC9" w:rsidP="00B65DC9">
      <w:r>
        <w:t>591.0010</w:t>
      </w:r>
      <w:r>
        <w:tab/>
        <w:t>1.266e-2</w:t>
      </w:r>
    </w:p>
    <w:p w:rsidR="00B65DC9" w:rsidRDefault="00B65DC9" w:rsidP="00B65DC9">
      <w:r>
        <w:t>591.0726</w:t>
      </w:r>
      <w:r>
        <w:tab/>
        <w:t>2.025e0</w:t>
      </w:r>
    </w:p>
    <w:p w:rsidR="00B65DC9" w:rsidRDefault="00B65DC9" w:rsidP="00B65DC9">
      <w:r>
        <w:t>591.0976</w:t>
      </w:r>
      <w:r>
        <w:tab/>
        <w:t>2.025e0</w:t>
      </w:r>
    </w:p>
    <w:p w:rsidR="00B65DC9" w:rsidRDefault="00B65DC9" w:rsidP="00B65DC9">
      <w:r>
        <w:t>591.1227</w:t>
      </w:r>
      <w:r>
        <w:tab/>
        <w:t>1.013e0</w:t>
      </w:r>
    </w:p>
    <w:p w:rsidR="00B65DC9" w:rsidRDefault="00B65DC9" w:rsidP="00B65DC9">
      <w:r>
        <w:t>591.1591</w:t>
      </w:r>
      <w:r>
        <w:tab/>
        <w:t>3.038e0</w:t>
      </w:r>
    </w:p>
    <w:p w:rsidR="00B65DC9" w:rsidRDefault="00B65DC9" w:rsidP="00B65DC9">
      <w:r>
        <w:t>591.1836</w:t>
      </w:r>
      <w:r>
        <w:tab/>
        <w:t>1.013e0</w:t>
      </w:r>
    </w:p>
    <w:p w:rsidR="00B65DC9" w:rsidRDefault="00B65DC9" w:rsidP="00B65DC9">
      <w:r>
        <w:t>591.2037</w:t>
      </w:r>
      <w:r>
        <w:tab/>
        <w:t>1.013e0</w:t>
      </w:r>
    </w:p>
    <w:p w:rsidR="00B65DC9" w:rsidRDefault="00B65DC9" w:rsidP="00B65DC9">
      <w:r>
        <w:t>591.2647</w:t>
      </w:r>
      <w:r>
        <w:tab/>
        <w:t>1.013e0</w:t>
      </w:r>
    </w:p>
    <w:p w:rsidR="00B65DC9" w:rsidRDefault="00B65DC9" w:rsidP="00B65DC9">
      <w:r>
        <w:lastRenderedPageBreak/>
        <w:t>591.2766</w:t>
      </w:r>
      <w:r>
        <w:tab/>
        <w:t>4.051e0</w:t>
      </w:r>
    </w:p>
    <w:p w:rsidR="00B65DC9" w:rsidRDefault="00B65DC9" w:rsidP="00B65DC9">
      <w:r>
        <w:t>591.3002</w:t>
      </w:r>
      <w:r>
        <w:tab/>
        <w:t>2.025e0</w:t>
      </w:r>
    </w:p>
    <w:p w:rsidR="00B65DC9" w:rsidRDefault="00B65DC9" w:rsidP="00B65DC9">
      <w:r>
        <w:t>591.3823</w:t>
      </w:r>
      <w:r>
        <w:tab/>
        <w:t>1.013e0</w:t>
      </w:r>
    </w:p>
    <w:p w:rsidR="00B65DC9" w:rsidRDefault="00B65DC9" w:rsidP="00B65DC9">
      <w:r>
        <w:t>591.4031</w:t>
      </w:r>
      <w:r>
        <w:tab/>
        <w:t>4.051e0</w:t>
      </w:r>
    </w:p>
    <w:p w:rsidR="00B65DC9" w:rsidRDefault="00B65DC9" w:rsidP="00B65DC9">
      <w:r>
        <w:t>591.4153</w:t>
      </w:r>
      <w:r>
        <w:tab/>
        <w:t>3.798e-2</w:t>
      </w:r>
    </w:p>
    <w:p w:rsidR="00B65DC9" w:rsidRDefault="00B65DC9" w:rsidP="00B65DC9">
      <w:r>
        <w:t>591.4240</w:t>
      </w:r>
      <w:r>
        <w:tab/>
        <w:t>2.025e0</w:t>
      </w:r>
    </w:p>
    <w:p w:rsidR="00B65DC9" w:rsidRDefault="00B65DC9" w:rsidP="00B65DC9">
      <w:r>
        <w:t>591.5292</w:t>
      </w:r>
      <w:r>
        <w:tab/>
        <w:t>1.013e0</w:t>
      </w:r>
    </w:p>
    <w:p w:rsidR="00B65DC9" w:rsidRDefault="00B65DC9" w:rsidP="00B65DC9">
      <w:r>
        <w:t>591.5333</w:t>
      </w:r>
      <w:r>
        <w:tab/>
        <w:t>4.051e0</w:t>
      </w:r>
    </w:p>
    <w:p w:rsidR="00B65DC9" w:rsidRDefault="00B65DC9" w:rsidP="00B65DC9">
      <w:r>
        <w:t>591.6144</w:t>
      </w:r>
      <w:r>
        <w:tab/>
        <w:t>3.038e0</w:t>
      </w:r>
    </w:p>
    <w:p w:rsidR="00B65DC9" w:rsidRDefault="00B65DC9" w:rsidP="00B65DC9">
      <w:r>
        <w:t>591.7111</w:t>
      </w:r>
      <w:r>
        <w:tab/>
        <w:t>1.013e0</w:t>
      </w:r>
    </w:p>
    <w:p w:rsidR="00B65DC9" w:rsidRDefault="00B65DC9" w:rsidP="00B65DC9">
      <w:r>
        <w:t>591.8434</w:t>
      </w:r>
      <w:r>
        <w:tab/>
        <w:t>2.532e-2</w:t>
      </w:r>
    </w:p>
    <w:p w:rsidR="00B65DC9" w:rsidRDefault="00B65DC9" w:rsidP="00B65DC9">
      <w:r>
        <w:t>591.9141</w:t>
      </w:r>
      <w:r>
        <w:tab/>
        <w:t>1.266e-2</w:t>
      </w:r>
    </w:p>
    <w:p w:rsidR="00B65DC9" w:rsidRDefault="00B65DC9" w:rsidP="00B65DC9">
      <w:r>
        <w:t>591.9379</w:t>
      </w:r>
      <w:r>
        <w:tab/>
        <w:t>4.051e0</w:t>
      </w:r>
    </w:p>
    <w:p w:rsidR="00B65DC9" w:rsidRDefault="00B65DC9" w:rsidP="00B65DC9">
      <w:r>
        <w:t>591.9547</w:t>
      </w:r>
      <w:r>
        <w:tab/>
        <w:t>1.013e0</w:t>
      </w:r>
    </w:p>
    <w:p w:rsidR="00B65DC9" w:rsidRDefault="00B65DC9" w:rsidP="00B65DC9">
      <w:r>
        <w:t>591.9649</w:t>
      </w:r>
      <w:r>
        <w:tab/>
        <w:t>1.013e0</w:t>
      </w:r>
    </w:p>
    <w:p w:rsidR="00B65DC9" w:rsidRDefault="00B65DC9" w:rsidP="00B65DC9">
      <w:r>
        <w:t>592.0157</w:t>
      </w:r>
      <w:r>
        <w:tab/>
        <w:t>1.013e0</w:t>
      </w:r>
    </w:p>
    <w:p w:rsidR="00B65DC9" w:rsidRDefault="00B65DC9" w:rsidP="00B65DC9">
      <w:r>
        <w:t>592.0231</w:t>
      </w:r>
      <w:r>
        <w:tab/>
        <w:t>1.266e-2</w:t>
      </w:r>
    </w:p>
    <w:p w:rsidR="00B65DC9" w:rsidRDefault="00B65DC9" w:rsidP="00B65DC9">
      <w:r>
        <w:t>592.0607</w:t>
      </w:r>
      <w:r>
        <w:tab/>
        <w:t>1.013e0</w:t>
      </w:r>
    </w:p>
    <w:p w:rsidR="00B65DC9" w:rsidRDefault="00B65DC9" w:rsidP="00B65DC9">
      <w:r>
        <w:t>592.0764</w:t>
      </w:r>
      <w:r>
        <w:tab/>
        <w:t>1.013e0</w:t>
      </w:r>
    </w:p>
    <w:p w:rsidR="00B65DC9" w:rsidRDefault="00B65DC9" w:rsidP="00B65DC9">
      <w:r>
        <w:lastRenderedPageBreak/>
        <w:t>592.0805</w:t>
      </w:r>
      <w:r>
        <w:tab/>
        <w:t>2.025e0</w:t>
      </w:r>
    </w:p>
    <w:p w:rsidR="00B65DC9" w:rsidRDefault="00B65DC9" w:rsidP="00B65DC9">
      <w:r>
        <w:t>592.0969</w:t>
      </w:r>
      <w:r>
        <w:tab/>
        <w:t>1.025e0</w:t>
      </w:r>
    </w:p>
    <w:p w:rsidR="00B65DC9" w:rsidRDefault="00B65DC9" w:rsidP="00B65DC9">
      <w:r>
        <w:t>592.1199</w:t>
      </w:r>
      <w:r>
        <w:tab/>
        <w:t>3.038e0</w:t>
      </w:r>
    </w:p>
    <w:p w:rsidR="00B65DC9" w:rsidRDefault="00B65DC9" w:rsidP="00B65DC9">
      <w:r>
        <w:t>592.1680</w:t>
      </w:r>
      <w:r>
        <w:tab/>
        <w:t>1.013e0</w:t>
      </w:r>
    </w:p>
    <w:p w:rsidR="00B65DC9" w:rsidRDefault="00B65DC9" w:rsidP="00B65DC9">
      <w:r>
        <w:t>592.1782</w:t>
      </w:r>
      <w:r>
        <w:tab/>
        <w:t>1.013e0</w:t>
      </w:r>
    </w:p>
    <w:p w:rsidR="00B65DC9" w:rsidRDefault="00B65DC9" w:rsidP="00B65DC9">
      <w:r>
        <w:t>592.2209</w:t>
      </w:r>
      <w:r>
        <w:tab/>
        <w:t>2.025e0</w:t>
      </w:r>
    </w:p>
    <w:p w:rsidR="00B65DC9" w:rsidRDefault="00B65DC9" w:rsidP="00B65DC9">
      <w:r>
        <w:t>592.2278</w:t>
      </w:r>
      <w:r>
        <w:tab/>
        <w:t>2.025e0</w:t>
      </w:r>
    </w:p>
    <w:p w:rsidR="00B65DC9" w:rsidRDefault="00B65DC9" w:rsidP="00B65DC9">
      <w:r>
        <w:t>592.2327</w:t>
      </w:r>
      <w:r>
        <w:tab/>
        <w:t>2.041e0</w:t>
      </w:r>
    </w:p>
    <w:p w:rsidR="00B65DC9" w:rsidRDefault="00B65DC9" w:rsidP="00B65DC9">
      <w:r>
        <w:t>592.2853</w:t>
      </w:r>
      <w:r>
        <w:tab/>
        <w:t>3.038e0</w:t>
      </w:r>
    </w:p>
    <w:p w:rsidR="00B65DC9" w:rsidRDefault="00B65DC9" w:rsidP="00B65DC9">
      <w:r>
        <w:t>592.2892</w:t>
      </w:r>
      <w:r>
        <w:tab/>
        <w:t>3.038e0</w:t>
      </w:r>
    </w:p>
    <w:p w:rsidR="00B65DC9" w:rsidRDefault="00B65DC9" w:rsidP="00B65DC9">
      <w:r>
        <w:t>592.3427</w:t>
      </w:r>
      <w:r>
        <w:tab/>
        <w:t>3.038e0</w:t>
      </w:r>
    </w:p>
    <w:p w:rsidR="00B65DC9" w:rsidRDefault="00B65DC9" w:rsidP="00B65DC9">
      <w:r>
        <w:t>592.3527</w:t>
      </w:r>
      <w:r>
        <w:tab/>
        <w:t>2.025e0</w:t>
      </w:r>
    </w:p>
    <w:p w:rsidR="00B65DC9" w:rsidRDefault="00B65DC9" w:rsidP="00B65DC9">
      <w:r>
        <w:t>592.3766</w:t>
      </w:r>
      <w:r>
        <w:tab/>
        <w:t>6.076e0</w:t>
      </w:r>
    </w:p>
    <w:p w:rsidR="00B65DC9" w:rsidRDefault="00B65DC9" w:rsidP="00B65DC9">
      <w:r>
        <w:t>592.3864</w:t>
      </w:r>
      <w:r>
        <w:tab/>
        <w:t>5.063e0</w:t>
      </w:r>
    </w:p>
    <w:p w:rsidR="00B65DC9" w:rsidRDefault="00B65DC9" w:rsidP="00B65DC9">
      <w:r>
        <w:t>592.5587</w:t>
      </w:r>
      <w:r>
        <w:tab/>
        <w:t>4.051e0</w:t>
      </w:r>
    </w:p>
    <w:p w:rsidR="00B65DC9" w:rsidRDefault="00B65DC9" w:rsidP="00B65DC9">
      <w:r>
        <w:t>592.5717</w:t>
      </w:r>
      <w:r>
        <w:tab/>
        <w:t>2.025e0</w:t>
      </w:r>
    </w:p>
    <w:p w:rsidR="00B65DC9" w:rsidRDefault="00B65DC9" w:rsidP="00B65DC9">
      <w:r>
        <w:t>592.6049</w:t>
      </w:r>
      <w:r>
        <w:tab/>
        <w:t>1.266e-2</w:t>
      </w:r>
    </w:p>
    <w:p w:rsidR="00B65DC9" w:rsidRDefault="00B65DC9" w:rsidP="00B65DC9">
      <w:r>
        <w:t>592.6151</w:t>
      </w:r>
      <w:r>
        <w:tab/>
        <w:t>1.266e-2</w:t>
      </w:r>
    </w:p>
    <w:p w:rsidR="00B65DC9" w:rsidRDefault="00B65DC9" w:rsidP="00B65DC9">
      <w:r>
        <w:t>592.7279</w:t>
      </w:r>
      <w:r>
        <w:tab/>
        <w:t>2.025e0</w:t>
      </w:r>
    </w:p>
    <w:p w:rsidR="00B65DC9" w:rsidRDefault="00B65DC9" w:rsidP="00B65DC9">
      <w:r>
        <w:lastRenderedPageBreak/>
        <w:t>592.7901</w:t>
      </w:r>
      <w:r>
        <w:tab/>
        <w:t>1.013e0</w:t>
      </w:r>
    </w:p>
    <w:p w:rsidR="00B65DC9" w:rsidRDefault="00B65DC9" w:rsidP="00B65DC9">
      <w:r>
        <w:t>592.8289</w:t>
      </w:r>
      <w:r>
        <w:tab/>
        <w:t>1.025e0</w:t>
      </w:r>
    </w:p>
    <w:p w:rsidR="00B65DC9" w:rsidRDefault="00B65DC9" w:rsidP="00B65DC9">
      <w:r>
        <w:t>592.8387</w:t>
      </w:r>
      <w:r>
        <w:tab/>
        <w:t>1.266e-2</w:t>
      </w:r>
    </w:p>
    <w:p w:rsidR="00B65DC9" w:rsidRDefault="00B65DC9" w:rsidP="00B65DC9">
      <w:r>
        <w:t>592.8958</w:t>
      </w:r>
      <w:r>
        <w:tab/>
        <w:t>1.013e0</w:t>
      </w:r>
    </w:p>
    <w:p w:rsidR="00B65DC9" w:rsidRDefault="00B65DC9" w:rsidP="00B65DC9">
      <w:r>
        <w:t>592.9310</w:t>
      </w:r>
      <w:r>
        <w:tab/>
        <w:t>1.013e0</w:t>
      </w:r>
    </w:p>
    <w:p w:rsidR="00B65DC9" w:rsidRDefault="00B65DC9" w:rsidP="00B65DC9">
      <w:r>
        <w:t>592.9670</w:t>
      </w:r>
      <w:r>
        <w:tab/>
        <w:t>1.013e0</w:t>
      </w:r>
    </w:p>
    <w:p w:rsidR="00B65DC9" w:rsidRDefault="00B65DC9" w:rsidP="00B65DC9">
      <w:r>
        <w:t>593.0570</w:t>
      </w:r>
      <w:r>
        <w:tab/>
        <w:t>2.025e0</w:t>
      </w:r>
    </w:p>
    <w:p w:rsidR="00B65DC9" w:rsidRDefault="00B65DC9" w:rsidP="00B65DC9">
      <w:r>
        <w:t>593.0624</w:t>
      </w:r>
      <w:r>
        <w:tab/>
        <w:t>1.013e0</w:t>
      </w:r>
    </w:p>
    <w:p w:rsidR="00B65DC9" w:rsidRDefault="00B65DC9" w:rsidP="00B65DC9">
      <w:r>
        <w:t>593.1140</w:t>
      </w:r>
      <w:r>
        <w:tab/>
        <w:t>2.025e0</w:t>
      </w:r>
    </w:p>
    <w:p w:rsidR="00B65DC9" w:rsidRDefault="00B65DC9" w:rsidP="00B65DC9">
      <w:r>
        <w:t>593.1234</w:t>
      </w:r>
      <w:r>
        <w:tab/>
        <w:t>1.013e0</w:t>
      </w:r>
    </w:p>
    <w:p w:rsidR="00B65DC9" w:rsidRDefault="00B65DC9" w:rsidP="00B65DC9">
      <w:r>
        <w:t>593.1426</w:t>
      </w:r>
      <w:r>
        <w:tab/>
        <w:t>2.025e0</w:t>
      </w:r>
    </w:p>
    <w:p w:rsidR="00B65DC9" w:rsidRDefault="00B65DC9" w:rsidP="00B65DC9">
      <w:r>
        <w:t>593.1844</w:t>
      </w:r>
      <w:r>
        <w:tab/>
        <w:t>1.266e-2</w:t>
      </w:r>
    </w:p>
    <w:p w:rsidR="00B65DC9" w:rsidRDefault="00B65DC9" w:rsidP="00B65DC9">
      <w:r>
        <w:t>593.2465</w:t>
      </w:r>
      <w:r>
        <w:tab/>
        <w:t>2.025e0</w:t>
      </w:r>
    </w:p>
    <w:p w:rsidR="00B65DC9" w:rsidRDefault="00B65DC9" w:rsidP="00B65DC9">
      <w:r>
        <w:t>593.2607</w:t>
      </w:r>
      <w:r>
        <w:tab/>
        <w:t>2.025e0</w:t>
      </w:r>
    </w:p>
    <w:p w:rsidR="00B65DC9" w:rsidRDefault="00B65DC9" w:rsidP="00B65DC9">
      <w:r>
        <w:t>593.3293</w:t>
      </w:r>
      <w:r>
        <w:tab/>
        <w:t>3.798e-2</w:t>
      </w:r>
    </w:p>
    <w:p w:rsidR="00B65DC9" w:rsidRDefault="00B65DC9" w:rsidP="00B65DC9">
      <w:r>
        <w:t>593.3599</w:t>
      </w:r>
      <w:r>
        <w:tab/>
        <w:t>8.114e0</w:t>
      </w:r>
    </w:p>
    <w:p w:rsidR="00B65DC9" w:rsidRDefault="00B65DC9" w:rsidP="00B65DC9">
      <w:r>
        <w:t>593.3636</w:t>
      </w:r>
      <w:r>
        <w:tab/>
        <w:t>1.051e0</w:t>
      </w:r>
    </w:p>
    <w:p w:rsidR="00B65DC9" w:rsidRDefault="00B65DC9" w:rsidP="00B65DC9">
      <w:r>
        <w:t>593.4317</w:t>
      </w:r>
      <w:r>
        <w:tab/>
        <w:t>2.025e0</w:t>
      </w:r>
    </w:p>
    <w:p w:rsidR="00B65DC9" w:rsidRDefault="00B65DC9" w:rsidP="00B65DC9">
      <w:r>
        <w:t>593.4661</w:t>
      </w:r>
      <w:r>
        <w:tab/>
        <w:t>2.025e0</w:t>
      </w:r>
    </w:p>
    <w:p w:rsidR="00B65DC9" w:rsidRDefault="00B65DC9" w:rsidP="00B65DC9">
      <w:r>
        <w:lastRenderedPageBreak/>
        <w:t>593.5998</w:t>
      </w:r>
      <w:r>
        <w:tab/>
        <w:t>2.025e0</w:t>
      </w:r>
    </w:p>
    <w:p w:rsidR="00B65DC9" w:rsidRDefault="00B65DC9" w:rsidP="00B65DC9">
      <w:r>
        <w:t>593.6078</w:t>
      </w:r>
      <w:r>
        <w:tab/>
        <w:t>2.025e0</w:t>
      </w:r>
    </w:p>
    <w:p w:rsidR="00B65DC9" w:rsidRDefault="00B65DC9" w:rsidP="00B65DC9">
      <w:r>
        <w:t>593.6974</w:t>
      </w:r>
      <w:r>
        <w:tab/>
        <w:t>1.013e0</w:t>
      </w:r>
    </w:p>
    <w:p w:rsidR="00B65DC9" w:rsidRDefault="00B65DC9" w:rsidP="00B65DC9">
      <w:r>
        <w:t>593.7755</w:t>
      </w:r>
      <w:r>
        <w:tab/>
        <w:t>1.013e0</w:t>
      </w:r>
    </w:p>
    <w:p w:rsidR="00B65DC9" w:rsidRDefault="00B65DC9" w:rsidP="00B65DC9">
      <w:r>
        <w:t>593.8113</w:t>
      </w:r>
      <w:r>
        <w:tab/>
        <w:t>2.025e0</w:t>
      </w:r>
    </w:p>
    <w:p w:rsidR="00B65DC9" w:rsidRDefault="00B65DC9" w:rsidP="00B65DC9">
      <w:r>
        <w:t>593.8155</w:t>
      </w:r>
      <w:r>
        <w:tab/>
        <w:t>2.025e0</w:t>
      </w:r>
    </w:p>
    <w:p w:rsidR="00B65DC9" w:rsidRDefault="00B65DC9" w:rsidP="00B65DC9">
      <w:r>
        <w:t>593.8860</w:t>
      </w:r>
      <w:r>
        <w:tab/>
        <w:t>2.038e0</w:t>
      </w:r>
    </w:p>
    <w:p w:rsidR="00B65DC9" w:rsidRDefault="00B65DC9" w:rsidP="00B65DC9">
      <w:r>
        <w:t>593.9181</w:t>
      </w:r>
      <w:r>
        <w:tab/>
        <w:t>1.013e0</w:t>
      </w:r>
    </w:p>
    <w:p w:rsidR="00B65DC9" w:rsidRDefault="00B65DC9" w:rsidP="00B65DC9">
      <w:r>
        <w:t>593.9683</w:t>
      </w:r>
      <w:r>
        <w:tab/>
        <w:t>1.013e0</w:t>
      </w:r>
    </w:p>
    <w:p w:rsidR="00B65DC9" w:rsidRDefault="00B65DC9" w:rsidP="00B65DC9">
      <w:r>
        <w:t>593.9785</w:t>
      </w:r>
      <w:r>
        <w:tab/>
        <w:t>1.266e-2</w:t>
      </w:r>
    </w:p>
    <w:p w:rsidR="00B65DC9" w:rsidRDefault="00B65DC9" w:rsidP="00B65DC9">
      <w:r>
        <w:t>594.0576</w:t>
      </w:r>
      <w:r>
        <w:tab/>
        <w:t>2.025e0</w:t>
      </w:r>
    </w:p>
    <w:p w:rsidR="00B65DC9" w:rsidRDefault="00B65DC9" w:rsidP="00B65DC9">
      <w:r>
        <w:t>594.1014</w:t>
      </w:r>
      <w:r>
        <w:tab/>
        <w:t>1.013e0</w:t>
      </w:r>
    </w:p>
    <w:p w:rsidR="00B65DC9" w:rsidRDefault="00B65DC9" w:rsidP="00B65DC9">
      <w:r>
        <w:t>594.1590</w:t>
      </w:r>
      <w:r>
        <w:tab/>
        <w:t>1.013e0</w:t>
      </w:r>
    </w:p>
    <w:p w:rsidR="00B65DC9" w:rsidRDefault="00B65DC9" w:rsidP="00B65DC9">
      <w:r>
        <w:t>594.2122</w:t>
      </w:r>
      <w:r>
        <w:tab/>
        <w:t>1.013e0</w:t>
      </w:r>
    </w:p>
    <w:p w:rsidR="00B65DC9" w:rsidRDefault="00B65DC9" w:rsidP="00B65DC9">
      <w:r>
        <w:t>594.2339</w:t>
      </w:r>
      <w:r>
        <w:tab/>
        <w:t>2.025e0</w:t>
      </w:r>
    </w:p>
    <w:p w:rsidR="00B65DC9" w:rsidRDefault="00B65DC9" w:rsidP="00B65DC9">
      <w:r>
        <w:t>594.2892</w:t>
      </w:r>
      <w:r>
        <w:tab/>
        <w:t>3.038e0</w:t>
      </w:r>
    </w:p>
    <w:p w:rsidR="00B65DC9" w:rsidRDefault="00B65DC9" w:rsidP="00B65DC9">
      <w:r>
        <w:t>594.3404</w:t>
      </w:r>
      <w:r>
        <w:tab/>
        <w:t>2.025e0</w:t>
      </w:r>
    </w:p>
    <w:p w:rsidR="00B65DC9" w:rsidRDefault="00B65DC9" w:rsidP="00B65DC9">
      <w:r>
        <w:t>594.3689</w:t>
      </w:r>
      <w:r>
        <w:tab/>
        <w:t>2.025e0</w:t>
      </w:r>
    </w:p>
    <w:p w:rsidR="00B65DC9" w:rsidRDefault="00B65DC9" w:rsidP="00B65DC9">
      <w:r>
        <w:t>594.3725</w:t>
      </w:r>
      <w:r>
        <w:tab/>
        <w:t>5.063e-2</w:t>
      </w:r>
    </w:p>
    <w:p w:rsidR="00B65DC9" w:rsidRDefault="00B65DC9" w:rsidP="00B65DC9">
      <w:r>
        <w:lastRenderedPageBreak/>
        <w:t>594.3956</w:t>
      </w:r>
      <w:r>
        <w:tab/>
        <w:t>1.025e0</w:t>
      </w:r>
    </w:p>
    <w:p w:rsidR="00B65DC9" w:rsidRDefault="00B65DC9" w:rsidP="00B65DC9">
      <w:r>
        <w:t>594.4051</w:t>
      </w:r>
      <w:r>
        <w:tab/>
        <w:t>2.038e0</w:t>
      </w:r>
    </w:p>
    <w:p w:rsidR="00B65DC9" w:rsidRDefault="00B65DC9" w:rsidP="00B65DC9">
      <w:r>
        <w:t>594.4257</w:t>
      </w:r>
      <w:r>
        <w:tab/>
        <w:t>1.013e0</w:t>
      </w:r>
    </w:p>
    <w:p w:rsidR="00B65DC9" w:rsidRDefault="00B65DC9" w:rsidP="00B65DC9">
      <w:r>
        <w:t>594.4340</w:t>
      </w:r>
      <w:r>
        <w:tab/>
        <w:t>2.025e0</w:t>
      </w:r>
    </w:p>
    <w:p w:rsidR="00B65DC9" w:rsidRDefault="00B65DC9" w:rsidP="00B65DC9">
      <w:r>
        <w:t>594.4675</w:t>
      </w:r>
      <w:r>
        <w:tab/>
        <w:t>1.013e0</w:t>
      </w:r>
    </w:p>
    <w:p w:rsidR="00B65DC9" w:rsidRDefault="00B65DC9" w:rsidP="00B65DC9">
      <w:r>
        <w:t>594.4832</w:t>
      </w:r>
      <w:r>
        <w:tab/>
        <w:t>2.025e0</w:t>
      </w:r>
    </w:p>
    <w:p w:rsidR="00B65DC9" w:rsidRDefault="00B65DC9" w:rsidP="00B65DC9">
      <w:r>
        <w:t>594.4985</w:t>
      </w:r>
      <w:r>
        <w:tab/>
        <w:t>1.013e0</w:t>
      </w:r>
    </w:p>
    <w:p w:rsidR="00B65DC9" w:rsidRDefault="00B65DC9" w:rsidP="00B65DC9">
      <w:r>
        <w:t>594.6416</w:t>
      </w:r>
      <w:r>
        <w:tab/>
        <w:t>1.013e0</w:t>
      </w:r>
    </w:p>
    <w:p w:rsidR="00B65DC9" w:rsidRDefault="00B65DC9" w:rsidP="00B65DC9">
      <w:r>
        <w:t>594.6758</w:t>
      </w:r>
      <w:r>
        <w:tab/>
        <w:t>1.013e0</w:t>
      </w:r>
    </w:p>
    <w:p w:rsidR="00B65DC9" w:rsidRDefault="00B65DC9" w:rsidP="00B65DC9">
      <w:r>
        <w:t>594.6940</w:t>
      </w:r>
      <w:r>
        <w:tab/>
        <w:t>1.013e0</w:t>
      </w:r>
    </w:p>
    <w:p w:rsidR="00B65DC9" w:rsidRDefault="00B65DC9" w:rsidP="00B65DC9">
      <w:r>
        <w:t>594.8550</w:t>
      </w:r>
      <w:r>
        <w:tab/>
        <w:t>1.013e0</w:t>
      </w:r>
    </w:p>
    <w:p w:rsidR="00B65DC9" w:rsidRDefault="00B65DC9" w:rsidP="00B65DC9">
      <w:r>
        <w:t>594.9429</w:t>
      </w:r>
      <w:r>
        <w:tab/>
        <w:t>1.013e0</w:t>
      </w:r>
    </w:p>
    <w:p w:rsidR="00B65DC9" w:rsidRDefault="00B65DC9" w:rsidP="00B65DC9">
      <w:r>
        <w:t>594.9786</w:t>
      </w:r>
      <w:r>
        <w:tab/>
        <w:t>1.013e0</w:t>
      </w:r>
    </w:p>
    <w:p w:rsidR="00B65DC9" w:rsidRDefault="00B65DC9" w:rsidP="00B65DC9">
      <w:r>
        <w:t>595.0104</w:t>
      </w:r>
      <w:r>
        <w:tab/>
        <w:t>2.025e0</w:t>
      </w:r>
    </w:p>
    <w:p w:rsidR="00B65DC9" w:rsidRDefault="00B65DC9" w:rsidP="00B65DC9">
      <w:r>
        <w:t>595.0182</w:t>
      </w:r>
      <w:r>
        <w:tab/>
        <w:t>1.266e-2</w:t>
      </w:r>
    </w:p>
    <w:p w:rsidR="00B65DC9" w:rsidRDefault="00B65DC9" w:rsidP="00B65DC9">
      <w:r>
        <w:t>595.0386</w:t>
      </w:r>
      <w:r>
        <w:tab/>
        <w:t>1.013e0</w:t>
      </w:r>
    </w:p>
    <w:p w:rsidR="00B65DC9" w:rsidRDefault="00B65DC9" w:rsidP="00B65DC9">
      <w:r>
        <w:t>595.0898</w:t>
      </w:r>
      <w:r>
        <w:tab/>
        <w:t>3.038e0</w:t>
      </w:r>
    </w:p>
    <w:p w:rsidR="00B65DC9" w:rsidRDefault="00B65DC9" w:rsidP="00B65DC9">
      <w:r>
        <w:t>595.0999</w:t>
      </w:r>
      <w:r>
        <w:tab/>
        <w:t>1.266e-2</w:t>
      </w:r>
    </w:p>
    <w:p w:rsidR="00B65DC9" w:rsidRDefault="00B65DC9" w:rsidP="00B65DC9">
      <w:r>
        <w:t>595.1638</w:t>
      </w:r>
      <w:r>
        <w:tab/>
        <w:t>2.025e0</w:t>
      </w:r>
    </w:p>
    <w:p w:rsidR="00B65DC9" w:rsidRDefault="00B65DC9" w:rsidP="00B65DC9">
      <w:r>
        <w:lastRenderedPageBreak/>
        <w:t>595.1928</w:t>
      </w:r>
      <w:r>
        <w:tab/>
        <w:t>1.013e0</w:t>
      </w:r>
    </w:p>
    <w:p w:rsidR="00B65DC9" w:rsidRDefault="00B65DC9" w:rsidP="00B65DC9">
      <w:r>
        <w:t>595.2086</w:t>
      </w:r>
      <w:r>
        <w:tab/>
        <w:t>1.013e0</w:t>
      </w:r>
    </w:p>
    <w:p w:rsidR="00B65DC9" w:rsidRDefault="00B65DC9" w:rsidP="00B65DC9">
      <w:r>
        <w:t>595.2632</w:t>
      </w:r>
      <w:r>
        <w:tab/>
        <w:t>1.266e-2</w:t>
      </w:r>
    </w:p>
    <w:p w:rsidR="00B65DC9" w:rsidRDefault="00B65DC9" w:rsidP="00B65DC9">
      <w:r>
        <w:t>595.2805</w:t>
      </w:r>
      <w:r>
        <w:tab/>
        <w:t>1.013e0</w:t>
      </w:r>
    </w:p>
    <w:p w:rsidR="00B65DC9" w:rsidRDefault="00B65DC9" w:rsidP="00B65DC9">
      <w:r>
        <w:t>595.2918</w:t>
      </w:r>
      <w:r>
        <w:tab/>
        <w:t>3.038e0</w:t>
      </w:r>
    </w:p>
    <w:p w:rsidR="00B65DC9" w:rsidRDefault="00B65DC9" w:rsidP="00B65DC9">
      <w:r>
        <w:t>595.3242</w:t>
      </w:r>
      <w:r>
        <w:tab/>
        <w:t>2.025e0</w:t>
      </w:r>
    </w:p>
    <w:p w:rsidR="00B65DC9" w:rsidRDefault="00B65DC9" w:rsidP="00B65DC9">
      <w:r>
        <w:t>595.3456</w:t>
      </w:r>
      <w:r>
        <w:tab/>
        <w:t>1.051e0</w:t>
      </w:r>
    </w:p>
    <w:p w:rsidR="00B65DC9" w:rsidRDefault="00B65DC9" w:rsidP="00B65DC9">
      <w:r>
        <w:t>595.3611</w:t>
      </w:r>
      <w:r>
        <w:tab/>
        <w:t>2.025e0</w:t>
      </w:r>
    </w:p>
    <w:p w:rsidR="00B65DC9" w:rsidRDefault="00B65DC9" w:rsidP="00B65DC9">
      <w:r>
        <w:t>595.4162</w:t>
      </w:r>
      <w:r>
        <w:tab/>
        <w:t>1.266e-2</w:t>
      </w:r>
    </w:p>
    <w:p w:rsidR="00B65DC9" w:rsidRDefault="00B65DC9" w:rsidP="00B65DC9">
      <w:r>
        <w:t>595.4587</w:t>
      </w:r>
      <w:r>
        <w:tab/>
        <w:t>1.013e0</w:t>
      </w:r>
    </w:p>
    <w:p w:rsidR="00B65DC9" w:rsidRDefault="00B65DC9" w:rsidP="00B65DC9">
      <w:r>
        <w:t>595.5829</w:t>
      </w:r>
      <w:r>
        <w:tab/>
        <w:t>1.013e0</w:t>
      </w:r>
    </w:p>
    <w:p w:rsidR="00B65DC9" w:rsidRDefault="00B65DC9" w:rsidP="00B65DC9">
      <w:r>
        <w:t>595.6010</w:t>
      </w:r>
      <w:r>
        <w:tab/>
        <w:t>1.013e0</w:t>
      </w:r>
    </w:p>
    <w:p w:rsidR="00B65DC9" w:rsidRDefault="00B65DC9" w:rsidP="00B65DC9">
      <w:r>
        <w:t>595.6070</w:t>
      </w:r>
      <w:r>
        <w:tab/>
        <w:t>3.038e0</w:t>
      </w:r>
    </w:p>
    <w:p w:rsidR="00B65DC9" w:rsidRDefault="00B65DC9" w:rsidP="00B65DC9">
      <w:r>
        <w:t>595.6204</w:t>
      </w:r>
      <w:r>
        <w:tab/>
        <w:t>1.013e0</w:t>
      </w:r>
    </w:p>
    <w:p w:rsidR="00B65DC9" w:rsidRDefault="00B65DC9" w:rsidP="00B65DC9">
      <w:r>
        <w:t>595.6409</w:t>
      </w:r>
      <w:r>
        <w:tab/>
        <w:t>1.266e-2</w:t>
      </w:r>
    </w:p>
    <w:p w:rsidR="00B65DC9" w:rsidRDefault="00B65DC9" w:rsidP="00B65DC9">
      <w:r>
        <w:t>595.7838</w:t>
      </w:r>
      <w:r>
        <w:tab/>
        <w:t>1.013e0</w:t>
      </w:r>
    </w:p>
    <w:p w:rsidR="00B65DC9" w:rsidRDefault="00B65DC9" w:rsidP="00B65DC9">
      <w:r>
        <w:t>595.8251</w:t>
      </w:r>
      <w:r>
        <w:tab/>
        <w:t>1.025e0</w:t>
      </w:r>
    </w:p>
    <w:p w:rsidR="00B65DC9" w:rsidRDefault="00B65DC9" w:rsidP="00B65DC9">
      <w:r>
        <w:t>595.8331</w:t>
      </w:r>
      <w:r>
        <w:tab/>
        <w:t>3.038e0</w:t>
      </w:r>
    </w:p>
    <w:p w:rsidR="00B65DC9" w:rsidRDefault="00B65DC9" w:rsidP="00B65DC9">
      <w:r>
        <w:t>595.9371</w:t>
      </w:r>
      <w:r>
        <w:tab/>
        <w:t>1.025e0</w:t>
      </w:r>
    </w:p>
    <w:p w:rsidR="00B65DC9" w:rsidRDefault="00B65DC9" w:rsidP="00B65DC9">
      <w:r>
        <w:lastRenderedPageBreak/>
        <w:t>595.9575</w:t>
      </w:r>
      <w:r>
        <w:tab/>
        <w:t>1.013e0</w:t>
      </w:r>
    </w:p>
    <w:p w:rsidR="00B65DC9" w:rsidRDefault="00B65DC9" w:rsidP="00B65DC9">
      <w:r>
        <w:t>595.9922</w:t>
      </w:r>
      <w:r>
        <w:tab/>
        <w:t>3.038e0</w:t>
      </w:r>
    </w:p>
    <w:p w:rsidR="00B65DC9" w:rsidRDefault="00B65DC9" w:rsidP="00B65DC9">
      <w:r>
        <w:t>596.0173</w:t>
      </w:r>
      <w:r>
        <w:tab/>
        <w:t>2.025e0</w:t>
      </w:r>
    </w:p>
    <w:p w:rsidR="00B65DC9" w:rsidRDefault="00B65DC9" w:rsidP="00B65DC9">
      <w:r>
        <w:t>596.0601</w:t>
      </w:r>
      <w:r>
        <w:tab/>
        <w:t>2.025e0</w:t>
      </w:r>
    </w:p>
    <w:p w:rsidR="00B65DC9" w:rsidRDefault="00B65DC9" w:rsidP="00B65DC9">
      <w:r>
        <w:t>596.1116</w:t>
      </w:r>
      <w:r>
        <w:tab/>
        <w:t>1.013e0</w:t>
      </w:r>
    </w:p>
    <w:p w:rsidR="00B65DC9" w:rsidRDefault="00B65DC9" w:rsidP="00B65DC9">
      <w:r>
        <w:t>596.1181</w:t>
      </w:r>
      <w:r>
        <w:tab/>
        <w:t>3.038e0</w:t>
      </w:r>
    </w:p>
    <w:p w:rsidR="00B65DC9" w:rsidRDefault="00B65DC9" w:rsidP="00B65DC9">
      <w:r>
        <w:t>596.1255</w:t>
      </w:r>
      <w:r>
        <w:tab/>
        <w:t>2.025e0</w:t>
      </w:r>
    </w:p>
    <w:p w:rsidR="00B65DC9" w:rsidRDefault="00B65DC9" w:rsidP="00B65DC9">
      <w:r>
        <w:t>596.1312</w:t>
      </w:r>
      <w:r>
        <w:tab/>
        <w:t>1.013e0</w:t>
      </w:r>
    </w:p>
    <w:p w:rsidR="00B65DC9" w:rsidRDefault="00B65DC9" w:rsidP="00B65DC9">
      <w:r>
        <w:t>596.2130</w:t>
      </w:r>
      <w:r>
        <w:tab/>
        <w:t>1.013e0</w:t>
      </w:r>
    </w:p>
    <w:p w:rsidR="00B65DC9" w:rsidRDefault="00B65DC9" w:rsidP="00B65DC9">
      <w:r>
        <w:t>596.2238</w:t>
      </w:r>
      <w:r>
        <w:tab/>
        <w:t>3.038e0</w:t>
      </w:r>
    </w:p>
    <w:p w:rsidR="00B65DC9" w:rsidRDefault="00B65DC9" w:rsidP="00B65DC9">
      <w:r>
        <w:t>596.2548</w:t>
      </w:r>
      <w:r>
        <w:tab/>
        <w:t>2.025e0</w:t>
      </w:r>
    </w:p>
    <w:p w:rsidR="00B65DC9" w:rsidRDefault="00B65DC9" w:rsidP="00B65DC9">
      <w:r>
        <w:t>596.2737</w:t>
      </w:r>
      <w:r>
        <w:tab/>
        <w:t>3.038e0</w:t>
      </w:r>
    </w:p>
    <w:p w:rsidR="00B65DC9" w:rsidRDefault="00B65DC9" w:rsidP="00B65DC9">
      <w:r>
        <w:t>596.3639</w:t>
      </w:r>
      <w:r>
        <w:tab/>
        <w:t>1.013e0</w:t>
      </w:r>
    </w:p>
    <w:p w:rsidR="00B65DC9" w:rsidRDefault="00B65DC9" w:rsidP="00B65DC9">
      <w:r>
        <w:t>596.3821</w:t>
      </w:r>
      <w:r>
        <w:tab/>
        <w:t>1.013e0</w:t>
      </w:r>
    </w:p>
    <w:p w:rsidR="00B65DC9" w:rsidRDefault="00B65DC9" w:rsidP="00B65DC9">
      <w:r>
        <w:t>596.4285</w:t>
      </w:r>
      <w:r>
        <w:tab/>
        <w:t>1.013e0</w:t>
      </w:r>
    </w:p>
    <w:p w:rsidR="00B65DC9" w:rsidRDefault="00B65DC9" w:rsidP="00B65DC9">
      <w:r>
        <w:t>596.4325</w:t>
      </w:r>
      <w:r>
        <w:tab/>
        <w:t>2.025e0</w:t>
      </w:r>
    </w:p>
    <w:p w:rsidR="00B65DC9" w:rsidRDefault="00B65DC9" w:rsidP="00B65DC9">
      <w:r>
        <w:t>596.5204</w:t>
      </w:r>
      <w:r>
        <w:tab/>
        <w:t>1.013e0</w:t>
      </w:r>
    </w:p>
    <w:p w:rsidR="00B65DC9" w:rsidRDefault="00B65DC9" w:rsidP="00B65DC9">
      <w:r>
        <w:t>596.5402</w:t>
      </w:r>
      <w:r>
        <w:tab/>
        <w:t>1.266e-2</w:t>
      </w:r>
    </w:p>
    <w:p w:rsidR="00B65DC9" w:rsidRDefault="00B65DC9" w:rsidP="00B65DC9">
      <w:r>
        <w:t>596.5913</w:t>
      </w:r>
      <w:r>
        <w:tab/>
        <w:t>1.013e0</w:t>
      </w:r>
    </w:p>
    <w:p w:rsidR="00B65DC9" w:rsidRDefault="00B65DC9" w:rsidP="00B65DC9">
      <w:r>
        <w:lastRenderedPageBreak/>
        <w:t>596.6322</w:t>
      </w:r>
      <w:r>
        <w:tab/>
        <w:t>2.025e0</w:t>
      </w:r>
    </w:p>
    <w:p w:rsidR="00B65DC9" w:rsidRDefault="00B65DC9" w:rsidP="00B65DC9">
      <w:r>
        <w:t>596.6670</w:t>
      </w:r>
      <w:r>
        <w:tab/>
        <w:t>1.013e0</w:t>
      </w:r>
    </w:p>
    <w:p w:rsidR="00B65DC9" w:rsidRDefault="00B65DC9" w:rsidP="00B65DC9">
      <w:r>
        <w:t>596.7015</w:t>
      </w:r>
      <w:r>
        <w:tab/>
        <w:t>1.013e0</w:t>
      </w:r>
    </w:p>
    <w:p w:rsidR="00B65DC9" w:rsidRDefault="00B65DC9" w:rsidP="00B65DC9">
      <w:r>
        <w:t>596.7571</w:t>
      </w:r>
      <w:r>
        <w:tab/>
        <w:t>1.266e-2</w:t>
      </w:r>
    </w:p>
    <w:p w:rsidR="00B65DC9" w:rsidRDefault="00B65DC9" w:rsidP="00B65DC9">
      <w:r>
        <w:t>596.8006</w:t>
      </w:r>
      <w:r>
        <w:tab/>
        <w:t>2.025e0</w:t>
      </w:r>
    </w:p>
    <w:p w:rsidR="00B65DC9" w:rsidRDefault="00B65DC9" w:rsidP="00B65DC9">
      <w:r>
        <w:t>596.8622</w:t>
      </w:r>
      <w:r>
        <w:tab/>
        <w:t>1.013e0</w:t>
      </w:r>
    </w:p>
    <w:p w:rsidR="00B65DC9" w:rsidRDefault="00B65DC9" w:rsidP="00B65DC9">
      <w:r>
        <w:t>596.8777</w:t>
      </w:r>
      <w:r>
        <w:tab/>
        <w:t>1.013e0</w:t>
      </w:r>
    </w:p>
    <w:p w:rsidR="00B65DC9" w:rsidRDefault="00B65DC9" w:rsidP="00B65DC9">
      <w:r>
        <w:t>596.9415</w:t>
      </w:r>
      <w:r>
        <w:tab/>
        <w:t>2.025e0</w:t>
      </w:r>
    </w:p>
    <w:p w:rsidR="00B65DC9" w:rsidRDefault="00B65DC9" w:rsidP="00B65DC9">
      <w:r>
        <w:t>596.9459</w:t>
      </w:r>
      <w:r>
        <w:tab/>
        <w:t>2.025e0</w:t>
      </w:r>
    </w:p>
    <w:p w:rsidR="00B65DC9" w:rsidRDefault="00B65DC9" w:rsidP="00B65DC9">
      <w:r>
        <w:t>597.0766</w:t>
      </w:r>
      <w:r>
        <w:tab/>
        <w:t>1.266e-2</w:t>
      </w:r>
    </w:p>
    <w:p w:rsidR="00B65DC9" w:rsidRDefault="00B65DC9" w:rsidP="00B65DC9">
      <w:r>
        <w:t>597.0871</w:t>
      </w:r>
      <w:r>
        <w:tab/>
        <w:t>2.025e0</w:t>
      </w:r>
    </w:p>
    <w:p w:rsidR="00B65DC9" w:rsidRDefault="00B65DC9" w:rsidP="00B65DC9">
      <w:r>
        <w:t>597.1028</w:t>
      </w:r>
      <w:r>
        <w:tab/>
        <w:t>1.013e0</w:t>
      </w:r>
    </w:p>
    <w:p w:rsidR="00B65DC9" w:rsidRDefault="00B65DC9" w:rsidP="00B65DC9">
      <w:r>
        <w:t>597.1332</w:t>
      </w:r>
      <w:r>
        <w:tab/>
        <w:t>2.025e0</w:t>
      </w:r>
    </w:p>
    <w:p w:rsidR="00B65DC9" w:rsidRDefault="00B65DC9" w:rsidP="00B65DC9">
      <w:r>
        <w:t>597.2422</w:t>
      </w:r>
      <w:r>
        <w:tab/>
        <w:t>2.025e0</w:t>
      </w:r>
    </w:p>
    <w:p w:rsidR="00B65DC9" w:rsidRDefault="00B65DC9" w:rsidP="00B65DC9">
      <w:r>
        <w:t>597.2526</w:t>
      </w:r>
      <w:r>
        <w:tab/>
        <w:t>1.013e0</w:t>
      </w:r>
    </w:p>
    <w:p w:rsidR="00B65DC9" w:rsidRDefault="00B65DC9" w:rsidP="00B65DC9">
      <w:r>
        <w:t>597.2590</w:t>
      </w:r>
      <w:r>
        <w:tab/>
        <w:t>1.038e0</w:t>
      </w:r>
    </w:p>
    <w:p w:rsidR="00B65DC9" w:rsidRDefault="00B65DC9" w:rsidP="00B65DC9">
      <w:r>
        <w:t>597.2709</w:t>
      </w:r>
      <w:r>
        <w:tab/>
        <w:t>1.038e0</w:t>
      </w:r>
    </w:p>
    <w:p w:rsidR="00B65DC9" w:rsidRDefault="00B65DC9" w:rsidP="00B65DC9">
      <w:r>
        <w:t>597.3303</w:t>
      </w:r>
      <w:r>
        <w:tab/>
        <w:t>4.051e0</w:t>
      </w:r>
    </w:p>
    <w:p w:rsidR="00B65DC9" w:rsidRDefault="00B65DC9" w:rsidP="00B65DC9">
      <w:r>
        <w:t>597.3604</w:t>
      </w:r>
      <w:r>
        <w:tab/>
        <w:t>1.266e-2</w:t>
      </w:r>
    </w:p>
    <w:p w:rsidR="00B65DC9" w:rsidRDefault="00B65DC9" w:rsidP="00B65DC9">
      <w:r>
        <w:lastRenderedPageBreak/>
        <w:t>597.3760</w:t>
      </w:r>
      <w:r>
        <w:tab/>
        <w:t>1.025e0</w:t>
      </w:r>
    </w:p>
    <w:p w:rsidR="00B65DC9" w:rsidRDefault="00B65DC9" w:rsidP="00B65DC9">
      <w:r>
        <w:t>597.4303</w:t>
      </w:r>
      <w:r>
        <w:tab/>
        <w:t>4.051e0</w:t>
      </w:r>
    </w:p>
    <w:p w:rsidR="00B65DC9" w:rsidRDefault="00B65DC9" w:rsidP="00B65DC9">
      <w:r>
        <w:t>597.4662</w:t>
      </w:r>
      <w:r>
        <w:tab/>
        <w:t>1.013e0</w:t>
      </w:r>
    </w:p>
    <w:p w:rsidR="00B65DC9" w:rsidRDefault="00B65DC9" w:rsidP="00B65DC9">
      <w:r>
        <w:t>597.4817</w:t>
      </w:r>
      <w:r>
        <w:tab/>
        <w:t>1.266e-2</w:t>
      </w:r>
    </w:p>
    <w:p w:rsidR="00B65DC9" w:rsidRDefault="00B65DC9" w:rsidP="00B65DC9">
      <w:r>
        <w:t>597.4927</w:t>
      </w:r>
      <w:r>
        <w:tab/>
        <w:t>1.013e0</w:t>
      </w:r>
    </w:p>
    <w:p w:rsidR="00B65DC9" w:rsidRDefault="00B65DC9" w:rsidP="00B65DC9">
      <w:r>
        <w:t>597.5383</w:t>
      </w:r>
      <w:r>
        <w:tab/>
        <w:t>1.013e0</w:t>
      </w:r>
    </w:p>
    <w:p w:rsidR="00B65DC9" w:rsidRDefault="00B65DC9" w:rsidP="00B65DC9">
      <w:r>
        <w:t>597.5720</w:t>
      </w:r>
      <w:r>
        <w:tab/>
        <w:t>1.013e0</w:t>
      </w:r>
    </w:p>
    <w:p w:rsidR="00B65DC9" w:rsidRDefault="00B65DC9" w:rsidP="00B65DC9">
      <w:r>
        <w:t>597.6087</w:t>
      </w:r>
      <w:r>
        <w:tab/>
        <w:t>1.013e0</w:t>
      </w:r>
    </w:p>
    <w:p w:rsidR="00B65DC9" w:rsidRDefault="00B65DC9" w:rsidP="00B65DC9">
      <w:r>
        <w:t>597.6558</w:t>
      </w:r>
      <w:r>
        <w:tab/>
        <w:t>1.013e0</w:t>
      </w:r>
    </w:p>
    <w:p w:rsidR="00B65DC9" w:rsidRDefault="00B65DC9" w:rsidP="00B65DC9">
      <w:r>
        <w:t>597.6790</w:t>
      </w:r>
      <w:r>
        <w:tab/>
        <w:t>2.025e0</w:t>
      </w:r>
    </w:p>
    <w:p w:rsidR="00B65DC9" w:rsidRDefault="00B65DC9" w:rsidP="00B65DC9">
      <w:r>
        <w:t>597.7078</w:t>
      </w:r>
      <w:r>
        <w:tab/>
        <w:t>1.013e0</w:t>
      </w:r>
    </w:p>
    <w:p w:rsidR="00B65DC9" w:rsidRDefault="00B65DC9" w:rsidP="00B65DC9">
      <w:r>
        <w:t>597.7993</w:t>
      </w:r>
      <w:r>
        <w:tab/>
        <w:t>1.013e0</w:t>
      </w:r>
    </w:p>
    <w:p w:rsidR="00B65DC9" w:rsidRDefault="00B65DC9" w:rsidP="00B65DC9">
      <w:r>
        <w:t>597.9025</w:t>
      </w:r>
      <w:r>
        <w:tab/>
        <w:t>1.013e0</w:t>
      </w:r>
    </w:p>
    <w:p w:rsidR="00B65DC9" w:rsidRDefault="00B65DC9" w:rsidP="00B65DC9">
      <w:r>
        <w:t>597.9120</w:t>
      </w:r>
      <w:r>
        <w:tab/>
        <w:t>2.025e0</w:t>
      </w:r>
    </w:p>
    <w:p w:rsidR="00B65DC9" w:rsidRDefault="00B65DC9" w:rsidP="00B65DC9">
      <w:r>
        <w:t>597.9155</w:t>
      </w:r>
      <w:r>
        <w:tab/>
        <w:t>2.025e0</w:t>
      </w:r>
    </w:p>
    <w:p w:rsidR="00B65DC9" w:rsidRDefault="00B65DC9" w:rsidP="00B65DC9">
      <w:r>
        <w:t>597.9325</w:t>
      </w:r>
      <w:r>
        <w:tab/>
        <w:t>1.266e-2</w:t>
      </w:r>
    </w:p>
    <w:p w:rsidR="00B65DC9" w:rsidRDefault="00B65DC9" w:rsidP="00B65DC9">
      <w:r>
        <w:t>597.9463</w:t>
      </w:r>
      <w:r>
        <w:tab/>
        <w:t>1.013e0</w:t>
      </w:r>
    </w:p>
    <w:p w:rsidR="00B65DC9" w:rsidRDefault="00B65DC9" w:rsidP="00B65DC9">
      <w:r>
        <w:t>597.9948</w:t>
      </w:r>
      <w:r>
        <w:tab/>
        <w:t>1.013e0</w:t>
      </w:r>
    </w:p>
    <w:p w:rsidR="00B65DC9" w:rsidRDefault="00B65DC9" w:rsidP="00B65DC9">
      <w:r>
        <w:t>598.0114</w:t>
      </w:r>
      <w:r>
        <w:tab/>
        <w:t>2.025e0</w:t>
      </w:r>
    </w:p>
    <w:p w:rsidR="00B65DC9" w:rsidRDefault="00B65DC9" w:rsidP="00B65DC9">
      <w:r>
        <w:lastRenderedPageBreak/>
        <w:t>598.0464</w:t>
      </w:r>
      <w:r>
        <w:tab/>
        <w:t>2.025e0</w:t>
      </w:r>
    </w:p>
    <w:p w:rsidR="00B65DC9" w:rsidRDefault="00B65DC9" w:rsidP="00B65DC9">
      <w:r>
        <w:t>598.0862</w:t>
      </w:r>
      <w:r>
        <w:tab/>
        <w:t>1.266e-2</w:t>
      </w:r>
    </w:p>
    <w:p w:rsidR="00B65DC9" w:rsidRDefault="00B65DC9" w:rsidP="00B65DC9">
      <w:r>
        <w:t>598.1281</w:t>
      </w:r>
      <w:r>
        <w:tab/>
        <w:t>1.013e0</w:t>
      </w:r>
    </w:p>
    <w:p w:rsidR="00B65DC9" w:rsidRDefault="00B65DC9" w:rsidP="00B65DC9">
      <w:r>
        <w:t>598.2343</w:t>
      </w:r>
      <w:r>
        <w:tab/>
        <w:t>2.532e-2</w:t>
      </w:r>
    </w:p>
    <w:p w:rsidR="00B65DC9" w:rsidRDefault="00B65DC9" w:rsidP="00B65DC9">
      <w:r>
        <w:t>598.2841</w:t>
      </w:r>
      <w:r>
        <w:tab/>
        <w:t>2.051e0</w:t>
      </w:r>
    </w:p>
    <w:p w:rsidR="00B65DC9" w:rsidRDefault="00B65DC9" w:rsidP="00B65DC9">
      <w:r>
        <w:t>598.2982</w:t>
      </w:r>
      <w:r>
        <w:tab/>
        <w:t>1.038e0</w:t>
      </w:r>
    </w:p>
    <w:p w:rsidR="00B65DC9" w:rsidRDefault="00B65DC9" w:rsidP="00B65DC9">
      <w:r>
        <w:t>598.3426</w:t>
      </w:r>
      <w:r>
        <w:tab/>
        <w:t>1.013e0</w:t>
      </w:r>
    </w:p>
    <w:p w:rsidR="00B65DC9" w:rsidRDefault="00B65DC9" w:rsidP="00B65DC9">
      <w:r>
        <w:t>598.3971</w:t>
      </w:r>
      <w:r>
        <w:tab/>
        <w:t>4.051e0</w:t>
      </w:r>
    </w:p>
    <w:p w:rsidR="00B65DC9" w:rsidRDefault="00B65DC9" w:rsidP="00B65DC9">
      <w:r>
        <w:t>598.4553</w:t>
      </w:r>
      <w:r>
        <w:tab/>
        <w:t>5.063e0</w:t>
      </w:r>
    </w:p>
    <w:p w:rsidR="00B65DC9" w:rsidRDefault="00B65DC9" w:rsidP="00B65DC9">
      <w:r>
        <w:t>598.4650</w:t>
      </w:r>
      <w:r>
        <w:tab/>
        <w:t>2.903e-1</w:t>
      </w:r>
    </w:p>
    <w:p w:rsidR="00B65DC9" w:rsidRDefault="00B65DC9" w:rsidP="00B65DC9">
      <w:r>
        <w:t>598.4767</w:t>
      </w:r>
      <w:r>
        <w:tab/>
        <w:t>1.013e0</w:t>
      </w:r>
    </w:p>
    <w:p w:rsidR="00B65DC9" w:rsidRDefault="00B65DC9" w:rsidP="00B65DC9">
      <w:r>
        <w:t>598.4946</w:t>
      </w:r>
      <w:r>
        <w:tab/>
        <w:t>4.051e0</w:t>
      </w:r>
    </w:p>
    <w:p w:rsidR="00B65DC9" w:rsidRDefault="00B65DC9" w:rsidP="00B65DC9">
      <w:r>
        <w:t>598.5067</w:t>
      </w:r>
      <w:r>
        <w:tab/>
        <w:t>1.013e0</w:t>
      </w:r>
    </w:p>
    <w:p w:rsidR="00B65DC9" w:rsidRDefault="00B65DC9" w:rsidP="00B65DC9">
      <w:r>
        <w:t>598.5682</w:t>
      </w:r>
      <w:r>
        <w:tab/>
        <w:t>1.013e0</w:t>
      </w:r>
    </w:p>
    <w:p w:rsidR="00B65DC9" w:rsidRDefault="00B65DC9" w:rsidP="00B65DC9">
      <w:r>
        <w:t>598.6265</w:t>
      </w:r>
      <w:r>
        <w:tab/>
        <w:t>3.038e0</w:t>
      </w:r>
    </w:p>
    <w:p w:rsidR="00B65DC9" w:rsidRDefault="00B65DC9" w:rsidP="00B65DC9">
      <w:r>
        <w:t>598.6377</w:t>
      </w:r>
      <w:r>
        <w:tab/>
        <w:t>1.013e0</w:t>
      </w:r>
    </w:p>
    <w:p w:rsidR="00B65DC9" w:rsidRDefault="00B65DC9" w:rsidP="00B65DC9">
      <w:r>
        <w:t>598.6909</w:t>
      </w:r>
      <w:r>
        <w:tab/>
        <w:t>1.013e0</w:t>
      </w:r>
    </w:p>
    <w:p w:rsidR="00B65DC9" w:rsidRDefault="00B65DC9" w:rsidP="00B65DC9">
      <w:r>
        <w:t>598.7800</w:t>
      </w:r>
      <w:r>
        <w:tab/>
        <w:t>1.013e0</w:t>
      </w:r>
    </w:p>
    <w:p w:rsidR="00B65DC9" w:rsidRDefault="00B65DC9" w:rsidP="00B65DC9">
      <w:r>
        <w:t>598.8512</w:t>
      </w:r>
      <w:r>
        <w:tab/>
        <w:t>1.266e-2</w:t>
      </w:r>
    </w:p>
    <w:p w:rsidR="00B65DC9" w:rsidRDefault="00B65DC9" w:rsidP="00B65DC9">
      <w:r>
        <w:lastRenderedPageBreak/>
        <w:t>598.8887</w:t>
      </w:r>
      <w:r>
        <w:tab/>
        <w:t>3.038e0</w:t>
      </w:r>
    </w:p>
    <w:p w:rsidR="00B65DC9" w:rsidRDefault="00B65DC9" w:rsidP="00B65DC9">
      <w:r>
        <w:t>598.8966</w:t>
      </w:r>
      <w:r>
        <w:tab/>
        <w:t>1.266e-2</w:t>
      </w:r>
    </w:p>
    <w:p w:rsidR="00B65DC9" w:rsidRDefault="00B65DC9" w:rsidP="00B65DC9">
      <w:r>
        <w:t>598.9685</w:t>
      </w:r>
      <w:r>
        <w:tab/>
        <w:t>1.266e-2</w:t>
      </w:r>
    </w:p>
    <w:p w:rsidR="00B65DC9" w:rsidRDefault="00B65DC9" w:rsidP="00B65DC9">
      <w:r>
        <w:t>598.9890</w:t>
      </w:r>
      <w:r>
        <w:tab/>
        <w:t>1.013e0</w:t>
      </w:r>
    </w:p>
    <w:p w:rsidR="00B65DC9" w:rsidRDefault="00B65DC9" w:rsidP="00B65DC9">
      <w:r>
        <w:t>599.0830</w:t>
      </w:r>
      <w:r>
        <w:tab/>
        <w:t>1.013e0</w:t>
      </w:r>
    </w:p>
    <w:p w:rsidR="00B65DC9" w:rsidRDefault="00B65DC9" w:rsidP="00B65DC9">
      <w:r>
        <w:t>599.1328</w:t>
      </w:r>
      <w:r>
        <w:tab/>
        <w:t>1.266e-2</w:t>
      </w:r>
    </w:p>
    <w:p w:rsidR="00B65DC9" w:rsidRDefault="00B65DC9" w:rsidP="00B65DC9">
      <w:r>
        <w:t>599.1531</w:t>
      </w:r>
      <w:r>
        <w:tab/>
        <w:t>4.063e0</w:t>
      </w:r>
    </w:p>
    <w:p w:rsidR="00B65DC9" w:rsidRDefault="00B65DC9" w:rsidP="00B65DC9">
      <w:r>
        <w:t>599.2149</w:t>
      </w:r>
      <w:r>
        <w:tab/>
        <w:t>2.025e0</w:t>
      </w:r>
    </w:p>
    <w:p w:rsidR="00B65DC9" w:rsidRDefault="00B65DC9" w:rsidP="00B65DC9">
      <w:r>
        <w:t>599.2601</w:t>
      </w:r>
      <w:r>
        <w:tab/>
        <w:t>1.013e0</w:t>
      </w:r>
    </w:p>
    <w:p w:rsidR="00B65DC9" w:rsidRDefault="00B65DC9" w:rsidP="00B65DC9">
      <w:r>
        <w:t>599.2773</w:t>
      </w:r>
      <w:r>
        <w:tab/>
        <w:t>1.076e0</w:t>
      </w:r>
    </w:p>
    <w:p w:rsidR="00B65DC9" w:rsidRDefault="00B65DC9" w:rsidP="00B65DC9">
      <w:r>
        <w:t>599.2868</w:t>
      </w:r>
      <w:r>
        <w:tab/>
        <w:t>1.013e0</w:t>
      </w:r>
    </w:p>
    <w:p w:rsidR="00B65DC9" w:rsidRDefault="00B65DC9" w:rsidP="00B65DC9">
      <w:r>
        <w:t>599.2936</w:t>
      </w:r>
      <w:r>
        <w:tab/>
        <w:t>2.038e0</w:t>
      </w:r>
    </w:p>
    <w:p w:rsidR="00B65DC9" w:rsidRDefault="00B65DC9" w:rsidP="00B65DC9">
      <w:r>
        <w:t>599.3587</w:t>
      </w:r>
      <w:r>
        <w:tab/>
        <w:t>1.013e0</w:t>
      </w:r>
    </w:p>
    <w:p w:rsidR="00B65DC9" w:rsidRDefault="00B65DC9" w:rsidP="00B65DC9">
      <w:r>
        <w:t>599.3665</w:t>
      </w:r>
      <w:r>
        <w:tab/>
        <w:t>1.013e0</w:t>
      </w:r>
    </w:p>
    <w:p w:rsidR="00B65DC9" w:rsidRDefault="00B65DC9" w:rsidP="00B65DC9">
      <w:r>
        <w:t>599.3806</w:t>
      </w:r>
      <w:r>
        <w:tab/>
        <w:t>2.025e0</w:t>
      </w:r>
    </w:p>
    <w:p w:rsidR="00B65DC9" w:rsidRDefault="00B65DC9" w:rsidP="00B65DC9">
      <w:r>
        <w:t>599.4266</w:t>
      </w:r>
      <w:r>
        <w:tab/>
        <w:t>2.025e0</w:t>
      </w:r>
    </w:p>
    <w:p w:rsidR="00B65DC9" w:rsidRDefault="00B65DC9" w:rsidP="00B65DC9">
      <w:r>
        <w:t>599.4641</w:t>
      </w:r>
      <w:r>
        <w:tab/>
        <w:t>2.025e0</w:t>
      </w:r>
    </w:p>
    <w:p w:rsidR="00B65DC9" w:rsidRDefault="00B65DC9" w:rsidP="00B65DC9">
      <w:r>
        <w:t>599.4664</w:t>
      </w:r>
      <w:r>
        <w:tab/>
        <w:t>2.025e0</w:t>
      </w:r>
    </w:p>
    <w:p w:rsidR="00B65DC9" w:rsidRDefault="00B65DC9" w:rsidP="00B65DC9">
      <w:r>
        <w:t>599.4735</w:t>
      </w:r>
      <w:r>
        <w:tab/>
        <w:t>1.013e0</w:t>
      </w:r>
    </w:p>
    <w:p w:rsidR="00B65DC9" w:rsidRDefault="00B65DC9" w:rsidP="00B65DC9">
      <w:r>
        <w:lastRenderedPageBreak/>
        <w:t>599.5379</w:t>
      </w:r>
      <w:r>
        <w:tab/>
        <w:t>2.025e0</w:t>
      </w:r>
    </w:p>
    <w:p w:rsidR="00B65DC9" w:rsidRDefault="00B65DC9" w:rsidP="00B65DC9">
      <w:r>
        <w:t>599.5950</w:t>
      </w:r>
      <w:r>
        <w:tab/>
        <w:t>2.025e0</w:t>
      </w:r>
    </w:p>
    <w:p w:rsidR="00B65DC9" w:rsidRDefault="00B65DC9" w:rsidP="00B65DC9">
      <w:r>
        <w:t>599.6978</w:t>
      </w:r>
      <w:r>
        <w:tab/>
        <w:t>1.013e0</w:t>
      </w:r>
    </w:p>
    <w:p w:rsidR="00B65DC9" w:rsidRDefault="00B65DC9" w:rsidP="00B65DC9">
      <w:r>
        <w:t>599.7080</w:t>
      </w:r>
      <w:r>
        <w:tab/>
        <w:t>1.013e0</w:t>
      </w:r>
    </w:p>
    <w:p w:rsidR="00B65DC9" w:rsidRDefault="00B65DC9" w:rsidP="00B65DC9">
      <w:r>
        <w:t>599.7571</w:t>
      </w:r>
      <w:r>
        <w:tab/>
        <w:t>3.038e0</w:t>
      </w:r>
    </w:p>
    <w:p w:rsidR="00B65DC9" w:rsidRDefault="00B65DC9" w:rsidP="00B65DC9">
      <w:r>
        <w:t>599.8403</w:t>
      </w:r>
      <w:r>
        <w:tab/>
        <w:t>1.025e0</w:t>
      </w:r>
    </w:p>
    <w:p w:rsidR="00B65DC9" w:rsidRDefault="00B65DC9" w:rsidP="00B65DC9">
      <w:r>
        <w:t>599.9334</w:t>
      </w:r>
      <w:r>
        <w:tab/>
        <w:t>1.266e-2</w:t>
      </w:r>
    </w:p>
    <w:p w:rsidR="00B65DC9" w:rsidRDefault="00B65DC9" w:rsidP="00B65DC9">
      <w:r>
        <w:t>600.0884</w:t>
      </w:r>
      <w:r>
        <w:tab/>
        <w:t>1.013e0</w:t>
      </w:r>
    </w:p>
    <w:p w:rsidR="00B65DC9" w:rsidRDefault="00B65DC9" w:rsidP="00B65DC9">
      <w:r>
        <w:t>600.1109</w:t>
      </w:r>
      <w:r>
        <w:tab/>
        <w:t>4.051e0</w:t>
      </w:r>
    </w:p>
    <w:p w:rsidR="00B65DC9" w:rsidRDefault="00B65DC9" w:rsidP="00B65DC9">
      <w:r>
        <w:t>600.1385</w:t>
      </w:r>
      <w:r>
        <w:tab/>
        <w:t>2.532e-2</w:t>
      </w:r>
    </w:p>
    <w:p w:rsidR="00B65DC9" w:rsidRDefault="00B65DC9" w:rsidP="00B65DC9">
      <w:r>
        <w:t>600.1750</w:t>
      </w:r>
      <w:r>
        <w:tab/>
        <w:t>2.025e0</w:t>
      </w:r>
    </w:p>
    <w:p w:rsidR="00B65DC9" w:rsidRDefault="00B65DC9" w:rsidP="00B65DC9">
      <w:r>
        <w:t>600.1882</w:t>
      </w:r>
      <w:r>
        <w:tab/>
        <w:t>2.025e0</w:t>
      </w:r>
    </w:p>
    <w:p w:rsidR="00B65DC9" w:rsidRDefault="00B65DC9" w:rsidP="00B65DC9">
      <w:r>
        <w:t>600.2678</w:t>
      </w:r>
      <w:r>
        <w:tab/>
        <w:t>3.038e0</w:t>
      </w:r>
    </w:p>
    <w:p w:rsidR="00B65DC9" w:rsidRDefault="00B65DC9" w:rsidP="00B65DC9">
      <w:r>
        <w:t>600.2843</w:t>
      </w:r>
      <w:r>
        <w:tab/>
        <w:t>2.025e0</w:t>
      </w:r>
    </w:p>
    <w:p w:rsidR="00B65DC9" w:rsidRDefault="00B65DC9" w:rsidP="00B65DC9">
      <w:r>
        <w:t>600.2891</w:t>
      </w:r>
      <w:r>
        <w:tab/>
        <w:t>1.266e-2</w:t>
      </w:r>
    </w:p>
    <w:p w:rsidR="00B65DC9" w:rsidRDefault="00B65DC9" w:rsidP="00B65DC9">
      <w:r>
        <w:t>600.2941</w:t>
      </w:r>
      <w:r>
        <w:tab/>
        <w:t>1.013e0</w:t>
      </w:r>
    </w:p>
    <w:p w:rsidR="00B65DC9" w:rsidRDefault="00B65DC9" w:rsidP="00B65DC9">
      <w:r>
        <w:t>600.3867</w:t>
      </w:r>
      <w:r>
        <w:tab/>
        <w:t>4.051e0</w:t>
      </w:r>
    </w:p>
    <w:p w:rsidR="00B65DC9" w:rsidRDefault="00B65DC9" w:rsidP="00B65DC9">
      <w:r>
        <w:t>600.4484</w:t>
      </w:r>
      <w:r>
        <w:tab/>
        <w:t>2.025e0</w:t>
      </w:r>
    </w:p>
    <w:p w:rsidR="00B65DC9" w:rsidRDefault="00B65DC9" w:rsidP="00B65DC9">
      <w:r>
        <w:t>600.4523</w:t>
      </w:r>
      <w:r>
        <w:tab/>
        <w:t>4.142e0</w:t>
      </w:r>
    </w:p>
    <w:p w:rsidR="00B65DC9" w:rsidRDefault="00B65DC9" w:rsidP="00B65DC9">
      <w:r>
        <w:lastRenderedPageBreak/>
        <w:t>600.4608</w:t>
      </w:r>
      <w:r>
        <w:tab/>
        <w:t>3.038e0</w:t>
      </w:r>
    </w:p>
    <w:p w:rsidR="00B65DC9" w:rsidRDefault="00B65DC9" w:rsidP="00B65DC9">
      <w:r>
        <w:t>600.4648</w:t>
      </w:r>
      <w:r>
        <w:tab/>
        <w:t>4.051e0</w:t>
      </w:r>
    </w:p>
    <w:p w:rsidR="00B65DC9" w:rsidRDefault="00B65DC9" w:rsidP="00B65DC9">
      <w:r>
        <w:t>600.5205</w:t>
      </w:r>
      <w:r>
        <w:tab/>
        <w:t>1.013e0</w:t>
      </w:r>
    </w:p>
    <w:p w:rsidR="00B65DC9" w:rsidRDefault="00B65DC9" w:rsidP="00B65DC9">
      <w:r>
        <w:t>600.5379</w:t>
      </w:r>
      <w:r>
        <w:tab/>
        <w:t>1.266e-2</w:t>
      </w:r>
    </w:p>
    <w:p w:rsidR="00B65DC9" w:rsidRDefault="00B65DC9" w:rsidP="00B65DC9">
      <w:r>
        <w:t>600.6028</w:t>
      </w:r>
      <w:r>
        <w:tab/>
        <w:t>1.013e0</w:t>
      </w:r>
    </w:p>
    <w:p w:rsidR="00B65DC9" w:rsidRDefault="00B65DC9" w:rsidP="00B65DC9">
      <w:r>
        <w:t>600.6234</w:t>
      </w:r>
      <w:r>
        <w:tab/>
        <w:t>1.013e0</w:t>
      </w:r>
    </w:p>
    <w:p w:rsidR="00B65DC9" w:rsidRDefault="00B65DC9" w:rsidP="00B65DC9">
      <w:r>
        <w:t>600.6552</w:t>
      </w:r>
      <w:r>
        <w:tab/>
        <w:t>2.025e0</w:t>
      </w:r>
    </w:p>
    <w:p w:rsidR="00B65DC9" w:rsidRDefault="00B65DC9" w:rsidP="00B65DC9">
      <w:r>
        <w:t>600.7322</w:t>
      </w:r>
      <w:r>
        <w:tab/>
        <w:t>2.025e0</w:t>
      </w:r>
    </w:p>
    <w:p w:rsidR="00B65DC9" w:rsidRDefault="00B65DC9" w:rsidP="00B65DC9">
      <w:r>
        <w:t>600.7508</w:t>
      </w:r>
      <w:r>
        <w:tab/>
        <w:t>2.025e0</w:t>
      </w:r>
    </w:p>
    <w:p w:rsidR="00B65DC9" w:rsidRDefault="00B65DC9" w:rsidP="00B65DC9">
      <w:r>
        <w:t>600.8383</w:t>
      </w:r>
      <w:r>
        <w:tab/>
        <w:t>1.013e0</w:t>
      </w:r>
    </w:p>
    <w:p w:rsidR="00B65DC9" w:rsidRDefault="00B65DC9" w:rsidP="00B65DC9">
      <w:r>
        <w:t>600.8774</w:t>
      </w:r>
      <w:r>
        <w:tab/>
        <w:t>3.038e0</w:t>
      </w:r>
    </w:p>
    <w:p w:rsidR="00B65DC9" w:rsidRDefault="00B65DC9" w:rsidP="00B65DC9">
      <w:r>
        <w:t>601.0201</w:t>
      </w:r>
      <w:r>
        <w:tab/>
        <w:t>2.025e0</w:t>
      </w:r>
    </w:p>
    <w:p w:rsidR="00B65DC9" w:rsidRDefault="00B65DC9" w:rsidP="00B65DC9">
      <w:r>
        <w:t>601.0334</w:t>
      </w:r>
      <w:r>
        <w:tab/>
        <w:t>1.013e0</w:t>
      </w:r>
    </w:p>
    <w:p w:rsidR="00B65DC9" w:rsidRDefault="00B65DC9" w:rsidP="00B65DC9">
      <w:r>
        <w:t>601.0352</w:t>
      </w:r>
      <w:r>
        <w:tab/>
        <w:t>2.025e0</w:t>
      </w:r>
    </w:p>
    <w:p w:rsidR="00B65DC9" w:rsidRDefault="00B65DC9" w:rsidP="00B65DC9">
      <w:r>
        <w:t>601.1137</w:t>
      </w:r>
      <w:r>
        <w:tab/>
        <w:t>2.025e0</w:t>
      </w:r>
    </w:p>
    <w:p w:rsidR="00B65DC9" w:rsidRDefault="00B65DC9" w:rsidP="00B65DC9">
      <w:r>
        <w:t>601.1350</w:t>
      </w:r>
      <w:r>
        <w:tab/>
        <w:t>2.025e0</w:t>
      </w:r>
    </w:p>
    <w:p w:rsidR="00B65DC9" w:rsidRDefault="00B65DC9" w:rsidP="00B65DC9">
      <w:r>
        <w:t>601.1757</w:t>
      </w:r>
      <w:r>
        <w:tab/>
        <w:t>1.266e-2</w:t>
      </w:r>
    </w:p>
    <w:p w:rsidR="00B65DC9" w:rsidRDefault="00B65DC9" w:rsidP="00B65DC9">
      <w:r>
        <w:t>601.2050</w:t>
      </w:r>
      <w:r>
        <w:tab/>
        <w:t>2.025e0</w:t>
      </w:r>
    </w:p>
    <w:p w:rsidR="00B65DC9" w:rsidRDefault="00B65DC9" w:rsidP="00B65DC9">
      <w:r>
        <w:t>601.2123</w:t>
      </w:r>
      <w:r>
        <w:tab/>
        <w:t>1.013e0</w:t>
      </w:r>
    </w:p>
    <w:p w:rsidR="00B65DC9" w:rsidRDefault="00B65DC9" w:rsidP="00B65DC9">
      <w:r>
        <w:lastRenderedPageBreak/>
        <w:t>601.2174</w:t>
      </w:r>
      <w:r>
        <w:tab/>
        <w:t>2.025e0</w:t>
      </w:r>
    </w:p>
    <w:p w:rsidR="00B65DC9" w:rsidRDefault="00B65DC9" w:rsidP="00B65DC9">
      <w:r>
        <w:t>601.2317</w:t>
      </w:r>
      <w:r>
        <w:tab/>
        <w:t>1.013e0</w:t>
      </w:r>
    </w:p>
    <w:p w:rsidR="00B65DC9" w:rsidRDefault="00B65DC9" w:rsidP="00B65DC9">
      <w:r>
        <w:t>601.2412</w:t>
      </w:r>
      <w:r>
        <w:tab/>
        <w:t>1.013e0</w:t>
      </w:r>
    </w:p>
    <w:p w:rsidR="00B65DC9" w:rsidRDefault="00B65DC9" w:rsidP="00B65DC9">
      <w:r>
        <w:t>601.2649</w:t>
      </w:r>
      <w:r>
        <w:tab/>
        <w:t>1.025e0</w:t>
      </w:r>
    </w:p>
    <w:p w:rsidR="00B65DC9" w:rsidRDefault="00B65DC9" w:rsidP="00B65DC9">
      <w:r>
        <w:t>601.2927</w:t>
      </w:r>
      <w:r>
        <w:tab/>
        <w:t>1.266e-2</w:t>
      </w:r>
    </w:p>
    <w:p w:rsidR="00B65DC9" w:rsidRDefault="00B65DC9" w:rsidP="00B65DC9">
      <w:r>
        <w:t>601.3339</w:t>
      </w:r>
      <w:r>
        <w:tab/>
        <w:t>1.013e0</w:t>
      </w:r>
    </w:p>
    <w:p w:rsidR="00B65DC9" w:rsidRDefault="00B65DC9" w:rsidP="00B65DC9">
      <w:r>
        <w:t>601.3364</w:t>
      </w:r>
      <w:r>
        <w:tab/>
        <w:t>1.013e0</w:t>
      </w:r>
    </w:p>
    <w:p w:rsidR="00B65DC9" w:rsidRDefault="00B65DC9" w:rsidP="00B65DC9">
      <w:r>
        <w:t>601.3751</w:t>
      </w:r>
      <w:r>
        <w:tab/>
        <w:t>1.266e-2</w:t>
      </w:r>
    </w:p>
    <w:p w:rsidR="00B65DC9" w:rsidRDefault="00B65DC9" w:rsidP="00B65DC9">
      <w:r>
        <w:t>601.4782</w:t>
      </w:r>
      <w:r>
        <w:tab/>
        <w:t>2.532e-2</w:t>
      </w:r>
    </w:p>
    <w:p w:rsidR="00B65DC9" w:rsidRDefault="00B65DC9" w:rsidP="00B65DC9">
      <w:r>
        <w:t>601.4885</w:t>
      </w:r>
      <w:r>
        <w:tab/>
        <w:t>2.025e0</w:t>
      </w:r>
    </w:p>
    <w:p w:rsidR="00B65DC9" w:rsidRDefault="00B65DC9" w:rsidP="00B65DC9">
      <w:r>
        <w:t>601.5297</w:t>
      </w:r>
      <w:r>
        <w:tab/>
        <w:t>1.025e0</w:t>
      </w:r>
    </w:p>
    <w:p w:rsidR="00B65DC9" w:rsidRDefault="00B65DC9" w:rsidP="00B65DC9">
      <w:r>
        <w:t>601.5398</w:t>
      </w:r>
      <w:r>
        <w:tab/>
        <w:t>2.025e0</w:t>
      </w:r>
    </w:p>
    <w:p w:rsidR="00B65DC9" w:rsidRDefault="00B65DC9" w:rsidP="00B65DC9">
      <w:r>
        <w:t>601.5504</w:t>
      </w:r>
      <w:r>
        <w:tab/>
        <w:t>1.013e0</w:t>
      </w:r>
    </w:p>
    <w:p w:rsidR="00B65DC9" w:rsidRDefault="00B65DC9" w:rsidP="00B65DC9">
      <w:r>
        <w:t>601.6650</w:t>
      </w:r>
      <w:r>
        <w:tab/>
        <w:t>2.025e0</w:t>
      </w:r>
    </w:p>
    <w:p w:rsidR="00B65DC9" w:rsidRDefault="00B65DC9" w:rsidP="00B65DC9">
      <w:r>
        <w:t>601.7086</w:t>
      </w:r>
      <w:r>
        <w:tab/>
        <w:t>1.013e0</w:t>
      </w:r>
    </w:p>
    <w:p w:rsidR="00B65DC9" w:rsidRDefault="00B65DC9" w:rsidP="00B65DC9">
      <w:r>
        <w:t>601.7966</w:t>
      </w:r>
      <w:r>
        <w:tab/>
        <w:t>2.038e0</w:t>
      </w:r>
    </w:p>
    <w:p w:rsidR="00B65DC9" w:rsidRDefault="00B65DC9" w:rsidP="00B65DC9">
      <w:r>
        <w:t>601.8198</w:t>
      </w:r>
      <w:r>
        <w:tab/>
        <w:t>3.038e0</w:t>
      </w:r>
    </w:p>
    <w:p w:rsidR="00B65DC9" w:rsidRDefault="00B65DC9" w:rsidP="00B65DC9">
      <w:r>
        <w:t>601.8773</w:t>
      </w:r>
      <w:r>
        <w:tab/>
        <w:t>2.025e0</w:t>
      </w:r>
    </w:p>
    <w:p w:rsidR="00B65DC9" w:rsidRDefault="00B65DC9" w:rsidP="00B65DC9">
      <w:r>
        <w:t>601.8802</w:t>
      </w:r>
      <w:r>
        <w:tab/>
        <w:t>1.013e0</w:t>
      </w:r>
    </w:p>
    <w:p w:rsidR="00B65DC9" w:rsidRDefault="00B65DC9" w:rsidP="00B65DC9">
      <w:r>
        <w:lastRenderedPageBreak/>
        <w:t>601.8906</w:t>
      </w:r>
      <w:r>
        <w:tab/>
        <w:t>1.266e-2</w:t>
      </w:r>
    </w:p>
    <w:p w:rsidR="00B65DC9" w:rsidRDefault="00B65DC9" w:rsidP="00B65DC9">
      <w:r>
        <w:t>601.9017</w:t>
      </w:r>
      <w:r>
        <w:tab/>
        <w:t>1.013e0</w:t>
      </w:r>
    </w:p>
    <w:p w:rsidR="00B65DC9" w:rsidRDefault="00B65DC9" w:rsidP="00B65DC9">
      <w:r>
        <w:t>601.9465</w:t>
      </w:r>
      <w:r>
        <w:tab/>
        <w:t>2.025e0</w:t>
      </w:r>
    </w:p>
    <w:p w:rsidR="00B65DC9" w:rsidRDefault="00B65DC9" w:rsidP="00B65DC9">
      <w:r>
        <w:t>601.9596</w:t>
      </w:r>
      <w:r>
        <w:tab/>
        <w:t>3.038e0</w:t>
      </w:r>
    </w:p>
    <w:p w:rsidR="00B65DC9" w:rsidRDefault="00B65DC9" w:rsidP="00B65DC9">
      <w:r>
        <w:t>602.0773</w:t>
      </w:r>
      <w:r>
        <w:tab/>
        <w:t>2.025e0</w:t>
      </w:r>
    </w:p>
    <w:p w:rsidR="00B65DC9" w:rsidRDefault="00B65DC9" w:rsidP="00B65DC9">
      <w:r>
        <w:t>602.0815</w:t>
      </w:r>
      <w:r>
        <w:tab/>
        <w:t>1.013e0</w:t>
      </w:r>
    </w:p>
    <w:p w:rsidR="00B65DC9" w:rsidRDefault="00B65DC9" w:rsidP="00B65DC9">
      <w:r>
        <w:t>602.1484</w:t>
      </w:r>
      <w:r>
        <w:tab/>
        <w:t>1.266e-2</w:t>
      </w:r>
    </w:p>
    <w:p w:rsidR="00B65DC9" w:rsidRDefault="00B65DC9" w:rsidP="00B65DC9">
      <w:r>
        <w:t>602.1671</w:t>
      </w:r>
      <w:r>
        <w:tab/>
        <w:t>3.038e0</w:t>
      </w:r>
    </w:p>
    <w:p w:rsidR="00B65DC9" w:rsidRDefault="00B65DC9" w:rsidP="00B65DC9">
      <w:r>
        <w:t>602.2654</w:t>
      </w:r>
      <w:r>
        <w:tab/>
        <w:t>2.348e1</w:t>
      </w:r>
    </w:p>
    <w:p w:rsidR="00B65DC9" w:rsidRDefault="00B65DC9" w:rsidP="00B65DC9">
      <w:r>
        <w:t>602.2755</w:t>
      </w:r>
      <w:r>
        <w:tab/>
        <w:t>4.152e1</w:t>
      </w:r>
    </w:p>
    <w:p w:rsidR="00B65DC9" w:rsidRDefault="00B65DC9" w:rsidP="00B65DC9">
      <w:r>
        <w:t>602.3849</w:t>
      </w:r>
      <w:r>
        <w:tab/>
        <w:t>2.025e0</w:t>
      </w:r>
    </w:p>
    <w:p w:rsidR="00B65DC9" w:rsidRDefault="00B65DC9" w:rsidP="00B65DC9">
      <w:r>
        <w:t>602.3962</w:t>
      </w:r>
      <w:r>
        <w:tab/>
        <w:t>3.063e0</w:t>
      </w:r>
    </w:p>
    <w:p w:rsidR="00B65DC9" w:rsidRDefault="00B65DC9" w:rsidP="00B65DC9">
      <w:r>
        <w:t>602.4345</w:t>
      </w:r>
      <w:r>
        <w:tab/>
        <w:t>1.013e0</w:t>
      </w:r>
    </w:p>
    <w:p w:rsidR="00B65DC9" w:rsidRDefault="00B65DC9" w:rsidP="00B65DC9">
      <w:r>
        <w:t>602.4505</w:t>
      </w:r>
      <w:r>
        <w:tab/>
        <w:t>3.038e0</w:t>
      </w:r>
    </w:p>
    <w:p w:rsidR="00B65DC9" w:rsidRDefault="00B65DC9" w:rsidP="00B65DC9">
      <w:r>
        <w:t>602.5056</w:t>
      </w:r>
      <w:r>
        <w:tab/>
        <w:t>1.013e0</w:t>
      </w:r>
    </w:p>
    <w:p w:rsidR="00B65DC9" w:rsidRDefault="00B65DC9" w:rsidP="00B65DC9">
      <w:r>
        <w:t>602.5148</w:t>
      </w:r>
      <w:r>
        <w:tab/>
        <w:t>2.532e-2</w:t>
      </w:r>
    </w:p>
    <w:p w:rsidR="00B65DC9" w:rsidRDefault="00B65DC9" w:rsidP="00B65DC9">
      <w:r>
        <w:t>602.5805</w:t>
      </w:r>
      <w:r>
        <w:tab/>
        <w:t>1.025e0</w:t>
      </w:r>
    </w:p>
    <w:p w:rsidR="00B65DC9" w:rsidRDefault="00B65DC9" w:rsidP="00B65DC9">
      <w:r>
        <w:t>602.5818</w:t>
      </w:r>
      <w:r>
        <w:tab/>
        <w:t>1.013e0</w:t>
      </w:r>
    </w:p>
    <w:p w:rsidR="00B65DC9" w:rsidRDefault="00B65DC9" w:rsidP="00B65DC9">
      <w:r>
        <w:t>602.6663</w:t>
      </w:r>
      <w:r>
        <w:tab/>
        <w:t>1.266e-2</w:t>
      </w:r>
    </w:p>
    <w:p w:rsidR="00B65DC9" w:rsidRDefault="00B65DC9" w:rsidP="00B65DC9">
      <w:r>
        <w:lastRenderedPageBreak/>
        <w:t>602.6826</w:t>
      </w:r>
      <w:r>
        <w:tab/>
        <w:t>1.013e0</w:t>
      </w:r>
    </w:p>
    <w:p w:rsidR="00B65DC9" w:rsidRDefault="00B65DC9" w:rsidP="00B65DC9">
      <w:r>
        <w:t>602.7264</w:t>
      </w:r>
      <w:r>
        <w:tab/>
        <w:t>1.013e0</w:t>
      </w:r>
    </w:p>
    <w:p w:rsidR="00B65DC9" w:rsidRDefault="00B65DC9" w:rsidP="00B65DC9">
      <w:r>
        <w:t>602.8201</w:t>
      </w:r>
      <w:r>
        <w:tab/>
        <w:t>1.266e-2</w:t>
      </w:r>
    </w:p>
    <w:p w:rsidR="00B65DC9" w:rsidRDefault="00B65DC9" w:rsidP="00B65DC9">
      <w:r>
        <w:t>602.8249</w:t>
      </w:r>
      <w:r>
        <w:tab/>
        <w:t>1.013e0</w:t>
      </w:r>
    </w:p>
    <w:p w:rsidR="00B65DC9" w:rsidRDefault="00B65DC9" w:rsidP="00B65DC9">
      <w:r>
        <w:t>602.9123</w:t>
      </w:r>
      <w:r>
        <w:tab/>
        <w:t>2.025e0</w:t>
      </w:r>
    </w:p>
    <w:p w:rsidR="00B65DC9" w:rsidRDefault="00B65DC9" w:rsidP="00B65DC9">
      <w:r>
        <w:t>602.9437</w:t>
      </w:r>
      <w:r>
        <w:tab/>
        <w:t>2.025e0</w:t>
      </w:r>
    </w:p>
    <w:p w:rsidR="00B65DC9" w:rsidRDefault="00B65DC9" w:rsidP="00B65DC9">
      <w:r>
        <w:t>602.9673</w:t>
      </w:r>
      <w:r>
        <w:tab/>
        <w:t>1.025e0</w:t>
      </w:r>
    </w:p>
    <w:p w:rsidR="00B65DC9" w:rsidRDefault="00B65DC9" w:rsidP="00B65DC9">
      <w:r>
        <w:t>603.0283</w:t>
      </w:r>
      <w:r>
        <w:tab/>
        <w:t>2.025e0</w:t>
      </w:r>
    </w:p>
    <w:p w:rsidR="00B65DC9" w:rsidRDefault="00B65DC9" w:rsidP="00B65DC9">
      <w:r>
        <w:t>603.0497</w:t>
      </w:r>
      <w:r>
        <w:tab/>
        <w:t>2.025e0</w:t>
      </w:r>
    </w:p>
    <w:p w:rsidR="00B65DC9" w:rsidRDefault="00B65DC9" w:rsidP="00B65DC9">
      <w:r>
        <w:t>603.1083</w:t>
      </w:r>
      <w:r>
        <w:tab/>
        <w:t>3.038e0</w:t>
      </w:r>
    </w:p>
    <w:p w:rsidR="00B65DC9" w:rsidRDefault="00B65DC9" w:rsidP="00B65DC9">
      <w:r>
        <w:t>603.2703</w:t>
      </w:r>
      <w:r>
        <w:tab/>
        <w:t>6.692e1</w:t>
      </w:r>
    </w:p>
    <w:p w:rsidR="00B65DC9" w:rsidRDefault="00B65DC9" w:rsidP="00B65DC9">
      <w:r>
        <w:t>603.2751</w:t>
      </w:r>
      <w:r>
        <w:tab/>
        <w:t>4.842e1</w:t>
      </w:r>
    </w:p>
    <w:p w:rsidR="00B65DC9" w:rsidRDefault="00B65DC9" w:rsidP="00B65DC9">
      <w:r>
        <w:t>603.2819</w:t>
      </w:r>
      <w:r>
        <w:tab/>
        <w:t>2.133e1</w:t>
      </w:r>
    </w:p>
    <w:p w:rsidR="00B65DC9" w:rsidRDefault="00B65DC9" w:rsidP="00B65DC9">
      <w:r>
        <w:t>603.3864</w:t>
      </w:r>
      <w:r>
        <w:tab/>
        <w:t>3.038e0</w:t>
      </w:r>
    </w:p>
    <w:p w:rsidR="00B65DC9" w:rsidRDefault="00B65DC9" w:rsidP="00B65DC9">
      <w:r>
        <w:t>603.4042</w:t>
      </w:r>
      <w:r>
        <w:tab/>
        <w:t>3.038e0</w:t>
      </w:r>
    </w:p>
    <w:p w:rsidR="00B65DC9" w:rsidRDefault="00B65DC9" w:rsidP="00B65DC9">
      <w:r>
        <w:t>603.4371</w:t>
      </w:r>
      <w:r>
        <w:tab/>
        <w:t>2.025e0</w:t>
      </w:r>
    </w:p>
    <w:p w:rsidR="00B65DC9" w:rsidRDefault="00B65DC9" w:rsidP="00B65DC9">
      <w:r>
        <w:t>603.4642</w:t>
      </w:r>
      <w:r>
        <w:tab/>
        <w:t>2.038e0</w:t>
      </w:r>
    </w:p>
    <w:p w:rsidR="00B65DC9" w:rsidRDefault="00B65DC9" w:rsidP="00B65DC9">
      <w:r>
        <w:t>603.4772</w:t>
      </w:r>
      <w:r>
        <w:tab/>
        <w:t>4.051e0</w:t>
      </w:r>
    </w:p>
    <w:p w:rsidR="00B65DC9" w:rsidRDefault="00B65DC9" w:rsidP="00B65DC9">
      <w:r>
        <w:t>603.4800</w:t>
      </w:r>
      <w:r>
        <w:tab/>
        <w:t>2.025e0</w:t>
      </w:r>
    </w:p>
    <w:p w:rsidR="00B65DC9" w:rsidRDefault="00B65DC9" w:rsidP="00B65DC9">
      <w:r>
        <w:lastRenderedPageBreak/>
        <w:t>603.4910</w:t>
      </w:r>
      <w:r>
        <w:tab/>
        <w:t>2.025e0</w:t>
      </w:r>
    </w:p>
    <w:p w:rsidR="00B65DC9" w:rsidRDefault="00B65DC9" w:rsidP="00B65DC9">
      <w:r>
        <w:t>603.5424</w:t>
      </w:r>
      <w:r>
        <w:tab/>
        <w:t>2.038e0</w:t>
      </w:r>
    </w:p>
    <w:p w:rsidR="00B65DC9" w:rsidRDefault="00B65DC9" w:rsidP="00B65DC9">
      <w:r>
        <w:t>603.6357</w:t>
      </w:r>
      <w:r>
        <w:tab/>
        <w:t>1.013e0</w:t>
      </w:r>
    </w:p>
    <w:p w:rsidR="00B65DC9" w:rsidRDefault="00B65DC9" w:rsidP="00B65DC9">
      <w:r>
        <w:t>603.7461</w:t>
      </w:r>
      <w:r>
        <w:tab/>
        <w:t>1.013e0</w:t>
      </w:r>
    </w:p>
    <w:p w:rsidR="00B65DC9" w:rsidRDefault="00B65DC9" w:rsidP="00B65DC9">
      <w:r>
        <w:t>603.8173</w:t>
      </w:r>
      <w:r>
        <w:tab/>
        <w:t>1.013e0</w:t>
      </w:r>
    </w:p>
    <w:p w:rsidR="00B65DC9" w:rsidRDefault="00B65DC9" w:rsidP="00B65DC9">
      <w:r>
        <w:t>603.8788</w:t>
      </w:r>
      <w:r>
        <w:tab/>
        <w:t>1.038e0</w:t>
      </w:r>
    </w:p>
    <w:p w:rsidR="00B65DC9" w:rsidRDefault="00B65DC9" w:rsidP="00B65DC9">
      <w:r>
        <w:t>603.9769</w:t>
      </w:r>
      <w:r>
        <w:tab/>
        <w:t>1.013e0</w:t>
      </w:r>
    </w:p>
    <w:p w:rsidR="00B65DC9" w:rsidRDefault="00B65DC9" w:rsidP="00B65DC9">
      <w:r>
        <w:t>603.9941</w:t>
      </w:r>
      <w:r>
        <w:tab/>
        <w:t>1.013e0</w:t>
      </w:r>
    </w:p>
    <w:p w:rsidR="00B65DC9" w:rsidRDefault="00B65DC9" w:rsidP="00B65DC9">
      <w:r>
        <w:t>604.0081</w:t>
      </w:r>
      <w:r>
        <w:tab/>
        <w:t>1.013e0</w:t>
      </w:r>
    </w:p>
    <w:p w:rsidR="00B65DC9" w:rsidRDefault="00B65DC9" w:rsidP="00B65DC9">
      <w:r>
        <w:t>604.0844</w:t>
      </w:r>
      <w:r>
        <w:tab/>
        <w:t>2.038e0</w:t>
      </w:r>
    </w:p>
    <w:p w:rsidR="00B65DC9" w:rsidRDefault="00B65DC9" w:rsidP="00B65DC9">
      <w:r>
        <w:t>604.1366</w:t>
      </w:r>
      <w:r>
        <w:tab/>
        <w:t>2.532e-2</w:t>
      </w:r>
    </w:p>
    <w:p w:rsidR="00B65DC9" w:rsidRDefault="00B65DC9" w:rsidP="00B65DC9">
      <w:r>
        <w:t>604.1633</w:t>
      </w:r>
      <w:r>
        <w:tab/>
        <w:t>1.013e0</w:t>
      </w:r>
    </w:p>
    <w:p w:rsidR="00B65DC9" w:rsidRDefault="00B65DC9" w:rsidP="00B65DC9">
      <w:r>
        <w:t>604.2615</w:t>
      </w:r>
      <w:r>
        <w:tab/>
        <w:t>9.152e0</w:t>
      </w:r>
    </w:p>
    <w:p w:rsidR="00B65DC9" w:rsidRDefault="00B65DC9" w:rsidP="00B65DC9">
      <w:r>
        <w:t>604.2742</w:t>
      </w:r>
      <w:r>
        <w:tab/>
        <w:t>3.114e0</w:t>
      </w:r>
    </w:p>
    <w:p w:rsidR="00B65DC9" w:rsidRDefault="00B65DC9" w:rsidP="00B65DC9">
      <w:r>
        <w:t>604.2758</w:t>
      </w:r>
      <w:r>
        <w:tab/>
        <w:t>1.215e1</w:t>
      </w:r>
    </w:p>
    <w:p w:rsidR="00B65DC9" w:rsidRDefault="00B65DC9" w:rsidP="00B65DC9">
      <w:r>
        <w:t>604.2773</w:t>
      </w:r>
      <w:r>
        <w:tab/>
        <w:t>1.290e1</w:t>
      </w:r>
    </w:p>
    <w:p w:rsidR="00B65DC9" w:rsidRDefault="00B65DC9" w:rsidP="00B65DC9">
      <w:r>
        <w:t>604.2861</w:t>
      </w:r>
      <w:r>
        <w:tab/>
        <w:t>8.152e0</w:t>
      </w:r>
    </w:p>
    <w:p w:rsidR="00B65DC9" w:rsidRDefault="00B65DC9" w:rsidP="00B65DC9">
      <w:r>
        <w:t>604.3755</w:t>
      </w:r>
      <w:r>
        <w:tab/>
        <w:t>2.025e0</w:t>
      </w:r>
    </w:p>
    <w:p w:rsidR="00B65DC9" w:rsidRDefault="00B65DC9" w:rsidP="00B65DC9">
      <w:r>
        <w:t>604.3847</w:t>
      </w:r>
      <w:r>
        <w:tab/>
        <w:t>1.013e0</w:t>
      </w:r>
    </w:p>
    <w:p w:rsidR="00B65DC9" w:rsidRDefault="00B65DC9" w:rsidP="00B65DC9">
      <w:r>
        <w:lastRenderedPageBreak/>
        <w:t>604.3859</w:t>
      </w:r>
      <w:r>
        <w:tab/>
        <w:t>2.025e0</w:t>
      </w:r>
    </w:p>
    <w:p w:rsidR="00B65DC9" w:rsidRDefault="00B65DC9" w:rsidP="00B65DC9">
      <w:r>
        <w:t>604.4219</w:t>
      </w:r>
      <w:r>
        <w:tab/>
        <w:t>3.038e0</w:t>
      </w:r>
    </w:p>
    <w:p w:rsidR="00B65DC9" w:rsidRDefault="00B65DC9" w:rsidP="00B65DC9">
      <w:r>
        <w:t>604.4531</w:t>
      </w:r>
      <w:r>
        <w:tab/>
        <w:t>1.013e0</w:t>
      </w:r>
    </w:p>
    <w:p w:rsidR="00B65DC9" w:rsidRDefault="00B65DC9" w:rsidP="00B65DC9">
      <w:r>
        <w:t>604.4648</w:t>
      </w:r>
      <w:r>
        <w:tab/>
        <w:t>2.025e0</w:t>
      </w:r>
    </w:p>
    <w:p w:rsidR="00B65DC9" w:rsidRDefault="00B65DC9" w:rsidP="00B65DC9">
      <w:r>
        <w:t>604.5404</w:t>
      </w:r>
      <w:r>
        <w:tab/>
        <w:t>3.038e0</w:t>
      </w:r>
    </w:p>
    <w:p w:rsidR="00B65DC9" w:rsidRDefault="00B65DC9" w:rsidP="00B65DC9">
      <w:r>
        <w:t>604.5440</w:t>
      </w:r>
      <w:r>
        <w:tab/>
        <w:t>1.266e-2</w:t>
      </w:r>
    </w:p>
    <w:p w:rsidR="00B65DC9" w:rsidRDefault="00B65DC9" w:rsidP="00B65DC9">
      <w:r>
        <w:t>604.5798</w:t>
      </w:r>
      <w:r>
        <w:tab/>
        <w:t>1.266e-2</w:t>
      </w:r>
    </w:p>
    <w:p w:rsidR="00B65DC9" w:rsidRDefault="00B65DC9" w:rsidP="00B65DC9">
      <w:r>
        <w:t>604.6188</w:t>
      </w:r>
      <w:r>
        <w:tab/>
        <w:t>1.013e0</w:t>
      </w:r>
    </w:p>
    <w:p w:rsidR="00B65DC9" w:rsidRDefault="00B65DC9" w:rsidP="00B65DC9">
      <w:r>
        <w:t>604.6980</w:t>
      </w:r>
      <w:r>
        <w:tab/>
        <w:t>2.025e0</w:t>
      </w:r>
    </w:p>
    <w:p w:rsidR="00B65DC9" w:rsidRDefault="00B65DC9" w:rsidP="00B65DC9">
      <w:r>
        <w:t>604.7037</w:t>
      </w:r>
      <w:r>
        <w:tab/>
        <w:t>3.038e0</w:t>
      </w:r>
    </w:p>
    <w:p w:rsidR="00B65DC9" w:rsidRDefault="00B65DC9" w:rsidP="00B65DC9">
      <w:r>
        <w:t>604.7513</w:t>
      </w:r>
      <w:r>
        <w:tab/>
        <w:t>4.051e0</w:t>
      </w:r>
    </w:p>
    <w:p w:rsidR="00B65DC9" w:rsidRDefault="00B65DC9" w:rsidP="00B65DC9">
      <w:r>
        <w:t>604.7913</w:t>
      </w:r>
      <w:r>
        <w:tab/>
        <w:t>1.013e0</w:t>
      </w:r>
    </w:p>
    <w:p w:rsidR="00B65DC9" w:rsidRDefault="00B65DC9" w:rsidP="00B65DC9">
      <w:r>
        <w:t>604.7930</w:t>
      </w:r>
      <w:r>
        <w:tab/>
        <w:t>3.038e0</w:t>
      </w:r>
    </w:p>
    <w:p w:rsidR="00B65DC9" w:rsidRDefault="00B65DC9" w:rsidP="00B65DC9">
      <w:r>
        <w:t>604.7957</w:t>
      </w:r>
      <w:r>
        <w:tab/>
        <w:t>1.013e0</w:t>
      </w:r>
    </w:p>
    <w:p w:rsidR="00B65DC9" w:rsidRDefault="00B65DC9" w:rsidP="00B65DC9">
      <w:r>
        <w:t>604.9399</w:t>
      </w:r>
      <w:r>
        <w:tab/>
        <w:t>1.266e-2</w:t>
      </w:r>
    </w:p>
    <w:p w:rsidR="00B65DC9" w:rsidRDefault="00B65DC9" w:rsidP="00B65DC9">
      <w:r>
        <w:t>604.9865</w:t>
      </w:r>
      <w:r>
        <w:tab/>
        <w:t>1.025e0</w:t>
      </w:r>
    </w:p>
    <w:p w:rsidR="00B65DC9" w:rsidRDefault="00B65DC9" w:rsidP="00B65DC9">
      <w:r>
        <w:t>604.9952</w:t>
      </w:r>
      <w:r>
        <w:tab/>
        <w:t>3.038e0</w:t>
      </w:r>
    </w:p>
    <w:p w:rsidR="00B65DC9" w:rsidRDefault="00B65DC9" w:rsidP="00B65DC9">
      <w:r>
        <w:t>605.0128</w:t>
      </w:r>
      <w:r>
        <w:tab/>
        <w:t>2.025e0</w:t>
      </w:r>
    </w:p>
    <w:p w:rsidR="00B65DC9" w:rsidRDefault="00B65DC9" w:rsidP="00B65DC9">
      <w:r>
        <w:t>605.0718</w:t>
      </w:r>
      <w:r>
        <w:tab/>
        <w:t>4.051e0</w:t>
      </w:r>
    </w:p>
    <w:p w:rsidR="00B65DC9" w:rsidRDefault="00B65DC9" w:rsidP="00B65DC9">
      <w:r>
        <w:lastRenderedPageBreak/>
        <w:t>605.0862</w:t>
      </w:r>
      <w:r>
        <w:tab/>
        <w:t>1.545e0</w:t>
      </w:r>
    </w:p>
    <w:p w:rsidR="00B65DC9" w:rsidRDefault="00B65DC9" w:rsidP="00B65DC9">
      <w:r>
        <w:t>605.1106</w:t>
      </w:r>
      <w:r>
        <w:tab/>
        <w:t>1.266e-2</w:t>
      </w:r>
    </w:p>
    <w:p w:rsidR="00B65DC9" w:rsidRDefault="00B65DC9" w:rsidP="00B65DC9">
      <w:r>
        <w:t>605.1595</w:t>
      </w:r>
      <w:r>
        <w:tab/>
        <w:t>4.051e0</w:t>
      </w:r>
    </w:p>
    <w:p w:rsidR="00B65DC9" w:rsidRDefault="00B65DC9" w:rsidP="00B65DC9">
      <w:r>
        <w:t>605.1874</w:t>
      </w:r>
      <w:r>
        <w:tab/>
        <w:t>1.025e0</w:t>
      </w:r>
    </w:p>
    <w:p w:rsidR="00B65DC9" w:rsidRDefault="00B65DC9" w:rsidP="00B65DC9">
      <w:r>
        <w:t>605.1982</w:t>
      </w:r>
      <w:r>
        <w:tab/>
        <w:t>1.025e0</w:t>
      </w:r>
    </w:p>
    <w:p w:rsidR="00B65DC9" w:rsidRDefault="00B65DC9" w:rsidP="00B65DC9">
      <w:r>
        <w:t>605.2109</w:t>
      </w:r>
      <w:r>
        <w:tab/>
        <w:t>3.002e0</w:t>
      </w:r>
    </w:p>
    <w:p w:rsidR="00B65DC9" w:rsidRDefault="00B65DC9" w:rsidP="00B65DC9">
      <w:r>
        <w:t>605.2521</w:t>
      </w:r>
      <w:r>
        <w:tab/>
        <w:t>3.038e0</w:t>
      </w:r>
    </w:p>
    <w:p w:rsidR="00B65DC9" w:rsidRDefault="00B65DC9" w:rsidP="00B65DC9">
      <w:r>
        <w:t>605.2713</w:t>
      </w:r>
      <w:r>
        <w:tab/>
        <w:t>5.063e0</w:t>
      </w:r>
    </w:p>
    <w:p w:rsidR="00B65DC9" w:rsidRDefault="00B65DC9" w:rsidP="00B65DC9">
      <w:r>
        <w:t>605.2758</w:t>
      </w:r>
      <w:r>
        <w:tab/>
        <w:t>1.320e1</w:t>
      </w:r>
    </w:p>
    <w:p w:rsidR="00B65DC9" w:rsidRDefault="00B65DC9" w:rsidP="00B65DC9">
      <w:r>
        <w:t>605.2875</w:t>
      </w:r>
      <w:r>
        <w:tab/>
        <w:t>1.025e0</w:t>
      </w:r>
    </w:p>
    <w:p w:rsidR="00B65DC9" w:rsidRDefault="00B65DC9" w:rsidP="00B65DC9">
      <w:r>
        <w:t>605.3264</w:t>
      </w:r>
      <w:r>
        <w:tab/>
        <w:t>3.038e0</w:t>
      </w:r>
    </w:p>
    <w:p w:rsidR="00B65DC9" w:rsidRDefault="00B65DC9" w:rsidP="00B65DC9">
      <w:r>
        <w:t>605.3295</w:t>
      </w:r>
      <w:r>
        <w:tab/>
        <w:t>3.038e0</w:t>
      </w:r>
    </w:p>
    <w:p w:rsidR="00B65DC9" w:rsidRDefault="00B65DC9" w:rsidP="00B65DC9">
      <w:r>
        <w:t>605.3649</w:t>
      </w:r>
      <w:r>
        <w:tab/>
        <w:t>1.013e0</w:t>
      </w:r>
    </w:p>
    <w:p w:rsidR="00B65DC9" w:rsidRDefault="00B65DC9" w:rsidP="00B65DC9">
      <w:r>
        <w:t>605.3933</w:t>
      </w:r>
      <w:r>
        <w:tab/>
        <w:t>3.038e0</w:t>
      </w:r>
    </w:p>
    <w:p w:rsidR="00B65DC9" w:rsidRDefault="00B65DC9" w:rsidP="00B65DC9">
      <w:r>
        <w:t>605.3945</w:t>
      </w:r>
      <w:r>
        <w:tab/>
        <w:t>3.038e0</w:t>
      </w:r>
    </w:p>
    <w:p w:rsidR="00B65DC9" w:rsidRDefault="00B65DC9" w:rsidP="00B65DC9">
      <w:r>
        <w:t>605.4630</w:t>
      </w:r>
      <w:r>
        <w:tab/>
        <w:t>3.038e0</w:t>
      </w:r>
    </w:p>
    <w:p w:rsidR="00B65DC9" w:rsidRDefault="00B65DC9" w:rsidP="00B65DC9">
      <w:r>
        <w:t>605.4893</w:t>
      </w:r>
      <w:r>
        <w:tab/>
        <w:t>2.025e0</w:t>
      </w:r>
    </w:p>
    <w:p w:rsidR="00B65DC9" w:rsidRDefault="00B65DC9" w:rsidP="00B65DC9">
      <w:r>
        <w:t>605.5101</w:t>
      </w:r>
      <w:r>
        <w:tab/>
        <w:t>1.013e0</w:t>
      </w:r>
    </w:p>
    <w:p w:rsidR="00B65DC9" w:rsidRDefault="00B65DC9" w:rsidP="00B65DC9">
      <w:r>
        <w:t>605.5209</w:t>
      </w:r>
      <w:r>
        <w:tab/>
        <w:t>2.025e0</w:t>
      </w:r>
    </w:p>
    <w:p w:rsidR="00B65DC9" w:rsidRDefault="00B65DC9" w:rsidP="00B65DC9">
      <w:r>
        <w:lastRenderedPageBreak/>
        <w:t>605.6345</w:t>
      </w:r>
      <w:r>
        <w:tab/>
        <w:t>1.013e0</w:t>
      </w:r>
    </w:p>
    <w:p w:rsidR="00B65DC9" w:rsidRDefault="00B65DC9" w:rsidP="00B65DC9">
      <w:r>
        <w:t>605.7487</w:t>
      </w:r>
      <w:r>
        <w:tab/>
        <w:t>1.013e0</w:t>
      </w:r>
    </w:p>
    <w:p w:rsidR="00B65DC9" w:rsidRDefault="00B65DC9" w:rsidP="00B65DC9">
      <w:r>
        <w:t>605.8265</w:t>
      </w:r>
      <w:r>
        <w:tab/>
        <w:t>2.025e0</w:t>
      </w:r>
    </w:p>
    <w:p w:rsidR="00B65DC9" w:rsidRDefault="00B65DC9" w:rsidP="00B65DC9">
      <w:r>
        <w:t>605.8524</w:t>
      </w:r>
      <w:r>
        <w:tab/>
        <w:t>1.013e0</w:t>
      </w:r>
    </w:p>
    <w:p w:rsidR="00B65DC9" w:rsidRDefault="00B65DC9" w:rsidP="00B65DC9">
      <w:r>
        <w:t>605.8668</w:t>
      </w:r>
      <w:r>
        <w:tab/>
        <w:t>2.025e0</w:t>
      </w:r>
    </w:p>
    <w:p w:rsidR="00B65DC9" w:rsidRDefault="00B65DC9" w:rsidP="00B65DC9">
      <w:r>
        <w:t>605.9772</w:t>
      </w:r>
      <w:r>
        <w:tab/>
        <w:t>2.038e0</w:t>
      </w:r>
    </w:p>
    <w:p w:rsidR="00B65DC9" w:rsidRDefault="00B65DC9" w:rsidP="00B65DC9">
      <w:r>
        <w:t>606.0184</w:t>
      </w:r>
      <w:r>
        <w:tab/>
        <w:t>1.013e0</w:t>
      </w:r>
    </w:p>
    <w:p w:rsidR="00B65DC9" w:rsidRDefault="00B65DC9" w:rsidP="00B65DC9">
      <w:r>
        <w:t>606.0599</w:t>
      </w:r>
      <w:r>
        <w:tab/>
        <w:t>1.013e0</w:t>
      </w:r>
    </w:p>
    <w:p w:rsidR="00B65DC9" w:rsidRDefault="00B65DC9" w:rsidP="00B65DC9">
      <w:r>
        <w:t>606.0834</w:t>
      </w:r>
      <w:r>
        <w:tab/>
        <w:t>3.038e0</w:t>
      </w:r>
    </w:p>
    <w:p w:rsidR="00B65DC9" w:rsidRDefault="00B65DC9" w:rsidP="00B65DC9">
      <w:r>
        <w:t>606.1534</w:t>
      </w:r>
      <w:r>
        <w:tab/>
        <w:t>1.013e0</w:t>
      </w:r>
    </w:p>
    <w:p w:rsidR="00B65DC9" w:rsidRDefault="00B65DC9" w:rsidP="00B65DC9">
      <w:r>
        <w:t>606.1730</w:t>
      </w:r>
      <w:r>
        <w:tab/>
        <w:t>2.025e0</w:t>
      </w:r>
    </w:p>
    <w:p w:rsidR="00B65DC9" w:rsidRDefault="00B65DC9" w:rsidP="00B65DC9">
      <w:r>
        <w:t>606.1789</w:t>
      </w:r>
      <w:r>
        <w:tab/>
        <w:t>3.038e0</w:t>
      </w:r>
    </w:p>
    <w:p w:rsidR="00B65DC9" w:rsidRDefault="00B65DC9" w:rsidP="00B65DC9">
      <w:r>
        <w:t>606.1957</w:t>
      </w:r>
      <w:r>
        <w:tab/>
        <w:t>3.038e0</w:t>
      </w:r>
    </w:p>
    <w:p w:rsidR="00B65DC9" w:rsidRDefault="00B65DC9" w:rsidP="00B65DC9">
      <w:r>
        <w:t>606.2532</w:t>
      </w:r>
      <w:r>
        <w:tab/>
        <w:t>2.025e0</w:t>
      </w:r>
    </w:p>
    <w:p w:rsidR="00B65DC9" w:rsidRDefault="00B65DC9" w:rsidP="00B65DC9">
      <w:r>
        <w:t>606.2705</w:t>
      </w:r>
      <w:r>
        <w:tab/>
        <w:t>2.025e0</w:t>
      </w:r>
    </w:p>
    <w:p w:rsidR="00B65DC9" w:rsidRDefault="00B65DC9" w:rsidP="00B65DC9">
      <w:r>
        <w:t>606.3197</w:t>
      </w:r>
      <w:r>
        <w:tab/>
        <w:t>4.051e0</w:t>
      </w:r>
    </w:p>
    <w:p w:rsidR="00B65DC9" w:rsidRDefault="00B65DC9" w:rsidP="00B65DC9">
      <w:r>
        <w:t>606.3235</w:t>
      </w:r>
      <w:r>
        <w:tab/>
        <w:t>2.025e0</w:t>
      </w:r>
    </w:p>
    <w:p w:rsidR="00B65DC9" w:rsidRDefault="00B65DC9" w:rsidP="00B65DC9">
      <w:r>
        <w:t>606.3842</w:t>
      </w:r>
      <w:r>
        <w:tab/>
        <w:t>1.051e0</w:t>
      </w:r>
    </w:p>
    <w:p w:rsidR="00B65DC9" w:rsidRDefault="00B65DC9" w:rsidP="00B65DC9">
      <w:r>
        <w:t>606.4233</w:t>
      </w:r>
      <w:r>
        <w:tab/>
        <w:t>2.025e0</w:t>
      </w:r>
    </w:p>
    <w:p w:rsidR="00B65DC9" w:rsidRDefault="00B65DC9" w:rsidP="00B65DC9">
      <w:r>
        <w:lastRenderedPageBreak/>
        <w:t>606.4486</w:t>
      </w:r>
      <w:r>
        <w:tab/>
        <w:t>6.690e-1</w:t>
      </w:r>
    </w:p>
    <w:p w:rsidR="00B65DC9" w:rsidRDefault="00B65DC9" w:rsidP="00B65DC9">
      <w:r>
        <w:t>606.4667</w:t>
      </w:r>
      <w:r>
        <w:tab/>
        <w:t>4.051e0</w:t>
      </w:r>
    </w:p>
    <w:p w:rsidR="00B65DC9" w:rsidRDefault="00B65DC9" w:rsidP="00B65DC9">
      <w:r>
        <w:t>606.5268</w:t>
      </w:r>
      <w:r>
        <w:tab/>
        <w:t>1.013e0</w:t>
      </w:r>
    </w:p>
    <w:p w:rsidR="00B65DC9" w:rsidRDefault="00B65DC9" w:rsidP="00B65DC9">
      <w:r>
        <w:t>606.5427</w:t>
      </w:r>
      <w:r>
        <w:tab/>
        <w:t>1.025e0</w:t>
      </w:r>
    </w:p>
    <w:p w:rsidR="00B65DC9" w:rsidRDefault="00B65DC9" w:rsidP="00B65DC9">
      <w:r>
        <w:t>606.5505</w:t>
      </w:r>
      <w:r>
        <w:tab/>
        <w:t>3.038e0</w:t>
      </w:r>
    </w:p>
    <w:p w:rsidR="00B65DC9" w:rsidRDefault="00B65DC9" w:rsidP="00B65DC9">
      <w:r>
        <w:t>606.6116</w:t>
      </w:r>
      <w:r>
        <w:tab/>
        <w:t>2.025e0</w:t>
      </w:r>
    </w:p>
    <w:p w:rsidR="00B65DC9" w:rsidRDefault="00B65DC9" w:rsidP="00B65DC9">
      <w:r>
        <w:t>606.6335</w:t>
      </w:r>
      <w:r>
        <w:tab/>
        <w:t>1.266e-2</w:t>
      </w:r>
    </w:p>
    <w:p w:rsidR="00B65DC9" w:rsidRDefault="00B65DC9" w:rsidP="00B65DC9">
      <w:r>
        <w:t>606.6734</w:t>
      </w:r>
      <w:r>
        <w:tab/>
        <w:t>1.013e0</w:t>
      </w:r>
    </w:p>
    <w:p w:rsidR="00B65DC9" w:rsidRDefault="00B65DC9" w:rsidP="00B65DC9">
      <w:r>
        <w:t>606.7209</w:t>
      </w:r>
      <w:r>
        <w:tab/>
        <w:t>1.013e0</w:t>
      </w:r>
    </w:p>
    <w:p w:rsidR="00B65DC9" w:rsidRDefault="00B65DC9" w:rsidP="00B65DC9">
      <w:r>
        <w:t>606.7396</w:t>
      </w:r>
      <w:r>
        <w:tab/>
        <w:t>2.025e0</w:t>
      </w:r>
    </w:p>
    <w:p w:rsidR="00B65DC9" w:rsidRDefault="00B65DC9" w:rsidP="00B65DC9">
      <w:r>
        <w:t>606.7765</w:t>
      </w:r>
      <w:r>
        <w:tab/>
        <w:t>1.013e0</w:t>
      </w:r>
    </w:p>
    <w:p w:rsidR="00B65DC9" w:rsidRDefault="00B65DC9" w:rsidP="00B65DC9">
      <w:r>
        <w:t>606.8963</w:t>
      </w:r>
      <w:r>
        <w:tab/>
        <w:t>3.038e0</w:t>
      </w:r>
    </w:p>
    <w:p w:rsidR="00B65DC9" w:rsidRDefault="00B65DC9" w:rsidP="00B65DC9">
      <w:r>
        <w:t>606.9440</w:t>
      </w:r>
      <w:r>
        <w:tab/>
        <w:t>3.038e0</w:t>
      </w:r>
    </w:p>
    <w:p w:rsidR="00B65DC9" w:rsidRDefault="00B65DC9" w:rsidP="00B65DC9">
      <w:r>
        <w:t>606.9514</w:t>
      </w:r>
      <w:r>
        <w:tab/>
        <w:t>4.051e0</w:t>
      </w:r>
    </w:p>
    <w:p w:rsidR="00B65DC9" w:rsidRDefault="00B65DC9" w:rsidP="00B65DC9">
      <w:r>
        <w:t>606.9662</w:t>
      </w:r>
      <w:r>
        <w:tab/>
        <w:t>5.089e0</w:t>
      </w:r>
    </w:p>
    <w:p w:rsidR="00B65DC9" w:rsidRDefault="00B65DC9" w:rsidP="00B65DC9">
      <w:r>
        <w:t>607.0219</w:t>
      </w:r>
      <w:r>
        <w:tab/>
        <w:t>1.013e0</w:t>
      </w:r>
    </w:p>
    <w:p w:rsidR="00B65DC9" w:rsidRDefault="00B65DC9" w:rsidP="00B65DC9">
      <w:r>
        <w:t>607.0483</w:t>
      </w:r>
      <w:r>
        <w:tab/>
        <w:t>2.025e0</w:t>
      </w:r>
    </w:p>
    <w:p w:rsidR="00B65DC9" w:rsidRDefault="00B65DC9" w:rsidP="00B65DC9">
      <w:r>
        <w:t>607.1277</w:t>
      </w:r>
      <w:r>
        <w:tab/>
        <w:t>1.266e-2</w:t>
      </w:r>
    </w:p>
    <w:p w:rsidR="00B65DC9" w:rsidRDefault="00B65DC9" w:rsidP="00B65DC9">
      <w:r>
        <w:t>607.1611</w:t>
      </w:r>
      <w:r>
        <w:tab/>
        <w:t>1.013e0</w:t>
      </w:r>
    </w:p>
    <w:p w:rsidR="00B65DC9" w:rsidRDefault="00B65DC9" w:rsidP="00B65DC9">
      <w:r>
        <w:lastRenderedPageBreak/>
        <w:t>607.2243</w:t>
      </w:r>
      <w:r>
        <w:tab/>
        <w:t>3.038e0</w:t>
      </w:r>
    </w:p>
    <w:p w:rsidR="00B65DC9" w:rsidRDefault="00B65DC9" w:rsidP="00B65DC9">
      <w:r>
        <w:t>607.2358</w:t>
      </w:r>
      <w:r>
        <w:tab/>
        <w:t>2.025e0</w:t>
      </w:r>
    </w:p>
    <w:p w:rsidR="00B65DC9" w:rsidRDefault="00B65DC9" w:rsidP="00B65DC9">
      <w:r>
        <w:t>607.2443</w:t>
      </w:r>
      <w:r>
        <w:tab/>
        <w:t>1.013e0</w:t>
      </w:r>
    </w:p>
    <w:p w:rsidR="00B65DC9" w:rsidRDefault="00B65DC9" w:rsidP="00B65DC9">
      <w:r>
        <w:t>607.2546</w:t>
      </w:r>
      <w:r>
        <w:tab/>
        <w:t>1.013e0</w:t>
      </w:r>
    </w:p>
    <w:p w:rsidR="00B65DC9" w:rsidRDefault="00B65DC9" w:rsidP="00B65DC9">
      <w:r>
        <w:t>607.3066</w:t>
      </w:r>
      <w:r>
        <w:tab/>
        <w:t>2.025e0</w:t>
      </w:r>
    </w:p>
    <w:p w:rsidR="00B65DC9" w:rsidRDefault="00B65DC9" w:rsidP="00B65DC9">
      <w:r>
        <w:t>607.3483</w:t>
      </w:r>
      <w:r>
        <w:tab/>
        <w:t>1.013e0</w:t>
      </w:r>
    </w:p>
    <w:p w:rsidR="00B65DC9" w:rsidRDefault="00B65DC9" w:rsidP="00B65DC9">
      <w:r>
        <w:t>607.3848</w:t>
      </w:r>
      <w:r>
        <w:tab/>
        <w:t>2.025e0</w:t>
      </w:r>
    </w:p>
    <w:p w:rsidR="00B65DC9" w:rsidRDefault="00B65DC9" w:rsidP="00B65DC9">
      <w:r>
        <w:t>607.4205</w:t>
      </w:r>
      <w:r>
        <w:tab/>
        <w:t>1.025e0</w:t>
      </w:r>
    </w:p>
    <w:p w:rsidR="00B65DC9" w:rsidRDefault="00B65DC9" w:rsidP="00B65DC9">
      <w:r>
        <w:t>607.4888</w:t>
      </w:r>
      <w:r>
        <w:tab/>
        <w:t>2.025e0</w:t>
      </w:r>
    </w:p>
    <w:p w:rsidR="00B65DC9" w:rsidRDefault="00B65DC9" w:rsidP="00B65DC9">
      <w:r>
        <w:t>607.5146</w:t>
      </w:r>
      <w:r>
        <w:tab/>
        <w:t>1.013e0</w:t>
      </w:r>
    </w:p>
    <w:p w:rsidR="00B65DC9" w:rsidRDefault="00B65DC9" w:rsidP="00B65DC9">
      <w:r>
        <w:t>607.5368</w:t>
      </w:r>
      <w:r>
        <w:tab/>
        <w:t>2.025e0</w:t>
      </w:r>
    </w:p>
    <w:p w:rsidR="00B65DC9" w:rsidRDefault="00B65DC9" w:rsidP="00B65DC9">
      <w:r>
        <w:t>607.5526</w:t>
      </w:r>
      <w:r>
        <w:tab/>
        <w:t>1.266e-2</w:t>
      </w:r>
    </w:p>
    <w:p w:rsidR="00B65DC9" w:rsidRDefault="00B65DC9" w:rsidP="00B65DC9">
      <w:r>
        <w:t>607.6499</w:t>
      </w:r>
      <w:r>
        <w:tab/>
        <w:t>1.266e-2</w:t>
      </w:r>
    </w:p>
    <w:p w:rsidR="00B65DC9" w:rsidRDefault="00B65DC9" w:rsidP="00B65DC9">
      <w:r>
        <w:t>607.6819</w:t>
      </w:r>
      <w:r>
        <w:tab/>
        <w:t>1.013e0</w:t>
      </w:r>
    </w:p>
    <w:p w:rsidR="00B65DC9" w:rsidRDefault="00B65DC9" w:rsidP="00B65DC9">
      <w:r>
        <w:t>607.7332</w:t>
      </w:r>
      <w:r>
        <w:tab/>
        <w:t>1.025e0</w:t>
      </w:r>
    </w:p>
    <w:p w:rsidR="00B65DC9" w:rsidRDefault="00B65DC9" w:rsidP="00B65DC9">
      <w:r>
        <w:t>607.8535</w:t>
      </w:r>
      <w:r>
        <w:tab/>
        <w:t>1.013e0</w:t>
      </w:r>
    </w:p>
    <w:p w:rsidR="00B65DC9" w:rsidRDefault="00B65DC9" w:rsidP="00B65DC9">
      <w:r>
        <w:t>607.8860</w:t>
      </w:r>
      <w:r>
        <w:tab/>
        <w:t>4.051e0</w:t>
      </w:r>
    </w:p>
    <w:p w:rsidR="00B65DC9" w:rsidRDefault="00B65DC9" w:rsidP="00B65DC9">
      <w:r>
        <w:t>607.9056</w:t>
      </w:r>
      <w:r>
        <w:tab/>
        <w:t>2.025e0</w:t>
      </w:r>
    </w:p>
    <w:p w:rsidR="00B65DC9" w:rsidRDefault="00B65DC9" w:rsidP="00B65DC9">
      <w:r>
        <w:t>607.9247</w:t>
      </w:r>
      <w:r>
        <w:tab/>
        <w:t>1.013e0</w:t>
      </w:r>
    </w:p>
    <w:p w:rsidR="00B65DC9" w:rsidRDefault="00B65DC9" w:rsidP="00B65DC9">
      <w:r>
        <w:lastRenderedPageBreak/>
        <w:t>608.0052</w:t>
      </w:r>
      <w:r>
        <w:tab/>
        <w:t>2.025e0</w:t>
      </w:r>
    </w:p>
    <w:p w:rsidR="00B65DC9" w:rsidRDefault="00B65DC9" w:rsidP="00B65DC9">
      <w:r>
        <w:t>608.0142</w:t>
      </w:r>
      <w:r>
        <w:tab/>
        <w:t>1.013e0</w:t>
      </w:r>
    </w:p>
    <w:p w:rsidR="00B65DC9" w:rsidRDefault="00B65DC9" w:rsidP="00B65DC9">
      <w:r>
        <w:t>608.0245</w:t>
      </w:r>
      <w:r>
        <w:tab/>
        <w:t>3.038e0</w:t>
      </w:r>
    </w:p>
    <w:p w:rsidR="00B65DC9" w:rsidRDefault="00B65DC9" w:rsidP="00B65DC9">
      <w:r>
        <w:t>608.0350</w:t>
      </w:r>
      <w:r>
        <w:tab/>
        <w:t>1.266e-2</w:t>
      </w:r>
    </w:p>
    <w:p w:rsidR="00B65DC9" w:rsidRDefault="00B65DC9" w:rsidP="00B65DC9">
      <w:r>
        <w:t>608.1390</w:t>
      </w:r>
      <w:r>
        <w:tab/>
        <w:t>4.051e0</w:t>
      </w:r>
    </w:p>
    <w:p w:rsidR="00B65DC9" w:rsidRDefault="00B65DC9" w:rsidP="00B65DC9">
      <w:r>
        <w:t>608.1732</w:t>
      </w:r>
      <w:r>
        <w:tab/>
        <w:t>3.038e0</w:t>
      </w:r>
    </w:p>
    <w:p w:rsidR="00B65DC9" w:rsidRDefault="00B65DC9" w:rsidP="00B65DC9">
      <w:r>
        <w:t>608.2537</w:t>
      </w:r>
      <w:r>
        <w:tab/>
        <w:t>1.013e0</w:t>
      </w:r>
    </w:p>
    <w:p w:rsidR="00B65DC9" w:rsidRDefault="00B65DC9" w:rsidP="00B65DC9">
      <w:r>
        <w:t>608.2664</w:t>
      </w:r>
      <w:r>
        <w:tab/>
        <w:t>3.038e0</w:t>
      </w:r>
    </w:p>
    <w:p w:rsidR="00B65DC9" w:rsidRDefault="00B65DC9" w:rsidP="00B65DC9">
      <w:r>
        <w:t>608.3024</w:t>
      </w:r>
      <w:r>
        <w:tab/>
        <w:t>4.051e0</w:t>
      </w:r>
    </w:p>
    <w:p w:rsidR="00B65DC9" w:rsidRDefault="00B65DC9" w:rsidP="00B65DC9">
      <w:r>
        <w:t>608.3087</w:t>
      </w:r>
      <w:r>
        <w:tab/>
        <w:t>4.172e0</w:t>
      </w:r>
    </w:p>
    <w:p w:rsidR="00B65DC9" w:rsidRDefault="00B65DC9" w:rsidP="00B65DC9">
      <w:r>
        <w:t>608.3124</w:t>
      </w:r>
      <w:r>
        <w:tab/>
        <w:t>3.038e0</w:t>
      </w:r>
    </w:p>
    <w:p w:rsidR="00B65DC9" w:rsidRDefault="00B65DC9" w:rsidP="00B65DC9">
      <w:r>
        <w:t>608.3477</w:t>
      </w:r>
      <w:r>
        <w:tab/>
        <w:t>3.038e0</w:t>
      </w:r>
    </w:p>
    <w:p w:rsidR="00B65DC9" w:rsidRDefault="00B65DC9" w:rsidP="00B65DC9">
      <w:r>
        <w:t>608.3654</w:t>
      </w:r>
      <w:r>
        <w:tab/>
        <w:t>3.038e0</w:t>
      </w:r>
    </w:p>
    <w:p w:rsidR="00B65DC9" w:rsidRDefault="00B65DC9" w:rsidP="00B65DC9">
      <w:r>
        <w:t>608.3878</w:t>
      </w:r>
      <w:r>
        <w:tab/>
        <w:t>2.025e0</w:t>
      </w:r>
    </w:p>
    <w:p w:rsidR="00B65DC9" w:rsidRDefault="00B65DC9" w:rsidP="00B65DC9">
      <w:r>
        <w:t>608.3934</w:t>
      </w:r>
      <w:r>
        <w:tab/>
        <w:t>2.532e-2</w:t>
      </w:r>
    </w:p>
    <w:p w:rsidR="00B65DC9" w:rsidRDefault="00B65DC9" w:rsidP="00B65DC9">
      <w:r>
        <w:t>608.4568</w:t>
      </w:r>
      <w:r>
        <w:tab/>
        <w:t>2.025e0</w:t>
      </w:r>
    </w:p>
    <w:p w:rsidR="00B65DC9" w:rsidRDefault="00B65DC9" w:rsidP="00B65DC9">
      <w:r>
        <w:t>608.4620</w:t>
      </w:r>
      <w:r>
        <w:tab/>
        <w:t>1.266e-2</w:t>
      </w:r>
    </w:p>
    <w:p w:rsidR="00B65DC9" w:rsidRDefault="00B65DC9" w:rsidP="00B65DC9">
      <w:r>
        <w:t>608.5083</w:t>
      </w:r>
      <w:r>
        <w:tab/>
        <w:t>1.013e0</w:t>
      </w:r>
    </w:p>
    <w:p w:rsidR="00B65DC9" w:rsidRDefault="00B65DC9" w:rsidP="00B65DC9">
      <w:r>
        <w:t>608.5108</w:t>
      </w:r>
      <w:r>
        <w:tab/>
        <w:t>3.038e0</w:t>
      </w:r>
    </w:p>
    <w:p w:rsidR="00B65DC9" w:rsidRDefault="00B65DC9" w:rsidP="00B65DC9">
      <w:r>
        <w:lastRenderedPageBreak/>
        <w:t>608.5774</w:t>
      </w:r>
      <w:r>
        <w:tab/>
        <w:t>1.266e-2</w:t>
      </w:r>
    </w:p>
    <w:p w:rsidR="00B65DC9" w:rsidRDefault="00B65DC9" w:rsidP="00B65DC9">
      <w:r>
        <w:t>608.5958</w:t>
      </w:r>
      <w:r>
        <w:tab/>
        <w:t>1.013e0</w:t>
      </w:r>
    </w:p>
    <w:p w:rsidR="00B65DC9" w:rsidRDefault="00B65DC9" w:rsidP="00B65DC9">
      <w:r>
        <w:t>608.6223</w:t>
      </w:r>
      <w:r>
        <w:tab/>
        <w:t>2.025e0</w:t>
      </w:r>
    </w:p>
    <w:p w:rsidR="00B65DC9" w:rsidRDefault="00B65DC9" w:rsidP="00B65DC9">
      <w:r>
        <w:t>608.6489</w:t>
      </w:r>
      <w:r>
        <w:tab/>
        <w:t>1.013e0</w:t>
      </w:r>
    </w:p>
    <w:p w:rsidR="00B65DC9" w:rsidRDefault="00B65DC9" w:rsidP="00B65DC9">
      <w:r>
        <w:t>608.6712</w:t>
      </w:r>
      <w:r>
        <w:tab/>
        <w:t>1.013e0</w:t>
      </w:r>
    </w:p>
    <w:p w:rsidR="00B65DC9" w:rsidRDefault="00B65DC9" w:rsidP="00B65DC9">
      <w:r>
        <w:t>608.6756</w:t>
      </w:r>
      <w:r>
        <w:tab/>
        <w:t>2.025e0</w:t>
      </w:r>
    </w:p>
    <w:p w:rsidR="00B65DC9" w:rsidRDefault="00B65DC9" w:rsidP="00B65DC9">
      <w:r>
        <w:t>608.7433</w:t>
      </w:r>
      <w:r>
        <w:tab/>
        <w:t>1.013e0</w:t>
      </w:r>
    </w:p>
    <w:p w:rsidR="00B65DC9" w:rsidRDefault="00B65DC9" w:rsidP="00B65DC9">
      <w:r>
        <w:t>608.8372</w:t>
      </w:r>
      <w:r>
        <w:tab/>
        <w:t>1.013e0</w:t>
      </w:r>
    </w:p>
    <w:p w:rsidR="00B65DC9" w:rsidRDefault="00B65DC9" w:rsidP="00B65DC9">
      <w:r>
        <w:t>608.8538</w:t>
      </w:r>
      <w:r>
        <w:tab/>
        <w:t>2.025e0</w:t>
      </w:r>
    </w:p>
    <w:p w:rsidR="00B65DC9" w:rsidRDefault="00B65DC9" w:rsidP="00B65DC9">
      <w:r>
        <w:t>608.8798</w:t>
      </w:r>
      <w:r>
        <w:tab/>
        <w:t>2.532e-2</w:t>
      </w:r>
    </w:p>
    <w:p w:rsidR="00B65DC9" w:rsidRDefault="00B65DC9" w:rsidP="00B65DC9">
      <w:r>
        <w:t>608.9205</w:t>
      </w:r>
      <w:r>
        <w:tab/>
        <w:t>1.013e0</w:t>
      </w:r>
    </w:p>
    <w:p w:rsidR="00B65DC9" w:rsidRDefault="00B65DC9" w:rsidP="00B65DC9">
      <w:r>
        <w:t>608.9310</w:t>
      </w:r>
      <w:r>
        <w:tab/>
        <w:t>1.013e0</w:t>
      </w:r>
    </w:p>
    <w:p w:rsidR="00B65DC9" w:rsidRDefault="00B65DC9" w:rsidP="00B65DC9">
      <w:r>
        <w:t>609.0034</w:t>
      </w:r>
      <w:r>
        <w:tab/>
        <w:t>1.025e0</w:t>
      </w:r>
    </w:p>
    <w:p w:rsidR="00B65DC9" w:rsidRDefault="00B65DC9" w:rsidP="00B65DC9">
      <w:r>
        <w:t>609.0248</w:t>
      </w:r>
      <w:r>
        <w:tab/>
        <w:t>1.013e0</w:t>
      </w:r>
    </w:p>
    <w:p w:rsidR="00B65DC9" w:rsidRDefault="00B65DC9" w:rsidP="00B65DC9">
      <w:r>
        <w:t>609.0972</w:t>
      </w:r>
      <w:r>
        <w:tab/>
        <w:t>3.038e0</w:t>
      </w:r>
    </w:p>
    <w:p w:rsidR="00B65DC9" w:rsidRDefault="00B65DC9" w:rsidP="00B65DC9">
      <w:r>
        <w:t>609.0989</w:t>
      </w:r>
      <w:r>
        <w:tab/>
        <w:t>3.038e0</w:t>
      </w:r>
    </w:p>
    <w:p w:rsidR="00B65DC9" w:rsidRDefault="00B65DC9" w:rsidP="00B65DC9">
      <w:r>
        <w:t>609.1447</w:t>
      </w:r>
      <w:r>
        <w:tab/>
        <w:t>2.532e-2</w:t>
      </w:r>
    </w:p>
    <w:p w:rsidR="00B65DC9" w:rsidRDefault="00B65DC9" w:rsidP="00B65DC9">
      <w:r>
        <w:t>609.1983</w:t>
      </w:r>
      <w:r>
        <w:tab/>
        <w:t>1.013e0</w:t>
      </w:r>
    </w:p>
    <w:p w:rsidR="00B65DC9" w:rsidRDefault="00B65DC9" w:rsidP="00B65DC9">
      <w:r>
        <w:t>609.2010</w:t>
      </w:r>
      <w:r>
        <w:tab/>
        <w:t>2.025e0</w:t>
      </w:r>
    </w:p>
    <w:p w:rsidR="00B65DC9" w:rsidRDefault="00B65DC9" w:rsidP="00B65DC9">
      <w:r>
        <w:lastRenderedPageBreak/>
        <w:t>609.2338</w:t>
      </w:r>
      <w:r>
        <w:tab/>
        <w:t>1.266e-2</w:t>
      </w:r>
    </w:p>
    <w:p w:rsidR="00B65DC9" w:rsidRDefault="00B65DC9" w:rsidP="00B65DC9">
      <w:r>
        <w:t>609.2687</w:t>
      </w:r>
      <w:r>
        <w:tab/>
        <w:t>1.013e0</w:t>
      </w:r>
    </w:p>
    <w:p w:rsidR="00B65DC9" w:rsidRDefault="00B65DC9" w:rsidP="00B65DC9">
      <w:r>
        <w:t>609.2968</w:t>
      </w:r>
      <w:r>
        <w:tab/>
        <w:t>1.025e0</w:t>
      </w:r>
    </w:p>
    <w:p w:rsidR="00B65DC9" w:rsidRDefault="00B65DC9" w:rsidP="00B65DC9">
      <w:r>
        <w:t>609.2981</w:t>
      </w:r>
      <w:r>
        <w:tab/>
        <w:t>3.038e0</w:t>
      </w:r>
    </w:p>
    <w:p w:rsidR="00B65DC9" w:rsidRDefault="00B65DC9" w:rsidP="00B65DC9">
      <w:r>
        <w:t>609.3415</w:t>
      </w:r>
      <w:r>
        <w:tab/>
        <w:t>5.063e0</w:t>
      </w:r>
    </w:p>
    <w:p w:rsidR="00B65DC9" w:rsidRDefault="00B65DC9" w:rsidP="00B65DC9">
      <w:r>
        <w:t>609.3561</w:t>
      </w:r>
      <w:r>
        <w:tab/>
        <w:t>1.013e0</w:t>
      </w:r>
    </w:p>
    <w:p w:rsidR="00B65DC9" w:rsidRDefault="00B65DC9" w:rsidP="00B65DC9">
      <w:r>
        <w:t>609.3586</w:t>
      </w:r>
      <w:r>
        <w:tab/>
        <w:t>1.025e0</w:t>
      </w:r>
    </w:p>
    <w:p w:rsidR="00B65DC9" w:rsidRDefault="00B65DC9" w:rsidP="00B65DC9">
      <w:r>
        <w:t>609.4059</w:t>
      </w:r>
      <w:r>
        <w:tab/>
        <w:t>6.076e0</w:t>
      </w:r>
    </w:p>
    <w:p w:rsidR="00B65DC9" w:rsidRDefault="00B65DC9" w:rsidP="00B65DC9">
      <w:r>
        <w:t>609.4512</w:t>
      </w:r>
      <w:r>
        <w:tab/>
        <w:t>2.025e0</w:t>
      </w:r>
    </w:p>
    <w:p w:rsidR="00B65DC9" w:rsidRDefault="00B65DC9" w:rsidP="00B65DC9">
      <w:r>
        <w:t>609.4807</w:t>
      </w:r>
      <w:r>
        <w:tab/>
        <w:t>2.025e0</w:t>
      </w:r>
    </w:p>
    <w:p w:rsidR="00B65DC9" w:rsidRDefault="00B65DC9" w:rsidP="00B65DC9">
      <w:r>
        <w:t>609.4838</w:t>
      </w:r>
      <w:r>
        <w:tab/>
        <w:t>1.266e-2</w:t>
      </w:r>
    </w:p>
    <w:p w:rsidR="00B65DC9" w:rsidRDefault="00B65DC9" w:rsidP="00B65DC9">
      <w:r>
        <w:t>609.5330</w:t>
      </w:r>
      <w:r>
        <w:tab/>
        <w:t>1.013e0</w:t>
      </w:r>
    </w:p>
    <w:p w:rsidR="00B65DC9" w:rsidRDefault="00B65DC9" w:rsidP="00B65DC9">
      <w:r>
        <w:t>609.5476</w:t>
      </w:r>
      <w:r>
        <w:tab/>
        <w:t>2.025e0</w:t>
      </w:r>
    </w:p>
    <w:p w:rsidR="00B65DC9" w:rsidRDefault="00B65DC9" w:rsidP="00B65DC9">
      <w:r>
        <w:t>609.6389</w:t>
      </w:r>
      <w:r>
        <w:tab/>
        <w:t>1.266e-2</w:t>
      </w:r>
    </w:p>
    <w:p w:rsidR="00B65DC9" w:rsidRDefault="00B65DC9" w:rsidP="00B65DC9">
      <w:r>
        <w:t>609.6611</w:t>
      </w:r>
      <w:r>
        <w:tab/>
        <w:t>2.025e0</w:t>
      </w:r>
    </w:p>
    <w:p w:rsidR="00B65DC9" w:rsidRDefault="00B65DC9" w:rsidP="00B65DC9">
      <w:r>
        <w:t>609.6899</w:t>
      </w:r>
      <w:r>
        <w:tab/>
        <w:t>4.051e0</w:t>
      </w:r>
    </w:p>
    <w:p w:rsidR="00B65DC9" w:rsidRDefault="00B65DC9" w:rsidP="00B65DC9">
      <w:r>
        <w:t>609.6920</w:t>
      </w:r>
      <w:r>
        <w:tab/>
        <w:t>1.013e0</w:t>
      </w:r>
    </w:p>
    <w:p w:rsidR="00B65DC9" w:rsidRDefault="00B65DC9" w:rsidP="00B65DC9">
      <w:r>
        <w:t>609.7463</w:t>
      </w:r>
      <w:r>
        <w:tab/>
        <w:t>1.025e0</w:t>
      </w:r>
    </w:p>
    <w:p w:rsidR="00B65DC9" w:rsidRDefault="00B65DC9" w:rsidP="00B65DC9">
      <w:r>
        <w:t>609.8121</w:t>
      </w:r>
      <w:r>
        <w:tab/>
        <w:t>2.025e0</w:t>
      </w:r>
    </w:p>
    <w:p w:rsidR="00B65DC9" w:rsidRDefault="00B65DC9" w:rsidP="00B65DC9">
      <w:r>
        <w:lastRenderedPageBreak/>
        <w:t>609.8347</w:t>
      </w:r>
      <w:r>
        <w:tab/>
        <w:t>1.013e0</w:t>
      </w:r>
    </w:p>
    <w:p w:rsidR="00B65DC9" w:rsidRDefault="00B65DC9" w:rsidP="00B65DC9">
      <w:r>
        <w:t>609.8687</w:t>
      </w:r>
      <w:r>
        <w:tab/>
        <w:t>1.013e0</w:t>
      </w:r>
    </w:p>
    <w:p w:rsidR="00B65DC9" w:rsidRDefault="00B65DC9" w:rsidP="00B65DC9">
      <w:r>
        <w:t>609.9218</w:t>
      </w:r>
      <w:r>
        <w:tab/>
        <w:t>1.013e0</w:t>
      </w:r>
    </w:p>
    <w:p w:rsidR="00B65DC9" w:rsidRDefault="00B65DC9" w:rsidP="00B65DC9">
      <w:r>
        <w:t>609.9787</w:t>
      </w:r>
      <w:r>
        <w:tab/>
        <w:t>2.025e0</w:t>
      </w:r>
    </w:p>
    <w:p w:rsidR="00B65DC9" w:rsidRDefault="00B65DC9" w:rsidP="00B65DC9">
      <w:r>
        <w:t>610.0298</w:t>
      </w:r>
      <w:r>
        <w:tab/>
        <w:t>1.013e0</w:t>
      </w:r>
    </w:p>
    <w:p w:rsidR="00B65DC9" w:rsidRDefault="00B65DC9" w:rsidP="00B65DC9">
      <w:r>
        <w:t>610.0474</w:t>
      </w:r>
      <w:r>
        <w:tab/>
        <w:t>1.013e0</w:t>
      </w:r>
    </w:p>
    <w:p w:rsidR="00B65DC9" w:rsidRDefault="00B65DC9" w:rsidP="00B65DC9">
      <w:r>
        <w:t>610.0579</w:t>
      </w:r>
      <w:r>
        <w:tab/>
        <w:t>1.266e-2</w:t>
      </w:r>
    </w:p>
    <w:p w:rsidR="00B65DC9" w:rsidRDefault="00B65DC9" w:rsidP="00B65DC9">
      <w:r>
        <w:t>610.1624</w:t>
      </w:r>
      <w:r>
        <w:tab/>
        <w:t>1.013e0</w:t>
      </w:r>
    </w:p>
    <w:p w:rsidR="00B65DC9" w:rsidRDefault="00B65DC9" w:rsidP="00B65DC9">
      <w:r>
        <w:t>610.1703</w:t>
      </w:r>
      <w:r>
        <w:tab/>
        <w:t>2.025e0</w:t>
      </w:r>
    </w:p>
    <w:p w:rsidR="00B65DC9" w:rsidRDefault="00B65DC9" w:rsidP="00B65DC9">
      <w:r>
        <w:t>610.2369</w:t>
      </w:r>
      <w:r>
        <w:tab/>
        <w:t>2.025e0</w:t>
      </w:r>
    </w:p>
    <w:p w:rsidR="00B65DC9" w:rsidRDefault="00B65DC9" w:rsidP="00B65DC9">
      <w:r>
        <w:t>610.2413</w:t>
      </w:r>
      <w:r>
        <w:tab/>
        <w:t>5.063e-2</w:t>
      </w:r>
    </w:p>
    <w:p w:rsidR="00B65DC9" w:rsidRDefault="00B65DC9" w:rsidP="00B65DC9">
      <w:r>
        <w:t>610.2511</w:t>
      </w:r>
      <w:r>
        <w:tab/>
        <w:t>3.038e0</w:t>
      </w:r>
    </w:p>
    <w:p w:rsidR="00B65DC9" w:rsidRDefault="00B65DC9" w:rsidP="00B65DC9">
      <w:r>
        <w:t>610.2563</w:t>
      </w:r>
      <w:r>
        <w:tab/>
        <w:t>1.013e0</w:t>
      </w:r>
    </w:p>
    <w:p w:rsidR="00B65DC9" w:rsidRDefault="00B65DC9" w:rsidP="00B65DC9">
      <w:r>
        <w:t>610.3080</w:t>
      </w:r>
      <w:r>
        <w:tab/>
        <w:t>4.051e0</w:t>
      </w:r>
    </w:p>
    <w:p w:rsidR="00B65DC9" w:rsidRDefault="00B65DC9" w:rsidP="00B65DC9">
      <w:r>
        <w:t>610.3504</w:t>
      </w:r>
      <w:r>
        <w:tab/>
        <w:t>1.266e-2</w:t>
      </w:r>
    </w:p>
    <w:p w:rsidR="00B65DC9" w:rsidRDefault="00B65DC9" w:rsidP="00B65DC9">
      <w:r>
        <w:t>610.3520</w:t>
      </w:r>
      <w:r>
        <w:tab/>
        <w:t>3.038e0</w:t>
      </w:r>
    </w:p>
    <w:p w:rsidR="00B65DC9" w:rsidRDefault="00B65DC9" w:rsidP="00B65DC9">
      <w:r>
        <w:t>610.3546</w:t>
      </w:r>
      <w:r>
        <w:tab/>
        <w:t>2.025e0</w:t>
      </w:r>
    </w:p>
    <w:p w:rsidR="00B65DC9" w:rsidRDefault="00B65DC9" w:rsidP="00B65DC9">
      <w:r>
        <w:t>610.3922</w:t>
      </w:r>
      <w:r>
        <w:tab/>
        <w:t>1.013e0</w:t>
      </w:r>
    </w:p>
    <w:p w:rsidR="00B65DC9" w:rsidRDefault="00B65DC9" w:rsidP="00B65DC9">
      <w:r>
        <w:t>610.4360</w:t>
      </w:r>
      <w:r>
        <w:tab/>
        <w:t>2.025e0</w:t>
      </w:r>
    </w:p>
    <w:p w:rsidR="00B65DC9" w:rsidRDefault="00B65DC9" w:rsidP="00B65DC9">
      <w:r>
        <w:lastRenderedPageBreak/>
        <w:t>610.4653</w:t>
      </w:r>
      <w:r>
        <w:tab/>
        <w:t>1.013e0</w:t>
      </w:r>
    </w:p>
    <w:p w:rsidR="00B65DC9" w:rsidRDefault="00B65DC9" w:rsidP="00B65DC9">
      <w:r>
        <w:t>610.4918</w:t>
      </w:r>
      <w:r>
        <w:tab/>
        <w:t>2.025e0</w:t>
      </w:r>
    </w:p>
    <w:p w:rsidR="00B65DC9" w:rsidRDefault="00B65DC9" w:rsidP="00B65DC9">
      <w:r>
        <w:t>610.5418</w:t>
      </w:r>
      <w:r>
        <w:tab/>
        <w:t>3.038e0</w:t>
      </w:r>
    </w:p>
    <w:p w:rsidR="00B65DC9" w:rsidRDefault="00B65DC9" w:rsidP="00B65DC9">
      <w:r>
        <w:t>610.5579</w:t>
      </w:r>
      <w:r>
        <w:tab/>
        <w:t>1.085e1</w:t>
      </w:r>
    </w:p>
    <w:p w:rsidR="00B65DC9" w:rsidRDefault="00B65DC9" w:rsidP="00B65DC9">
      <w:r>
        <w:t>610.5593</w:t>
      </w:r>
      <w:r>
        <w:tab/>
        <w:t>3.038e0</w:t>
      </w:r>
    </w:p>
    <w:p w:rsidR="00B65DC9" w:rsidRDefault="00B65DC9" w:rsidP="00B65DC9">
      <w:r>
        <w:t>610.6045</w:t>
      </w:r>
      <w:r>
        <w:tab/>
        <w:t>3.038e0</w:t>
      </w:r>
    </w:p>
    <w:p w:rsidR="00B65DC9" w:rsidRDefault="00B65DC9" w:rsidP="00B65DC9">
      <w:r>
        <w:t>610.6183</w:t>
      </w:r>
      <w:r>
        <w:tab/>
        <w:t>2.025e0</w:t>
      </w:r>
    </w:p>
    <w:p w:rsidR="00B65DC9" w:rsidRDefault="00B65DC9" w:rsidP="00B65DC9">
      <w:r>
        <w:t>610.7430</w:t>
      </w:r>
      <w:r>
        <w:tab/>
        <w:t>2.025e0</w:t>
      </w:r>
    </w:p>
    <w:p w:rsidR="00B65DC9" w:rsidRDefault="00B65DC9" w:rsidP="00B65DC9">
      <w:r>
        <w:t>610.8495</w:t>
      </w:r>
      <w:r>
        <w:tab/>
        <w:t>3.038e0</w:t>
      </w:r>
    </w:p>
    <w:p w:rsidR="00B65DC9" w:rsidRDefault="00B65DC9" w:rsidP="00B65DC9">
      <w:r>
        <w:t>610.8625</w:t>
      </w:r>
      <w:r>
        <w:tab/>
        <w:t>1.013e0</w:t>
      </w:r>
    </w:p>
    <w:p w:rsidR="00B65DC9" w:rsidRDefault="00B65DC9" w:rsidP="00B65DC9">
      <w:r>
        <w:t>610.9123</w:t>
      </w:r>
      <w:r>
        <w:tab/>
        <w:t>1.013e0</w:t>
      </w:r>
    </w:p>
    <w:p w:rsidR="00B65DC9" w:rsidRDefault="00B65DC9" w:rsidP="00B65DC9">
      <w:r>
        <w:t>610.9299</w:t>
      </w:r>
      <w:r>
        <w:tab/>
        <w:t>1.013e0</w:t>
      </w:r>
    </w:p>
    <w:p w:rsidR="00B65DC9" w:rsidRDefault="00B65DC9" w:rsidP="00B65DC9">
      <w:r>
        <w:t>610.9880</w:t>
      </w:r>
      <w:r>
        <w:tab/>
        <w:t>1.013e0</w:t>
      </w:r>
    </w:p>
    <w:p w:rsidR="00B65DC9" w:rsidRDefault="00B65DC9" w:rsidP="00B65DC9">
      <w:r>
        <w:t>611.0717</w:t>
      </w:r>
      <w:r>
        <w:tab/>
        <w:t>1.025e0</w:t>
      </w:r>
    </w:p>
    <w:p w:rsidR="00B65DC9" w:rsidRDefault="00B65DC9" w:rsidP="00B65DC9">
      <w:r>
        <w:t>611.0884</w:t>
      </w:r>
      <w:r>
        <w:tab/>
        <w:t>1.013e0</w:t>
      </w:r>
    </w:p>
    <w:p w:rsidR="00B65DC9" w:rsidRDefault="00B65DC9" w:rsidP="00B65DC9">
      <w:r>
        <w:t>611.1075</w:t>
      </w:r>
      <w:r>
        <w:tab/>
        <w:t>1.013e0</w:t>
      </w:r>
    </w:p>
    <w:p w:rsidR="00B65DC9" w:rsidRDefault="00B65DC9" w:rsidP="00B65DC9">
      <w:r>
        <w:t>611.1604</w:t>
      </w:r>
      <w:r>
        <w:tab/>
        <w:t>1.013e0</w:t>
      </w:r>
    </w:p>
    <w:p w:rsidR="00B65DC9" w:rsidRDefault="00B65DC9" w:rsidP="00B65DC9">
      <w:r>
        <w:t>611.1658</w:t>
      </w:r>
      <w:r>
        <w:tab/>
        <w:t>1.266e-2</w:t>
      </w:r>
    </w:p>
    <w:p w:rsidR="00B65DC9" w:rsidRDefault="00B65DC9" w:rsidP="00B65DC9">
      <w:r>
        <w:t>611.1686</w:t>
      </w:r>
      <w:r>
        <w:tab/>
        <w:t>2.025e0</w:t>
      </w:r>
    </w:p>
    <w:p w:rsidR="00B65DC9" w:rsidRDefault="00B65DC9" w:rsidP="00B65DC9">
      <w:r>
        <w:lastRenderedPageBreak/>
        <w:t>611.2009</w:t>
      </w:r>
      <w:r>
        <w:tab/>
        <w:t>1.038e0</w:t>
      </w:r>
    </w:p>
    <w:p w:rsidR="00B65DC9" w:rsidRDefault="00B65DC9" w:rsidP="00B65DC9">
      <w:r>
        <w:t>611.2358</w:t>
      </w:r>
      <w:r>
        <w:tab/>
        <w:t>2.025e0</w:t>
      </w:r>
    </w:p>
    <w:p w:rsidR="00B65DC9" w:rsidRDefault="00B65DC9" w:rsidP="00B65DC9">
      <w:r>
        <w:t>611.2503</w:t>
      </w:r>
      <w:r>
        <w:tab/>
        <w:t>2.025e0</w:t>
      </w:r>
    </w:p>
    <w:p w:rsidR="00B65DC9" w:rsidRDefault="00B65DC9" w:rsidP="00B65DC9">
      <w:r>
        <w:t>611.2790</w:t>
      </w:r>
      <w:r>
        <w:tab/>
        <w:t>3.038e0</w:t>
      </w:r>
    </w:p>
    <w:p w:rsidR="00B65DC9" w:rsidRDefault="00B65DC9" w:rsidP="00B65DC9">
      <w:r>
        <w:t>611.3019</w:t>
      </w:r>
      <w:r>
        <w:tab/>
        <w:t>1.025e0</w:t>
      </w:r>
    </w:p>
    <w:p w:rsidR="00B65DC9" w:rsidRDefault="00B65DC9" w:rsidP="00B65DC9">
      <w:r>
        <w:t>611.3217</w:t>
      </w:r>
      <w:r>
        <w:tab/>
        <w:t>2.025e0</w:t>
      </w:r>
    </w:p>
    <w:p w:rsidR="00B65DC9" w:rsidRDefault="00B65DC9" w:rsidP="00B65DC9">
      <w:r>
        <w:t>611.3259</w:t>
      </w:r>
      <w:r>
        <w:tab/>
        <w:t>5.063e0</w:t>
      </w:r>
    </w:p>
    <w:p w:rsidR="00B65DC9" w:rsidRDefault="00B65DC9" w:rsidP="00B65DC9">
      <w:r>
        <w:t>611.3538</w:t>
      </w:r>
      <w:r>
        <w:tab/>
        <w:t>1.013e0</w:t>
      </w:r>
    </w:p>
    <w:p w:rsidR="00B65DC9" w:rsidRDefault="00B65DC9" w:rsidP="00B65DC9">
      <w:r>
        <w:t>611.4563</w:t>
      </w:r>
      <w:r>
        <w:tab/>
        <w:t>3.038e0</w:t>
      </w:r>
    </w:p>
    <w:p w:rsidR="00B65DC9" w:rsidRDefault="00B65DC9" w:rsidP="00B65DC9">
      <w:r>
        <w:t>611.5529</w:t>
      </w:r>
      <w:r>
        <w:tab/>
        <w:t>3.038e0</w:t>
      </w:r>
    </w:p>
    <w:p w:rsidR="00B65DC9" w:rsidRDefault="00B65DC9" w:rsidP="00B65DC9">
      <w:r>
        <w:t>611.5778</w:t>
      </w:r>
      <w:r>
        <w:tab/>
        <w:t>1.038e0</w:t>
      </w:r>
    </w:p>
    <w:p w:rsidR="00B65DC9" w:rsidRDefault="00B65DC9" w:rsidP="00B65DC9">
      <w:r>
        <w:t>611.5967</w:t>
      </w:r>
      <w:r>
        <w:tab/>
        <w:t>2.025e0</w:t>
      </w:r>
    </w:p>
    <w:p w:rsidR="00B65DC9" w:rsidRDefault="00B65DC9" w:rsidP="00B65DC9">
      <w:r>
        <w:t>611.5984</w:t>
      </w:r>
      <w:r>
        <w:tab/>
        <w:t>5.063e0</w:t>
      </w:r>
    </w:p>
    <w:p w:rsidR="00B65DC9" w:rsidRDefault="00B65DC9" w:rsidP="00B65DC9">
      <w:r>
        <w:t>611.6356</w:t>
      </w:r>
      <w:r>
        <w:tab/>
        <w:t>1.266e-2</w:t>
      </w:r>
    </w:p>
    <w:p w:rsidR="00B65DC9" w:rsidRDefault="00B65DC9" w:rsidP="00B65DC9">
      <w:r>
        <w:t>611.6682</w:t>
      </w:r>
      <w:r>
        <w:tab/>
        <w:t>1.013e0</w:t>
      </w:r>
    </w:p>
    <w:p w:rsidR="00B65DC9" w:rsidRDefault="00B65DC9" w:rsidP="00B65DC9">
      <w:r>
        <w:t>611.6786</w:t>
      </w:r>
      <w:r>
        <w:tab/>
        <w:t>1.013e0</w:t>
      </w:r>
    </w:p>
    <w:p w:rsidR="00B65DC9" w:rsidRDefault="00B65DC9" w:rsidP="00B65DC9">
      <w:r>
        <w:t>611.7004</w:t>
      </w:r>
      <w:r>
        <w:tab/>
        <w:t>1.013e0</w:t>
      </w:r>
    </w:p>
    <w:p w:rsidR="00B65DC9" w:rsidRDefault="00B65DC9" w:rsidP="00B65DC9">
      <w:r>
        <w:t>611.7833</w:t>
      </w:r>
      <w:r>
        <w:tab/>
        <w:t>1.013e0</w:t>
      </w:r>
    </w:p>
    <w:p w:rsidR="00B65DC9" w:rsidRDefault="00B65DC9" w:rsidP="00B65DC9">
      <w:r>
        <w:t>611.8313</w:t>
      </w:r>
      <w:r>
        <w:tab/>
        <w:t>1.013e0</w:t>
      </w:r>
    </w:p>
    <w:p w:rsidR="00B65DC9" w:rsidRDefault="00B65DC9" w:rsidP="00B65DC9">
      <w:r>
        <w:lastRenderedPageBreak/>
        <w:t>611.8488</w:t>
      </w:r>
      <w:r>
        <w:tab/>
        <w:t>1.266e-2</w:t>
      </w:r>
    </w:p>
    <w:p w:rsidR="00B65DC9" w:rsidRDefault="00B65DC9" w:rsidP="00B65DC9">
      <w:r>
        <w:t>611.8724</w:t>
      </w:r>
      <w:r>
        <w:tab/>
        <w:t>2.025e0</w:t>
      </w:r>
    </w:p>
    <w:p w:rsidR="00B65DC9" w:rsidRDefault="00B65DC9" w:rsidP="00B65DC9">
      <w:r>
        <w:t>611.9668</w:t>
      </w:r>
      <w:r>
        <w:tab/>
        <w:t>2.025e0</w:t>
      </w:r>
    </w:p>
    <w:p w:rsidR="00B65DC9" w:rsidRDefault="00B65DC9" w:rsidP="00B65DC9">
      <w:r>
        <w:t>612.0033</w:t>
      </w:r>
      <w:r>
        <w:tab/>
        <w:t>1.013e0</w:t>
      </w:r>
    </w:p>
    <w:p w:rsidR="00B65DC9" w:rsidRDefault="00B65DC9" w:rsidP="00B65DC9">
      <w:r>
        <w:t>612.0460</w:t>
      </w:r>
      <w:r>
        <w:tab/>
        <w:t>1.013e0</w:t>
      </w:r>
    </w:p>
    <w:p w:rsidR="00B65DC9" w:rsidRDefault="00B65DC9" w:rsidP="00B65DC9">
      <w:r>
        <w:t>612.0948</w:t>
      </w:r>
      <w:r>
        <w:tab/>
        <w:t>1.013e0</w:t>
      </w:r>
    </w:p>
    <w:p w:rsidR="00B65DC9" w:rsidRDefault="00B65DC9" w:rsidP="00B65DC9">
      <w:r>
        <w:t>612.0984</w:t>
      </w:r>
      <w:r>
        <w:tab/>
        <w:t>3.038e0</w:t>
      </w:r>
    </w:p>
    <w:p w:rsidR="00B65DC9" w:rsidRDefault="00B65DC9" w:rsidP="00B65DC9">
      <w:r>
        <w:t>612.1080</w:t>
      </w:r>
      <w:r>
        <w:tab/>
        <w:t>1.266e-2</w:t>
      </w:r>
    </w:p>
    <w:p w:rsidR="00B65DC9" w:rsidRDefault="00B65DC9" w:rsidP="00B65DC9">
      <w:r>
        <w:t>612.1914</w:t>
      </w:r>
      <w:r>
        <w:tab/>
        <w:t>2.038e0</w:t>
      </w:r>
    </w:p>
    <w:p w:rsidR="00B65DC9" w:rsidRDefault="00B65DC9" w:rsidP="00B65DC9">
      <w:r>
        <w:t>612.2531</w:t>
      </w:r>
      <w:r>
        <w:tab/>
        <w:t>3.038e0</w:t>
      </w:r>
    </w:p>
    <w:p w:rsidR="00B65DC9" w:rsidRDefault="00B65DC9" w:rsidP="00B65DC9">
      <w:r>
        <w:t>612.2794</w:t>
      </w:r>
      <w:r>
        <w:tab/>
        <w:t>4.051e0</w:t>
      </w:r>
    </w:p>
    <w:p w:rsidR="00B65DC9" w:rsidRDefault="00B65DC9" w:rsidP="00B65DC9">
      <w:r>
        <w:t>612.2861</w:t>
      </w:r>
      <w:r>
        <w:tab/>
        <w:t>1.266e-2</w:t>
      </w:r>
    </w:p>
    <w:p w:rsidR="00B65DC9" w:rsidRDefault="00B65DC9" w:rsidP="00B65DC9">
      <w:r>
        <w:t>612.2966</w:t>
      </w:r>
      <w:r>
        <w:tab/>
        <w:t>1.025e0</w:t>
      </w:r>
    </w:p>
    <w:p w:rsidR="00B65DC9" w:rsidRDefault="00B65DC9" w:rsidP="00B65DC9">
      <w:r>
        <w:t>612.3281</w:t>
      </w:r>
      <w:r>
        <w:tab/>
        <w:t>1.013e0</w:t>
      </w:r>
    </w:p>
    <w:p w:rsidR="00B65DC9" w:rsidRDefault="00B65DC9" w:rsidP="00B65DC9">
      <w:r>
        <w:t>612.4141</w:t>
      </w:r>
      <w:r>
        <w:tab/>
        <w:t>2.025e0</w:t>
      </w:r>
    </w:p>
    <w:p w:rsidR="00B65DC9" w:rsidRDefault="00B65DC9" w:rsidP="00B65DC9">
      <w:r>
        <w:t>612.4742</w:t>
      </w:r>
      <w:r>
        <w:tab/>
        <w:t>2.025e0</w:t>
      </w:r>
    </w:p>
    <w:p w:rsidR="00B65DC9" w:rsidRDefault="00B65DC9" w:rsidP="00B65DC9">
      <w:r>
        <w:t>612.4833</w:t>
      </w:r>
      <w:r>
        <w:tab/>
        <w:t>1.013e0</w:t>
      </w:r>
    </w:p>
    <w:p w:rsidR="00B65DC9" w:rsidRDefault="00B65DC9" w:rsidP="00B65DC9">
      <w:r>
        <w:t>612.5272</w:t>
      </w:r>
      <w:r>
        <w:tab/>
        <w:t>1.013e0</w:t>
      </w:r>
    </w:p>
    <w:p w:rsidR="00B65DC9" w:rsidRDefault="00B65DC9" w:rsidP="00B65DC9">
      <w:r>
        <w:t>612.5797</w:t>
      </w:r>
      <w:r>
        <w:tab/>
        <w:t>1.013e0</w:t>
      </w:r>
    </w:p>
    <w:p w:rsidR="00B65DC9" w:rsidRDefault="00B65DC9" w:rsidP="00B65DC9">
      <w:r>
        <w:lastRenderedPageBreak/>
        <w:t>612.5905</w:t>
      </w:r>
      <w:r>
        <w:tab/>
        <w:t>1.266e-2</w:t>
      </w:r>
    </w:p>
    <w:p w:rsidR="00B65DC9" w:rsidRDefault="00B65DC9" w:rsidP="00B65DC9">
      <w:r>
        <w:t>612.6450</w:t>
      </w:r>
      <w:r>
        <w:tab/>
        <w:t>2.025e0</w:t>
      </w:r>
    </w:p>
    <w:p w:rsidR="00B65DC9" w:rsidRDefault="00B65DC9" w:rsidP="00B65DC9">
      <w:r>
        <w:t>612.6964</w:t>
      </w:r>
      <w:r>
        <w:tab/>
        <w:t>1.013e0</w:t>
      </w:r>
    </w:p>
    <w:p w:rsidR="00B65DC9" w:rsidRDefault="00B65DC9" w:rsidP="00B65DC9">
      <w:r>
        <w:t>612.7351</w:t>
      </w:r>
      <w:r>
        <w:tab/>
        <w:t>2.532e-2</w:t>
      </w:r>
    </w:p>
    <w:p w:rsidR="00B65DC9" w:rsidRDefault="00B65DC9" w:rsidP="00B65DC9">
      <w:r>
        <w:t>612.7841</w:t>
      </w:r>
      <w:r>
        <w:tab/>
        <w:t>2.025e0</w:t>
      </w:r>
    </w:p>
    <w:p w:rsidR="00B65DC9" w:rsidRDefault="00B65DC9" w:rsidP="00B65DC9">
      <w:r>
        <w:t>612.8643</w:t>
      </w:r>
      <w:r>
        <w:tab/>
        <w:t>2.532e-2</w:t>
      </w:r>
    </w:p>
    <w:p w:rsidR="00B65DC9" w:rsidRDefault="00B65DC9" w:rsidP="00B65DC9">
      <w:r>
        <w:t>612.8897</w:t>
      </w:r>
      <w:r>
        <w:tab/>
        <w:t>1.013e0</w:t>
      </w:r>
    </w:p>
    <w:p w:rsidR="00B65DC9" w:rsidRDefault="00B65DC9" w:rsidP="00B65DC9">
      <w:r>
        <w:t>612.8950</w:t>
      </w:r>
      <w:r>
        <w:tab/>
        <w:t>1.013e0</w:t>
      </w:r>
    </w:p>
    <w:p w:rsidR="00B65DC9" w:rsidRDefault="00B65DC9" w:rsidP="00B65DC9">
      <w:r>
        <w:t>612.9047</w:t>
      </w:r>
      <w:r>
        <w:tab/>
        <w:t>1.013e0</w:t>
      </w:r>
    </w:p>
    <w:p w:rsidR="00B65DC9" w:rsidRDefault="00B65DC9" w:rsidP="00B65DC9">
      <w:r>
        <w:t>613.0201</w:t>
      </w:r>
      <w:r>
        <w:tab/>
        <w:t>1.266e-2</w:t>
      </w:r>
    </w:p>
    <w:p w:rsidR="00B65DC9" w:rsidRDefault="00B65DC9" w:rsidP="00B65DC9">
      <w:r>
        <w:t>613.0883</w:t>
      </w:r>
      <w:r>
        <w:tab/>
        <w:t>2.025e0</w:t>
      </w:r>
    </w:p>
    <w:p w:rsidR="00B65DC9" w:rsidRDefault="00B65DC9" w:rsidP="00B65DC9">
      <w:r>
        <w:t>613.1013</w:t>
      </w:r>
      <w:r>
        <w:tab/>
        <w:t>1.013e0</w:t>
      </w:r>
    </w:p>
    <w:p w:rsidR="00B65DC9" w:rsidRDefault="00B65DC9" w:rsidP="00B65DC9">
      <w:r>
        <w:t>613.1041</w:t>
      </w:r>
      <w:r>
        <w:tab/>
        <w:t>1.013e0</w:t>
      </w:r>
    </w:p>
    <w:p w:rsidR="00B65DC9" w:rsidRDefault="00B65DC9" w:rsidP="00B65DC9">
      <w:r>
        <w:t>613.1880</w:t>
      </w:r>
      <w:r>
        <w:tab/>
        <w:t>1.266e-2</w:t>
      </w:r>
    </w:p>
    <w:p w:rsidR="00B65DC9" w:rsidRDefault="00B65DC9" w:rsidP="00B65DC9">
      <w:r>
        <w:t>613.2510</w:t>
      </w:r>
      <w:r>
        <w:tab/>
        <w:t>1.013e0</w:t>
      </w:r>
    </w:p>
    <w:p w:rsidR="00B65DC9" w:rsidRDefault="00B65DC9" w:rsidP="00B65DC9">
      <w:r>
        <w:t>613.2532</w:t>
      </w:r>
      <w:r>
        <w:tab/>
        <w:t>2.025e0</w:t>
      </w:r>
    </w:p>
    <w:p w:rsidR="00B65DC9" w:rsidRDefault="00B65DC9" w:rsidP="00B65DC9">
      <w:r>
        <w:t>613.2615</w:t>
      </w:r>
      <w:r>
        <w:tab/>
        <w:t>1.013e0</w:t>
      </w:r>
    </w:p>
    <w:p w:rsidR="00B65DC9" w:rsidRDefault="00B65DC9" w:rsidP="00B65DC9">
      <w:r>
        <w:t>613.2964</w:t>
      </w:r>
      <w:r>
        <w:tab/>
        <w:t>1.013e0</w:t>
      </w:r>
    </w:p>
    <w:p w:rsidR="00B65DC9" w:rsidRDefault="00B65DC9" w:rsidP="00B65DC9">
      <w:r>
        <w:t>613.3258</w:t>
      </w:r>
      <w:r>
        <w:tab/>
        <w:t>4.051e0</w:t>
      </w:r>
    </w:p>
    <w:p w:rsidR="00B65DC9" w:rsidRDefault="00B65DC9" w:rsidP="00B65DC9">
      <w:r>
        <w:lastRenderedPageBreak/>
        <w:t>613.3497</w:t>
      </w:r>
      <w:r>
        <w:tab/>
        <w:t>2.025e0</w:t>
      </w:r>
    </w:p>
    <w:p w:rsidR="00B65DC9" w:rsidRDefault="00B65DC9" w:rsidP="00B65DC9">
      <w:r>
        <w:t>613.3749</w:t>
      </w:r>
      <w:r>
        <w:tab/>
        <w:t>2.532e-2</w:t>
      </w:r>
    </w:p>
    <w:p w:rsidR="00B65DC9" w:rsidRDefault="00B65DC9" w:rsidP="00B65DC9">
      <w:r>
        <w:t>613.4084</w:t>
      </w:r>
      <w:r>
        <w:tab/>
        <w:t>1.013e0</w:t>
      </w:r>
    </w:p>
    <w:p w:rsidR="00B65DC9" w:rsidRDefault="00B65DC9" w:rsidP="00B65DC9">
      <w:r>
        <w:t>613.4399</w:t>
      </w:r>
      <w:r>
        <w:tab/>
        <w:t>1.266e-2</w:t>
      </w:r>
    </w:p>
    <w:p w:rsidR="00B65DC9" w:rsidRDefault="00B65DC9" w:rsidP="00B65DC9">
      <w:r>
        <w:t>613.4440</w:t>
      </w:r>
      <w:r>
        <w:tab/>
        <w:t>2.025e0</w:t>
      </w:r>
    </w:p>
    <w:p w:rsidR="00B65DC9" w:rsidRDefault="00B65DC9" w:rsidP="00B65DC9">
      <w:r>
        <w:t>613.5029</w:t>
      </w:r>
      <w:r>
        <w:tab/>
        <w:t>1.266e-2</w:t>
      </w:r>
    </w:p>
    <w:p w:rsidR="00B65DC9" w:rsidRDefault="00B65DC9" w:rsidP="00B65DC9">
      <w:r>
        <w:t>613.5652</w:t>
      </w:r>
      <w:r>
        <w:tab/>
        <w:t>2.025e0</w:t>
      </w:r>
    </w:p>
    <w:p w:rsidR="00B65DC9" w:rsidRDefault="00B65DC9" w:rsidP="00B65DC9">
      <w:r>
        <w:t>613.5790</w:t>
      </w:r>
      <w:r>
        <w:tab/>
        <w:t>1.013e0</w:t>
      </w:r>
    </w:p>
    <w:p w:rsidR="00B65DC9" w:rsidRDefault="00B65DC9" w:rsidP="00B65DC9">
      <w:r>
        <w:t>613.5879</w:t>
      </w:r>
      <w:r>
        <w:tab/>
        <w:t>2.025e0</w:t>
      </w:r>
    </w:p>
    <w:p w:rsidR="00B65DC9" w:rsidRDefault="00B65DC9" w:rsidP="00B65DC9">
      <w:r>
        <w:t>613.7654</w:t>
      </w:r>
      <w:r>
        <w:tab/>
        <w:t>1.013e0</w:t>
      </w:r>
    </w:p>
    <w:p w:rsidR="00B65DC9" w:rsidRDefault="00B65DC9" w:rsidP="00B65DC9">
      <w:r>
        <w:t>613.8085</w:t>
      </w:r>
      <w:r>
        <w:tab/>
        <w:t>1.013e0</w:t>
      </w:r>
    </w:p>
    <w:p w:rsidR="00B65DC9" w:rsidRDefault="00B65DC9" w:rsidP="00B65DC9">
      <w:r>
        <w:t>613.8397</w:t>
      </w:r>
      <w:r>
        <w:tab/>
        <w:t>1.013e0</w:t>
      </w:r>
    </w:p>
    <w:p w:rsidR="00B65DC9" w:rsidRDefault="00B65DC9" w:rsidP="00B65DC9">
      <w:r>
        <w:t>613.8614</w:t>
      </w:r>
      <w:r>
        <w:tab/>
        <w:t>1.013e0</w:t>
      </w:r>
    </w:p>
    <w:p w:rsidR="00B65DC9" w:rsidRDefault="00B65DC9" w:rsidP="00B65DC9">
      <w:r>
        <w:t>613.8880</w:t>
      </w:r>
      <w:r>
        <w:tab/>
        <w:t>3.038e0</w:t>
      </w:r>
    </w:p>
    <w:p w:rsidR="00B65DC9" w:rsidRDefault="00B65DC9" w:rsidP="00B65DC9">
      <w:r>
        <w:t>613.9393</w:t>
      </w:r>
      <w:r>
        <w:tab/>
        <w:t>2.025e0</w:t>
      </w:r>
    </w:p>
    <w:p w:rsidR="00B65DC9" w:rsidRDefault="00B65DC9" w:rsidP="00B65DC9">
      <w:r>
        <w:t>613.9860</w:t>
      </w:r>
      <w:r>
        <w:tab/>
        <w:t>1.266e-2</w:t>
      </w:r>
    </w:p>
    <w:p w:rsidR="00B65DC9" w:rsidRDefault="00B65DC9" w:rsidP="00B65DC9">
      <w:r>
        <w:t>614.0201</w:t>
      </w:r>
      <w:r>
        <w:tab/>
        <w:t>1.013e0</w:t>
      </w:r>
    </w:p>
    <w:p w:rsidR="00B65DC9" w:rsidRDefault="00B65DC9" w:rsidP="00B65DC9">
      <w:r>
        <w:t>614.0490</w:t>
      </w:r>
      <w:r>
        <w:tab/>
        <w:t>1.013e0</w:t>
      </w:r>
    </w:p>
    <w:p w:rsidR="00B65DC9" w:rsidRDefault="00B65DC9" w:rsidP="00B65DC9">
      <w:r>
        <w:t>614.0508</w:t>
      </w:r>
      <w:r>
        <w:tab/>
        <w:t>2.025e0</w:t>
      </w:r>
    </w:p>
    <w:p w:rsidR="00B65DC9" w:rsidRDefault="00B65DC9" w:rsidP="00B65DC9">
      <w:r>
        <w:lastRenderedPageBreak/>
        <w:t>614.0911</w:t>
      </w:r>
      <w:r>
        <w:tab/>
        <w:t>1.266e-2</w:t>
      </w:r>
    </w:p>
    <w:p w:rsidR="00B65DC9" w:rsidRDefault="00B65DC9" w:rsidP="00B65DC9">
      <w:r>
        <w:t>614.1075</w:t>
      </w:r>
      <w:r>
        <w:tab/>
        <w:t>1.013e0</w:t>
      </w:r>
    </w:p>
    <w:p w:rsidR="00B65DC9" w:rsidRDefault="00B65DC9" w:rsidP="00B65DC9">
      <w:r>
        <w:t>614.1388</w:t>
      </w:r>
      <w:r>
        <w:tab/>
        <w:t>2.025e0</w:t>
      </w:r>
    </w:p>
    <w:p w:rsidR="00B65DC9" w:rsidRDefault="00B65DC9" w:rsidP="00B65DC9">
      <w:r>
        <w:t>614.2090</w:t>
      </w:r>
      <w:r>
        <w:tab/>
        <w:t>2.025e0</w:t>
      </w:r>
    </w:p>
    <w:p w:rsidR="00B65DC9" w:rsidRDefault="00B65DC9" w:rsidP="00B65DC9">
      <w:r>
        <w:t>614.2317</w:t>
      </w:r>
      <w:r>
        <w:tab/>
        <w:t>1.013e0</w:t>
      </w:r>
    </w:p>
    <w:p w:rsidR="00B65DC9" w:rsidRDefault="00B65DC9" w:rsidP="00B65DC9">
      <w:r>
        <w:t>614.2908</w:t>
      </w:r>
      <w:r>
        <w:tab/>
        <w:t>1.013e0</w:t>
      </w:r>
    </w:p>
    <w:p w:rsidR="00B65DC9" w:rsidRDefault="00B65DC9" w:rsidP="00B65DC9">
      <w:r>
        <w:t>614.2926</w:t>
      </w:r>
      <w:r>
        <w:tab/>
        <w:t>2.025e0</w:t>
      </w:r>
    </w:p>
    <w:p w:rsidR="00B65DC9" w:rsidRDefault="00B65DC9" w:rsidP="00B65DC9">
      <w:r>
        <w:t>614.2960</w:t>
      </w:r>
      <w:r>
        <w:tab/>
        <w:t>3.038e0</w:t>
      </w:r>
    </w:p>
    <w:p w:rsidR="00B65DC9" w:rsidRDefault="00B65DC9" w:rsidP="00B65DC9">
      <w:r>
        <w:t>614.3483</w:t>
      </w:r>
      <w:r>
        <w:tab/>
        <w:t>2.025e0</w:t>
      </w:r>
    </w:p>
    <w:p w:rsidR="00B65DC9" w:rsidRDefault="00B65DC9" w:rsidP="00B65DC9">
      <w:r>
        <w:t>614.3854</w:t>
      </w:r>
      <w:r>
        <w:tab/>
        <w:t>1.013e0</w:t>
      </w:r>
    </w:p>
    <w:p w:rsidR="00B65DC9" w:rsidRDefault="00B65DC9" w:rsidP="00B65DC9">
      <w:r>
        <w:t>614.4156</w:t>
      </w:r>
      <w:r>
        <w:tab/>
        <w:t>2.051e0</w:t>
      </w:r>
    </w:p>
    <w:p w:rsidR="00B65DC9" w:rsidRDefault="00B65DC9" w:rsidP="00B65DC9">
      <w:r>
        <w:t>614.4248</w:t>
      </w:r>
      <w:r>
        <w:tab/>
        <w:t>1.013e0</w:t>
      </w:r>
    </w:p>
    <w:p w:rsidR="00B65DC9" w:rsidRDefault="00B65DC9" w:rsidP="00B65DC9">
      <w:r>
        <w:t>614.4287</w:t>
      </w:r>
      <w:r>
        <w:tab/>
        <w:t>4.051e0</w:t>
      </w:r>
    </w:p>
    <w:p w:rsidR="00B65DC9" w:rsidRDefault="00B65DC9" w:rsidP="00B65DC9">
      <w:r>
        <w:t>614.4635</w:t>
      </w:r>
      <w:r>
        <w:tab/>
        <w:t>3.038e0</w:t>
      </w:r>
    </w:p>
    <w:p w:rsidR="00B65DC9" w:rsidRDefault="00B65DC9" w:rsidP="00B65DC9">
      <w:r>
        <w:t>614.4713</w:t>
      </w:r>
      <w:r>
        <w:tab/>
        <w:t>3.038e0</w:t>
      </w:r>
    </w:p>
    <w:p w:rsidR="00B65DC9" w:rsidRDefault="00B65DC9" w:rsidP="00B65DC9">
      <w:r>
        <w:t>614.5851</w:t>
      </w:r>
      <w:r>
        <w:tab/>
        <w:t>1.266e-2</w:t>
      </w:r>
    </w:p>
    <w:p w:rsidR="00B65DC9" w:rsidRDefault="00B65DC9" w:rsidP="00B65DC9">
      <w:r>
        <w:t>614.5907</w:t>
      </w:r>
      <w:r>
        <w:tab/>
        <w:t>2.025e0</w:t>
      </w:r>
    </w:p>
    <w:p w:rsidR="00B65DC9" w:rsidRDefault="00B65DC9" w:rsidP="00B65DC9">
      <w:r>
        <w:t>614.6816</w:t>
      </w:r>
      <w:r>
        <w:tab/>
        <w:t>2.532e-2</w:t>
      </w:r>
    </w:p>
    <w:p w:rsidR="00B65DC9" w:rsidRDefault="00B65DC9" w:rsidP="00B65DC9">
      <w:r>
        <w:t>614.7255</w:t>
      </w:r>
      <w:r>
        <w:tab/>
        <w:t>2.025e0</w:t>
      </w:r>
    </w:p>
    <w:p w:rsidR="00B65DC9" w:rsidRDefault="00B65DC9" w:rsidP="00B65DC9">
      <w:r>
        <w:lastRenderedPageBreak/>
        <w:t>614.8851</w:t>
      </w:r>
      <w:r>
        <w:tab/>
        <w:t>1.013e0</w:t>
      </w:r>
    </w:p>
    <w:p w:rsidR="00B65DC9" w:rsidRDefault="00B65DC9" w:rsidP="00B65DC9">
      <w:r>
        <w:t>614.8902</w:t>
      </w:r>
      <w:r>
        <w:tab/>
        <w:t>1.013e0</w:t>
      </w:r>
    </w:p>
    <w:p w:rsidR="00B65DC9" w:rsidRDefault="00B65DC9" w:rsidP="00B65DC9">
      <w:r>
        <w:t>614.9410</w:t>
      </w:r>
      <w:r>
        <w:tab/>
        <w:t>2.025e0</w:t>
      </w:r>
    </w:p>
    <w:p w:rsidR="00B65DC9" w:rsidRDefault="00B65DC9" w:rsidP="00B65DC9">
      <w:r>
        <w:t>614.9954</w:t>
      </w:r>
      <w:r>
        <w:tab/>
        <w:t>1.013e0</w:t>
      </w:r>
    </w:p>
    <w:p w:rsidR="00B65DC9" w:rsidRDefault="00B65DC9" w:rsidP="00B65DC9">
      <w:r>
        <w:t>615.0164</w:t>
      </w:r>
      <w:r>
        <w:tab/>
        <w:t>1.013e0</w:t>
      </w:r>
    </w:p>
    <w:p w:rsidR="00B65DC9" w:rsidRDefault="00B65DC9" w:rsidP="00B65DC9">
      <w:r>
        <w:t>615.0375</w:t>
      </w:r>
      <w:r>
        <w:tab/>
        <w:t>1.013e0</w:t>
      </w:r>
    </w:p>
    <w:p w:rsidR="00B65DC9" w:rsidRDefault="00B65DC9" w:rsidP="00B65DC9">
      <w:r>
        <w:t>615.0610</w:t>
      </w:r>
      <w:r>
        <w:tab/>
        <w:t>1.013e0</w:t>
      </w:r>
    </w:p>
    <w:p w:rsidR="00B65DC9" w:rsidRDefault="00B65DC9" w:rsidP="00B65DC9">
      <w:r>
        <w:t>615.1111</w:t>
      </w:r>
      <w:r>
        <w:tab/>
        <w:t>1.266e-2</w:t>
      </w:r>
    </w:p>
    <w:p w:rsidR="00B65DC9" w:rsidRDefault="00B65DC9" w:rsidP="00B65DC9">
      <w:r>
        <w:t>615.1921</w:t>
      </w:r>
      <w:r>
        <w:tab/>
        <w:t>3.038e0</w:t>
      </w:r>
    </w:p>
    <w:p w:rsidR="00B65DC9" w:rsidRDefault="00B65DC9" w:rsidP="00B65DC9">
      <w:r>
        <w:t>615.2059</w:t>
      </w:r>
      <w:r>
        <w:tab/>
        <w:t>1.013e0</w:t>
      </w:r>
    </w:p>
    <w:p w:rsidR="00B65DC9" w:rsidRDefault="00B65DC9" w:rsidP="00B65DC9">
      <w:r>
        <w:t>615.2164</w:t>
      </w:r>
      <w:r>
        <w:tab/>
        <w:t>1.266e-2</w:t>
      </w:r>
    </w:p>
    <w:p w:rsidR="00B65DC9" w:rsidRDefault="00B65DC9" w:rsidP="00B65DC9">
      <w:r>
        <w:t>615.2563</w:t>
      </w:r>
      <w:r>
        <w:tab/>
        <w:t>3.038e0</w:t>
      </w:r>
    </w:p>
    <w:p w:rsidR="00B65DC9" w:rsidRDefault="00B65DC9" w:rsidP="00B65DC9">
      <w:r>
        <w:t>615.2799</w:t>
      </w:r>
      <w:r>
        <w:tab/>
        <w:t>5.063e0</w:t>
      </w:r>
    </w:p>
    <w:p w:rsidR="00B65DC9" w:rsidRDefault="00B65DC9" w:rsidP="00B65DC9">
      <w:r>
        <w:t>615.2891</w:t>
      </w:r>
      <w:r>
        <w:tab/>
        <w:t>1.013e0</w:t>
      </w:r>
    </w:p>
    <w:p w:rsidR="00B65DC9" w:rsidRDefault="00B65DC9" w:rsidP="00B65DC9">
      <w:r>
        <w:t>615.2904</w:t>
      </w:r>
      <w:r>
        <w:tab/>
        <w:t>1.013e0</w:t>
      </w:r>
    </w:p>
    <w:p w:rsidR="00B65DC9" w:rsidRDefault="00B65DC9" w:rsidP="00B65DC9">
      <w:r>
        <w:t>615.3298</w:t>
      </w:r>
      <w:r>
        <w:tab/>
        <w:t>2.532e-2</w:t>
      </w:r>
    </w:p>
    <w:p w:rsidR="00B65DC9" w:rsidRDefault="00B65DC9" w:rsidP="00B65DC9">
      <w:r>
        <w:t>615.3646</w:t>
      </w:r>
      <w:r>
        <w:tab/>
        <w:t>1.013e0</w:t>
      </w:r>
    </w:p>
    <w:p w:rsidR="00B65DC9" w:rsidRDefault="00B65DC9" w:rsidP="00B65DC9">
      <w:r>
        <w:t>615.3848</w:t>
      </w:r>
      <w:r>
        <w:tab/>
        <w:t>1.013e0</w:t>
      </w:r>
    </w:p>
    <w:p w:rsidR="00B65DC9" w:rsidRDefault="00B65DC9" w:rsidP="00B65DC9">
      <w:r>
        <w:t>615.3962</w:t>
      </w:r>
      <w:r>
        <w:tab/>
        <w:t>2.025e0</w:t>
      </w:r>
    </w:p>
    <w:p w:rsidR="00B65DC9" w:rsidRDefault="00B65DC9" w:rsidP="00B65DC9">
      <w:r>
        <w:lastRenderedPageBreak/>
        <w:t>615.4551</w:t>
      </w:r>
      <w:r>
        <w:tab/>
        <w:t>3.038e0</w:t>
      </w:r>
    </w:p>
    <w:p w:rsidR="00B65DC9" w:rsidRDefault="00B65DC9" w:rsidP="00B65DC9">
      <w:r>
        <w:t>615.4674</w:t>
      </w:r>
      <w:r>
        <w:tab/>
        <w:t>5.063e0</w:t>
      </w:r>
    </w:p>
    <w:p w:rsidR="00B65DC9" w:rsidRDefault="00B65DC9" w:rsidP="00B65DC9">
      <w:r>
        <w:t>615.4960</w:t>
      </w:r>
      <w:r>
        <w:tab/>
        <w:t>4.051e0</w:t>
      </w:r>
    </w:p>
    <w:p w:rsidR="00B65DC9" w:rsidRDefault="00B65DC9" w:rsidP="00B65DC9">
      <w:r>
        <w:t>615.5372</w:t>
      </w:r>
      <w:r>
        <w:tab/>
        <w:t>2.025e0</w:t>
      </w:r>
    </w:p>
    <w:p w:rsidR="00B65DC9" w:rsidRDefault="00B65DC9" w:rsidP="00B65DC9">
      <w:r>
        <w:t>615.6165</w:t>
      </w:r>
      <w:r>
        <w:tab/>
        <w:t>1.266e-2</w:t>
      </w:r>
    </w:p>
    <w:p w:rsidR="00B65DC9" w:rsidRDefault="00B65DC9" w:rsidP="00B65DC9">
      <w:r>
        <w:t>615.6243</w:t>
      </w:r>
      <w:r>
        <w:tab/>
        <w:t>1.013e0</w:t>
      </w:r>
    </w:p>
    <w:p w:rsidR="00B65DC9" w:rsidRDefault="00B65DC9" w:rsidP="00B65DC9">
      <w:r>
        <w:t>615.7155</w:t>
      </w:r>
      <w:r>
        <w:tab/>
        <w:t>2.025e0</w:t>
      </w:r>
    </w:p>
    <w:p w:rsidR="00B65DC9" w:rsidRDefault="00B65DC9" w:rsidP="00B65DC9">
      <w:r>
        <w:t>615.7324</w:t>
      </w:r>
      <w:r>
        <w:tab/>
        <w:t>1.013e0</w:t>
      </w:r>
    </w:p>
    <w:p w:rsidR="00B65DC9" w:rsidRDefault="00B65DC9" w:rsidP="00B65DC9">
      <w:r>
        <w:t>615.7850</w:t>
      </w:r>
      <w:r>
        <w:tab/>
        <w:t>1.013e0</w:t>
      </w:r>
    </w:p>
    <w:p w:rsidR="00B65DC9" w:rsidRDefault="00B65DC9" w:rsidP="00B65DC9">
      <w:r>
        <w:t>615.8359</w:t>
      </w:r>
      <w:r>
        <w:tab/>
        <w:t>1.013e0</w:t>
      </w:r>
    </w:p>
    <w:p w:rsidR="00B65DC9" w:rsidRDefault="00B65DC9" w:rsidP="00B65DC9">
      <w:r>
        <w:t>615.8377</w:t>
      </w:r>
      <w:r>
        <w:tab/>
        <w:t>1.013e0</w:t>
      </w:r>
    </w:p>
    <w:p w:rsidR="00B65DC9" w:rsidRDefault="00B65DC9" w:rsidP="00B65DC9">
      <w:r>
        <w:t>615.9119</w:t>
      </w:r>
      <w:r>
        <w:tab/>
        <w:t>2.025e0</w:t>
      </w:r>
    </w:p>
    <w:p w:rsidR="00B65DC9" w:rsidRDefault="00B65DC9" w:rsidP="00B65DC9">
      <w:r>
        <w:t>616.0173</w:t>
      </w:r>
      <w:r>
        <w:tab/>
        <w:t>2.025e0</w:t>
      </w:r>
    </w:p>
    <w:p w:rsidR="00B65DC9" w:rsidRDefault="00B65DC9" w:rsidP="00B65DC9">
      <w:r>
        <w:t>616.1003</w:t>
      </w:r>
      <w:r>
        <w:tab/>
        <w:t>1.013e0</w:t>
      </w:r>
    </w:p>
    <w:p w:rsidR="00B65DC9" w:rsidRDefault="00B65DC9" w:rsidP="00B65DC9">
      <w:r>
        <w:t>616.1545</w:t>
      </w:r>
      <w:r>
        <w:tab/>
        <w:t>1.266e-2</w:t>
      </w:r>
    </w:p>
    <w:p w:rsidR="00B65DC9" w:rsidRDefault="00B65DC9" w:rsidP="00B65DC9">
      <w:r>
        <w:t>616.1711</w:t>
      </w:r>
      <w:r>
        <w:tab/>
        <w:t>2.025e0</w:t>
      </w:r>
    </w:p>
    <w:p w:rsidR="00B65DC9" w:rsidRDefault="00B65DC9" w:rsidP="00B65DC9">
      <w:r>
        <w:t>616.2669</w:t>
      </w:r>
      <w:r>
        <w:tab/>
        <w:t>3.038e0</w:t>
      </w:r>
    </w:p>
    <w:p w:rsidR="00B65DC9" w:rsidRDefault="00B65DC9" w:rsidP="00B65DC9">
      <w:r>
        <w:t>616.2756</w:t>
      </w:r>
      <w:r>
        <w:tab/>
        <w:t>4.051e0</w:t>
      </w:r>
    </w:p>
    <w:p w:rsidR="00B65DC9" w:rsidRDefault="00B65DC9" w:rsidP="00B65DC9">
      <w:r>
        <w:t>616.2825</w:t>
      </w:r>
      <w:r>
        <w:tab/>
        <w:t>3.038e0</w:t>
      </w:r>
    </w:p>
    <w:p w:rsidR="00B65DC9" w:rsidRDefault="00B65DC9" w:rsidP="00B65DC9">
      <w:r>
        <w:lastRenderedPageBreak/>
        <w:t>616.2938</w:t>
      </w:r>
      <w:r>
        <w:tab/>
        <w:t>4.063e0</w:t>
      </w:r>
    </w:p>
    <w:p w:rsidR="00B65DC9" w:rsidRDefault="00B65DC9" w:rsidP="00B65DC9">
      <w:r>
        <w:t>616.3530</w:t>
      </w:r>
      <w:r>
        <w:tab/>
        <w:t>2.532e-2</w:t>
      </w:r>
    </w:p>
    <w:p w:rsidR="00B65DC9" w:rsidRDefault="00B65DC9" w:rsidP="00B65DC9">
      <w:r>
        <w:t>616.3834</w:t>
      </w:r>
      <w:r>
        <w:tab/>
        <w:t>1.013e0</w:t>
      </w:r>
    </w:p>
    <w:p w:rsidR="00B65DC9" w:rsidRDefault="00B65DC9" w:rsidP="00B65DC9">
      <w:r>
        <w:t>616.3859</w:t>
      </w:r>
      <w:r>
        <w:tab/>
        <w:t>1.266e-2</w:t>
      </w:r>
    </w:p>
    <w:p w:rsidR="00B65DC9" w:rsidRDefault="00B65DC9" w:rsidP="00B65DC9">
      <w:r>
        <w:t>616.3892</w:t>
      </w:r>
      <w:r>
        <w:tab/>
        <w:t>3.798e-2</w:t>
      </w:r>
    </w:p>
    <w:p w:rsidR="00B65DC9" w:rsidRDefault="00B65DC9" w:rsidP="00B65DC9">
      <w:r>
        <w:t>616.4446</w:t>
      </w:r>
      <w:r>
        <w:tab/>
        <w:t>2.532e-2</w:t>
      </w:r>
    </w:p>
    <w:p w:rsidR="00B65DC9" w:rsidRDefault="00B65DC9" w:rsidP="00B65DC9">
      <w:r>
        <w:t>616.4913</w:t>
      </w:r>
      <w:r>
        <w:tab/>
        <w:t>1.013e0</w:t>
      </w:r>
    </w:p>
    <w:p w:rsidR="00B65DC9" w:rsidRDefault="00B65DC9" w:rsidP="00B65DC9">
      <w:r>
        <w:t>616.5026</w:t>
      </w:r>
      <w:r>
        <w:tab/>
        <w:t>2.025e0</w:t>
      </w:r>
    </w:p>
    <w:p w:rsidR="00B65DC9" w:rsidRDefault="00B65DC9" w:rsidP="00B65DC9">
      <w:r>
        <w:t>616.5385</w:t>
      </w:r>
      <w:r>
        <w:tab/>
        <w:t>2.532e-2</w:t>
      </w:r>
    </w:p>
    <w:p w:rsidR="00B65DC9" w:rsidRDefault="00B65DC9" w:rsidP="00B65DC9">
      <w:r>
        <w:t>616.5551</w:t>
      </w:r>
      <w:r>
        <w:tab/>
        <w:t>2.025e0</w:t>
      </w:r>
    </w:p>
    <w:p w:rsidR="00B65DC9" w:rsidRDefault="00B65DC9" w:rsidP="00B65DC9">
      <w:r>
        <w:t>616.5776</w:t>
      </w:r>
      <w:r>
        <w:tab/>
        <w:t>1.013e0</w:t>
      </w:r>
    </w:p>
    <w:p w:rsidR="00B65DC9" w:rsidRDefault="00B65DC9" w:rsidP="00B65DC9">
      <w:r>
        <w:t>616.6313</w:t>
      </w:r>
      <w:r>
        <w:tab/>
        <w:t>1.013e0</w:t>
      </w:r>
    </w:p>
    <w:p w:rsidR="00B65DC9" w:rsidRDefault="00B65DC9" w:rsidP="00B65DC9">
      <w:r>
        <w:t>616.7186</w:t>
      </w:r>
      <w:r>
        <w:tab/>
        <w:t>3.038e0</w:t>
      </w:r>
    </w:p>
    <w:p w:rsidR="00B65DC9" w:rsidRDefault="00B65DC9" w:rsidP="00B65DC9">
      <w:r>
        <w:t>616.7234</w:t>
      </w:r>
      <w:r>
        <w:tab/>
        <w:t>1.013e0</w:t>
      </w:r>
    </w:p>
    <w:p w:rsidR="00B65DC9" w:rsidRDefault="00B65DC9" w:rsidP="00B65DC9">
      <w:r>
        <w:t>616.7755</w:t>
      </w:r>
      <w:r>
        <w:tab/>
        <w:t>2.025e0</w:t>
      </w:r>
    </w:p>
    <w:p w:rsidR="00B65DC9" w:rsidRDefault="00B65DC9" w:rsidP="00B65DC9">
      <w:r>
        <w:t>616.8215</w:t>
      </w:r>
      <w:r>
        <w:tab/>
        <w:t>3.038e0</w:t>
      </w:r>
    </w:p>
    <w:p w:rsidR="00B65DC9" w:rsidRDefault="00B65DC9" w:rsidP="00B65DC9">
      <w:r>
        <w:t>616.8857</w:t>
      </w:r>
      <w:r>
        <w:tab/>
        <w:t>2.025e0</w:t>
      </w:r>
    </w:p>
    <w:p w:rsidR="00B65DC9" w:rsidRDefault="00B65DC9" w:rsidP="00B65DC9">
      <w:r>
        <w:t>616.9113</w:t>
      </w:r>
      <w:r>
        <w:tab/>
        <w:t>1.013e0</w:t>
      </w:r>
    </w:p>
    <w:p w:rsidR="00B65DC9" w:rsidRDefault="00B65DC9" w:rsidP="00B65DC9">
      <w:r>
        <w:t>616.9485</w:t>
      </w:r>
      <w:r>
        <w:tab/>
        <w:t>1.013e0</w:t>
      </w:r>
    </w:p>
    <w:p w:rsidR="00B65DC9" w:rsidRDefault="00B65DC9" w:rsidP="00B65DC9">
      <w:r>
        <w:lastRenderedPageBreak/>
        <w:t>616.9661</w:t>
      </w:r>
      <w:r>
        <w:tab/>
        <w:t>1.013e0</w:t>
      </w:r>
    </w:p>
    <w:p w:rsidR="00B65DC9" w:rsidRDefault="00B65DC9" w:rsidP="00B65DC9">
      <w:r>
        <w:t>617.0359</w:t>
      </w:r>
      <w:r>
        <w:tab/>
        <w:t>1.266e-2</w:t>
      </w:r>
    </w:p>
    <w:p w:rsidR="00B65DC9" w:rsidRDefault="00B65DC9" w:rsidP="00B65DC9">
      <w:r>
        <w:t>617.0611</w:t>
      </w:r>
      <w:r>
        <w:tab/>
        <w:t>1.266e-2</w:t>
      </w:r>
    </w:p>
    <w:p w:rsidR="00B65DC9" w:rsidRDefault="00B65DC9" w:rsidP="00B65DC9">
      <w:r>
        <w:t>617.1877</w:t>
      </w:r>
      <w:r>
        <w:tab/>
        <w:t>1.013e0</w:t>
      </w:r>
    </w:p>
    <w:p w:rsidR="00B65DC9" w:rsidRDefault="00B65DC9" w:rsidP="00B65DC9">
      <w:r>
        <w:t>617.2617</w:t>
      </w:r>
      <w:r>
        <w:tab/>
        <w:t>1.266e-2</w:t>
      </w:r>
    </w:p>
    <w:p w:rsidR="00B65DC9" w:rsidRDefault="00B65DC9" w:rsidP="00B65DC9">
      <w:r>
        <w:t>617.2828</w:t>
      </w:r>
      <w:r>
        <w:tab/>
        <w:t>1.013e0</w:t>
      </w:r>
    </w:p>
    <w:p w:rsidR="00B65DC9" w:rsidRDefault="00B65DC9" w:rsidP="00B65DC9">
      <w:r>
        <w:t>617.3199</w:t>
      </w:r>
      <w:r>
        <w:tab/>
        <w:t>2.025e0</w:t>
      </w:r>
    </w:p>
    <w:p w:rsidR="00B65DC9" w:rsidRDefault="00B65DC9" w:rsidP="00B65DC9">
      <w:r>
        <w:t>617.3691</w:t>
      </w:r>
      <w:r>
        <w:tab/>
        <w:t>1.051e0</w:t>
      </w:r>
    </w:p>
    <w:p w:rsidR="00B65DC9" w:rsidRDefault="00B65DC9" w:rsidP="00B65DC9">
      <w:r>
        <w:t>617.3802</w:t>
      </w:r>
      <w:r>
        <w:tab/>
        <w:t>2.025e0</w:t>
      </w:r>
    </w:p>
    <w:p w:rsidR="00B65DC9" w:rsidRDefault="00B65DC9" w:rsidP="00B65DC9">
      <w:r>
        <w:t>617.3872</w:t>
      </w:r>
      <w:r>
        <w:tab/>
        <w:t>1.266e-2</w:t>
      </w:r>
    </w:p>
    <w:p w:rsidR="00B65DC9" w:rsidRDefault="00B65DC9" w:rsidP="00B65DC9">
      <w:r>
        <w:t>617.4135</w:t>
      </w:r>
      <w:r>
        <w:tab/>
        <w:t>2.025e0</w:t>
      </w:r>
    </w:p>
    <w:p w:rsidR="00B65DC9" w:rsidRDefault="00B65DC9" w:rsidP="00B65DC9">
      <w:r>
        <w:t>617.5109</w:t>
      </w:r>
      <w:r>
        <w:tab/>
        <w:t>1.013e0</w:t>
      </w:r>
    </w:p>
    <w:p w:rsidR="00B65DC9" w:rsidRDefault="00B65DC9" w:rsidP="00B65DC9">
      <w:r>
        <w:t>617.5223</w:t>
      </w:r>
      <w:r>
        <w:tab/>
        <w:t>3.038e0</w:t>
      </w:r>
    </w:p>
    <w:p w:rsidR="00B65DC9" w:rsidRDefault="00B65DC9" w:rsidP="00B65DC9">
      <w:r>
        <w:t>617.5999</w:t>
      </w:r>
      <w:r>
        <w:tab/>
        <w:t>2.025e0</w:t>
      </w:r>
    </w:p>
    <w:p w:rsidR="00B65DC9" w:rsidRDefault="00B65DC9" w:rsidP="00B65DC9">
      <w:r>
        <w:t>617.7112</w:t>
      </w:r>
      <w:r>
        <w:tab/>
        <w:t>3.038e0</w:t>
      </w:r>
    </w:p>
    <w:p w:rsidR="00B65DC9" w:rsidRDefault="00B65DC9" w:rsidP="00B65DC9">
      <w:r>
        <w:t>617.8109</w:t>
      </w:r>
      <w:r>
        <w:tab/>
        <w:t>1.266e-2</w:t>
      </w:r>
    </w:p>
    <w:p w:rsidR="00B65DC9" w:rsidRDefault="00B65DC9" w:rsidP="00B65DC9">
      <w:r>
        <w:t>617.8288</w:t>
      </w:r>
      <w:r>
        <w:tab/>
        <w:t>2.025e0</w:t>
      </w:r>
    </w:p>
    <w:p w:rsidR="00B65DC9" w:rsidRDefault="00B65DC9" w:rsidP="00B65DC9">
      <w:r>
        <w:t>617.8643</w:t>
      </w:r>
      <w:r>
        <w:tab/>
        <w:t>1.013e0</w:t>
      </w:r>
    </w:p>
    <w:p w:rsidR="00B65DC9" w:rsidRDefault="00B65DC9" w:rsidP="00B65DC9">
      <w:r>
        <w:t>617.8955</w:t>
      </w:r>
      <w:r>
        <w:tab/>
        <w:t>1.013e0</w:t>
      </w:r>
    </w:p>
    <w:p w:rsidR="00B65DC9" w:rsidRDefault="00B65DC9" w:rsidP="00B65DC9">
      <w:r>
        <w:lastRenderedPageBreak/>
        <w:t>617.9272</w:t>
      </w:r>
      <w:r>
        <w:tab/>
        <w:t>1.013e0</w:t>
      </w:r>
    </w:p>
    <w:p w:rsidR="00B65DC9" w:rsidRDefault="00B65DC9" w:rsidP="00B65DC9">
      <w:r>
        <w:t>617.9492</w:t>
      </w:r>
      <w:r>
        <w:tab/>
        <w:t>1.013e0</w:t>
      </w:r>
    </w:p>
    <w:p w:rsidR="00B65DC9" w:rsidRDefault="00B65DC9" w:rsidP="00B65DC9">
      <w:r>
        <w:t>617.9575</w:t>
      </w:r>
      <w:r>
        <w:tab/>
        <w:t>2.025e0</w:t>
      </w:r>
    </w:p>
    <w:p w:rsidR="00B65DC9" w:rsidRDefault="00B65DC9" w:rsidP="00B65DC9">
      <w:r>
        <w:t>617.9589</w:t>
      </w:r>
      <w:r>
        <w:tab/>
        <w:t>1.013e0</w:t>
      </w:r>
    </w:p>
    <w:p w:rsidR="00B65DC9" w:rsidRDefault="00B65DC9" w:rsidP="00B65DC9">
      <w:r>
        <w:t>618.0329</w:t>
      </w:r>
      <w:r>
        <w:tab/>
        <w:t>1.013e0</w:t>
      </w:r>
    </w:p>
    <w:p w:rsidR="00B65DC9" w:rsidRDefault="00B65DC9" w:rsidP="00B65DC9">
      <w:r>
        <w:t>618.0579</w:t>
      </w:r>
      <w:r>
        <w:tab/>
        <w:t>1.013e0</w:t>
      </w:r>
    </w:p>
    <w:p w:rsidR="00B65DC9" w:rsidRDefault="00B65DC9" w:rsidP="00B65DC9">
      <w:r>
        <w:t>618.0646</w:t>
      </w:r>
      <w:r>
        <w:tab/>
        <w:t>1.013e0</w:t>
      </w:r>
    </w:p>
    <w:p w:rsidR="00B65DC9" w:rsidRDefault="00B65DC9" w:rsidP="00B65DC9">
      <w:r>
        <w:t>618.0753</w:t>
      </w:r>
      <w:r>
        <w:tab/>
        <w:t>2.532e-2</w:t>
      </w:r>
    </w:p>
    <w:p w:rsidR="00B65DC9" w:rsidRDefault="00B65DC9" w:rsidP="00B65DC9">
      <w:r>
        <w:t>618.0931</w:t>
      </w:r>
      <w:r>
        <w:tab/>
        <w:t>2.025e0</w:t>
      </w:r>
    </w:p>
    <w:p w:rsidR="00B65DC9" w:rsidRDefault="00B65DC9" w:rsidP="00B65DC9">
      <w:r>
        <w:t>618.1500</w:t>
      </w:r>
      <w:r>
        <w:tab/>
        <w:t>1.013e0</w:t>
      </w:r>
    </w:p>
    <w:p w:rsidR="00B65DC9" w:rsidRDefault="00B65DC9" w:rsidP="00B65DC9">
      <w:r>
        <w:t>618.1923</w:t>
      </w:r>
      <w:r>
        <w:tab/>
        <w:t>1.013e0</w:t>
      </w:r>
    </w:p>
    <w:p w:rsidR="00B65DC9" w:rsidRDefault="00B65DC9" w:rsidP="00B65DC9">
      <w:r>
        <w:t>618.2509</w:t>
      </w:r>
      <w:r>
        <w:tab/>
        <w:t>1.013e0</w:t>
      </w:r>
    </w:p>
    <w:p w:rsidR="00B65DC9" w:rsidRDefault="00B65DC9" w:rsidP="00B65DC9">
      <w:r>
        <w:t>618.2648</w:t>
      </w:r>
      <w:r>
        <w:tab/>
        <w:t>2.038e0</w:t>
      </w:r>
    </w:p>
    <w:p w:rsidR="00B65DC9" w:rsidRDefault="00B65DC9" w:rsidP="00B65DC9">
      <w:r>
        <w:t>618.2773</w:t>
      </w:r>
      <w:r>
        <w:tab/>
        <w:t>2.025e0</w:t>
      </w:r>
    </w:p>
    <w:p w:rsidR="00B65DC9" w:rsidRDefault="00B65DC9" w:rsidP="00B65DC9">
      <w:r>
        <w:t>618.3320</w:t>
      </w:r>
      <w:r>
        <w:tab/>
        <w:t>3.038e0</w:t>
      </w:r>
    </w:p>
    <w:p w:rsidR="00B65DC9" w:rsidRDefault="00B65DC9" w:rsidP="00B65DC9">
      <w:r>
        <w:t>618.3477</w:t>
      </w:r>
      <w:r>
        <w:tab/>
        <w:t>2.532e-2</w:t>
      </w:r>
    </w:p>
    <w:p w:rsidR="00B65DC9" w:rsidRDefault="00B65DC9" w:rsidP="00B65DC9">
      <w:r>
        <w:t>618.3667</w:t>
      </w:r>
      <w:r>
        <w:tab/>
        <w:t>2.025e0</w:t>
      </w:r>
    </w:p>
    <w:p w:rsidR="00B65DC9" w:rsidRDefault="00B65DC9" w:rsidP="00B65DC9">
      <w:r>
        <w:t>618.4095</w:t>
      </w:r>
      <w:r>
        <w:tab/>
        <w:t>2.025e0</w:t>
      </w:r>
    </w:p>
    <w:p w:rsidR="00B65DC9" w:rsidRDefault="00B65DC9" w:rsidP="00B65DC9">
      <w:r>
        <w:t>618.4271</w:t>
      </w:r>
      <w:r>
        <w:tab/>
        <w:t>3.038e0</w:t>
      </w:r>
    </w:p>
    <w:p w:rsidR="00B65DC9" w:rsidRDefault="00B65DC9" w:rsidP="00B65DC9">
      <w:r>
        <w:lastRenderedPageBreak/>
        <w:t>618.4286</w:t>
      </w:r>
      <w:r>
        <w:tab/>
        <w:t>3.038e0</w:t>
      </w:r>
    </w:p>
    <w:p w:rsidR="00B65DC9" w:rsidRDefault="00B65DC9" w:rsidP="00B65DC9">
      <w:r>
        <w:t>618.4452</w:t>
      </w:r>
      <w:r>
        <w:tab/>
        <w:t>1.013e0</w:t>
      </w:r>
    </w:p>
    <w:p w:rsidR="00B65DC9" w:rsidRDefault="00B65DC9" w:rsidP="00B65DC9">
      <w:r>
        <w:t>618.4544</w:t>
      </w:r>
      <w:r>
        <w:tab/>
        <w:t>5.063e0</w:t>
      </w:r>
    </w:p>
    <w:p w:rsidR="00B65DC9" w:rsidRDefault="00B65DC9" w:rsidP="00B65DC9">
      <w:r>
        <w:t>618.5405</w:t>
      </w:r>
      <w:r>
        <w:tab/>
        <w:t>1.013e0</w:t>
      </w:r>
    </w:p>
    <w:p w:rsidR="00B65DC9" w:rsidRDefault="00B65DC9" w:rsidP="00B65DC9">
      <w:r>
        <w:t>618.6042</w:t>
      </w:r>
      <w:r>
        <w:tab/>
        <w:t>1.013e0</w:t>
      </w:r>
    </w:p>
    <w:p w:rsidR="00B65DC9" w:rsidRDefault="00B65DC9" w:rsidP="00B65DC9">
      <w:r>
        <w:t>618.6738</w:t>
      </w:r>
      <w:r>
        <w:tab/>
        <w:t>1.013e0</w:t>
      </w:r>
    </w:p>
    <w:p w:rsidR="00B65DC9" w:rsidRDefault="00B65DC9" w:rsidP="00B65DC9">
      <w:r>
        <w:t>618.6785</w:t>
      </w:r>
      <w:r>
        <w:tab/>
        <w:t>2.025e0</w:t>
      </w:r>
    </w:p>
    <w:p w:rsidR="00B65DC9" w:rsidRDefault="00B65DC9" w:rsidP="00B65DC9">
      <w:r>
        <w:t>618.7584</w:t>
      </w:r>
      <w:r>
        <w:tab/>
        <w:t>2.025e0</w:t>
      </w:r>
    </w:p>
    <w:p w:rsidR="00B65DC9" w:rsidRDefault="00B65DC9" w:rsidP="00B65DC9">
      <w:r>
        <w:t>618.8157</w:t>
      </w:r>
      <w:r>
        <w:tab/>
        <w:t>1.266e-2</w:t>
      </w:r>
    </w:p>
    <w:p w:rsidR="00B65DC9" w:rsidRDefault="00B65DC9" w:rsidP="00B65DC9">
      <w:r>
        <w:t>618.8323</w:t>
      </w:r>
      <w:r>
        <w:tab/>
        <w:t>1.266e-2</w:t>
      </w:r>
    </w:p>
    <w:p w:rsidR="00B65DC9" w:rsidRDefault="00B65DC9" w:rsidP="00B65DC9">
      <w:r>
        <w:t>618.8743</w:t>
      </w:r>
      <w:r>
        <w:tab/>
        <w:t>2.025e0</w:t>
      </w:r>
    </w:p>
    <w:p w:rsidR="00B65DC9" w:rsidRDefault="00B65DC9" w:rsidP="00B65DC9">
      <w:r>
        <w:t>618.8857</w:t>
      </w:r>
      <w:r>
        <w:tab/>
        <w:t>2.025e0</w:t>
      </w:r>
    </w:p>
    <w:p w:rsidR="00B65DC9" w:rsidRDefault="00B65DC9" w:rsidP="00B65DC9">
      <w:r>
        <w:t>618.9100</w:t>
      </w:r>
      <w:r>
        <w:tab/>
        <w:t>2.090e0</w:t>
      </w:r>
    </w:p>
    <w:p w:rsidR="00B65DC9" w:rsidRDefault="00B65DC9" w:rsidP="00B65DC9">
      <w:r>
        <w:t>619.0485</w:t>
      </w:r>
      <w:r>
        <w:tab/>
        <w:t>1.266e-2</w:t>
      </w:r>
    </w:p>
    <w:p w:rsidR="00B65DC9" w:rsidRDefault="00B65DC9" w:rsidP="00B65DC9">
      <w:r>
        <w:t>619.0533</w:t>
      </w:r>
      <w:r>
        <w:tab/>
        <w:t>3.038e0</w:t>
      </w:r>
    </w:p>
    <w:p w:rsidR="00B65DC9" w:rsidRDefault="00B65DC9" w:rsidP="00B65DC9">
      <w:r>
        <w:t>619.1678</w:t>
      </w:r>
      <w:r>
        <w:tab/>
        <w:t>1.266e-2</w:t>
      </w:r>
    </w:p>
    <w:p w:rsidR="00B65DC9" w:rsidRDefault="00B65DC9" w:rsidP="00B65DC9">
      <w:r>
        <w:t>619.2258</w:t>
      </w:r>
      <w:r>
        <w:tab/>
        <w:t>3.017e0</w:t>
      </w:r>
    </w:p>
    <w:p w:rsidR="00B65DC9" w:rsidRDefault="00B65DC9" w:rsidP="00B65DC9">
      <w:r>
        <w:t>619.2463</w:t>
      </w:r>
      <w:r>
        <w:tab/>
        <w:t>6.076e0</w:t>
      </w:r>
    </w:p>
    <w:p w:rsidR="00B65DC9" w:rsidRDefault="00B65DC9" w:rsidP="00B65DC9">
      <w:r>
        <w:t>619.3875</w:t>
      </w:r>
      <w:r>
        <w:tab/>
        <w:t>1.013e0</w:t>
      </w:r>
    </w:p>
    <w:p w:rsidR="00B65DC9" w:rsidRDefault="00B65DC9" w:rsidP="00B65DC9">
      <w:r>
        <w:lastRenderedPageBreak/>
        <w:t>619.3990</w:t>
      </w:r>
      <w:r>
        <w:tab/>
        <w:t>3.141e0</w:t>
      </w:r>
    </w:p>
    <w:p w:rsidR="00B65DC9" w:rsidRDefault="00B65DC9" w:rsidP="00B65DC9">
      <w:r>
        <w:t>619.4138</w:t>
      </w:r>
      <w:r>
        <w:tab/>
        <w:t>1.013e0</w:t>
      </w:r>
    </w:p>
    <w:p w:rsidR="00B65DC9" w:rsidRDefault="00B65DC9" w:rsidP="00B65DC9">
      <w:r>
        <w:t>619.4156</w:t>
      </w:r>
      <w:r>
        <w:tab/>
        <w:t>5.063e0</w:t>
      </w:r>
    </w:p>
    <w:p w:rsidR="00B65DC9" w:rsidRDefault="00B65DC9" w:rsidP="00B65DC9">
      <w:r>
        <w:t>619.4888</w:t>
      </w:r>
      <w:r>
        <w:tab/>
        <w:t>5.063e0</w:t>
      </w:r>
    </w:p>
    <w:p w:rsidR="00B65DC9" w:rsidRDefault="00B65DC9" w:rsidP="00B65DC9">
      <w:r>
        <w:t>619.4976</w:t>
      </w:r>
      <w:r>
        <w:tab/>
        <w:t>3.038e0</w:t>
      </w:r>
    </w:p>
    <w:p w:rsidR="00B65DC9" w:rsidRDefault="00B65DC9" w:rsidP="00B65DC9">
      <w:r>
        <w:t>619.5358</w:t>
      </w:r>
      <w:r>
        <w:tab/>
        <w:t>1.013e0</w:t>
      </w:r>
    </w:p>
    <w:p w:rsidR="00B65DC9" w:rsidRDefault="00B65DC9" w:rsidP="00B65DC9">
      <w:r>
        <w:t>619.5732</w:t>
      </w:r>
      <w:r>
        <w:tab/>
        <w:t>1.266e-2</w:t>
      </w:r>
    </w:p>
    <w:p w:rsidR="00B65DC9" w:rsidRDefault="00B65DC9" w:rsidP="00B65DC9">
      <w:r>
        <w:t>619.5781</w:t>
      </w:r>
      <w:r>
        <w:tab/>
        <w:t>1.013e0</w:t>
      </w:r>
    </w:p>
    <w:p w:rsidR="00B65DC9" w:rsidRDefault="00B65DC9" w:rsidP="00B65DC9">
      <w:r>
        <w:t>619.5905</w:t>
      </w:r>
      <w:r>
        <w:tab/>
        <w:t>1.013e0</w:t>
      </w:r>
    </w:p>
    <w:p w:rsidR="00B65DC9" w:rsidRDefault="00B65DC9" w:rsidP="00B65DC9">
      <w:r>
        <w:t>619.7591</w:t>
      </w:r>
      <w:r>
        <w:tab/>
        <w:t>1.013e0</w:t>
      </w:r>
    </w:p>
    <w:p w:rsidR="00B65DC9" w:rsidRDefault="00B65DC9" w:rsidP="00B65DC9">
      <w:r>
        <w:t>619.7795</w:t>
      </w:r>
      <w:r>
        <w:tab/>
        <w:t>1.013e0</w:t>
      </w:r>
    </w:p>
    <w:p w:rsidR="00B65DC9" w:rsidRDefault="00B65DC9" w:rsidP="00B65DC9">
      <w:r>
        <w:t>619.8018</w:t>
      </w:r>
      <w:r>
        <w:tab/>
        <w:t>1.266e-2</w:t>
      </w:r>
    </w:p>
    <w:p w:rsidR="00B65DC9" w:rsidRDefault="00B65DC9" w:rsidP="00B65DC9">
      <w:r>
        <w:t>619.8554</w:t>
      </w:r>
      <w:r>
        <w:tab/>
        <w:t>1.013e0</w:t>
      </w:r>
    </w:p>
    <w:p w:rsidR="00B65DC9" w:rsidRDefault="00B65DC9" w:rsidP="00B65DC9">
      <w:r>
        <w:t>619.8896</w:t>
      </w:r>
      <w:r>
        <w:tab/>
        <w:t>1.013e0</w:t>
      </w:r>
    </w:p>
    <w:p w:rsidR="00B65DC9" w:rsidRDefault="00B65DC9" w:rsidP="00B65DC9">
      <w:r>
        <w:t>619.9066</w:t>
      </w:r>
      <w:r>
        <w:tab/>
        <w:t>2.038e0</w:t>
      </w:r>
    </w:p>
    <w:p w:rsidR="00B65DC9" w:rsidRDefault="00B65DC9" w:rsidP="00B65DC9">
      <w:r>
        <w:t>619.9603</w:t>
      </w:r>
      <w:r>
        <w:tab/>
        <w:t>1.266e-2</w:t>
      </w:r>
    </w:p>
    <w:p w:rsidR="00B65DC9" w:rsidRDefault="00B65DC9" w:rsidP="00B65DC9">
      <w:r>
        <w:t>620.0021</w:t>
      </w:r>
      <w:r>
        <w:tab/>
        <w:t>1.013e0</w:t>
      </w:r>
    </w:p>
    <w:p w:rsidR="00B65DC9" w:rsidRDefault="00B65DC9" w:rsidP="00B65DC9">
      <w:r>
        <w:t>620.0131</w:t>
      </w:r>
      <w:r>
        <w:tab/>
        <w:t>1.013e0</w:t>
      </w:r>
    </w:p>
    <w:p w:rsidR="00B65DC9" w:rsidRDefault="00B65DC9" w:rsidP="00B65DC9">
      <w:r>
        <w:t>620.0469</w:t>
      </w:r>
      <w:r>
        <w:tab/>
        <w:t>3.038e0</w:t>
      </w:r>
    </w:p>
    <w:p w:rsidR="00B65DC9" w:rsidRDefault="00B65DC9" w:rsidP="00B65DC9">
      <w:r>
        <w:lastRenderedPageBreak/>
        <w:t>620.0551</w:t>
      </w:r>
      <w:r>
        <w:tab/>
        <w:t>1.013e0</w:t>
      </w:r>
    </w:p>
    <w:p w:rsidR="00B65DC9" w:rsidRDefault="00B65DC9" w:rsidP="00B65DC9">
      <w:r>
        <w:t>620.1010</w:t>
      </w:r>
      <w:r>
        <w:tab/>
        <w:t>1.013e0</w:t>
      </w:r>
    </w:p>
    <w:p w:rsidR="00B65DC9" w:rsidRDefault="00B65DC9" w:rsidP="00B65DC9">
      <w:r>
        <w:t>620.1175</w:t>
      </w:r>
      <w:r>
        <w:tab/>
        <w:t>1.013e0</w:t>
      </w:r>
    </w:p>
    <w:p w:rsidR="00B65DC9" w:rsidRDefault="00B65DC9" w:rsidP="00B65DC9">
      <w:r>
        <w:t>620.2067</w:t>
      </w:r>
      <w:r>
        <w:tab/>
        <w:t>1.013e0</w:t>
      </w:r>
    </w:p>
    <w:p w:rsidR="00B65DC9" w:rsidRDefault="00B65DC9" w:rsidP="00B65DC9">
      <w:r>
        <w:t>620.2201</w:t>
      </w:r>
      <w:r>
        <w:tab/>
        <w:t>2.025e0</w:t>
      </w:r>
    </w:p>
    <w:p w:rsidR="00B65DC9" w:rsidRDefault="00B65DC9" w:rsidP="00B65DC9">
      <w:r>
        <w:t>620.2354</w:t>
      </w:r>
      <w:r>
        <w:tab/>
        <w:t>1.013e0</w:t>
      </w:r>
    </w:p>
    <w:p w:rsidR="00B65DC9" w:rsidRDefault="00B65DC9" w:rsidP="00B65DC9">
      <w:r>
        <w:t>620.2949</w:t>
      </w:r>
      <w:r>
        <w:tab/>
        <w:t>1.013e0</w:t>
      </w:r>
    </w:p>
    <w:p w:rsidR="00B65DC9" w:rsidRDefault="00B65DC9" w:rsidP="00B65DC9">
      <w:r>
        <w:t>620.2991</w:t>
      </w:r>
      <w:r>
        <w:tab/>
        <w:t>2.025e0</w:t>
      </w:r>
    </w:p>
    <w:p w:rsidR="00B65DC9" w:rsidRDefault="00B65DC9" w:rsidP="00B65DC9">
      <w:r>
        <w:t>620.3676</w:t>
      </w:r>
      <w:r>
        <w:tab/>
        <w:t>4.051e0</w:t>
      </w:r>
    </w:p>
    <w:p w:rsidR="00B65DC9" w:rsidRDefault="00B65DC9" w:rsidP="00B65DC9">
      <w:r>
        <w:t>620.3848</w:t>
      </w:r>
      <w:r>
        <w:tab/>
        <w:t>2.025e0</w:t>
      </w:r>
    </w:p>
    <w:p w:rsidR="00B65DC9" w:rsidRDefault="00B65DC9" w:rsidP="00B65DC9">
      <w:r>
        <w:t>620.4180</w:t>
      </w:r>
      <w:r>
        <w:tab/>
        <w:t>1.013e0</w:t>
      </w:r>
    </w:p>
    <w:p w:rsidR="00B65DC9" w:rsidRDefault="00B65DC9" w:rsidP="00B65DC9">
      <w:r>
        <w:t>620.4476</w:t>
      </w:r>
      <w:r>
        <w:tab/>
        <w:t>1.266e-2</w:t>
      </w:r>
    </w:p>
    <w:p w:rsidR="00B65DC9" w:rsidRDefault="00B65DC9" w:rsidP="00B65DC9">
      <w:r>
        <w:t>620.4586</w:t>
      </w:r>
      <w:r>
        <w:tab/>
        <w:t>2.025e0</w:t>
      </w:r>
    </w:p>
    <w:p w:rsidR="00B65DC9" w:rsidRDefault="00B65DC9" w:rsidP="00B65DC9">
      <w:r>
        <w:t>620.5137</w:t>
      </w:r>
      <w:r>
        <w:tab/>
        <w:t>2.025e0</w:t>
      </w:r>
    </w:p>
    <w:p w:rsidR="00B65DC9" w:rsidRDefault="00B65DC9" w:rsidP="00B65DC9">
      <w:r>
        <w:t>620.5750</w:t>
      </w:r>
      <w:r>
        <w:tab/>
        <w:t>1.013e0</w:t>
      </w:r>
    </w:p>
    <w:p w:rsidR="00B65DC9" w:rsidRDefault="00B65DC9" w:rsidP="00B65DC9">
      <w:r>
        <w:t>620.5773</w:t>
      </w:r>
      <w:r>
        <w:tab/>
        <w:t>1.013e0</w:t>
      </w:r>
    </w:p>
    <w:p w:rsidR="00B65DC9" w:rsidRDefault="00B65DC9" w:rsidP="00B65DC9">
      <w:r>
        <w:t>620.6713</w:t>
      </w:r>
      <w:r>
        <w:tab/>
        <w:t>1.013e0</w:t>
      </w:r>
    </w:p>
    <w:p w:rsidR="00B65DC9" w:rsidRDefault="00B65DC9" w:rsidP="00B65DC9">
      <w:r>
        <w:t>620.6987</w:t>
      </w:r>
      <w:r>
        <w:tab/>
        <w:t>1.013e0</w:t>
      </w:r>
    </w:p>
    <w:p w:rsidR="00B65DC9" w:rsidRDefault="00B65DC9" w:rsidP="00B65DC9">
      <w:r>
        <w:t>620.7523</w:t>
      </w:r>
      <w:r>
        <w:tab/>
        <w:t>1.013e0</w:t>
      </w:r>
    </w:p>
    <w:p w:rsidR="00B65DC9" w:rsidRDefault="00B65DC9" w:rsidP="00B65DC9">
      <w:r>
        <w:lastRenderedPageBreak/>
        <w:t>620.9040</w:t>
      </w:r>
      <w:r>
        <w:tab/>
        <w:t>1.266e-2</w:t>
      </w:r>
    </w:p>
    <w:p w:rsidR="00B65DC9" w:rsidRDefault="00B65DC9" w:rsidP="00B65DC9">
      <w:r>
        <w:t>620.9571</w:t>
      </w:r>
      <w:r>
        <w:tab/>
        <w:t>1.266e-2</w:t>
      </w:r>
    </w:p>
    <w:p w:rsidR="00B65DC9" w:rsidRDefault="00B65DC9" w:rsidP="00B65DC9">
      <w:r>
        <w:t>620.9629</w:t>
      </w:r>
      <w:r>
        <w:tab/>
        <w:t>1.013e0</w:t>
      </w:r>
    </w:p>
    <w:p w:rsidR="00B65DC9" w:rsidRDefault="00B65DC9" w:rsidP="00B65DC9">
      <w:r>
        <w:t>621.0505</w:t>
      </w:r>
      <w:r>
        <w:tab/>
        <w:t>1.013e0</w:t>
      </w:r>
    </w:p>
    <w:p w:rsidR="00B65DC9" w:rsidRDefault="00B65DC9" w:rsidP="00B65DC9">
      <w:r>
        <w:t>621.0845</w:t>
      </w:r>
      <w:r>
        <w:tab/>
        <w:t>1.013e0</w:t>
      </w:r>
    </w:p>
    <w:p w:rsidR="00B65DC9" w:rsidRDefault="00B65DC9" w:rsidP="00B65DC9">
      <w:r>
        <w:t>621.1485</w:t>
      </w:r>
      <w:r>
        <w:tab/>
        <w:t>2.532e-2</w:t>
      </w:r>
    </w:p>
    <w:p w:rsidR="00B65DC9" w:rsidRDefault="00B65DC9" w:rsidP="00B65DC9">
      <w:r>
        <w:t>621.2120</w:t>
      </w:r>
      <w:r>
        <w:tab/>
        <w:t>1.013e0</w:t>
      </w:r>
    </w:p>
    <w:p w:rsidR="00B65DC9" w:rsidRDefault="00B65DC9" w:rsidP="00B65DC9">
      <w:r>
        <w:t>621.2668</w:t>
      </w:r>
      <w:r>
        <w:tab/>
        <w:t>5.992e0</w:t>
      </w:r>
    </w:p>
    <w:p w:rsidR="00B65DC9" w:rsidRDefault="00B65DC9" w:rsidP="00B65DC9">
      <w:r>
        <w:t>621.2682</w:t>
      </w:r>
      <w:r>
        <w:tab/>
        <w:t>4.051e0</w:t>
      </w:r>
    </w:p>
    <w:p w:rsidR="00B65DC9" w:rsidRDefault="00B65DC9" w:rsidP="00B65DC9">
      <w:r>
        <w:t>621.2981</w:t>
      </w:r>
      <w:r>
        <w:tab/>
        <w:t>1.013e0</w:t>
      </w:r>
    </w:p>
    <w:p w:rsidR="00B65DC9" w:rsidRDefault="00B65DC9" w:rsidP="00B65DC9">
      <w:r>
        <w:t>621.3453</w:t>
      </w:r>
      <w:r>
        <w:tab/>
        <w:t>2.049e0</w:t>
      </w:r>
    </w:p>
    <w:p w:rsidR="00B65DC9" w:rsidRDefault="00B65DC9" w:rsidP="00B65DC9">
      <w:r>
        <w:t>621.3607</w:t>
      </w:r>
      <w:r>
        <w:tab/>
        <w:t>2.038e0</w:t>
      </w:r>
    </w:p>
    <w:p w:rsidR="00B65DC9" w:rsidRDefault="00B65DC9" w:rsidP="00B65DC9">
      <w:r>
        <w:t>621.3851</w:t>
      </w:r>
      <w:r>
        <w:tab/>
        <w:t>3.089e0</w:t>
      </w:r>
    </w:p>
    <w:p w:rsidR="00B65DC9" w:rsidRDefault="00B65DC9" w:rsidP="00B65DC9">
      <w:r>
        <w:t>621.3882</w:t>
      </w:r>
      <w:r>
        <w:tab/>
        <w:t>3.089e0</w:t>
      </w:r>
    </w:p>
    <w:p w:rsidR="00B65DC9" w:rsidRDefault="00B65DC9" w:rsidP="00B65DC9">
      <w:r>
        <w:t>621.4350</w:t>
      </w:r>
      <w:r>
        <w:tab/>
        <w:t>2.025e0</w:t>
      </w:r>
    </w:p>
    <w:p w:rsidR="00B65DC9" w:rsidRDefault="00B65DC9" w:rsidP="00B65DC9">
      <w:r>
        <w:t>621.4732</w:t>
      </w:r>
      <w:r>
        <w:tab/>
        <w:t>1.013e0</w:t>
      </w:r>
    </w:p>
    <w:p w:rsidR="00B65DC9" w:rsidRDefault="00B65DC9" w:rsidP="00B65DC9">
      <w:r>
        <w:t>621.4915</w:t>
      </w:r>
      <w:r>
        <w:tab/>
        <w:t>1.013e0</w:t>
      </w:r>
    </w:p>
    <w:p w:rsidR="00B65DC9" w:rsidRDefault="00B65DC9" w:rsidP="00B65DC9">
      <w:r>
        <w:t>621.5303</w:t>
      </w:r>
      <w:r>
        <w:tab/>
        <w:t>2.025e0</w:t>
      </w:r>
    </w:p>
    <w:p w:rsidR="00B65DC9" w:rsidRDefault="00B65DC9" w:rsidP="00B65DC9">
      <w:r>
        <w:t>621.5410</w:t>
      </w:r>
      <w:r>
        <w:tab/>
        <w:t>2.025e0</w:t>
      </w:r>
    </w:p>
    <w:p w:rsidR="00B65DC9" w:rsidRDefault="00B65DC9" w:rsidP="00B65DC9">
      <w:r>
        <w:lastRenderedPageBreak/>
        <w:t>621.5797</w:t>
      </w:r>
      <w:r>
        <w:tab/>
        <w:t>1.013e0</w:t>
      </w:r>
    </w:p>
    <w:p w:rsidR="00B65DC9" w:rsidRDefault="00B65DC9" w:rsidP="00B65DC9">
      <w:r>
        <w:t>621.7028</w:t>
      </w:r>
      <w:r>
        <w:tab/>
        <w:t>1.266e-2</w:t>
      </w:r>
    </w:p>
    <w:p w:rsidR="00B65DC9" w:rsidRDefault="00B65DC9" w:rsidP="00B65DC9">
      <w:r>
        <w:t>621.7433</w:t>
      </w:r>
      <w:r>
        <w:tab/>
        <w:t>1.013e0</w:t>
      </w:r>
    </w:p>
    <w:p w:rsidR="00B65DC9" w:rsidRDefault="00B65DC9" w:rsidP="00B65DC9">
      <w:r>
        <w:t>621.8284</w:t>
      </w:r>
      <w:r>
        <w:tab/>
        <w:t>1.013e0</w:t>
      </w:r>
    </w:p>
    <w:p w:rsidR="00B65DC9" w:rsidRDefault="00B65DC9" w:rsidP="00B65DC9">
      <w:r>
        <w:t>621.8815</w:t>
      </w:r>
      <w:r>
        <w:tab/>
        <w:t>2.025e0</w:t>
      </w:r>
    </w:p>
    <w:p w:rsidR="00B65DC9" w:rsidRDefault="00B65DC9" w:rsidP="00B65DC9">
      <w:r>
        <w:t>621.8872</w:t>
      </w:r>
      <w:r>
        <w:tab/>
        <w:t>3.038e0</w:t>
      </w:r>
    </w:p>
    <w:p w:rsidR="00B65DC9" w:rsidRDefault="00B65DC9" w:rsidP="00B65DC9">
      <w:r>
        <w:t>621.9835</w:t>
      </w:r>
      <w:r>
        <w:tab/>
        <w:t>3.038e0</w:t>
      </w:r>
    </w:p>
    <w:p w:rsidR="00B65DC9" w:rsidRDefault="00B65DC9" w:rsidP="00B65DC9">
      <w:r>
        <w:t>621.9886</w:t>
      </w:r>
      <w:r>
        <w:tab/>
        <w:t>1.013e0</w:t>
      </w:r>
    </w:p>
    <w:p w:rsidR="00B65DC9" w:rsidRDefault="00B65DC9" w:rsidP="00B65DC9">
      <w:r>
        <w:t>621.9936</w:t>
      </w:r>
      <w:r>
        <w:tab/>
        <w:t>2.025e0</w:t>
      </w:r>
    </w:p>
    <w:p w:rsidR="00B65DC9" w:rsidRDefault="00B65DC9" w:rsidP="00B65DC9">
      <w:r>
        <w:t>622.0009</w:t>
      </w:r>
      <w:r>
        <w:tab/>
        <w:t>2.025e0</w:t>
      </w:r>
    </w:p>
    <w:p w:rsidR="00B65DC9" w:rsidRDefault="00B65DC9" w:rsidP="00B65DC9">
      <w:r>
        <w:t>622.0371</w:t>
      </w:r>
      <w:r>
        <w:tab/>
        <w:t>1.013e0</w:t>
      </w:r>
    </w:p>
    <w:p w:rsidR="00B65DC9" w:rsidRDefault="00B65DC9" w:rsidP="00B65DC9">
      <w:r>
        <w:t>622.1261</w:t>
      </w:r>
      <w:r>
        <w:tab/>
        <w:t>2.025e0</w:t>
      </w:r>
    </w:p>
    <w:p w:rsidR="00B65DC9" w:rsidRDefault="00B65DC9" w:rsidP="00B65DC9">
      <w:r>
        <w:t>622.1421</w:t>
      </w:r>
      <w:r>
        <w:tab/>
        <w:t>1.013e0</w:t>
      </w:r>
    </w:p>
    <w:p w:rsidR="00B65DC9" w:rsidRDefault="00B65DC9" w:rsidP="00B65DC9">
      <w:r>
        <w:t>622.1610</w:t>
      </w:r>
      <w:r>
        <w:tab/>
        <w:t>1.266e-2</w:t>
      </w:r>
    </w:p>
    <w:p w:rsidR="00B65DC9" w:rsidRDefault="00B65DC9" w:rsidP="00B65DC9">
      <w:r>
        <w:t>622.2823</w:t>
      </w:r>
      <w:r>
        <w:tab/>
        <w:t>1.013e0</w:t>
      </w:r>
    </w:p>
    <w:p w:rsidR="00B65DC9" w:rsidRDefault="00B65DC9" w:rsidP="00B65DC9">
      <w:r>
        <w:t>622.2913</w:t>
      </w:r>
      <w:r>
        <w:tab/>
        <w:t>2.532e-2</w:t>
      </w:r>
    </w:p>
    <w:p w:rsidR="00B65DC9" w:rsidRDefault="00B65DC9" w:rsidP="00B65DC9">
      <w:r>
        <w:t>622.2955</w:t>
      </w:r>
      <w:r>
        <w:tab/>
        <w:t>1.051e0</w:t>
      </w:r>
    </w:p>
    <w:p w:rsidR="00B65DC9" w:rsidRDefault="00B65DC9" w:rsidP="00B65DC9">
      <w:r>
        <w:t>622.3578</w:t>
      </w:r>
      <w:r>
        <w:tab/>
        <w:t>2.025e0</w:t>
      </w:r>
    </w:p>
    <w:p w:rsidR="00B65DC9" w:rsidRDefault="00B65DC9" w:rsidP="00B65DC9">
      <w:r>
        <w:t>622.3837</w:t>
      </w:r>
      <w:r>
        <w:tab/>
        <w:t>2.532e-2</w:t>
      </w:r>
    </w:p>
    <w:p w:rsidR="00B65DC9" w:rsidRDefault="00B65DC9" w:rsidP="00B65DC9">
      <w:r>
        <w:lastRenderedPageBreak/>
        <w:t>622.3972</w:t>
      </w:r>
      <w:r>
        <w:tab/>
        <w:t>2.025e0</w:t>
      </w:r>
    </w:p>
    <w:p w:rsidR="00B65DC9" w:rsidRDefault="00B65DC9" w:rsidP="00B65DC9">
      <w:r>
        <w:t>622.5120</w:t>
      </w:r>
      <w:r>
        <w:tab/>
        <w:t>2.532e-2</w:t>
      </w:r>
    </w:p>
    <w:p w:rsidR="00B65DC9" w:rsidRDefault="00B65DC9" w:rsidP="00B65DC9">
      <w:r>
        <w:t>622.6003</w:t>
      </w:r>
      <w:r>
        <w:tab/>
        <w:t>1.266e-2</w:t>
      </w:r>
    </w:p>
    <w:p w:rsidR="00B65DC9" w:rsidRDefault="00B65DC9" w:rsidP="00B65DC9">
      <w:r>
        <w:t>622.7966</w:t>
      </w:r>
      <w:r>
        <w:tab/>
        <w:t>1.013e0</w:t>
      </w:r>
    </w:p>
    <w:p w:rsidR="00B65DC9" w:rsidRDefault="00B65DC9" w:rsidP="00B65DC9">
      <w:r>
        <w:t>622.8571</w:t>
      </w:r>
      <w:r>
        <w:tab/>
        <w:t>2.532e-2</w:t>
      </w:r>
    </w:p>
    <w:p w:rsidR="00B65DC9" w:rsidRDefault="00B65DC9" w:rsidP="00B65DC9">
      <w:r>
        <w:t>622.8711</w:t>
      </w:r>
      <w:r>
        <w:tab/>
        <w:t>2.025e0</w:t>
      </w:r>
    </w:p>
    <w:p w:rsidR="00B65DC9" w:rsidRDefault="00B65DC9" w:rsidP="00B65DC9">
      <w:r>
        <w:t>622.8961</w:t>
      </w:r>
      <w:r>
        <w:tab/>
        <w:t>3.038e0</w:t>
      </w:r>
    </w:p>
    <w:p w:rsidR="00B65DC9" w:rsidRDefault="00B65DC9" w:rsidP="00B65DC9">
      <w:r>
        <w:t>623.0096</w:t>
      </w:r>
      <w:r>
        <w:tab/>
        <w:t>1.013e0</w:t>
      </w:r>
    </w:p>
    <w:p w:rsidR="00B65DC9" w:rsidRDefault="00B65DC9" w:rsidP="00B65DC9">
      <w:r>
        <w:t>623.0386</w:t>
      </w:r>
      <w:r>
        <w:tab/>
        <w:t>1.013e0</w:t>
      </w:r>
    </w:p>
    <w:p w:rsidR="00B65DC9" w:rsidRDefault="00B65DC9" w:rsidP="00B65DC9">
      <w:r>
        <w:t>623.1161</w:t>
      </w:r>
      <w:r>
        <w:tab/>
        <w:t>1.013e0</w:t>
      </w:r>
    </w:p>
    <w:p w:rsidR="00B65DC9" w:rsidRDefault="00B65DC9" w:rsidP="00B65DC9">
      <w:r>
        <w:t>623.1382</w:t>
      </w:r>
      <w:r>
        <w:tab/>
        <w:t>1.266e-2</w:t>
      </w:r>
    </w:p>
    <w:p w:rsidR="00B65DC9" w:rsidRDefault="00B65DC9" w:rsidP="00B65DC9">
      <w:r>
        <w:t>623.1804</w:t>
      </w:r>
      <w:r>
        <w:tab/>
        <w:t>1.025e0</w:t>
      </w:r>
    </w:p>
    <w:p w:rsidR="00B65DC9" w:rsidRDefault="00B65DC9" w:rsidP="00B65DC9">
      <w:r>
        <w:t>623.2013</w:t>
      </w:r>
      <w:r>
        <w:tab/>
        <w:t>1.013e0</w:t>
      </w:r>
    </w:p>
    <w:p w:rsidR="00B65DC9" w:rsidRDefault="00B65DC9" w:rsidP="00B65DC9">
      <w:r>
        <w:t>623.2061</w:t>
      </w:r>
      <w:r>
        <w:tab/>
        <w:t>3.038e0</w:t>
      </w:r>
    </w:p>
    <w:p w:rsidR="00B65DC9" w:rsidRDefault="00B65DC9" w:rsidP="00B65DC9">
      <w:r>
        <w:t>623.2448</w:t>
      </w:r>
      <w:r>
        <w:tab/>
        <w:t>1.013e0</w:t>
      </w:r>
    </w:p>
    <w:p w:rsidR="00B65DC9" w:rsidRDefault="00B65DC9" w:rsidP="00B65DC9">
      <w:r>
        <w:t>623.2459</w:t>
      </w:r>
      <w:r>
        <w:tab/>
        <w:t>2.025e0</w:t>
      </w:r>
    </w:p>
    <w:p w:rsidR="00B65DC9" w:rsidRDefault="00B65DC9" w:rsidP="00B65DC9">
      <w:r>
        <w:t>623.2654</w:t>
      </w:r>
      <w:r>
        <w:tab/>
        <w:t>1.025e0</w:t>
      </w:r>
    </w:p>
    <w:p w:rsidR="00B65DC9" w:rsidRDefault="00B65DC9" w:rsidP="00B65DC9">
      <w:r>
        <w:t>623.2759</w:t>
      </w:r>
      <w:r>
        <w:tab/>
        <w:t>1.013e0</w:t>
      </w:r>
    </w:p>
    <w:p w:rsidR="00B65DC9" w:rsidRDefault="00B65DC9" w:rsidP="00B65DC9">
      <w:r>
        <w:t>623.3607</w:t>
      </w:r>
      <w:r>
        <w:tab/>
        <w:t>3.798e-2</w:t>
      </w:r>
    </w:p>
    <w:p w:rsidR="00B65DC9" w:rsidRDefault="00B65DC9" w:rsidP="00B65DC9">
      <w:r>
        <w:lastRenderedPageBreak/>
        <w:t>623.3657</w:t>
      </w:r>
      <w:r>
        <w:tab/>
        <w:t>2.025e0</w:t>
      </w:r>
    </w:p>
    <w:p w:rsidR="00B65DC9" w:rsidRDefault="00B65DC9" w:rsidP="00B65DC9">
      <w:r>
        <w:t>623.3901</w:t>
      </w:r>
      <w:r>
        <w:tab/>
        <w:t>2.025e0</w:t>
      </w:r>
    </w:p>
    <w:p w:rsidR="00B65DC9" w:rsidRDefault="00B65DC9" w:rsidP="00B65DC9">
      <w:r>
        <w:t>623.4266</w:t>
      </w:r>
      <w:r>
        <w:tab/>
        <w:t>1.266e-2</w:t>
      </w:r>
    </w:p>
    <w:p w:rsidR="00B65DC9" w:rsidRDefault="00B65DC9" w:rsidP="00B65DC9">
      <w:r>
        <w:t>623.4615</w:t>
      </w:r>
      <w:r>
        <w:tab/>
        <w:t>1.013e0</w:t>
      </w:r>
    </w:p>
    <w:p w:rsidR="00B65DC9" w:rsidRDefault="00B65DC9" w:rsidP="00B65DC9">
      <w:r>
        <w:t>623.5151</w:t>
      </w:r>
      <w:r>
        <w:tab/>
        <w:t>1.013e0</w:t>
      </w:r>
    </w:p>
    <w:p w:rsidR="00B65DC9" w:rsidRDefault="00B65DC9" w:rsidP="00B65DC9">
      <w:r>
        <w:t>623.5210</w:t>
      </w:r>
      <w:r>
        <w:tab/>
        <w:t>1.025e0</w:t>
      </w:r>
    </w:p>
    <w:p w:rsidR="00B65DC9" w:rsidRDefault="00B65DC9" w:rsidP="00B65DC9">
      <w:r>
        <w:t>623.6916</w:t>
      </w:r>
      <w:r>
        <w:tab/>
        <w:t>1.013e0</w:t>
      </w:r>
    </w:p>
    <w:p w:rsidR="00B65DC9" w:rsidRDefault="00B65DC9" w:rsidP="00B65DC9">
      <w:r>
        <w:t>623.7129</w:t>
      </w:r>
      <w:r>
        <w:tab/>
        <w:t>1.013e0</w:t>
      </w:r>
    </w:p>
    <w:p w:rsidR="00B65DC9" w:rsidRDefault="00B65DC9" w:rsidP="00B65DC9">
      <w:r>
        <w:t>623.7181</w:t>
      </w:r>
      <w:r>
        <w:tab/>
        <w:t>2.025e0</w:t>
      </w:r>
    </w:p>
    <w:p w:rsidR="00B65DC9" w:rsidRDefault="00B65DC9" w:rsidP="00B65DC9">
      <w:r>
        <w:t>623.7603</w:t>
      </w:r>
      <w:r>
        <w:tab/>
        <w:t>1.013e0</w:t>
      </w:r>
    </w:p>
    <w:p w:rsidR="00B65DC9" w:rsidRDefault="00B65DC9" w:rsidP="00B65DC9">
      <w:r>
        <w:t>623.8622</w:t>
      </w:r>
      <w:r>
        <w:tab/>
        <w:t>2.025e0</w:t>
      </w:r>
    </w:p>
    <w:p w:rsidR="00B65DC9" w:rsidRDefault="00B65DC9" w:rsidP="00B65DC9">
      <w:r>
        <w:t>623.8956</w:t>
      </w:r>
      <w:r>
        <w:tab/>
        <w:t>2.025e0</w:t>
      </w:r>
    </w:p>
    <w:p w:rsidR="00B65DC9" w:rsidRDefault="00B65DC9" w:rsidP="00B65DC9">
      <w:r>
        <w:t>623.9369</w:t>
      </w:r>
      <w:r>
        <w:tab/>
        <w:t>1.013e0</w:t>
      </w:r>
    </w:p>
    <w:p w:rsidR="00B65DC9" w:rsidRDefault="00B65DC9" w:rsidP="00B65DC9">
      <w:r>
        <w:t>623.9590</w:t>
      </w:r>
      <w:r>
        <w:tab/>
        <w:t>1.013e0</w:t>
      </w:r>
    </w:p>
    <w:p w:rsidR="00B65DC9" w:rsidRDefault="00B65DC9" w:rsidP="00B65DC9">
      <w:r>
        <w:t>623.9882</w:t>
      </w:r>
      <w:r>
        <w:tab/>
        <w:t>1.013e0</w:t>
      </w:r>
    </w:p>
    <w:p w:rsidR="00B65DC9" w:rsidRDefault="00B65DC9" w:rsidP="00B65DC9">
      <w:r>
        <w:t>624.0071</w:t>
      </w:r>
      <w:r>
        <w:tab/>
        <w:t>1.013e0</w:t>
      </w:r>
    </w:p>
    <w:p w:rsidR="00B65DC9" w:rsidRDefault="00B65DC9" w:rsidP="00B65DC9">
      <w:r>
        <w:t>624.1456</w:t>
      </w:r>
      <w:r>
        <w:tab/>
        <w:t>2.025e0</w:t>
      </w:r>
    </w:p>
    <w:p w:rsidR="00B65DC9" w:rsidRDefault="00B65DC9" w:rsidP="00B65DC9">
      <w:r>
        <w:t>624.2356</w:t>
      </w:r>
      <w:r>
        <w:tab/>
        <w:t>1.013e0</w:t>
      </w:r>
    </w:p>
    <w:p w:rsidR="00B65DC9" w:rsidRDefault="00B65DC9" w:rsidP="00B65DC9">
      <w:r>
        <w:t>624.2527</w:t>
      </w:r>
      <w:r>
        <w:tab/>
        <w:t>2.025e0</w:t>
      </w:r>
    </w:p>
    <w:p w:rsidR="00B65DC9" w:rsidRDefault="00B65DC9" w:rsidP="00B65DC9">
      <w:r>
        <w:lastRenderedPageBreak/>
        <w:t>624.2787</w:t>
      </w:r>
      <w:r>
        <w:tab/>
        <w:t>1.208e0</w:t>
      </w:r>
    </w:p>
    <w:p w:rsidR="00B65DC9" w:rsidRDefault="00B65DC9" w:rsidP="00B65DC9">
      <w:r>
        <w:t>624.3022</w:t>
      </w:r>
      <w:r>
        <w:tab/>
        <w:t>4.051e0</w:t>
      </w:r>
    </w:p>
    <w:p w:rsidR="00B65DC9" w:rsidRDefault="00B65DC9" w:rsidP="00B65DC9">
      <w:r>
        <w:t>624.3059</w:t>
      </w:r>
      <w:r>
        <w:tab/>
        <w:t>1.266e-2</w:t>
      </w:r>
    </w:p>
    <w:p w:rsidR="00B65DC9" w:rsidRDefault="00B65DC9" w:rsidP="00B65DC9">
      <w:r>
        <w:t>624.3156</w:t>
      </w:r>
      <w:r>
        <w:tab/>
        <w:t>2.025e0</w:t>
      </w:r>
    </w:p>
    <w:p w:rsidR="00B65DC9" w:rsidRDefault="00B65DC9" w:rsidP="00B65DC9">
      <w:r>
        <w:t>624.3644</w:t>
      </w:r>
      <w:r>
        <w:tab/>
        <w:t>1.013e0</w:t>
      </w:r>
    </w:p>
    <w:p w:rsidR="00B65DC9" w:rsidRDefault="00B65DC9" w:rsidP="00B65DC9">
      <w:r>
        <w:t>624.3867</w:t>
      </w:r>
      <w:r>
        <w:tab/>
        <w:t>4.051e0</w:t>
      </w:r>
    </w:p>
    <w:p w:rsidR="00B65DC9" w:rsidRDefault="00B65DC9" w:rsidP="00B65DC9">
      <w:r>
        <w:t>624.4277</w:t>
      </w:r>
      <w:r>
        <w:tab/>
        <w:t>1.013e0</w:t>
      </w:r>
    </w:p>
    <w:p w:rsidR="00B65DC9" w:rsidRDefault="00B65DC9" w:rsidP="00B65DC9">
      <w:r>
        <w:t>624.4400</w:t>
      </w:r>
      <w:r>
        <w:tab/>
        <w:t>2.532e-2</w:t>
      </w:r>
    </w:p>
    <w:p w:rsidR="00B65DC9" w:rsidRDefault="00B65DC9" w:rsidP="00B65DC9">
      <w:r>
        <w:t>624.4663</w:t>
      </w:r>
      <w:r>
        <w:tab/>
        <w:t>3.038e0</w:t>
      </w:r>
    </w:p>
    <w:p w:rsidR="00B65DC9" w:rsidRDefault="00B65DC9" w:rsidP="00B65DC9">
      <w:r>
        <w:t>624.4804</w:t>
      </w:r>
      <w:r>
        <w:tab/>
        <w:t>1.013e0</w:t>
      </w:r>
    </w:p>
    <w:p w:rsidR="00B65DC9" w:rsidRDefault="00B65DC9" w:rsidP="00B65DC9">
      <w:r>
        <w:t>624.5131</w:t>
      </w:r>
      <w:r>
        <w:tab/>
        <w:t>1.013e0</w:t>
      </w:r>
    </w:p>
    <w:p w:rsidR="00B65DC9" w:rsidRDefault="00B65DC9" w:rsidP="00B65DC9">
      <w:r>
        <w:t>624.5703</w:t>
      </w:r>
      <w:r>
        <w:tab/>
        <w:t>2.025e0</w:t>
      </w:r>
    </w:p>
    <w:p w:rsidR="00B65DC9" w:rsidRDefault="00B65DC9" w:rsidP="00B65DC9">
      <w:r>
        <w:t>624.6625</w:t>
      </w:r>
      <w:r>
        <w:tab/>
        <w:t>1.013e0</w:t>
      </w:r>
    </w:p>
    <w:p w:rsidR="00B65DC9" w:rsidRDefault="00B65DC9" w:rsidP="00B65DC9">
      <w:r>
        <w:t>624.7443</w:t>
      </w:r>
      <w:r>
        <w:tab/>
        <w:t>1.013e0</w:t>
      </w:r>
    </w:p>
    <w:p w:rsidR="00B65DC9" w:rsidRDefault="00B65DC9" w:rsidP="00B65DC9">
      <w:r>
        <w:t>624.7698</w:t>
      </w:r>
      <w:r>
        <w:tab/>
        <w:t>2.025e0</w:t>
      </w:r>
    </w:p>
    <w:p w:rsidR="00B65DC9" w:rsidRDefault="00B65DC9" w:rsidP="00B65DC9">
      <w:r>
        <w:t>624.7866</w:t>
      </w:r>
      <w:r>
        <w:tab/>
        <w:t>2.532e-2</w:t>
      </w:r>
    </w:p>
    <w:p w:rsidR="00B65DC9" w:rsidRDefault="00B65DC9" w:rsidP="00B65DC9">
      <w:r>
        <w:t>624.8289</w:t>
      </w:r>
      <w:r>
        <w:tab/>
        <w:t>2.025e0</w:t>
      </w:r>
    </w:p>
    <w:p w:rsidR="00B65DC9" w:rsidRDefault="00B65DC9" w:rsidP="00B65DC9">
      <w:r>
        <w:t>624.8319</w:t>
      </w:r>
      <w:r>
        <w:tab/>
        <w:t>2.532e-2</w:t>
      </w:r>
    </w:p>
    <w:p w:rsidR="00B65DC9" w:rsidRDefault="00B65DC9" w:rsidP="00B65DC9">
      <w:r>
        <w:t>624.8499</w:t>
      </w:r>
      <w:r>
        <w:tab/>
        <w:t>1.013e0</w:t>
      </w:r>
    </w:p>
    <w:p w:rsidR="00B65DC9" w:rsidRDefault="00B65DC9" w:rsidP="00B65DC9">
      <w:r>
        <w:lastRenderedPageBreak/>
        <w:t>624.9402</w:t>
      </w:r>
      <w:r>
        <w:tab/>
        <w:t>1.266e-2</w:t>
      </w:r>
    </w:p>
    <w:p w:rsidR="00B65DC9" w:rsidRDefault="00B65DC9" w:rsidP="00B65DC9">
      <w:r>
        <w:t>625.0085</w:t>
      </w:r>
      <w:r>
        <w:tab/>
        <w:t>2.025e0</w:t>
      </w:r>
    </w:p>
    <w:p w:rsidR="00B65DC9" w:rsidRDefault="00B65DC9" w:rsidP="00B65DC9">
      <w:r>
        <w:t>625.1843</w:t>
      </w:r>
      <w:r>
        <w:tab/>
        <w:t>1.013e0</w:t>
      </w:r>
    </w:p>
    <w:p w:rsidR="00B65DC9" w:rsidRDefault="00B65DC9" w:rsidP="00B65DC9">
      <w:r>
        <w:t>625.2512</w:t>
      </w:r>
      <w:r>
        <w:tab/>
        <w:t>3.038e0</w:t>
      </w:r>
    </w:p>
    <w:p w:rsidR="00B65DC9" w:rsidRDefault="00B65DC9" w:rsidP="00B65DC9">
      <w:r>
        <w:t>625.2643</w:t>
      </w:r>
      <w:r>
        <w:tab/>
        <w:t>3.038e0</w:t>
      </w:r>
    </w:p>
    <w:p w:rsidR="00B65DC9" w:rsidRDefault="00B65DC9" w:rsidP="00B65DC9">
      <w:r>
        <w:t>625.2668</w:t>
      </w:r>
      <w:r>
        <w:tab/>
        <w:t>3.038e0</w:t>
      </w:r>
    </w:p>
    <w:p w:rsidR="00B65DC9" w:rsidRDefault="00B65DC9" w:rsidP="00B65DC9">
      <w:r>
        <w:t>625.2702</w:t>
      </w:r>
      <w:r>
        <w:tab/>
        <w:t>2.025e0</w:t>
      </w:r>
    </w:p>
    <w:p w:rsidR="00B65DC9" w:rsidRDefault="00B65DC9" w:rsidP="00B65DC9">
      <w:r>
        <w:t>625.2742</w:t>
      </w:r>
      <w:r>
        <w:tab/>
        <w:t>3.038e0</w:t>
      </w:r>
    </w:p>
    <w:p w:rsidR="00B65DC9" w:rsidRDefault="00B65DC9" w:rsidP="00B65DC9">
      <w:r>
        <w:t>625.3176</w:t>
      </w:r>
      <w:r>
        <w:tab/>
        <w:t>3.038e0</w:t>
      </w:r>
    </w:p>
    <w:p w:rsidR="00B65DC9" w:rsidRDefault="00B65DC9" w:rsidP="00B65DC9">
      <w:r>
        <w:t>625.3784</w:t>
      </w:r>
      <w:r>
        <w:tab/>
        <w:t>1.013e0</w:t>
      </w:r>
    </w:p>
    <w:p w:rsidR="00B65DC9" w:rsidRDefault="00B65DC9" w:rsidP="00B65DC9">
      <w:r>
        <w:t>625.4106</w:t>
      </w:r>
      <w:r>
        <w:tab/>
        <w:t>3.038e0</w:t>
      </w:r>
    </w:p>
    <w:p w:rsidR="00B65DC9" w:rsidRDefault="00B65DC9" w:rsidP="00B65DC9">
      <w:r>
        <w:t>625.4658</w:t>
      </w:r>
      <w:r>
        <w:tab/>
        <w:t>1.013e0</w:t>
      </w:r>
    </w:p>
    <w:p w:rsidR="00B65DC9" w:rsidRDefault="00B65DC9" w:rsidP="00B65DC9">
      <w:r>
        <w:t>625.5387</w:t>
      </w:r>
      <w:r>
        <w:tab/>
        <w:t>1.266e-2</w:t>
      </w:r>
    </w:p>
    <w:p w:rsidR="00B65DC9" w:rsidRDefault="00B65DC9" w:rsidP="00B65DC9">
      <w:r>
        <w:t>625.5609</w:t>
      </w:r>
      <w:r>
        <w:tab/>
        <w:t>1.013e0</w:t>
      </w:r>
    </w:p>
    <w:p w:rsidR="00B65DC9" w:rsidRDefault="00B65DC9" w:rsidP="00B65DC9">
      <w:r>
        <w:t>625.6083</w:t>
      </w:r>
      <w:r>
        <w:tab/>
        <w:t>4.051e0</w:t>
      </w:r>
    </w:p>
    <w:p w:rsidR="00B65DC9" w:rsidRDefault="00B65DC9" w:rsidP="00B65DC9">
      <w:r>
        <w:t>625.7117</w:t>
      </w:r>
      <w:r>
        <w:tab/>
        <w:t>1.013e0</w:t>
      </w:r>
    </w:p>
    <w:p w:rsidR="00B65DC9" w:rsidRDefault="00B65DC9" w:rsidP="00B65DC9">
      <w:r>
        <w:t>625.7205</w:t>
      </w:r>
      <w:r>
        <w:tab/>
        <w:t>1.266e-2</w:t>
      </w:r>
    </w:p>
    <w:p w:rsidR="00B65DC9" w:rsidRDefault="00B65DC9" w:rsidP="00B65DC9">
      <w:r>
        <w:t>625.7819</w:t>
      </w:r>
      <w:r>
        <w:tab/>
        <w:t>1.013e0</w:t>
      </w:r>
    </w:p>
    <w:p w:rsidR="00B65DC9" w:rsidRDefault="00B65DC9" w:rsidP="00B65DC9">
      <w:r>
        <w:t>625.8867</w:t>
      </w:r>
      <w:r>
        <w:tab/>
        <w:t>1.266e-2</w:t>
      </w:r>
    </w:p>
    <w:p w:rsidR="00B65DC9" w:rsidRDefault="00B65DC9" w:rsidP="00B65DC9">
      <w:r>
        <w:lastRenderedPageBreak/>
        <w:t>625.9396</w:t>
      </w:r>
      <w:r>
        <w:tab/>
        <w:t>1.013e0</w:t>
      </w:r>
    </w:p>
    <w:p w:rsidR="00B65DC9" w:rsidRDefault="00B65DC9" w:rsidP="00B65DC9">
      <w:r>
        <w:t>625.9741</w:t>
      </w:r>
      <w:r>
        <w:tab/>
        <w:t>2.025e0</w:t>
      </w:r>
    </w:p>
    <w:p w:rsidR="00B65DC9" w:rsidRDefault="00B65DC9" w:rsidP="00B65DC9">
      <w:r>
        <w:t>626.0213</w:t>
      </w:r>
      <w:r>
        <w:tab/>
        <w:t>4.051e0</w:t>
      </w:r>
    </w:p>
    <w:p w:rsidR="00B65DC9" w:rsidRDefault="00B65DC9" w:rsidP="00B65DC9">
      <w:r>
        <w:t>626.0695</w:t>
      </w:r>
      <w:r>
        <w:tab/>
        <w:t>4.051e0</w:t>
      </w:r>
    </w:p>
    <w:p w:rsidR="00B65DC9" w:rsidRDefault="00B65DC9" w:rsidP="00B65DC9">
      <w:r>
        <w:t>626.0981</w:t>
      </w:r>
      <w:r>
        <w:tab/>
        <w:t>1.266e-2</w:t>
      </w:r>
    </w:p>
    <w:p w:rsidR="00B65DC9" w:rsidRDefault="00B65DC9" w:rsidP="00B65DC9">
      <w:r>
        <w:t>626.1338</w:t>
      </w:r>
      <w:r>
        <w:tab/>
        <w:t>2.025e0</w:t>
      </w:r>
    </w:p>
    <w:p w:rsidR="00B65DC9" w:rsidRDefault="00B65DC9" w:rsidP="00B65DC9">
      <w:r>
        <w:t>626.1854</w:t>
      </w:r>
      <w:r>
        <w:tab/>
        <w:t>2.025e0</w:t>
      </w:r>
    </w:p>
    <w:p w:rsidR="00B65DC9" w:rsidRDefault="00B65DC9" w:rsidP="00B65DC9">
      <w:r>
        <w:t>626.2014</w:t>
      </w:r>
      <w:r>
        <w:tab/>
        <w:t>4.051e0</w:t>
      </w:r>
    </w:p>
    <w:p w:rsidR="00B65DC9" w:rsidRDefault="00B65DC9" w:rsidP="00B65DC9">
      <w:r>
        <w:t>626.2352</w:t>
      </w:r>
      <w:r>
        <w:tab/>
        <w:t>2.025e0</w:t>
      </w:r>
    </w:p>
    <w:p w:rsidR="00B65DC9" w:rsidRDefault="00B65DC9" w:rsidP="00B65DC9">
      <w:r>
        <w:t>626.2913</w:t>
      </w:r>
      <w:r>
        <w:tab/>
        <w:t>1.266e-2</w:t>
      </w:r>
    </w:p>
    <w:p w:rsidR="00B65DC9" w:rsidRDefault="00B65DC9" w:rsidP="00B65DC9">
      <w:r>
        <w:t>626.3030</w:t>
      </w:r>
      <w:r>
        <w:tab/>
        <w:t>6.076e0</w:t>
      </w:r>
    </w:p>
    <w:p w:rsidR="00B65DC9" w:rsidRDefault="00B65DC9" w:rsidP="00B65DC9">
      <w:r>
        <w:t>626.3299</w:t>
      </w:r>
      <w:r>
        <w:tab/>
        <w:t>2.025e0</w:t>
      </w:r>
    </w:p>
    <w:p w:rsidR="00B65DC9" w:rsidRDefault="00B65DC9" w:rsidP="00B65DC9">
      <w:r>
        <w:t>626.3892</w:t>
      </w:r>
      <w:r>
        <w:tab/>
        <w:t>2.025e0</w:t>
      </w:r>
    </w:p>
    <w:p w:rsidR="00B65DC9" w:rsidRDefault="00B65DC9" w:rsidP="00B65DC9">
      <w:r>
        <w:t>626.4853</w:t>
      </w:r>
      <w:r>
        <w:tab/>
        <w:t>1.266e-2</w:t>
      </w:r>
    </w:p>
    <w:p w:rsidR="00B65DC9" w:rsidRDefault="00B65DC9" w:rsidP="00B65DC9">
      <w:r>
        <w:t>626.4963</w:t>
      </w:r>
      <w:r>
        <w:tab/>
        <w:t>2.025e0</w:t>
      </w:r>
    </w:p>
    <w:p w:rsidR="00B65DC9" w:rsidRDefault="00B65DC9" w:rsidP="00B65DC9">
      <w:r>
        <w:t>626.5023</w:t>
      </w:r>
      <w:r>
        <w:tab/>
        <w:t>1.013e0</w:t>
      </w:r>
    </w:p>
    <w:p w:rsidR="00B65DC9" w:rsidRDefault="00B65DC9" w:rsidP="00B65DC9">
      <w:r>
        <w:t>626.5914</w:t>
      </w:r>
      <w:r>
        <w:tab/>
        <w:t>2.025e0</w:t>
      </w:r>
    </w:p>
    <w:p w:rsidR="00B65DC9" w:rsidRDefault="00B65DC9" w:rsidP="00B65DC9">
      <w:r>
        <w:t>626.7471</w:t>
      </w:r>
      <w:r>
        <w:tab/>
        <w:t>1.266e-2</w:t>
      </w:r>
    </w:p>
    <w:p w:rsidR="00B65DC9" w:rsidRDefault="00B65DC9" w:rsidP="00B65DC9">
      <w:r>
        <w:t>626.7733</w:t>
      </w:r>
      <w:r>
        <w:tab/>
        <w:t>2.025e0</w:t>
      </w:r>
    </w:p>
    <w:p w:rsidR="00B65DC9" w:rsidRDefault="00B65DC9" w:rsidP="00B65DC9">
      <w:r>
        <w:lastRenderedPageBreak/>
        <w:t>626.8015</w:t>
      </w:r>
      <w:r>
        <w:tab/>
        <w:t>1.266e-2</w:t>
      </w:r>
    </w:p>
    <w:p w:rsidR="00B65DC9" w:rsidRDefault="00B65DC9" w:rsidP="00B65DC9">
      <w:r>
        <w:t>626.8298</w:t>
      </w:r>
      <w:r>
        <w:tab/>
        <w:t>2.025e0</w:t>
      </w:r>
    </w:p>
    <w:p w:rsidR="00B65DC9" w:rsidRDefault="00B65DC9" w:rsidP="00B65DC9">
      <w:r>
        <w:t>626.8551</w:t>
      </w:r>
      <w:r>
        <w:tab/>
        <w:t>1.013e0</w:t>
      </w:r>
    </w:p>
    <w:p w:rsidR="00B65DC9" w:rsidRDefault="00B65DC9" w:rsidP="00B65DC9">
      <w:r>
        <w:t>626.9244</w:t>
      </w:r>
      <w:r>
        <w:tab/>
        <w:t>3.038e0</w:t>
      </w:r>
    </w:p>
    <w:p w:rsidR="00B65DC9" w:rsidRDefault="00B65DC9" w:rsidP="00B65DC9">
      <w:r>
        <w:t>626.9943</w:t>
      </w:r>
      <w:r>
        <w:tab/>
        <w:t>1.266e-2</w:t>
      </w:r>
    </w:p>
    <w:p w:rsidR="00B65DC9" w:rsidRDefault="00B65DC9" w:rsidP="00B65DC9">
      <w:r>
        <w:t>627.0051</w:t>
      </w:r>
      <w:r>
        <w:tab/>
        <w:t>1.013e0</w:t>
      </w:r>
    </w:p>
    <w:p w:rsidR="00B65DC9" w:rsidRDefault="00B65DC9" w:rsidP="00B65DC9">
      <w:r>
        <w:t>627.0342</w:t>
      </w:r>
      <w:r>
        <w:tab/>
        <w:t>2.532e-2</w:t>
      </w:r>
    </w:p>
    <w:p w:rsidR="00B65DC9" w:rsidRDefault="00B65DC9" w:rsidP="00B65DC9">
      <w:r>
        <w:t>627.0380</w:t>
      </w:r>
      <w:r>
        <w:tab/>
        <w:t>1.013e0</w:t>
      </w:r>
    </w:p>
    <w:p w:rsidR="00B65DC9" w:rsidRDefault="00B65DC9" w:rsidP="00B65DC9">
      <w:r>
        <w:t>627.0717</w:t>
      </w:r>
      <w:r>
        <w:tab/>
        <w:t>3.038e0</w:t>
      </w:r>
    </w:p>
    <w:p w:rsidR="00B65DC9" w:rsidRDefault="00B65DC9" w:rsidP="00B65DC9">
      <w:r>
        <w:t>627.1346</w:t>
      </w:r>
      <w:r>
        <w:tab/>
        <w:t>1.266e-2</w:t>
      </w:r>
    </w:p>
    <w:p w:rsidR="00B65DC9" w:rsidRDefault="00B65DC9" w:rsidP="00B65DC9">
      <w:r>
        <w:t>627.1551</w:t>
      </w:r>
      <w:r>
        <w:tab/>
        <w:t>1.013e0</w:t>
      </w:r>
    </w:p>
    <w:p w:rsidR="00B65DC9" w:rsidRDefault="00B65DC9" w:rsidP="00B65DC9">
      <w:r>
        <w:t>627.1569</w:t>
      </w:r>
      <w:r>
        <w:tab/>
        <w:t>2.038e0</w:t>
      </w:r>
    </w:p>
    <w:p w:rsidR="00B65DC9" w:rsidRDefault="00B65DC9" w:rsidP="00B65DC9">
      <w:r>
        <w:t>627.1862</w:t>
      </w:r>
      <w:r>
        <w:tab/>
        <w:t>1.013e0</w:t>
      </w:r>
    </w:p>
    <w:p w:rsidR="00B65DC9" w:rsidRDefault="00B65DC9" w:rsidP="00B65DC9">
      <w:r>
        <w:t>627.3015</w:t>
      </w:r>
      <w:r>
        <w:tab/>
        <w:t>2.025e0</w:t>
      </w:r>
    </w:p>
    <w:p w:rsidR="00B65DC9" w:rsidRDefault="00B65DC9" w:rsidP="00B65DC9">
      <w:r>
        <w:t>627.3213</w:t>
      </w:r>
      <w:r>
        <w:tab/>
        <w:t>3.038e0</w:t>
      </w:r>
    </w:p>
    <w:p w:rsidR="00B65DC9" w:rsidRDefault="00B65DC9" w:rsidP="00B65DC9">
      <w:r>
        <w:t>627.3909</w:t>
      </w:r>
      <w:r>
        <w:tab/>
        <w:t>1.013e0</w:t>
      </w:r>
    </w:p>
    <w:p w:rsidR="00B65DC9" w:rsidRDefault="00B65DC9" w:rsidP="00B65DC9">
      <w:r>
        <w:t>627.3931</w:t>
      </w:r>
      <w:r>
        <w:tab/>
        <w:t>2.025e0</w:t>
      </w:r>
    </w:p>
    <w:p w:rsidR="00B65DC9" w:rsidRDefault="00B65DC9" w:rsidP="00B65DC9">
      <w:r>
        <w:t>627.3980</w:t>
      </w:r>
      <w:r>
        <w:tab/>
        <w:t>3.038e0</w:t>
      </w:r>
    </w:p>
    <w:p w:rsidR="00B65DC9" w:rsidRDefault="00B65DC9" w:rsidP="00B65DC9">
      <w:r>
        <w:t>627.4290</w:t>
      </w:r>
      <w:r>
        <w:tab/>
        <w:t>3.038e0</w:t>
      </w:r>
    </w:p>
    <w:p w:rsidR="00B65DC9" w:rsidRDefault="00B65DC9" w:rsidP="00B65DC9">
      <w:r>
        <w:lastRenderedPageBreak/>
        <w:t>627.4865</w:t>
      </w:r>
      <w:r>
        <w:tab/>
        <w:t>2.038e0</w:t>
      </w:r>
    </w:p>
    <w:p w:rsidR="00B65DC9" w:rsidRDefault="00B65DC9" w:rsidP="00B65DC9">
      <w:r>
        <w:t>627.4882</w:t>
      </w:r>
      <w:r>
        <w:tab/>
        <w:t>2.532e-2</w:t>
      </w:r>
    </w:p>
    <w:p w:rsidR="00B65DC9" w:rsidRDefault="00B65DC9" w:rsidP="00B65DC9">
      <w:r>
        <w:t>627.4946</w:t>
      </w:r>
      <w:r>
        <w:tab/>
        <w:t>3.038e0</w:t>
      </w:r>
    </w:p>
    <w:p w:rsidR="00B65DC9" w:rsidRDefault="00B65DC9" w:rsidP="00B65DC9">
      <w:r>
        <w:t>627.5464</w:t>
      </w:r>
      <w:r>
        <w:tab/>
        <w:t>2.025e0</w:t>
      </w:r>
    </w:p>
    <w:p w:rsidR="00B65DC9" w:rsidRDefault="00B65DC9" w:rsidP="00B65DC9">
      <w:r>
        <w:t>627.5585</w:t>
      </w:r>
      <w:r>
        <w:tab/>
        <w:t>3.038e0</w:t>
      </w:r>
    </w:p>
    <w:p w:rsidR="00B65DC9" w:rsidRDefault="00B65DC9" w:rsidP="00B65DC9">
      <w:r>
        <w:t>627.6054</w:t>
      </w:r>
      <w:r>
        <w:tab/>
        <w:t>1.013e0</w:t>
      </w:r>
    </w:p>
    <w:p w:rsidR="00B65DC9" w:rsidRDefault="00B65DC9" w:rsidP="00B65DC9">
      <w:r>
        <w:t>627.6614</w:t>
      </w:r>
      <w:r>
        <w:tab/>
        <w:t>1.013e0</w:t>
      </w:r>
    </w:p>
    <w:p w:rsidR="00B65DC9" w:rsidRDefault="00B65DC9" w:rsidP="00B65DC9">
      <w:r>
        <w:t>627.7234</w:t>
      </w:r>
      <w:r>
        <w:tab/>
        <w:t>1.013e0</w:t>
      </w:r>
    </w:p>
    <w:p w:rsidR="00B65DC9" w:rsidRDefault="00B65DC9" w:rsidP="00B65DC9">
      <w:r>
        <w:t>627.7556</w:t>
      </w:r>
      <w:r>
        <w:tab/>
        <w:t>1.025e0</w:t>
      </w:r>
    </w:p>
    <w:p w:rsidR="00B65DC9" w:rsidRDefault="00B65DC9" w:rsidP="00B65DC9">
      <w:r>
        <w:t>627.7877</w:t>
      </w:r>
      <w:r>
        <w:tab/>
        <w:t>1.013e0</w:t>
      </w:r>
    </w:p>
    <w:p w:rsidR="00B65DC9" w:rsidRDefault="00B65DC9" w:rsidP="00B65DC9">
      <w:r>
        <w:t>627.8183</w:t>
      </w:r>
      <w:r>
        <w:tab/>
        <w:t>1.266e-2</w:t>
      </w:r>
    </w:p>
    <w:p w:rsidR="00B65DC9" w:rsidRDefault="00B65DC9" w:rsidP="00B65DC9">
      <w:r>
        <w:t>627.8422</w:t>
      </w:r>
      <w:r>
        <w:tab/>
        <w:t>1.013e0</w:t>
      </w:r>
    </w:p>
    <w:p w:rsidR="00B65DC9" w:rsidRDefault="00B65DC9" w:rsidP="00B65DC9">
      <w:r>
        <w:t>627.8546</w:t>
      </w:r>
      <w:r>
        <w:tab/>
        <w:t>1.013e0</w:t>
      </w:r>
    </w:p>
    <w:p w:rsidR="00B65DC9" w:rsidRDefault="00B65DC9" w:rsidP="00B65DC9">
      <w:r>
        <w:t>627.9607</w:t>
      </w:r>
      <w:r>
        <w:tab/>
        <w:t>1.013e0</w:t>
      </w:r>
    </w:p>
    <w:p w:rsidR="00B65DC9" w:rsidRDefault="00B65DC9" w:rsidP="00B65DC9">
      <w:r>
        <w:t>628.0154</w:t>
      </w:r>
      <w:r>
        <w:tab/>
        <w:t>3.038e0</w:t>
      </w:r>
    </w:p>
    <w:p w:rsidR="00B65DC9" w:rsidRDefault="00B65DC9" w:rsidP="00B65DC9">
      <w:r>
        <w:t>628.0882</w:t>
      </w:r>
      <w:r>
        <w:tab/>
        <w:t>1.266e-2</w:t>
      </w:r>
    </w:p>
    <w:p w:rsidR="00B65DC9" w:rsidRDefault="00B65DC9" w:rsidP="00B65DC9">
      <w:r>
        <w:t>628.1888</w:t>
      </w:r>
      <w:r>
        <w:tab/>
        <w:t>1.013e0</w:t>
      </w:r>
    </w:p>
    <w:p w:rsidR="00B65DC9" w:rsidRDefault="00B65DC9" w:rsidP="00B65DC9">
      <w:r>
        <w:t>628.1962</w:t>
      </w:r>
      <w:r>
        <w:tab/>
        <w:t>2.025e0</w:t>
      </w:r>
    </w:p>
    <w:p w:rsidR="00B65DC9" w:rsidRDefault="00B65DC9" w:rsidP="00B65DC9">
      <w:r>
        <w:t>628.2175</w:t>
      </w:r>
      <w:r>
        <w:tab/>
        <w:t>3.051e0</w:t>
      </w:r>
    </w:p>
    <w:p w:rsidR="00B65DC9" w:rsidRDefault="00B65DC9" w:rsidP="00B65DC9">
      <w:r>
        <w:lastRenderedPageBreak/>
        <w:t>628.2509</w:t>
      </w:r>
      <w:r>
        <w:tab/>
        <w:t>2.025e0</w:t>
      </w:r>
    </w:p>
    <w:p w:rsidR="00B65DC9" w:rsidRDefault="00B65DC9" w:rsidP="00B65DC9">
      <w:r>
        <w:t>628.2857</w:t>
      </w:r>
      <w:r>
        <w:tab/>
        <w:t>2.025e0</w:t>
      </w:r>
    </w:p>
    <w:p w:rsidR="00B65DC9" w:rsidRDefault="00B65DC9" w:rsidP="00B65DC9">
      <w:r>
        <w:t>628.3220</w:t>
      </w:r>
      <w:r>
        <w:tab/>
        <w:t>2.532e-2</w:t>
      </w:r>
    </w:p>
    <w:p w:rsidR="00B65DC9" w:rsidRDefault="00B65DC9" w:rsidP="00B65DC9">
      <w:r>
        <w:t>628.3284</w:t>
      </w:r>
      <w:r>
        <w:tab/>
        <w:t>1.013e0</w:t>
      </w:r>
    </w:p>
    <w:p w:rsidR="00B65DC9" w:rsidRDefault="00B65DC9" w:rsidP="00B65DC9">
      <w:r>
        <w:t>628.3635</w:t>
      </w:r>
      <w:r>
        <w:tab/>
        <w:t>2.025e0</w:t>
      </w:r>
    </w:p>
    <w:p w:rsidR="00B65DC9" w:rsidRDefault="00B65DC9" w:rsidP="00B65DC9">
      <w:r>
        <w:t>628.4317</w:t>
      </w:r>
      <w:r>
        <w:tab/>
        <w:t>2.025e0</w:t>
      </w:r>
    </w:p>
    <w:p w:rsidR="00B65DC9" w:rsidRDefault="00B65DC9" w:rsidP="00B65DC9">
      <w:r>
        <w:t>628.4363</w:t>
      </w:r>
      <w:r>
        <w:tab/>
        <w:t>3.038e0</w:t>
      </w:r>
    </w:p>
    <w:p w:rsidR="00B65DC9" w:rsidRDefault="00B65DC9" w:rsidP="00B65DC9">
      <w:r>
        <w:t>628.4747</w:t>
      </w:r>
      <w:r>
        <w:tab/>
        <w:t>1.013e0</w:t>
      </w:r>
    </w:p>
    <w:p w:rsidR="00B65DC9" w:rsidRDefault="00B65DC9" w:rsidP="00B65DC9">
      <w:r>
        <w:t>628.4982</w:t>
      </w:r>
      <w:r>
        <w:tab/>
        <w:t>5.063e0</w:t>
      </w:r>
    </w:p>
    <w:p w:rsidR="00B65DC9" w:rsidRDefault="00B65DC9" w:rsidP="00B65DC9">
      <w:r>
        <w:t>628.5049</w:t>
      </w:r>
      <w:r>
        <w:tab/>
        <w:t>7.089e0</w:t>
      </w:r>
    </w:p>
    <w:p w:rsidR="00B65DC9" w:rsidRDefault="00B65DC9" w:rsidP="00B65DC9">
      <w:r>
        <w:t>628.5714</w:t>
      </w:r>
      <w:r>
        <w:tab/>
        <w:t>1.013e0</w:t>
      </w:r>
    </w:p>
    <w:p w:rsidR="00B65DC9" w:rsidRDefault="00B65DC9" w:rsidP="00B65DC9">
      <w:r>
        <w:t>628.6017</w:t>
      </w:r>
      <w:r>
        <w:tab/>
        <w:t>3.038e0</w:t>
      </w:r>
    </w:p>
    <w:p w:rsidR="00B65DC9" w:rsidRDefault="00B65DC9" w:rsidP="00B65DC9">
      <w:r>
        <w:t>628.6794</w:t>
      </w:r>
      <w:r>
        <w:tab/>
        <w:t>1.013e0</w:t>
      </w:r>
    </w:p>
    <w:p w:rsidR="00B65DC9" w:rsidRDefault="00B65DC9" w:rsidP="00B65DC9">
      <w:r>
        <w:t>628.7369</w:t>
      </w:r>
      <w:r>
        <w:tab/>
        <w:t>2.025e0</w:t>
      </w:r>
    </w:p>
    <w:p w:rsidR="00B65DC9" w:rsidRDefault="00B65DC9" w:rsidP="00B65DC9">
      <w:r>
        <w:t>628.7655</w:t>
      </w:r>
      <w:r>
        <w:tab/>
        <w:t>1.013e0</w:t>
      </w:r>
    </w:p>
    <w:p w:rsidR="00B65DC9" w:rsidRDefault="00B65DC9" w:rsidP="00B65DC9">
      <w:r>
        <w:t>628.7716</w:t>
      </w:r>
      <w:r>
        <w:tab/>
        <w:t>3.038e0</w:t>
      </w:r>
    </w:p>
    <w:p w:rsidR="00B65DC9" w:rsidRDefault="00B65DC9" w:rsidP="00B65DC9">
      <w:r>
        <w:t>628.7755</w:t>
      </w:r>
      <w:r>
        <w:tab/>
        <w:t>1.013e0</w:t>
      </w:r>
    </w:p>
    <w:p w:rsidR="00B65DC9" w:rsidRDefault="00B65DC9" w:rsidP="00B65DC9">
      <w:r>
        <w:t>628.8184</w:t>
      </w:r>
      <w:r>
        <w:tab/>
        <w:t>1.266e-2</w:t>
      </w:r>
    </w:p>
    <w:p w:rsidR="00B65DC9" w:rsidRDefault="00B65DC9" w:rsidP="00B65DC9">
      <w:r>
        <w:t>628.8209</w:t>
      </w:r>
      <w:r>
        <w:tab/>
        <w:t>1.013e0</w:t>
      </w:r>
    </w:p>
    <w:p w:rsidR="00B65DC9" w:rsidRDefault="00B65DC9" w:rsidP="00B65DC9">
      <w:r>
        <w:lastRenderedPageBreak/>
        <w:t>628.8458</w:t>
      </w:r>
      <w:r>
        <w:tab/>
        <w:t>2.025e0</w:t>
      </w:r>
    </w:p>
    <w:p w:rsidR="00B65DC9" w:rsidRDefault="00B65DC9" w:rsidP="00B65DC9">
      <w:r>
        <w:t>628.9044</w:t>
      </w:r>
      <w:r>
        <w:tab/>
        <w:t>1.266e-2</w:t>
      </w:r>
    </w:p>
    <w:p w:rsidR="00B65DC9" w:rsidRDefault="00B65DC9" w:rsidP="00B65DC9">
      <w:r>
        <w:t>628.9151</w:t>
      </w:r>
      <w:r>
        <w:tab/>
        <w:t>1.013e0</w:t>
      </w:r>
    </w:p>
    <w:p w:rsidR="00B65DC9" w:rsidRDefault="00B65DC9" w:rsidP="00B65DC9">
      <w:r>
        <w:t>628.9604</w:t>
      </w:r>
      <w:r>
        <w:tab/>
        <w:t>1.013e0</w:t>
      </w:r>
    </w:p>
    <w:p w:rsidR="00B65DC9" w:rsidRDefault="00B65DC9" w:rsidP="00B65DC9">
      <w:r>
        <w:t>628.9646</w:t>
      </w:r>
      <w:r>
        <w:tab/>
        <w:t>2.025e0</w:t>
      </w:r>
    </w:p>
    <w:p w:rsidR="00B65DC9" w:rsidRDefault="00B65DC9" w:rsidP="00B65DC9">
      <w:r>
        <w:t>628.9867</w:t>
      </w:r>
      <w:r>
        <w:tab/>
        <w:t>3.038e0</w:t>
      </w:r>
    </w:p>
    <w:p w:rsidR="00B65DC9" w:rsidRDefault="00B65DC9" w:rsidP="00B65DC9">
      <w:r>
        <w:t>629.0381</w:t>
      </w:r>
      <w:r>
        <w:tab/>
        <w:t>3.038e0</w:t>
      </w:r>
    </w:p>
    <w:p w:rsidR="00B65DC9" w:rsidRDefault="00B65DC9" w:rsidP="00B65DC9">
      <w:r>
        <w:t>629.0978</w:t>
      </w:r>
      <w:r>
        <w:tab/>
        <w:t>3.038e0</w:t>
      </w:r>
    </w:p>
    <w:p w:rsidR="00B65DC9" w:rsidRDefault="00B65DC9" w:rsidP="00B65DC9">
      <w:r>
        <w:t>629.1182</w:t>
      </w:r>
      <w:r>
        <w:tab/>
        <w:t>1.013e0</w:t>
      </w:r>
    </w:p>
    <w:p w:rsidR="00B65DC9" w:rsidRDefault="00B65DC9" w:rsidP="00B65DC9">
      <w:r>
        <w:t>629.1535</w:t>
      </w:r>
      <w:r>
        <w:tab/>
        <w:t>1.266e-2</w:t>
      </w:r>
    </w:p>
    <w:p w:rsidR="00B65DC9" w:rsidRDefault="00B65DC9" w:rsidP="00B65DC9">
      <w:r>
        <w:t>629.1995</w:t>
      </w:r>
      <w:r>
        <w:tab/>
        <w:t>2.025e0</w:t>
      </w:r>
    </w:p>
    <w:p w:rsidR="00B65DC9" w:rsidRDefault="00B65DC9" w:rsidP="00B65DC9">
      <w:r>
        <w:t>629.2051</w:t>
      </w:r>
      <w:r>
        <w:tab/>
        <w:t>1.266e-2</w:t>
      </w:r>
    </w:p>
    <w:p w:rsidR="00B65DC9" w:rsidRDefault="00B65DC9" w:rsidP="00B65DC9">
      <w:r>
        <w:t>629.2107</w:t>
      </w:r>
      <w:r>
        <w:tab/>
        <w:t>2.532e-2</w:t>
      </w:r>
    </w:p>
    <w:p w:rsidR="00B65DC9" w:rsidRDefault="00B65DC9" w:rsidP="00B65DC9">
      <w:r>
        <w:t>629.2540</w:t>
      </w:r>
      <w:r>
        <w:tab/>
        <w:t>2.025e0</w:t>
      </w:r>
    </w:p>
    <w:p w:rsidR="00B65DC9" w:rsidRDefault="00B65DC9" w:rsidP="00B65DC9">
      <w:r>
        <w:t>629.2876</w:t>
      </w:r>
      <w:r>
        <w:tab/>
        <w:t>3.038e0</w:t>
      </w:r>
    </w:p>
    <w:p w:rsidR="00B65DC9" w:rsidRDefault="00B65DC9" w:rsidP="00B65DC9">
      <w:r>
        <w:t>629.2972</w:t>
      </w:r>
      <w:r>
        <w:tab/>
        <w:t>4.051e0</w:t>
      </w:r>
    </w:p>
    <w:p w:rsidR="00B65DC9" w:rsidRDefault="00B65DC9" w:rsidP="00B65DC9">
      <w:r>
        <w:t>629.2985</w:t>
      </w:r>
      <w:r>
        <w:tab/>
        <w:t>3.038e0</w:t>
      </w:r>
    </w:p>
    <w:p w:rsidR="00B65DC9" w:rsidRDefault="00B65DC9" w:rsidP="00B65DC9">
      <w:r>
        <w:t>629.3751</w:t>
      </w:r>
      <w:r>
        <w:tab/>
        <w:t>3.038e0</w:t>
      </w:r>
    </w:p>
    <w:p w:rsidR="00B65DC9" w:rsidRDefault="00B65DC9" w:rsidP="00B65DC9">
      <w:r>
        <w:t>629.4160</w:t>
      </w:r>
      <w:r>
        <w:tab/>
        <w:t>1.266e-2</w:t>
      </w:r>
    </w:p>
    <w:p w:rsidR="00B65DC9" w:rsidRDefault="00B65DC9" w:rsidP="00B65DC9">
      <w:r>
        <w:lastRenderedPageBreak/>
        <w:t>629.5043</w:t>
      </w:r>
      <w:r>
        <w:tab/>
        <w:t>1.013e0</w:t>
      </w:r>
    </w:p>
    <w:p w:rsidR="00B65DC9" w:rsidRDefault="00B65DC9" w:rsidP="00B65DC9">
      <w:r>
        <w:t>629.5118</w:t>
      </w:r>
      <w:r>
        <w:tab/>
        <w:t>2.025e0</w:t>
      </w:r>
    </w:p>
    <w:p w:rsidR="00B65DC9" w:rsidRDefault="00B65DC9" w:rsidP="00B65DC9">
      <w:r>
        <w:t>629.5173</w:t>
      </w:r>
      <w:r>
        <w:tab/>
        <w:t>4.051e0</w:t>
      </w:r>
    </w:p>
    <w:p w:rsidR="00B65DC9" w:rsidRDefault="00B65DC9" w:rsidP="00B65DC9">
      <w:r>
        <w:t>629.6140</w:t>
      </w:r>
      <w:r>
        <w:tab/>
        <w:t>1.013e0</w:t>
      </w:r>
    </w:p>
    <w:p w:rsidR="00B65DC9" w:rsidRDefault="00B65DC9" w:rsidP="00B65DC9">
      <w:r>
        <w:t>629.7108</w:t>
      </w:r>
      <w:r>
        <w:tab/>
        <w:t>1.013e0</w:t>
      </w:r>
    </w:p>
    <w:p w:rsidR="00B65DC9" w:rsidRDefault="00B65DC9" w:rsidP="00B65DC9">
      <w:r>
        <w:t>629.7269</w:t>
      </w:r>
      <w:r>
        <w:tab/>
        <w:t>2.025e0</w:t>
      </w:r>
    </w:p>
    <w:p w:rsidR="00B65DC9" w:rsidRDefault="00B65DC9" w:rsidP="00B65DC9">
      <w:r>
        <w:t>629.7324</w:t>
      </w:r>
      <w:r>
        <w:tab/>
        <w:t>1.266e-2</w:t>
      </w:r>
    </w:p>
    <w:p w:rsidR="00B65DC9" w:rsidRDefault="00B65DC9" w:rsidP="00B65DC9">
      <w:r>
        <w:t>629.8569</w:t>
      </w:r>
      <w:r>
        <w:tab/>
        <w:t>2.025e0</w:t>
      </w:r>
    </w:p>
    <w:p w:rsidR="00B65DC9" w:rsidRDefault="00B65DC9" w:rsidP="00B65DC9">
      <w:r>
        <w:t>629.8829</w:t>
      </w:r>
      <w:r>
        <w:tab/>
        <w:t>1.266e-2</w:t>
      </w:r>
    </w:p>
    <w:p w:rsidR="00B65DC9" w:rsidRDefault="00B65DC9" w:rsidP="00B65DC9">
      <w:r>
        <w:t>629.9245</w:t>
      </w:r>
      <w:r>
        <w:tab/>
        <w:t>1.013e0</w:t>
      </w:r>
    </w:p>
    <w:p w:rsidR="00B65DC9" w:rsidRDefault="00B65DC9" w:rsidP="00B65DC9">
      <w:r>
        <w:t>630.0013</w:t>
      </w:r>
      <w:r>
        <w:tab/>
        <w:t>1.013e0</w:t>
      </w:r>
    </w:p>
    <w:p w:rsidR="00B65DC9" w:rsidRDefault="00B65DC9" w:rsidP="00B65DC9">
      <w:r>
        <w:t>630.0649</w:t>
      </w:r>
      <w:r>
        <w:tab/>
        <w:t>1.013e0</w:t>
      </w:r>
    </w:p>
    <w:p w:rsidR="00B65DC9" w:rsidRDefault="00B65DC9" w:rsidP="00B65DC9">
      <w:r>
        <w:t>630.1537</w:t>
      </w:r>
      <w:r>
        <w:tab/>
        <w:t>1.013e0</w:t>
      </w:r>
    </w:p>
    <w:p w:rsidR="00B65DC9" w:rsidRDefault="00B65DC9" w:rsidP="00B65DC9">
      <w:r>
        <w:t>630.1843</w:t>
      </w:r>
      <w:r>
        <w:tab/>
        <w:t>1.013e0</w:t>
      </w:r>
    </w:p>
    <w:p w:rsidR="00B65DC9" w:rsidRDefault="00B65DC9" w:rsidP="00B65DC9">
      <w:r>
        <w:t>630.1937</w:t>
      </w:r>
      <w:r>
        <w:tab/>
        <w:t>2.532e-2</w:t>
      </w:r>
    </w:p>
    <w:p w:rsidR="00B65DC9" w:rsidRDefault="00B65DC9" w:rsidP="00B65DC9">
      <w:r>
        <w:t>630.1951</w:t>
      </w:r>
      <w:r>
        <w:tab/>
        <w:t>1.013e0</w:t>
      </w:r>
    </w:p>
    <w:p w:rsidR="00B65DC9" w:rsidRDefault="00B65DC9" w:rsidP="00B65DC9">
      <w:r>
        <w:t>630.2493</w:t>
      </w:r>
      <w:r>
        <w:tab/>
        <w:t>3.038e0</w:t>
      </w:r>
    </w:p>
    <w:p w:rsidR="00B65DC9" w:rsidRDefault="00B65DC9" w:rsidP="00B65DC9">
      <w:r>
        <w:t>630.2812</w:t>
      </w:r>
      <w:r>
        <w:tab/>
        <w:t>1.013e0</w:t>
      </w:r>
    </w:p>
    <w:p w:rsidR="00B65DC9" w:rsidRDefault="00B65DC9" w:rsidP="00B65DC9">
      <w:r>
        <w:t>630.3351</w:t>
      </w:r>
      <w:r>
        <w:tab/>
        <w:t>1.013e0</w:t>
      </w:r>
    </w:p>
    <w:p w:rsidR="00B65DC9" w:rsidRDefault="00B65DC9" w:rsidP="00B65DC9">
      <w:r>
        <w:lastRenderedPageBreak/>
        <w:t>630.4231</w:t>
      </w:r>
      <w:r>
        <w:tab/>
        <w:t>3.038e0</w:t>
      </w:r>
    </w:p>
    <w:p w:rsidR="00B65DC9" w:rsidRDefault="00B65DC9" w:rsidP="00B65DC9">
      <w:r>
        <w:t>630.4479</w:t>
      </w:r>
      <w:r>
        <w:tab/>
        <w:t>2.025e0</w:t>
      </w:r>
    </w:p>
    <w:p w:rsidR="00B65DC9" w:rsidRDefault="00B65DC9" w:rsidP="00B65DC9">
      <w:r>
        <w:t>630.4542</w:t>
      </w:r>
      <w:r>
        <w:tab/>
        <w:t>5.063e-2</w:t>
      </w:r>
    </w:p>
    <w:p w:rsidR="00B65DC9" w:rsidRDefault="00B65DC9" w:rsidP="00B65DC9">
      <w:r>
        <w:t>630.5601</w:t>
      </w:r>
      <w:r>
        <w:tab/>
        <w:t>2.025e0</w:t>
      </w:r>
    </w:p>
    <w:p w:rsidR="00B65DC9" w:rsidRDefault="00B65DC9" w:rsidP="00B65DC9">
      <w:r>
        <w:t>630.5746</w:t>
      </w:r>
      <w:r>
        <w:tab/>
        <w:t>1.266e-2</w:t>
      </w:r>
    </w:p>
    <w:p w:rsidR="00B65DC9" w:rsidRDefault="00B65DC9" w:rsidP="00B65DC9">
      <w:r>
        <w:t>630.7150</w:t>
      </w:r>
      <w:r>
        <w:tab/>
        <w:t>1.013e0</w:t>
      </w:r>
    </w:p>
    <w:p w:rsidR="00B65DC9" w:rsidRDefault="00B65DC9" w:rsidP="00B65DC9">
      <w:r>
        <w:t>630.7228</w:t>
      </w:r>
      <w:r>
        <w:tab/>
        <w:t>1.013e0</w:t>
      </w:r>
    </w:p>
    <w:p w:rsidR="00B65DC9" w:rsidRDefault="00B65DC9" w:rsidP="00B65DC9">
      <w:r>
        <w:t>630.7343</w:t>
      </w:r>
      <w:r>
        <w:tab/>
        <w:t>2.025e0</w:t>
      </w:r>
    </w:p>
    <w:p w:rsidR="00B65DC9" w:rsidRDefault="00B65DC9" w:rsidP="00B65DC9">
      <w:r>
        <w:t>630.8198</w:t>
      </w:r>
      <w:r>
        <w:tab/>
        <w:t>2.025e0</w:t>
      </w:r>
    </w:p>
    <w:p w:rsidR="00B65DC9" w:rsidRDefault="00B65DC9" w:rsidP="00B65DC9">
      <w:r>
        <w:t>630.8418</w:t>
      </w:r>
      <w:r>
        <w:tab/>
        <w:t>2.025e0</w:t>
      </w:r>
    </w:p>
    <w:p w:rsidR="00B65DC9" w:rsidRDefault="00B65DC9" w:rsidP="00B65DC9">
      <w:r>
        <w:t>630.8718</w:t>
      </w:r>
      <w:r>
        <w:tab/>
        <w:t>1.013e0</w:t>
      </w:r>
    </w:p>
    <w:p w:rsidR="00B65DC9" w:rsidRDefault="00B65DC9" w:rsidP="00B65DC9">
      <w:r>
        <w:t>630.8899</w:t>
      </w:r>
      <w:r>
        <w:tab/>
        <w:t>1.266e-2</w:t>
      </w:r>
    </w:p>
    <w:p w:rsidR="00B65DC9" w:rsidRDefault="00B65DC9" w:rsidP="00B65DC9">
      <w:r>
        <w:t>630.9730</w:t>
      </w:r>
      <w:r>
        <w:tab/>
        <w:t>2.025e0</w:t>
      </w:r>
    </w:p>
    <w:p w:rsidR="00B65DC9" w:rsidRDefault="00B65DC9" w:rsidP="00B65DC9">
      <w:r>
        <w:t>630.9922</w:t>
      </w:r>
      <w:r>
        <w:tab/>
        <w:t>1.013e0</w:t>
      </w:r>
    </w:p>
    <w:p w:rsidR="00B65DC9" w:rsidRDefault="00B65DC9" w:rsidP="00B65DC9">
      <w:r>
        <w:t>631.0192</w:t>
      </w:r>
      <w:r>
        <w:tab/>
        <w:t>2.025e0</w:t>
      </w:r>
    </w:p>
    <w:p w:rsidR="00B65DC9" w:rsidRDefault="00B65DC9" w:rsidP="00B65DC9">
      <w:r>
        <w:t>631.0491</w:t>
      </w:r>
      <w:r>
        <w:tab/>
        <w:t>1.266e-2</w:t>
      </w:r>
    </w:p>
    <w:p w:rsidR="00B65DC9" w:rsidRDefault="00B65DC9" w:rsidP="00B65DC9">
      <w:r>
        <w:t>631.1548</w:t>
      </w:r>
      <w:r>
        <w:tab/>
        <w:t>1.013e0</w:t>
      </w:r>
    </w:p>
    <w:p w:rsidR="00B65DC9" w:rsidRDefault="00B65DC9" w:rsidP="00B65DC9">
      <w:r>
        <w:t>631.2168</w:t>
      </w:r>
      <w:r>
        <w:tab/>
        <w:t>3.038e0</w:t>
      </w:r>
    </w:p>
    <w:p w:rsidR="00B65DC9" w:rsidRDefault="00B65DC9" w:rsidP="00B65DC9">
      <w:r>
        <w:t>631.2761</w:t>
      </w:r>
      <w:r>
        <w:tab/>
        <w:t>1.013e0</w:t>
      </w:r>
    </w:p>
    <w:p w:rsidR="00B65DC9" w:rsidRDefault="00B65DC9" w:rsidP="00B65DC9">
      <w:r>
        <w:lastRenderedPageBreak/>
        <w:t>631.3981</w:t>
      </w:r>
      <w:r>
        <w:tab/>
        <w:t>1.013e0</w:t>
      </w:r>
    </w:p>
    <w:p w:rsidR="00B65DC9" w:rsidRDefault="00B65DC9" w:rsidP="00B65DC9">
      <w:r>
        <w:t>631.4243</w:t>
      </w:r>
      <w:r>
        <w:tab/>
        <w:t>3.123e0</w:t>
      </w:r>
    </w:p>
    <w:p w:rsidR="00B65DC9" w:rsidRDefault="00B65DC9" w:rsidP="00B65DC9">
      <w:r>
        <w:t>631.4776</w:t>
      </w:r>
      <w:r>
        <w:tab/>
        <w:t>2.025e0</w:t>
      </w:r>
    </w:p>
    <w:p w:rsidR="00B65DC9" w:rsidRDefault="00B65DC9" w:rsidP="00B65DC9">
      <w:r>
        <w:t>631.5195</w:t>
      </w:r>
      <w:r>
        <w:tab/>
        <w:t>2.025e0</w:t>
      </w:r>
    </w:p>
    <w:p w:rsidR="00B65DC9" w:rsidRDefault="00B65DC9" w:rsidP="00B65DC9">
      <w:r>
        <w:t>631.7136</w:t>
      </w:r>
      <w:r>
        <w:tab/>
        <w:t>1.013e0</w:t>
      </w:r>
    </w:p>
    <w:p w:rsidR="00B65DC9" w:rsidRDefault="00B65DC9" w:rsidP="00B65DC9">
      <w:r>
        <w:t>631.7495</w:t>
      </w:r>
      <w:r>
        <w:tab/>
        <w:t>1.025e0</w:t>
      </w:r>
    </w:p>
    <w:p w:rsidR="00B65DC9" w:rsidRDefault="00B65DC9" w:rsidP="00B65DC9">
      <w:r>
        <w:t>631.7688</w:t>
      </w:r>
      <w:r>
        <w:tab/>
        <w:t>1.266e-2</w:t>
      </w:r>
    </w:p>
    <w:p w:rsidR="00B65DC9" w:rsidRDefault="00B65DC9" w:rsidP="00B65DC9">
      <w:r>
        <w:t>631.8012</w:t>
      </w:r>
      <w:r>
        <w:tab/>
        <w:t>1.266e-2</w:t>
      </w:r>
    </w:p>
    <w:p w:rsidR="00B65DC9" w:rsidRDefault="00B65DC9" w:rsidP="00B65DC9">
      <w:r>
        <w:t>631.8552</w:t>
      </w:r>
      <w:r>
        <w:tab/>
        <w:t>1.013e0</w:t>
      </w:r>
    </w:p>
    <w:p w:rsidR="00B65DC9" w:rsidRDefault="00B65DC9" w:rsidP="00B65DC9">
      <w:r>
        <w:t>631.8644</w:t>
      </w:r>
      <w:r>
        <w:tab/>
        <w:t>1.025e0</w:t>
      </w:r>
    </w:p>
    <w:p w:rsidR="00B65DC9" w:rsidRDefault="00B65DC9" w:rsidP="00B65DC9">
      <w:r>
        <w:t>631.9065</w:t>
      </w:r>
      <w:r>
        <w:tab/>
        <w:t>1.013e0</w:t>
      </w:r>
    </w:p>
    <w:p w:rsidR="00B65DC9" w:rsidRDefault="00B65DC9" w:rsidP="00B65DC9">
      <w:r>
        <w:t>631.9247</w:t>
      </w:r>
      <w:r>
        <w:tab/>
        <w:t>1.266e-2</w:t>
      </w:r>
    </w:p>
    <w:p w:rsidR="00B65DC9" w:rsidRDefault="00B65DC9" w:rsidP="00B65DC9">
      <w:r>
        <w:t>631.9293</w:t>
      </w:r>
      <w:r>
        <w:tab/>
        <w:t>2.532e-2</w:t>
      </w:r>
    </w:p>
    <w:p w:rsidR="00B65DC9" w:rsidRDefault="00B65DC9" w:rsidP="00B65DC9">
      <w:r>
        <w:t>631.9941</w:t>
      </w:r>
      <w:r>
        <w:tab/>
        <w:t>1.266e-2</w:t>
      </w:r>
    </w:p>
    <w:p w:rsidR="00B65DC9" w:rsidRDefault="00B65DC9" w:rsidP="00B65DC9">
      <w:r>
        <w:t>632.1143</w:t>
      </w:r>
      <w:r>
        <w:tab/>
        <w:t>1.013e0</w:t>
      </w:r>
    </w:p>
    <w:p w:rsidR="00B65DC9" w:rsidRDefault="00B65DC9" w:rsidP="00B65DC9">
      <w:r>
        <w:t>632.1523</w:t>
      </w:r>
      <w:r>
        <w:tab/>
        <w:t>1.013e0</w:t>
      </w:r>
    </w:p>
    <w:p w:rsidR="00B65DC9" w:rsidRDefault="00B65DC9" w:rsidP="00B65DC9">
      <w:r>
        <w:t>632.1616</w:t>
      </w:r>
      <w:r>
        <w:tab/>
        <w:t>3.038e0</w:t>
      </w:r>
    </w:p>
    <w:p w:rsidR="00B65DC9" w:rsidRDefault="00B65DC9" w:rsidP="00B65DC9">
      <w:r>
        <w:t>632.1870</w:t>
      </w:r>
      <w:r>
        <w:tab/>
        <w:t>1.013e0</w:t>
      </w:r>
    </w:p>
    <w:p w:rsidR="00B65DC9" w:rsidRDefault="00B65DC9" w:rsidP="00B65DC9">
      <w:r>
        <w:t>632.2114</w:t>
      </w:r>
      <w:r>
        <w:tab/>
        <w:t>1.013e0</w:t>
      </w:r>
    </w:p>
    <w:p w:rsidR="00B65DC9" w:rsidRDefault="00B65DC9" w:rsidP="00B65DC9">
      <w:r>
        <w:lastRenderedPageBreak/>
        <w:t>632.2673</w:t>
      </w:r>
      <w:r>
        <w:tab/>
        <w:t>2.025e0</w:t>
      </w:r>
    </w:p>
    <w:p w:rsidR="00B65DC9" w:rsidRDefault="00B65DC9" w:rsidP="00B65DC9">
      <w:r>
        <w:t>632.2755</w:t>
      </w:r>
      <w:r>
        <w:tab/>
        <w:t>1.013e0</w:t>
      </w:r>
    </w:p>
    <w:p w:rsidR="00B65DC9" w:rsidRDefault="00B65DC9" w:rsidP="00B65DC9">
      <w:r>
        <w:t>632.2977</w:t>
      </w:r>
      <w:r>
        <w:tab/>
        <w:t>3.063e0</w:t>
      </w:r>
    </w:p>
    <w:p w:rsidR="00B65DC9" w:rsidRDefault="00B65DC9" w:rsidP="00B65DC9">
      <w:r>
        <w:t>632.3215</w:t>
      </w:r>
      <w:r>
        <w:tab/>
        <w:t>4.051e0</w:t>
      </w:r>
    </w:p>
    <w:p w:rsidR="00B65DC9" w:rsidRDefault="00B65DC9" w:rsidP="00B65DC9">
      <w:r>
        <w:t>632.3843</w:t>
      </w:r>
      <w:r>
        <w:tab/>
        <w:t>3.038e0</w:t>
      </w:r>
    </w:p>
    <w:p w:rsidR="00B65DC9" w:rsidRDefault="00B65DC9" w:rsidP="00B65DC9">
      <w:r>
        <w:t>632.4018</w:t>
      </w:r>
      <w:r>
        <w:tab/>
        <w:t>3.038e0</w:t>
      </w:r>
    </w:p>
    <w:p w:rsidR="00B65DC9" w:rsidRDefault="00B65DC9" w:rsidP="00B65DC9">
      <w:r>
        <w:t>632.4598</w:t>
      </w:r>
      <w:r>
        <w:tab/>
        <w:t>2.025e0</w:t>
      </w:r>
    </w:p>
    <w:p w:rsidR="00B65DC9" w:rsidRDefault="00B65DC9" w:rsidP="00B65DC9">
      <w:r>
        <w:t>632.5895</w:t>
      </w:r>
      <w:r>
        <w:tab/>
        <w:t>1.013e0</w:t>
      </w:r>
    </w:p>
    <w:p w:rsidR="00B65DC9" w:rsidRDefault="00B65DC9" w:rsidP="00B65DC9">
      <w:r>
        <w:t>632.6219</w:t>
      </w:r>
      <w:r>
        <w:tab/>
        <w:t>1.266e-2</w:t>
      </w:r>
    </w:p>
    <w:p w:rsidR="00B65DC9" w:rsidRDefault="00B65DC9" w:rsidP="00B65DC9">
      <w:r>
        <w:t>632.6975</w:t>
      </w:r>
      <w:r>
        <w:tab/>
        <w:t>1.013e0</w:t>
      </w:r>
    </w:p>
    <w:p w:rsidR="00B65DC9" w:rsidRDefault="00B65DC9" w:rsidP="00B65DC9">
      <w:r>
        <w:t>632.7217</w:t>
      </w:r>
      <w:r>
        <w:tab/>
        <w:t>2.025e0</w:t>
      </w:r>
    </w:p>
    <w:p w:rsidR="00B65DC9" w:rsidRDefault="00B65DC9" w:rsidP="00B65DC9">
      <w:r>
        <w:t>632.7314</w:t>
      </w:r>
      <w:r>
        <w:tab/>
        <w:t>1.266e-2</w:t>
      </w:r>
    </w:p>
    <w:p w:rsidR="00B65DC9" w:rsidRDefault="00B65DC9" w:rsidP="00B65DC9">
      <w:r>
        <w:t>632.7624</w:t>
      </w:r>
      <w:r>
        <w:tab/>
        <w:t>1.013e0</w:t>
      </w:r>
    </w:p>
    <w:p w:rsidR="00B65DC9" w:rsidRDefault="00B65DC9" w:rsidP="00B65DC9">
      <w:r>
        <w:t>632.7839</w:t>
      </w:r>
      <w:r>
        <w:tab/>
        <w:t>1.025e0</w:t>
      </w:r>
    </w:p>
    <w:p w:rsidR="00B65DC9" w:rsidRDefault="00B65DC9" w:rsidP="00B65DC9">
      <w:r>
        <w:t>632.8713</w:t>
      </w:r>
      <w:r>
        <w:tab/>
        <w:t>1.266e-2</w:t>
      </w:r>
    </w:p>
    <w:p w:rsidR="00B65DC9" w:rsidRDefault="00B65DC9" w:rsidP="00B65DC9">
      <w:r>
        <w:t>632.8816</w:t>
      </w:r>
      <w:r>
        <w:tab/>
        <w:t>3.038e0</w:t>
      </w:r>
    </w:p>
    <w:p w:rsidR="00B65DC9" w:rsidRDefault="00B65DC9" w:rsidP="00B65DC9">
      <w:r>
        <w:t>632.8921</w:t>
      </w:r>
      <w:r>
        <w:tab/>
        <w:t>1.013e0</w:t>
      </w:r>
    </w:p>
    <w:p w:rsidR="00B65DC9" w:rsidRDefault="00B65DC9" w:rsidP="00B65DC9">
      <w:r>
        <w:t>632.8963</w:t>
      </w:r>
      <w:r>
        <w:tab/>
        <w:t>3.038e0</w:t>
      </w:r>
    </w:p>
    <w:p w:rsidR="00B65DC9" w:rsidRDefault="00B65DC9" w:rsidP="00B65DC9">
      <w:r>
        <w:t>632.9029</w:t>
      </w:r>
      <w:r>
        <w:tab/>
        <w:t>1.013e0</w:t>
      </w:r>
    </w:p>
    <w:p w:rsidR="00B65DC9" w:rsidRDefault="00B65DC9" w:rsidP="00B65DC9">
      <w:r>
        <w:lastRenderedPageBreak/>
        <w:t>632.9898</w:t>
      </w:r>
      <w:r>
        <w:tab/>
        <w:t>2.025e0</w:t>
      </w:r>
    </w:p>
    <w:p w:rsidR="00B65DC9" w:rsidRDefault="00B65DC9" w:rsidP="00B65DC9">
      <w:r>
        <w:t>633.0468</w:t>
      </w:r>
      <w:r>
        <w:tab/>
        <w:t>2.025e0</w:t>
      </w:r>
    </w:p>
    <w:p w:rsidR="00B65DC9" w:rsidRDefault="00B65DC9" w:rsidP="00B65DC9">
      <w:r>
        <w:t>633.0557</w:t>
      </w:r>
      <w:r>
        <w:tab/>
        <w:t>2.038e0</w:t>
      </w:r>
    </w:p>
    <w:p w:rsidR="00B65DC9" w:rsidRDefault="00B65DC9" w:rsidP="00B65DC9">
      <w:r>
        <w:t>633.0995</w:t>
      </w:r>
      <w:r>
        <w:tab/>
        <w:t>1.266e-2</w:t>
      </w:r>
    </w:p>
    <w:p w:rsidR="00B65DC9" w:rsidRDefault="00B65DC9" w:rsidP="00B65DC9">
      <w:r>
        <w:t>633.1583</w:t>
      </w:r>
      <w:r>
        <w:tab/>
        <w:t>2.025e0</w:t>
      </w:r>
    </w:p>
    <w:p w:rsidR="00B65DC9" w:rsidRDefault="00B65DC9" w:rsidP="00B65DC9">
      <w:r>
        <w:t>633.2056</w:t>
      </w:r>
      <w:r>
        <w:tab/>
        <w:t>1.013e0</w:t>
      </w:r>
    </w:p>
    <w:p w:rsidR="00B65DC9" w:rsidRDefault="00B65DC9" w:rsidP="00B65DC9">
      <w:r>
        <w:t>633.2281</w:t>
      </w:r>
      <w:r>
        <w:tab/>
        <w:t>1.013e0</w:t>
      </w:r>
    </w:p>
    <w:p w:rsidR="00B65DC9" w:rsidRDefault="00B65DC9" w:rsidP="00B65DC9">
      <w:r>
        <w:t>633.3092</w:t>
      </w:r>
      <w:r>
        <w:tab/>
        <w:t>2.025e0</w:t>
      </w:r>
    </w:p>
    <w:p w:rsidR="00B65DC9" w:rsidRDefault="00B65DC9" w:rsidP="00B65DC9">
      <w:r>
        <w:t>633.3192</w:t>
      </w:r>
      <w:r>
        <w:tab/>
        <w:t>2.532e-2</w:t>
      </w:r>
    </w:p>
    <w:p w:rsidR="00B65DC9" w:rsidRDefault="00B65DC9" w:rsidP="00B65DC9">
      <w:r>
        <w:t>633.3273</w:t>
      </w:r>
      <w:r>
        <w:tab/>
        <w:t>1.013e0</w:t>
      </w:r>
    </w:p>
    <w:p w:rsidR="00B65DC9" w:rsidRDefault="00B65DC9" w:rsidP="00B65DC9">
      <w:r>
        <w:t>633.3625</w:t>
      </w:r>
      <w:r>
        <w:tab/>
        <w:t>2.025e0</w:t>
      </w:r>
    </w:p>
    <w:p w:rsidR="00B65DC9" w:rsidRDefault="00B65DC9" w:rsidP="00B65DC9">
      <w:r>
        <w:t>633.3804</w:t>
      </w:r>
      <w:r>
        <w:tab/>
        <w:t>2.025e0</w:t>
      </w:r>
    </w:p>
    <w:p w:rsidR="00B65DC9" w:rsidRDefault="00B65DC9" w:rsidP="00B65DC9">
      <w:r>
        <w:t>633.3895</w:t>
      </w:r>
      <w:r>
        <w:tab/>
        <w:t>1.013e0</w:t>
      </w:r>
    </w:p>
    <w:p w:rsidR="00B65DC9" w:rsidRDefault="00B65DC9" w:rsidP="00B65DC9">
      <w:r>
        <w:t>633.4257</w:t>
      </w:r>
      <w:r>
        <w:tab/>
        <w:t>2.025e0</w:t>
      </w:r>
    </w:p>
    <w:p w:rsidR="00B65DC9" w:rsidRDefault="00B65DC9" w:rsidP="00B65DC9">
      <w:r>
        <w:t>633.4454</w:t>
      </w:r>
      <w:r>
        <w:tab/>
        <w:t>2.025e0</w:t>
      </w:r>
    </w:p>
    <w:p w:rsidR="00B65DC9" w:rsidRDefault="00B65DC9" w:rsidP="00B65DC9">
      <w:r>
        <w:t>633.4544</w:t>
      </w:r>
      <w:r>
        <w:tab/>
        <w:t>1.013e0</w:t>
      </w:r>
    </w:p>
    <w:p w:rsidR="00B65DC9" w:rsidRDefault="00B65DC9" w:rsidP="00B65DC9">
      <w:r>
        <w:t>633.4684</w:t>
      </w:r>
      <w:r>
        <w:tab/>
        <w:t>1.013e0</w:t>
      </w:r>
    </w:p>
    <w:p w:rsidR="00B65DC9" w:rsidRDefault="00B65DC9" w:rsidP="00B65DC9">
      <w:r>
        <w:t>633.4761</w:t>
      </w:r>
      <w:r>
        <w:tab/>
        <w:t>1.013e0</w:t>
      </w:r>
    </w:p>
    <w:p w:rsidR="00B65DC9" w:rsidRDefault="00B65DC9" w:rsidP="00B65DC9">
      <w:r>
        <w:t>633.5842</w:t>
      </w:r>
      <w:r>
        <w:tab/>
        <w:t>1.266e-2</w:t>
      </w:r>
    </w:p>
    <w:p w:rsidR="00B65DC9" w:rsidRDefault="00B65DC9" w:rsidP="00B65DC9">
      <w:r>
        <w:lastRenderedPageBreak/>
        <w:t>633.6708</w:t>
      </w:r>
      <w:r>
        <w:tab/>
        <w:t>2.025e0</w:t>
      </w:r>
    </w:p>
    <w:p w:rsidR="00B65DC9" w:rsidRDefault="00B65DC9" w:rsidP="00B65DC9">
      <w:r>
        <w:t>633.7479</w:t>
      </w:r>
      <w:r>
        <w:tab/>
        <w:t>1.013e0</w:t>
      </w:r>
    </w:p>
    <w:p w:rsidR="00B65DC9" w:rsidRDefault="00B65DC9" w:rsidP="00B65DC9">
      <w:r>
        <w:t>633.7918</w:t>
      </w:r>
      <w:r>
        <w:tab/>
        <w:t>2.025e0</w:t>
      </w:r>
    </w:p>
    <w:p w:rsidR="00B65DC9" w:rsidRDefault="00B65DC9" w:rsidP="00B65DC9">
      <w:r>
        <w:t>633.7935</w:t>
      </w:r>
      <w:r>
        <w:tab/>
        <w:t>3.038e0</w:t>
      </w:r>
    </w:p>
    <w:p w:rsidR="00B65DC9" w:rsidRDefault="00B65DC9" w:rsidP="00B65DC9">
      <w:r>
        <w:t>633.8552</w:t>
      </w:r>
      <w:r>
        <w:tab/>
        <w:t>2.025e0</w:t>
      </w:r>
    </w:p>
    <w:p w:rsidR="00B65DC9" w:rsidRDefault="00B65DC9" w:rsidP="00B65DC9">
      <w:r>
        <w:t>633.9523</w:t>
      </w:r>
      <w:r>
        <w:tab/>
        <w:t>1.013e0</w:t>
      </w:r>
    </w:p>
    <w:p w:rsidR="00B65DC9" w:rsidRDefault="00B65DC9" w:rsidP="00B65DC9">
      <w:r>
        <w:t>634.0064</w:t>
      </w:r>
      <w:r>
        <w:tab/>
        <w:t>1.013e0</w:t>
      </w:r>
    </w:p>
    <w:p w:rsidR="00B65DC9" w:rsidRDefault="00B65DC9" w:rsidP="00B65DC9">
      <w:r>
        <w:t>634.0459</w:t>
      </w:r>
      <w:r>
        <w:tab/>
        <w:t>1.013e0</w:t>
      </w:r>
    </w:p>
    <w:p w:rsidR="00B65DC9" w:rsidRDefault="00B65DC9" w:rsidP="00B65DC9">
      <w:r>
        <w:t>634.0775</w:t>
      </w:r>
      <w:r>
        <w:tab/>
        <w:t>2.025e0</w:t>
      </w:r>
    </w:p>
    <w:p w:rsidR="00B65DC9" w:rsidRDefault="00B65DC9" w:rsidP="00B65DC9">
      <w:r>
        <w:t>634.1042</w:t>
      </w:r>
      <w:r>
        <w:tab/>
        <w:t>2.025e0</w:t>
      </w:r>
    </w:p>
    <w:p w:rsidR="00B65DC9" w:rsidRDefault="00B65DC9" w:rsidP="00B65DC9">
      <w:r>
        <w:t>634.1580</w:t>
      </w:r>
      <w:r>
        <w:tab/>
        <w:t>1.013e0</w:t>
      </w:r>
    </w:p>
    <w:p w:rsidR="00B65DC9" w:rsidRDefault="00B65DC9" w:rsidP="00B65DC9">
      <w:r>
        <w:t>634.1905</w:t>
      </w:r>
      <w:r>
        <w:tab/>
        <w:t>1.013e0</w:t>
      </w:r>
    </w:p>
    <w:p w:rsidR="00B65DC9" w:rsidRDefault="00B65DC9" w:rsidP="00B65DC9">
      <w:r>
        <w:t>634.2446</w:t>
      </w:r>
      <w:r>
        <w:tab/>
        <w:t>1.013e0</w:t>
      </w:r>
    </w:p>
    <w:p w:rsidR="00B65DC9" w:rsidRDefault="00B65DC9" w:rsidP="00B65DC9">
      <w:r>
        <w:t>634.2880</w:t>
      </w:r>
      <w:r>
        <w:tab/>
        <w:t>1.013e0</w:t>
      </w:r>
    </w:p>
    <w:p w:rsidR="00B65DC9" w:rsidRDefault="00B65DC9" w:rsidP="00B65DC9">
      <w:r>
        <w:t>634.3117</w:t>
      </w:r>
      <w:r>
        <w:tab/>
        <w:t>3.038e0</w:t>
      </w:r>
    </w:p>
    <w:p w:rsidR="00B65DC9" w:rsidRDefault="00B65DC9" w:rsidP="00B65DC9">
      <w:r>
        <w:t>634.3221</w:t>
      </w:r>
      <w:r>
        <w:tab/>
        <w:t>5.063e0</w:t>
      </w:r>
    </w:p>
    <w:p w:rsidR="00B65DC9" w:rsidRDefault="00B65DC9" w:rsidP="00B65DC9">
      <w:r>
        <w:t>634.3539</w:t>
      </w:r>
      <w:r>
        <w:tab/>
        <w:t>1.025e0</w:t>
      </w:r>
    </w:p>
    <w:p w:rsidR="00B65DC9" w:rsidRDefault="00B65DC9" w:rsidP="00B65DC9">
      <w:r>
        <w:t>634.3638</w:t>
      </w:r>
      <w:r>
        <w:tab/>
        <w:t>1.025e0</w:t>
      </w:r>
    </w:p>
    <w:p w:rsidR="00B65DC9" w:rsidRDefault="00B65DC9" w:rsidP="00B65DC9">
      <w:r>
        <w:t>634.4071</w:t>
      </w:r>
      <w:r>
        <w:tab/>
        <w:t>2.025e0</w:t>
      </w:r>
    </w:p>
    <w:p w:rsidR="00B65DC9" w:rsidRDefault="00B65DC9" w:rsidP="00B65DC9">
      <w:r>
        <w:lastRenderedPageBreak/>
        <w:t>634.4304</w:t>
      </w:r>
      <w:r>
        <w:tab/>
        <w:t>1.025e0</w:t>
      </w:r>
    </w:p>
    <w:p w:rsidR="00B65DC9" w:rsidRDefault="00B65DC9" w:rsidP="00B65DC9">
      <w:r>
        <w:t>634.4478</w:t>
      </w:r>
      <w:r>
        <w:tab/>
        <w:t>1.266e-2</w:t>
      </w:r>
    </w:p>
    <w:p w:rsidR="00B65DC9" w:rsidRDefault="00B65DC9" w:rsidP="00B65DC9">
      <w:r>
        <w:t>634.5263</w:t>
      </w:r>
      <w:r>
        <w:tab/>
        <w:t>1.013e0</w:t>
      </w:r>
    </w:p>
    <w:p w:rsidR="00B65DC9" w:rsidRDefault="00B65DC9" w:rsidP="00B65DC9">
      <w:r>
        <w:t>634.5696</w:t>
      </w:r>
      <w:r>
        <w:tab/>
        <w:t>1.013e0</w:t>
      </w:r>
    </w:p>
    <w:p w:rsidR="00B65DC9" w:rsidRDefault="00B65DC9" w:rsidP="00B65DC9">
      <w:r>
        <w:t>634.6138</w:t>
      </w:r>
      <w:r>
        <w:tab/>
        <w:t>1.013e0</w:t>
      </w:r>
    </w:p>
    <w:p w:rsidR="00B65DC9" w:rsidRDefault="00B65DC9" w:rsidP="00B65DC9">
      <w:r>
        <w:t>634.6763</w:t>
      </w:r>
      <w:r>
        <w:tab/>
        <w:t>1.013e0</w:t>
      </w:r>
    </w:p>
    <w:p w:rsidR="00B65DC9" w:rsidRDefault="00B65DC9" w:rsidP="00B65DC9">
      <w:r>
        <w:t>634.7430</w:t>
      </w:r>
      <w:r>
        <w:tab/>
        <w:t>1.013e0</w:t>
      </w:r>
    </w:p>
    <w:p w:rsidR="00B65DC9" w:rsidRDefault="00B65DC9" w:rsidP="00B65DC9">
      <w:r>
        <w:t>634.7465</w:t>
      </w:r>
      <w:r>
        <w:tab/>
        <w:t>1.013e0</w:t>
      </w:r>
    </w:p>
    <w:p w:rsidR="00B65DC9" w:rsidRDefault="00B65DC9" w:rsidP="00B65DC9">
      <w:r>
        <w:t>634.7547</w:t>
      </w:r>
      <w:r>
        <w:tab/>
        <w:t>1.013e0</w:t>
      </w:r>
    </w:p>
    <w:p w:rsidR="00B65DC9" w:rsidRDefault="00B65DC9" w:rsidP="00B65DC9">
      <w:r>
        <w:t>634.8344</w:t>
      </w:r>
      <w:r>
        <w:tab/>
        <w:t>3.038e0</w:t>
      </w:r>
    </w:p>
    <w:p w:rsidR="00B65DC9" w:rsidRDefault="00B65DC9" w:rsidP="00B65DC9">
      <w:r>
        <w:t>634.8840</w:t>
      </w:r>
      <w:r>
        <w:tab/>
        <w:t>2.025e0</w:t>
      </w:r>
    </w:p>
    <w:p w:rsidR="00B65DC9" w:rsidRDefault="00B65DC9" w:rsidP="00B65DC9">
      <w:r>
        <w:t>634.9276</w:t>
      </w:r>
      <w:r>
        <w:tab/>
        <w:t>4.051e0</w:t>
      </w:r>
    </w:p>
    <w:p w:rsidR="00B65DC9" w:rsidRDefault="00B65DC9" w:rsidP="00B65DC9">
      <w:r>
        <w:t>634.9603</w:t>
      </w:r>
      <w:r>
        <w:tab/>
        <w:t>2.025e0</w:t>
      </w:r>
    </w:p>
    <w:p w:rsidR="00B65DC9" w:rsidRDefault="00B65DC9" w:rsidP="00B65DC9">
      <w:r>
        <w:t>635.0092</w:t>
      </w:r>
      <w:r>
        <w:tab/>
        <w:t>2.025e0</w:t>
      </w:r>
    </w:p>
    <w:p w:rsidR="00B65DC9" w:rsidRDefault="00B65DC9" w:rsidP="00B65DC9">
      <w:r>
        <w:t>635.0616</w:t>
      </w:r>
      <w:r>
        <w:tab/>
        <w:t>1.025e0</w:t>
      </w:r>
    </w:p>
    <w:p w:rsidR="00B65DC9" w:rsidRDefault="00B65DC9" w:rsidP="00B65DC9">
      <w:r>
        <w:t>635.1117</w:t>
      </w:r>
      <w:r>
        <w:tab/>
        <w:t>1.266e-2</w:t>
      </w:r>
    </w:p>
    <w:p w:rsidR="00B65DC9" w:rsidRDefault="00B65DC9" w:rsidP="00B65DC9">
      <w:r>
        <w:t>635.1342</w:t>
      </w:r>
      <w:r>
        <w:tab/>
        <w:t>1.013e0</w:t>
      </w:r>
    </w:p>
    <w:p w:rsidR="00B65DC9" w:rsidRDefault="00B65DC9" w:rsidP="00B65DC9">
      <w:r>
        <w:t>635.1876</w:t>
      </w:r>
      <w:r>
        <w:tab/>
        <w:t>1.266e-2</w:t>
      </w:r>
    </w:p>
    <w:p w:rsidR="00B65DC9" w:rsidRDefault="00B65DC9" w:rsidP="00B65DC9">
      <w:r>
        <w:t>635.2202</w:t>
      </w:r>
      <w:r>
        <w:tab/>
        <w:t>1.013e0</w:t>
      </w:r>
    </w:p>
    <w:p w:rsidR="00B65DC9" w:rsidRDefault="00B65DC9" w:rsidP="00B65DC9">
      <w:r>
        <w:lastRenderedPageBreak/>
        <w:t>635.2393</w:t>
      </w:r>
      <w:r>
        <w:tab/>
        <w:t>6.076e0</w:t>
      </w:r>
    </w:p>
    <w:p w:rsidR="00B65DC9" w:rsidRDefault="00B65DC9" w:rsidP="00B65DC9">
      <w:r>
        <w:t>635.2525</w:t>
      </w:r>
      <w:r>
        <w:tab/>
        <w:t>3.063e0</w:t>
      </w:r>
    </w:p>
    <w:p w:rsidR="00B65DC9" w:rsidRDefault="00B65DC9" w:rsidP="00B65DC9">
      <w:r>
        <w:t>635.2795</w:t>
      </w:r>
      <w:r>
        <w:tab/>
        <w:t>2.051e0</w:t>
      </w:r>
    </w:p>
    <w:p w:rsidR="00B65DC9" w:rsidRDefault="00B65DC9" w:rsidP="00B65DC9">
      <w:r>
        <w:t>635.3079</w:t>
      </w:r>
      <w:r>
        <w:tab/>
        <w:t>4.076e0</w:t>
      </w:r>
    </w:p>
    <w:p w:rsidR="00B65DC9" w:rsidRDefault="00B65DC9" w:rsidP="00B65DC9">
      <w:r>
        <w:t>635.3215</w:t>
      </w:r>
      <w:r>
        <w:tab/>
        <w:t>3.038e0</w:t>
      </w:r>
    </w:p>
    <w:p w:rsidR="00B65DC9" w:rsidRDefault="00B65DC9" w:rsidP="00B65DC9">
      <w:r>
        <w:t>635.3239</w:t>
      </w:r>
      <w:r>
        <w:tab/>
        <w:t>2.038e0</w:t>
      </w:r>
    </w:p>
    <w:p w:rsidR="00B65DC9" w:rsidRDefault="00B65DC9" w:rsidP="00B65DC9">
      <w:r>
        <w:t>635.4016</w:t>
      </w:r>
      <w:r>
        <w:tab/>
        <w:t>5.063e0</w:t>
      </w:r>
    </w:p>
    <w:p w:rsidR="00B65DC9" w:rsidRDefault="00B65DC9" w:rsidP="00B65DC9">
      <w:r>
        <w:t>635.4054</w:t>
      </w:r>
      <w:r>
        <w:tab/>
        <w:t>1.266e-2</w:t>
      </w:r>
    </w:p>
    <w:p w:rsidR="00B65DC9" w:rsidRDefault="00B65DC9" w:rsidP="00B65DC9">
      <w:r>
        <w:t>635.4295</w:t>
      </w:r>
      <w:r>
        <w:tab/>
        <w:t>1.013e0</w:t>
      </w:r>
    </w:p>
    <w:p w:rsidR="00B65DC9" w:rsidRDefault="00B65DC9" w:rsidP="00B65DC9">
      <w:r>
        <w:t>635.4461</w:t>
      </w:r>
      <w:r>
        <w:tab/>
        <w:t>1.266e-2</w:t>
      </w:r>
    </w:p>
    <w:p w:rsidR="00B65DC9" w:rsidRDefault="00B65DC9" w:rsidP="00B65DC9">
      <w:r>
        <w:t>635.5031</w:t>
      </w:r>
      <w:r>
        <w:tab/>
        <w:t>3.797e-2</w:t>
      </w:r>
    </w:p>
    <w:p w:rsidR="00B65DC9" w:rsidRDefault="00B65DC9" w:rsidP="00B65DC9">
      <w:r>
        <w:t>635.5682</w:t>
      </w:r>
      <w:r>
        <w:tab/>
        <w:t>1.013e0</w:t>
      </w:r>
    </w:p>
    <w:p w:rsidR="00B65DC9" w:rsidRDefault="00B65DC9" w:rsidP="00B65DC9">
      <w:r>
        <w:t>635.6390</w:t>
      </w:r>
      <w:r>
        <w:tab/>
        <w:t>1.013e0</w:t>
      </w:r>
    </w:p>
    <w:p w:rsidR="00B65DC9" w:rsidRDefault="00B65DC9" w:rsidP="00B65DC9">
      <w:r>
        <w:t>635.6550</w:t>
      </w:r>
      <w:r>
        <w:tab/>
        <w:t>1.266e-2</w:t>
      </w:r>
    </w:p>
    <w:p w:rsidR="00B65DC9" w:rsidRDefault="00B65DC9" w:rsidP="00B65DC9">
      <w:r>
        <w:t>635.6738</w:t>
      </w:r>
      <w:r>
        <w:tab/>
        <w:t>1.013e0</w:t>
      </w:r>
    </w:p>
    <w:p w:rsidR="00B65DC9" w:rsidRDefault="00B65DC9" w:rsidP="00B65DC9">
      <w:r>
        <w:t>635.7273</w:t>
      </w:r>
      <w:r>
        <w:tab/>
        <w:t>1.013e0</w:t>
      </w:r>
    </w:p>
    <w:p w:rsidR="00B65DC9" w:rsidRDefault="00B65DC9" w:rsidP="00B65DC9">
      <w:r>
        <w:t>635.8062</w:t>
      </w:r>
      <w:r>
        <w:tab/>
        <w:t>1.013e0</w:t>
      </w:r>
    </w:p>
    <w:p w:rsidR="00B65DC9" w:rsidRDefault="00B65DC9" w:rsidP="00B65DC9">
      <w:r>
        <w:t>635.9365</w:t>
      </w:r>
      <w:r>
        <w:tab/>
        <w:t>1.013e0</w:t>
      </w:r>
    </w:p>
    <w:p w:rsidR="00B65DC9" w:rsidRDefault="00B65DC9" w:rsidP="00B65DC9">
      <w:r>
        <w:t>636.0067</w:t>
      </w:r>
      <w:r>
        <w:tab/>
        <w:t>3.038e0</w:t>
      </w:r>
    </w:p>
    <w:p w:rsidR="00B65DC9" w:rsidRDefault="00B65DC9" w:rsidP="00B65DC9">
      <w:r>
        <w:lastRenderedPageBreak/>
        <w:t>636.0513</w:t>
      </w:r>
      <w:r>
        <w:tab/>
        <w:t>2.025e0</w:t>
      </w:r>
    </w:p>
    <w:p w:rsidR="00B65DC9" w:rsidRDefault="00B65DC9" w:rsidP="00B65DC9">
      <w:r>
        <w:t>636.1871</w:t>
      </w:r>
      <w:r>
        <w:tab/>
        <w:t>1.013e0</w:t>
      </w:r>
    </w:p>
    <w:p w:rsidR="00B65DC9" w:rsidRDefault="00B65DC9" w:rsidP="00B65DC9">
      <w:r>
        <w:t>636.2118</w:t>
      </w:r>
      <w:r>
        <w:tab/>
        <w:t>3.038e0</w:t>
      </w:r>
    </w:p>
    <w:p w:rsidR="00B65DC9" w:rsidRDefault="00B65DC9" w:rsidP="00B65DC9">
      <w:r>
        <w:t>636.3043</w:t>
      </w:r>
      <w:r>
        <w:tab/>
        <w:t>3.063e0</w:t>
      </w:r>
    </w:p>
    <w:p w:rsidR="00B65DC9" w:rsidRDefault="00B65DC9" w:rsidP="00B65DC9">
      <w:r>
        <w:t>636.3054</w:t>
      </w:r>
      <w:r>
        <w:tab/>
        <w:t>3.038e0</w:t>
      </w:r>
    </w:p>
    <w:p w:rsidR="00B65DC9" w:rsidRDefault="00B65DC9" w:rsidP="00B65DC9">
      <w:r>
        <w:t>636.3140</w:t>
      </w:r>
      <w:r>
        <w:tab/>
        <w:t>2.025e0</w:t>
      </w:r>
    </w:p>
    <w:p w:rsidR="00B65DC9" w:rsidRDefault="00B65DC9" w:rsidP="00B65DC9">
      <w:r>
        <w:t>636.3469</w:t>
      </w:r>
      <w:r>
        <w:tab/>
        <w:t>5.063e0</w:t>
      </w:r>
    </w:p>
    <w:p w:rsidR="00B65DC9" w:rsidRDefault="00B65DC9" w:rsidP="00B65DC9">
      <w:r>
        <w:t>636.3806</w:t>
      </w:r>
      <w:r>
        <w:tab/>
        <w:t>2.025e0</w:t>
      </w:r>
    </w:p>
    <w:p w:rsidR="00B65DC9" w:rsidRDefault="00B65DC9" w:rsidP="00B65DC9">
      <w:r>
        <w:t>636.4095</w:t>
      </w:r>
      <w:r>
        <w:tab/>
        <w:t>1.013e0</w:t>
      </w:r>
    </w:p>
    <w:p w:rsidR="00B65DC9" w:rsidRDefault="00B65DC9" w:rsidP="00B65DC9">
      <w:r>
        <w:t>636.4470</w:t>
      </w:r>
      <w:r>
        <w:tab/>
        <w:t>1.013e0</w:t>
      </w:r>
    </w:p>
    <w:p w:rsidR="00B65DC9" w:rsidRDefault="00B65DC9" w:rsidP="00B65DC9">
      <w:r>
        <w:t>636.4604</w:t>
      </w:r>
      <w:r>
        <w:tab/>
        <w:t>3.038e0</w:t>
      </w:r>
    </w:p>
    <w:p w:rsidR="00B65DC9" w:rsidRDefault="00B65DC9" w:rsidP="00B65DC9">
      <w:r>
        <w:t>636.4801</w:t>
      </w:r>
      <w:r>
        <w:tab/>
        <w:t>1.013e0</w:t>
      </w:r>
    </w:p>
    <w:p w:rsidR="00B65DC9" w:rsidRDefault="00B65DC9" w:rsidP="00B65DC9">
      <w:r>
        <w:t>636.5448</w:t>
      </w:r>
      <w:r>
        <w:tab/>
        <w:t>1.013e0</w:t>
      </w:r>
    </w:p>
    <w:p w:rsidR="00B65DC9" w:rsidRDefault="00B65DC9" w:rsidP="00B65DC9">
      <w:r>
        <w:t>636.5498</w:t>
      </w:r>
      <w:r>
        <w:tab/>
        <w:t>1.013e0</w:t>
      </w:r>
    </w:p>
    <w:p w:rsidR="00B65DC9" w:rsidRDefault="00B65DC9" w:rsidP="00B65DC9">
      <w:r>
        <w:t>636.5665</w:t>
      </w:r>
      <w:r>
        <w:tab/>
        <w:t>1.025e0</w:t>
      </w:r>
    </w:p>
    <w:p w:rsidR="00B65DC9" w:rsidRDefault="00B65DC9" w:rsidP="00B65DC9">
      <w:r>
        <w:t>636.5799</w:t>
      </w:r>
      <w:r>
        <w:tab/>
        <w:t>2.025e0</w:t>
      </w:r>
    </w:p>
    <w:p w:rsidR="00B65DC9" w:rsidRDefault="00B65DC9" w:rsidP="00B65DC9">
      <w:r>
        <w:t>636.5942</w:t>
      </w:r>
      <w:r>
        <w:tab/>
        <w:t>2.025e0</w:t>
      </w:r>
    </w:p>
    <w:p w:rsidR="00B65DC9" w:rsidRDefault="00B65DC9" w:rsidP="00B65DC9">
      <w:r>
        <w:t>636.6326</w:t>
      </w:r>
      <w:r>
        <w:tab/>
        <w:t>2.025e0</w:t>
      </w:r>
    </w:p>
    <w:p w:rsidR="00B65DC9" w:rsidRDefault="00B65DC9" w:rsidP="00B65DC9">
      <w:r>
        <w:t>636.6970</w:t>
      </w:r>
      <w:r>
        <w:tab/>
        <w:t>1.013e0</w:t>
      </w:r>
    </w:p>
    <w:p w:rsidR="00B65DC9" w:rsidRDefault="00B65DC9" w:rsidP="00B65DC9">
      <w:r>
        <w:lastRenderedPageBreak/>
        <w:t>636.7247</w:t>
      </w:r>
      <w:r>
        <w:tab/>
        <w:t>1.013e0</w:t>
      </w:r>
    </w:p>
    <w:p w:rsidR="00B65DC9" w:rsidRDefault="00B65DC9" w:rsidP="00B65DC9">
      <w:r>
        <w:t>636.7344</w:t>
      </w:r>
      <w:r>
        <w:tab/>
        <w:t>2.025e0</w:t>
      </w:r>
    </w:p>
    <w:p w:rsidR="00B65DC9" w:rsidRDefault="00B65DC9" w:rsidP="00B65DC9">
      <w:r>
        <w:t>636.7630</w:t>
      </w:r>
      <w:r>
        <w:tab/>
        <w:t>1.013e0</w:t>
      </w:r>
    </w:p>
    <w:p w:rsidR="00B65DC9" w:rsidRDefault="00B65DC9" w:rsidP="00B65DC9">
      <w:r>
        <w:t>636.8303</w:t>
      </w:r>
      <w:r>
        <w:tab/>
        <w:t>1.013e0</w:t>
      </w:r>
    </w:p>
    <w:p w:rsidR="00B65DC9" w:rsidRDefault="00B65DC9" w:rsidP="00B65DC9">
      <w:r>
        <w:t>636.8383</w:t>
      </w:r>
      <w:r>
        <w:tab/>
        <w:t>1.013e0</w:t>
      </w:r>
    </w:p>
    <w:p w:rsidR="00B65DC9" w:rsidRDefault="00B65DC9" w:rsidP="00B65DC9">
      <w:r>
        <w:t>636.8842</w:t>
      </w:r>
      <w:r>
        <w:tab/>
        <w:t>1.025e0</w:t>
      </w:r>
    </w:p>
    <w:p w:rsidR="00B65DC9" w:rsidRDefault="00B65DC9" w:rsidP="00B65DC9">
      <w:r>
        <w:t>636.9343</w:t>
      </w:r>
      <w:r>
        <w:tab/>
        <w:t>1.013e0</w:t>
      </w:r>
    </w:p>
    <w:p w:rsidR="00B65DC9" w:rsidRDefault="00B65DC9" w:rsidP="00B65DC9">
      <w:r>
        <w:t>636.9869</w:t>
      </w:r>
      <w:r>
        <w:tab/>
        <w:t>1.013e0</w:t>
      </w:r>
    </w:p>
    <w:p w:rsidR="00B65DC9" w:rsidRDefault="00B65DC9" w:rsidP="00B65DC9">
      <w:r>
        <w:t>636.9890</w:t>
      </w:r>
      <w:r>
        <w:tab/>
        <w:t>4.051e0</w:t>
      </w:r>
    </w:p>
    <w:p w:rsidR="00B65DC9" w:rsidRDefault="00B65DC9" w:rsidP="00B65DC9">
      <w:r>
        <w:t>636.9905</w:t>
      </w:r>
      <w:r>
        <w:tab/>
        <w:t>1.013e0</w:t>
      </w:r>
    </w:p>
    <w:p w:rsidR="00B65DC9" w:rsidRDefault="00B65DC9" w:rsidP="00B65DC9">
      <w:r>
        <w:t>637.0294</w:t>
      </w:r>
      <w:r>
        <w:tab/>
        <w:t>2.025e0</w:t>
      </w:r>
    </w:p>
    <w:p w:rsidR="00B65DC9" w:rsidRDefault="00B65DC9" w:rsidP="00B65DC9">
      <w:r>
        <w:t>637.0449</w:t>
      </w:r>
      <w:r>
        <w:tab/>
        <w:t>1.266e-2</w:t>
      </w:r>
    </w:p>
    <w:p w:rsidR="00B65DC9" w:rsidRDefault="00B65DC9" w:rsidP="00B65DC9">
      <w:r>
        <w:t>637.0934</w:t>
      </w:r>
      <w:r>
        <w:tab/>
        <w:t>1.013e0</w:t>
      </w:r>
    </w:p>
    <w:p w:rsidR="00B65DC9" w:rsidRDefault="00B65DC9" w:rsidP="00B65DC9">
      <w:r>
        <w:t>637.1685</w:t>
      </w:r>
      <w:r>
        <w:tab/>
        <w:t>2.025e0</w:t>
      </w:r>
    </w:p>
    <w:p w:rsidR="00B65DC9" w:rsidRDefault="00B65DC9" w:rsidP="00B65DC9">
      <w:r>
        <w:t>637.1978</w:t>
      </w:r>
      <w:r>
        <w:tab/>
        <w:t>2.025e0</w:t>
      </w:r>
    </w:p>
    <w:p w:rsidR="00B65DC9" w:rsidRDefault="00B65DC9" w:rsidP="00B65DC9">
      <w:r>
        <w:t>637.2189</w:t>
      </w:r>
      <w:r>
        <w:tab/>
        <w:t>1.013e0</w:t>
      </w:r>
    </w:p>
    <w:p w:rsidR="00B65DC9" w:rsidRDefault="00B65DC9" w:rsidP="00B65DC9">
      <w:r>
        <w:t>637.2631</w:t>
      </w:r>
      <w:r>
        <w:tab/>
        <w:t>2.025e0</w:t>
      </w:r>
    </w:p>
    <w:p w:rsidR="00B65DC9" w:rsidRDefault="00B65DC9" w:rsidP="00B65DC9">
      <w:r>
        <w:t>637.2720</w:t>
      </w:r>
      <w:r>
        <w:tab/>
        <w:t>1.025e0</w:t>
      </w:r>
    </w:p>
    <w:p w:rsidR="00B65DC9" w:rsidRDefault="00B65DC9" w:rsidP="00B65DC9">
      <w:r>
        <w:t>637.2755</w:t>
      </w:r>
      <w:r>
        <w:tab/>
        <w:t>3.038e0</w:t>
      </w:r>
    </w:p>
    <w:p w:rsidR="00B65DC9" w:rsidRDefault="00B65DC9" w:rsidP="00B65DC9">
      <w:r>
        <w:lastRenderedPageBreak/>
        <w:t>637.3604</w:t>
      </w:r>
      <w:r>
        <w:tab/>
        <w:t>2.025e0</w:t>
      </w:r>
    </w:p>
    <w:p w:rsidR="00B65DC9" w:rsidRDefault="00B65DC9" w:rsidP="00B65DC9">
      <w:r>
        <w:t>637.3766</w:t>
      </w:r>
      <w:r>
        <w:tab/>
        <w:t>2.025e0</w:t>
      </w:r>
    </w:p>
    <w:p w:rsidR="00B65DC9" w:rsidRDefault="00B65DC9" w:rsidP="00B65DC9">
      <w:r>
        <w:t>637.4047</w:t>
      </w:r>
      <w:r>
        <w:tab/>
        <w:t>1.013e0</w:t>
      </w:r>
    </w:p>
    <w:p w:rsidR="00B65DC9" w:rsidRDefault="00B65DC9" w:rsidP="00B65DC9">
      <w:r>
        <w:t>637.4159</w:t>
      </w:r>
      <w:r>
        <w:tab/>
        <w:t>2.025e0</w:t>
      </w:r>
    </w:p>
    <w:p w:rsidR="00B65DC9" w:rsidRDefault="00B65DC9" w:rsidP="00B65DC9">
      <w:r>
        <w:t>637.4753</w:t>
      </w:r>
      <w:r>
        <w:tab/>
        <w:t>1.025e0</w:t>
      </w:r>
    </w:p>
    <w:p w:rsidR="00B65DC9" w:rsidRDefault="00B65DC9" w:rsidP="00B65DC9">
      <w:r>
        <w:t>637.5120</w:t>
      </w:r>
      <w:r>
        <w:tab/>
        <w:t>1.266e-2</w:t>
      </w:r>
    </w:p>
    <w:p w:rsidR="00B65DC9" w:rsidRDefault="00B65DC9" w:rsidP="00B65DC9">
      <w:r>
        <w:t>637.5563</w:t>
      </w:r>
      <w:r>
        <w:tab/>
        <w:t>1.013e0</w:t>
      </w:r>
    </w:p>
    <w:p w:rsidR="00B65DC9" w:rsidRDefault="00B65DC9" w:rsidP="00B65DC9">
      <w:r>
        <w:t>637.6180</w:t>
      </w:r>
      <w:r>
        <w:tab/>
        <w:t>1.013e0</w:t>
      </w:r>
    </w:p>
    <w:p w:rsidR="00B65DC9" w:rsidRDefault="00B65DC9" w:rsidP="00B65DC9">
      <w:r>
        <w:t>637.6973</w:t>
      </w:r>
      <w:r>
        <w:tab/>
        <w:t>2.025e0</w:t>
      </w:r>
    </w:p>
    <w:p w:rsidR="00B65DC9" w:rsidRDefault="00B65DC9" w:rsidP="00B65DC9">
      <w:r>
        <w:t>637.7139</w:t>
      </w:r>
      <w:r>
        <w:tab/>
        <w:t>2.532e-2</w:t>
      </w:r>
    </w:p>
    <w:p w:rsidR="00B65DC9" w:rsidRDefault="00B65DC9" w:rsidP="00B65DC9">
      <w:r>
        <w:t>637.7394</w:t>
      </w:r>
      <w:r>
        <w:tab/>
        <w:t>1.013e0</w:t>
      </w:r>
    </w:p>
    <w:p w:rsidR="00B65DC9" w:rsidRDefault="00B65DC9" w:rsidP="00B65DC9">
      <w:r>
        <w:t>637.7413</w:t>
      </w:r>
      <w:r>
        <w:tab/>
        <w:t>1.013e0</w:t>
      </w:r>
    </w:p>
    <w:p w:rsidR="00B65DC9" w:rsidRDefault="00B65DC9" w:rsidP="00B65DC9">
      <w:r>
        <w:t>637.8449</w:t>
      </w:r>
      <w:r>
        <w:tab/>
        <w:t>1.266e-2</w:t>
      </w:r>
    </w:p>
    <w:p w:rsidR="00B65DC9" w:rsidRDefault="00B65DC9" w:rsidP="00B65DC9">
      <w:r>
        <w:t>637.8611</w:t>
      </w:r>
      <w:r>
        <w:tab/>
        <w:t>1.013e0</w:t>
      </w:r>
    </w:p>
    <w:p w:rsidR="00B65DC9" w:rsidRDefault="00B65DC9" w:rsidP="00B65DC9">
      <w:r>
        <w:t>637.8795</w:t>
      </w:r>
      <w:r>
        <w:tab/>
        <w:t>1.013e0</w:t>
      </w:r>
    </w:p>
    <w:p w:rsidR="00B65DC9" w:rsidRDefault="00B65DC9" w:rsidP="00B65DC9">
      <w:r>
        <w:t>637.8946</w:t>
      </w:r>
      <w:r>
        <w:tab/>
        <w:t>1.266e-2</w:t>
      </w:r>
    </w:p>
    <w:p w:rsidR="00B65DC9" w:rsidRDefault="00B65DC9" w:rsidP="00B65DC9">
      <w:r>
        <w:t>637.9729</w:t>
      </w:r>
      <w:r>
        <w:tab/>
        <w:t>3.038e0</w:t>
      </w:r>
    </w:p>
    <w:p w:rsidR="00B65DC9" w:rsidRDefault="00B65DC9" w:rsidP="00B65DC9">
      <w:r>
        <w:t>637.9918</w:t>
      </w:r>
      <w:r>
        <w:tab/>
        <w:t>1.013e0</w:t>
      </w:r>
    </w:p>
    <w:p w:rsidR="00B65DC9" w:rsidRDefault="00B65DC9" w:rsidP="00B65DC9">
      <w:r>
        <w:t>638.0028</w:t>
      </w:r>
      <w:r>
        <w:tab/>
        <w:t>1.013e0</w:t>
      </w:r>
    </w:p>
    <w:p w:rsidR="00B65DC9" w:rsidRDefault="00B65DC9" w:rsidP="00B65DC9">
      <w:r>
        <w:lastRenderedPageBreak/>
        <w:t>638.0129</w:t>
      </w:r>
      <w:r>
        <w:tab/>
        <w:t>3.038e0</w:t>
      </w:r>
    </w:p>
    <w:p w:rsidR="00B65DC9" w:rsidRDefault="00B65DC9" w:rsidP="00B65DC9">
      <w:r>
        <w:t>638.0353</w:t>
      </w:r>
      <w:r>
        <w:tab/>
        <w:t>1.013e0</w:t>
      </w:r>
    </w:p>
    <w:p w:rsidR="00B65DC9" w:rsidRDefault="00B65DC9" w:rsidP="00B65DC9">
      <w:r>
        <w:t>638.0726</w:t>
      </w:r>
      <w:r>
        <w:tab/>
        <w:t>1.013e0</w:t>
      </w:r>
    </w:p>
    <w:p w:rsidR="00B65DC9" w:rsidRDefault="00B65DC9" w:rsidP="00B65DC9">
      <w:r>
        <w:t>638.0942</w:t>
      </w:r>
      <w:r>
        <w:tab/>
        <w:t>3.038e0</w:t>
      </w:r>
    </w:p>
    <w:p w:rsidR="00B65DC9" w:rsidRDefault="00B65DC9" w:rsidP="00B65DC9">
      <w:r>
        <w:t>638.1600</w:t>
      </w:r>
      <w:r>
        <w:tab/>
        <w:t>1.013e0</w:t>
      </w:r>
    </w:p>
    <w:p w:rsidR="00B65DC9" w:rsidRDefault="00B65DC9" w:rsidP="00B65DC9">
      <w:r>
        <w:t>638.2314</w:t>
      </w:r>
      <w:r>
        <w:tab/>
        <w:t>1.266e-2</w:t>
      </w:r>
    </w:p>
    <w:p w:rsidR="00B65DC9" w:rsidRDefault="00B65DC9" w:rsidP="00B65DC9">
      <w:r>
        <w:t>638.3077</w:t>
      </w:r>
      <w:r>
        <w:tab/>
        <w:t>1.013e0</w:t>
      </w:r>
    </w:p>
    <w:p w:rsidR="00B65DC9" w:rsidRDefault="00B65DC9" w:rsidP="00B65DC9">
      <w:r>
        <w:t>638.3186</w:t>
      </w:r>
      <w:r>
        <w:tab/>
        <w:t>1.025e0</w:t>
      </w:r>
    </w:p>
    <w:p w:rsidR="00B65DC9" w:rsidRDefault="00B65DC9" w:rsidP="00B65DC9">
      <w:r>
        <w:t>638.3731</w:t>
      </w:r>
      <w:r>
        <w:tab/>
        <w:t>2.025e0</w:t>
      </w:r>
    </w:p>
    <w:p w:rsidR="00B65DC9" w:rsidRDefault="00B65DC9" w:rsidP="00B65DC9">
      <w:r>
        <w:t>638.3840</w:t>
      </w:r>
      <w:r>
        <w:tab/>
        <w:t>1.013e0</w:t>
      </w:r>
    </w:p>
    <w:p w:rsidR="00B65DC9" w:rsidRDefault="00B65DC9" w:rsidP="00B65DC9">
      <w:r>
        <w:t>638.3853</w:t>
      </w:r>
      <w:r>
        <w:tab/>
        <w:t>2.025e0</w:t>
      </w:r>
    </w:p>
    <w:p w:rsidR="00B65DC9" w:rsidRDefault="00B65DC9" w:rsidP="00B65DC9">
      <w:r>
        <w:t>638.4914</w:t>
      </w:r>
      <w:r>
        <w:tab/>
        <w:t>1.025e0</w:t>
      </w:r>
    </w:p>
    <w:p w:rsidR="00B65DC9" w:rsidRDefault="00B65DC9" w:rsidP="00B65DC9">
      <w:r>
        <w:t>638.4930</w:t>
      </w:r>
      <w:r>
        <w:tab/>
        <w:t>2.025e0</w:t>
      </w:r>
    </w:p>
    <w:p w:rsidR="00B65DC9" w:rsidRDefault="00B65DC9" w:rsidP="00B65DC9">
      <w:r>
        <w:t>638.5816</w:t>
      </w:r>
      <w:r>
        <w:tab/>
        <w:t>3.038e0</w:t>
      </w:r>
    </w:p>
    <w:p w:rsidR="00B65DC9" w:rsidRDefault="00B65DC9" w:rsidP="00B65DC9">
      <w:r>
        <w:t>638.6138</w:t>
      </w:r>
      <w:r>
        <w:tab/>
        <w:t>5.063e0</w:t>
      </w:r>
    </w:p>
    <w:p w:rsidR="00B65DC9" w:rsidRDefault="00B65DC9" w:rsidP="00B65DC9">
      <w:r>
        <w:t>638.6305</w:t>
      </w:r>
      <w:r>
        <w:tab/>
        <w:t>4.600e0</w:t>
      </w:r>
    </w:p>
    <w:p w:rsidR="00B65DC9" w:rsidRDefault="00B65DC9" w:rsidP="00B65DC9">
      <w:r>
        <w:t>638.7201</w:t>
      </w:r>
      <w:r>
        <w:tab/>
        <w:t>1.013e0</w:t>
      </w:r>
    </w:p>
    <w:p w:rsidR="00B65DC9" w:rsidRDefault="00B65DC9" w:rsidP="00B65DC9">
      <w:r>
        <w:t>638.7219</w:t>
      </w:r>
      <w:r>
        <w:tab/>
        <w:t>1.013e0</w:t>
      </w:r>
    </w:p>
    <w:p w:rsidR="00B65DC9" w:rsidRDefault="00B65DC9" w:rsidP="00B65DC9">
      <w:r>
        <w:t>638.7785</w:t>
      </w:r>
      <w:r>
        <w:tab/>
        <w:t>3.038e0</w:t>
      </w:r>
    </w:p>
    <w:p w:rsidR="00B65DC9" w:rsidRDefault="00B65DC9" w:rsidP="00B65DC9">
      <w:r>
        <w:lastRenderedPageBreak/>
        <w:t>638.8076</w:t>
      </w:r>
      <w:r>
        <w:tab/>
        <w:t>1.013e0</w:t>
      </w:r>
    </w:p>
    <w:p w:rsidR="00B65DC9" w:rsidRDefault="00B65DC9" w:rsidP="00B65DC9">
      <w:r>
        <w:t>638.8249</w:t>
      </w:r>
      <w:r>
        <w:tab/>
        <w:t>1.013e0</w:t>
      </w:r>
    </w:p>
    <w:p w:rsidR="00B65DC9" w:rsidRDefault="00B65DC9" w:rsidP="00B65DC9">
      <w:r>
        <w:t>638.9503</w:t>
      </w:r>
      <w:r>
        <w:tab/>
        <w:t>1.025e0</w:t>
      </w:r>
    </w:p>
    <w:p w:rsidR="00B65DC9" w:rsidRDefault="00B65DC9" w:rsidP="00B65DC9">
      <w:r>
        <w:t>638.9836</w:t>
      </w:r>
      <w:r>
        <w:tab/>
        <w:t>2.025e0</w:t>
      </w:r>
    </w:p>
    <w:p w:rsidR="00B65DC9" w:rsidRDefault="00B65DC9" w:rsidP="00B65DC9">
      <w:r>
        <w:t>639.0048</w:t>
      </w:r>
      <w:r>
        <w:tab/>
        <w:t>3.038e0</w:t>
      </w:r>
    </w:p>
    <w:p w:rsidR="00B65DC9" w:rsidRDefault="00B65DC9" w:rsidP="00B65DC9">
      <w:r>
        <w:t>639.0582</w:t>
      </w:r>
      <w:r>
        <w:tab/>
        <w:t>3.038e0</w:t>
      </w:r>
    </w:p>
    <w:p w:rsidR="00B65DC9" w:rsidRDefault="00B65DC9" w:rsidP="00B65DC9">
      <w:r>
        <w:t>639.1263</w:t>
      </w:r>
      <w:r>
        <w:tab/>
        <w:t>2.025e0</w:t>
      </w:r>
    </w:p>
    <w:p w:rsidR="00B65DC9" w:rsidRDefault="00B65DC9" w:rsidP="00B65DC9">
      <w:r>
        <w:t>639.2182</w:t>
      </w:r>
      <w:r>
        <w:tab/>
        <w:t>2.025e0</w:t>
      </w:r>
    </w:p>
    <w:p w:rsidR="00B65DC9" w:rsidRDefault="00B65DC9" w:rsidP="00B65DC9">
      <w:r>
        <w:t>639.2488</w:t>
      </w:r>
      <w:r>
        <w:tab/>
        <w:t>5.063e0</w:t>
      </w:r>
    </w:p>
    <w:p w:rsidR="00B65DC9" w:rsidRDefault="00B65DC9" w:rsidP="00B65DC9">
      <w:r>
        <w:t>639.2686</w:t>
      </w:r>
      <w:r>
        <w:tab/>
        <w:t>3.038e0</w:t>
      </w:r>
    </w:p>
    <w:p w:rsidR="00B65DC9" w:rsidRDefault="00B65DC9" w:rsidP="00B65DC9">
      <w:r>
        <w:t>639.3328</w:t>
      </w:r>
      <w:r>
        <w:tab/>
        <w:t>1.013e0</w:t>
      </w:r>
    </w:p>
    <w:p w:rsidR="00B65DC9" w:rsidRDefault="00B65DC9" w:rsidP="00B65DC9">
      <w:r>
        <w:t>639.3668</w:t>
      </w:r>
      <w:r>
        <w:tab/>
        <w:t>2.025e0</w:t>
      </w:r>
    </w:p>
    <w:p w:rsidR="00B65DC9" w:rsidRDefault="00B65DC9" w:rsidP="00B65DC9">
      <w:r>
        <w:t>639.3683</w:t>
      </w:r>
      <w:r>
        <w:tab/>
        <w:t>1.013e0</w:t>
      </w:r>
    </w:p>
    <w:p w:rsidR="00B65DC9" w:rsidRDefault="00B65DC9" w:rsidP="00B65DC9">
      <w:r>
        <w:t>639.4368</w:t>
      </w:r>
      <w:r>
        <w:tab/>
        <w:t>1.013e0</w:t>
      </w:r>
    </w:p>
    <w:p w:rsidR="00B65DC9" w:rsidRDefault="00B65DC9" w:rsidP="00B65DC9">
      <w:r>
        <w:t>639.4419</w:t>
      </w:r>
      <w:r>
        <w:tab/>
        <w:t>1.266e-2</w:t>
      </w:r>
    </w:p>
    <w:p w:rsidR="00B65DC9" w:rsidRDefault="00B65DC9" w:rsidP="00B65DC9">
      <w:r>
        <w:t>639.4459</w:t>
      </w:r>
      <w:r>
        <w:tab/>
        <w:t>2.025e0</w:t>
      </w:r>
    </w:p>
    <w:p w:rsidR="00B65DC9" w:rsidRDefault="00B65DC9" w:rsidP="00B65DC9">
      <w:r>
        <w:t>639.4557</w:t>
      </w:r>
      <w:r>
        <w:tab/>
        <w:t>1.013e0</w:t>
      </w:r>
    </w:p>
    <w:p w:rsidR="00B65DC9" w:rsidRDefault="00B65DC9" w:rsidP="00B65DC9">
      <w:r>
        <w:t>639.5292</w:t>
      </w:r>
      <w:r>
        <w:tab/>
        <w:t>1.013e0</w:t>
      </w:r>
    </w:p>
    <w:p w:rsidR="00B65DC9" w:rsidRDefault="00B65DC9" w:rsidP="00B65DC9">
      <w:r>
        <w:t>639.5424</w:t>
      </w:r>
      <w:r>
        <w:tab/>
        <w:t>1.013e0</w:t>
      </w:r>
    </w:p>
    <w:p w:rsidR="00B65DC9" w:rsidRDefault="00B65DC9" w:rsidP="00B65DC9">
      <w:r>
        <w:lastRenderedPageBreak/>
        <w:t>639.6181</w:t>
      </w:r>
      <w:r>
        <w:tab/>
        <w:t>3.038e0</w:t>
      </w:r>
    </w:p>
    <w:p w:rsidR="00B65DC9" w:rsidRDefault="00B65DC9" w:rsidP="00B65DC9">
      <w:r>
        <w:t>639.7696</w:t>
      </w:r>
      <w:r>
        <w:tab/>
        <w:t>1.013e0</w:t>
      </w:r>
    </w:p>
    <w:p w:rsidR="00B65DC9" w:rsidRDefault="00B65DC9" w:rsidP="00B65DC9">
      <w:r>
        <w:t>639.7913</w:t>
      </w:r>
      <w:r>
        <w:tab/>
        <w:t>1.013e0</w:t>
      </w:r>
    </w:p>
    <w:p w:rsidR="00B65DC9" w:rsidRDefault="00B65DC9" w:rsidP="00B65DC9">
      <w:r>
        <w:t>639.8563</w:t>
      </w:r>
      <w:r>
        <w:tab/>
        <w:t>1.013e0</w:t>
      </w:r>
    </w:p>
    <w:p w:rsidR="00B65DC9" w:rsidRDefault="00B65DC9" w:rsidP="00B65DC9">
      <w:r>
        <w:t>639.8658</w:t>
      </w:r>
      <w:r>
        <w:tab/>
        <w:t>2.025e0</w:t>
      </w:r>
    </w:p>
    <w:p w:rsidR="00B65DC9" w:rsidRDefault="00B65DC9" w:rsidP="00B65DC9">
      <w:r>
        <w:t>639.9005</w:t>
      </w:r>
      <w:r>
        <w:tab/>
        <w:t>1.013e0</w:t>
      </w:r>
    </w:p>
    <w:p w:rsidR="00B65DC9" w:rsidRDefault="00B65DC9" w:rsidP="00B65DC9">
      <w:r>
        <w:t>639.9114</w:t>
      </w:r>
      <w:r>
        <w:tab/>
        <w:t>1.013e0</w:t>
      </w:r>
    </w:p>
    <w:p w:rsidR="00B65DC9" w:rsidRDefault="00B65DC9" w:rsidP="00B65DC9">
      <w:r>
        <w:t>640.0151</w:t>
      </w:r>
      <w:r>
        <w:tab/>
        <w:t>1.013e0</w:t>
      </w:r>
    </w:p>
    <w:p w:rsidR="00B65DC9" w:rsidRDefault="00B65DC9" w:rsidP="00B65DC9">
      <w:r>
        <w:t>640.0950</w:t>
      </w:r>
      <w:r>
        <w:tab/>
        <w:t>2.025e0</w:t>
      </w:r>
    </w:p>
    <w:p w:rsidR="00B65DC9" w:rsidRDefault="00B65DC9" w:rsidP="00B65DC9">
      <w:r>
        <w:t>640.1017</w:t>
      </w:r>
      <w:r>
        <w:tab/>
        <w:t>1.266e-2</w:t>
      </w:r>
    </w:p>
    <w:p w:rsidR="00B65DC9" w:rsidRDefault="00B65DC9" w:rsidP="00B65DC9">
      <w:r>
        <w:t>640.1121</w:t>
      </w:r>
      <w:r>
        <w:tab/>
        <w:t>2.025e0</w:t>
      </w:r>
    </w:p>
    <w:p w:rsidR="00B65DC9" w:rsidRDefault="00B65DC9" w:rsidP="00B65DC9">
      <w:r>
        <w:t>640.2571</w:t>
      </w:r>
      <w:r>
        <w:tab/>
        <w:t>3.051e0</w:t>
      </w:r>
    </w:p>
    <w:p w:rsidR="00B65DC9" w:rsidRDefault="00B65DC9" w:rsidP="00B65DC9">
      <w:r>
        <w:t>640.2621</w:t>
      </w:r>
      <w:r>
        <w:tab/>
        <w:t>3.038e0</w:t>
      </w:r>
    </w:p>
    <w:p w:rsidR="00B65DC9" w:rsidRDefault="00B65DC9" w:rsidP="00B65DC9">
      <w:r>
        <w:t>640.2786</w:t>
      </w:r>
      <w:r>
        <w:tab/>
        <w:t>5.076e0</w:t>
      </w:r>
    </w:p>
    <w:p w:rsidR="00B65DC9" w:rsidRDefault="00B65DC9" w:rsidP="00B65DC9">
      <w:r>
        <w:t>640.3303</w:t>
      </w:r>
      <w:r>
        <w:tab/>
        <w:t>3.038e0</w:t>
      </w:r>
    </w:p>
    <w:p w:rsidR="00B65DC9" w:rsidRDefault="00B65DC9" w:rsidP="00B65DC9">
      <w:r>
        <w:t>640.3644</w:t>
      </w:r>
      <w:r>
        <w:tab/>
        <w:t>2.051e0</w:t>
      </w:r>
    </w:p>
    <w:p w:rsidR="00B65DC9" w:rsidRDefault="00B65DC9" w:rsidP="00B65DC9">
      <w:r>
        <w:t>640.3821</w:t>
      </w:r>
      <w:r>
        <w:tab/>
        <w:t>2.091e0</w:t>
      </w:r>
    </w:p>
    <w:p w:rsidR="00B65DC9" w:rsidRDefault="00B65DC9" w:rsidP="00B65DC9">
      <w:r>
        <w:t>640.3985</w:t>
      </w:r>
      <w:r>
        <w:tab/>
        <w:t>1.266e-2</w:t>
      </w:r>
    </w:p>
    <w:p w:rsidR="00B65DC9" w:rsidRDefault="00B65DC9" w:rsidP="00B65DC9">
      <w:r>
        <w:t>640.4302</w:t>
      </w:r>
      <w:r>
        <w:tab/>
        <w:t>2.025e0</w:t>
      </w:r>
    </w:p>
    <w:p w:rsidR="00B65DC9" w:rsidRDefault="00B65DC9" w:rsidP="00B65DC9">
      <w:r>
        <w:lastRenderedPageBreak/>
        <w:t>640.4568</w:t>
      </w:r>
      <w:r>
        <w:tab/>
        <w:t>1.038e0</w:t>
      </w:r>
    </w:p>
    <w:p w:rsidR="00B65DC9" w:rsidRDefault="00B65DC9" w:rsidP="00B65DC9">
      <w:r>
        <w:t>640.5388</w:t>
      </w:r>
      <w:r>
        <w:tab/>
        <w:t>1.038e0</w:t>
      </w:r>
    </w:p>
    <w:p w:rsidR="00B65DC9" w:rsidRDefault="00B65DC9" w:rsidP="00B65DC9">
      <w:r>
        <w:t>640.5561</w:t>
      </w:r>
      <w:r>
        <w:tab/>
        <w:t>2.025e0</w:t>
      </w:r>
    </w:p>
    <w:p w:rsidR="00B65DC9" w:rsidRDefault="00B65DC9" w:rsidP="00B65DC9">
      <w:r>
        <w:t>640.5999</w:t>
      </w:r>
      <w:r>
        <w:tab/>
        <w:t>1.013e0</w:t>
      </w:r>
    </w:p>
    <w:p w:rsidR="00B65DC9" w:rsidRDefault="00B65DC9" w:rsidP="00B65DC9">
      <w:r>
        <w:t>640.6089</w:t>
      </w:r>
      <w:r>
        <w:tab/>
        <w:t>1.013e0</w:t>
      </w:r>
    </w:p>
    <w:p w:rsidR="00B65DC9" w:rsidRDefault="00B65DC9" w:rsidP="00B65DC9">
      <w:r>
        <w:t>640.6655</w:t>
      </w:r>
      <w:r>
        <w:tab/>
        <w:t>1.266e-2</w:t>
      </w:r>
    </w:p>
    <w:p w:rsidR="00B65DC9" w:rsidRDefault="00B65DC9" w:rsidP="00B65DC9">
      <w:r>
        <w:t>640.7664</w:t>
      </w:r>
      <w:r>
        <w:tab/>
        <w:t>1.013e0</w:t>
      </w:r>
    </w:p>
    <w:p w:rsidR="00B65DC9" w:rsidRDefault="00B65DC9" w:rsidP="00B65DC9">
      <w:r>
        <w:t>640.8513</w:t>
      </w:r>
      <w:r>
        <w:tab/>
        <w:t>3.051e0</w:t>
      </w:r>
    </w:p>
    <w:p w:rsidR="00B65DC9" w:rsidRDefault="00B65DC9" w:rsidP="00B65DC9">
      <w:r>
        <w:t>640.9239</w:t>
      </w:r>
      <w:r>
        <w:tab/>
        <w:t>1.266e-2</w:t>
      </w:r>
    </w:p>
    <w:p w:rsidR="00B65DC9" w:rsidRDefault="00B65DC9" w:rsidP="00B65DC9">
      <w:r>
        <w:t>640.9927</w:t>
      </w:r>
      <w:r>
        <w:tab/>
        <w:t>1.266e-2</w:t>
      </w:r>
    </w:p>
    <w:p w:rsidR="00B65DC9" w:rsidRDefault="00B65DC9" w:rsidP="00B65DC9">
      <w:r>
        <w:t>641.0072</w:t>
      </w:r>
      <w:r>
        <w:tab/>
        <w:t>2.025e0</w:t>
      </w:r>
    </w:p>
    <w:p w:rsidR="00B65DC9" w:rsidRDefault="00B65DC9" w:rsidP="00B65DC9">
      <w:r>
        <w:t>641.0452</w:t>
      </w:r>
      <w:r>
        <w:tab/>
        <w:t>1.013e0</w:t>
      </w:r>
    </w:p>
    <w:p w:rsidR="00B65DC9" w:rsidRDefault="00B65DC9" w:rsidP="00B65DC9">
      <w:r>
        <w:t>641.1160</w:t>
      </w:r>
      <w:r>
        <w:tab/>
        <w:t>1.013e0</w:t>
      </w:r>
    </w:p>
    <w:p w:rsidR="00B65DC9" w:rsidRDefault="00B65DC9" w:rsidP="00B65DC9">
      <w:r>
        <w:t>641.1854</w:t>
      </w:r>
      <w:r>
        <w:tab/>
        <w:t>2.025e0</w:t>
      </w:r>
    </w:p>
    <w:p w:rsidR="00B65DC9" w:rsidRDefault="00B65DC9" w:rsidP="00B65DC9">
      <w:r>
        <w:t>641.2097</w:t>
      </w:r>
      <w:r>
        <w:tab/>
        <w:t>2.532e-2</w:t>
      </w:r>
    </w:p>
    <w:p w:rsidR="00B65DC9" w:rsidRDefault="00B65DC9" w:rsidP="00B65DC9">
      <w:r>
        <w:t>641.2231</w:t>
      </w:r>
      <w:r>
        <w:tab/>
        <w:t>1.025e0</w:t>
      </w:r>
    </w:p>
    <w:p w:rsidR="00B65DC9" w:rsidRDefault="00B65DC9" w:rsidP="00B65DC9">
      <w:r>
        <w:t>641.2908</w:t>
      </w:r>
      <w:r>
        <w:tab/>
        <w:t>3.038e0</w:t>
      </w:r>
    </w:p>
    <w:p w:rsidR="00B65DC9" w:rsidRDefault="00B65DC9" w:rsidP="00B65DC9">
      <w:r>
        <w:t>641.2979</w:t>
      </w:r>
      <w:r>
        <w:tab/>
        <w:t>2.025e0</w:t>
      </w:r>
    </w:p>
    <w:p w:rsidR="00B65DC9" w:rsidRDefault="00B65DC9" w:rsidP="00B65DC9">
      <w:r>
        <w:t>641.3184</w:t>
      </w:r>
      <w:r>
        <w:tab/>
        <w:t>2.025e0</w:t>
      </w:r>
    </w:p>
    <w:p w:rsidR="00B65DC9" w:rsidRDefault="00B65DC9" w:rsidP="00B65DC9">
      <w:r>
        <w:lastRenderedPageBreak/>
        <w:t>641.3437</w:t>
      </w:r>
      <w:r>
        <w:tab/>
        <w:t>1.013e0</w:t>
      </w:r>
    </w:p>
    <w:p w:rsidR="00B65DC9" w:rsidRDefault="00B65DC9" w:rsidP="00B65DC9">
      <w:r>
        <w:t>641.3768</w:t>
      </w:r>
      <w:r>
        <w:tab/>
        <w:t>1.038e0</w:t>
      </w:r>
    </w:p>
    <w:p w:rsidR="00B65DC9" w:rsidRDefault="00B65DC9" w:rsidP="00B65DC9">
      <w:r>
        <w:t>641.3957</w:t>
      </w:r>
      <w:r>
        <w:tab/>
        <w:t>1.266e-2</w:t>
      </w:r>
    </w:p>
    <w:p w:rsidR="00B65DC9" w:rsidRDefault="00B65DC9" w:rsidP="00B65DC9">
      <w:r>
        <w:t>641.4524</w:t>
      </w:r>
      <w:r>
        <w:tab/>
        <w:t>2.025e0</w:t>
      </w:r>
    </w:p>
    <w:p w:rsidR="00B65DC9" w:rsidRDefault="00B65DC9" w:rsidP="00B65DC9">
      <w:r>
        <w:t>641.4572</w:t>
      </w:r>
      <w:r>
        <w:tab/>
        <w:t>3.038e0</w:t>
      </w:r>
    </w:p>
    <w:p w:rsidR="00B65DC9" w:rsidRDefault="00B65DC9" w:rsidP="00B65DC9">
      <w:r>
        <w:t>641.4750</w:t>
      </w:r>
      <w:r>
        <w:tab/>
        <w:t>1.266e-2</w:t>
      </w:r>
    </w:p>
    <w:p w:rsidR="00B65DC9" w:rsidRDefault="00B65DC9" w:rsidP="00B65DC9">
      <w:r>
        <w:t>641.5068</w:t>
      </w:r>
      <w:r>
        <w:tab/>
        <w:t>2.025e0</w:t>
      </w:r>
    </w:p>
    <w:p w:rsidR="00B65DC9" w:rsidRDefault="00B65DC9" w:rsidP="00B65DC9">
      <w:r>
        <w:t>641.5408</w:t>
      </w:r>
      <w:r>
        <w:tab/>
        <w:t>1.266e-2</w:t>
      </w:r>
    </w:p>
    <w:p w:rsidR="00B65DC9" w:rsidRDefault="00B65DC9" w:rsidP="00B65DC9">
      <w:r>
        <w:t>641.5736</w:t>
      </w:r>
      <w:r>
        <w:tab/>
        <w:t>1.013e0</w:t>
      </w:r>
    </w:p>
    <w:p w:rsidR="00B65DC9" w:rsidRDefault="00B65DC9" w:rsidP="00B65DC9">
      <w:r>
        <w:t>641.6159</w:t>
      </w:r>
      <w:r>
        <w:tab/>
        <w:t>1.025e0</w:t>
      </w:r>
    </w:p>
    <w:p w:rsidR="00B65DC9" w:rsidRDefault="00B65DC9" w:rsidP="00B65DC9">
      <w:r>
        <w:t>641.6174</w:t>
      </w:r>
      <w:r>
        <w:tab/>
        <w:t>1.013e0</w:t>
      </w:r>
    </w:p>
    <w:p w:rsidR="00B65DC9" w:rsidRDefault="00B65DC9" w:rsidP="00B65DC9">
      <w:r>
        <w:t>641.8372</w:t>
      </w:r>
      <w:r>
        <w:tab/>
        <w:t>1.013e0</w:t>
      </w:r>
    </w:p>
    <w:p w:rsidR="00B65DC9" w:rsidRDefault="00B65DC9" w:rsidP="00B65DC9">
      <w:r>
        <w:t>641.8474</w:t>
      </w:r>
      <w:r>
        <w:tab/>
        <w:t>1.013e0</w:t>
      </w:r>
    </w:p>
    <w:p w:rsidR="00B65DC9" w:rsidRDefault="00B65DC9" w:rsidP="00B65DC9">
      <w:r>
        <w:t>641.8583</w:t>
      </w:r>
      <w:r>
        <w:tab/>
        <w:t>2.532e-2</w:t>
      </w:r>
    </w:p>
    <w:p w:rsidR="00B65DC9" w:rsidRDefault="00B65DC9" w:rsidP="00B65DC9">
      <w:r>
        <w:t>641.9194</w:t>
      </w:r>
      <w:r>
        <w:tab/>
        <w:t>1.266e-2</w:t>
      </w:r>
    </w:p>
    <w:p w:rsidR="00B65DC9" w:rsidRDefault="00B65DC9" w:rsidP="00B65DC9">
      <w:r>
        <w:t>641.9468</w:t>
      </w:r>
      <w:r>
        <w:tab/>
        <w:t>1.013e0</w:t>
      </w:r>
    </w:p>
    <w:p w:rsidR="00B65DC9" w:rsidRDefault="00B65DC9" w:rsidP="00B65DC9">
      <w:r>
        <w:t>641.9722</w:t>
      </w:r>
      <w:r>
        <w:tab/>
        <w:t>1.013e0</w:t>
      </w:r>
    </w:p>
    <w:p w:rsidR="00B65DC9" w:rsidRDefault="00B65DC9" w:rsidP="00B65DC9">
      <w:r>
        <w:t>642.0007</w:t>
      </w:r>
      <w:r>
        <w:tab/>
        <w:t>1.013e0</w:t>
      </w:r>
    </w:p>
    <w:p w:rsidR="00B65DC9" w:rsidRDefault="00B65DC9" w:rsidP="00B65DC9">
      <w:r>
        <w:t>642.0884</w:t>
      </w:r>
      <w:r>
        <w:tab/>
        <w:t>1.266e-2</w:t>
      </w:r>
    </w:p>
    <w:p w:rsidR="00B65DC9" w:rsidRDefault="00B65DC9" w:rsidP="00B65DC9">
      <w:r>
        <w:lastRenderedPageBreak/>
        <w:t>642.1331</w:t>
      </w:r>
      <w:r>
        <w:tab/>
        <w:t>1.013e0</w:t>
      </w:r>
    </w:p>
    <w:p w:rsidR="00B65DC9" w:rsidRDefault="00B65DC9" w:rsidP="00B65DC9">
      <w:r>
        <w:t>642.1711</w:t>
      </w:r>
      <w:r>
        <w:tab/>
        <w:t>2.025e0</w:t>
      </w:r>
    </w:p>
    <w:p w:rsidR="00B65DC9" w:rsidRDefault="00B65DC9" w:rsidP="00B65DC9">
      <w:r>
        <w:t>642.1813</w:t>
      </w:r>
      <w:r>
        <w:tab/>
        <w:t>2.038e0</w:t>
      </w:r>
    </w:p>
    <w:p w:rsidR="00B65DC9" w:rsidRDefault="00B65DC9" w:rsidP="00B65DC9">
      <w:r>
        <w:t>642.2052</w:t>
      </w:r>
      <w:r>
        <w:tab/>
        <w:t>4.051e0</w:t>
      </w:r>
    </w:p>
    <w:p w:rsidR="00B65DC9" w:rsidRDefault="00B65DC9" w:rsidP="00B65DC9">
      <w:r>
        <w:t>642.2308</w:t>
      </w:r>
      <w:r>
        <w:tab/>
        <w:t>1.013e0</w:t>
      </w:r>
    </w:p>
    <w:p w:rsidR="00B65DC9" w:rsidRDefault="00B65DC9" w:rsidP="00B65DC9">
      <w:r>
        <w:t>642.2511</w:t>
      </w:r>
      <w:r>
        <w:tab/>
        <w:t>1.013e0</w:t>
      </w:r>
    </w:p>
    <w:p w:rsidR="00B65DC9" w:rsidRDefault="00B65DC9" w:rsidP="00B65DC9">
      <w:r>
        <w:t>642.3295</w:t>
      </w:r>
      <w:r>
        <w:tab/>
        <w:t>1.266e-2</w:t>
      </w:r>
    </w:p>
    <w:p w:rsidR="00B65DC9" w:rsidRDefault="00B65DC9" w:rsidP="00B65DC9">
      <w:r>
        <w:t>642.4536</w:t>
      </w:r>
      <w:r>
        <w:tab/>
        <w:t>2.025e0</w:t>
      </w:r>
    </w:p>
    <w:p w:rsidR="00B65DC9" w:rsidRDefault="00B65DC9" w:rsidP="00B65DC9">
      <w:r>
        <w:t>642.4827</w:t>
      </w:r>
      <w:r>
        <w:tab/>
        <w:t>3.076e0</w:t>
      </w:r>
    </w:p>
    <w:p w:rsidR="00B65DC9" w:rsidRDefault="00B65DC9" w:rsidP="00B65DC9">
      <w:r>
        <w:t>642.5386</w:t>
      </w:r>
      <w:r>
        <w:tab/>
        <w:t>1.013e0</w:t>
      </w:r>
    </w:p>
    <w:p w:rsidR="00B65DC9" w:rsidRDefault="00B65DC9" w:rsidP="00B65DC9">
      <w:r>
        <w:t>642.5659</w:t>
      </w:r>
      <w:r>
        <w:tab/>
        <w:t>1.013e0</w:t>
      </w:r>
    </w:p>
    <w:p w:rsidR="00B65DC9" w:rsidRDefault="00B65DC9" w:rsidP="00B65DC9">
      <w:r>
        <w:t>642.6006</w:t>
      </w:r>
      <w:r>
        <w:tab/>
        <w:t>1.013e0</w:t>
      </w:r>
    </w:p>
    <w:p w:rsidR="00B65DC9" w:rsidRDefault="00B65DC9" w:rsidP="00B65DC9">
      <w:r>
        <w:t>642.6474</w:t>
      </w:r>
      <w:r>
        <w:tab/>
        <w:t>1.013e0</w:t>
      </w:r>
    </w:p>
    <w:p w:rsidR="00B65DC9" w:rsidRDefault="00B65DC9" w:rsidP="00B65DC9">
      <w:r>
        <w:t>642.6697</w:t>
      </w:r>
      <w:r>
        <w:tab/>
        <w:t>2.025e0</w:t>
      </w:r>
    </w:p>
    <w:p w:rsidR="00B65DC9" w:rsidRDefault="00B65DC9" w:rsidP="00B65DC9">
      <w:r>
        <w:t>642.7242</w:t>
      </w:r>
      <w:r>
        <w:tab/>
        <w:t>1.013e0</w:t>
      </w:r>
    </w:p>
    <w:p w:rsidR="00B65DC9" w:rsidRDefault="00B65DC9" w:rsidP="00B65DC9">
      <w:r>
        <w:t>642.7596</w:t>
      </w:r>
      <w:r>
        <w:tab/>
        <w:t>1.013e0</w:t>
      </w:r>
    </w:p>
    <w:p w:rsidR="00B65DC9" w:rsidRDefault="00B65DC9" w:rsidP="00B65DC9">
      <w:r>
        <w:t>642.7900</w:t>
      </w:r>
      <w:r>
        <w:tab/>
        <w:t>1.013e0</w:t>
      </w:r>
    </w:p>
    <w:p w:rsidR="00B65DC9" w:rsidRDefault="00B65DC9" w:rsidP="00B65DC9">
      <w:r>
        <w:t>642.9119</w:t>
      </w:r>
      <w:r>
        <w:tab/>
        <w:t>2.025e0</w:t>
      </w:r>
    </w:p>
    <w:p w:rsidR="00B65DC9" w:rsidRDefault="00B65DC9" w:rsidP="00B65DC9">
      <w:r>
        <w:t>642.9330</w:t>
      </w:r>
      <w:r>
        <w:tab/>
        <w:t>2.025e0</w:t>
      </w:r>
    </w:p>
    <w:p w:rsidR="00B65DC9" w:rsidRDefault="00B65DC9" w:rsidP="00B65DC9">
      <w:r>
        <w:lastRenderedPageBreak/>
        <w:t>642.9850</w:t>
      </w:r>
      <w:r>
        <w:tab/>
        <w:t>1.266e-2</w:t>
      </w:r>
    </w:p>
    <w:p w:rsidR="00B65DC9" w:rsidRDefault="00B65DC9" w:rsidP="00B65DC9">
      <w:r>
        <w:t>642.9984</w:t>
      </w:r>
      <w:r>
        <w:tab/>
        <w:t>1.266e-2</w:t>
      </w:r>
    </w:p>
    <w:p w:rsidR="00B65DC9" w:rsidRDefault="00B65DC9" w:rsidP="00B65DC9">
      <w:r>
        <w:t>643.0274</w:t>
      </w:r>
      <w:r>
        <w:tab/>
        <w:t>2.025e0</w:t>
      </w:r>
    </w:p>
    <w:p w:rsidR="00B65DC9" w:rsidRDefault="00B65DC9" w:rsidP="00B65DC9">
      <w:r>
        <w:t>643.0905</w:t>
      </w:r>
      <w:r>
        <w:tab/>
        <w:t>1.266e-2</w:t>
      </w:r>
    </w:p>
    <w:p w:rsidR="00B65DC9" w:rsidRDefault="00B65DC9" w:rsidP="00B65DC9">
      <w:r>
        <w:t>643.0980</w:t>
      </w:r>
      <w:r>
        <w:tab/>
        <w:t>1.013e0</w:t>
      </w:r>
    </w:p>
    <w:p w:rsidR="00B65DC9" w:rsidRDefault="00B65DC9" w:rsidP="00B65DC9">
      <w:r>
        <w:t>643.1191</w:t>
      </w:r>
      <w:r>
        <w:tab/>
        <w:t>1.013e0</w:t>
      </w:r>
    </w:p>
    <w:p w:rsidR="00B65DC9" w:rsidRDefault="00B65DC9" w:rsidP="00B65DC9">
      <w:r>
        <w:t>643.1411</w:t>
      </w:r>
      <w:r>
        <w:tab/>
        <w:t>1.013e0</w:t>
      </w:r>
    </w:p>
    <w:p w:rsidR="00B65DC9" w:rsidRDefault="00B65DC9" w:rsidP="00B65DC9">
      <w:r>
        <w:t>643.2305</w:t>
      </w:r>
      <w:r>
        <w:tab/>
        <w:t>1.266e-2</w:t>
      </w:r>
    </w:p>
    <w:p w:rsidR="00B65DC9" w:rsidRDefault="00B65DC9" w:rsidP="00B65DC9">
      <w:r>
        <w:t>643.2399</w:t>
      </w:r>
      <w:r>
        <w:tab/>
        <w:t>1.266e-2</w:t>
      </w:r>
    </w:p>
    <w:p w:rsidR="00B65DC9" w:rsidRDefault="00B65DC9" w:rsidP="00B65DC9">
      <w:r>
        <w:t>643.2584</w:t>
      </w:r>
      <w:r>
        <w:tab/>
        <w:t>4.051e0</w:t>
      </w:r>
    </w:p>
    <w:p w:rsidR="00B65DC9" w:rsidRDefault="00B65DC9" w:rsidP="00B65DC9">
      <w:r>
        <w:t>643.2618</w:t>
      </w:r>
      <w:r>
        <w:tab/>
        <w:t>1.266e-2</w:t>
      </w:r>
    </w:p>
    <w:p w:rsidR="00B65DC9" w:rsidRDefault="00B65DC9" w:rsidP="00B65DC9">
      <w:r>
        <w:t>643.3167</w:t>
      </w:r>
      <w:r>
        <w:tab/>
        <w:t>1.266e-2</w:t>
      </w:r>
    </w:p>
    <w:p w:rsidR="00B65DC9" w:rsidRDefault="00B65DC9" w:rsidP="00B65DC9">
      <w:r>
        <w:t>643.3527</w:t>
      </w:r>
      <w:r>
        <w:tab/>
        <w:t>1.013e0</w:t>
      </w:r>
    </w:p>
    <w:p w:rsidR="00B65DC9" w:rsidRDefault="00B65DC9" w:rsidP="00B65DC9">
      <w:r>
        <w:t>643.3606</w:t>
      </w:r>
      <w:r>
        <w:tab/>
        <w:t>1.266e-2</w:t>
      </w:r>
    </w:p>
    <w:p w:rsidR="00B65DC9" w:rsidRDefault="00B65DC9" w:rsidP="00B65DC9">
      <w:r>
        <w:t>643.4748</w:t>
      </w:r>
      <w:r>
        <w:tab/>
        <w:t>2.025e0</w:t>
      </w:r>
    </w:p>
    <w:p w:rsidR="00B65DC9" w:rsidRDefault="00B65DC9" w:rsidP="00B65DC9">
      <w:r>
        <w:t>643.4986</w:t>
      </w:r>
      <w:r>
        <w:tab/>
        <w:t>2.025e0</w:t>
      </w:r>
    </w:p>
    <w:p w:rsidR="00B65DC9" w:rsidRDefault="00B65DC9" w:rsidP="00B65DC9">
      <w:r>
        <w:t>643.5033</w:t>
      </w:r>
      <w:r>
        <w:tab/>
        <w:t>2.025e0</w:t>
      </w:r>
    </w:p>
    <w:p w:rsidR="00B65DC9" w:rsidRDefault="00B65DC9" w:rsidP="00B65DC9">
      <w:r>
        <w:t>643.5187</w:t>
      </w:r>
      <w:r>
        <w:tab/>
        <w:t>4.051e0</w:t>
      </w:r>
    </w:p>
    <w:p w:rsidR="00B65DC9" w:rsidRDefault="00B65DC9" w:rsidP="00B65DC9">
      <w:r>
        <w:t>643.6469</w:t>
      </w:r>
      <w:r>
        <w:tab/>
        <w:t>1.013e0</w:t>
      </w:r>
    </w:p>
    <w:p w:rsidR="00B65DC9" w:rsidRDefault="00B65DC9" w:rsidP="00B65DC9">
      <w:r>
        <w:lastRenderedPageBreak/>
        <w:t>643.6663</w:t>
      </w:r>
      <w:r>
        <w:tab/>
        <w:t>1.013e0</w:t>
      </w:r>
    </w:p>
    <w:p w:rsidR="00B65DC9" w:rsidRDefault="00B65DC9" w:rsidP="00B65DC9">
      <w:r>
        <w:t>643.6904</w:t>
      </w:r>
      <w:r>
        <w:tab/>
        <w:t>2.025e0</w:t>
      </w:r>
    </w:p>
    <w:p w:rsidR="00B65DC9" w:rsidRDefault="00B65DC9" w:rsidP="00B65DC9">
      <w:r>
        <w:t>643.7886</w:t>
      </w:r>
      <w:r>
        <w:tab/>
        <w:t>1.266e-2</w:t>
      </w:r>
    </w:p>
    <w:p w:rsidR="00B65DC9" w:rsidRDefault="00B65DC9" w:rsidP="00B65DC9">
      <w:r>
        <w:t>643.8062</w:t>
      </w:r>
      <w:r>
        <w:tab/>
        <w:t>1.266e-2</w:t>
      </w:r>
    </w:p>
    <w:p w:rsidR="00B65DC9" w:rsidRDefault="00B65DC9" w:rsidP="00B65DC9">
      <w:r>
        <w:t>643.8776</w:t>
      </w:r>
      <w:r>
        <w:tab/>
        <w:t>1.025e0</w:t>
      </w:r>
    </w:p>
    <w:p w:rsidR="00B65DC9" w:rsidRDefault="00B65DC9" w:rsidP="00B65DC9">
      <w:r>
        <w:t>643.8877</w:t>
      </w:r>
      <w:r>
        <w:tab/>
        <w:t>1.013e0</w:t>
      </w:r>
    </w:p>
    <w:p w:rsidR="00B65DC9" w:rsidRDefault="00B65DC9" w:rsidP="00B65DC9">
      <w:r>
        <w:t>643.8940</w:t>
      </w:r>
      <w:r>
        <w:tab/>
        <w:t>2.025e0</w:t>
      </w:r>
    </w:p>
    <w:p w:rsidR="00B65DC9" w:rsidRDefault="00B65DC9" w:rsidP="00B65DC9">
      <w:r>
        <w:t>643.9150</w:t>
      </w:r>
      <w:r>
        <w:tab/>
        <w:t>2.025e0</w:t>
      </w:r>
    </w:p>
    <w:p w:rsidR="00B65DC9" w:rsidRDefault="00B65DC9" w:rsidP="00B65DC9">
      <w:r>
        <w:t>643.9573</w:t>
      </w:r>
      <w:r>
        <w:tab/>
        <w:t>2.025e0</w:t>
      </w:r>
    </w:p>
    <w:p w:rsidR="00B65DC9" w:rsidRDefault="00B65DC9" w:rsidP="00B65DC9">
      <w:r>
        <w:t>643.9756</w:t>
      </w:r>
      <w:r>
        <w:tab/>
        <w:t>1.013e0</w:t>
      </w:r>
    </w:p>
    <w:p w:rsidR="00B65DC9" w:rsidRDefault="00B65DC9" w:rsidP="00B65DC9">
      <w:r>
        <w:t>644.0635</w:t>
      </w:r>
      <w:r>
        <w:tab/>
        <w:t>1.013e0</w:t>
      </w:r>
    </w:p>
    <w:p w:rsidR="00B65DC9" w:rsidRDefault="00B65DC9" w:rsidP="00B65DC9">
      <w:r>
        <w:t>644.1282</w:t>
      </w:r>
      <w:r>
        <w:tab/>
        <w:t>2.025e0</w:t>
      </w:r>
    </w:p>
    <w:p w:rsidR="00B65DC9" w:rsidRDefault="00B65DC9" w:rsidP="00B65DC9">
      <w:r>
        <w:t>644.1295</w:t>
      </w:r>
      <w:r>
        <w:tab/>
        <w:t>1.266e-2</w:t>
      </w:r>
    </w:p>
    <w:p w:rsidR="00B65DC9" w:rsidRDefault="00B65DC9" w:rsidP="00B65DC9">
      <w:r>
        <w:t>644.1559</w:t>
      </w:r>
      <w:r>
        <w:tab/>
        <w:t>1.266e-2</w:t>
      </w:r>
    </w:p>
    <w:p w:rsidR="00B65DC9" w:rsidRDefault="00B65DC9" w:rsidP="00B65DC9">
      <w:r>
        <w:t>644.2060</w:t>
      </w:r>
      <w:r>
        <w:tab/>
        <w:t>2.863e0</w:t>
      </w:r>
    </w:p>
    <w:p w:rsidR="00B65DC9" w:rsidRDefault="00B65DC9" w:rsidP="00B65DC9">
      <w:r>
        <w:t>644.2263</w:t>
      </w:r>
      <w:r>
        <w:tab/>
        <w:t>1.013e1</w:t>
      </w:r>
    </w:p>
    <w:p w:rsidR="00B65DC9" w:rsidRDefault="00B65DC9" w:rsidP="00B65DC9">
      <w:r>
        <w:t>644.2344</w:t>
      </w:r>
      <w:r>
        <w:tab/>
        <w:t>2.870e-1</w:t>
      </w:r>
    </w:p>
    <w:p w:rsidR="00B65DC9" w:rsidRDefault="00B65DC9" w:rsidP="00B65DC9">
      <w:r>
        <w:t>644.2470</w:t>
      </w:r>
      <w:r>
        <w:tab/>
        <w:t>4.114e0</w:t>
      </w:r>
    </w:p>
    <w:p w:rsidR="00B65DC9" w:rsidRDefault="00B65DC9" w:rsidP="00B65DC9">
      <w:r>
        <w:t>644.2841</w:t>
      </w:r>
      <w:r>
        <w:tab/>
        <w:t>6.617e0</w:t>
      </w:r>
    </w:p>
    <w:p w:rsidR="00B65DC9" w:rsidRDefault="00B65DC9" w:rsidP="00B65DC9">
      <w:r>
        <w:lastRenderedPageBreak/>
        <w:t>644.2965</w:t>
      </w:r>
      <w:r>
        <w:tab/>
        <w:t>4.051e0</w:t>
      </w:r>
    </w:p>
    <w:p w:rsidR="00B65DC9" w:rsidRDefault="00B65DC9" w:rsidP="00B65DC9">
      <w:r>
        <w:t>644.3027</w:t>
      </w:r>
      <w:r>
        <w:tab/>
        <w:t>3.114e0</w:t>
      </w:r>
    </w:p>
    <w:p w:rsidR="00B65DC9" w:rsidRDefault="00B65DC9" w:rsidP="00B65DC9">
      <w:r>
        <w:t>644.3654</w:t>
      </w:r>
      <w:r>
        <w:tab/>
        <w:t>1.013e0</w:t>
      </w:r>
    </w:p>
    <w:p w:rsidR="00B65DC9" w:rsidRDefault="00B65DC9" w:rsidP="00B65DC9">
      <w:r>
        <w:t>644.4174</w:t>
      </w:r>
      <w:r>
        <w:tab/>
        <w:t>2.025e0</w:t>
      </w:r>
    </w:p>
    <w:p w:rsidR="00B65DC9" w:rsidRDefault="00B65DC9" w:rsidP="00B65DC9">
      <w:r>
        <w:t>644.4366</w:t>
      </w:r>
      <w:r>
        <w:tab/>
        <w:t>3.038e0</w:t>
      </w:r>
    </w:p>
    <w:p w:rsidR="00B65DC9" w:rsidRDefault="00B65DC9" w:rsidP="00B65DC9">
      <w:r>
        <w:t>644.4742</w:t>
      </w:r>
      <w:r>
        <w:tab/>
        <w:t>3.038e0</w:t>
      </w:r>
    </w:p>
    <w:p w:rsidR="00B65DC9" w:rsidRDefault="00B65DC9" w:rsidP="00B65DC9">
      <w:r>
        <w:t>644.4973</w:t>
      </w:r>
      <w:r>
        <w:tab/>
        <w:t>2.532e-2</w:t>
      </w:r>
    </w:p>
    <w:p w:rsidR="00B65DC9" w:rsidRDefault="00B65DC9" w:rsidP="00B65DC9">
      <w:r>
        <w:t>644.4987</w:t>
      </w:r>
      <w:r>
        <w:tab/>
        <w:t>1.051e0</w:t>
      </w:r>
    </w:p>
    <w:p w:rsidR="00B65DC9" w:rsidRDefault="00B65DC9" w:rsidP="00B65DC9">
      <w:r>
        <w:t>644.5172</w:t>
      </w:r>
      <w:r>
        <w:tab/>
        <w:t>2.025e0</w:t>
      </w:r>
    </w:p>
    <w:p w:rsidR="00B65DC9" w:rsidRDefault="00B65DC9" w:rsidP="00B65DC9">
      <w:r>
        <w:t>644.5368</w:t>
      </w:r>
      <w:r>
        <w:tab/>
        <w:t>2.025e0</w:t>
      </w:r>
    </w:p>
    <w:p w:rsidR="00B65DC9" w:rsidRDefault="00B65DC9" w:rsidP="00B65DC9">
      <w:r>
        <w:t>644.5920</w:t>
      </w:r>
      <w:r>
        <w:tab/>
        <w:t>1.266e-2</w:t>
      </w:r>
    </w:p>
    <w:p w:rsidR="00B65DC9" w:rsidRDefault="00B65DC9" w:rsidP="00B65DC9">
      <w:r>
        <w:t>644.6442</w:t>
      </w:r>
      <w:r>
        <w:tab/>
        <w:t>1.013e0</w:t>
      </w:r>
    </w:p>
    <w:p w:rsidR="00B65DC9" w:rsidRDefault="00B65DC9" w:rsidP="00B65DC9">
      <w:r>
        <w:t>644.7452</w:t>
      </w:r>
      <w:r>
        <w:tab/>
        <w:t>1.013e0</w:t>
      </w:r>
    </w:p>
    <w:p w:rsidR="00B65DC9" w:rsidRDefault="00B65DC9" w:rsidP="00B65DC9">
      <w:r>
        <w:t>644.7610</w:t>
      </w:r>
      <w:r>
        <w:tab/>
        <w:t>2.025e0</w:t>
      </w:r>
    </w:p>
    <w:p w:rsidR="00B65DC9" w:rsidRDefault="00B65DC9" w:rsidP="00B65DC9">
      <w:r>
        <w:t>644.7672</w:t>
      </w:r>
      <w:r>
        <w:tab/>
        <w:t>2.025e0</w:t>
      </w:r>
    </w:p>
    <w:p w:rsidR="00B65DC9" w:rsidRDefault="00B65DC9" w:rsidP="00B65DC9">
      <w:r>
        <w:t>644.8717</w:t>
      </w:r>
      <w:r>
        <w:tab/>
        <w:t>1.013e0</w:t>
      </w:r>
    </w:p>
    <w:p w:rsidR="00B65DC9" w:rsidRDefault="00B65DC9" w:rsidP="00B65DC9">
      <w:r>
        <w:t>644.8780</w:t>
      </w:r>
      <w:r>
        <w:tab/>
        <w:t>1.013e0</w:t>
      </w:r>
    </w:p>
    <w:p w:rsidR="00B65DC9" w:rsidRDefault="00B65DC9" w:rsidP="00B65DC9">
      <w:r>
        <w:t>644.9411</w:t>
      </w:r>
      <w:r>
        <w:tab/>
        <w:t>1.025e0</w:t>
      </w:r>
    </w:p>
    <w:p w:rsidR="00B65DC9" w:rsidRDefault="00B65DC9" w:rsidP="00B65DC9">
      <w:r>
        <w:t>644.9542</w:t>
      </w:r>
      <w:r>
        <w:tab/>
        <w:t>1.013e0</w:t>
      </w:r>
    </w:p>
    <w:p w:rsidR="00B65DC9" w:rsidRDefault="00B65DC9" w:rsidP="00B65DC9">
      <w:r>
        <w:lastRenderedPageBreak/>
        <w:t>645.0007</w:t>
      </w:r>
      <w:r>
        <w:tab/>
        <w:t>3.038e0</w:t>
      </w:r>
    </w:p>
    <w:p w:rsidR="00B65DC9" w:rsidRDefault="00B65DC9" w:rsidP="00B65DC9">
      <w:r>
        <w:t>645.0110</w:t>
      </w:r>
      <w:r>
        <w:tab/>
        <w:t>2.025e0</w:t>
      </w:r>
    </w:p>
    <w:p w:rsidR="00B65DC9" w:rsidRDefault="00B65DC9" w:rsidP="00B65DC9">
      <w:r>
        <w:t>645.1166</w:t>
      </w:r>
      <w:r>
        <w:tab/>
        <w:t>1.013e0</w:t>
      </w:r>
    </w:p>
    <w:p w:rsidR="00B65DC9" w:rsidRDefault="00B65DC9" w:rsidP="00B65DC9">
      <w:r>
        <w:t>645.1190</w:t>
      </w:r>
      <w:r>
        <w:tab/>
        <w:t>4.051e0</w:t>
      </w:r>
    </w:p>
    <w:p w:rsidR="00B65DC9" w:rsidRDefault="00B65DC9" w:rsidP="00B65DC9">
      <w:r>
        <w:t>645.2321</w:t>
      </w:r>
      <w:r>
        <w:tab/>
        <w:t>6.076e0</w:t>
      </w:r>
    </w:p>
    <w:p w:rsidR="00B65DC9" w:rsidRDefault="00B65DC9" w:rsidP="00B65DC9">
      <w:r>
        <w:t>645.2366</w:t>
      </w:r>
      <w:r>
        <w:tab/>
        <w:t>6.076e0</w:t>
      </w:r>
    </w:p>
    <w:p w:rsidR="00B65DC9" w:rsidRDefault="00B65DC9" w:rsidP="00B65DC9">
      <w:r>
        <w:t>645.2382</w:t>
      </w:r>
      <w:r>
        <w:tab/>
        <w:t>3.798e-2</w:t>
      </w:r>
    </w:p>
    <w:p w:rsidR="00B65DC9" w:rsidRDefault="00B65DC9" w:rsidP="00B65DC9">
      <w:r>
        <w:t>645.2479</w:t>
      </w:r>
      <w:r>
        <w:tab/>
        <w:t>4.051e0</w:t>
      </w:r>
    </w:p>
    <w:p w:rsidR="00B65DC9" w:rsidRDefault="00B65DC9" w:rsidP="00B65DC9">
      <w:r>
        <w:t>645.2973</w:t>
      </w:r>
      <w:r>
        <w:tab/>
        <w:t>4.051e0</w:t>
      </w:r>
    </w:p>
    <w:p w:rsidR="00B65DC9" w:rsidRDefault="00B65DC9" w:rsidP="00B65DC9">
      <w:r>
        <w:t>645.3394</w:t>
      </w:r>
      <w:r>
        <w:tab/>
        <w:t>4.980e0</w:t>
      </w:r>
    </w:p>
    <w:p w:rsidR="00B65DC9" w:rsidRDefault="00B65DC9" w:rsidP="00B65DC9">
      <w:r>
        <w:t>645.3953</w:t>
      </w:r>
      <w:r>
        <w:tab/>
        <w:t>1.013e0</w:t>
      </w:r>
    </w:p>
    <w:p w:rsidR="00B65DC9" w:rsidRDefault="00B65DC9" w:rsidP="00B65DC9">
      <w:r>
        <w:t>645.4042</w:t>
      </w:r>
      <w:r>
        <w:tab/>
        <w:t>3.038e0</w:t>
      </w:r>
    </w:p>
    <w:p w:rsidR="00B65DC9" w:rsidRDefault="00B65DC9" w:rsidP="00B65DC9">
      <w:r>
        <w:t>645.4736</w:t>
      </w:r>
      <w:r>
        <w:tab/>
        <w:t>2.532e-2</w:t>
      </w:r>
    </w:p>
    <w:p w:rsidR="00B65DC9" w:rsidRDefault="00B65DC9" w:rsidP="00B65DC9">
      <w:r>
        <w:t>645.5026</w:t>
      </w:r>
      <w:r>
        <w:tab/>
        <w:t>1.038e0</w:t>
      </w:r>
    </w:p>
    <w:p w:rsidR="00B65DC9" w:rsidRDefault="00B65DC9" w:rsidP="00B65DC9">
      <w:r>
        <w:t>645.5096</w:t>
      </w:r>
      <w:r>
        <w:tab/>
        <w:t>2.025e0</w:t>
      </w:r>
    </w:p>
    <w:p w:rsidR="00B65DC9" w:rsidRDefault="00B65DC9" w:rsidP="00B65DC9">
      <w:r>
        <w:t>645.5680</w:t>
      </w:r>
      <w:r>
        <w:tab/>
        <w:t>3.038e0</w:t>
      </w:r>
    </w:p>
    <w:p w:rsidR="00B65DC9" w:rsidRDefault="00B65DC9" w:rsidP="00B65DC9">
      <w:r>
        <w:t>645.6045</w:t>
      </w:r>
      <w:r>
        <w:tab/>
        <w:t>1.013e0</w:t>
      </w:r>
    </w:p>
    <w:p w:rsidR="00B65DC9" w:rsidRDefault="00B65DC9" w:rsidP="00B65DC9">
      <w:r>
        <w:t>645.6477</w:t>
      </w:r>
      <w:r>
        <w:tab/>
        <w:t>1.266e-2</w:t>
      </w:r>
    </w:p>
    <w:p w:rsidR="00B65DC9" w:rsidRDefault="00B65DC9" w:rsidP="00B65DC9">
      <w:r>
        <w:t>645.6588</w:t>
      </w:r>
      <w:r>
        <w:tab/>
        <w:t>1.013e0</w:t>
      </w:r>
    </w:p>
    <w:p w:rsidR="00B65DC9" w:rsidRDefault="00B65DC9" w:rsidP="00B65DC9">
      <w:r>
        <w:lastRenderedPageBreak/>
        <w:t>645.7249</w:t>
      </w:r>
      <w:r>
        <w:tab/>
        <w:t>1.013e0</w:t>
      </w:r>
    </w:p>
    <w:p w:rsidR="00B65DC9" w:rsidRDefault="00B65DC9" w:rsidP="00B65DC9">
      <w:r>
        <w:t>645.7275</w:t>
      </w:r>
      <w:r>
        <w:tab/>
        <w:t>1.013e0</w:t>
      </w:r>
    </w:p>
    <w:p w:rsidR="00B65DC9" w:rsidRDefault="00B65DC9" w:rsidP="00B65DC9">
      <w:r>
        <w:t>645.8505</w:t>
      </w:r>
      <w:r>
        <w:tab/>
        <w:t>1.013e0</w:t>
      </w:r>
    </w:p>
    <w:p w:rsidR="00B65DC9" w:rsidRDefault="00B65DC9" w:rsidP="00B65DC9">
      <w:r>
        <w:t>645.8663</w:t>
      </w:r>
      <w:r>
        <w:tab/>
        <w:t>1.013e0</w:t>
      </w:r>
    </w:p>
    <w:p w:rsidR="00B65DC9" w:rsidRDefault="00B65DC9" w:rsidP="00B65DC9">
      <w:r>
        <w:t>645.8843</w:t>
      </w:r>
      <w:r>
        <w:tab/>
        <w:t>1.013e0</w:t>
      </w:r>
    </w:p>
    <w:p w:rsidR="00B65DC9" w:rsidRDefault="00B65DC9" w:rsidP="00B65DC9">
      <w:r>
        <w:t>645.9197</w:t>
      </w:r>
      <w:r>
        <w:tab/>
        <w:t>1.013e0</w:t>
      </w:r>
    </w:p>
    <w:p w:rsidR="00B65DC9" w:rsidRDefault="00B65DC9" w:rsidP="00B65DC9">
      <w:r>
        <w:t>645.9341</w:t>
      </w:r>
      <w:r>
        <w:tab/>
        <w:t>2.025e0</w:t>
      </w:r>
    </w:p>
    <w:p w:rsidR="00B65DC9" w:rsidRDefault="00B65DC9" w:rsidP="00B65DC9">
      <w:r>
        <w:t>645.9831</w:t>
      </w:r>
      <w:r>
        <w:tab/>
        <w:t>3.038e0</w:t>
      </w:r>
    </w:p>
    <w:p w:rsidR="00B65DC9" w:rsidRDefault="00B65DC9" w:rsidP="00B65DC9">
      <w:r>
        <w:t>646.0063</w:t>
      </w:r>
      <w:r>
        <w:tab/>
        <w:t>2.025e0</w:t>
      </w:r>
    </w:p>
    <w:p w:rsidR="00B65DC9" w:rsidRDefault="00B65DC9" w:rsidP="00B65DC9">
      <w:r>
        <w:t>646.0444</w:t>
      </w:r>
      <w:r>
        <w:tab/>
        <w:t>1.266e-2</w:t>
      </w:r>
    </w:p>
    <w:p w:rsidR="00B65DC9" w:rsidRDefault="00B65DC9" w:rsidP="00B65DC9">
      <w:r>
        <w:t>646.0884</w:t>
      </w:r>
      <w:r>
        <w:tab/>
        <w:t>1.266e-2</w:t>
      </w:r>
    </w:p>
    <w:p w:rsidR="00B65DC9" w:rsidRDefault="00B65DC9" w:rsidP="00B65DC9">
      <w:r>
        <w:t>646.1215</w:t>
      </w:r>
      <w:r>
        <w:tab/>
        <w:t>1.013e0</w:t>
      </w:r>
    </w:p>
    <w:p w:rsidR="00B65DC9" w:rsidRDefault="00B65DC9" w:rsidP="00B65DC9">
      <w:r>
        <w:t>646.1631</w:t>
      </w:r>
      <w:r>
        <w:tab/>
        <w:t>1.013e0</w:t>
      </w:r>
    </w:p>
    <w:p w:rsidR="00B65DC9" w:rsidRDefault="00B65DC9" w:rsidP="00B65DC9">
      <w:r>
        <w:t>646.2200</w:t>
      </w:r>
      <w:r>
        <w:tab/>
        <w:t>1.025e0</w:t>
      </w:r>
    </w:p>
    <w:p w:rsidR="00B65DC9" w:rsidRDefault="00B65DC9" w:rsidP="00B65DC9">
      <w:r>
        <w:t>646.2264</w:t>
      </w:r>
      <w:r>
        <w:tab/>
        <w:t>2.025e0</w:t>
      </w:r>
    </w:p>
    <w:p w:rsidR="00B65DC9" w:rsidRDefault="00B65DC9" w:rsidP="00B65DC9">
      <w:r>
        <w:t>646.2795</w:t>
      </w:r>
      <w:r>
        <w:tab/>
        <w:t>2.025e0</w:t>
      </w:r>
    </w:p>
    <w:p w:rsidR="00B65DC9" w:rsidRDefault="00B65DC9" w:rsidP="00B65DC9">
      <w:r>
        <w:t>646.2878</w:t>
      </w:r>
      <w:r>
        <w:tab/>
        <w:t>3.038e0</w:t>
      </w:r>
    </w:p>
    <w:p w:rsidR="00B65DC9" w:rsidRDefault="00B65DC9" w:rsidP="00B65DC9">
      <w:r>
        <w:t>646.3078</w:t>
      </w:r>
      <w:r>
        <w:tab/>
        <w:t>2.025e0</w:t>
      </w:r>
    </w:p>
    <w:p w:rsidR="00B65DC9" w:rsidRDefault="00B65DC9" w:rsidP="00B65DC9">
      <w:r>
        <w:t>646.3134</w:t>
      </w:r>
      <w:r>
        <w:tab/>
        <w:t>2.025e0</w:t>
      </w:r>
    </w:p>
    <w:p w:rsidR="00B65DC9" w:rsidRDefault="00B65DC9" w:rsidP="00B65DC9">
      <w:r>
        <w:lastRenderedPageBreak/>
        <w:t>646.3535</w:t>
      </w:r>
      <w:r>
        <w:tab/>
        <w:t>1.038e0</w:t>
      </w:r>
    </w:p>
    <w:p w:rsidR="00B65DC9" w:rsidRDefault="00B65DC9" w:rsidP="00B65DC9">
      <w:r>
        <w:t>646.3904</w:t>
      </w:r>
      <w:r>
        <w:tab/>
        <w:t>2.025e0</w:t>
      </w:r>
    </w:p>
    <w:p w:rsidR="00B65DC9" w:rsidRDefault="00B65DC9" w:rsidP="00B65DC9">
      <w:r>
        <w:t>646.4522</w:t>
      </w:r>
      <w:r>
        <w:tab/>
        <w:t>1.013e0</w:t>
      </w:r>
    </w:p>
    <w:p w:rsidR="00B65DC9" w:rsidRDefault="00B65DC9" w:rsidP="00B65DC9">
      <w:r>
        <w:t>646.4716</w:t>
      </w:r>
      <w:r>
        <w:tab/>
        <w:t>2.025e0</w:t>
      </w:r>
    </w:p>
    <w:p w:rsidR="00B65DC9" w:rsidRDefault="00B65DC9" w:rsidP="00B65DC9">
      <w:r>
        <w:t>646.5656</w:t>
      </w:r>
      <w:r>
        <w:tab/>
        <w:t>4.051e0</w:t>
      </w:r>
    </w:p>
    <w:p w:rsidR="00B65DC9" w:rsidRDefault="00B65DC9" w:rsidP="00B65DC9">
      <w:r>
        <w:t>646.5819</w:t>
      </w:r>
      <w:r>
        <w:tab/>
        <w:t>1.013e0</w:t>
      </w:r>
    </w:p>
    <w:p w:rsidR="00B65DC9" w:rsidRDefault="00B65DC9" w:rsidP="00B65DC9">
      <w:r>
        <w:t>646.6397</w:t>
      </w:r>
      <w:r>
        <w:tab/>
        <w:t>1.013e0</w:t>
      </w:r>
    </w:p>
    <w:p w:rsidR="00B65DC9" w:rsidRDefault="00B65DC9" w:rsidP="00B65DC9">
      <w:r>
        <w:t>646.7175</w:t>
      </w:r>
      <w:r>
        <w:tab/>
        <w:t>3.038e0</w:t>
      </w:r>
    </w:p>
    <w:p w:rsidR="00B65DC9" w:rsidRDefault="00B65DC9" w:rsidP="00B65DC9">
      <w:r>
        <w:t>646.7463</w:t>
      </w:r>
      <w:r>
        <w:tab/>
        <w:t>3.038e0</w:t>
      </w:r>
    </w:p>
    <w:p w:rsidR="00B65DC9" w:rsidRDefault="00B65DC9" w:rsidP="00B65DC9">
      <w:r>
        <w:t>646.7756</w:t>
      </w:r>
      <w:r>
        <w:tab/>
        <w:t>1.013e0</w:t>
      </w:r>
    </w:p>
    <w:p w:rsidR="00B65DC9" w:rsidRDefault="00B65DC9" w:rsidP="00B65DC9">
      <w:r>
        <w:t>646.8493</w:t>
      </w:r>
      <w:r>
        <w:tab/>
        <w:t>1.025e0</w:t>
      </w:r>
    </w:p>
    <w:p w:rsidR="00B65DC9" w:rsidRDefault="00B65DC9" w:rsidP="00B65DC9">
      <w:r>
        <w:t>646.8712</w:t>
      </w:r>
      <w:r>
        <w:tab/>
        <w:t>2.025e0</w:t>
      </w:r>
    </w:p>
    <w:p w:rsidR="00B65DC9" w:rsidRDefault="00B65DC9" w:rsidP="00B65DC9">
      <w:r>
        <w:t>646.8943</w:t>
      </w:r>
      <w:r>
        <w:tab/>
        <w:t>1.013e0</w:t>
      </w:r>
    </w:p>
    <w:p w:rsidR="00B65DC9" w:rsidRDefault="00B65DC9" w:rsidP="00B65DC9">
      <w:r>
        <w:t>647.0535</w:t>
      </w:r>
      <w:r>
        <w:tab/>
        <w:t>1.025e0</w:t>
      </w:r>
    </w:p>
    <w:p w:rsidR="00B65DC9" w:rsidRDefault="00B65DC9" w:rsidP="00B65DC9">
      <w:r>
        <w:t>647.0624</w:t>
      </w:r>
      <w:r>
        <w:tab/>
        <w:t>2.025e0</w:t>
      </w:r>
    </w:p>
    <w:p w:rsidR="00B65DC9" w:rsidRDefault="00B65DC9" w:rsidP="00B65DC9">
      <w:r>
        <w:t>647.0709</w:t>
      </w:r>
      <w:r>
        <w:tab/>
        <w:t>1.013e0</w:t>
      </w:r>
    </w:p>
    <w:p w:rsidR="00B65DC9" w:rsidRDefault="00B65DC9" w:rsidP="00B65DC9">
      <w:r>
        <w:t>647.0836</w:t>
      </w:r>
      <w:r>
        <w:tab/>
        <w:t>2.025e0</w:t>
      </w:r>
    </w:p>
    <w:p w:rsidR="00B65DC9" w:rsidRDefault="00B65DC9" w:rsidP="00B65DC9">
      <w:r>
        <w:t>647.1260</w:t>
      </w:r>
      <w:r>
        <w:tab/>
        <w:t>1.013e0</w:t>
      </w:r>
    </w:p>
    <w:p w:rsidR="00B65DC9" w:rsidRDefault="00B65DC9" w:rsidP="00B65DC9">
      <w:r>
        <w:t>647.2274</w:t>
      </w:r>
      <w:r>
        <w:tab/>
        <w:t>1.025e0</w:t>
      </w:r>
    </w:p>
    <w:p w:rsidR="00B65DC9" w:rsidRDefault="00B65DC9" w:rsidP="00B65DC9">
      <w:r>
        <w:lastRenderedPageBreak/>
        <w:t>647.2807</w:t>
      </w:r>
      <w:r>
        <w:tab/>
        <w:t>1.013e0</w:t>
      </w:r>
    </w:p>
    <w:p w:rsidR="00B65DC9" w:rsidRDefault="00B65DC9" w:rsidP="00B65DC9">
      <w:r>
        <w:t>647.2836</w:t>
      </w:r>
      <w:r>
        <w:tab/>
        <w:t>2.051e0</w:t>
      </w:r>
    </w:p>
    <w:p w:rsidR="00B65DC9" w:rsidRDefault="00B65DC9" w:rsidP="00B65DC9">
      <w:r>
        <w:t>647.2894</w:t>
      </w:r>
      <w:r>
        <w:tab/>
        <w:t>2.025e0</w:t>
      </w:r>
    </w:p>
    <w:p w:rsidR="00B65DC9" w:rsidRDefault="00B65DC9" w:rsidP="00B65DC9">
      <w:r>
        <w:t>647.3137</w:t>
      </w:r>
      <w:r>
        <w:tab/>
        <w:t>1.013e0</w:t>
      </w:r>
    </w:p>
    <w:p w:rsidR="00B65DC9" w:rsidRDefault="00B65DC9" w:rsidP="00B65DC9">
      <w:r>
        <w:t>647.3761</w:t>
      </w:r>
      <w:r>
        <w:tab/>
        <w:t>2.025e0</w:t>
      </w:r>
    </w:p>
    <w:p w:rsidR="00B65DC9" w:rsidRDefault="00B65DC9" w:rsidP="00B65DC9">
      <w:r>
        <w:t>647.3792</w:t>
      </w:r>
      <w:r>
        <w:tab/>
        <w:t>1.013e0</w:t>
      </w:r>
    </w:p>
    <w:p w:rsidR="00B65DC9" w:rsidRDefault="00B65DC9" w:rsidP="00B65DC9">
      <w:r>
        <w:t>647.3901</w:t>
      </w:r>
      <w:r>
        <w:tab/>
        <w:t>1.013e0</w:t>
      </w:r>
    </w:p>
    <w:p w:rsidR="00B65DC9" w:rsidRDefault="00B65DC9" w:rsidP="00B65DC9">
      <w:r>
        <w:t>647.4122</w:t>
      </w:r>
      <w:r>
        <w:tab/>
        <w:t>1.013e0</w:t>
      </w:r>
    </w:p>
    <w:p w:rsidR="00B65DC9" w:rsidRDefault="00B65DC9" w:rsidP="00B65DC9">
      <w:r>
        <w:t>647.4260</w:t>
      </w:r>
      <w:r>
        <w:tab/>
        <w:t>3.038e0</w:t>
      </w:r>
    </w:p>
    <w:p w:rsidR="00B65DC9" w:rsidRDefault="00B65DC9" w:rsidP="00B65DC9">
      <w:r>
        <w:t>647.5006</w:t>
      </w:r>
      <w:r>
        <w:tab/>
        <w:t>2.025e0</w:t>
      </w:r>
    </w:p>
    <w:p w:rsidR="00B65DC9" w:rsidRDefault="00B65DC9" w:rsidP="00B65DC9">
      <w:r>
        <w:t>647.5250</w:t>
      </w:r>
      <w:r>
        <w:tab/>
        <w:t>1.266e-2</w:t>
      </w:r>
    </w:p>
    <w:p w:rsidR="00B65DC9" w:rsidRDefault="00B65DC9" w:rsidP="00B65DC9">
      <w:r>
        <w:t>647.5566</w:t>
      </w:r>
      <w:r>
        <w:tab/>
        <w:t>1.013e0</w:t>
      </w:r>
    </w:p>
    <w:p w:rsidR="00B65DC9" w:rsidRDefault="00B65DC9" w:rsidP="00B65DC9">
      <w:r>
        <w:t>647.6122</w:t>
      </w:r>
      <w:r>
        <w:tab/>
        <w:t>1.266e-2</w:t>
      </w:r>
    </w:p>
    <w:p w:rsidR="00B65DC9" w:rsidRDefault="00B65DC9" w:rsidP="00B65DC9">
      <w:r>
        <w:t>647.6464</w:t>
      </w:r>
      <w:r>
        <w:tab/>
        <w:t>2.025e0</w:t>
      </w:r>
    </w:p>
    <w:p w:rsidR="00B65DC9" w:rsidRDefault="00B65DC9" w:rsidP="00B65DC9">
      <w:r>
        <w:t>647.6773</w:t>
      </w:r>
      <w:r>
        <w:tab/>
        <w:t>1.013e0</w:t>
      </w:r>
    </w:p>
    <w:p w:rsidR="00B65DC9" w:rsidRDefault="00B65DC9" w:rsidP="00B65DC9">
      <w:r>
        <w:t>647.8384</w:t>
      </w:r>
      <w:r>
        <w:tab/>
        <w:t>1.266e-2</w:t>
      </w:r>
    </w:p>
    <w:p w:rsidR="00B65DC9" w:rsidRDefault="00B65DC9" w:rsidP="00B65DC9">
      <w:r>
        <w:t>647.8731</w:t>
      </w:r>
      <w:r>
        <w:tab/>
        <w:t>1.013e0</w:t>
      </w:r>
    </w:p>
    <w:p w:rsidR="00B65DC9" w:rsidRDefault="00B65DC9" w:rsidP="00B65DC9">
      <w:r>
        <w:t>647.9212</w:t>
      </w:r>
      <w:r>
        <w:tab/>
        <w:t>1.013e0</w:t>
      </w:r>
    </w:p>
    <w:p w:rsidR="00B65DC9" w:rsidRDefault="00B65DC9" w:rsidP="00B65DC9">
      <w:r>
        <w:t>647.9437</w:t>
      </w:r>
      <w:r>
        <w:tab/>
        <w:t>1.013e0</w:t>
      </w:r>
    </w:p>
    <w:p w:rsidR="00B65DC9" w:rsidRDefault="00B65DC9" w:rsidP="00B65DC9">
      <w:r>
        <w:lastRenderedPageBreak/>
        <w:t>647.9604</w:t>
      </w:r>
      <w:r>
        <w:tab/>
        <w:t>1.013e0</w:t>
      </w:r>
    </w:p>
    <w:p w:rsidR="00B65DC9" w:rsidRDefault="00B65DC9" w:rsidP="00B65DC9">
      <w:r>
        <w:t>648.0132</w:t>
      </w:r>
      <w:r>
        <w:tab/>
        <w:t>1.013e0</w:t>
      </w:r>
    </w:p>
    <w:p w:rsidR="00B65DC9" w:rsidRDefault="00B65DC9" w:rsidP="00B65DC9">
      <w:r>
        <w:t>648.0530</w:t>
      </w:r>
      <w:r>
        <w:tab/>
        <w:t>1.013e0</w:t>
      </w:r>
    </w:p>
    <w:p w:rsidR="00B65DC9" w:rsidRDefault="00B65DC9" w:rsidP="00B65DC9">
      <w:r>
        <w:t>648.0825</w:t>
      </w:r>
      <w:r>
        <w:tab/>
        <w:t>1.266e-2</w:t>
      </w:r>
    </w:p>
    <w:p w:rsidR="00B65DC9" w:rsidRDefault="00B65DC9" w:rsidP="00B65DC9">
      <w:r>
        <w:t>648.1006</w:t>
      </w:r>
      <w:r>
        <w:tab/>
        <w:t>1.013e0</w:t>
      </w:r>
    </w:p>
    <w:p w:rsidR="00B65DC9" w:rsidRDefault="00B65DC9" w:rsidP="00B65DC9">
      <w:r>
        <w:t>648.1537</w:t>
      </w:r>
      <w:r>
        <w:tab/>
        <w:t>1.013e0</w:t>
      </w:r>
    </w:p>
    <w:p w:rsidR="00B65DC9" w:rsidRDefault="00B65DC9" w:rsidP="00B65DC9">
      <w:r>
        <w:t>648.2477</w:t>
      </w:r>
      <w:r>
        <w:tab/>
        <w:t>2.025e0</w:t>
      </w:r>
    </w:p>
    <w:p w:rsidR="00B65DC9" w:rsidRDefault="00B65DC9" w:rsidP="00B65DC9">
      <w:r>
        <w:t>648.2741</w:t>
      </w:r>
      <w:r>
        <w:tab/>
        <w:t>1.266e-2</w:t>
      </w:r>
    </w:p>
    <w:p w:rsidR="00B65DC9" w:rsidRDefault="00B65DC9" w:rsidP="00B65DC9">
      <w:r>
        <w:t>648.2868</w:t>
      </w:r>
      <w:r>
        <w:tab/>
        <w:t>3.038e0</w:t>
      </w:r>
    </w:p>
    <w:p w:rsidR="00B65DC9" w:rsidRDefault="00B65DC9" w:rsidP="00B65DC9">
      <w:r>
        <w:t>648.3185</w:t>
      </w:r>
      <w:r>
        <w:tab/>
        <w:t>4.051e0</w:t>
      </w:r>
    </w:p>
    <w:p w:rsidR="00B65DC9" w:rsidRDefault="00B65DC9" w:rsidP="00B65DC9">
      <w:r>
        <w:t>648.3215</w:t>
      </w:r>
      <w:r>
        <w:tab/>
        <w:t>2.025e0</w:t>
      </w:r>
    </w:p>
    <w:p w:rsidR="00B65DC9" w:rsidRDefault="00B65DC9" w:rsidP="00B65DC9">
      <w:r>
        <w:t>648.3303</w:t>
      </w:r>
      <w:r>
        <w:tab/>
        <w:t>2.025e0</w:t>
      </w:r>
    </w:p>
    <w:p w:rsidR="00B65DC9" w:rsidRDefault="00B65DC9" w:rsidP="00B65DC9">
      <w:r>
        <w:t>648.3793</w:t>
      </w:r>
      <w:r>
        <w:tab/>
        <w:t>1.013e0</w:t>
      </w:r>
    </w:p>
    <w:p w:rsidR="00B65DC9" w:rsidRDefault="00B65DC9" w:rsidP="00B65DC9">
      <w:r>
        <w:t>648.3823</w:t>
      </w:r>
      <w:r>
        <w:tab/>
        <w:t>2.814e0</w:t>
      </w:r>
    </w:p>
    <w:p w:rsidR="00B65DC9" w:rsidRDefault="00B65DC9" w:rsidP="00B65DC9">
      <w:r>
        <w:t>648.3969</w:t>
      </w:r>
      <w:r>
        <w:tab/>
        <w:t>2.025e0</w:t>
      </w:r>
    </w:p>
    <w:p w:rsidR="00B65DC9" w:rsidRDefault="00B65DC9" w:rsidP="00B65DC9">
      <w:r>
        <w:t>648.4662</w:t>
      </w:r>
      <w:r>
        <w:tab/>
        <w:t>1.025e0</w:t>
      </w:r>
    </w:p>
    <w:p w:rsidR="00B65DC9" w:rsidRDefault="00B65DC9" w:rsidP="00B65DC9">
      <w:r>
        <w:t>648.4905</w:t>
      </w:r>
      <w:r>
        <w:tab/>
        <w:t>2.025e0</w:t>
      </w:r>
    </w:p>
    <w:p w:rsidR="00B65DC9" w:rsidRDefault="00B65DC9" w:rsidP="00B65DC9">
      <w:r>
        <w:t>648.4952</w:t>
      </w:r>
      <w:r>
        <w:tab/>
        <w:t>1.013e0</w:t>
      </w:r>
    </w:p>
    <w:p w:rsidR="00B65DC9" w:rsidRDefault="00B65DC9" w:rsidP="00B65DC9">
      <w:r>
        <w:t>648.6238</w:t>
      </w:r>
      <w:r>
        <w:tab/>
        <w:t>2.025e0</w:t>
      </w:r>
    </w:p>
    <w:p w:rsidR="00B65DC9" w:rsidRDefault="00B65DC9" w:rsidP="00B65DC9">
      <w:r>
        <w:lastRenderedPageBreak/>
        <w:t>648.6280</w:t>
      </w:r>
      <w:r>
        <w:tab/>
        <w:t>1.266e-2</w:t>
      </w:r>
    </w:p>
    <w:p w:rsidR="00B65DC9" w:rsidRDefault="00B65DC9" w:rsidP="00B65DC9">
      <w:r>
        <w:t>648.6833</w:t>
      </w:r>
      <w:r>
        <w:tab/>
        <w:t>1.266e-2</w:t>
      </w:r>
    </w:p>
    <w:p w:rsidR="00B65DC9" w:rsidRDefault="00B65DC9" w:rsidP="00B65DC9">
      <w:r>
        <w:t>648.7658</w:t>
      </w:r>
      <w:r>
        <w:tab/>
        <w:t>2.025e0</w:t>
      </w:r>
    </w:p>
    <w:p w:rsidR="00B65DC9" w:rsidRDefault="00B65DC9" w:rsidP="00B65DC9">
      <w:r>
        <w:t>648.7740</w:t>
      </w:r>
      <w:r>
        <w:tab/>
        <w:t>2.025e0</w:t>
      </w:r>
    </w:p>
    <w:p w:rsidR="00B65DC9" w:rsidRDefault="00B65DC9" w:rsidP="00B65DC9">
      <w:r>
        <w:t>648.8032</w:t>
      </w:r>
      <w:r>
        <w:tab/>
        <w:t>1.025e0</w:t>
      </w:r>
    </w:p>
    <w:p w:rsidR="00B65DC9" w:rsidRDefault="00B65DC9" w:rsidP="00B65DC9">
      <w:r>
        <w:t>648.8149</w:t>
      </w:r>
      <w:r>
        <w:tab/>
        <w:t>1.266e-2</w:t>
      </w:r>
    </w:p>
    <w:p w:rsidR="00B65DC9" w:rsidRDefault="00B65DC9" w:rsidP="00B65DC9">
      <w:r>
        <w:t>648.9210</w:t>
      </w:r>
      <w:r>
        <w:tab/>
        <w:t>1.013e0</w:t>
      </w:r>
    </w:p>
    <w:p w:rsidR="00B65DC9" w:rsidRDefault="00B65DC9" w:rsidP="00B65DC9">
      <w:r>
        <w:t>648.9378</w:t>
      </w:r>
      <w:r>
        <w:tab/>
        <w:t>2.025e0</w:t>
      </w:r>
    </w:p>
    <w:p w:rsidR="00B65DC9" w:rsidRDefault="00B65DC9" w:rsidP="00B65DC9">
      <w:r>
        <w:t>648.9821</w:t>
      </w:r>
      <w:r>
        <w:tab/>
        <w:t>1.013e0</w:t>
      </w:r>
    </w:p>
    <w:p w:rsidR="00B65DC9" w:rsidRDefault="00B65DC9" w:rsidP="00B65DC9">
      <w:r>
        <w:t>649.0133</w:t>
      </w:r>
      <w:r>
        <w:tab/>
        <w:t>3.038e0</w:t>
      </w:r>
    </w:p>
    <w:p w:rsidR="00B65DC9" w:rsidRDefault="00B65DC9" w:rsidP="00B65DC9">
      <w:r>
        <w:t>649.0493</w:t>
      </w:r>
      <w:r>
        <w:tab/>
        <w:t>1.013e0</w:t>
      </w:r>
    </w:p>
    <w:p w:rsidR="00B65DC9" w:rsidRDefault="00B65DC9" w:rsidP="00B65DC9">
      <w:r>
        <w:t>649.1088</w:t>
      </w:r>
      <w:r>
        <w:tab/>
        <w:t>3.038e0</w:t>
      </w:r>
    </w:p>
    <w:p w:rsidR="00B65DC9" w:rsidRDefault="00B65DC9" w:rsidP="00B65DC9">
      <w:r>
        <w:t>649.1702</w:t>
      </w:r>
      <w:r>
        <w:tab/>
        <w:t>1.013e0</w:t>
      </w:r>
    </w:p>
    <w:p w:rsidR="00B65DC9" w:rsidRDefault="00B65DC9" w:rsidP="00B65DC9">
      <w:r>
        <w:t>649.1754</w:t>
      </w:r>
      <w:r>
        <w:tab/>
        <w:t>2.532e-2</w:t>
      </w:r>
    </w:p>
    <w:p w:rsidR="00B65DC9" w:rsidRDefault="00B65DC9" w:rsidP="00B65DC9">
      <w:r>
        <w:t>649.2535</w:t>
      </w:r>
      <w:r>
        <w:tab/>
        <w:t>1.025e0</w:t>
      </w:r>
    </w:p>
    <w:p w:rsidR="00B65DC9" w:rsidRDefault="00B65DC9" w:rsidP="00B65DC9">
      <w:r>
        <w:t>649.2592</w:t>
      </w:r>
      <w:r>
        <w:tab/>
        <w:t>2.025e0</w:t>
      </w:r>
    </w:p>
    <w:p w:rsidR="00B65DC9" w:rsidRDefault="00B65DC9" w:rsidP="00B65DC9">
      <w:r>
        <w:t>649.2773</w:t>
      </w:r>
      <w:r>
        <w:tab/>
        <w:t>2.025e0</w:t>
      </w:r>
    </w:p>
    <w:p w:rsidR="00B65DC9" w:rsidRDefault="00B65DC9" w:rsidP="00B65DC9">
      <w:r>
        <w:t>649.3253</w:t>
      </w:r>
      <w:r>
        <w:tab/>
        <w:t>2.532e-2</w:t>
      </w:r>
    </w:p>
    <w:p w:rsidR="00B65DC9" w:rsidRDefault="00B65DC9" w:rsidP="00B65DC9">
      <w:r>
        <w:t>649.3593</w:t>
      </w:r>
      <w:r>
        <w:tab/>
        <w:t>1.013e0</w:t>
      </w:r>
    </w:p>
    <w:p w:rsidR="00B65DC9" w:rsidRDefault="00B65DC9" w:rsidP="00B65DC9">
      <w:r>
        <w:lastRenderedPageBreak/>
        <w:t>649.3904</w:t>
      </w:r>
      <w:r>
        <w:tab/>
        <w:t>1.013e0</w:t>
      </w:r>
    </w:p>
    <w:p w:rsidR="00B65DC9" w:rsidRDefault="00B65DC9" w:rsidP="00B65DC9">
      <w:r>
        <w:t>649.4041</w:t>
      </w:r>
      <w:r>
        <w:tab/>
        <w:t>2.025e0</w:t>
      </w:r>
    </w:p>
    <w:p w:rsidR="00B65DC9" w:rsidRDefault="00B65DC9" w:rsidP="00B65DC9">
      <w:r>
        <w:t>649.4313</w:t>
      </w:r>
      <w:r>
        <w:tab/>
        <w:t>2.025e0</w:t>
      </w:r>
    </w:p>
    <w:p w:rsidR="00B65DC9" w:rsidRDefault="00B65DC9" w:rsidP="00B65DC9">
      <w:r>
        <w:t>649.4331</w:t>
      </w:r>
      <w:r>
        <w:tab/>
        <w:t>4.051e0</w:t>
      </w:r>
    </w:p>
    <w:p w:rsidR="00B65DC9" w:rsidRDefault="00B65DC9" w:rsidP="00B65DC9">
      <w:r>
        <w:t>649.4541</w:t>
      </w:r>
      <w:r>
        <w:tab/>
        <w:t>2.025e0</w:t>
      </w:r>
    </w:p>
    <w:p w:rsidR="00B65DC9" w:rsidRDefault="00B65DC9" w:rsidP="00B65DC9">
      <w:r>
        <w:t>649.5190</w:t>
      </w:r>
      <w:r>
        <w:tab/>
        <w:t>2.025e0</w:t>
      </w:r>
    </w:p>
    <w:p w:rsidR="00B65DC9" w:rsidRDefault="00B65DC9" w:rsidP="00B65DC9">
      <w:r>
        <w:t>649.5742</w:t>
      </w:r>
      <w:r>
        <w:tab/>
        <w:t>2.025e0</w:t>
      </w:r>
    </w:p>
    <w:p w:rsidR="00B65DC9" w:rsidRDefault="00B65DC9" w:rsidP="00B65DC9">
      <w:r>
        <w:t>649.5800</w:t>
      </w:r>
      <w:r>
        <w:tab/>
        <w:t>1.266e-2</w:t>
      </w:r>
    </w:p>
    <w:p w:rsidR="00B65DC9" w:rsidRDefault="00B65DC9" w:rsidP="00B65DC9">
      <w:r>
        <w:t>649.5830</w:t>
      </w:r>
      <w:r>
        <w:tab/>
        <w:t>1.013e0</w:t>
      </w:r>
    </w:p>
    <w:p w:rsidR="00B65DC9" w:rsidRDefault="00B65DC9" w:rsidP="00B65DC9">
      <w:r>
        <w:t>649.7620</w:t>
      </w:r>
      <w:r>
        <w:tab/>
        <w:t>3.038e0</w:t>
      </w:r>
    </w:p>
    <w:p w:rsidR="00B65DC9" w:rsidRDefault="00B65DC9" w:rsidP="00B65DC9">
      <w:r>
        <w:t>649.8126</w:t>
      </w:r>
      <w:r>
        <w:tab/>
        <w:t>1.013e0</w:t>
      </w:r>
    </w:p>
    <w:p w:rsidR="00B65DC9" w:rsidRDefault="00B65DC9" w:rsidP="00B65DC9">
      <w:r>
        <w:t>649.8618</w:t>
      </w:r>
      <w:r>
        <w:tab/>
        <w:t>1.013e0</w:t>
      </w:r>
    </w:p>
    <w:p w:rsidR="00B65DC9" w:rsidRDefault="00B65DC9" w:rsidP="00B65DC9">
      <w:r>
        <w:t>649.8680</w:t>
      </w:r>
      <w:r>
        <w:tab/>
        <w:t>1.013e0</w:t>
      </w:r>
    </w:p>
    <w:p w:rsidR="00B65DC9" w:rsidRDefault="00B65DC9" w:rsidP="00B65DC9">
      <w:r>
        <w:t>649.9132</w:t>
      </w:r>
      <w:r>
        <w:tab/>
        <w:t>1.013e0</w:t>
      </w:r>
    </w:p>
    <w:p w:rsidR="00B65DC9" w:rsidRDefault="00B65DC9" w:rsidP="00B65DC9">
      <w:r>
        <w:t>649.9567</w:t>
      </w:r>
      <w:r>
        <w:tab/>
        <w:t>1.013e0</w:t>
      </w:r>
    </w:p>
    <w:p w:rsidR="00B65DC9" w:rsidRDefault="00B65DC9" w:rsidP="00B65DC9">
      <w:r>
        <w:t>650.0124</w:t>
      </w:r>
      <w:r>
        <w:tab/>
        <w:t>3.038e0</w:t>
      </w:r>
    </w:p>
    <w:p w:rsidR="00B65DC9" w:rsidRDefault="00B65DC9" w:rsidP="00B65DC9">
      <w:r>
        <w:t>650.0676</w:t>
      </w:r>
      <w:r>
        <w:tab/>
        <w:t>1.013e0</w:t>
      </w:r>
    </w:p>
    <w:p w:rsidR="00B65DC9" w:rsidRDefault="00B65DC9" w:rsidP="00B65DC9">
      <w:r>
        <w:t>650.1682</w:t>
      </w:r>
      <w:r>
        <w:tab/>
        <w:t>1.013e0</w:t>
      </w:r>
    </w:p>
    <w:p w:rsidR="00B65DC9" w:rsidRDefault="00B65DC9" w:rsidP="00B65DC9">
      <w:r>
        <w:t>650.1895</w:t>
      </w:r>
      <w:r>
        <w:tab/>
        <w:t>1.013e0</w:t>
      </w:r>
    </w:p>
    <w:p w:rsidR="00B65DC9" w:rsidRDefault="00B65DC9" w:rsidP="00B65DC9">
      <w:r>
        <w:lastRenderedPageBreak/>
        <w:t>650.2278</w:t>
      </w:r>
      <w:r>
        <w:tab/>
        <w:t>1.013e0</w:t>
      </w:r>
    </w:p>
    <w:p w:rsidR="00B65DC9" w:rsidRDefault="00B65DC9" w:rsidP="00B65DC9">
      <w:r>
        <w:t>650.2782</w:t>
      </w:r>
      <w:r>
        <w:tab/>
        <w:t>2.025e0</w:t>
      </w:r>
    </w:p>
    <w:p w:rsidR="00B65DC9" w:rsidRDefault="00B65DC9" w:rsidP="00B65DC9">
      <w:r>
        <w:t>650.3336</w:t>
      </w:r>
      <w:r>
        <w:tab/>
        <w:t>3.966e0</w:t>
      </w:r>
    </w:p>
    <w:p w:rsidR="00B65DC9" w:rsidRDefault="00B65DC9" w:rsidP="00B65DC9">
      <w:r>
        <w:t>650.3567</w:t>
      </w:r>
      <w:r>
        <w:tab/>
        <w:t>1.013e0</w:t>
      </w:r>
    </w:p>
    <w:p w:rsidR="00B65DC9" w:rsidRDefault="00B65DC9" w:rsidP="00B65DC9">
      <w:r>
        <w:t>650.4113</w:t>
      </w:r>
      <w:r>
        <w:tab/>
        <w:t>1.013e0</w:t>
      </w:r>
    </w:p>
    <w:p w:rsidR="00B65DC9" w:rsidRDefault="00B65DC9" w:rsidP="00B65DC9">
      <w:r>
        <w:t>650.4372</w:t>
      </w:r>
      <w:r>
        <w:tab/>
        <w:t>2.025e0</w:t>
      </w:r>
    </w:p>
    <w:p w:rsidR="00B65DC9" w:rsidRDefault="00B65DC9" w:rsidP="00B65DC9">
      <w:r>
        <w:t>650.4838</w:t>
      </w:r>
      <w:r>
        <w:tab/>
        <w:t>3.038e0</w:t>
      </w:r>
    </w:p>
    <w:p w:rsidR="00B65DC9" w:rsidRDefault="00B65DC9" w:rsidP="00B65DC9">
      <w:r>
        <w:t>650.5105</w:t>
      </w:r>
      <w:r>
        <w:tab/>
        <w:t>2.532e-2</w:t>
      </w:r>
    </w:p>
    <w:p w:rsidR="00B65DC9" w:rsidRDefault="00B65DC9" w:rsidP="00B65DC9">
      <w:r>
        <w:t>650.5444</w:t>
      </w:r>
      <w:r>
        <w:tab/>
        <w:t>1.266e-2</w:t>
      </w:r>
    </w:p>
    <w:p w:rsidR="00B65DC9" w:rsidRDefault="00B65DC9" w:rsidP="00B65DC9">
      <w:r>
        <w:t>650.6109</w:t>
      </w:r>
      <w:r>
        <w:tab/>
        <w:t>1.013e0</w:t>
      </w:r>
    </w:p>
    <w:p w:rsidR="00B65DC9" w:rsidRDefault="00B65DC9" w:rsidP="00B65DC9">
      <w:r>
        <w:t>650.6783</w:t>
      </w:r>
      <w:r>
        <w:tab/>
        <w:t>1.013e0</w:t>
      </w:r>
    </w:p>
    <w:p w:rsidR="00B65DC9" w:rsidRDefault="00B65DC9" w:rsidP="00B65DC9">
      <w:r>
        <w:t>650.7441</w:t>
      </w:r>
      <w:r>
        <w:tab/>
        <w:t>1.013e0</w:t>
      </w:r>
    </w:p>
    <w:p w:rsidR="00B65DC9" w:rsidRDefault="00B65DC9" w:rsidP="00B65DC9">
      <w:r>
        <w:t>650.7560</w:t>
      </w:r>
      <w:r>
        <w:tab/>
        <w:t>1.013e0</w:t>
      </w:r>
    </w:p>
    <w:p w:rsidR="00B65DC9" w:rsidRDefault="00B65DC9" w:rsidP="00B65DC9">
      <w:r>
        <w:t>650.8217</w:t>
      </w:r>
      <w:r>
        <w:tab/>
        <w:t>1.013e0</w:t>
      </w:r>
    </w:p>
    <w:p w:rsidR="00B65DC9" w:rsidRDefault="00B65DC9" w:rsidP="00B65DC9">
      <w:r>
        <w:t>650.8724</w:t>
      </w:r>
      <w:r>
        <w:tab/>
        <w:t>1.266e-2</w:t>
      </w:r>
    </w:p>
    <w:p w:rsidR="00B65DC9" w:rsidRDefault="00B65DC9" w:rsidP="00B65DC9">
      <w:r>
        <w:t>650.9260</w:t>
      </w:r>
      <w:r>
        <w:tab/>
        <w:t>1.013e0</w:t>
      </w:r>
    </w:p>
    <w:p w:rsidR="00B65DC9" w:rsidRDefault="00B65DC9" w:rsidP="00B65DC9">
      <w:r>
        <w:t>650.9598</w:t>
      </w:r>
      <w:r>
        <w:tab/>
        <w:t>1.013e0</w:t>
      </w:r>
    </w:p>
    <w:p w:rsidR="00B65DC9" w:rsidRDefault="00B65DC9" w:rsidP="00B65DC9">
      <w:r>
        <w:t>650.9686</w:t>
      </w:r>
      <w:r>
        <w:tab/>
        <w:t>2.025e0</w:t>
      </w:r>
    </w:p>
    <w:p w:rsidR="00B65DC9" w:rsidRDefault="00B65DC9" w:rsidP="00B65DC9">
      <w:r>
        <w:t>650.9783</w:t>
      </w:r>
      <w:r>
        <w:tab/>
        <w:t>1.013e0</w:t>
      </w:r>
    </w:p>
    <w:p w:rsidR="00B65DC9" w:rsidRDefault="00B65DC9" w:rsidP="00B65DC9">
      <w:r>
        <w:lastRenderedPageBreak/>
        <w:t>651.0124</w:t>
      </w:r>
      <w:r>
        <w:tab/>
        <w:t>1.013e0</w:t>
      </w:r>
    </w:p>
    <w:p w:rsidR="00B65DC9" w:rsidRDefault="00B65DC9" w:rsidP="00B65DC9">
      <w:r>
        <w:t>651.0326</w:t>
      </w:r>
      <w:r>
        <w:tab/>
        <w:t>1.013e0</w:t>
      </w:r>
    </w:p>
    <w:p w:rsidR="00B65DC9" w:rsidRDefault="00B65DC9" w:rsidP="00B65DC9">
      <w:r>
        <w:t>651.0449</w:t>
      </w:r>
      <w:r>
        <w:tab/>
        <w:t>2.025e0</w:t>
      </w:r>
    </w:p>
    <w:p w:rsidR="00B65DC9" w:rsidRDefault="00B65DC9" w:rsidP="00B65DC9">
      <w:r>
        <w:t>651.0659</w:t>
      </w:r>
      <w:r>
        <w:tab/>
        <w:t>1.013e0</w:t>
      </w:r>
    </w:p>
    <w:p w:rsidR="00B65DC9" w:rsidRDefault="00B65DC9" w:rsidP="00B65DC9">
      <w:r>
        <w:t>651.1344</w:t>
      </w:r>
      <w:r>
        <w:tab/>
        <w:t>1.013e0</w:t>
      </w:r>
    </w:p>
    <w:p w:rsidR="00B65DC9" w:rsidRDefault="00B65DC9" w:rsidP="00B65DC9">
      <w:r>
        <w:t>651.1389</w:t>
      </w:r>
      <w:r>
        <w:tab/>
        <w:t>2.025e0</w:t>
      </w:r>
    </w:p>
    <w:p w:rsidR="00B65DC9" w:rsidRDefault="00B65DC9" w:rsidP="00B65DC9">
      <w:r>
        <w:t>651.1436</w:t>
      </w:r>
      <w:r>
        <w:tab/>
        <w:t>1.013e0</w:t>
      </w:r>
    </w:p>
    <w:p w:rsidR="00B65DC9" w:rsidRDefault="00B65DC9" w:rsidP="00B65DC9">
      <w:r>
        <w:t>651.2123</w:t>
      </w:r>
      <w:r>
        <w:tab/>
        <w:t>2.157e0</w:t>
      </w:r>
    </w:p>
    <w:p w:rsidR="00B65DC9" w:rsidRDefault="00B65DC9" w:rsidP="00B65DC9">
      <w:r>
        <w:t>651.2457</w:t>
      </w:r>
      <w:r>
        <w:tab/>
        <w:t>3.038e0</w:t>
      </w:r>
    </w:p>
    <w:p w:rsidR="00B65DC9" w:rsidRDefault="00B65DC9" w:rsidP="00B65DC9">
      <w:r>
        <w:t>651.2969</w:t>
      </w:r>
      <w:r>
        <w:tab/>
        <w:t>2.532e-2</w:t>
      </w:r>
    </w:p>
    <w:p w:rsidR="00B65DC9" w:rsidRDefault="00B65DC9" w:rsidP="00B65DC9">
      <w:r>
        <w:t>651.3209</w:t>
      </w:r>
      <w:r>
        <w:tab/>
        <w:t>3.038e0</w:t>
      </w:r>
    </w:p>
    <w:p w:rsidR="00B65DC9" w:rsidRDefault="00B65DC9" w:rsidP="00B65DC9">
      <w:r>
        <w:t>651.3572</w:t>
      </w:r>
      <w:r>
        <w:tab/>
        <w:t>4.978e0</w:t>
      </w:r>
    </w:p>
    <w:p w:rsidR="00B65DC9" w:rsidRDefault="00B65DC9" w:rsidP="00B65DC9">
      <w:r>
        <w:t>651.3718</w:t>
      </w:r>
      <w:r>
        <w:tab/>
        <w:t>3.038e0</w:t>
      </w:r>
    </w:p>
    <w:p w:rsidR="00B65DC9" w:rsidRDefault="00B65DC9" w:rsidP="00B65DC9">
      <w:r>
        <w:t>651.3907</w:t>
      </w:r>
      <w:r>
        <w:tab/>
        <w:t>3.038e0</w:t>
      </w:r>
    </w:p>
    <w:p w:rsidR="00B65DC9" w:rsidRDefault="00B65DC9" w:rsidP="00B65DC9">
      <w:r>
        <w:t>651.4044</w:t>
      </w:r>
      <w:r>
        <w:tab/>
        <w:t>1.051e0</w:t>
      </w:r>
    </w:p>
    <w:p w:rsidR="00B65DC9" w:rsidRDefault="00B65DC9" w:rsidP="00B65DC9">
      <w:r>
        <w:t>651.4657</w:t>
      </w:r>
      <w:r>
        <w:tab/>
        <w:t>1.013e0</w:t>
      </w:r>
    </w:p>
    <w:p w:rsidR="00B65DC9" w:rsidRDefault="00B65DC9" w:rsidP="00B65DC9">
      <w:r>
        <w:t>651.4998</w:t>
      </w:r>
      <w:r>
        <w:tab/>
        <w:t>1.266e-2</w:t>
      </w:r>
    </w:p>
    <w:p w:rsidR="00B65DC9" w:rsidRDefault="00B65DC9" w:rsidP="00B65DC9">
      <w:r>
        <w:t>651.5443</w:t>
      </w:r>
      <w:r>
        <w:tab/>
        <w:t>1.013e0</w:t>
      </w:r>
    </w:p>
    <w:p w:rsidR="00B65DC9" w:rsidRDefault="00B65DC9" w:rsidP="00B65DC9">
      <w:r>
        <w:t>651.5518</w:t>
      </w:r>
      <w:r>
        <w:tab/>
        <w:t>1.013e0</w:t>
      </w:r>
    </w:p>
    <w:p w:rsidR="00B65DC9" w:rsidRDefault="00B65DC9" w:rsidP="00B65DC9">
      <w:r>
        <w:lastRenderedPageBreak/>
        <w:t>651.6738</w:t>
      </w:r>
      <w:r>
        <w:tab/>
        <w:t>1.266e-2</w:t>
      </w:r>
    </w:p>
    <w:p w:rsidR="00B65DC9" w:rsidRDefault="00B65DC9" w:rsidP="00B65DC9">
      <w:r>
        <w:t>651.7545</w:t>
      </w:r>
      <w:r>
        <w:tab/>
        <w:t>1.013e0</w:t>
      </w:r>
    </w:p>
    <w:p w:rsidR="00B65DC9" w:rsidRDefault="00B65DC9" w:rsidP="00B65DC9">
      <w:r>
        <w:t>651.8306</w:t>
      </w:r>
      <w:r>
        <w:tab/>
        <w:t>1.013e0</w:t>
      </w:r>
    </w:p>
    <w:p w:rsidR="00B65DC9" w:rsidRDefault="00B65DC9" w:rsidP="00B65DC9">
      <w:r>
        <w:t>651.8768</w:t>
      </w:r>
      <w:r>
        <w:tab/>
        <w:t>1.013e0</w:t>
      </w:r>
    </w:p>
    <w:p w:rsidR="00B65DC9" w:rsidRDefault="00B65DC9" w:rsidP="00B65DC9">
      <w:r>
        <w:t>651.9368</w:t>
      </w:r>
      <w:r>
        <w:tab/>
        <w:t>1.013e0</w:t>
      </w:r>
    </w:p>
    <w:p w:rsidR="00B65DC9" w:rsidRDefault="00B65DC9" w:rsidP="00B65DC9">
      <w:r>
        <w:t>651.9948</w:t>
      </w:r>
      <w:r>
        <w:tab/>
        <w:t>3.038e0</w:t>
      </w:r>
    </w:p>
    <w:p w:rsidR="00B65DC9" w:rsidRDefault="00B65DC9" w:rsidP="00B65DC9">
      <w:r>
        <w:t>652.0026</w:t>
      </w:r>
      <w:r>
        <w:tab/>
        <w:t>3.038e0</w:t>
      </w:r>
    </w:p>
    <w:p w:rsidR="00B65DC9" w:rsidRDefault="00B65DC9" w:rsidP="00B65DC9">
      <w:r>
        <w:t>652.0231</w:t>
      </w:r>
      <w:r>
        <w:tab/>
        <w:t>1.013e0</w:t>
      </w:r>
    </w:p>
    <w:p w:rsidR="00B65DC9" w:rsidRDefault="00B65DC9" w:rsidP="00B65DC9">
      <w:r>
        <w:t>652.0555</w:t>
      </w:r>
      <w:r>
        <w:tab/>
        <w:t>2.025e0</w:t>
      </w:r>
    </w:p>
    <w:p w:rsidR="00B65DC9" w:rsidRDefault="00B65DC9" w:rsidP="00B65DC9">
      <w:r>
        <w:t>652.0746</w:t>
      </w:r>
      <w:r>
        <w:tab/>
        <w:t>1.266e-2</w:t>
      </w:r>
    </w:p>
    <w:p w:rsidR="00B65DC9" w:rsidRDefault="00B65DC9" w:rsidP="00B65DC9">
      <w:r>
        <w:t>652.0880</w:t>
      </w:r>
      <w:r>
        <w:tab/>
        <w:t>1.266e-2</w:t>
      </w:r>
    </w:p>
    <w:p w:rsidR="00B65DC9" w:rsidRDefault="00B65DC9" w:rsidP="00B65DC9">
      <w:r>
        <w:t>652.0991</w:t>
      </w:r>
      <w:r>
        <w:tab/>
        <w:t>1.266e-2</w:t>
      </w:r>
    </w:p>
    <w:p w:rsidR="00B65DC9" w:rsidRDefault="00B65DC9" w:rsidP="00B65DC9">
      <w:r>
        <w:t>652.1450</w:t>
      </w:r>
      <w:r>
        <w:tab/>
        <w:t>1.013e0</w:t>
      </w:r>
    </w:p>
    <w:p w:rsidR="00B65DC9" w:rsidRDefault="00B65DC9" w:rsidP="00B65DC9">
      <w:r>
        <w:t>652.1807</w:t>
      </w:r>
      <w:r>
        <w:tab/>
        <w:t>1.013e0</w:t>
      </w:r>
    </w:p>
    <w:p w:rsidR="00B65DC9" w:rsidRDefault="00B65DC9" w:rsidP="00B65DC9">
      <w:r>
        <w:t>652.2720</w:t>
      </w:r>
      <w:r>
        <w:tab/>
        <w:t>2.532e-2</w:t>
      </w:r>
    </w:p>
    <w:p w:rsidR="00B65DC9" w:rsidRDefault="00B65DC9" w:rsidP="00B65DC9">
      <w:r>
        <w:t>652.3192</w:t>
      </w:r>
      <w:r>
        <w:tab/>
        <w:t>2.532e-2</w:t>
      </w:r>
    </w:p>
    <w:p w:rsidR="00B65DC9" w:rsidRDefault="00B65DC9" w:rsidP="00B65DC9">
      <w:r>
        <w:t>652.3326</w:t>
      </w:r>
      <w:r>
        <w:tab/>
        <w:t>1.013e0</w:t>
      </w:r>
    </w:p>
    <w:p w:rsidR="00B65DC9" w:rsidRDefault="00B65DC9" w:rsidP="00B65DC9">
      <w:r>
        <w:t>652.3716</w:t>
      </w:r>
      <w:r>
        <w:tab/>
        <w:t>2.025e0</w:t>
      </w:r>
    </w:p>
    <w:p w:rsidR="00B65DC9" w:rsidRDefault="00B65DC9" w:rsidP="00B65DC9">
      <w:r>
        <w:t>652.4293</w:t>
      </w:r>
      <w:r>
        <w:tab/>
        <w:t>2.532e-2</w:t>
      </w:r>
    </w:p>
    <w:p w:rsidR="00B65DC9" w:rsidRDefault="00B65DC9" w:rsidP="00B65DC9">
      <w:r>
        <w:lastRenderedPageBreak/>
        <w:t>652.4327</w:t>
      </w:r>
      <w:r>
        <w:tab/>
        <w:t>3.051e0</w:t>
      </w:r>
    </w:p>
    <w:p w:rsidR="00B65DC9" w:rsidRDefault="00B65DC9" w:rsidP="00B65DC9">
      <w:r>
        <w:t>652.4827</w:t>
      </w:r>
      <w:r>
        <w:tab/>
        <w:t>2.025e0</w:t>
      </w:r>
    </w:p>
    <w:p w:rsidR="00B65DC9" w:rsidRDefault="00B65DC9" w:rsidP="00B65DC9">
      <w:r>
        <w:t>652.5107</w:t>
      </w:r>
      <w:r>
        <w:tab/>
        <w:t>3.038e0</w:t>
      </w:r>
    </w:p>
    <w:p w:rsidR="00B65DC9" w:rsidRDefault="00B65DC9" w:rsidP="00B65DC9">
      <w:r>
        <w:t>652.5980</w:t>
      </w:r>
      <w:r>
        <w:tab/>
        <w:t>2.038e0</w:t>
      </w:r>
    </w:p>
    <w:p w:rsidR="00B65DC9" w:rsidRDefault="00B65DC9" w:rsidP="00B65DC9">
      <w:r>
        <w:t>652.6326</w:t>
      </w:r>
      <w:r>
        <w:tab/>
        <w:t>6.101e0</w:t>
      </w:r>
    </w:p>
    <w:p w:rsidR="00B65DC9" w:rsidRDefault="00B65DC9" w:rsidP="00B65DC9">
      <w:r>
        <w:t>652.6844</w:t>
      </w:r>
      <w:r>
        <w:tab/>
        <w:t>1.013e0</w:t>
      </w:r>
    </w:p>
    <w:p w:rsidR="00B65DC9" w:rsidRDefault="00B65DC9" w:rsidP="00B65DC9">
      <w:r>
        <w:t>652.8939</w:t>
      </w:r>
      <w:r>
        <w:tab/>
        <w:t>1.013e0</w:t>
      </w:r>
    </w:p>
    <w:p w:rsidR="00B65DC9" w:rsidRDefault="00B65DC9" w:rsidP="00B65DC9">
      <w:r>
        <w:t>652.8986</w:t>
      </w:r>
      <w:r>
        <w:tab/>
        <w:t>2.025e0</w:t>
      </w:r>
    </w:p>
    <w:p w:rsidR="00B65DC9" w:rsidRDefault="00B65DC9" w:rsidP="00B65DC9">
      <w:r>
        <w:t>653.0002</w:t>
      </w:r>
      <w:r>
        <w:tab/>
        <w:t>2.025e0</w:t>
      </w:r>
    </w:p>
    <w:p w:rsidR="00B65DC9" w:rsidRDefault="00B65DC9" w:rsidP="00B65DC9">
      <w:r>
        <w:t>653.0033</w:t>
      </w:r>
      <w:r>
        <w:tab/>
        <w:t>3.038e0</w:t>
      </w:r>
    </w:p>
    <w:p w:rsidR="00B65DC9" w:rsidRDefault="00B65DC9" w:rsidP="00B65DC9">
      <w:r>
        <w:t>653.0499</w:t>
      </w:r>
      <w:r>
        <w:tab/>
        <w:t>5.063e0</w:t>
      </w:r>
    </w:p>
    <w:p w:rsidR="00B65DC9" w:rsidRDefault="00B65DC9" w:rsidP="00B65DC9">
      <w:r>
        <w:t>653.0781</w:t>
      </w:r>
      <w:r>
        <w:tab/>
        <w:t>1.013e0</w:t>
      </w:r>
    </w:p>
    <w:p w:rsidR="00B65DC9" w:rsidRDefault="00B65DC9" w:rsidP="00B65DC9">
      <w:r>
        <w:t>653.1503</w:t>
      </w:r>
      <w:r>
        <w:tab/>
        <w:t>2.025e0</w:t>
      </w:r>
    </w:p>
    <w:p w:rsidR="00B65DC9" w:rsidRDefault="00B65DC9" w:rsidP="00B65DC9">
      <w:r>
        <w:t>653.2115</w:t>
      </w:r>
      <w:r>
        <w:tab/>
        <w:t>2.025e0</w:t>
      </w:r>
    </w:p>
    <w:p w:rsidR="00B65DC9" w:rsidRDefault="00B65DC9" w:rsidP="00B65DC9">
      <w:r>
        <w:t>653.2369</w:t>
      </w:r>
      <w:r>
        <w:tab/>
        <w:t>2.025e0</w:t>
      </w:r>
    </w:p>
    <w:p w:rsidR="00B65DC9" w:rsidRDefault="00B65DC9" w:rsidP="00B65DC9">
      <w:r>
        <w:t>653.2653</w:t>
      </w:r>
      <w:r>
        <w:tab/>
        <w:t>2.532e-2</w:t>
      </w:r>
    </w:p>
    <w:p w:rsidR="00B65DC9" w:rsidRDefault="00B65DC9" w:rsidP="00B65DC9">
      <w:r>
        <w:t>653.2820</w:t>
      </w:r>
      <w:r>
        <w:tab/>
        <w:t>4.051e0</w:t>
      </w:r>
    </w:p>
    <w:p w:rsidR="00B65DC9" w:rsidRDefault="00B65DC9" w:rsidP="00B65DC9">
      <w:r>
        <w:t>653.3494</w:t>
      </w:r>
      <w:r>
        <w:tab/>
        <w:t>3.038e0</w:t>
      </w:r>
    </w:p>
    <w:p w:rsidR="00B65DC9" w:rsidRDefault="00B65DC9" w:rsidP="00B65DC9">
      <w:r>
        <w:t>653.4014</w:t>
      </w:r>
      <w:r>
        <w:tab/>
        <w:t>3.038e0</w:t>
      </w:r>
    </w:p>
    <w:p w:rsidR="00B65DC9" w:rsidRDefault="00B65DC9" w:rsidP="00B65DC9">
      <w:r>
        <w:lastRenderedPageBreak/>
        <w:t>653.5013</w:t>
      </w:r>
      <w:r>
        <w:tab/>
        <w:t>1.013e0</w:t>
      </w:r>
    </w:p>
    <w:p w:rsidR="00B65DC9" w:rsidRDefault="00B65DC9" w:rsidP="00B65DC9">
      <w:r>
        <w:t>653.5154</w:t>
      </w:r>
      <w:r>
        <w:tab/>
        <w:t>2.025e0</w:t>
      </w:r>
    </w:p>
    <w:p w:rsidR="00B65DC9" w:rsidRDefault="00B65DC9" w:rsidP="00B65DC9">
      <w:r>
        <w:t>653.5731</w:t>
      </w:r>
      <w:r>
        <w:tab/>
        <w:t>1.013e0</w:t>
      </w:r>
    </w:p>
    <w:p w:rsidR="00B65DC9" w:rsidRDefault="00B65DC9" w:rsidP="00B65DC9">
      <w:r>
        <w:t>653.7361</w:t>
      </w:r>
      <w:r>
        <w:tab/>
        <w:t>1.013e0</w:t>
      </w:r>
    </w:p>
    <w:p w:rsidR="00B65DC9" w:rsidRDefault="00B65DC9" w:rsidP="00B65DC9">
      <w:r>
        <w:t>653.7643</w:t>
      </w:r>
      <w:r>
        <w:tab/>
        <w:t>1.266e-2</w:t>
      </w:r>
    </w:p>
    <w:p w:rsidR="00B65DC9" w:rsidRDefault="00B65DC9" w:rsidP="00B65DC9">
      <w:r>
        <w:t>653.7831</w:t>
      </w:r>
      <w:r>
        <w:tab/>
        <w:t>3.038e0</w:t>
      </w:r>
    </w:p>
    <w:p w:rsidR="00B65DC9" w:rsidRDefault="00B65DC9" w:rsidP="00B65DC9">
      <w:r>
        <w:t>653.7999</w:t>
      </w:r>
      <w:r>
        <w:tab/>
        <w:t>1.013e0</w:t>
      </w:r>
    </w:p>
    <w:p w:rsidR="00B65DC9" w:rsidRDefault="00B65DC9" w:rsidP="00B65DC9">
      <w:r>
        <w:t>653.8467</w:t>
      </w:r>
      <w:r>
        <w:tab/>
        <w:t>1.013e0</w:t>
      </w:r>
    </w:p>
    <w:p w:rsidR="00B65DC9" w:rsidRDefault="00B65DC9" w:rsidP="00B65DC9">
      <w:r>
        <w:t>653.9415</w:t>
      </w:r>
      <w:r>
        <w:tab/>
        <w:t>2.025e0</w:t>
      </w:r>
    </w:p>
    <w:p w:rsidR="00B65DC9" w:rsidRDefault="00B65DC9" w:rsidP="00B65DC9">
      <w:r>
        <w:t>653.9582</w:t>
      </w:r>
      <w:r>
        <w:tab/>
        <w:t>1.013e0</w:t>
      </w:r>
    </w:p>
    <w:p w:rsidR="00B65DC9" w:rsidRDefault="00B65DC9" w:rsidP="00B65DC9">
      <w:r>
        <w:t>653.9826</w:t>
      </w:r>
      <w:r>
        <w:tab/>
        <w:t>5.063e0</w:t>
      </w:r>
    </w:p>
    <w:p w:rsidR="00B65DC9" w:rsidRDefault="00B65DC9" w:rsidP="00B65DC9">
      <w:r>
        <w:t>654.0363</w:t>
      </w:r>
      <w:r>
        <w:tab/>
        <w:t>1.013e0</w:t>
      </w:r>
    </w:p>
    <w:p w:rsidR="00B65DC9" w:rsidRDefault="00B65DC9" w:rsidP="00B65DC9">
      <w:r>
        <w:t>654.1143</w:t>
      </w:r>
      <w:r>
        <w:tab/>
        <w:t>1.013e0</w:t>
      </w:r>
    </w:p>
    <w:p w:rsidR="00B65DC9" w:rsidRDefault="00B65DC9" w:rsidP="00B65DC9">
      <w:r>
        <w:t>654.1700</w:t>
      </w:r>
      <w:r>
        <w:tab/>
        <w:t>2.025e0</w:t>
      </w:r>
    </w:p>
    <w:p w:rsidR="00B65DC9" w:rsidRDefault="00B65DC9" w:rsidP="00B65DC9">
      <w:r>
        <w:t>654.1996</w:t>
      </w:r>
      <w:r>
        <w:tab/>
        <w:t>1.266e-2</w:t>
      </w:r>
    </w:p>
    <w:p w:rsidR="00B65DC9" w:rsidRDefault="00B65DC9" w:rsidP="00B65DC9">
      <w:r>
        <w:t>654.2050</w:t>
      </w:r>
      <w:r>
        <w:tab/>
        <w:t>5.063e0</w:t>
      </w:r>
    </w:p>
    <w:p w:rsidR="00B65DC9" w:rsidRDefault="00B65DC9" w:rsidP="00B65DC9">
      <w:r>
        <w:t>654.2704</w:t>
      </w:r>
      <w:r>
        <w:tab/>
        <w:t>2.025e0</w:t>
      </w:r>
    </w:p>
    <w:p w:rsidR="00B65DC9" w:rsidRDefault="00B65DC9" w:rsidP="00B65DC9">
      <w:r>
        <w:t>654.2820</w:t>
      </w:r>
      <w:r>
        <w:tab/>
        <w:t>3.038e0</w:t>
      </w:r>
    </w:p>
    <w:p w:rsidR="00B65DC9" w:rsidRDefault="00B65DC9" w:rsidP="00B65DC9">
      <w:r>
        <w:t>654.3716</w:t>
      </w:r>
      <w:r>
        <w:tab/>
        <w:t>1.013e0</w:t>
      </w:r>
    </w:p>
    <w:p w:rsidR="00B65DC9" w:rsidRDefault="00B65DC9" w:rsidP="00B65DC9">
      <w:r>
        <w:lastRenderedPageBreak/>
        <w:t>654.4090</w:t>
      </w:r>
      <w:r>
        <w:tab/>
        <w:t>1.013e0</w:t>
      </w:r>
    </w:p>
    <w:p w:rsidR="00B65DC9" w:rsidRDefault="00B65DC9" w:rsidP="00B65DC9">
      <w:r>
        <w:t>654.4163</w:t>
      </w:r>
      <w:r>
        <w:tab/>
        <w:t>1.013e0</w:t>
      </w:r>
    </w:p>
    <w:p w:rsidR="00B65DC9" w:rsidRDefault="00B65DC9" w:rsidP="00B65DC9">
      <w:r>
        <w:t>654.4266</w:t>
      </w:r>
      <w:r>
        <w:tab/>
        <w:t>1.266e-2</w:t>
      </w:r>
    </w:p>
    <w:p w:rsidR="00B65DC9" w:rsidRDefault="00B65DC9" w:rsidP="00B65DC9">
      <w:r>
        <w:t>654.4436</w:t>
      </w:r>
      <w:r>
        <w:tab/>
        <w:t>1.266e-2</w:t>
      </w:r>
    </w:p>
    <w:p w:rsidR="00B65DC9" w:rsidRDefault="00B65DC9" w:rsidP="00B65DC9">
      <w:r>
        <w:t>654.4963</w:t>
      </w:r>
      <w:r>
        <w:tab/>
        <w:t>1.013e0</w:t>
      </w:r>
    </w:p>
    <w:p w:rsidR="00B65DC9" w:rsidRDefault="00B65DC9" w:rsidP="00B65DC9">
      <w:r>
        <w:t>654.5055</w:t>
      </w:r>
      <w:r>
        <w:tab/>
        <w:t>1.013e0</w:t>
      </w:r>
    </w:p>
    <w:p w:rsidR="00B65DC9" w:rsidRDefault="00B65DC9" w:rsidP="00B65DC9">
      <w:r>
        <w:t>654.6181</w:t>
      </w:r>
      <w:r>
        <w:tab/>
        <w:t>1.013e0</w:t>
      </w:r>
    </w:p>
    <w:p w:rsidR="00B65DC9" w:rsidRDefault="00B65DC9" w:rsidP="00B65DC9">
      <w:r>
        <w:t>654.7286</w:t>
      </w:r>
      <w:r>
        <w:tab/>
        <w:t>2.025e0</w:t>
      </w:r>
    </w:p>
    <w:p w:rsidR="00B65DC9" w:rsidRDefault="00B65DC9" w:rsidP="00B65DC9">
      <w:r>
        <w:t>654.7725</w:t>
      </w:r>
      <w:r>
        <w:tab/>
        <w:t>1.013e0</w:t>
      </w:r>
    </w:p>
    <w:p w:rsidR="00B65DC9" w:rsidRDefault="00B65DC9" w:rsidP="00B65DC9">
      <w:r>
        <w:t>654.8616</w:t>
      </w:r>
      <w:r>
        <w:tab/>
        <w:t>2.025e0</w:t>
      </w:r>
    </w:p>
    <w:p w:rsidR="00B65DC9" w:rsidRDefault="00B65DC9" w:rsidP="00B65DC9">
      <w:r>
        <w:t>654.9175</w:t>
      </w:r>
      <w:r>
        <w:tab/>
        <w:t>1.266e-2</w:t>
      </w:r>
    </w:p>
    <w:p w:rsidR="00B65DC9" w:rsidRDefault="00B65DC9" w:rsidP="00B65DC9">
      <w:r>
        <w:t>654.9399</w:t>
      </w:r>
      <w:r>
        <w:tab/>
        <w:t>1.013e0</w:t>
      </w:r>
    </w:p>
    <w:p w:rsidR="00B65DC9" w:rsidRDefault="00B65DC9" w:rsidP="00B65DC9">
      <w:r>
        <w:t>654.9622</w:t>
      </w:r>
      <w:r>
        <w:tab/>
        <w:t>1.013e0</w:t>
      </w:r>
    </w:p>
    <w:p w:rsidR="00B65DC9" w:rsidRDefault="00B65DC9" w:rsidP="00B65DC9">
      <w:r>
        <w:t>655.0184</w:t>
      </w:r>
      <w:r>
        <w:tab/>
        <w:t>1.013e0</w:t>
      </w:r>
    </w:p>
    <w:p w:rsidR="00B65DC9" w:rsidRDefault="00B65DC9" w:rsidP="00B65DC9">
      <w:r>
        <w:t>655.0385</w:t>
      </w:r>
      <w:r>
        <w:tab/>
        <w:t>2.409e0</w:t>
      </w:r>
    </w:p>
    <w:p w:rsidR="00B65DC9" w:rsidRDefault="00B65DC9" w:rsidP="00B65DC9">
      <w:r>
        <w:t>655.0598</w:t>
      </w:r>
      <w:r>
        <w:tab/>
        <w:t>3.038e0</w:t>
      </w:r>
    </w:p>
    <w:p w:rsidR="00B65DC9" w:rsidRDefault="00B65DC9" w:rsidP="00B65DC9">
      <w:r>
        <w:t>655.1194</w:t>
      </w:r>
      <w:r>
        <w:tab/>
        <w:t>1.025e0</w:t>
      </w:r>
    </w:p>
    <w:p w:rsidR="00B65DC9" w:rsidRDefault="00B65DC9" w:rsidP="00B65DC9">
      <w:r>
        <w:t>655.1751</w:t>
      </w:r>
      <w:r>
        <w:tab/>
        <w:t>1.266e-2</w:t>
      </w:r>
    </w:p>
    <w:p w:rsidR="00B65DC9" w:rsidRDefault="00B65DC9" w:rsidP="00B65DC9">
      <w:r>
        <w:t>655.1920</w:t>
      </w:r>
      <w:r>
        <w:tab/>
        <w:t>1.013e0</w:t>
      </w:r>
    </w:p>
    <w:p w:rsidR="00B65DC9" w:rsidRDefault="00B65DC9" w:rsidP="00B65DC9">
      <w:r>
        <w:lastRenderedPageBreak/>
        <w:t>655.2078</w:t>
      </w:r>
      <w:r>
        <w:tab/>
        <w:t>1.266e-2</w:t>
      </w:r>
    </w:p>
    <w:p w:rsidR="00B65DC9" w:rsidRDefault="00B65DC9" w:rsidP="00B65DC9">
      <w:r>
        <w:t>655.3069</w:t>
      </w:r>
      <w:r>
        <w:tab/>
        <w:t>2.038e0</w:t>
      </w:r>
    </w:p>
    <w:p w:rsidR="00B65DC9" w:rsidRDefault="00B65DC9" w:rsidP="00B65DC9">
      <w:r>
        <w:t>655.3185</w:t>
      </w:r>
      <w:r>
        <w:tab/>
        <w:t>2.025e0</w:t>
      </w:r>
    </w:p>
    <w:p w:rsidR="00B65DC9" w:rsidRDefault="00B65DC9" w:rsidP="00B65DC9">
      <w:r>
        <w:t>655.3376</w:t>
      </w:r>
      <w:r>
        <w:tab/>
        <w:t>2.051e0</w:t>
      </w:r>
    </w:p>
    <w:p w:rsidR="00B65DC9" w:rsidRDefault="00B65DC9" w:rsidP="00B65DC9">
      <w:r>
        <w:t>655.4014</w:t>
      </w:r>
      <w:r>
        <w:tab/>
        <w:t>2.025e0</w:t>
      </w:r>
    </w:p>
    <w:p w:rsidR="00B65DC9" w:rsidRDefault="00B65DC9" w:rsidP="00B65DC9">
      <w:r>
        <w:t>655.4285</w:t>
      </w:r>
      <w:r>
        <w:tab/>
        <w:t>2.025e0</w:t>
      </w:r>
    </w:p>
    <w:p w:rsidR="00B65DC9" w:rsidRDefault="00B65DC9" w:rsidP="00B65DC9">
      <w:r>
        <w:t>655.4346</w:t>
      </w:r>
      <w:r>
        <w:tab/>
        <w:t>3.038e0</w:t>
      </w:r>
    </w:p>
    <w:p w:rsidR="00B65DC9" w:rsidRDefault="00B65DC9" w:rsidP="00B65DC9">
      <w:r>
        <w:t>655.4871</w:t>
      </w:r>
      <w:r>
        <w:tab/>
        <w:t>1.266e-2</w:t>
      </w:r>
    </w:p>
    <w:p w:rsidR="00B65DC9" w:rsidRDefault="00B65DC9" w:rsidP="00B65DC9">
      <w:r>
        <w:t>655.5033</w:t>
      </w:r>
      <w:r>
        <w:tab/>
        <w:t>3.038e0</w:t>
      </w:r>
    </w:p>
    <w:p w:rsidR="00B65DC9" w:rsidRDefault="00B65DC9" w:rsidP="00B65DC9">
      <w:r>
        <w:t>655.5087</w:t>
      </w:r>
      <w:r>
        <w:tab/>
        <w:t>1.025e0</w:t>
      </w:r>
    </w:p>
    <w:p w:rsidR="00B65DC9" w:rsidRDefault="00B65DC9" w:rsidP="00B65DC9">
      <w:r>
        <w:t>655.5318</w:t>
      </w:r>
      <w:r>
        <w:tab/>
        <w:t>1.013e0</w:t>
      </w:r>
    </w:p>
    <w:p w:rsidR="00B65DC9" w:rsidRDefault="00B65DC9" w:rsidP="00B65DC9">
      <w:r>
        <w:t>655.5676</w:t>
      </w:r>
      <w:r>
        <w:tab/>
        <w:t>2.025e0</w:t>
      </w:r>
    </w:p>
    <w:p w:rsidR="00B65DC9" w:rsidRDefault="00B65DC9" w:rsidP="00B65DC9">
      <w:r>
        <w:t>655.6323</w:t>
      </w:r>
      <w:r>
        <w:tab/>
        <w:t>1.266e-2</w:t>
      </w:r>
    </w:p>
    <w:p w:rsidR="00B65DC9" w:rsidRDefault="00B65DC9" w:rsidP="00B65DC9">
      <w:r>
        <w:t>655.6351</w:t>
      </w:r>
      <w:r>
        <w:tab/>
        <w:t>2.025e0</w:t>
      </w:r>
    </w:p>
    <w:p w:rsidR="00B65DC9" w:rsidRDefault="00B65DC9" w:rsidP="00B65DC9">
      <w:r>
        <w:t>655.7561</w:t>
      </w:r>
      <w:r>
        <w:tab/>
        <w:t>1.013e0</w:t>
      </w:r>
    </w:p>
    <w:p w:rsidR="00B65DC9" w:rsidRDefault="00B65DC9" w:rsidP="00B65DC9">
      <w:r>
        <w:t>655.8632</w:t>
      </w:r>
      <w:r>
        <w:tab/>
        <w:t>3.038e0</w:t>
      </w:r>
    </w:p>
    <w:p w:rsidR="00B65DC9" w:rsidRDefault="00B65DC9" w:rsidP="00B65DC9">
      <w:r>
        <w:t>655.8782</w:t>
      </w:r>
      <w:r>
        <w:tab/>
        <w:t>1.266e-2</w:t>
      </w:r>
    </w:p>
    <w:p w:rsidR="00B65DC9" w:rsidRDefault="00B65DC9" w:rsidP="00B65DC9">
      <w:r>
        <w:t>655.9244</w:t>
      </w:r>
      <w:r>
        <w:tab/>
        <w:t>1.013e0</w:t>
      </w:r>
    </w:p>
    <w:p w:rsidR="00B65DC9" w:rsidRDefault="00B65DC9" w:rsidP="00B65DC9">
      <w:r>
        <w:t>655.9443</w:t>
      </w:r>
      <w:r>
        <w:tab/>
        <w:t>2.025e0</w:t>
      </w:r>
    </w:p>
    <w:p w:rsidR="00B65DC9" w:rsidRDefault="00B65DC9" w:rsidP="00B65DC9">
      <w:r>
        <w:lastRenderedPageBreak/>
        <w:t>656.0683</w:t>
      </w:r>
      <w:r>
        <w:tab/>
        <w:t>1.013e0</w:t>
      </w:r>
    </w:p>
    <w:p w:rsidR="00B65DC9" w:rsidRDefault="00B65DC9" w:rsidP="00B65DC9">
      <w:r>
        <w:t>656.1018</w:t>
      </w:r>
      <w:r>
        <w:tab/>
        <w:t>1.013e0</w:t>
      </w:r>
    </w:p>
    <w:p w:rsidR="00B65DC9" w:rsidRDefault="00B65DC9" w:rsidP="00B65DC9">
      <w:r>
        <w:t>656.1130</w:t>
      </w:r>
      <w:r>
        <w:tab/>
        <w:t>1.025e0</w:t>
      </w:r>
    </w:p>
    <w:p w:rsidR="00B65DC9" w:rsidRDefault="00B65DC9" w:rsidP="00B65DC9">
      <w:r>
        <w:t>656.1159</w:t>
      </w:r>
      <w:r>
        <w:tab/>
        <w:t>1.013e0</w:t>
      </w:r>
    </w:p>
    <w:p w:rsidR="00B65DC9" w:rsidRDefault="00B65DC9" w:rsidP="00B65DC9">
      <w:r>
        <w:t>656.2892</w:t>
      </w:r>
      <w:r>
        <w:tab/>
        <w:t>1.013e0</w:t>
      </w:r>
    </w:p>
    <w:p w:rsidR="00B65DC9" w:rsidRDefault="00B65DC9" w:rsidP="00B65DC9">
      <w:r>
        <w:t>656.3000</w:t>
      </w:r>
      <w:r>
        <w:tab/>
        <w:t>3.971e0</w:t>
      </w:r>
    </w:p>
    <w:p w:rsidR="00B65DC9" w:rsidRDefault="00B65DC9" w:rsidP="00B65DC9">
      <w:r>
        <w:t>656.3934</w:t>
      </w:r>
      <w:r>
        <w:tab/>
        <w:t>1.013e0</w:t>
      </w:r>
    </w:p>
    <w:p w:rsidR="00B65DC9" w:rsidRDefault="00B65DC9" w:rsidP="00B65DC9">
      <w:r>
        <w:t>656.4103</w:t>
      </w:r>
      <w:r>
        <w:tab/>
        <w:t>1.013e0</w:t>
      </w:r>
    </w:p>
    <w:p w:rsidR="00B65DC9" w:rsidRDefault="00B65DC9" w:rsidP="00B65DC9">
      <w:r>
        <w:t>656.4434</w:t>
      </w:r>
      <w:r>
        <w:tab/>
        <w:t>4.051e0</w:t>
      </w:r>
    </w:p>
    <w:p w:rsidR="00B65DC9" w:rsidRDefault="00B65DC9" w:rsidP="00B65DC9">
      <w:r>
        <w:t>656.4802</w:t>
      </w:r>
      <w:r>
        <w:tab/>
        <w:t>3.038e0</w:t>
      </w:r>
    </w:p>
    <w:p w:rsidR="00B65DC9" w:rsidRDefault="00B65DC9" w:rsidP="00B65DC9">
      <w:r>
        <w:t>656.5081</w:t>
      </w:r>
      <w:r>
        <w:tab/>
        <w:t>3.038e0</w:t>
      </w:r>
    </w:p>
    <w:p w:rsidR="00B65DC9" w:rsidRDefault="00B65DC9" w:rsidP="00B65DC9">
      <w:r>
        <w:t>656.5401</w:t>
      </w:r>
      <w:r>
        <w:tab/>
        <w:t>2.532e-2</w:t>
      </w:r>
    </w:p>
    <w:p w:rsidR="00B65DC9" w:rsidRDefault="00B65DC9" w:rsidP="00B65DC9">
      <w:r>
        <w:t>656.5660</w:t>
      </w:r>
      <w:r>
        <w:tab/>
        <w:t>2.025e0</w:t>
      </w:r>
    </w:p>
    <w:p w:rsidR="00B65DC9" w:rsidRDefault="00B65DC9" w:rsidP="00B65DC9">
      <w:r>
        <w:t>656.5828</w:t>
      </w:r>
      <w:r>
        <w:tab/>
        <w:t>1.013e0</w:t>
      </w:r>
    </w:p>
    <w:p w:rsidR="00B65DC9" w:rsidRDefault="00B65DC9" w:rsidP="00B65DC9">
      <w:r>
        <w:t>656.6174</w:t>
      </w:r>
      <w:r>
        <w:tab/>
        <w:t>2.025e0</w:t>
      </w:r>
    </w:p>
    <w:p w:rsidR="00B65DC9" w:rsidRDefault="00B65DC9" w:rsidP="00B65DC9">
      <w:r>
        <w:t>656.6309</w:t>
      </w:r>
      <w:r>
        <w:tab/>
        <w:t>2.025e0</w:t>
      </w:r>
    </w:p>
    <w:p w:rsidR="00B65DC9" w:rsidRDefault="00B65DC9" w:rsidP="00B65DC9">
      <w:r>
        <w:t>656.6364</w:t>
      </w:r>
      <w:r>
        <w:tab/>
        <w:t>1.013e0</w:t>
      </w:r>
    </w:p>
    <w:p w:rsidR="00B65DC9" w:rsidRDefault="00B65DC9" w:rsidP="00B65DC9">
      <w:r>
        <w:t>656.6387</w:t>
      </w:r>
      <w:r>
        <w:tab/>
        <w:t>1.013e0</w:t>
      </w:r>
    </w:p>
    <w:p w:rsidR="00B65DC9" w:rsidRDefault="00B65DC9" w:rsidP="00B65DC9">
      <w:r>
        <w:t>656.6611</w:t>
      </w:r>
      <w:r>
        <w:tab/>
        <w:t>1.013e0</w:t>
      </w:r>
    </w:p>
    <w:p w:rsidR="00B65DC9" w:rsidRDefault="00B65DC9" w:rsidP="00B65DC9">
      <w:r>
        <w:lastRenderedPageBreak/>
        <w:t>656.7954</w:t>
      </w:r>
      <w:r>
        <w:tab/>
        <w:t>2.532e-2</w:t>
      </w:r>
    </w:p>
    <w:p w:rsidR="00B65DC9" w:rsidRDefault="00B65DC9" w:rsidP="00B65DC9">
      <w:r>
        <w:t>656.8178</w:t>
      </w:r>
      <w:r>
        <w:tab/>
        <w:t>1.013e0</w:t>
      </w:r>
    </w:p>
    <w:p w:rsidR="00B65DC9" w:rsidRDefault="00B65DC9" w:rsidP="00B65DC9">
      <w:r>
        <w:t>656.8278</w:t>
      </w:r>
      <w:r>
        <w:tab/>
        <w:t>1.266e-2</w:t>
      </w:r>
    </w:p>
    <w:p w:rsidR="00B65DC9" w:rsidRDefault="00B65DC9" w:rsidP="00B65DC9">
      <w:r>
        <w:t>656.8801</w:t>
      </w:r>
      <w:r>
        <w:tab/>
        <w:t>1.013e0</w:t>
      </w:r>
    </w:p>
    <w:p w:rsidR="00B65DC9" w:rsidRDefault="00B65DC9" w:rsidP="00B65DC9">
      <w:r>
        <w:t>656.9244</w:t>
      </w:r>
      <w:r>
        <w:tab/>
        <w:t>2.025e0</w:t>
      </w:r>
    </w:p>
    <w:p w:rsidR="00B65DC9" w:rsidRDefault="00B65DC9" w:rsidP="00B65DC9">
      <w:r>
        <w:t>656.9329</w:t>
      </w:r>
      <w:r>
        <w:tab/>
        <w:t>1.013e0</w:t>
      </w:r>
    </w:p>
    <w:p w:rsidR="00B65DC9" w:rsidRDefault="00B65DC9" w:rsidP="00B65DC9">
      <w:r>
        <w:t>657.0206</w:t>
      </w:r>
      <w:r>
        <w:tab/>
        <w:t>1.266e-2</w:t>
      </w:r>
    </w:p>
    <w:p w:rsidR="00B65DC9" w:rsidRDefault="00B65DC9" w:rsidP="00B65DC9">
      <w:r>
        <w:t>657.0384</w:t>
      </w:r>
      <w:r>
        <w:tab/>
        <w:t>3.038e0</w:t>
      </w:r>
    </w:p>
    <w:p w:rsidR="00B65DC9" w:rsidRDefault="00B65DC9" w:rsidP="00B65DC9">
      <w:r>
        <w:t>657.0865</w:t>
      </w:r>
      <w:r>
        <w:tab/>
        <w:t>2.025e0</w:t>
      </w:r>
    </w:p>
    <w:p w:rsidR="00B65DC9" w:rsidRDefault="00B65DC9" w:rsidP="00B65DC9">
      <w:r>
        <w:t>657.1160</w:t>
      </w:r>
      <w:r>
        <w:tab/>
        <w:t>2.025e0</w:t>
      </w:r>
    </w:p>
    <w:p w:rsidR="00B65DC9" w:rsidRDefault="00B65DC9" w:rsidP="00B65DC9">
      <w:r>
        <w:t>657.1649</w:t>
      </w:r>
      <w:r>
        <w:tab/>
        <w:t>1.013e0</w:t>
      </w:r>
    </w:p>
    <w:p w:rsidR="00B65DC9" w:rsidRDefault="00B65DC9" w:rsidP="00B65DC9">
      <w:r>
        <w:t>657.2627</w:t>
      </w:r>
      <w:r>
        <w:tab/>
        <w:t>1.013e0</w:t>
      </w:r>
    </w:p>
    <w:p w:rsidR="00B65DC9" w:rsidRDefault="00B65DC9" w:rsidP="00B65DC9">
      <w:r>
        <w:t>657.2756</w:t>
      </w:r>
      <w:r>
        <w:tab/>
        <w:t>3.038e0</w:t>
      </w:r>
    </w:p>
    <w:p w:rsidR="00B65DC9" w:rsidRDefault="00B65DC9" w:rsidP="00B65DC9">
      <w:r>
        <w:t>657.2887</w:t>
      </w:r>
      <w:r>
        <w:tab/>
        <w:t>4.051e0</w:t>
      </w:r>
    </w:p>
    <w:p w:rsidR="00B65DC9" w:rsidRDefault="00B65DC9" w:rsidP="00B65DC9">
      <w:r>
        <w:t>657.3002</w:t>
      </w:r>
      <w:r>
        <w:tab/>
        <w:t>1.266e-2</w:t>
      </w:r>
    </w:p>
    <w:p w:rsidR="00B65DC9" w:rsidRDefault="00B65DC9" w:rsidP="00B65DC9">
      <w:r>
        <w:t>657.4399</w:t>
      </w:r>
      <w:r>
        <w:tab/>
        <w:t>3.038e0</w:t>
      </w:r>
    </w:p>
    <w:p w:rsidR="00B65DC9" w:rsidRDefault="00B65DC9" w:rsidP="00B65DC9">
      <w:r>
        <w:t>657.5074</w:t>
      </w:r>
      <w:r>
        <w:tab/>
        <w:t>1.013e0</w:t>
      </w:r>
    </w:p>
    <w:p w:rsidR="00B65DC9" w:rsidRDefault="00B65DC9" w:rsidP="00B65DC9">
      <w:r>
        <w:t>657.5458</w:t>
      </w:r>
      <w:r>
        <w:tab/>
        <w:t>1.013e0</w:t>
      </w:r>
    </w:p>
    <w:p w:rsidR="00B65DC9" w:rsidRDefault="00B65DC9" w:rsidP="00B65DC9">
      <w:r>
        <w:t>657.5690</w:t>
      </w:r>
      <w:r>
        <w:tab/>
        <w:t>1.013e0</w:t>
      </w:r>
    </w:p>
    <w:p w:rsidR="00B65DC9" w:rsidRDefault="00B65DC9" w:rsidP="00B65DC9">
      <w:r>
        <w:lastRenderedPageBreak/>
        <w:t>657.5906</w:t>
      </w:r>
      <w:r>
        <w:tab/>
        <w:t>1.013e0</w:t>
      </w:r>
    </w:p>
    <w:p w:rsidR="00B65DC9" w:rsidRDefault="00B65DC9" w:rsidP="00B65DC9">
      <w:r>
        <w:t>657.6632</w:t>
      </w:r>
      <w:r>
        <w:tab/>
        <w:t>1.013e0</w:t>
      </w:r>
    </w:p>
    <w:p w:rsidR="00B65DC9" w:rsidRDefault="00B65DC9" w:rsidP="00B65DC9">
      <w:r>
        <w:t>657.6915</w:t>
      </w:r>
      <w:r>
        <w:tab/>
        <w:t>1.013e0</w:t>
      </w:r>
    </w:p>
    <w:p w:rsidR="00B65DC9" w:rsidRDefault="00B65DC9" w:rsidP="00B65DC9">
      <w:r>
        <w:t>657.7358</w:t>
      </w:r>
      <w:r>
        <w:tab/>
        <w:t>1.025e0</w:t>
      </w:r>
    </w:p>
    <w:p w:rsidR="00B65DC9" w:rsidRDefault="00B65DC9" w:rsidP="00B65DC9">
      <w:r>
        <w:t>657.7672</w:t>
      </w:r>
      <w:r>
        <w:tab/>
        <w:t>2.025e0</w:t>
      </w:r>
    </w:p>
    <w:p w:rsidR="00B65DC9" w:rsidRDefault="00B65DC9" w:rsidP="00B65DC9">
      <w:r>
        <w:t>657.7811</w:t>
      </w:r>
      <w:r>
        <w:tab/>
        <w:t>1.013e0</w:t>
      </w:r>
    </w:p>
    <w:p w:rsidR="00B65DC9" w:rsidRDefault="00B65DC9" w:rsidP="00B65DC9">
      <w:r>
        <w:t>657.7852</w:t>
      </w:r>
      <w:r>
        <w:tab/>
        <w:t>1.013e0</w:t>
      </w:r>
    </w:p>
    <w:p w:rsidR="00B65DC9" w:rsidRDefault="00B65DC9" w:rsidP="00B65DC9">
      <w:r>
        <w:t>657.9044</w:t>
      </w:r>
      <w:r>
        <w:tab/>
        <w:t>1.266e-2</w:t>
      </w:r>
    </w:p>
    <w:p w:rsidR="00B65DC9" w:rsidRDefault="00B65DC9" w:rsidP="00B65DC9">
      <w:r>
        <w:t>657.9326</w:t>
      </w:r>
      <w:r>
        <w:tab/>
        <w:t>2.532e-2</w:t>
      </w:r>
    </w:p>
    <w:p w:rsidR="00B65DC9" w:rsidRDefault="00B65DC9" w:rsidP="00B65DC9">
      <w:r>
        <w:t>657.9445</w:t>
      </w:r>
      <w:r>
        <w:tab/>
        <w:t>2.025e0</w:t>
      </w:r>
    </w:p>
    <w:p w:rsidR="00B65DC9" w:rsidRDefault="00B65DC9" w:rsidP="00B65DC9">
      <w:r>
        <w:t>658.0005</w:t>
      </w:r>
      <w:r>
        <w:tab/>
        <w:t>2.025e0</w:t>
      </w:r>
    </w:p>
    <w:p w:rsidR="00B65DC9" w:rsidRDefault="00B65DC9" w:rsidP="00B65DC9">
      <w:r>
        <w:t>658.0287</w:t>
      </w:r>
      <w:r>
        <w:tab/>
        <w:t>1.013e0</w:t>
      </w:r>
    </w:p>
    <w:p w:rsidR="00B65DC9" w:rsidRDefault="00B65DC9" w:rsidP="00B65DC9">
      <w:r>
        <w:t>658.0546</w:t>
      </w:r>
      <w:r>
        <w:tab/>
        <w:t>2.025e0</w:t>
      </w:r>
    </w:p>
    <w:p w:rsidR="00B65DC9" w:rsidRDefault="00B65DC9" w:rsidP="00B65DC9">
      <w:r>
        <w:t>658.0812</w:t>
      </w:r>
      <w:r>
        <w:tab/>
        <w:t>2.025e0</w:t>
      </w:r>
    </w:p>
    <w:p w:rsidR="00B65DC9" w:rsidRDefault="00B65DC9" w:rsidP="00B65DC9">
      <w:r>
        <w:t>658.1502</w:t>
      </w:r>
      <w:r>
        <w:tab/>
        <w:t>2.038e0</w:t>
      </w:r>
    </w:p>
    <w:p w:rsidR="00B65DC9" w:rsidRDefault="00B65DC9" w:rsidP="00B65DC9">
      <w:r>
        <w:t>658.1623</w:t>
      </w:r>
      <w:r>
        <w:tab/>
        <w:t>1.013e0</w:t>
      </w:r>
    </w:p>
    <w:p w:rsidR="00B65DC9" w:rsidRDefault="00B65DC9" w:rsidP="00B65DC9">
      <w:r>
        <w:t>658.2354</w:t>
      </w:r>
      <w:r>
        <w:tab/>
        <w:t>5.063e0</w:t>
      </w:r>
    </w:p>
    <w:p w:rsidR="00B65DC9" w:rsidRDefault="00B65DC9" w:rsidP="00B65DC9">
      <w:r>
        <w:t>658.2961</w:t>
      </w:r>
      <w:r>
        <w:tab/>
        <w:t>3.038e0</w:t>
      </w:r>
    </w:p>
    <w:p w:rsidR="00B65DC9" w:rsidRDefault="00B65DC9" w:rsidP="00B65DC9">
      <w:r>
        <w:t>658.3413</w:t>
      </w:r>
      <w:r>
        <w:tab/>
        <w:t>7.072e0</w:t>
      </w:r>
    </w:p>
    <w:p w:rsidR="00B65DC9" w:rsidRDefault="00B65DC9" w:rsidP="00B65DC9">
      <w:r>
        <w:lastRenderedPageBreak/>
        <w:t>658.3442</w:t>
      </w:r>
      <w:r>
        <w:tab/>
        <w:t>5.063e0</w:t>
      </w:r>
    </w:p>
    <w:p w:rsidR="00B65DC9" w:rsidRDefault="00B65DC9" w:rsidP="00B65DC9">
      <w:r>
        <w:t>658.3504</w:t>
      </w:r>
      <w:r>
        <w:tab/>
        <w:t>1.858e0</w:t>
      </w:r>
    </w:p>
    <w:p w:rsidR="00B65DC9" w:rsidRDefault="00B65DC9" w:rsidP="00B65DC9">
      <w:r>
        <w:t>658.4630</w:t>
      </w:r>
      <w:r>
        <w:tab/>
        <w:t>5.063e0</w:t>
      </w:r>
    </w:p>
    <w:p w:rsidR="00B65DC9" w:rsidRDefault="00B65DC9" w:rsidP="00B65DC9">
      <w:r>
        <w:t>658.4808</w:t>
      </w:r>
      <w:r>
        <w:tab/>
        <w:t>1.013e0</w:t>
      </w:r>
    </w:p>
    <w:p w:rsidR="00B65DC9" w:rsidRDefault="00B65DC9" w:rsidP="00B65DC9">
      <w:r>
        <w:t>658.5569</w:t>
      </w:r>
      <w:r>
        <w:tab/>
        <w:t>3.038e0</w:t>
      </w:r>
    </w:p>
    <w:p w:rsidR="00B65DC9" w:rsidRDefault="00B65DC9" w:rsidP="00B65DC9">
      <w:r>
        <w:t>658.5679</w:t>
      </w:r>
      <w:r>
        <w:tab/>
        <w:t>2.025e0</w:t>
      </w:r>
    </w:p>
    <w:p w:rsidR="00B65DC9" w:rsidRDefault="00B65DC9" w:rsidP="00B65DC9">
      <w:r>
        <w:t>658.6383</w:t>
      </w:r>
      <w:r>
        <w:tab/>
        <w:t>1.013e0</w:t>
      </w:r>
    </w:p>
    <w:p w:rsidR="00B65DC9" w:rsidRDefault="00B65DC9" w:rsidP="00B65DC9">
      <w:r>
        <w:t>658.7067</w:t>
      </w:r>
      <w:r>
        <w:tab/>
        <w:t>1.013e0</w:t>
      </w:r>
    </w:p>
    <w:p w:rsidR="00B65DC9" w:rsidRDefault="00B65DC9" w:rsidP="00B65DC9">
      <w:r>
        <w:t>658.7077</w:t>
      </w:r>
      <w:r>
        <w:tab/>
        <w:t>2.025e0</w:t>
      </w:r>
    </w:p>
    <w:p w:rsidR="00B65DC9" w:rsidRDefault="00B65DC9" w:rsidP="00B65DC9">
      <w:r>
        <w:t>658.7244</w:t>
      </w:r>
      <w:r>
        <w:tab/>
        <w:t>1.013e0</w:t>
      </w:r>
    </w:p>
    <w:p w:rsidR="00B65DC9" w:rsidRDefault="00B65DC9" w:rsidP="00B65DC9">
      <w:r>
        <w:t>658.7271</w:t>
      </w:r>
      <w:r>
        <w:tab/>
        <w:t>3.038e0</w:t>
      </w:r>
    </w:p>
    <w:p w:rsidR="00B65DC9" w:rsidRDefault="00B65DC9" w:rsidP="00B65DC9">
      <w:r>
        <w:t>658.7949</w:t>
      </w:r>
      <w:r>
        <w:tab/>
        <w:t>1.266e-2</w:t>
      </w:r>
    </w:p>
    <w:p w:rsidR="00B65DC9" w:rsidRDefault="00B65DC9" w:rsidP="00B65DC9">
      <w:r>
        <w:t>658.8187</w:t>
      </w:r>
      <w:r>
        <w:tab/>
        <w:t>2.025e0</w:t>
      </w:r>
    </w:p>
    <w:p w:rsidR="00B65DC9" w:rsidRDefault="00B65DC9" w:rsidP="00B65DC9">
      <w:r>
        <w:t>658.8355</w:t>
      </w:r>
      <w:r>
        <w:tab/>
        <w:t>1.013e0</w:t>
      </w:r>
    </w:p>
    <w:p w:rsidR="00B65DC9" w:rsidRDefault="00B65DC9" w:rsidP="00B65DC9">
      <w:r>
        <w:t>658.8455</w:t>
      </w:r>
      <w:r>
        <w:tab/>
        <w:t>1.013e0</w:t>
      </w:r>
    </w:p>
    <w:p w:rsidR="00B65DC9" w:rsidRDefault="00B65DC9" w:rsidP="00B65DC9">
      <w:r>
        <w:t>658.8588</w:t>
      </w:r>
      <w:r>
        <w:tab/>
        <w:t>1.013e0</w:t>
      </w:r>
    </w:p>
    <w:p w:rsidR="00B65DC9" w:rsidRDefault="00B65DC9" w:rsidP="00B65DC9">
      <w:r>
        <w:t>658.8692</w:t>
      </w:r>
      <w:r>
        <w:tab/>
        <w:t>1.266e-2</w:t>
      </w:r>
    </w:p>
    <w:p w:rsidR="00B65DC9" w:rsidRDefault="00B65DC9" w:rsidP="00B65DC9">
      <w:r>
        <w:t>658.8917</w:t>
      </w:r>
      <w:r>
        <w:tab/>
        <w:t>1.013e0</w:t>
      </w:r>
    </w:p>
    <w:p w:rsidR="00B65DC9" w:rsidRDefault="00B65DC9" w:rsidP="00B65DC9">
      <w:r>
        <w:t>658.9254</w:t>
      </w:r>
      <w:r>
        <w:tab/>
        <w:t>1.013e0</w:t>
      </w:r>
    </w:p>
    <w:p w:rsidR="00B65DC9" w:rsidRDefault="00B65DC9" w:rsidP="00B65DC9">
      <w:r>
        <w:lastRenderedPageBreak/>
        <w:t>658.9814</w:t>
      </w:r>
      <w:r>
        <w:tab/>
        <w:t>1.266e-2</w:t>
      </w:r>
    </w:p>
    <w:p w:rsidR="00B65DC9" w:rsidRDefault="00B65DC9" w:rsidP="00B65DC9">
      <w:r>
        <w:t>659.0101</w:t>
      </w:r>
      <w:r>
        <w:tab/>
        <w:t>2.025e0</w:t>
      </w:r>
    </w:p>
    <w:p w:rsidR="00B65DC9" w:rsidRDefault="00B65DC9" w:rsidP="00B65DC9">
      <w:r>
        <w:t>659.0938</w:t>
      </w:r>
      <w:r>
        <w:tab/>
        <w:t>1.013e0</w:t>
      </w:r>
    </w:p>
    <w:p w:rsidR="00B65DC9" w:rsidRDefault="00B65DC9" w:rsidP="00B65DC9">
      <w:r>
        <w:t>659.1237</w:t>
      </w:r>
      <w:r>
        <w:tab/>
        <w:t>1.013e0</w:t>
      </w:r>
    </w:p>
    <w:p w:rsidR="00B65DC9" w:rsidRDefault="00B65DC9" w:rsidP="00B65DC9">
      <w:r>
        <w:t>659.1765</w:t>
      </w:r>
      <w:r>
        <w:tab/>
        <w:t>1.013e0</w:t>
      </w:r>
    </w:p>
    <w:p w:rsidR="00B65DC9" w:rsidRDefault="00B65DC9" w:rsidP="00B65DC9">
      <w:r>
        <w:t>659.1836</w:t>
      </w:r>
      <w:r>
        <w:tab/>
        <w:t>1.266e-2</w:t>
      </w:r>
    </w:p>
    <w:p w:rsidR="00B65DC9" w:rsidRDefault="00B65DC9" w:rsidP="00B65DC9">
      <w:r>
        <w:t>659.2069</w:t>
      </w:r>
      <w:r>
        <w:tab/>
        <w:t>1.013e0</w:t>
      </w:r>
    </w:p>
    <w:p w:rsidR="00B65DC9" w:rsidRDefault="00B65DC9" w:rsidP="00B65DC9">
      <w:r>
        <w:t>659.3070</w:t>
      </w:r>
      <w:r>
        <w:tab/>
        <w:t>1.823e1</w:t>
      </w:r>
    </w:p>
    <w:p w:rsidR="00B65DC9" w:rsidRDefault="00B65DC9" w:rsidP="00B65DC9">
      <w:r>
        <w:t>659.3205</w:t>
      </w:r>
      <w:r>
        <w:tab/>
        <w:t>2.228e1</w:t>
      </w:r>
    </w:p>
    <w:p w:rsidR="00B65DC9" w:rsidRDefault="00B65DC9" w:rsidP="00B65DC9">
      <w:r>
        <w:t>659.3282</w:t>
      </w:r>
      <w:r>
        <w:tab/>
        <w:t>1.508e1</w:t>
      </w:r>
    </w:p>
    <w:p w:rsidR="00B65DC9" w:rsidRDefault="00B65DC9" w:rsidP="00B65DC9">
      <w:r>
        <w:t>659.4321</w:t>
      </w:r>
      <w:r>
        <w:tab/>
        <w:t>2.025e0</w:t>
      </w:r>
    </w:p>
    <w:p w:rsidR="00B65DC9" w:rsidRDefault="00B65DC9" w:rsidP="00B65DC9">
      <w:r>
        <w:t>659.4532</w:t>
      </w:r>
      <w:r>
        <w:tab/>
        <w:t>2.025e0</w:t>
      </w:r>
    </w:p>
    <w:p w:rsidR="00B65DC9" w:rsidRDefault="00B65DC9" w:rsidP="00B65DC9">
      <w:r>
        <w:t>659.5433</w:t>
      </w:r>
      <w:r>
        <w:tab/>
        <w:t>2.025e0</w:t>
      </w:r>
    </w:p>
    <w:p w:rsidR="00B65DC9" w:rsidRDefault="00B65DC9" w:rsidP="00B65DC9">
      <w:r>
        <w:t>659.5702</w:t>
      </w:r>
      <w:r>
        <w:tab/>
        <w:t>3.038e0</w:t>
      </w:r>
    </w:p>
    <w:p w:rsidR="00B65DC9" w:rsidRDefault="00B65DC9" w:rsidP="00B65DC9">
      <w:r>
        <w:t>659.5993</w:t>
      </w:r>
      <w:r>
        <w:tab/>
        <w:t>1.013e0</w:t>
      </w:r>
    </w:p>
    <w:p w:rsidR="00B65DC9" w:rsidRDefault="00B65DC9" w:rsidP="00B65DC9">
      <w:r>
        <w:t>659.7503</w:t>
      </w:r>
      <w:r>
        <w:tab/>
        <w:t>2.025e0</w:t>
      </w:r>
    </w:p>
    <w:p w:rsidR="00B65DC9" w:rsidRDefault="00B65DC9" w:rsidP="00B65DC9">
      <w:r>
        <w:t>659.7671</w:t>
      </w:r>
      <w:r>
        <w:tab/>
        <w:t>1.266e-2</w:t>
      </w:r>
    </w:p>
    <w:p w:rsidR="00B65DC9" w:rsidRDefault="00B65DC9" w:rsidP="00B65DC9">
      <w:r>
        <w:t>659.8234</w:t>
      </w:r>
      <w:r>
        <w:tab/>
        <w:t>2.052e0</w:t>
      </w:r>
    </w:p>
    <w:p w:rsidR="00B65DC9" w:rsidRDefault="00B65DC9" w:rsidP="00B65DC9">
      <w:r>
        <w:t>659.8372</w:t>
      </w:r>
      <w:r>
        <w:tab/>
        <w:t>1.013e0</w:t>
      </w:r>
    </w:p>
    <w:p w:rsidR="00B65DC9" w:rsidRDefault="00B65DC9" w:rsidP="00B65DC9">
      <w:r>
        <w:lastRenderedPageBreak/>
        <w:t>659.9028</w:t>
      </w:r>
      <w:r>
        <w:tab/>
        <w:t>1.013e0</w:t>
      </w:r>
    </w:p>
    <w:p w:rsidR="00B65DC9" w:rsidRDefault="00B65DC9" w:rsidP="00B65DC9">
      <w:r>
        <w:t>659.9067</w:t>
      </w:r>
      <w:r>
        <w:tab/>
        <w:t>1.013e0</w:t>
      </w:r>
    </w:p>
    <w:p w:rsidR="00B65DC9" w:rsidRDefault="00B65DC9" w:rsidP="00B65DC9">
      <w:r>
        <w:t>659.9839</w:t>
      </w:r>
      <w:r>
        <w:tab/>
        <w:t>3.038e0</w:t>
      </w:r>
    </w:p>
    <w:p w:rsidR="00B65DC9" w:rsidRDefault="00B65DC9" w:rsidP="00B65DC9">
      <w:r>
        <w:t>660.0190</w:t>
      </w:r>
      <w:r>
        <w:tab/>
        <w:t>2.025e0</w:t>
      </w:r>
    </w:p>
    <w:p w:rsidR="00B65DC9" w:rsidRDefault="00B65DC9" w:rsidP="00B65DC9">
      <w:r>
        <w:t>660.1416</w:t>
      </w:r>
      <w:r>
        <w:tab/>
        <w:t>2.025e0</w:t>
      </w:r>
    </w:p>
    <w:p w:rsidR="00B65DC9" w:rsidRDefault="00B65DC9" w:rsidP="00B65DC9">
      <w:r>
        <w:t>660.3029</w:t>
      </w:r>
      <w:r>
        <w:tab/>
        <w:t>6.076e0</w:t>
      </w:r>
    </w:p>
    <w:p w:rsidR="00B65DC9" w:rsidRDefault="00B65DC9" w:rsidP="00B65DC9">
      <w:r>
        <w:t>660.3210</w:t>
      </w:r>
      <w:r>
        <w:tab/>
        <w:t>7.815e-1</w:t>
      </w:r>
    </w:p>
    <w:p w:rsidR="00B65DC9" w:rsidRDefault="00B65DC9" w:rsidP="00B65DC9">
      <w:r>
        <w:t>660.3222</w:t>
      </w:r>
      <w:r>
        <w:tab/>
        <w:t>1.382e1</w:t>
      </w:r>
    </w:p>
    <w:p w:rsidR="00B65DC9" w:rsidRDefault="00B65DC9" w:rsidP="00B65DC9">
      <w:r>
        <w:t>660.3325</w:t>
      </w:r>
      <w:r>
        <w:tab/>
        <w:t>1.114e0</w:t>
      </w:r>
    </w:p>
    <w:p w:rsidR="00B65DC9" w:rsidRDefault="00B65DC9" w:rsidP="00B65DC9">
      <w:r>
        <w:t>660.3388</w:t>
      </w:r>
      <w:r>
        <w:tab/>
        <w:t>8.937e0</w:t>
      </w:r>
    </w:p>
    <w:p w:rsidR="00B65DC9" w:rsidRDefault="00B65DC9" w:rsidP="00B65DC9">
      <w:r>
        <w:t>660.3813</w:t>
      </w:r>
      <w:r>
        <w:tab/>
        <w:t>2.025e0</w:t>
      </w:r>
    </w:p>
    <w:p w:rsidR="00B65DC9" w:rsidRDefault="00B65DC9" w:rsidP="00B65DC9">
      <w:r>
        <w:t>660.4803</w:t>
      </w:r>
      <w:r>
        <w:tab/>
        <w:t>1.013e0</w:t>
      </w:r>
    </w:p>
    <w:p w:rsidR="00B65DC9" w:rsidRDefault="00B65DC9" w:rsidP="00B65DC9">
      <w:r>
        <w:t>660.4989</w:t>
      </w:r>
      <w:r>
        <w:tab/>
        <w:t>1.025e0</w:t>
      </w:r>
    </w:p>
    <w:p w:rsidR="00B65DC9" w:rsidRDefault="00B65DC9" w:rsidP="00B65DC9">
      <w:r>
        <w:t>660.5117</w:t>
      </w:r>
      <w:r>
        <w:tab/>
        <w:t>3.038e0</w:t>
      </w:r>
    </w:p>
    <w:p w:rsidR="00B65DC9" w:rsidRDefault="00B65DC9" w:rsidP="00B65DC9">
      <w:r>
        <w:t>660.5327</w:t>
      </w:r>
      <w:r>
        <w:tab/>
        <w:t>1.013e0</w:t>
      </w:r>
    </w:p>
    <w:p w:rsidR="00B65DC9" w:rsidRDefault="00B65DC9" w:rsidP="00B65DC9">
      <w:r>
        <w:t>660.5540</w:t>
      </w:r>
      <w:r>
        <w:tab/>
        <w:t>2.025e0</w:t>
      </w:r>
    </w:p>
    <w:p w:rsidR="00B65DC9" w:rsidRDefault="00B65DC9" w:rsidP="00B65DC9">
      <w:r>
        <w:t>660.6564</w:t>
      </w:r>
      <w:r>
        <w:tab/>
        <w:t>1.013e0</w:t>
      </w:r>
    </w:p>
    <w:p w:rsidR="00B65DC9" w:rsidRDefault="00B65DC9" w:rsidP="00B65DC9">
      <w:r>
        <w:t>660.7131</w:t>
      </w:r>
      <w:r>
        <w:tab/>
        <w:t>2.025e0</w:t>
      </w:r>
    </w:p>
    <w:p w:rsidR="00B65DC9" w:rsidRDefault="00B65DC9" w:rsidP="00B65DC9">
      <w:r>
        <w:t>660.7702</w:t>
      </w:r>
      <w:r>
        <w:tab/>
        <w:t>2.025e0</w:t>
      </w:r>
    </w:p>
    <w:p w:rsidR="00B65DC9" w:rsidRDefault="00B65DC9" w:rsidP="00B65DC9">
      <w:r>
        <w:lastRenderedPageBreak/>
        <w:t>660.8027</w:t>
      </w:r>
      <w:r>
        <w:tab/>
        <w:t>1.013e0</w:t>
      </w:r>
    </w:p>
    <w:p w:rsidR="00B65DC9" w:rsidRDefault="00B65DC9" w:rsidP="00B65DC9">
      <w:r>
        <w:t>660.8054</w:t>
      </w:r>
      <w:r>
        <w:tab/>
        <w:t>2.025e0</w:t>
      </w:r>
    </w:p>
    <w:p w:rsidR="00B65DC9" w:rsidRDefault="00B65DC9" w:rsidP="00B65DC9">
      <w:r>
        <w:t>660.8636</w:t>
      </w:r>
      <w:r>
        <w:tab/>
        <w:t>1.013e0</w:t>
      </w:r>
    </w:p>
    <w:p w:rsidR="00B65DC9" w:rsidRDefault="00B65DC9" w:rsidP="00B65DC9">
      <w:r>
        <w:t>660.9236</w:t>
      </w:r>
      <w:r>
        <w:tab/>
        <w:t>5.063e0</w:t>
      </w:r>
    </w:p>
    <w:p w:rsidR="00B65DC9" w:rsidRDefault="00B65DC9" w:rsidP="00B65DC9">
      <w:r>
        <w:t>660.9716</w:t>
      </w:r>
      <w:r>
        <w:tab/>
        <w:t>1.013e0</w:t>
      </w:r>
    </w:p>
    <w:p w:rsidR="00B65DC9" w:rsidRDefault="00B65DC9" w:rsidP="00B65DC9">
      <w:r>
        <w:t>661.0706</w:t>
      </w:r>
      <w:r>
        <w:tab/>
        <w:t>1.013e0</w:t>
      </w:r>
    </w:p>
    <w:p w:rsidR="00B65DC9" w:rsidRDefault="00B65DC9" w:rsidP="00B65DC9">
      <w:r>
        <w:t>661.0886</w:t>
      </w:r>
      <w:r>
        <w:tab/>
        <w:t>2.025e0</w:t>
      </w:r>
    </w:p>
    <w:p w:rsidR="00B65DC9" w:rsidRDefault="00B65DC9" w:rsidP="00B65DC9">
      <w:r>
        <w:t>661.1518</w:t>
      </w:r>
      <w:r>
        <w:tab/>
        <w:t>1.025e0</w:t>
      </w:r>
    </w:p>
    <w:p w:rsidR="00B65DC9" w:rsidRDefault="00B65DC9" w:rsidP="00B65DC9">
      <w:r>
        <w:t>661.1817</w:t>
      </w:r>
      <w:r>
        <w:tab/>
        <w:t>4.051e0</w:t>
      </w:r>
    </w:p>
    <w:p w:rsidR="00B65DC9" w:rsidRDefault="00B65DC9" w:rsidP="00B65DC9">
      <w:r>
        <w:t>661.2081</w:t>
      </w:r>
      <w:r>
        <w:tab/>
        <w:t>1.025e0</w:t>
      </w:r>
    </w:p>
    <w:p w:rsidR="00B65DC9" w:rsidRDefault="00B65DC9" w:rsidP="00B65DC9">
      <w:r>
        <w:t>661.2394</w:t>
      </w:r>
      <w:r>
        <w:tab/>
        <w:t>3.038e0</w:t>
      </w:r>
    </w:p>
    <w:p w:rsidR="00B65DC9" w:rsidRDefault="00B65DC9" w:rsidP="00B65DC9">
      <w:r>
        <w:t>661.3052</w:t>
      </w:r>
      <w:r>
        <w:tab/>
        <w:t>1.833e0</w:t>
      </w:r>
    </w:p>
    <w:p w:rsidR="00B65DC9" w:rsidRDefault="00B65DC9" w:rsidP="00B65DC9">
      <w:r>
        <w:t>661.3329</w:t>
      </w:r>
      <w:r>
        <w:tab/>
        <w:t>2.025e0</w:t>
      </w:r>
    </w:p>
    <w:p w:rsidR="00B65DC9" w:rsidRDefault="00B65DC9" w:rsidP="00B65DC9">
      <w:r>
        <w:t>661.3671</w:t>
      </w:r>
      <w:r>
        <w:tab/>
        <w:t>5.706e0</w:t>
      </w:r>
    </w:p>
    <w:p w:rsidR="00B65DC9" w:rsidRDefault="00B65DC9" w:rsidP="00B65DC9">
      <w:r>
        <w:t>661.4280</w:t>
      </w:r>
      <w:r>
        <w:tab/>
        <w:t>2.025e0</w:t>
      </w:r>
    </w:p>
    <w:p w:rsidR="00B65DC9" w:rsidRDefault="00B65DC9" w:rsidP="00B65DC9">
      <w:r>
        <w:t>661.4568</w:t>
      </w:r>
      <w:r>
        <w:tab/>
        <w:t>1.013e0</w:t>
      </w:r>
    </w:p>
    <w:p w:rsidR="00B65DC9" w:rsidRDefault="00B65DC9" w:rsidP="00B65DC9">
      <w:r>
        <w:t>661.4617</w:t>
      </w:r>
      <w:r>
        <w:tab/>
        <w:t>2.025e0</w:t>
      </w:r>
    </w:p>
    <w:p w:rsidR="00B65DC9" w:rsidRDefault="00B65DC9" w:rsidP="00B65DC9">
      <w:r>
        <w:t>661.4785</w:t>
      </w:r>
      <w:r>
        <w:tab/>
        <w:t>1.013e0</w:t>
      </w:r>
    </w:p>
    <w:p w:rsidR="00B65DC9" w:rsidRDefault="00B65DC9" w:rsidP="00B65DC9">
      <w:r>
        <w:t>661.5357</w:t>
      </w:r>
      <w:r>
        <w:tab/>
        <w:t>1.266e-2</w:t>
      </w:r>
    </w:p>
    <w:p w:rsidR="00B65DC9" w:rsidRDefault="00B65DC9" w:rsidP="00B65DC9">
      <w:r>
        <w:lastRenderedPageBreak/>
        <w:t>661.5687</w:t>
      </w:r>
      <w:r>
        <w:tab/>
        <w:t>1.013e0</w:t>
      </w:r>
    </w:p>
    <w:p w:rsidR="00B65DC9" w:rsidRDefault="00B65DC9" w:rsidP="00B65DC9">
      <w:r>
        <w:t>661.6621</w:t>
      </w:r>
      <w:r>
        <w:tab/>
        <w:t>1.266e-2</w:t>
      </w:r>
    </w:p>
    <w:p w:rsidR="00B65DC9" w:rsidRDefault="00B65DC9" w:rsidP="00B65DC9">
      <w:r>
        <w:t>661.7039</w:t>
      </w:r>
      <w:r>
        <w:tab/>
        <w:t>1.266e-2</w:t>
      </w:r>
    </w:p>
    <w:p w:rsidR="00B65DC9" w:rsidRDefault="00B65DC9" w:rsidP="00B65DC9">
      <w:r>
        <w:t>661.7738</w:t>
      </w:r>
      <w:r>
        <w:tab/>
        <w:t>3.038e0</w:t>
      </w:r>
    </w:p>
    <w:p w:rsidR="00B65DC9" w:rsidRDefault="00B65DC9" w:rsidP="00B65DC9">
      <w:r>
        <w:t>661.7914</w:t>
      </w:r>
      <w:r>
        <w:tab/>
        <w:t>3.038e0</w:t>
      </w:r>
    </w:p>
    <w:p w:rsidR="00B65DC9" w:rsidRDefault="00B65DC9" w:rsidP="00B65DC9">
      <w:r>
        <w:t>661.7933</w:t>
      </w:r>
      <w:r>
        <w:tab/>
        <w:t>2.025e0</w:t>
      </w:r>
    </w:p>
    <w:p w:rsidR="00B65DC9" w:rsidRDefault="00B65DC9" w:rsidP="00B65DC9">
      <w:r>
        <w:t>661.8167</w:t>
      </w:r>
      <w:r>
        <w:tab/>
        <w:t>1.013e0</w:t>
      </w:r>
    </w:p>
    <w:p w:rsidR="00B65DC9" w:rsidRDefault="00B65DC9" w:rsidP="00B65DC9">
      <w:r>
        <w:t>661.8723</w:t>
      </w:r>
      <w:r>
        <w:tab/>
        <w:t>4.051e0</w:t>
      </w:r>
    </w:p>
    <w:p w:rsidR="00B65DC9" w:rsidRDefault="00B65DC9" w:rsidP="00B65DC9">
      <w:r>
        <w:t>661.9689</w:t>
      </w:r>
      <w:r>
        <w:tab/>
        <w:t>2.025e0</w:t>
      </w:r>
    </w:p>
    <w:p w:rsidR="00B65DC9" w:rsidRDefault="00B65DC9" w:rsidP="00B65DC9">
      <w:r>
        <w:t>662.0092</w:t>
      </w:r>
      <w:r>
        <w:tab/>
        <w:t>2.025e0</w:t>
      </w:r>
    </w:p>
    <w:p w:rsidR="00B65DC9" w:rsidRDefault="00B65DC9" w:rsidP="00B65DC9">
      <w:r>
        <w:t>662.0417</w:t>
      </w:r>
      <w:r>
        <w:tab/>
        <w:t>2.038e0</w:t>
      </w:r>
    </w:p>
    <w:p w:rsidR="00B65DC9" w:rsidRDefault="00B65DC9" w:rsidP="00B65DC9">
      <w:r>
        <w:t>662.1484</w:t>
      </w:r>
      <w:r>
        <w:tab/>
        <w:t>2.025e0</w:t>
      </w:r>
    </w:p>
    <w:p w:rsidR="00B65DC9" w:rsidRDefault="00B65DC9" w:rsidP="00B65DC9">
      <w:r>
        <w:t>662.1567</w:t>
      </w:r>
      <w:r>
        <w:tab/>
        <w:t>2.025e0</w:t>
      </w:r>
    </w:p>
    <w:p w:rsidR="00B65DC9" w:rsidRDefault="00B65DC9" w:rsidP="00B65DC9">
      <w:r>
        <w:t>662.1671</w:t>
      </w:r>
      <w:r>
        <w:tab/>
        <w:t>1.013e0</w:t>
      </w:r>
    </w:p>
    <w:p w:rsidR="00B65DC9" w:rsidRDefault="00B65DC9" w:rsidP="00B65DC9">
      <w:r>
        <w:t>662.2355</w:t>
      </w:r>
      <w:r>
        <w:tab/>
        <w:t>1.013e0</w:t>
      </w:r>
    </w:p>
    <w:p w:rsidR="00B65DC9" w:rsidRDefault="00B65DC9" w:rsidP="00B65DC9">
      <w:r>
        <w:t>662.3062</w:t>
      </w:r>
      <w:r>
        <w:tab/>
        <w:t>1.941e0</w:t>
      </w:r>
    </w:p>
    <w:p w:rsidR="00B65DC9" w:rsidRDefault="00B65DC9" w:rsidP="00B65DC9">
      <w:r>
        <w:t>662.3333</w:t>
      </w:r>
      <w:r>
        <w:tab/>
        <w:t>3.906e0</w:t>
      </w:r>
    </w:p>
    <w:p w:rsidR="00B65DC9" w:rsidRDefault="00B65DC9" w:rsidP="00B65DC9">
      <w:r>
        <w:t>662.3396</w:t>
      </w:r>
      <w:r>
        <w:tab/>
        <w:t>2.025e0</w:t>
      </w:r>
    </w:p>
    <w:p w:rsidR="00B65DC9" w:rsidRDefault="00B65DC9" w:rsidP="00B65DC9">
      <w:r>
        <w:t>662.3529</w:t>
      </w:r>
      <w:r>
        <w:tab/>
        <w:t>4.804e0</w:t>
      </w:r>
    </w:p>
    <w:p w:rsidR="00B65DC9" w:rsidRDefault="00B65DC9" w:rsidP="00B65DC9">
      <w:r>
        <w:lastRenderedPageBreak/>
        <w:t>662.3918</w:t>
      </w:r>
      <w:r>
        <w:tab/>
        <w:t>9.834e-1</w:t>
      </w:r>
    </w:p>
    <w:p w:rsidR="00B65DC9" w:rsidRDefault="00B65DC9" w:rsidP="00B65DC9">
      <w:r>
        <w:t>662.4052</w:t>
      </w:r>
      <w:r>
        <w:tab/>
        <w:t>2.895e0</w:t>
      </w:r>
    </w:p>
    <w:p w:rsidR="00B65DC9" w:rsidRDefault="00B65DC9" w:rsidP="00B65DC9">
      <w:r>
        <w:t>662.4088</w:t>
      </w:r>
      <w:r>
        <w:tab/>
        <w:t>1.013e0</w:t>
      </w:r>
    </w:p>
    <w:p w:rsidR="00B65DC9" w:rsidRDefault="00B65DC9" w:rsidP="00B65DC9">
      <w:r>
        <w:t>662.4385</w:t>
      </w:r>
      <w:r>
        <w:tab/>
        <w:t>3.038e0</w:t>
      </w:r>
    </w:p>
    <w:p w:rsidR="00B65DC9" w:rsidRDefault="00B65DC9" w:rsidP="00B65DC9">
      <w:r>
        <w:t>662.4886</w:t>
      </w:r>
      <w:r>
        <w:tab/>
        <w:t>2.025e0</w:t>
      </w:r>
    </w:p>
    <w:p w:rsidR="00B65DC9" w:rsidRDefault="00B65DC9" w:rsidP="00B65DC9">
      <w:r>
        <w:t>662.4990</w:t>
      </w:r>
      <w:r>
        <w:tab/>
        <w:t>3.038e0</w:t>
      </w:r>
    </w:p>
    <w:p w:rsidR="00B65DC9" w:rsidRDefault="00B65DC9" w:rsidP="00B65DC9">
      <w:r>
        <w:t>662.5733</w:t>
      </w:r>
      <w:r>
        <w:tab/>
        <w:t>2.025e0</w:t>
      </w:r>
    </w:p>
    <w:p w:rsidR="00B65DC9" w:rsidRDefault="00B65DC9" w:rsidP="00B65DC9">
      <w:r>
        <w:t>662.7087</w:t>
      </w:r>
      <w:r>
        <w:tab/>
        <w:t>1.025e0</w:t>
      </w:r>
    </w:p>
    <w:p w:rsidR="00B65DC9" w:rsidRDefault="00B65DC9" w:rsidP="00B65DC9">
      <w:r>
        <w:t>662.7642</w:t>
      </w:r>
      <w:r>
        <w:tab/>
        <w:t>1.013e0</w:t>
      </w:r>
    </w:p>
    <w:p w:rsidR="00B65DC9" w:rsidRDefault="00B65DC9" w:rsidP="00B65DC9">
      <w:r>
        <w:t>662.8081</w:t>
      </w:r>
      <w:r>
        <w:tab/>
        <w:t>1.013e0</w:t>
      </w:r>
    </w:p>
    <w:p w:rsidR="00B65DC9" w:rsidRDefault="00B65DC9" w:rsidP="00B65DC9">
      <w:r>
        <w:t>662.8259</w:t>
      </w:r>
      <w:r>
        <w:tab/>
        <w:t>1.013e0</w:t>
      </w:r>
    </w:p>
    <w:p w:rsidR="00B65DC9" w:rsidRDefault="00B65DC9" w:rsidP="00B65DC9">
      <w:r>
        <w:t>662.8320</w:t>
      </w:r>
      <w:r>
        <w:tab/>
        <w:t>2.025e0</w:t>
      </w:r>
    </w:p>
    <w:p w:rsidR="00B65DC9" w:rsidRDefault="00B65DC9" w:rsidP="00B65DC9">
      <w:r>
        <w:t>662.8430</w:t>
      </w:r>
      <w:r>
        <w:tab/>
        <w:t>1.266e-2</w:t>
      </w:r>
    </w:p>
    <w:p w:rsidR="00B65DC9" w:rsidRDefault="00B65DC9" w:rsidP="00B65DC9">
      <w:r>
        <w:t>662.8554</w:t>
      </w:r>
      <w:r>
        <w:tab/>
        <w:t>1.013e0</w:t>
      </w:r>
    </w:p>
    <w:p w:rsidR="00B65DC9" w:rsidRDefault="00B65DC9" w:rsidP="00B65DC9">
      <w:r>
        <w:t>662.9683</w:t>
      </w:r>
      <w:r>
        <w:tab/>
        <w:t>1.013e0</w:t>
      </w:r>
    </w:p>
    <w:p w:rsidR="00B65DC9" w:rsidRDefault="00B65DC9" w:rsidP="00B65DC9">
      <w:r>
        <w:t>662.9929</w:t>
      </w:r>
      <w:r>
        <w:tab/>
        <w:t>1.038e0</w:t>
      </w:r>
    </w:p>
    <w:p w:rsidR="00B65DC9" w:rsidRDefault="00B65DC9" w:rsidP="00B65DC9">
      <w:r>
        <w:t>663.1111</w:t>
      </w:r>
      <w:r>
        <w:tab/>
        <w:t>2.025e0</w:t>
      </w:r>
    </w:p>
    <w:p w:rsidR="00B65DC9" w:rsidRDefault="00B65DC9" w:rsidP="00B65DC9">
      <w:r>
        <w:t>663.1255</w:t>
      </w:r>
      <w:r>
        <w:tab/>
        <w:t>1.013e0</w:t>
      </w:r>
    </w:p>
    <w:p w:rsidR="00B65DC9" w:rsidRDefault="00B65DC9" w:rsidP="00B65DC9">
      <w:r>
        <w:t>663.2051</w:t>
      </w:r>
      <w:r>
        <w:tab/>
        <w:t>2.025e0</w:t>
      </w:r>
    </w:p>
    <w:p w:rsidR="00B65DC9" w:rsidRDefault="00B65DC9" w:rsidP="00B65DC9">
      <w:r>
        <w:lastRenderedPageBreak/>
        <w:t>663.2082</w:t>
      </w:r>
      <w:r>
        <w:tab/>
        <w:t>1.266e-2</w:t>
      </w:r>
    </w:p>
    <w:p w:rsidR="00B65DC9" w:rsidRDefault="00B65DC9" w:rsidP="00B65DC9">
      <w:r>
        <w:t>663.2161</w:t>
      </w:r>
      <w:r>
        <w:tab/>
        <w:t>1.025e0</w:t>
      </w:r>
    </w:p>
    <w:p w:rsidR="00B65DC9" w:rsidRDefault="00B65DC9" w:rsidP="00B65DC9">
      <w:r>
        <w:t>663.2725</w:t>
      </w:r>
      <w:r>
        <w:tab/>
        <w:t>3.038e0</w:t>
      </w:r>
    </w:p>
    <w:p w:rsidR="00B65DC9" w:rsidRDefault="00B65DC9" w:rsidP="00B65DC9">
      <w:r>
        <w:t>663.2772</w:t>
      </w:r>
      <w:r>
        <w:tab/>
        <w:t>1.025e0</w:t>
      </w:r>
    </w:p>
    <w:p w:rsidR="00B65DC9" w:rsidRDefault="00B65DC9" w:rsidP="00B65DC9">
      <w:r>
        <w:t>663.3164</w:t>
      </w:r>
      <w:r>
        <w:tab/>
        <w:t>2.002e0</w:t>
      </w:r>
    </w:p>
    <w:p w:rsidR="00B65DC9" w:rsidRDefault="00B65DC9" w:rsidP="00B65DC9">
      <w:r>
        <w:t>663.3548</w:t>
      </w:r>
      <w:r>
        <w:tab/>
        <w:t>2.025e0</w:t>
      </w:r>
    </w:p>
    <w:p w:rsidR="00B65DC9" w:rsidRDefault="00B65DC9" w:rsidP="00B65DC9">
      <w:r>
        <w:t>663.4355</w:t>
      </w:r>
      <w:r>
        <w:tab/>
        <w:t>3.038e0</w:t>
      </w:r>
    </w:p>
    <w:p w:rsidR="00B65DC9" w:rsidRDefault="00B65DC9" w:rsidP="00B65DC9">
      <w:r>
        <w:t>663.4420</w:t>
      </w:r>
      <w:r>
        <w:tab/>
        <w:t>3.038e0</w:t>
      </w:r>
    </w:p>
    <w:p w:rsidR="00B65DC9" w:rsidRDefault="00B65DC9" w:rsidP="00B65DC9">
      <w:r>
        <w:t>663.4451</w:t>
      </w:r>
      <w:r>
        <w:tab/>
        <w:t>1.312e1</w:t>
      </w:r>
    </w:p>
    <w:p w:rsidR="00B65DC9" w:rsidRDefault="00B65DC9" w:rsidP="00B65DC9">
      <w:r>
        <w:t>663.4498</w:t>
      </w:r>
      <w:r>
        <w:tab/>
        <w:t>5.063e-2</w:t>
      </w:r>
    </w:p>
    <w:p w:rsidR="00B65DC9" w:rsidRDefault="00B65DC9" w:rsidP="00B65DC9">
      <w:r>
        <w:t>663.4962</w:t>
      </w:r>
      <w:r>
        <w:tab/>
        <w:t>4.051e0</w:t>
      </w:r>
    </w:p>
    <w:p w:rsidR="00B65DC9" w:rsidRDefault="00B65DC9" w:rsidP="00B65DC9">
      <w:r>
        <w:t>663.5115</w:t>
      </w:r>
      <w:r>
        <w:tab/>
        <w:t>2.025e0</w:t>
      </w:r>
    </w:p>
    <w:p w:rsidR="00B65DC9" w:rsidRDefault="00B65DC9" w:rsidP="00B65DC9">
      <w:r>
        <w:t>663.5210</w:t>
      </w:r>
      <w:r>
        <w:tab/>
        <w:t>1.266e-2</w:t>
      </w:r>
    </w:p>
    <w:p w:rsidR="00B65DC9" w:rsidRDefault="00B65DC9" w:rsidP="00B65DC9">
      <w:r>
        <w:t>663.5420</w:t>
      </w:r>
      <w:r>
        <w:tab/>
        <w:t>2.025e0</w:t>
      </w:r>
    </w:p>
    <w:p w:rsidR="00B65DC9" w:rsidRDefault="00B65DC9" w:rsidP="00B65DC9">
      <w:r>
        <w:t>663.5727</w:t>
      </w:r>
      <w:r>
        <w:tab/>
        <w:t>2.025e0</w:t>
      </w:r>
    </w:p>
    <w:p w:rsidR="00B65DC9" w:rsidRDefault="00B65DC9" w:rsidP="00B65DC9">
      <w:r>
        <w:t>663.6058</w:t>
      </w:r>
      <w:r>
        <w:tab/>
        <w:t>2.025e0</w:t>
      </w:r>
    </w:p>
    <w:p w:rsidR="00B65DC9" w:rsidRDefault="00B65DC9" w:rsidP="00B65DC9">
      <w:r>
        <w:t>663.6170</w:t>
      </w:r>
      <w:r>
        <w:tab/>
        <w:t>2.025e0</w:t>
      </w:r>
    </w:p>
    <w:p w:rsidR="00B65DC9" w:rsidRDefault="00B65DC9" w:rsidP="00B65DC9">
      <w:r>
        <w:t>663.7613</w:t>
      </w:r>
      <w:r>
        <w:tab/>
        <w:t>3.038e0</w:t>
      </w:r>
    </w:p>
    <w:p w:rsidR="00B65DC9" w:rsidRDefault="00B65DC9" w:rsidP="00B65DC9">
      <w:r>
        <w:t>663.7637</w:t>
      </w:r>
      <w:r>
        <w:tab/>
        <w:t>1.013e0</w:t>
      </w:r>
    </w:p>
    <w:p w:rsidR="00B65DC9" w:rsidRDefault="00B65DC9" w:rsidP="00B65DC9">
      <w:r>
        <w:lastRenderedPageBreak/>
        <w:t>663.8160</w:t>
      </w:r>
      <w:r>
        <w:tab/>
        <w:t>1.013e0</w:t>
      </w:r>
    </w:p>
    <w:p w:rsidR="00B65DC9" w:rsidRDefault="00B65DC9" w:rsidP="00B65DC9">
      <w:r>
        <w:t>663.8375</w:t>
      </w:r>
      <w:r>
        <w:tab/>
        <w:t>1.013e0</w:t>
      </w:r>
    </w:p>
    <w:p w:rsidR="00B65DC9" w:rsidRDefault="00B65DC9" w:rsidP="00B65DC9">
      <w:r>
        <w:t>663.9788</w:t>
      </w:r>
      <w:r>
        <w:tab/>
        <w:t>2.025e0</w:t>
      </w:r>
    </w:p>
    <w:p w:rsidR="00B65DC9" w:rsidRDefault="00B65DC9" w:rsidP="00B65DC9">
      <w:r>
        <w:t>663.9895</w:t>
      </w:r>
      <w:r>
        <w:tab/>
        <w:t>1.013e0</w:t>
      </w:r>
    </w:p>
    <w:p w:rsidR="00B65DC9" w:rsidRDefault="00B65DC9" w:rsidP="00B65DC9">
      <w:r>
        <w:t>664.0079</w:t>
      </w:r>
      <w:r>
        <w:tab/>
        <w:t>1.013e0</w:t>
      </w:r>
    </w:p>
    <w:p w:rsidR="00B65DC9" w:rsidRDefault="00B65DC9" w:rsidP="00B65DC9">
      <w:r>
        <w:t>664.0241</w:t>
      </w:r>
      <w:r>
        <w:tab/>
        <w:t>3.038e0</w:t>
      </w:r>
    </w:p>
    <w:p w:rsidR="00B65DC9" w:rsidRDefault="00B65DC9" w:rsidP="00B65DC9">
      <w:r>
        <w:t>664.0975</w:t>
      </w:r>
      <w:r>
        <w:tab/>
        <w:t>1.013e0</w:t>
      </w:r>
    </w:p>
    <w:p w:rsidR="00B65DC9" w:rsidRDefault="00B65DC9" w:rsidP="00B65DC9">
      <w:r>
        <w:t>664.1519</w:t>
      </w:r>
      <w:r>
        <w:tab/>
        <w:t>2.025e0</w:t>
      </w:r>
    </w:p>
    <w:p w:rsidR="00B65DC9" w:rsidRDefault="00B65DC9" w:rsidP="00B65DC9">
      <w:r>
        <w:t>664.1807</w:t>
      </w:r>
      <w:r>
        <w:tab/>
        <w:t>2.025e0</w:t>
      </w:r>
    </w:p>
    <w:p w:rsidR="00B65DC9" w:rsidRDefault="00B65DC9" w:rsidP="00B65DC9">
      <w:r>
        <w:t>664.2889</w:t>
      </w:r>
      <w:r>
        <w:tab/>
        <w:t>2.186e1</w:t>
      </w:r>
    </w:p>
    <w:p w:rsidR="00B65DC9" w:rsidRDefault="00B65DC9" w:rsidP="00B65DC9">
      <w:r>
        <w:t>664.2903</w:t>
      </w:r>
      <w:r>
        <w:tab/>
        <w:t>3.870e1</w:t>
      </w:r>
    </w:p>
    <w:p w:rsidR="00B65DC9" w:rsidRDefault="00B65DC9" w:rsidP="00B65DC9">
      <w:r>
        <w:t>664.2980</w:t>
      </w:r>
      <w:r>
        <w:tab/>
        <w:t>3.343e0</w:t>
      </w:r>
    </w:p>
    <w:p w:rsidR="00B65DC9" w:rsidRDefault="00B65DC9" w:rsidP="00B65DC9">
      <w:r>
        <w:t>664.3902</w:t>
      </w:r>
      <w:r>
        <w:tab/>
        <w:t>4.942e0</w:t>
      </w:r>
    </w:p>
    <w:p w:rsidR="00B65DC9" w:rsidRDefault="00B65DC9" w:rsidP="00B65DC9">
      <w:r>
        <w:t>664.4740</w:t>
      </w:r>
      <w:r>
        <w:tab/>
        <w:t>2.063e0</w:t>
      </w:r>
    </w:p>
    <w:p w:rsidR="00B65DC9" w:rsidRDefault="00B65DC9" w:rsidP="00B65DC9">
      <w:r>
        <w:t>664.5020</w:t>
      </w:r>
      <w:r>
        <w:tab/>
        <w:t>1.226e-1</w:t>
      </w:r>
    </w:p>
    <w:p w:rsidR="00B65DC9" w:rsidRDefault="00B65DC9" w:rsidP="00B65DC9">
      <w:r>
        <w:t>664.5101</w:t>
      </w:r>
      <w:r>
        <w:tab/>
        <w:t>3.051e0</w:t>
      </w:r>
    </w:p>
    <w:p w:rsidR="00B65DC9" w:rsidRDefault="00B65DC9" w:rsidP="00B65DC9">
      <w:r>
        <w:t>664.5533</w:t>
      </w:r>
      <w:r>
        <w:tab/>
        <w:t>2.025e0</w:t>
      </w:r>
    </w:p>
    <w:p w:rsidR="00B65DC9" w:rsidRDefault="00B65DC9" w:rsidP="00B65DC9">
      <w:r>
        <w:t>664.5803</w:t>
      </w:r>
      <w:r>
        <w:tab/>
        <w:t>3.038e0</w:t>
      </w:r>
    </w:p>
    <w:p w:rsidR="00B65DC9" w:rsidRDefault="00B65DC9" w:rsidP="00B65DC9">
      <w:r>
        <w:t>664.5961</w:t>
      </w:r>
      <w:r>
        <w:tab/>
        <w:t>2.025e0</w:t>
      </w:r>
    </w:p>
    <w:p w:rsidR="00B65DC9" w:rsidRDefault="00B65DC9" w:rsidP="00B65DC9">
      <w:r>
        <w:lastRenderedPageBreak/>
        <w:t>664.6067</w:t>
      </w:r>
      <w:r>
        <w:tab/>
        <w:t>1.266e-2</w:t>
      </w:r>
    </w:p>
    <w:p w:rsidR="00B65DC9" w:rsidRDefault="00B65DC9" w:rsidP="00B65DC9">
      <w:r>
        <w:t>664.6520</w:t>
      </w:r>
      <w:r>
        <w:tab/>
        <w:t>1.013e0</w:t>
      </w:r>
    </w:p>
    <w:p w:rsidR="00B65DC9" w:rsidRDefault="00B65DC9" w:rsidP="00B65DC9">
      <w:r>
        <w:t>664.6594</w:t>
      </w:r>
      <w:r>
        <w:tab/>
        <w:t>2.025e0</w:t>
      </w:r>
    </w:p>
    <w:p w:rsidR="00B65DC9" w:rsidRDefault="00B65DC9" w:rsidP="00B65DC9">
      <w:r>
        <w:t>664.6859</w:t>
      </w:r>
      <w:r>
        <w:tab/>
        <w:t>1.266e-2</w:t>
      </w:r>
    </w:p>
    <w:p w:rsidR="00B65DC9" w:rsidRDefault="00B65DC9" w:rsidP="00B65DC9">
      <w:r>
        <w:t>664.8000</w:t>
      </w:r>
      <w:r>
        <w:tab/>
        <w:t>1.266e-2</w:t>
      </w:r>
    </w:p>
    <w:p w:rsidR="00B65DC9" w:rsidRDefault="00B65DC9" w:rsidP="00B65DC9">
      <w:r>
        <w:t>664.8573</w:t>
      </w:r>
      <w:r>
        <w:tab/>
        <w:t>2.025e0</w:t>
      </w:r>
    </w:p>
    <w:p w:rsidR="00B65DC9" w:rsidRDefault="00B65DC9" w:rsidP="00B65DC9">
      <w:r>
        <w:t>664.8675</w:t>
      </w:r>
      <w:r>
        <w:tab/>
        <w:t>2.025e0</w:t>
      </w:r>
    </w:p>
    <w:p w:rsidR="00B65DC9" w:rsidRDefault="00B65DC9" w:rsidP="00B65DC9">
      <w:r>
        <w:t>664.9187</w:t>
      </w:r>
      <w:r>
        <w:tab/>
        <w:t>2.025e0</w:t>
      </w:r>
    </w:p>
    <w:p w:rsidR="00B65DC9" w:rsidRDefault="00B65DC9" w:rsidP="00B65DC9">
      <w:r>
        <w:t>664.9698</w:t>
      </w:r>
      <w:r>
        <w:tab/>
        <w:t>1.013e0</w:t>
      </w:r>
    </w:p>
    <w:p w:rsidR="00B65DC9" w:rsidRDefault="00B65DC9" w:rsidP="00B65DC9">
      <w:r>
        <w:t>665.0482</w:t>
      </w:r>
      <w:r>
        <w:tab/>
        <w:t>3.038e0</w:t>
      </w:r>
    </w:p>
    <w:p w:rsidR="00B65DC9" w:rsidRDefault="00B65DC9" w:rsidP="00B65DC9">
      <w:r>
        <w:t>665.0831</w:t>
      </w:r>
      <w:r>
        <w:tab/>
        <w:t>2.025e0</w:t>
      </w:r>
    </w:p>
    <w:p w:rsidR="00B65DC9" w:rsidRDefault="00B65DC9" w:rsidP="00B65DC9">
      <w:r>
        <w:t>665.1174</w:t>
      </w:r>
      <w:r>
        <w:tab/>
        <w:t>1.378e0</w:t>
      </w:r>
    </w:p>
    <w:p w:rsidR="00B65DC9" w:rsidRDefault="00B65DC9" w:rsidP="00B65DC9">
      <w:r>
        <w:t>665.1297</w:t>
      </w:r>
      <w:r>
        <w:tab/>
        <w:t>2.051e0</w:t>
      </w:r>
    </w:p>
    <w:p w:rsidR="00B65DC9" w:rsidRDefault="00B65DC9" w:rsidP="00B65DC9">
      <w:r>
        <w:t>665.1389</w:t>
      </w:r>
      <w:r>
        <w:tab/>
        <w:t>1.266e-2</w:t>
      </w:r>
    </w:p>
    <w:p w:rsidR="00B65DC9" w:rsidRDefault="00B65DC9" w:rsidP="00B65DC9">
      <w:r>
        <w:t>665.2867</w:t>
      </w:r>
      <w:r>
        <w:tab/>
        <w:t>2.651e0</w:t>
      </w:r>
    </w:p>
    <w:p w:rsidR="00B65DC9" w:rsidRDefault="00B65DC9" w:rsidP="00B65DC9">
      <w:r>
        <w:t>665.2928</w:t>
      </w:r>
      <w:r>
        <w:tab/>
        <w:t>1.127e1</w:t>
      </w:r>
    </w:p>
    <w:p w:rsidR="00B65DC9" w:rsidRDefault="00B65DC9" w:rsidP="00B65DC9">
      <w:r>
        <w:t>665.2965</w:t>
      </w:r>
      <w:r>
        <w:tab/>
        <w:t>1.705e1</w:t>
      </w:r>
    </w:p>
    <w:p w:rsidR="00B65DC9" w:rsidRDefault="00B65DC9" w:rsidP="00B65DC9">
      <w:r>
        <w:t>665.3027</w:t>
      </w:r>
      <w:r>
        <w:tab/>
        <w:t>1.795e1</w:t>
      </w:r>
    </w:p>
    <w:p w:rsidR="00B65DC9" w:rsidRDefault="00B65DC9" w:rsidP="00B65DC9">
      <w:r>
        <w:t>665.4140</w:t>
      </w:r>
      <w:r>
        <w:tab/>
        <w:t>3.038e0</w:t>
      </w:r>
    </w:p>
    <w:p w:rsidR="00B65DC9" w:rsidRDefault="00B65DC9" w:rsidP="00B65DC9">
      <w:r>
        <w:lastRenderedPageBreak/>
        <w:t>665.4310</w:t>
      </w:r>
      <w:r>
        <w:tab/>
        <w:t>2.051e0</w:t>
      </w:r>
    </w:p>
    <w:p w:rsidR="00B65DC9" w:rsidRDefault="00B65DC9" w:rsidP="00B65DC9">
      <w:r>
        <w:t>665.5134</w:t>
      </w:r>
      <w:r>
        <w:tab/>
        <w:t>3.038e0</w:t>
      </w:r>
    </w:p>
    <w:p w:rsidR="00B65DC9" w:rsidRDefault="00B65DC9" w:rsidP="00B65DC9">
      <w:r>
        <w:t>665.5170</w:t>
      </w:r>
      <w:r>
        <w:tab/>
        <w:t>5.063e0</w:t>
      </w:r>
    </w:p>
    <w:p w:rsidR="00B65DC9" w:rsidRDefault="00B65DC9" w:rsidP="00B65DC9">
      <w:r>
        <w:t>665.5240</w:t>
      </w:r>
      <w:r>
        <w:tab/>
        <w:t>2.025e0</w:t>
      </w:r>
    </w:p>
    <w:p w:rsidR="00B65DC9" w:rsidRDefault="00B65DC9" w:rsidP="00B65DC9">
      <w:r>
        <w:t>665.5579</w:t>
      </w:r>
      <w:r>
        <w:tab/>
        <w:t>2.038e0</w:t>
      </w:r>
    </w:p>
    <w:p w:rsidR="00B65DC9" w:rsidRDefault="00B65DC9" w:rsidP="00B65DC9">
      <w:r>
        <w:t>665.6034</w:t>
      </w:r>
      <w:r>
        <w:tab/>
        <w:t>1.013e0</w:t>
      </w:r>
    </w:p>
    <w:p w:rsidR="00B65DC9" w:rsidRDefault="00B65DC9" w:rsidP="00B65DC9">
      <w:r>
        <w:t>665.6479</w:t>
      </w:r>
      <w:r>
        <w:tab/>
        <w:t>2.025e0</w:t>
      </w:r>
    </w:p>
    <w:p w:rsidR="00B65DC9" w:rsidRDefault="00B65DC9" w:rsidP="00B65DC9">
      <w:r>
        <w:t>665.7167</w:t>
      </w:r>
      <w:r>
        <w:tab/>
        <w:t>1.013e0</w:t>
      </w:r>
    </w:p>
    <w:p w:rsidR="00B65DC9" w:rsidRDefault="00B65DC9" w:rsidP="00B65DC9">
      <w:r>
        <w:t>665.7183</w:t>
      </w:r>
      <w:r>
        <w:tab/>
        <w:t>3.038e0</w:t>
      </w:r>
    </w:p>
    <w:p w:rsidR="00B65DC9" w:rsidRDefault="00B65DC9" w:rsidP="00B65DC9">
      <w:r>
        <w:t>665.7348</w:t>
      </w:r>
      <w:r>
        <w:tab/>
        <w:t>2.025e0</w:t>
      </w:r>
    </w:p>
    <w:p w:rsidR="00B65DC9" w:rsidRDefault="00B65DC9" w:rsidP="00B65DC9">
      <w:r>
        <w:t>665.8423</w:t>
      </w:r>
      <w:r>
        <w:tab/>
        <w:t>1.013e0</w:t>
      </w:r>
    </w:p>
    <w:p w:rsidR="00B65DC9" w:rsidRDefault="00B65DC9" w:rsidP="00B65DC9">
      <w:r>
        <w:t>665.9258</w:t>
      </w:r>
      <w:r>
        <w:tab/>
        <w:t>3.038e0</w:t>
      </w:r>
    </w:p>
    <w:p w:rsidR="00B65DC9" w:rsidRDefault="00B65DC9" w:rsidP="00B65DC9">
      <w:r>
        <w:t>665.9321</w:t>
      </w:r>
      <w:r>
        <w:tab/>
        <w:t>1.266e-2</w:t>
      </w:r>
    </w:p>
    <w:p w:rsidR="00B65DC9" w:rsidRDefault="00B65DC9" w:rsidP="00B65DC9">
      <w:r>
        <w:t>666.0035</w:t>
      </w:r>
      <w:r>
        <w:tab/>
        <w:t>1.013e0</w:t>
      </w:r>
    </w:p>
    <w:p w:rsidR="00B65DC9" w:rsidRDefault="00B65DC9" w:rsidP="00B65DC9">
      <w:r>
        <w:t>666.0202</w:t>
      </w:r>
      <w:r>
        <w:tab/>
        <w:t>1.266e-2</w:t>
      </w:r>
    </w:p>
    <w:p w:rsidR="00B65DC9" w:rsidRDefault="00B65DC9" w:rsidP="00B65DC9">
      <w:r>
        <w:t>666.0234</w:t>
      </w:r>
      <w:r>
        <w:tab/>
        <w:t>3.698e0</w:t>
      </w:r>
    </w:p>
    <w:p w:rsidR="00B65DC9" w:rsidRDefault="00B65DC9" w:rsidP="00B65DC9">
      <w:r>
        <w:t>666.0262</w:t>
      </w:r>
      <w:r>
        <w:tab/>
        <w:t>5.061e0</w:t>
      </w:r>
    </w:p>
    <w:p w:rsidR="00B65DC9" w:rsidRDefault="00B65DC9" w:rsidP="00B65DC9">
      <w:r>
        <w:t>666.1703</w:t>
      </w:r>
      <w:r>
        <w:tab/>
        <w:t>1.013e0</w:t>
      </w:r>
    </w:p>
    <w:p w:rsidR="00B65DC9" w:rsidRDefault="00B65DC9" w:rsidP="00B65DC9">
      <w:r>
        <w:t>666.2509</w:t>
      </w:r>
      <w:r>
        <w:tab/>
        <w:t>7.083e0</w:t>
      </w:r>
    </w:p>
    <w:p w:rsidR="00B65DC9" w:rsidRDefault="00B65DC9" w:rsidP="00B65DC9">
      <w:r>
        <w:lastRenderedPageBreak/>
        <w:t>666.2828</w:t>
      </w:r>
      <w:r>
        <w:tab/>
        <w:t>3.063e0</w:t>
      </w:r>
    </w:p>
    <w:p w:rsidR="00B65DC9" w:rsidRDefault="00B65DC9" w:rsidP="00B65DC9">
      <w:r>
        <w:t>666.2855</w:t>
      </w:r>
      <w:r>
        <w:tab/>
        <w:t>1.097e1</w:t>
      </w:r>
    </w:p>
    <w:p w:rsidR="00B65DC9" w:rsidRDefault="00B65DC9" w:rsidP="00B65DC9">
      <w:r>
        <w:t>666.3178</w:t>
      </w:r>
      <w:r>
        <w:tab/>
        <w:t>1.114e1</w:t>
      </w:r>
    </w:p>
    <w:p w:rsidR="00B65DC9" w:rsidRDefault="00B65DC9" w:rsidP="00B65DC9">
      <w:r>
        <w:t>666.3802</w:t>
      </w:r>
      <w:r>
        <w:tab/>
        <w:t>2.025e0</w:t>
      </w:r>
    </w:p>
    <w:p w:rsidR="00B65DC9" w:rsidRDefault="00B65DC9" w:rsidP="00B65DC9">
      <w:r>
        <w:t>666.4130</w:t>
      </w:r>
      <w:r>
        <w:tab/>
        <w:t>4.051e0</w:t>
      </w:r>
    </w:p>
    <w:p w:rsidR="00B65DC9" w:rsidRDefault="00B65DC9" w:rsidP="00B65DC9">
      <w:r>
        <w:t>666.4208</w:t>
      </w:r>
      <w:r>
        <w:tab/>
        <w:t>2.025e0</w:t>
      </w:r>
    </w:p>
    <w:p w:rsidR="00B65DC9" w:rsidRDefault="00B65DC9" w:rsidP="00B65DC9">
      <w:r>
        <w:t>666.5308</w:t>
      </w:r>
      <w:r>
        <w:tab/>
        <w:t>4.051e0</w:t>
      </w:r>
    </w:p>
    <w:p w:rsidR="00B65DC9" w:rsidRDefault="00B65DC9" w:rsidP="00B65DC9">
      <w:r>
        <w:t>666.5446</w:t>
      </w:r>
      <w:r>
        <w:tab/>
        <w:t>3.038e0</w:t>
      </w:r>
    </w:p>
    <w:p w:rsidR="00B65DC9" w:rsidRDefault="00B65DC9" w:rsidP="00B65DC9">
      <w:r>
        <w:t>666.6161</w:t>
      </w:r>
      <w:r>
        <w:tab/>
        <w:t>8.767e0</w:t>
      </w:r>
    </w:p>
    <w:p w:rsidR="00B65DC9" w:rsidRDefault="00B65DC9" w:rsidP="00B65DC9">
      <w:r>
        <w:t>666.6177</w:t>
      </w:r>
      <w:r>
        <w:tab/>
        <w:t>5.063e0</w:t>
      </w:r>
    </w:p>
    <w:p w:rsidR="00B65DC9" w:rsidRDefault="00B65DC9" w:rsidP="00B65DC9">
      <w:r>
        <w:t>666.6298</w:t>
      </w:r>
      <w:r>
        <w:tab/>
        <w:t>1.215e1</w:t>
      </w:r>
    </w:p>
    <w:p w:rsidR="00B65DC9" w:rsidRDefault="00B65DC9" w:rsidP="00B65DC9">
      <w:r>
        <w:t>666.7264</w:t>
      </w:r>
      <w:r>
        <w:tab/>
        <w:t>1.013e0</w:t>
      </w:r>
    </w:p>
    <w:p w:rsidR="00B65DC9" w:rsidRDefault="00B65DC9" w:rsidP="00B65DC9">
      <w:r>
        <w:t>666.7334</w:t>
      </w:r>
      <w:r>
        <w:tab/>
        <w:t>4.051e0</w:t>
      </w:r>
    </w:p>
    <w:p w:rsidR="00B65DC9" w:rsidRDefault="00B65DC9" w:rsidP="00B65DC9">
      <w:r>
        <w:t>666.7491</w:t>
      </w:r>
      <w:r>
        <w:tab/>
        <w:t>1.266e-2</w:t>
      </w:r>
    </w:p>
    <w:p w:rsidR="00B65DC9" w:rsidRDefault="00B65DC9" w:rsidP="00B65DC9">
      <w:r>
        <w:t>666.7977</w:t>
      </w:r>
      <w:r>
        <w:tab/>
        <w:t>3.038e0</w:t>
      </w:r>
    </w:p>
    <w:p w:rsidR="00B65DC9" w:rsidRDefault="00B65DC9" w:rsidP="00B65DC9">
      <w:r>
        <w:t>666.8058</w:t>
      </w:r>
      <w:r>
        <w:tab/>
        <w:t>1.013e0</w:t>
      </w:r>
    </w:p>
    <w:p w:rsidR="00B65DC9" w:rsidRDefault="00B65DC9" w:rsidP="00B65DC9">
      <w:r>
        <w:t>666.9202</w:t>
      </w:r>
      <w:r>
        <w:tab/>
        <w:t>1.013e0</w:t>
      </w:r>
    </w:p>
    <w:p w:rsidR="00B65DC9" w:rsidRDefault="00B65DC9" w:rsidP="00B65DC9">
      <w:r>
        <w:t>666.9399</w:t>
      </w:r>
      <w:r>
        <w:tab/>
        <w:t>2.532e-2</w:t>
      </w:r>
    </w:p>
    <w:p w:rsidR="00B65DC9" w:rsidRDefault="00B65DC9" w:rsidP="00B65DC9">
      <w:r>
        <w:t>666.9924</w:t>
      </w:r>
      <w:r>
        <w:tab/>
        <w:t>1.025e0</w:t>
      </w:r>
    </w:p>
    <w:p w:rsidR="00B65DC9" w:rsidRDefault="00B65DC9" w:rsidP="00B65DC9">
      <w:r>
        <w:lastRenderedPageBreak/>
        <w:t>667.0279</w:t>
      </w:r>
      <w:r>
        <w:tab/>
        <w:t>1.013e0</w:t>
      </w:r>
    </w:p>
    <w:p w:rsidR="00B65DC9" w:rsidRDefault="00B65DC9" w:rsidP="00B65DC9">
      <w:r>
        <w:t>667.0330</w:t>
      </w:r>
      <w:r>
        <w:tab/>
        <w:t>1.013e0</w:t>
      </w:r>
    </w:p>
    <w:p w:rsidR="00B65DC9" w:rsidRDefault="00B65DC9" w:rsidP="00B65DC9">
      <w:r>
        <w:t>667.1124</w:t>
      </w:r>
      <w:r>
        <w:tab/>
        <w:t>1.013e0</w:t>
      </w:r>
    </w:p>
    <w:p w:rsidR="00B65DC9" w:rsidRDefault="00B65DC9" w:rsidP="00B65DC9">
      <w:r>
        <w:t>667.1140</w:t>
      </w:r>
      <w:r>
        <w:tab/>
        <w:t>2.532e-2</w:t>
      </w:r>
    </w:p>
    <w:p w:rsidR="00B65DC9" w:rsidRDefault="00B65DC9" w:rsidP="00B65DC9">
      <w:r>
        <w:t>667.1318</w:t>
      </w:r>
      <w:r>
        <w:tab/>
        <w:t>1.013e0</w:t>
      </w:r>
    </w:p>
    <w:p w:rsidR="00B65DC9" w:rsidRDefault="00B65DC9" w:rsidP="00B65DC9">
      <w:r>
        <w:t>667.1522</w:t>
      </w:r>
      <w:r>
        <w:tab/>
        <w:t>2.532e-2</w:t>
      </w:r>
    </w:p>
    <w:p w:rsidR="00B65DC9" w:rsidRDefault="00B65DC9" w:rsidP="00B65DC9">
      <w:r>
        <w:t>667.2007</w:t>
      </w:r>
      <w:r>
        <w:tab/>
        <w:t>4.051e0</w:t>
      </w:r>
    </w:p>
    <w:p w:rsidR="00B65DC9" w:rsidRDefault="00B65DC9" w:rsidP="00B65DC9">
      <w:r>
        <w:t>667.2261</w:t>
      </w:r>
      <w:r>
        <w:tab/>
        <w:t>2.038e0</w:t>
      </w:r>
    </w:p>
    <w:p w:rsidR="00B65DC9" w:rsidRDefault="00B65DC9" w:rsidP="00B65DC9">
      <w:r>
        <w:t>667.2627</w:t>
      </w:r>
      <w:r>
        <w:tab/>
        <w:t>2.025e0</w:t>
      </w:r>
    </w:p>
    <w:p w:rsidR="00B65DC9" w:rsidRDefault="00B65DC9" w:rsidP="00B65DC9">
      <w:r>
        <w:t>667.2839</w:t>
      </w:r>
      <w:r>
        <w:tab/>
        <w:t>2.025e0</w:t>
      </w:r>
    </w:p>
    <w:p w:rsidR="00B65DC9" w:rsidRDefault="00B65DC9" w:rsidP="00B65DC9">
      <w:r>
        <w:t>667.3110</w:t>
      </w:r>
      <w:r>
        <w:tab/>
        <w:t>2.076e0</w:t>
      </w:r>
    </w:p>
    <w:p w:rsidR="00B65DC9" w:rsidRDefault="00B65DC9" w:rsidP="00B65DC9">
      <w:r>
        <w:t>667.3361</w:t>
      </w:r>
      <w:r>
        <w:tab/>
        <w:t>2.709e0</w:t>
      </w:r>
    </w:p>
    <w:p w:rsidR="00B65DC9" w:rsidRDefault="00B65DC9" w:rsidP="00B65DC9">
      <w:r>
        <w:t>667.3522</w:t>
      </w:r>
      <w:r>
        <w:tab/>
        <w:t>2.025e0</w:t>
      </w:r>
    </w:p>
    <w:p w:rsidR="00B65DC9" w:rsidRDefault="00B65DC9" w:rsidP="00B65DC9">
      <w:r>
        <w:t>667.3958</w:t>
      </w:r>
      <w:r>
        <w:tab/>
        <w:t>3.038e0</w:t>
      </w:r>
    </w:p>
    <w:p w:rsidR="00B65DC9" w:rsidRDefault="00B65DC9" w:rsidP="00B65DC9">
      <w:r>
        <w:t>667.4089</w:t>
      </w:r>
      <w:r>
        <w:tab/>
        <w:t>1.013e0</w:t>
      </w:r>
    </w:p>
    <w:p w:rsidR="00B65DC9" w:rsidRDefault="00B65DC9" w:rsidP="00B65DC9">
      <w:r>
        <w:t>667.4177</w:t>
      </w:r>
      <w:r>
        <w:tab/>
        <w:t>1.025e0</w:t>
      </w:r>
    </w:p>
    <w:p w:rsidR="00B65DC9" w:rsidRDefault="00B65DC9" w:rsidP="00B65DC9">
      <w:r>
        <w:t>667.4426</w:t>
      </w:r>
      <w:r>
        <w:tab/>
        <w:t>4.051e0</w:t>
      </w:r>
    </w:p>
    <w:p w:rsidR="00B65DC9" w:rsidRDefault="00B65DC9" w:rsidP="00B65DC9">
      <w:r>
        <w:t>667.4542</w:t>
      </w:r>
      <w:r>
        <w:tab/>
        <w:t>1.013e0</w:t>
      </w:r>
    </w:p>
    <w:p w:rsidR="00B65DC9" w:rsidRDefault="00B65DC9" w:rsidP="00B65DC9">
      <w:r>
        <w:t>667.5075</w:t>
      </w:r>
      <w:r>
        <w:tab/>
        <w:t>3.038e0</w:t>
      </w:r>
    </w:p>
    <w:p w:rsidR="00B65DC9" w:rsidRDefault="00B65DC9" w:rsidP="00B65DC9">
      <w:r>
        <w:lastRenderedPageBreak/>
        <w:t>667.5645</w:t>
      </w:r>
      <w:r>
        <w:tab/>
        <w:t>1.013e0</w:t>
      </w:r>
    </w:p>
    <w:p w:rsidR="00B65DC9" w:rsidRDefault="00B65DC9" w:rsidP="00B65DC9">
      <w:r>
        <w:t>667.5748</w:t>
      </w:r>
      <w:r>
        <w:tab/>
        <w:t>2.025e0</w:t>
      </w:r>
    </w:p>
    <w:p w:rsidR="00B65DC9" w:rsidRDefault="00B65DC9" w:rsidP="00B65DC9">
      <w:r>
        <w:t>667.6675</w:t>
      </w:r>
      <w:r>
        <w:tab/>
        <w:t>2.038e0</w:t>
      </w:r>
    </w:p>
    <w:p w:rsidR="00B65DC9" w:rsidRDefault="00B65DC9" w:rsidP="00B65DC9">
      <w:r>
        <w:t>667.7042</w:t>
      </w:r>
      <w:r>
        <w:tab/>
        <w:t>1.013e0</w:t>
      </w:r>
    </w:p>
    <w:p w:rsidR="00B65DC9" w:rsidRDefault="00B65DC9" w:rsidP="00B65DC9">
      <w:r>
        <w:t>667.7053</w:t>
      </w:r>
      <w:r>
        <w:tab/>
        <w:t>5.063e0</w:t>
      </w:r>
    </w:p>
    <w:p w:rsidR="00B65DC9" w:rsidRDefault="00B65DC9" w:rsidP="00B65DC9">
      <w:r>
        <w:t>667.8284</w:t>
      </w:r>
      <w:r>
        <w:tab/>
        <w:t>1.013e0</w:t>
      </w:r>
    </w:p>
    <w:p w:rsidR="00B65DC9" w:rsidRDefault="00B65DC9" w:rsidP="00B65DC9">
      <w:r>
        <w:t>667.8738</w:t>
      </w:r>
      <w:r>
        <w:tab/>
        <w:t>1.013e0</w:t>
      </w:r>
    </w:p>
    <w:p w:rsidR="00B65DC9" w:rsidRDefault="00B65DC9" w:rsidP="00B65DC9">
      <w:r>
        <w:t>667.8782</w:t>
      </w:r>
      <w:r>
        <w:tab/>
        <w:t>1.013e0</w:t>
      </w:r>
    </w:p>
    <w:p w:rsidR="00B65DC9" w:rsidRDefault="00B65DC9" w:rsidP="00B65DC9">
      <w:r>
        <w:t>667.8966</w:t>
      </w:r>
      <w:r>
        <w:tab/>
        <w:t>1.013e0</w:t>
      </w:r>
    </w:p>
    <w:p w:rsidR="00B65DC9" w:rsidRDefault="00B65DC9" w:rsidP="00B65DC9">
      <w:r>
        <w:t>667.9140</w:t>
      </w:r>
      <w:r>
        <w:tab/>
        <w:t>2.025e0</w:t>
      </w:r>
    </w:p>
    <w:p w:rsidR="00B65DC9" w:rsidRDefault="00B65DC9" w:rsidP="00B65DC9">
      <w:r>
        <w:t>667.9992</w:t>
      </w:r>
      <w:r>
        <w:tab/>
        <w:t>1.013e0</w:t>
      </w:r>
    </w:p>
    <w:p w:rsidR="00B65DC9" w:rsidRDefault="00B65DC9" w:rsidP="00B65DC9">
      <w:r>
        <w:t>668.0681</w:t>
      </w:r>
      <w:r>
        <w:tab/>
        <w:t>1.025e0</w:t>
      </w:r>
    </w:p>
    <w:p w:rsidR="00B65DC9" w:rsidRDefault="00B65DC9" w:rsidP="00B65DC9">
      <w:r>
        <w:t>668.1078</w:t>
      </w:r>
      <w:r>
        <w:tab/>
        <w:t>2.025e0</w:t>
      </w:r>
    </w:p>
    <w:p w:rsidR="00B65DC9" w:rsidRDefault="00B65DC9" w:rsidP="00B65DC9">
      <w:r>
        <w:t>668.1282</w:t>
      </w:r>
      <w:r>
        <w:tab/>
        <w:t>3.038e0</w:t>
      </w:r>
    </w:p>
    <w:p w:rsidR="00B65DC9" w:rsidRDefault="00B65DC9" w:rsidP="00B65DC9">
      <w:r>
        <w:t>668.1582</w:t>
      </w:r>
      <w:r>
        <w:tab/>
        <w:t>1.013e0</w:t>
      </w:r>
    </w:p>
    <w:p w:rsidR="00B65DC9" w:rsidRDefault="00B65DC9" w:rsidP="00B65DC9">
      <w:r>
        <w:t>668.1878</w:t>
      </w:r>
      <w:r>
        <w:tab/>
        <w:t>1.025e0</w:t>
      </w:r>
    </w:p>
    <w:p w:rsidR="00B65DC9" w:rsidRDefault="00B65DC9" w:rsidP="00B65DC9">
      <w:r>
        <w:t>668.2237</w:t>
      </w:r>
      <w:r>
        <w:tab/>
        <w:t>1.013e0</w:t>
      </w:r>
    </w:p>
    <w:p w:rsidR="00B65DC9" w:rsidRDefault="00B65DC9" w:rsidP="00B65DC9">
      <w:r>
        <w:t>668.2416</w:t>
      </w:r>
      <w:r>
        <w:tab/>
        <w:t>3.038e0</w:t>
      </w:r>
    </w:p>
    <w:p w:rsidR="00B65DC9" w:rsidRDefault="00B65DC9" w:rsidP="00B65DC9">
      <w:r>
        <w:t>668.3544</w:t>
      </w:r>
      <w:r>
        <w:tab/>
        <w:t>3.038e0</w:t>
      </w:r>
    </w:p>
    <w:p w:rsidR="00B65DC9" w:rsidRDefault="00B65DC9" w:rsidP="00B65DC9">
      <w:r>
        <w:lastRenderedPageBreak/>
        <w:t>668.3627</w:t>
      </w:r>
      <w:r>
        <w:tab/>
        <w:t>1.013e0</w:t>
      </w:r>
    </w:p>
    <w:p w:rsidR="00B65DC9" w:rsidRDefault="00B65DC9" w:rsidP="00B65DC9">
      <w:r>
        <w:t>668.4193</w:t>
      </w:r>
      <w:r>
        <w:tab/>
        <w:t>2.025e0</w:t>
      </w:r>
    </w:p>
    <w:p w:rsidR="00B65DC9" w:rsidRDefault="00B65DC9" w:rsidP="00B65DC9">
      <w:r>
        <w:t>668.4320</w:t>
      </w:r>
      <w:r>
        <w:tab/>
        <w:t>2.025e0</w:t>
      </w:r>
    </w:p>
    <w:p w:rsidR="00B65DC9" w:rsidRDefault="00B65DC9" w:rsidP="00B65DC9">
      <w:r>
        <w:t>668.4654</w:t>
      </w:r>
      <w:r>
        <w:tab/>
        <w:t>2.532e-2</w:t>
      </w:r>
    </w:p>
    <w:p w:rsidR="00B65DC9" w:rsidRDefault="00B65DC9" w:rsidP="00B65DC9">
      <w:r>
        <w:t>668.4848</w:t>
      </w:r>
      <w:r>
        <w:tab/>
        <w:t>1.266e-2</w:t>
      </w:r>
    </w:p>
    <w:p w:rsidR="00B65DC9" w:rsidRDefault="00B65DC9" w:rsidP="00B65DC9">
      <w:r>
        <w:t>668.5533</w:t>
      </w:r>
      <w:r>
        <w:tab/>
        <w:t>1.013e0</w:t>
      </w:r>
    </w:p>
    <w:p w:rsidR="00B65DC9" w:rsidRDefault="00B65DC9" w:rsidP="00B65DC9">
      <w:r>
        <w:t>668.5564</w:t>
      </w:r>
      <w:r>
        <w:tab/>
        <w:t>2.025e0</w:t>
      </w:r>
    </w:p>
    <w:p w:rsidR="00B65DC9" w:rsidRDefault="00B65DC9" w:rsidP="00B65DC9">
      <w:r>
        <w:t>668.5795</w:t>
      </w:r>
      <w:r>
        <w:tab/>
        <w:t>3.038e0</w:t>
      </w:r>
    </w:p>
    <w:p w:rsidR="00B65DC9" w:rsidRDefault="00B65DC9" w:rsidP="00B65DC9">
      <w:r>
        <w:t>668.6060</w:t>
      </w:r>
      <w:r>
        <w:tab/>
        <w:t>3.038e0</w:t>
      </w:r>
    </w:p>
    <w:p w:rsidR="00B65DC9" w:rsidRDefault="00B65DC9" w:rsidP="00B65DC9">
      <w:r>
        <w:t>668.6227</w:t>
      </w:r>
      <w:r>
        <w:tab/>
        <w:t>1.013e0</w:t>
      </w:r>
    </w:p>
    <w:p w:rsidR="00B65DC9" w:rsidRDefault="00B65DC9" w:rsidP="00B65DC9">
      <w:r>
        <w:t>668.6405</w:t>
      </w:r>
      <w:r>
        <w:tab/>
        <w:t>1.013e0</w:t>
      </w:r>
    </w:p>
    <w:p w:rsidR="00B65DC9" w:rsidRDefault="00B65DC9" w:rsidP="00B65DC9">
      <w:r>
        <w:t>668.6588</w:t>
      </w:r>
      <w:r>
        <w:tab/>
        <w:t>1.038e0</w:t>
      </w:r>
    </w:p>
    <w:p w:rsidR="00B65DC9" w:rsidRDefault="00B65DC9" w:rsidP="00B65DC9">
      <w:r>
        <w:t>668.7044</w:t>
      </w:r>
      <w:r>
        <w:tab/>
        <w:t>1.013e0</w:t>
      </w:r>
    </w:p>
    <w:p w:rsidR="00B65DC9" w:rsidRDefault="00B65DC9" w:rsidP="00B65DC9">
      <w:r>
        <w:t>668.7158</w:t>
      </w:r>
      <w:r>
        <w:tab/>
        <w:t>1.266e-2</w:t>
      </w:r>
    </w:p>
    <w:p w:rsidR="00B65DC9" w:rsidRDefault="00B65DC9" w:rsidP="00B65DC9">
      <w:r>
        <w:t>668.7508</w:t>
      </w:r>
      <w:r>
        <w:tab/>
        <w:t>1.013e0</w:t>
      </w:r>
    </w:p>
    <w:p w:rsidR="00B65DC9" w:rsidRDefault="00B65DC9" w:rsidP="00B65DC9">
      <w:r>
        <w:t>668.7966</w:t>
      </w:r>
      <w:r>
        <w:tab/>
        <w:t>2.025e0</w:t>
      </w:r>
    </w:p>
    <w:p w:rsidR="00B65DC9" w:rsidRDefault="00B65DC9" w:rsidP="00B65DC9">
      <w:r>
        <w:t>668.8087</w:t>
      </w:r>
      <w:r>
        <w:tab/>
        <w:t>2.532e-2</w:t>
      </w:r>
    </w:p>
    <w:p w:rsidR="00B65DC9" w:rsidRDefault="00B65DC9" w:rsidP="00B65DC9">
      <w:r>
        <w:t>668.8765</w:t>
      </w:r>
      <w:r>
        <w:tab/>
        <w:t>2.025e0</w:t>
      </w:r>
    </w:p>
    <w:p w:rsidR="00B65DC9" w:rsidRDefault="00B65DC9" w:rsidP="00B65DC9">
      <w:r>
        <w:t>668.8865</w:t>
      </w:r>
      <w:r>
        <w:tab/>
        <w:t>1.013e0</w:t>
      </w:r>
    </w:p>
    <w:p w:rsidR="00B65DC9" w:rsidRDefault="00B65DC9" w:rsidP="00B65DC9">
      <w:r>
        <w:lastRenderedPageBreak/>
        <w:t>668.9354</w:t>
      </w:r>
      <w:r>
        <w:tab/>
        <w:t>1.013e0</w:t>
      </w:r>
    </w:p>
    <w:p w:rsidR="00B65DC9" w:rsidRDefault="00B65DC9" w:rsidP="00B65DC9">
      <w:r>
        <w:t>669.0402</w:t>
      </w:r>
      <w:r>
        <w:tab/>
        <w:t>1.038e0</w:t>
      </w:r>
    </w:p>
    <w:p w:rsidR="00B65DC9" w:rsidRDefault="00B65DC9" w:rsidP="00B65DC9">
      <w:r>
        <w:t>669.0801</w:t>
      </w:r>
      <w:r>
        <w:tab/>
        <w:t>1.266e-2</w:t>
      </w:r>
    </w:p>
    <w:p w:rsidR="00B65DC9" w:rsidRDefault="00B65DC9" w:rsidP="00B65DC9">
      <w:r>
        <w:t>669.1485</w:t>
      </w:r>
      <w:r>
        <w:tab/>
        <w:t>1.025e0</w:t>
      </w:r>
    </w:p>
    <w:p w:rsidR="00B65DC9" w:rsidRDefault="00B65DC9" w:rsidP="00B65DC9">
      <w:r>
        <w:t>669.1608</w:t>
      </w:r>
      <w:r>
        <w:tab/>
        <w:t>2.025e0</w:t>
      </w:r>
    </w:p>
    <w:p w:rsidR="00B65DC9" w:rsidRDefault="00B65DC9" w:rsidP="00B65DC9">
      <w:r>
        <w:t>669.1730</w:t>
      </w:r>
      <w:r>
        <w:tab/>
        <w:t>2.025e0</w:t>
      </w:r>
    </w:p>
    <w:p w:rsidR="00B65DC9" w:rsidRDefault="00B65DC9" w:rsidP="00B65DC9">
      <w:r>
        <w:t>669.2505</w:t>
      </w:r>
      <w:r>
        <w:tab/>
        <w:t>3.038e0</w:t>
      </w:r>
    </w:p>
    <w:p w:rsidR="00B65DC9" w:rsidRDefault="00B65DC9" w:rsidP="00B65DC9">
      <w:r>
        <w:t>669.2751</w:t>
      </w:r>
      <w:r>
        <w:tab/>
        <w:t>4.051e0</w:t>
      </w:r>
    </w:p>
    <w:p w:rsidR="00B65DC9" w:rsidRDefault="00B65DC9" w:rsidP="00B65DC9">
      <w:r>
        <w:t>669.2814</w:t>
      </w:r>
      <w:r>
        <w:tab/>
        <w:t>3.914e0</w:t>
      </w:r>
    </w:p>
    <w:p w:rsidR="00B65DC9" w:rsidRDefault="00B65DC9" w:rsidP="00B65DC9">
      <w:r>
        <w:t>669.3229</w:t>
      </w:r>
      <w:r>
        <w:tab/>
        <w:t>2.829e0</w:t>
      </w:r>
    </w:p>
    <w:p w:rsidR="00B65DC9" w:rsidRDefault="00B65DC9" w:rsidP="00B65DC9">
      <w:r>
        <w:t>669.3658</w:t>
      </w:r>
      <w:r>
        <w:tab/>
        <w:t>1.266e-2</w:t>
      </w:r>
    </w:p>
    <w:p w:rsidR="00B65DC9" w:rsidRDefault="00B65DC9" w:rsidP="00B65DC9">
      <w:r>
        <w:t>669.3710</w:t>
      </w:r>
      <w:r>
        <w:tab/>
        <w:t>1.816e0</w:t>
      </w:r>
    </w:p>
    <w:p w:rsidR="00B65DC9" w:rsidRDefault="00B65DC9" w:rsidP="00B65DC9">
      <w:r>
        <w:t>669.3946</w:t>
      </w:r>
      <w:r>
        <w:tab/>
        <w:t>2.025e0</w:t>
      </w:r>
    </w:p>
    <w:p w:rsidR="00B65DC9" w:rsidRDefault="00B65DC9" w:rsidP="00B65DC9">
      <w:r>
        <w:t>669.4728</w:t>
      </w:r>
      <w:r>
        <w:tab/>
        <w:t>1.013e0</w:t>
      </w:r>
    </w:p>
    <w:p w:rsidR="00B65DC9" w:rsidRDefault="00B65DC9" w:rsidP="00B65DC9">
      <w:r>
        <w:t>669.5131</w:t>
      </w:r>
      <w:r>
        <w:tab/>
        <w:t>1.266e-2</w:t>
      </w:r>
    </w:p>
    <w:p w:rsidR="00B65DC9" w:rsidRDefault="00B65DC9" w:rsidP="00B65DC9">
      <w:r>
        <w:t>669.5367</w:t>
      </w:r>
      <w:r>
        <w:tab/>
        <w:t>3.038e0</w:t>
      </w:r>
    </w:p>
    <w:p w:rsidR="00B65DC9" w:rsidRDefault="00B65DC9" w:rsidP="00B65DC9">
      <w:r>
        <w:t>669.5587</w:t>
      </w:r>
      <w:r>
        <w:tab/>
        <w:t>1.013e0</w:t>
      </w:r>
    </w:p>
    <w:p w:rsidR="00B65DC9" w:rsidRDefault="00B65DC9" w:rsidP="00B65DC9">
      <w:r>
        <w:t>669.6036</w:t>
      </w:r>
      <w:r>
        <w:tab/>
        <w:t>3.038e0</w:t>
      </w:r>
    </w:p>
    <w:p w:rsidR="00B65DC9" w:rsidRDefault="00B65DC9" w:rsidP="00B65DC9">
      <w:r>
        <w:t>669.6290</w:t>
      </w:r>
      <w:r>
        <w:tab/>
        <w:t>1.013e0</w:t>
      </w:r>
    </w:p>
    <w:p w:rsidR="00B65DC9" w:rsidRDefault="00B65DC9" w:rsidP="00B65DC9">
      <w:r>
        <w:lastRenderedPageBreak/>
        <w:t>669.6984</w:t>
      </w:r>
      <w:r>
        <w:tab/>
        <w:t>1.013e0</w:t>
      </w:r>
    </w:p>
    <w:p w:rsidR="00B65DC9" w:rsidRDefault="00B65DC9" w:rsidP="00B65DC9">
      <w:r>
        <w:t>669.7305</w:t>
      </w:r>
      <w:r>
        <w:tab/>
        <w:t>1.013e0</w:t>
      </w:r>
    </w:p>
    <w:p w:rsidR="00B65DC9" w:rsidRDefault="00B65DC9" w:rsidP="00B65DC9">
      <w:r>
        <w:t>669.7759</w:t>
      </w:r>
      <w:r>
        <w:tab/>
        <w:t>2.038e0</w:t>
      </w:r>
    </w:p>
    <w:p w:rsidR="00B65DC9" w:rsidRDefault="00B65DC9" w:rsidP="00B65DC9">
      <w:r>
        <w:t>669.7981</w:t>
      </w:r>
      <w:r>
        <w:tab/>
        <w:t>1.013e0</w:t>
      </w:r>
    </w:p>
    <w:p w:rsidR="00B65DC9" w:rsidRDefault="00B65DC9" w:rsidP="00B65DC9">
      <w:r>
        <w:t>669.8202</w:t>
      </w:r>
      <w:r>
        <w:tab/>
        <w:t>2.025e0</w:t>
      </w:r>
    </w:p>
    <w:p w:rsidR="00B65DC9" w:rsidRDefault="00B65DC9" w:rsidP="00B65DC9">
      <w:r>
        <w:t>669.8882</w:t>
      </w:r>
      <w:r>
        <w:tab/>
        <w:t>1.025e0</w:t>
      </w:r>
    </w:p>
    <w:p w:rsidR="00B65DC9" w:rsidRDefault="00B65DC9" w:rsidP="00B65DC9">
      <w:r>
        <w:t>669.8893</w:t>
      </w:r>
      <w:r>
        <w:tab/>
        <w:t>1.013e0</w:t>
      </w:r>
    </w:p>
    <w:p w:rsidR="00B65DC9" w:rsidRDefault="00B65DC9" w:rsidP="00B65DC9">
      <w:r>
        <w:t>669.9071</w:t>
      </w:r>
      <w:r>
        <w:tab/>
        <w:t>1.013e0</w:t>
      </w:r>
    </w:p>
    <w:p w:rsidR="00B65DC9" w:rsidRDefault="00B65DC9" w:rsidP="00B65DC9">
      <w:r>
        <w:t>669.9868</w:t>
      </w:r>
      <w:r>
        <w:tab/>
        <w:t>3.038e0</w:t>
      </w:r>
    </w:p>
    <w:p w:rsidR="00B65DC9" w:rsidRDefault="00B65DC9" w:rsidP="00B65DC9">
      <w:r>
        <w:t>670.0375</w:t>
      </w:r>
      <w:r>
        <w:tab/>
        <w:t>1.013e0</w:t>
      </w:r>
    </w:p>
    <w:p w:rsidR="00B65DC9" w:rsidRDefault="00B65DC9" w:rsidP="00B65DC9">
      <w:r>
        <w:t>670.0972</w:t>
      </w:r>
      <w:r>
        <w:tab/>
        <w:t>1.013e0</w:t>
      </w:r>
    </w:p>
    <w:p w:rsidR="00B65DC9" w:rsidRDefault="00B65DC9" w:rsidP="00B65DC9">
      <w:r>
        <w:t>670.1060</w:t>
      </w:r>
      <w:r>
        <w:tab/>
        <w:t>1.266e-2</w:t>
      </w:r>
    </w:p>
    <w:p w:rsidR="00B65DC9" w:rsidRDefault="00B65DC9" w:rsidP="00B65DC9">
      <w:r>
        <w:t>670.1242</w:t>
      </w:r>
      <w:r>
        <w:tab/>
        <w:t>2.532e-2</w:t>
      </w:r>
    </w:p>
    <w:p w:rsidR="00B65DC9" w:rsidRDefault="00B65DC9" w:rsidP="00B65DC9">
      <w:r>
        <w:t>670.1516</w:t>
      </w:r>
      <w:r>
        <w:tab/>
        <w:t>1.013e0</w:t>
      </w:r>
    </w:p>
    <w:p w:rsidR="00B65DC9" w:rsidRDefault="00B65DC9" w:rsidP="00B65DC9">
      <w:r>
        <w:t>670.1668</w:t>
      </w:r>
      <w:r>
        <w:tab/>
        <w:t>2.038e0</w:t>
      </w:r>
    </w:p>
    <w:p w:rsidR="00B65DC9" w:rsidRDefault="00B65DC9" w:rsidP="00B65DC9">
      <w:r>
        <w:t>670.1981</w:t>
      </w:r>
      <w:r>
        <w:tab/>
        <w:t>2.025e0</w:t>
      </w:r>
    </w:p>
    <w:p w:rsidR="00B65DC9" w:rsidRDefault="00B65DC9" w:rsidP="00B65DC9">
      <w:r>
        <w:t>670.2314</w:t>
      </w:r>
      <w:r>
        <w:tab/>
        <w:t>1.013e0</w:t>
      </w:r>
    </w:p>
    <w:p w:rsidR="00B65DC9" w:rsidRDefault="00B65DC9" w:rsidP="00B65DC9">
      <w:r>
        <w:t>670.2527</w:t>
      </w:r>
      <w:r>
        <w:tab/>
        <w:t>1.266e-2</w:t>
      </w:r>
    </w:p>
    <w:p w:rsidR="00B65DC9" w:rsidRDefault="00B65DC9" w:rsidP="00B65DC9">
      <w:r>
        <w:t>670.2600</w:t>
      </w:r>
      <w:r>
        <w:tab/>
        <w:t>2.025e0</w:t>
      </w:r>
    </w:p>
    <w:p w:rsidR="00B65DC9" w:rsidRDefault="00B65DC9" w:rsidP="00B65DC9">
      <w:r>
        <w:lastRenderedPageBreak/>
        <w:t>670.2985</w:t>
      </w:r>
      <w:r>
        <w:tab/>
        <w:t>3.841e0</w:t>
      </w:r>
    </w:p>
    <w:p w:rsidR="00B65DC9" w:rsidRDefault="00B65DC9" w:rsidP="00B65DC9">
      <w:r>
        <w:t>670.3492</w:t>
      </w:r>
      <w:r>
        <w:tab/>
        <w:t>6.197e-1</w:t>
      </w:r>
    </w:p>
    <w:p w:rsidR="00B65DC9" w:rsidRDefault="00B65DC9" w:rsidP="00B65DC9">
      <w:r>
        <w:t>670.3513</w:t>
      </w:r>
      <w:r>
        <w:tab/>
        <w:t>2.025e0</w:t>
      </w:r>
    </w:p>
    <w:p w:rsidR="00B65DC9" w:rsidRDefault="00B65DC9" w:rsidP="00B65DC9">
      <w:r>
        <w:t>670.3749</w:t>
      </w:r>
      <w:r>
        <w:tab/>
        <w:t>3.038e0</w:t>
      </w:r>
    </w:p>
    <w:p w:rsidR="00B65DC9" w:rsidRDefault="00B65DC9" w:rsidP="00B65DC9">
      <w:r>
        <w:t>670.4097</w:t>
      </w:r>
      <w:r>
        <w:tab/>
        <w:t>1.266e-2</w:t>
      </w:r>
    </w:p>
    <w:p w:rsidR="00B65DC9" w:rsidRDefault="00B65DC9" w:rsidP="00B65DC9">
      <w:r>
        <w:t>670.4472</w:t>
      </w:r>
      <w:r>
        <w:tab/>
        <w:t>3.051e0</w:t>
      </w:r>
    </w:p>
    <w:p w:rsidR="00B65DC9" w:rsidRDefault="00B65DC9" w:rsidP="00B65DC9">
      <w:r>
        <w:t>670.4711</w:t>
      </w:r>
      <w:r>
        <w:tab/>
        <w:t>1.013e0</w:t>
      </w:r>
    </w:p>
    <w:p w:rsidR="00B65DC9" w:rsidRDefault="00B65DC9" w:rsidP="00B65DC9">
      <w:r>
        <w:t>670.4887</w:t>
      </w:r>
      <w:r>
        <w:tab/>
        <w:t>3.038e0</w:t>
      </w:r>
    </w:p>
    <w:p w:rsidR="00B65DC9" w:rsidRDefault="00B65DC9" w:rsidP="00B65DC9">
      <w:r>
        <w:t>670.5795</w:t>
      </w:r>
      <w:r>
        <w:tab/>
        <w:t>2.532e-2</w:t>
      </w:r>
    </w:p>
    <w:p w:rsidR="00B65DC9" w:rsidRDefault="00B65DC9" w:rsidP="00B65DC9">
      <w:r>
        <w:t>670.5829</w:t>
      </w:r>
      <w:r>
        <w:tab/>
        <w:t>2.025e0</w:t>
      </w:r>
    </w:p>
    <w:p w:rsidR="00B65DC9" w:rsidRDefault="00B65DC9" w:rsidP="00B65DC9">
      <w:r>
        <w:t>670.6346</w:t>
      </w:r>
      <w:r>
        <w:tab/>
        <w:t>1.013e0</w:t>
      </w:r>
    </w:p>
    <w:p w:rsidR="00B65DC9" w:rsidRDefault="00B65DC9" w:rsidP="00B65DC9">
      <w:r>
        <w:t>670.6536</w:t>
      </w:r>
      <w:r>
        <w:tab/>
        <w:t>2.025e0</w:t>
      </w:r>
    </w:p>
    <w:p w:rsidR="00B65DC9" w:rsidRDefault="00B65DC9" w:rsidP="00B65DC9">
      <w:r>
        <w:t>670.6608</w:t>
      </w:r>
      <w:r>
        <w:tab/>
        <w:t>3.038e0</w:t>
      </w:r>
    </w:p>
    <w:p w:rsidR="00B65DC9" w:rsidRDefault="00B65DC9" w:rsidP="00B65DC9">
      <w:r>
        <w:t>670.8249</w:t>
      </w:r>
      <w:r>
        <w:tab/>
        <w:t>1.266e-2</w:t>
      </w:r>
    </w:p>
    <w:p w:rsidR="00B65DC9" w:rsidRDefault="00B65DC9" w:rsidP="00B65DC9">
      <w:r>
        <w:t>670.8423</w:t>
      </w:r>
      <w:r>
        <w:tab/>
        <w:t>2.025e0</w:t>
      </w:r>
    </w:p>
    <w:p w:rsidR="00B65DC9" w:rsidRDefault="00B65DC9" w:rsidP="00B65DC9">
      <w:r>
        <w:t>670.9007</w:t>
      </w:r>
      <w:r>
        <w:tab/>
        <w:t>3.038e0</w:t>
      </w:r>
    </w:p>
    <w:p w:rsidR="00B65DC9" w:rsidRDefault="00B65DC9" w:rsidP="00B65DC9">
      <w:r>
        <w:t>671.0333</w:t>
      </w:r>
      <w:r>
        <w:tab/>
        <w:t>1.013e0</w:t>
      </w:r>
    </w:p>
    <w:p w:rsidR="00B65DC9" w:rsidRDefault="00B65DC9" w:rsidP="00B65DC9">
      <w:r>
        <w:t>671.0876</w:t>
      </w:r>
      <w:r>
        <w:tab/>
        <w:t>1.013e0</w:t>
      </w:r>
    </w:p>
    <w:p w:rsidR="00B65DC9" w:rsidRDefault="00B65DC9" w:rsidP="00B65DC9">
      <w:r>
        <w:t>671.1083</w:t>
      </w:r>
      <w:r>
        <w:tab/>
        <w:t>2.366e0</w:t>
      </w:r>
    </w:p>
    <w:p w:rsidR="00B65DC9" w:rsidRDefault="00B65DC9" w:rsidP="00B65DC9">
      <w:r>
        <w:lastRenderedPageBreak/>
        <w:t>671.1372</w:t>
      </w:r>
      <w:r>
        <w:tab/>
        <w:t>1.266e-2</w:t>
      </w:r>
    </w:p>
    <w:p w:rsidR="00B65DC9" w:rsidRDefault="00B65DC9" w:rsidP="00B65DC9">
      <w:r>
        <w:t>671.1719</w:t>
      </w:r>
      <w:r>
        <w:tab/>
        <w:t>1.013e0</w:t>
      </w:r>
    </w:p>
    <w:p w:rsidR="00B65DC9" w:rsidRDefault="00B65DC9" w:rsidP="00B65DC9">
      <w:r>
        <w:t>671.2247</w:t>
      </w:r>
      <w:r>
        <w:tab/>
        <w:t>1.013e0</w:t>
      </w:r>
    </w:p>
    <w:p w:rsidR="00B65DC9" w:rsidRDefault="00B65DC9" w:rsidP="00B65DC9">
      <w:r>
        <w:t>671.2476</w:t>
      </w:r>
      <w:r>
        <w:tab/>
        <w:t>1.266e-2</w:t>
      </w:r>
    </w:p>
    <w:p w:rsidR="00B65DC9" w:rsidRDefault="00B65DC9" w:rsidP="00B65DC9">
      <w:r>
        <w:t>671.2817</w:t>
      </w:r>
      <w:r>
        <w:tab/>
        <w:t>4.051e0</w:t>
      </w:r>
    </w:p>
    <w:p w:rsidR="00B65DC9" w:rsidRDefault="00B65DC9" w:rsidP="00B65DC9">
      <w:r>
        <w:t>671.3054</w:t>
      </w:r>
      <w:r>
        <w:tab/>
        <w:t>4.185e0</w:t>
      </w:r>
    </w:p>
    <w:p w:rsidR="00B65DC9" w:rsidRDefault="00B65DC9" w:rsidP="00B65DC9">
      <w:r>
        <w:t>671.3277</w:t>
      </w:r>
      <w:r>
        <w:tab/>
        <w:t>1.266e-2</w:t>
      </w:r>
    </w:p>
    <w:p w:rsidR="00B65DC9" w:rsidRDefault="00B65DC9" w:rsidP="00B65DC9">
      <w:r>
        <w:t>671.3492</w:t>
      </w:r>
      <w:r>
        <w:tab/>
        <w:t>2.025e0</w:t>
      </w:r>
    </w:p>
    <w:p w:rsidR="00B65DC9" w:rsidRDefault="00B65DC9" w:rsidP="00B65DC9">
      <w:r>
        <w:t>671.3743</w:t>
      </w:r>
      <w:r>
        <w:tab/>
        <w:t>2.025e0</w:t>
      </w:r>
    </w:p>
    <w:p w:rsidR="00B65DC9" w:rsidRDefault="00B65DC9" w:rsidP="00B65DC9">
      <w:r>
        <w:t>671.3834</w:t>
      </w:r>
      <w:r>
        <w:tab/>
        <w:t>3.836e0</w:t>
      </w:r>
    </w:p>
    <w:p w:rsidR="00B65DC9" w:rsidRDefault="00B65DC9" w:rsidP="00B65DC9">
      <w:r>
        <w:t>671.4647</w:t>
      </w:r>
      <w:r>
        <w:tab/>
        <w:t>1.013e0</w:t>
      </w:r>
    </w:p>
    <w:p w:rsidR="00B65DC9" w:rsidRDefault="00B65DC9" w:rsidP="00B65DC9">
      <w:r>
        <w:t>671.4813</w:t>
      </w:r>
      <w:r>
        <w:tab/>
        <w:t>2.025e0</w:t>
      </w:r>
    </w:p>
    <w:p w:rsidR="00B65DC9" w:rsidRDefault="00B65DC9" w:rsidP="00B65DC9">
      <w:r>
        <w:t>671.4989</w:t>
      </w:r>
      <w:r>
        <w:tab/>
        <w:t>1.266e-2</w:t>
      </w:r>
    </w:p>
    <w:p w:rsidR="00B65DC9" w:rsidRDefault="00B65DC9" w:rsidP="00B65DC9">
      <w:r>
        <w:t>671.5135</w:t>
      </w:r>
      <w:r>
        <w:tab/>
        <w:t>2.025e0</w:t>
      </w:r>
    </w:p>
    <w:p w:rsidR="00B65DC9" w:rsidRDefault="00B65DC9" w:rsidP="00B65DC9">
      <w:r>
        <w:t>671.5561</w:t>
      </w:r>
      <w:r>
        <w:tab/>
        <w:t>1.013e0</w:t>
      </w:r>
    </w:p>
    <w:p w:rsidR="00B65DC9" w:rsidRDefault="00B65DC9" w:rsidP="00B65DC9">
      <w:r>
        <w:t>671.6132</w:t>
      </w:r>
      <w:r>
        <w:tab/>
        <w:t>1.038e0</w:t>
      </w:r>
    </w:p>
    <w:p w:rsidR="00B65DC9" w:rsidRDefault="00B65DC9" w:rsidP="00B65DC9">
      <w:r>
        <w:t>671.7145</w:t>
      </w:r>
      <w:r>
        <w:tab/>
        <w:t>1.025e0</w:t>
      </w:r>
    </w:p>
    <w:p w:rsidR="00B65DC9" w:rsidRDefault="00B65DC9" w:rsidP="00B65DC9">
      <w:r>
        <w:t>671.7607</w:t>
      </w:r>
      <w:r>
        <w:tab/>
        <w:t>1.013e0</w:t>
      </w:r>
    </w:p>
    <w:p w:rsidR="00B65DC9" w:rsidRDefault="00B65DC9" w:rsidP="00B65DC9">
      <w:r>
        <w:t>671.7733</w:t>
      </w:r>
      <w:r>
        <w:tab/>
        <w:t>1.013e0</w:t>
      </w:r>
    </w:p>
    <w:p w:rsidR="00B65DC9" w:rsidRDefault="00B65DC9" w:rsidP="00B65DC9">
      <w:r>
        <w:lastRenderedPageBreak/>
        <w:t>671.8431</w:t>
      </w:r>
      <w:r>
        <w:tab/>
        <w:t>2.025e0</w:t>
      </w:r>
    </w:p>
    <w:p w:rsidR="00B65DC9" w:rsidRDefault="00B65DC9" w:rsidP="00B65DC9">
      <w:r>
        <w:t>671.8650</w:t>
      </w:r>
      <w:r>
        <w:tab/>
        <w:t>1.013e0</w:t>
      </w:r>
    </w:p>
    <w:p w:rsidR="00B65DC9" w:rsidRDefault="00B65DC9" w:rsidP="00B65DC9">
      <w:r>
        <w:t>671.8885</w:t>
      </w:r>
      <w:r>
        <w:tab/>
        <w:t>1.013e0</w:t>
      </w:r>
    </w:p>
    <w:p w:rsidR="00B65DC9" w:rsidRDefault="00B65DC9" w:rsidP="00B65DC9">
      <w:r>
        <w:t>671.9167</w:t>
      </w:r>
      <w:r>
        <w:tab/>
        <w:t>1.266e-2</w:t>
      </w:r>
    </w:p>
    <w:p w:rsidR="00B65DC9" w:rsidRDefault="00B65DC9" w:rsidP="00B65DC9">
      <w:r>
        <w:t>672.0222</w:t>
      </w:r>
      <w:r>
        <w:tab/>
        <w:t>2.025e0</w:t>
      </w:r>
    </w:p>
    <w:p w:rsidR="00B65DC9" w:rsidRDefault="00B65DC9" w:rsidP="00B65DC9">
      <w:r>
        <w:t>672.2117</w:t>
      </w:r>
      <w:r>
        <w:tab/>
        <w:t>1.013e0</w:t>
      </w:r>
    </w:p>
    <w:p w:rsidR="00B65DC9" w:rsidRDefault="00B65DC9" w:rsidP="00B65DC9">
      <w:r>
        <w:t>672.2193</w:t>
      </w:r>
      <w:r>
        <w:tab/>
        <w:t>1.266e-2</w:t>
      </w:r>
    </w:p>
    <w:p w:rsidR="00B65DC9" w:rsidRDefault="00B65DC9" w:rsidP="00B65DC9">
      <w:r>
        <w:t>672.2954</w:t>
      </w:r>
      <w:r>
        <w:tab/>
        <w:t>3.784e0</w:t>
      </w:r>
    </w:p>
    <w:p w:rsidR="00B65DC9" w:rsidRDefault="00B65DC9" w:rsidP="00B65DC9">
      <w:r>
        <w:t>672.3507</w:t>
      </w:r>
      <w:r>
        <w:tab/>
        <w:t>1.025e0</w:t>
      </w:r>
    </w:p>
    <w:p w:rsidR="00B65DC9" w:rsidRDefault="00B65DC9" w:rsidP="00B65DC9">
      <w:r>
        <w:t>672.3593</w:t>
      </w:r>
      <w:r>
        <w:tab/>
        <w:t>4.051e0</w:t>
      </w:r>
    </w:p>
    <w:p w:rsidR="00B65DC9" w:rsidRDefault="00B65DC9" w:rsidP="00B65DC9">
      <w:r>
        <w:t>672.3818</w:t>
      </w:r>
      <w:r>
        <w:tab/>
        <w:t>1.811e0</w:t>
      </w:r>
    </w:p>
    <w:p w:rsidR="00B65DC9" w:rsidRDefault="00B65DC9" w:rsidP="00B65DC9">
      <w:r>
        <w:t>672.4151</w:t>
      </w:r>
      <w:r>
        <w:tab/>
        <w:t>3.038e0</w:t>
      </w:r>
    </w:p>
    <w:p w:rsidR="00B65DC9" w:rsidRDefault="00B65DC9" w:rsidP="00B65DC9">
      <w:r>
        <w:t>672.4655</w:t>
      </w:r>
      <w:r>
        <w:tab/>
        <w:t>2.025e0</w:t>
      </w:r>
    </w:p>
    <w:p w:rsidR="00B65DC9" w:rsidRDefault="00B65DC9" w:rsidP="00B65DC9">
      <w:r>
        <w:t>672.4963</w:t>
      </w:r>
      <w:r>
        <w:tab/>
        <w:t>5.063e0</w:t>
      </w:r>
    </w:p>
    <w:p w:rsidR="00B65DC9" w:rsidRDefault="00B65DC9" w:rsidP="00B65DC9">
      <w:r>
        <w:t>672.5090</w:t>
      </w:r>
      <w:r>
        <w:tab/>
        <w:t>4.051e0</w:t>
      </w:r>
    </w:p>
    <w:p w:rsidR="00B65DC9" w:rsidRDefault="00B65DC9" w:rsidP="00B65DC9">
      <w:r>
        <w:t>672.5316</w:t>
      </w:r>
      <w:r>
        <w:tab/>
        <w:t>5.063e-2</w:t>
      </w:r>
    </w:p>
    <w:p w:rsidR="00B65DC9" w:rsidRDefault="00B65DC9" w:rsidP="00B65DC9">
      <w:r>
        <w:t>672.6550</w:t>
      </w:r>
      <w:r>
        <w:tab/>
        <w:t>1.013e0</w:t>
      </w:r>
    </w:p>
    <w:p w:rsidR="00B65DC9" w:rsidRDefault="00B65DC9" w:rsidP="00B65DC9">
      <w:r>
        <w:t>672.7809</w:t>
      </w:r>
      <w:r>
        <w:tab/>
        <w:t>1.013e0</w:t>
      </w:r>
    </w:p>
    <w:p w:rsidR="00B65DC9" w:rsidRDefault="00B65DC9" w:rsidP="00B65DC9">
      <w:r>
        <w:t>672.8030</w:t>
      </w:r>
      <w:r>
        <w:tab/>
        <w:t>1.013e0</w:t>
      </w:r>
    </w:p>
    <w:p w:rsidR="00B65DC9" w:rsidRDefault="00B65DC9" w:rsidP="00B65DC9">
      <w:r>
        <w:lastRenderedPageBreak/>
        <w:t>672.8358</w:t>
      </w:r>
      <w:r>
        <w:tab/>
        <w:t>1.013e0</w:t>
      </w:r>
    </w:p>
    <w:p w:rsidR="00B65DC9" w:rsidRDefault="00B65DC9" w:rsidP="00B65DC9">
      <w:r>
        <w:t>672.8373</w:t>
      </w:r>
      <w:r>
        <w:tab/>
        <w:t>2.025e0</w:t>
      </w:r>
    </w:p>
    <w:p w:rsidR="00B65DC9" w:rsidRDefault="00B65DC9" w:rsidP="00B65DC9">
      <w:r>
        <w:t>672.8874</w:t>
      </w:r>
      <w:r>
        <w:tab/>
        <w:t>1.013e0</w:t>
      </w:r>
    </w:p>
    <w:p w:rsidR="00B65DC9" w:rsidRDefault="00B65DC9" w:rsidP="00B65DC9">
      <w:r>
        <w:t>672.9404</w:t>
      </w:r>
      <w:r>
        <w:tab/>
        <w:t>1.013e0</w:t>
      </w:r>
    </w:p>
    <w:p w:rsidR="00B65DC9" w:rsidRDefault="00B65DC9" w:rsidP="00B65DC9">
      <w:r>
        <w:t>673.0262</w:t>
      </w:r>
      <w:r>
        <w:tab/>
        <w:t>2.025e0</w:t>
      </w:r>
    </w:p>
    <w:p w:rsidR="00B65DC9" w:rsidRDefault="00B65DC9" w:rsidP="00B65DC9">
      <w:r>
        <w:t>673.0435</w:t>
      </w:r>
      <w:r>
        <w:tab/>
        <w:t>1.013e0</w:t>
      </w:r>
    </w:p>
    <w:p w:rsidR="00B65DC9" w:rsidRDefault="00B65DC9" w:rsidP="00B65DC9">
      <w:r>
        <w:t>673.0786</w:t>
      </w:r>
      <w:r>
        <w:tab/>
        <w:t>1.266e-2</w:t>
      </w:r>
    </w:p>
    <w:p w:rsidR="00B65DC9" w:rsidRDefault="00B65DC9" w:rsidP="00B65DC9">
      <w:r>
        <w:t>673.1351</w:t>
      </w:r>
      <w:r>
        <w:tab/>
        <w:t>1.013e0</w:t>
      </w:r>
    </w:p>
    <w:p w:rsidR="00B65DC9" w:rsidRDefault="00B65DC9" w:rsidP="00B65DC9">
      <w:r>
        <w:t>673.2162</w:t>
      </w:r>
      <w:r>
        <w:tab/>
        <w:t>2.532e-2</w:t>
      </w:r>
    </w:p>
    <w:p w:rsidR="00B65DC9" w:rsidRDefault="00B65DC9" w:rsidP="00B65DC9">
      <w:r>
        <w:t>673.2963</w:t>
      </w:r>
      <w:r>
        <w:tab/>
        <w:t>1.013e0</w:t>
      </w:r>
    </w:p>
    <w:p w:rsidR="00B65DC9" w:rsidRDefault="00B65DC9" w:rsidP="00B65DC9">
      <w:r>
        <w:t>673.3184</w:t>
      </w:r>
      <w:r>
        <w:tab/>
        <w:t>1.013e0</w:t>
      </w:r>
    </w:p>
    <w:p w:rsidR="00B65DC9" w:rsidRDefault="00B65DC9" w:rsidP="00B65DC9">
      <w:r>
        <w:t>673.3409</w:t>
      </w:r>
      <w:r>
        <w:tab/>
        <w:t>1.502e0</w:t>
      </w:r>
    </w:p>
    <w:p w:rsidR="00B65DC9" w:rsidRDefault="00B65DC9" w:rsidP="00B65DC9">
      <w:r>
        <w:t>673.3719</w:t>
      </w:r>
      <w:r>
        <w:tab/>
        <w:t>1.266e-2</w:t>
      </w:r>
    </w:p>
    <w:p w:rsidR="00B65DC9" w:rsidRDefault="00B65DC9" w:rsidP="00B65DC9">
      <w:r>
        <w:t>673.3907</w:t>
      </w:r>
      <w:r>
        <w:tab/>
        <w:t>1.013e0</w:t>
      </w:r>
    </w:p>
    <w:p w:rsidR="00B65DC9" w:rsidRDefault="00B65DC9" w:rsidP="00B65DC9">
      <w:r>
        <w:t>673.4100</w:t>
      </w:r>
      <w:r>
        <w:tab/>
        <w:t>1.013e0</w:t>
      </w:r>
    </w:p>
    <w:p w:rsidR="00B65DC9" w:rsidRDefault="00B65DC9" w:rsidP="00B65DC9">
      <w:r>
        <w:t>673.4421</w:t>
      </w:r>
      <w:r>
        <w:tab/>
        <w:t>1.013e0</w:t>
      </w:r>
    </w:p>
    <w:p w:rsidR="00B65DC9" w:rsidRDefault="00B65DC9" w:rsidP="00B65DC9">
      <w:r>
        <w:t>673.4788</w:t>
      </w:r>
      <w:r>
        <w:tab/>
        <w:t>1.025e0</w:t>
      </w:r>
    </w:p>
    <w:p w:rsidR="00B65DC9" w:rsidRDefault="00B65DC9" w:rsidP="00B65DC9">
      <w:r>
        <w:t>673.4807</w:t>
      </w:r>
      <w:r>
        <w:tab/>
        <w:t>4.051e0</w:t>
      </w:r>
    </w:p>
    <w:p w:rsidR="00B65DC9" w:rsidRDefault="00B65DC9" w:rsidP="00B65DC9">
      <w:r>
        <w:t>673.5105</w:t>
      </w:r>
      <w:r>
        <w:tab/>
        <w:t>1.013e0</w:t>
      </w:r>
    </w:p>
    <w:p w:rsidR="00B65DC9" w:rsidRDefault="00B65DC9" w:rsidP="00B65DC9">
      <w:r>
        <w:lastRenderedPageBreak/>
        <w:t>673.5255</w:t>
      </w:r>
      <w:r>
        <w:tab/>
        <w:t>1.013e0</w:t>
      </w:r>
    </w:p>
    <w:p w:rsidR="00B65DC9" w:rsidRDefault="00B65DC9" w:rsidP="00B65DC9">
      <w:r>
        <w:t>673.5295</w:t>
      </w:r>
      <w:r>
        <w:tab/>
        <w:t>1.038e0</w:t>
      </w:r>
    </w:p>
    <w:p w:rsidR="00B65DC9" w:rsidRDefault="00B65DC9" w:rsidP="00B65DC9">
      <w:r>
        <w:t>673.5705</w:t>
      </w:r>
      <w:r>
        <w:tab/>
        <w:t>1.266e-2</w:t>
      </w:r>
    </w:p>
    <w:p w:rsidR="00B65DC9" w:rsidRDefault="00B65DC9" w:rsidP="00B65DC9">
      <w:r>
        <w:t>673.6500</w:t>
      </w:r>
      <w:r>
        <w:tab/>
        <w:t>1.266e-2</w:t>
      </w:r>
    </w:p>
    <w:p w:rsidR="00B65DC9" w:rsidRDefault="00B65DC9" w:rsidP="00B65DC9">
      <w:r>
        <w:t>673.6669</w:t>
      </w:r>
      <w:r>
        <w:tab/>
        <w:t>1.013e0</w:t>
      </w:r>
    </w:p>
    <w:p w:rsidR="00B65DC9" w:rsidRDefault="00B65DC9" w:rsidP="00B65DC9">
      <w:r>
        <w:t>673.8265</w:t>
      </w:r>
      <w:r>
        <w:tab/>
        <w:t>3.038e0</w:t>
      </w:r>
    </w:p>
    <w:p w:rsidR="00B65DC9" w:rsidRDefault="00B65DC9" w:rsidP="00B65DC9">
      <w:r>
        <w:t>673.9100</w:t>
      </w:r>
      <w:r>
        <w:tab/>
        <w:t>1.266e-2</w:t>
      </w:r>
    </w:p>
    <w:p w:rsidR="00B65DC9" w:rsidRDefault="00B65DC9" w:rsidP="00B65DC9">
      <w:r>
        <w:t>673.9489</w:t>
      </w:r>
      <w:r>
        <w:tab/>
        <w:t>1.013e0</w:t>
      </w:r>
    </w:p>
    <w:p w:rsidR="00B65DC9" w:rsidRDefault="00B65DC9" w:rsidP="00B65DC9">
      <w:r>
        <w:t>673.9718</w:t>
      </w:r>
      <w:r>
        <w:tab/>
        <w:t>1.266e-2</w:t>
      </w:r>
    </w:p>
    <w:p w:rsidR="00B65DC9" w:rsidRDefault="00B65DC9" w:rsidP="00B65DC9">
      <w:r>
        <w:t>673.9960</w:t>
      </w:r>
      <w:r>
        <w:tab/>
        <w:t>1.266e-2</w:t>
      </w:r>
    </w:p>
    <w:p w:rsidR="00B65DC9" w:rsidRDefault="00B65DC9" w:rsidP="00B65DC9">
      <w:r>
        <w:t>674.0865</w:t>
      </w:r>
      <w:r>
        <w:tab/>
        <w:t>1.013e0</w:t>
      </w:r>
    </w:p>
    <w:p w:rsidR="00B65DC9" w:rsidRDefault="00B65DC9" w:rsidP="00B65DC9">
      <w:r>
        <w:t>674.0988</w:t>
      </w:r>
      <w:r>
        <w:tab/>
        <w:t>1.025e0</w:t>
      </w:r>
    </w:p>
    <w:p w:rsidR="00B65DC9" w:rsidRDefault="00B65DC9" w:rsidP="00B65DC9">
      <w:r>
        <w:t>674.1553</w:t>
      </w:r>
      <w:r>
        <w:tab/>
        <w:t>1.013e0</w:t>
      </w:r>
    </w:p>
    <w:p w:rsidR="00B65DC9" w:rsidRDefault="00B65DC9" w:rsidP="00B65DC9">
      <w:r>
        <w:t>674.2385</w:t>
      </w:r>
      <w:r>
        <w:tab/>
        <w:t>1.013e0</w:t>
      </w:r>
    </w:p>
    <w:p w:rsidR="00B65DC9" w:rsidRDefault="00B65DC9" w:rsidP="00B65DC9">
      <w:r>
        <w:t>674.3162</w:t>
      </w:r>
      <w:r>
        <w:tab/>
        <w:t>2.025e0</w:t>
      </w:r>
    </w:p>
    <w:p w:rsidR="00B65DC9" w:rsidRDefault="00B65DC9" w:rsidP="00B65DC9">
      <w:r>
        <w:t>674.3397</w:t>
      </w:r>
      <w:r>
        <w:tab/>
        <w:t>1.013e0</w:t>
      </w:r>
    </w:p>
    <w:p w:rsidR="00B65DC9" w:rsidRDefault="00B65DC9" w:rsidP="00B65DC9">
      <w:r>
        <w:t>674.3596</w:t>
      </w:r>
      <w:r>
        <w:tab/>
        <w:t>1.607e0</w:t>
      </w:r>
    </w:p>
    <w:p w:rsidR="00B65DC9" w:rsidRDefault="00B65DC9" w:rsidP="00B65DC9">
      <w:r>
        <w:t>674.4498</w:t>
      </w:r>
      <w:r>
        <w:tab/>
        <w:t>3.038e0</w:t>
      </w:r>
    </w:p>
    <w:p w:rsidR="00B65DC9" w:rsidRDefault="00B65DC9" w:rsidP="00B65DC9">
      <w:r>
        <w:t>674.4978</w:t>
      </w:r>
      <w:r>
        <w:tab/>
        <w:t>2.025e0</w:t>
      </w:r>
    </w:p>
    <w:p w:rsidR="00B65DC9" w:rsidRDefault="00B65DC9" w:rsidP="00B65DC9">
      <w:r>
        <w:lastRenderedPageBreak/>
        <w:t>674.5117</w:t>
      </w:r>
      <w:r>
        <w:tab/>
        <w:t>2.025e0</w:t>
      </w:r>
    </w:p>
    <w:p w:rsidR="00B65DC9" w:rsidRDefault="00B65DC9" w:rsidP="00B65DC9">
      <w:r>
        <w:t>674.5513</w:t>
      </w:r>
      <w:r>
        <w:tab/>
        <w:t>3.038e0</w:t>
      </w:r>
    </w:p>
    <w:p w:rsidR="00B65DC9" w:rsidRDefault="00B65DC9" w:rsidP="00B65DC9">
      <w:r>
        <w:t>674.5569</w:t>
      </w:r>
      <w:r>
        <w:tab/>
        <w:t>1.266e-2</w:t>
      </w:r>
    </w:p>
    <w:p w:rsidR="00B65DC9" w:rsidRDefault="00B65DC9" w:rsidP="00B65DC9">
      <w:r>
        <w:t>674.6381</w:t>
      </w:r>
      <w:r>
        <w:tab/>
        <w:t>1.013e0</w:t>
      </w:r>
    </w:p>
    <w:p w:rsidR="00B65DC9" w:rsidRDefault="00B65DC9" w:rsidP="00B65DC9">
      <w:r>
        <w:t>674.6886</w:t>
      </w:r>
      <w:r>
        <w:tab/>
        <w:t>1.013e0</w:t>
      </w:r>
    </w:p>
    <w:p w:rsidR="00B65DC9" w:rsidRDefault="00B65DC9" w:rsidP="00B65DC9">
      <w:r>
        <w:t>674.6955</w:t>
      </w:r>
      <w:r>
        <w:tab/>
        <w:t>1.013e0</w:t>
      </w:r>
    </w:p>
    <w:p w:rsidR="00B65DC9" w:rsidRDefault="00B65DC9" w:rsidP="00B65DC9">
      <w:r>
        <w:t>674.7126</w:t>
      </w:r>
      <w:r>
        <w:tab/>
        <w:t>2.025e0</w:t>
      </w:r>
    </w:p>
    <w:p w:rsidR="00B65DC9" w:rsidRDefault="00B65DC9" w:rsidP="00B65DC9">
      <w:r>
        <w:t>674.7964</w:t>
      </w:r>
      <w:r>
        <w:tab/>
        <w:t>1.025e0</w:t>
      </w:r>
    </w:p>
    <w:p w:rsidR="00B65DC9" w:rsidRDefault="00B65DC9" w:rsidP="00B65DC9">
      <w:r>
        <w:t>674.8270</w:t>
      </w:r>
      <w:r>
        <w:tab/>
        <w:t>1.025e0</w:t>
      </w:r>
    </w:p>
    <w:p w:rsidR="00B65DC9" w:rsidRDefault="00B65DC9" w:rsidP="00B65DC9">
      <w:r>
        <w:t>674.9485</w:t>
      </w:r>
      <w:r>
        <w:tab/>
        <w:t>1.013e0</w:t>
      </w:r>
    </w:p>
    <w:p w:rsidR="00B65DC9" w:rsidRDefault="00B65DC9" w:rsidP="00B65DC9">
      <w:r>
        <w:t>674.9832</w:t>
      </w:r>
      <w:r>
        <w:tab/>
        <w:t>1.025e0</w:t>
      </w:r>
    </w:p>
    <w:p w:rsidR="00B65DC9" w:rsidRDefault="00B65DC9" w:rsidP="00B65DC9">
      <w:r>
        <w:t>675.1221</w:t>
      </w:r>
      <w:r>
        <w:tab/>
        <w:t>2.025e0</w:t>
      </w:r>
    </w:p>
    <w:p w:rsidR="00B65DC9" w:rsidRDefault="00B65DC9" w:rsidP="00B65DC9">
      <w:r>
        <w:t>675.1464</w:t>
      </w:r>
      <w:r>
        <w:tab/>
        <w:t>2.025e0</w:t>
      </w:r>
    </w:p>
    <w:p w:rsidR="00B65DC9" w:rsidRDefault="00B65DC9" w:rsidP="00B65DC9">
      <w:r>
        <w:t>675.1597</w:t>
      </w:r>
      <w:r>
        <w:tab/>
        <w:t>2.025e0</w:t>
      </w:r>
    </w:p>
    <w:p w:rsidR="00B65DC9" w:rsidRDefault="00B65DC9" w:rsidP="00B65DC9">
      <w:r>
        <w:t>675.2256</w:t>
      </w:r>
      <w:r>
        <w:tab/>
        <w:t>1.013e0</w:t>
      </w:r>
    </w:p>
    <w:p w:rsidR="00B65DC9" w:rsidRDefault="00B65DC9" w:rsidP="00B65DC9">
      <w:r>
        <w:t>675.2527</w:t>
      </w:r>
      <w:r>
        <w:tab/>
        <w:t>2.025e0</w:t>
      </w:r>
    </w:p>
    <w:p w:rsidR="00B65DC9" w:rsidRDefault="00B65DC9" w:rsidP="00B65DC9">
      <w:r>
        <w:t>675.2574</w:t>
      </w:r>
      <w:r>
        <w:tab/>
        <w:t>1.266e-2</w:t>
      </w:r>
    </w:p>
    <w:p w:rsidR="00B65DC9" w:rsidRDefault="00B65DC9" w:rsidP="00B65DC9">
      <w:r>
        <w:t>675.2603</w:t>
      </w:r>
      <w:r>
        <w:tab/>
        <w:t>1.013e0</w:t>
      </w:r>
    </w:p>
    <w:p w:rsidR="00B65DC9" w:rsidRDefault="00B65DC9" w:rsidP="00B65DC9">
      <w:r>
        <w:t>675.3124</w:t>
      </w:r>
      <w:r>
        <w:tab/>
        <w:t>1.816e0</w:t>
      </w:r>
    </w:p>
    <w:p w:rsidR="00B65DC9" w:rsidRDefault="00B65DC9" w:rsidP="00B65DC9">
      <w:r>
        <w:lastRenderedPageBreak/>
        <w:t>675.3780</w:t>
      </w:r>
      <w:r>
        <w:tab/>
        <w:t>2.025e0</w:t>
      </w:r>
    </w:p>
    <w:p w:rsidR="00B65DC9" w:rsidRDefault="00B65DC9" w:rsidP="00B65DC9">
      <w:r>
        <w:t>675.4301</w:t>
      </w:r>
      <w:r>
        <w:tab/>
        <w:t>2.025e0</w:t>
      </w:r>
    </w:p>
    <w:p w:rsidR="00B65DC9" w:rsidRDefault="00B65DC9" w:rsidP="00B65DC9">
      <w:r>
        <w:t>675.4536</w:t>
      </w:r>
      <w:r>
        <w:tab/>
        <w:t>1.266e-2</w:t>
      </w:r>
    </w:p>
    <w:p w:rsidR="00B65DC9" w:rsidRDefault="00B65DC9" w:rsidP="00B65DC9">
      <w:r>
        <w:t>675.4755</w:t>
      </w:r>
      <w:r>
        <w:tab/>
        <w:t>2.038e0</w:t>
      </w:r>
    </w:p>
    <w:p w:rsidR="00B65DC9" w:rsidRDefault="00B65DC9" w:rsidP="00B65DC9">
      <w:r>
        <w:t>675.4920</w:t>
      </w:r>
      <w:r>
        <w:tab/>
        <w:t>4.051e0</w:t>
      </w:r>
    </w:p>
    <w:p w:rsidR="00B65DC9" w:rsidRDefault="00B65DC9" w:rsidP="00B65DC9">
      <w:r>
        <w:t>675.5377</w:t>
      </w:r>
      <w:r>
        <w:tab/>
        <w:t>2.025e0</w:t>
      </w:r>
    </w:p>
    <w:p w:rsidR="00B65DC9" w:rsidRDefault="00B65DC9" w:rsidP="00B65DC9">
      <w:r>
        <w:t>675.5676</w:t>
      </w:r>
      <w:r>
        <w:tab/>
        <w:t>1.013e0</w:t>
      </w:r>
    </w:p>
    <w:p w:rsidR="00B65DC9" w:rsidRDefault="00B65DC9" w:rsidP="00B65DC9">
      <w:r>
        <w:t>675.6481</w:t>
      </w:r>
      <w:r>
        <w:tab/>
        <w:t>1.013e0</w:t>
      </w:r>
    </w:p>
    <w:p w:rsidR="00B65DC9" w:rsidRDefault="00B65DC9" w:rsidP="00B65DC9">
      <w:r>
        <w:t>675.7410</w:t>
      </w:r>
      <w:r>
        <w:tab/>
        <w:t>1.013e0</w:t>
      </w:r>
    </w:p>
    <w:p w:rsidR="00B65DC9" w:rsidRDefault="00B65DC9" w:rsidP="00B65DC9">
      <w:r>
        <w:t>675.7618</w:t>
      </w:r>
      <w:r>
        <w:tab/>
        <w:t>1.266e-2</w:t>
      </w:r>
    </w:p>
    <w:p w:rsidR="00B65DC9" w:rsidRDefault="00B65DC9" w:rsidP="00B65DC9">
      <w:r>
        <w:t>675.7795</w:t>
      </w:r>
      <w:r>
        <w:tab/>
        <w:t>1.013e0</w:t>
      </w:r>
    </w:p>
    <w:p w:rsidR="00B65DC9" w:rsidRDefault="00B65DC9" w:rsidP="00B65DC9">
      <w:r>
        <w:t>675.7989</w:t>
      </w:r>
      <w:r>
        <w:tab/>
        <w:t>2.025e0</w:t>
      </w:r>
    </w:p>
    <w:p w:rsidR="00B65DC9" w:rsidRDefault="00B65DC9" w:rsidP="00B65DC9">
      <w:r>
        <w:t>675.8794</w:t>
      </w:r>
      <w:r>
        <w:tab/>
        <w:t>2.025e0</w:t>
      </w:r>
    </w:p>
    <w:p w:rsidR="00B65DC9" w:rsidRDefault="00B65DC9" w:rsidP="00B65DC9">
      <w:r>
        <w:t>675.8895</w:t>
      </w:r>
      <w:r>
        <w:tab/>
        <w:t>1.013e0</w:t>
      </w:r>
    </w:p>
    <w:p w:rsidR="00B65DC9" w:rsidRDefault="00B65DC9" w:rsidP="00B65DC9">
      <w:r>
        <w:t>675.9241</w:t>
      </w:r>
      <w:r>
        <w:tab/>
        <w:t>1.013e0</w:t>
      </w:r>
    </w:p>
    <w:p w:rsidR="00B65DC9" w:rsidRDefault="00B65DC9" w:rsidP="00B65DC9">
      <w:r>
        <w:t>675.9393</w:t>
      </w:r>
      <w:r>
        <w:tab/>
        <w:t>3.038e0</w:t>
      </w:r>
    </w:p>
    <w:p w:rsidR="00B65DC9" w:rsidRDefault="00B65DC9" w:rsidP="00B65DC9">
      <w:r>
        <w:t>675.9579</w:t>
      </w:r>
      <w:r>
        <w:tab/>
        <w:t>1.025e0</w:t>
      </w:r>
    </w:p>
    <w:p w:rsidR="00B65DC9" w:rsidRDefault="00B65DC9" w:rsidP="00B65DC9">
      <w:r>
        <w:t>675.9756</w:t>
      </w:r>
      <w:r>
        <w:tab/>
        <w:t>2.025e0</w:t>
      </w:r>
    </w:p>
    <w:p w:rsidR="00B65DC9" w:rsidRDefault="00B65DC9" w:rsidP="00B65DC9">
      <w:r>
        <w:t>676.0399</w:t>
      </w:r>
      <w:r>
        <w:tab/>
        <w:t>2.025e0</w:t>
      </w:r>
    </w:p>
    <w:p w:rsidR="00B65DC9" w:rsidRDefault="00B65DC9" w:rsidP="00B65DC9">
      <w:r>
        <w:lastRenderedPageBreak/>
        <w:t>676.1656</w:t>
      </w:r>
      <w:r>
        <w:tab/>
        <w:t>1.266e-2</w:t>
      </w:r>
    </w:p>
    <w:p w:rsidR="00B65DC9" w:rsidRDefault="00B65DC9" w:rsidP="00B65DC9">
      <w:r>
        <w:t>676.2346</w:t>
      </w:r>
      <w:r>
        <w:tab/>
        <w:t>1.013e0</w:t>
      </w:r>
    </w:p>
    <w:p w:rsidR="00B65DC9" w:rsidRDefault="00B65DC9" w:rsidP="00B65DC9">
      <w:r>
        <w:t>676.2921</w:t>
      </w:r>
      <w:r>
        <w:tab/>
        <w:t>1.013e0</w:t>
      </w:r>
    </w:p>
    <w:p w:rsidR="00B65DC9" w:rsidRDefault="00B65DC9" w:rsidP="00B65DC9">
      <w:r>
        <w:t>676.4024</w:t>
      </w:r>
      <w:r>
        <w:tab/>
        <w:t>1.266e-2</w:t>
      </w:r>
    </w:p>
    <w:p w:rsidR="00B65DC9" w:rsidRDefault="00B65DC9" w:rsidP="00B65DC9">
      <w:r>
        <w:t>676.4370</w:t>
      </w:r>
      <w:r>
        <w:tab/>
        <w:t>1.013e0</w:t>
      </w:r>
    </w:p>
    <w:p w:rsidR="00B65DC9" w:rsidRDefault="00B65DC9" w:rsidP="00B65DC9">
      <w:r>
        <w:t>676.4893</w:t>
      </w:r>
      <w:r>
        <w:tab/>
        <w:t>2.025e0</w:t>
      </w:r>
    </w:p>
    <w:p w:rsidR="00B65DC9" w:rsidRDefault="00B65DC9" w:rsidP="00B65DC9">
      <w:r>
        <w:t>676.5417</w:t>
      </w:r>
      <w:r>
        <w:tab/>
        <w:t>1.013e0</w:t>
      </w:r>
    </w:p>
    <w:p w:rsidR="00B65DC9" w:rsidRDefault="00B65DC9" w:rsidP="00B65DC9">
      <w:r>
        <w:t>676.5568</w:t>
      </w:r>
      <w:r>
        <w:tab/>
        <w:t>1.266e-2</w:t>
      </w:r>
    </w:p>
    <w:p w:rsidR="00B65DC9" w:rsidRDefault="00B65DC9" w:rsidP="00B65DC9">
      <w:r>
        <w:t>676.6447</w:t>
      </w:r>
      <w:r>
        <w:tab/>
        <w:t>1.013e0</w:t>
      </w:r>
    </w:p>
    <w:p w:rsidR="00B65DC9" w:rsidRDefault="00B65DC9" w:rsidP="00B65DC9">
      <w:r>
        <w:t>676.6728</w:t>
      </w:r>
      <w:r>
        <w:tab/>
        <w:t>1.266e-2</w:t>
      </w:r>
    </w:p>
    <w:p w:rsidR="00B65DC9" w:rsidRDefault="00B65DC9" w:rsidP="00B65DC9">
      <w:r>
        <w:t>676.7139</w:t>
      </w:r>
      <w:r>
        <w:tab/>
        <w:t>1.013e0</w:t>
      </w:r>
    </w:p>
    <w:p w:rsidR="00B65DC9" w:rsidRDefault="00B65DC9" w:rsidP="00B65DC9">
      <w:r>
        <w:t>676.7180</w:t>
      </w:r>
      <w:r>
        <w:tab/>
        <w:t>1.266e-2</w:t>
      </w:r>
    </w:p>
    <w:p w:rsidR="00B65DC9" w:rsidRDefault="00B65DC9" w:rsidP="00B65DC9">
      <w:r>
        <w:t>676.7755</w:t>
      </w:r>
      <w:r>
        <w:tab/>
        <w:t>1.013e0</w:t>
      </w:r>
    </w:p>
    <w:p w:rsidR="00B65DC9" w:rsidRDefault="00B65DC9" w:rsidP="00B65DC9">
      <w:r>
        <w:t>676.8018</w:t>
      </w:r>
      <w:r>
        <w:tab/>
        <w:t>1.013e0</w:t>
      </w:r>
    </w:p>
    <w:p w:rsidR="00B65DC9" w:rsidRDefault="00B65DC9" w:rsidP="00B65DC9">
      <w:r>
        <w:t>676.8613</w:t>
      </w:r>
      <w:r>
        <w:tab/>
        <w:t>2.025e0</w:t>
      </w:r>
    </w:p>
    <w:p w:rsidR="00B65DC9" w:rsidRDefault="00B65DC9" w:rsidP="00B65DC9">
      <w:r>
        <w:t>676.9056</w:t>
      </w:r>
      <w:r>
        <w:tab/>
        <w:t>1.013e0</w:t>
      </w:r>
    </w:p>
    <w:p w:rsidR="00B65DC9" w:rsidRDefault="00B65DC9" w:rsidP="00B65DC9">
      <w:r>
        <w:t>676.9137</w:t>
      </w:r>
      <w:r>
        <w:tab/>
        <w:t>1.266e-2</w:t>
      </w:r>
    </w:p>
    <w:p w:rsidR="00B65DC9" w:rsidRDefault="00B65DC9" w:rsidP="00B65DC9">
      <w:r>
        <w:t>677.0086</w:t>
      </w:r>
      <w:r>
        <w:tab/>
        <w:t>1.013e0</w:t>
      </w:r>
    </w:p>
    <w:p w:rsidR="00B65DC9" w:rsidRDefault="00B65DC9" w:rsidP="00B65DC9">
      <w:r>
        <w:t>677.0643</w:t>
      </w:r>
      <w:r>
        <w:tab/>
        <w:t>1.013e0</w:t>
      </w:r>
    </w:p>
    <w:p w:rsidR="00B65DC9" w:rsidRDefault="00B65DC9" w:rsidP="00B65DC9">
      <w:r>
        <w:lastRenderedPageBreak/>
        <w:t>677.0787</w:t>
      </w:r>
      <w:r>
        <w:tab/>
        <w:t>2.038e0</w:t>
      </w:r>
    </w:p>
    <w:p w:rsidR="00B65DC9" w:rsidRDefault="00B65DC9" w:rsidP="00B65DC9">
      <w:r>
        <w:t>677.0980</w:t>
      </w:r>
      <w:r>
        <w:tab/>
        <w:t>1.266e-2</w:t>
      </w:r>
    </w:p>
    <w:p w:rsidR="00B65DC9" w:rsidRDefault="00B65DC9" w:rsidP="00B65DC9">
      <w:r>
        <w:t>677.1210</w:t>
      </w:r>
      <w:r>
        <w:tab/>
        <w:t>1.266e-2</w:t>
      </w:r>
    </w:p>
    <w:p w:rsidR="00B65DC9" w:rsidRDefault="00B65DC9" w:rsidP="00B65DC9">
      <w:r>
        <w:t>677.2137</w:t>
      </w:r>
      <w:r>
        <w:tab/>
        <w:t>1.025e0</w:t>
      </w:r>
    </w:p>
    <w:p w:rsidR="00B65DC9" w:rsidRDefault="00B65DC9" w:rsidP="00B65DC9">
      <w:r>
        <w:t>677.2371</w:t>
      </w:r>
      <w:r>
        <w:tab/>
        <w:t>3.038e0</w:t>
      </w:r>
    </w:p>
    <w:p w:rsidR="00B65DC9" w:rsidRDefault="00B65DC9" w:rsidP="00B65DC9">
      <w:r>
        <w:t>677.2509</w:t>
      </w:r>
      <w:r>
        <w:tab/>
        <w:t>1.266e-2</w:t>
      </w:r>
    </w:p>
    <w:p w:rsidR="00B65DC9" w:rsidRDefault="00B65DC9" w:rsidP="00B65DC9">
      <w:r>
        <w:t>677.2996</w:t>
      </w:r>
      <w:r>
        <w:tab/>
        <w:t>2.002e0</w:t>
      </w:r>
    </w:p>
    <w:p w:rsidR="00B65DC9" w:rsidRDefault="00B65DC9" w:rsidP="00B65DC9">
      <w:r>
        <w:t>677.3547</w:t>
      </w:r>
      <w:r>
        <w:tab/>
        <w:t>2.025e0</w:t>
      </w:r>
    </w:p>
    <w:p w:rsidR="00B65DC9" w:rsidRDefault="00B65DC9" w:rsidP="00B65DC9">
      <w:r>
        <w:t>677.3797</w:t>
      </w:r>
      <w:r>
        <w:tab/>
        <w:t>1.038e0</w:t>
      </w:r>
    </w:p>
    <w:p w:rsidR="00B65DC9" w:rsidRDefault="00B65DC9" w:rsidP="00B65DC9">
      <w:r>
        <w:t>677.3881</w:t>
      </w:r>
      <w:r>
        <w:tab/>
        <w:t>3.076e0</w:t>
      </w:r>
    </w:p>
    <w:p w:rsidR="00B65DC9" w:rsidRDefault="00B65DC9" w:rsidP="00B65DC9">
      <w:r>
        <w:t>677.4436</w:t>
      </w:r>
      <w:r>
        <w:tab/>
        <w:t>1.013e0</w:t>
      </w:r>
    </w:p>
    <w:p w:rsidR="00B65DC9" w:rsidRDefault="00B65DC9" w:rsidP="00B65DC9">
      <w:r>
        <w:t>677.4481</w:t>
      </w:r>
      <w:r>
        <w:tab/>
        <w:t>2.025e0</w:t>
      </w:r>
    </w:p>
    <w:p w:rsidR="00B65DC9" w:rsidRDefault="00B65DC9" w:rsidP="00B65DC9">
      <w:r>
        <w:t>677.4725</w:t>
      </w:r>
      <w:r>
        <w:tab/>
        <w:t>7.089e0</w:t>
      </w:r>
    </w:p>
    <w:p w:rsidR="00B65DC9" w:rsidRDefault="00B65DC9" w:rsidP="00B65DC9">
      <w:r>
        <w:t>677.5278</w:t>
      </w:r>
      <w:r>
        <w:tab/>
        <w:t>1.013e0</w:t>
      </w:r>
    </w:p>
    <w:p w:rsidR="00B65DC9" w:rsidRDefault="00B65DC9" w:rsidP="00B65DC9">
      <w:r>
        <w:t>677.5446</w:t>
      </w:r>
      <w:r>
        <w:tab/>
        <w:t>1.013e0</w:t>
      </w:r>
    </w:p>
    <w:p w:rsidR="00B65DC9" w:rsidRDefault="00B65DC9" w:rsidP="00B65DC9">
      <w:r>
        <w:t>677.5473</w:t>
      </w:r>
      <w:r>
        <w:tab/>
        <w:t>1.266e-2</w:t>
      </w:r>
    </w:p>
    <w:p w:rsidR="00B65DC9" w:rsidRDefault="00B65DC9" w:rsidP="00B65DC9">
      <w:r>
        <w:t>677.5979</w:t>
      </w:r>
      <w:r>
        <w:tab/>
        <w:t>1.013e0</w:t>
      </w:r>
    </w:p>
    <w:p w:rsidR="00B65DC9" w:rsidRDefault="00B65DC9" w:rsidP="00B65DC9">
      <w:r>
        <w:t>677.6663</w:t>
      </w:r>
      <w:r>
        <w:tab/>
        <w:t>1.013e0</w:t>
      </w:r>
    </w:p>
    <w:p w:rsidR="00B65DC9" w:rsidRDefault="00B65DC9" w:rsidP="00B65DC9">
      <w:r>
        <w:t>677.6972</w:t>
      </w:r>
      <w:r>
        <w:tab/>
        <w:t>1.013e0</w:t>
      </w:r>
    </w:p>
    <w:p w:rsidR="00B65DC9" w:rsidRDefault="00B65DC9" w:rsidP="00B65DC9">
      <w:r>
        <w:lastRenderedPageBreak/>
        <w:t>677.7433</w:t>
      </w:r>
      <w:r>
        <w:tab/>
        <w:t>1.013e0</w:t>
      </w:r>
    </w:p>
    <w:p w:rsidR="00B65DC9" w:rsidRDefault="00B65DC9" w:rsidP="00B65DC9">
      <w:r>
        <w:t>677.8010</w:t>
      </w:r>
      <w:r>
        <w:tab/>
        <w:t>1.013e0</w:t>
      </w:r>
    </w:p>
    <w:p w:rsidR="00B65DC9" w:rsidRDefault="00B65DC9" w:rsidP="00B65DC9">
      <w:r>
        <w:t>677.8223</w:t>
      </w:r>
      <w:r>
        <w:tab/>
        <w:t>1.013e0</w:t>
      </w:r>
    </w:p>
    <w:p w:rsidR="00B65DC9" w:rsidRDefault="00B65DC9" w:rsidP="00B65DC9">
      <w:r>
        <w:t>677.9171</w:t>
      </w:r>
      <w:r>
        <w:tab/>
        <w:t>1.013e0</w:t>
      </w:r>
    </w:p>
    <w:p w:rsidR="00B65DC9" w:rsidRDefault="00B65DC9" w:rsidP="00B65DC9">
      <w:r>
        <w:t>677.9253</w:t>
      </w:r>
      <w:r>
        <w:tab/>
        <w:t>1.266e-2</w:t>
      </w:r>
    </w:p>
    <w:p w:rsidR="00B65DC9" w:rsidRDefault="00B65DC9" w:rsidP="00B65DC9">
      <w:r>
        <w:t>677.9599</w:t>
      </w:r>
      <w:r>
        <w:tab/>
        <w:t>2.025e0</w:t>
      </w:r>
    </w:p>
    <w:p w:rsidR="00B65DC9" w:rsidRDefault="00B65DC9" w:rsidP="00B65DC9">
      <w:r>
        <w:t>678.0150</w:t>
      </w:r>
      <w:r>
        <w:tab/>
        <w:t>3.038e0</w:t>
      </w:r>
    </w:p>
    <w:p w:rsidR="00B65DC9" w:rsidRDefault="00B65DC9" w:rsidP="00B65DC9">
      <w:r>
        <w:t>678.0200</w:t>
      </w:r>
      <w:r>
        <w:tab/>
        <w:t>1.013e0</w:t>
      </w:r>
    </w:p>
    <w:p w:rsidR="00B65DC9" w:rsidRDefault="00B65DC9" w:rsidP="00B65DC9">
      <w:r>
        <w:t>678.0431</w:t>
      </w:r>
      <w:r>
        <w:tab/>
        <w:t>1.266e-2</w:t>
      </w:r>
    </w:p>
    <w:p w:rsidR="00B65DC9" w:rsidRDefault="00B65DC9" w:rsidP="00B65DC9">
      <w:r>
        <w:t>678.1132</w:t>
      </w:r>
      <w:r>
        <w:tab/>
        <w:t>2.025e0</w:t>
      </w:r>
    </w:p>
    <w:p w:rsidR="00B65DC9" w:rsidRDefault="00B65DC9" w:rsidP="00B65DC9">
      <w:r>
        <w:t>678.1161</w:t>
      </w:r>
      <w:r>
        <w:tab/>
        <w:t>1.013e0</w:t>
      </w:r>
    </w:p>
    <w:p w:rsidR="00B65DC9" w:rsidRDefault="00B65DC9" w:rsidP="00B65DC9">
      <w:r>
        <w:t>678.1931</w:t>
      </w:r>
      <w:r>
        <w:tab/>
        <w:t>1.013e0</w:t>
      </w:r>
    </w:p>
    <w:p w:rsidR="00B65DC9" w:rsidRDefault="00B65DC9" w:rsidP="00B65DC9">
      <w:r>
        <w:t>678.2326</w:t>
      </w:r>
      <w:r>
        <w:tab/>
        <w:t>4.051e0</w:t>
      </w:r>
    </w:p>
    <w:p w:rsidR="00B65DC9" w:rsidRDefault="00B65DC9" w:rsidP="00B65DC9">
      <w:r>
        <w:t>678.2748</w:t>
      </w:r>
      <w:r>
        <w:tab/>
        <w:t>3.038e0</w:t>
      </w:r>
    </w:p>
    <w:p w:rsidR="00B65DC9" w:rsidRDefault="00B65DC9" w:rsidP="00B65DC9">
      <w:r>
        <w:t>678.2891</w:t>
      </w:r>
      <w:r>
        <w:tab/>
        <w:t>1.013e0</w:t>
      </w:r>
    </w:p>
    <w:p w:rsidR="00B65DC9" w:rsidRDefault="00B65DC9" w:rsidP="00B65DC9">
      <w:r>
        <w:t>678.3199</w:t>
      </w:r>
      <w:r>
        <w:tab/>
        <w:t>1.013e0</w:t>
      </w:r>
    </w:p>
    <w:p w:rsidR="00B65DC9" w:rsidRDefault="00B65DC9" w:rsidP="00B65DC9">
      <w:r>
        <w:t>678.3503</w:t>
      </w:r>
      <w:r>
        <w:tab/>
        <w:t>4.051e0</w:t>
      </w:r>
    </w:p>
    <w:p w:rsidR="00B65DC9" w:rsidRDefault="00B65DC9" w:rsidP="00B65DC9">
      <w:r>
        <w:t>678.3938</w:t>
      </w:r>
      <w:r>
        <w:tab/>
        <w:t>1.013e0</w:t>
      </w:r>
    </w:p>
    <w:p w:rsidR="00B65DC9" w:rsidRDefault="00B65DC9" w:rsidP="00B65DC9">
      <w:r>
        <w:t>678.4141</w:t>
      </w:r>
      <w:r>
        <w:tab/>
        <w:t>4.051e0</w:t>
      </w:r>
    </w:p>
    <w:p w:rsidR="00B65DC9" w:rsidRDefault="00B65DC9" w:rsidP="00B65DC9">
      <w:r>
        <w:lastRenderedPageBreak/>
        <w:t>678.4443</w:t>
      </w:r>
      <w:r>
        <w:tab/>
        <w:t>1.013e0</w:t>
      </w:r>
    </w:p>
    <w:p w:rsidR="00B65DC9" w:rsidRDefault="00B65DC9" w:rsidP="00B65DC9">
      <w:r>
        <w:t>678.4597</w:t>
      </w:r>
      <w:r>
        <w:tab/>
        <w:t>2.025e0</w:t>
      </w:r>
    </w:p>
    <w:p w:rsidR="00B65DC9" w:rsidRDefault="00B65DC9" w:rsidP="00B65DC9">
      <w:r>
        <w:t>678.5067</w:t>
      </w:r>
      <w:r>
        <w:tab/>
        <w:t>1.038e0</w:t>
      </w:r>
    </w:p>
    <w:p w:rsidR="00B65DC9" w:rsidRDefault="00B65DC9" w:rsidP="00B65DC9">
      <w:r>
        <w:t>678.5397</w:t>
      </w:r>
      <w:r>
        <w:tab/>
        <w:t>2.025e0</w:t>
      </w:r>
    </w:p>
    <w:p w:rsidR="00B65DC9" w:rsidRDefault="00B65DC9" w:rsidP="00B65DC9">
      <w:r>
        <w:t>678.5828</w:t>
      </w:r>
      <w:r>
        <w:tab/>
        <w:t>1.013e0</w:t>
      </w:r>
    </w:p>
    <w:p w:rsidR="00B65DC9" w:rsidRDefault="00B65DC9" w:rsidP="00B65DC9">
      <w:r>
        <w:t>678.5969</w:t>
      </w:r>
      <w:r>
        <w:tab/>
        <w:t>1.266e-2</w:t>
      </w:r>
    </w:p>
    <w:p w:rsidR="00B65DC9" w:rsidRDefault="00B65DC9" w:rsidP="00B65DC9">
      <w:r>
        <w:t>678.6209</w:t>
      </w:r>
      <w:r>
        <w:tab/>
        <w:t>2.025e0</w:t>
      </w:r>
    </w:p>
    <w:p w:rsidR="00B65DC9" w:rsidRDefault="00B65DC9" w:rsidP="00B65DC9">
      <w:r>
        <w:t>678.7355</w:t>
      </w:r>
      <w:r>
        <w:tab/>
        <w:t>2.025e0</w:t>
      </w:r>
    </w:p>
    <w:p w:rsidR="00B65DC9" w:rsidRDefault="00B65DC9" w:rsidP="00B65DC9">
      <w:r>
        <w:t>678.7567</w:t>
      </w:r>
      <w:r>
        <w:tab/>
        <w:t>1.013e0</w:t>
      </w:r>
    </w:p>
    <w:p w:rsidR="00B65DC9" w:rsidRDefault="00B65DC9" w:rsidP="00B65DC9">
      <w:r>
        <w:t>678.7932</w:t>
      </w:r>
      <w:r>
        <w:tab/>
        <w:t>1.266e-2</w:t>
      </w:r>
    </w:p>
    <w:p w:rsidR="00B65DC9" w:rsidRDefault="00B65DC9" w:rsidP="00B65DC9">
      <w:r>
        <w:t>678.8250</w:t>
      </w:r>
      <w:r>
        <w:tab/>
        <w:t>1.013e0</w:t>
      </w:r>
    </w:p>
    <w:p w:rsidR="00B65DC9" w:rsidRDefault="00B65DC9" w:rsidP="00B65DC9">
      <w:r>
        <w:t>678.8856</w:t>
      </w:r>
      <w:r>
        <w:tab/>
        <w:t>1.266e-2</w:t>
      </w:r>
    </w:p>
    <w:p w:rsidR="00B65DC9" w:rsidRDefault="00B65DC9" w:rsidP="00B65DC9">
      <w:r>
        <w:t>678.8913</w:t>
      </w:r>
      <w:r>
        <w:tab/>
        <w:t>2.025e0</w:t>
      </w:r>
    </w:p>
    <w:p w:rsidR="00B65DC9" w:rsidRDefault="00B65DC9" w:rsidP="00B65DC9">
      <w:r>
        <w:t>678.8971</w:t>
      </w:r>
      <w:r>
        <w:tab/>
        <w:t>1.013e0</w:t>
      </w:r>
    </w:p>
    <w:p w:rsidR="00B65DC9" w:rsidRDefault="00B65DC9" w:rsidP="00B65DC9">
      <w:r>
        <w:t>678.9664</w:t>
      </w:r>
      <w:r>
        <w:tab/>
        <w:t>1.013e0</w:t>
      </w:r>
    </w:p>
    <w:p w:rsidR="00B65DC9" w:rsidRDefault="00B65DC9" w:rsidP="00B65DC9">
      <w:r>
        <w:t>679.1290</w:t>
      </w:r>
      <w:r>
        <w:tab/>
        <w:t>1.013e0</w:t>
      </w:r>
    </w:p>
    <w:p w:rsidR="00B65DC9" w:rsidRDefault="00B65DC9" w:rsidP="00B65DC9">
      <w:r>
        <w:t>679.1982</w:t>
      </w:r>
      <w:r>
        <w:tab/>
        <w:t>1.013e0</w:t>
      </w:r>
    </w:p>
    <w:p w:rsidR="00B65DC9" w:rsidRDefault="00B65DC9" w:rsidP="00B65DC9">
      <w:r>
        <w:t>679.2322</w:t>
      </w:r>
      <w:r>
        <w:tab/>
        <w:t>2.025e0</w:t>
      </w:r>
    </w:p>
    <w:p w:rsidR="00B65DC9" w:rsidRDefault="00B65DC9" w:rsidP="00B65DC9">
      <w:r>
        <w:t>679.3093</w:t>
      </w:r>
      <w:r>
        <w:tab/>
        <w:t>1.013e0</w:t>
      </w:r>
    </w:p>
    <w:p w:rsidR="00B65DC9" w:rsidRDefault="00B65DC9" w:rsidP="00B65DC9">
      <w:r>
        <w:lastRenderedPageBreak/>
        <w:t>679.3122</w:t>
      </w:r>
      <w:r>
        <w:tab/>
        <w:t>1.038e0</w:t>
      </w:r>
    </w:p>
    <w:p w:rsidR="00B65DC9" w:rsidRDefault="00B65DC9" w:rsidP="00B65DC9">
      <w:r>
        <w:t>679.3143</w:t>
      </w:r>
      <w:r>
        <w:tab/>
        <w:t>7.020e0</w:t>
      </w:r>
    </w:p>
    <w:p w:rsidR="00B65DC9" w:rsidRDefault="00B65DC9" w:rsidP="00B65DC9">
      <w:r>
        <w:t>679.3358</w:t>
      </w:r>
      <w:r>
        <w:tab/>
        <w:t>3.038e0</w:t>
      </w:r>
    </w:p>
    <w:p w:rsidR="00B65DC9" w:rsidRDefault="00B65DC9" w:rsidP="00B65DC9">
      <w:r>
        <w:t>679.4025</w:t>
      </w:r>
      <w:r>
        <w:tab/>
        <w:t>2.025e0</w:t>
      </w:r>
    </w:p>
    <w:p w:rsidR="00B65DC9" w:rsidRDefault="00B65DC9" w:rsidP="00B65DC9">
      <w:r>
        <w:t>679.4557</w:t>
      </w:r>
      <w:r>
        <w:tab/>
        <w:t>3.798e-2</w:t>
      </w:r>
    </w:p>
    <w:p w:rsidR="00B65DC9" w:rsidRDefault="00B65DC9" w:rsidP="00B65DC9">
      <w:r>
        <w:t>679.5169</w:t>
      </w:r>
      <w:r>
        <w:tab/>
        <w:t>1.013e0</w:t>
      </w:r>
    </w:p>
    <w:p w:rsidR="00B65DC9" w:rsidRDefault="00B65DC9" w:rsidP="00B65DC9">
      <w:r>
        <w:t>679.5199</w:t>
      </w:r>
      <w:r>
        <w:tab/>
        <w:t>2.025e0</w:t>
      </w:r>
    </w:p>
    <w:p w:rsidR="00B65DC9" w:rsidRDefault="00B65DC9" w:rsidP="00B65DC9">
      <w:r>
        <w:t>679.5671</w:t>
      </w:r>
      <w:r>
        <w:tab/>
        <w:t>1.013e0</w:t>
      </w:r>
    </w:p>
    <w:p w:rsidR="00B65DC9" w:rsidRDefault="00B65DC9" w:rsidP="00B65DC9">
      <w:r>
        <w:t>679.5787</w:t>
      </w:r>
      <w:r>
        <w:tab/>
        <w:t>1.013e0</w:t>
      </w:r>
    </w:p>
    <w:p w:rsidR="00B65DC9" w:rsidRDefault="00B65DC9" w:rsidP="00B65DC9">
      <w:r>
        <w:t>679.7521</w:t>
      </w:r>
      <w:r>
        <w:tab/>
        <w:t>1.013e0</w:t>
      </w:r>
    </w:p>
    <w:p w:rsidR="00B65DC9" w:rsidRDefault="00B65DC9" w:rsidP="00B65DC9">
      <w:r>
        <w:t>679.7946</w:t>
      </w:r>
      <w:r>
        <w:tab/>
        <w:t>1.013e0</w:t>
      </w:r>
    </w:p>
    <w:p w:rsidR="00B65DC9" w:rsidRDefault="00B65DC9" w:rsidP="00B65DC9">
      <w:r>
        <w:t>679.7983</w:t>
      </w:r>
      <w:r>
        <w:tab/>
        <w:t>1.013e0</w:t>
      </w:r>
    </w:p>
    <w:p w:rsidR="00B65DC9" w:rsidRDefault="00B65DC9" w:rsidP="00B65DC9">
      <w:r>
        <w:t>679.8638</w:t>
      </w:r>
      <w:r>
        <w:tab/>
        <w:t>1.013e0</w:t>
      </w:r>
    </w:p>
    <w:p w:rsidR="00B65DC9" w:rsidRDefault="00B65DC9" w:rsidP="00B65DC9">
      <w:r>
        <w:t>679.9255</w:t>
      </w:r>
      <w:r>
        <w:tab/>
        <w:t>1.013e0</w:t>
      </w:r>
    </w:p>
    <w:p w:rsidR="00B65DC9" w:rsidRDefault="00B65DC9" w:rsidP="00B65DC9">
      <w:r>
        <w:t>679.9487</w:t>
      </w:r>
      <w:r>
        <w:tab/>
        <w:t>1.266e-2</w:t>
      </w:r>
    </w:p>
    <w:p w:rsidR="00B65DC9" w:rsidRDefault="00B65DC9" w:rsidP="00B65DC9">
      <w:r>
        <w:t>680.0643</w:t>
      </w:r>
      <w:r>
        <w:tab/>
        <w:t>1.013e0</w:t>
      </w:r>
    </w:p>
    <w:p w:rsidR="00B65DC9" w:rsidRDefault="00B65DC9" w:rsidP="00B65DC9">
      <w:r>
        <w:t>680.0879</w:t>
      </w:r>
      <w:r>
        <w:tab/>
        <w:t>2.025e0</w:t>
      </w:r>
    </w:p>
    <w:p w:rsidR="00B65DC9" w:rsidRDefault="00B65DC9" w:rsidP="00B65DC9">
      <w:r>
        <w:t>680.1743</w:t>
      </w:r>
      <w:r>
        <w:tab/>
        <w:t>1.266e-2</w:t>
      </w:r>
    </w:p>
    <w:p w:rsidR="00B65DC9" w:rsidRDefault="00B65DC9" w:rsidP="00B65DC9">
      <w:r>
        <w:t>680.1800</w:t>
      </w:r>
      <w:r>
        <w:tab/>
        <w:t>1.013e0</w:t>
      </w:r>
    </w:p>
    <w:p w:rsidR="00B65DC9" w:rsidRDefault="00B65DC9" w:rsidP="00B65DC9">
      <w:r>
        <w:lastRenderedPageBreak/>
        <w:t>680.1924</w:t>
      </w:r>
      <w:r>
        <w:tab/>
        <w:t>1.013e0</w:t>
      </w:r>
    </w:p>
    <w:p w:rsidR="00B65DC9" w:rsidRDefault="00B65DC9" w:rsidP="00B65DC9">
      <w:r>
        <w:t>680.2494</w:t>
      </w:r>
      <w:r>
        <w:tab/>
        <w:t>1.266e-2</w:t>
      </w:r>
    </w:p>
    <w:p w:rsidR="00B65DC9" w:rsidRDefault="00B65DC9" w:rsidP="00B65DC9">
      <w:r>
        <w:t>680.2551</w:t>
      </w:r>
      <w:r>
        <w:tab/>
        <w:t>2.025e0</w:t>
      </w:r>
    </w:p>
    <w:p w:rsidR="00B65DC9" w:rsidRDefault="00B65DC9" w:rsidP="00B65DC9">
      <w:r>
        <w:t>680.2888</w:t>
      </w:r>
      <w:r>
        <w:tab/>
        <w:t>3.038e0</w:t>
      </w:r>
    </w:p>
    <w:p w:rsidR="00B65DC9" w:rsidRDefault="00B65DC9" w:rsidP="00B65DC9">
      <w:r>
        <w:t>680.3065</w:t>
      </w:r>
      <w:r>
        <w:tab/>
        <w:t>3.569e0</w:t>
      </w:r>
    </w:p>
    <w:p w:rsidR="00B65DC9" w:rsidRDefault="00B65DC9" w:rsidP="00B65DC9">
      <w:r>
        <w:t>680.3284</w:t>
      </w:r>
      <w:r>
        <w:tab/>
        <w:t>2.038e0</w:t>
      </w:r>
    </w:p>
    <w:p w:rsidR="00B65DC9" w:rsidRDefault="00B65DC9" w:rsidP="00B65DC9">
      <w:r>
        <w:t>680.3619</w:t>
      </w:r>
      <w:r>
        <w:tab/>
        <w:t>3.958e0</w:t>
      </w:r>
    </w:p>
    <w:p w:rsidR="00B65DC9" w:rsidRDefault="00B65DC9" w:rsidP="00B65DC9">
      <w:r>
        <w:t>680.3759</w:t>
      </w:r>
      <w:r>
        <w:tab/>
        <w:t>4.051e0</w:t>
      </w:r>
    </w:p>
    <w:p w:rsidR="00B65DC9" w:rsidRDefault="00B65DC9" w:rsidP="00B65DC9">
      <w:r>
        <w:t>680.3829</w:t>
      </w:r>
      <w:r>
        <w:tab/>
        <w:t>1.266e-2</w:t>
      </w:r>
    </w:p>
    <w:p w:rsidR="00B65DC9" w:rsidRDefault="00B65DC9" w:rsidP="00B65DC9">
      <w:r>
        <w:t>680.4200</w:t>
      </w:r>
      <w:r>
        <w:tab/>
        <w:t>2.914e0</w:t>
      </w:r>
    </w:p>
    <w:p w:rsidR="00B65DC9" w:rsidRDefault="00B65DC9" w:rsidP="00B65DC9">
      <w:r>
        <w:t>680.4611</w:t>
      </w:r>
      <w:r>
        <w:tab/>
        <w:t>3.038e0</w:t>
      </w:r>
    </w:p>
    <w:p w:rsidR="00B65DC9" w:rsidRDefault="00B65DC9" w:rsidP="00B65DC9">
      <w:r>
        <w:t>680.4839</w:t>
      </w:r>
      <w:r>
        <w:tab/>
        <w:t>4.051e0</w:t>
      </w:r>
    </w:p>
    <w:p w:rsidR="00B65DC9" w:rsidRDefault="00B65DC9" w:rsidP="00B65DC9">
      <w:r>
        <w:t>680.4858</w:t>
      </w:r>
      <w:r>
        <w:tab/>
        <w:t>6.200e0</w:t>
      </w:r>
    </w:p>
    <w:p w:rsidR="00B65DC9" w:rsidRDefault="00B65DC9" w:rsidP="00B65DC9">
      <w:r>
        <w:t>680.4880</w:t>
      </w:r>
      <w:r>
        <w:tab/>
        <w:t>3.038e0</w:t>
      </w:r>
    </w:p>
    <w:p w:rsidR="00B65DC9" w:rsidRDefault="00B65DC9" w:rsidP="00B65DC9">
      <w:r>
        <w:t>680.5054</w:t>
      </w:r>
      <w:r>
        <w:tab/>
        <w:t>3.038e0</w:t>
      </w:r>
    </w:p>
    <w:p w:rsidR="00B65DC9" w:rsidRDefault="00B65DC9" w:rsidP="00B65DC9">
      <w:r>
        <w:t>680.6550</w:t>
      </w:r>
      <w:r>
        <w:tab/>
        <w:t>1.025e0</w:t>
      </w:r>
    </w:p>
    <w:p w:rsidR="00B65DC9" w:rsidRDefault="00B65DC9" w:rsidP="00B65DC9">
      <w:r>
        <w:t>680.6669</w:t>
      </w:r>
      <w:r>
        <w:tab/>
        <w:t>1.266e-2</w:t>
      </w:r>
    </w:p>
    <w:p w:rsidR="00B65DC9" w:rsidRDefault="00B65DC9" w:rsidP="00B65DC9">
      <w:r>
        <w:t>680.7933</w:t>
      </w:r>
      <w:r>
        <w:tab/>
        <w:t>1.013e0</w:t>
      </w:r>
    </w:p>
    <w:p w:rsidR="00B65DC9" w:rsidRDefault="00B65DC9" w:rsidP="00B65DC9">
      <w:r>
        <w:t>680.8049</w:t>
      </w:r>
      <w:r>
        <w:tab/>
        <w:t>1.013e0</w:t>
      </w:r>
    </w:p>
    <w:p w:rsidR="00B65DC9" w:rsidRDefault="00B65DC9" w:rsidP="00B65DC9">
      <w:r>
        <w:lastRenderedPageBreak/>
        <w:t>680.8975</w:t>
      </w:r>
      <w:r>
        <w:tab/>
        <w:t>1.013e0</w:t>
      </w:r>
    </w:p>
    <w:p w:rsidR="00B65DC9" w:rsidRDefault="00B65DC9" w:rsidP="00B65DC9">
      <w:r>
        <w:t>680.9009</w:t>
      </w:r>
      <w:r>
        <w:tab/>
        <w:t>1.266e-2</w:t>
      </w:r>
    </w:p>
    <w:p w:rsidR="00B65DC9" w:rsidRDefault="00B65DC9" w:rsidP="00B65DC9">
      <w:r>
        <w:t>680.9531</w:t>
      </w:r>
      <w:r>
        <w:tab/>
        <w:t>1.013e0</w:t>
      </w:r>
    </w:p>
    <w:p w:rsidR="00B65DC9" w:rsidRDefault="00B65DC9" w:rsidP="00B65DC9">
      <w:r>
        <w:t>680.9786</w:t>
      </w:r>
      <w:r>
        <w:tab/>
        <w:t>1.266e-2</w:t>
      </w:r>
    </w:p>
    <w:p w:rsidR="00B65DC9" w:rsidRDefault="00B65DC9" w:rsidP="00B65DC9">
      <w:r>
        <w:t>680.9887</w:t>
      </w:r>
      <w:r>
        <w:tab/>
        <w:t>4.051e0</w:t>
      </w:r>
    </w:p>
    <w:p w:rsidR="00B65DC9" w:rsidRDefault="00B65DC9" w:rsidP="00B65DC9">
      <w:r>
        <w:t>681.0258</w:t>
      </w:r>
      <w:r>
        <w:tab/>
        <w:t>1.013e0</w:t>
      </w:r>
    </w:p>
    <w:p w:rsidR="00B65DC9" w:rsidRDefault="00B65DC9" w:rsidP="00B65DC9">
      <w:r>
        <w:t>681.0560</w:t>
      </w:r>
      <w:r>
        <w:tab/>
        <w:t>1.013e0</w:t>
      </w:r>
    </w:p>
    <w:p w:rsidR="00B65DC9" w:rsidRDefault="00B65DC9" w:rsidP="00B65DC9">
      <w:r>
        <w:t>681.1292</w:t>
      </w:r>
      <w:r>
        <w:tab/>
        <w:t>1.013e0</w:t>
      </w:r>
    </w:p>
    <w:p w:rsidR="00B65DC9" w:rsidRDefault="00B65DC9" w:rsidP="00B65DC9">
      <w:r>
        <w:t>681.1639</w:t>
      </w:r>
      <w:r>
        <w:tab/>
        <w:t>1.266e-2</w:t>
      </w:r>
    </w:p>
    <w:p w:rsidR="00B65DC9" w:rsidRDefault="00B65DC9" w:rsidP="00B65DC9">
      <w:r>
        <w:t>681.1775</w:t>
      </w:r>
      <w:r>
        <w:tab/>
        <w:t>1.013e0</w:t>
      </w:r>
    </w:p>
    <w:p w:rsidR="00B65DC9" w:rsidRDefault="00B65DC9" w:rsidP="00B65DC9">
      <w:r>
        <w:t>681.2590</w:t>
      </w:r>
      <w:r>
        <w:tab/>
        <w:t>3.038e0</w:t>
      </w:r>
    </w:p>
    <w:p w:rsidR="00B65DC9" w:rsidRDefault="00B65DC9" w:rsidP="00B65DC9">
      <w:r>
        <w:t>681.3145</w:t>
      </w:r>
      <w:r>
        <w:tab/>
        <w:t>1.002e0</w:t>
      </w:r>
    </w:p>
    <w:p w:rsidR="00B65DC9" w:rsidRDefault="00B65DC9" w:rsidP="00B65DC9">
      <w:r>
        <w:t>681.3335</w:t>
      </w:r>
      <w:r>
        <w:tab/>
        <w:t>4.063e0</w:t>
      </w:r>
    </w:p>
    <w:p w:rsidR="00B65DC9" w:rsidRDefault="00B65DC9" w:rsidP="00B65DC9">
      <w:r>
        <w:t>681.3456</w:t>
      </w:r>
      <w:r>
        <w:tab/>
        <w:t>3.038e0</w:t>
      </w:r>
    </w:p>
    <w:p w:rsidR="00B65DC9" w:rsidRDefault="00B65DC9" w:rsidP="00B65DC9">
      <w:r>
        <w:t>681.3723</w:t>
      </w:r>
      <w:r>
        <w:tab/>
        <w:t>2.038e0</w:t>
      </w:r>
    </w:p>
    <w:p w:rsidR="00B65DC9" w:rsidRDefault="00B65DC9" w:rsidP="00B65DC9">
      <w:r>
        <w:t>681.3973</w:t>
      </w:r>
      <w:r>
        <w:tab/>
        <w:t>2.025e0</w:t>
      </w:r>
    </w:p>
    <w:p w:rsidR="00B65DC9" w:rsidRDefault="00B65DC9" w:rsidP="00B65DC9">
      <w:r>
        <w:t>681.4492</w:t>
      </w:r>
      <w:r>
        <w:tab/>
        <w:t>3.038e0</w:t>
      </w:r>
    </w:p>
    <w:p w:rsidR="00B65DC9" w:rsidRDefault="00B65DC9" w:rsidP="00B65DC9">
      <w:r>
        <w:t>681.4545</w:t>
      </w:r>
      <w:r>
        <w:tab/>
        <w:t>2.025e0</w:t>
      </w:r>
    </w:p>
    <w:p w:rsidR="00B65DC9" w:rsidRDefault="00B65DC9" w:rsidP="00B65DC9">
      <w:r>
        <w:t>681.4749</w:t>
      </w:r>
      <w:r>
        <w:tab/>
        <w:t>4.051e0</w:t>
      </w:r>
    </w:p>
    <w:p w:rsidR="00B65DC9" w:rsidRDefault="00B65DC9" w:rsidP="00B65DC9">
      <w:r>
        <w:lastRenderedPageBreak/>
        <w:t>681.4791</w:t>
      </w:r>
      <w:r>
        <w:tab/>
        <w:t>3.798e-2</w:t>
      </w:r>
    </w:p>
    <w:p w:rsidR="00B65DC9" w:rsidRDefault="00B65DC9" w:rsidP="00B65DC9">
      <w:r>
        <w:t>681.4815</w:t>
      </w:r>
      <w:r>
        <w:tab/>
        <w:t>3.038e0</w:t>
      </w:r>
    </w:p>
    <w:p w:rsidR="00B65DC9" w:rsidRDefault="00B65DC9" w:rsidP="00B65DC9">
      <w:r>
        <w:t>681.5289</w:t>
      </w:r>
      <w:r>
        <w:tab/>
        <w:t>4.051e0</w:t>
      </w:r>
    </w:p>
    <w:p w:rsidR="00B65DC9" w:rsidRDefault="00B65DC9" w:rsidP="00B65DC9">
      <w:r>
        <w:t>681.5844</w:t>
      </w:r>
      <w:r>
        <w:tab/>
        <w:t>2.025e0</w:t>
      </w:r>
    </w:p>
    <w:p w:rsidR="00B65DC9" w:rsidRDefault="00B65DC9" w:rsidP="00B65DC9">
      <w:r>
        <w:t>681.5922</w:t>
      </w:r>
      <w:r>
        <w:tab/>
        <w:t>1.013e0</w:t>
      </w:r>
    </w:p>
    <w:p w:rsidR="00B65DC9" w:rsidRDefault="00B65DC9" w:rsidP="00B65DC9">
      <w:r>
        <w:t>681.6096</w:t>
      </w:r>
      <w:r>
        <w:tab/>
        <w:t>1.266e-2</w:t>
      </w:r>
    </w:p>
    <w:p w:rsidR="00B65DC9" w:rsidRDefault="00B65DC9" w:rsidP="00B65DC9">
      <w:r>
        <w:t>681.6439</w:t>
      </w:r>
      <w:r>
        <w:tab/>
        <w:t>1.025e0</w:t>
      </w:r>
    </w:p>
    <w:p w:rsidR="00B65DC9" w:rsidRDefault="00B65DC9" w:rsidP="00B65DC9">
      <w:r>
        <w:t>681.7179</w:t>
      </w:r>
      <w:r>
        <w:tab/>
        <w:t>2.025e0</w:t>
      </w:r>
    </w:p>
    <w:p w:rsidR="00B65DC9" w:rsidRDefault="00B65DC9" w:rsidP="00B65DC9">
      <w:r>
        <w:t>681.7230</w:t>
      </w:r>
      <w:r>
        <w:tab/>
        <w:t>2.025e0</w:t>
      </w:r>
    </w:p>
    <w:p w:rsidR="00B65DC9" w:rsidRDefault="00B65DC9" w:rsidP="00B65DC9">
      <w:r>
        <w:t>681.8579</w:t>
      </w:r>
      <w:r>
        <w:tab/>
        <w:t>3.051e0</w:t>
      </w:r>
    </w:p>
    <w:p w:rsidR="00B65DC9" w:rsidRDefault="00B65DC9" w:rsidP="00B65DC9">
      <w:r>
        <w:t>681.9056</w:t>
      </w:r>
      <w:r>
        <w:tab/>
        <w:t>1.013e0</w:t>
      </w:r>
    </w:p>
    <w:p w:rsidR="00B65DC9" w:rsidRDefault="00B65DC9" w:rsidP="00B65DC9">
      <w:r>
        <w:t>681.9636</w:t>
      </w:r>
      <w:r>
        <w:tab/>
        <w:t>1.013e0</w:t>
      </w:r>
    </w:p>
    <w:p w:rsidR="00B65DC9" w:rsidRDefault="00B65DC9" w:rsidP="00B65DC9">
      <w:r>
        <w:t>681.9747</w:t>
      </w:r>
      <w:r>
        <w:tab/>
        <w:t>1.025e0</w:t>
      </w:r>
    </w:p>
    <w:p w:rsidR="00B65DC9" w:rsidRDefault="00B65DC9" w:rsidP="00B65DC9">
      <w:r>
        <w:t>682.0332</w:t>
      </w:r>
      <w:r>
        <w:tab/>
        <w:t>1.013e0</w:t>
      </w:r>
    </w:p>
    <w:p w:rsidR="00B65DC9" w:rsidRDefault="00B65DC9" w:rsidP="00B65DC9">
      <w:r>
        <w:t>682.0564</w:t>
      </w:r>
      <w:r>
        <w:tab/>
        <w:t>1.013e0</w:t>
      </w:r>
    </w:p>
    <w:p w:rsidR="00B65DC9" w:rsidRDefault="00B65DC9" w:rsidP="00B65DC9">
      <w:r>
        <w:t>682.1609</w:t>
      </w:r>
      <w:r>
        <w:tab/>
        <w:t>2.532e-2</w:t>
      </w:r>
    </w:p>
    <w:p w:rsidR="00B65DC9" w:rsidRDefault="00B65DC9" w:rsidP="00B65DC9">
      <w:r>
        <w:t>682.1730</w:t>
      </w:r>
      <w:r>
        <w:tab/>
        <w:t>3.038e0</w:t>
      </w:r>
    </w:p>
    <w:p w:rsidR="00B65DC9" w:rsidRDefault="00B65DC9" w:rsidP="00B65DC9">
      <w:r>
        <w:t>682.2144</w:t>
      </w:r>
      <w:r>
        <w:tab/>
        <w:t>1.013e0</w:t>
      </w:r>
    </w:p>
    <w:p w:rsidR="00B65DC9" w:rsidRDefault="00B65DC9" w:rsidP="00B65DC9">
      <w:r>
        <w:t>682.2675</w:t>
      </w:r>
      <w:r>
        <w:tab/>
        <w:t>1.013e0</w:t>
      </w:r>
    </w:p>
    <w:p w:rsidR="00B65DC9" w:rsidRDefault="00B65DC9" w:rsidP="00B65DC9">
      <w:r>
        <w:lastRenderedPageBreak/>
        <w:t>682.3055</w:t>
      </w:r>
      <w:r>
        <w:tab/>
        <w:t>3.038e0</w:t>
      </w:r>
    </w:p>
    <w:p w:rsidR="00B65DC9" w:rsidRDefault="00B65DC9" w:rsidP="00B65DC9">
      <w:r>
        <w:t>682.3160</w:t>
      </w:r>
      <w:r>
        <w:tab/>
        <w:t>4.605e-1</w:t>
      </w:r>
    </w:p>
    <w:p w:rsidR="00B65DC9" w:rsidRDefault="00B65DC9" w:rsidP="00B65DC9">
      <w:r>
        <w:t>682.3375</w:t>
      </w:r>
      <w:r>
        <w:tab/>
        <w:t>3.038e0</w:t>
      </w:r>
    </w:p>
    <w:p w:rsidR="00B65DC9" w:rsidRDefault="00B65DC9" w:rsidP="00B65DC9">
      <w:r>
        <w:t>682.3611</w:t>
      </w:r>
      <w:r>
        <w:tab/>
        <w:t>2.532e-2</w:t>
      </w:r>
    </w:p>
    <w:p w:rsidR="00B65DC9" w:rsidRDefault="00B65DC9" w:rsidP="00B65DC9">
      <w:r>
        <w:t>682.3656</w:t>
      </w:r>
      <w:r>
        <w:tab/>
        <w:t>3.943e0</w:t>
      </w:r>
    </w:p>
    <w:p w:rsidR="00B65DC9" w:rsidRDefault="00B65DC9" w:rsidP="00B65DC9">
      <w:r>
        <w:t>682.3812</w:t>
      </w:r>
      <w:r>
        <w:tab/>
        <w:t>1.013e0</w:t>
      </w:r>
    </w:p>
    <w:p w:rsidR="00B65DC9" w:rsidRDefault="00B65DC9" w:rsidP="00B65DC9">
      <w:r>
        <w:t>682.4341</w:t>
      </w:r>
      <w:r>
        <w:tab/>
        <w:t>1.810e0</w:t>
      </w:r>
    </w:p>
    <w:p w:rsidR="00B65DC9" w:rsidRDefault="00B65DC9" w:rsidP="00B65DC9">
      <w:r>
        <w:t>682.4891</w:t>
      </w:r>
      <w:r>
        <w:tab/>
        <w:t>6.076e0</w:t>
      </w:r>
    </w:p>
    <w:p w:rsidR="00B65DC9" w:rsidRDefault="00B65DC9" w:rsidP="00B65DC9">
      <w:r>
        <w:t>682.4918</w:t>
      </w:r>
      <w:r>
        <w:tab/>
        <w:t>3.038e0</w:t>
      </w:r>
    </w:p>
    <w:p w:rsidR="00B65DC9" w:rsidRDefault="00B65DC9" w:rsidP="00B65DC9">
      <w:r>
        <w:t>682.5084</w:t>
      </w:r>
      <w:r>
        <w:tab/>
        <w:t>1.013e0</w:t>
      </w:r>
    </w:p>
    <w:p w:rsidR="00B65DC9" w:rsidRDefault="00B65DC9" w:rsidP="00B65DC9">
      <w:r>
        <w:t>682.5909</w:t>
      </w:r>
      <w:r>
        <w:tab/>
        <w:t>2.025e0</w:t>
      </w:r>
    </w:p>
    <w:p w:rsidR="00B65DC9" w:rsidRDefault="00B65DC9" w:rsidP="00B65DC9">
      <w:r>
        <w:t>682.6490</w:t>
      </w:r>
      <w:r>
        <w:tab/>
        <w:t>1.013e0</w:t>
      </w:r>
    </w:p>
    <w:p w:rsidR="00B65DC9" w:rsidRDefault="00B65DC9" w:rsidP="00B65DC9">
      <w:r>
        <w:t>682.7333</w:t>
      </w:r>
      <w:r>
        <w:tab/>
        <w:t>1.013e0</w:t>
      </w:r>
    </w:p>
    <w:p w:rsidR="00B65DC9" w:rsidRDefault="00B65DC9" w:rsidP="00B65DC9">
      <w:r>
        <w:t>682.7651</w:t>
      </w:r>
      <w:r>
        <w:tab/>
        <w:t>1.266e-2</w:t>
      </w:r>
    </w:p>
    <w:p w:rsidR="00B65DC9" w:rsidRDefault="00B65DC9" w:rsidP="00B65DC9">
      <w:r>
        <w:t>682.8025</w:t>
      </w:r>
      <w:r>
        <w:tab/>
        <w:t>1.013e0</w:t>
      </w:r>
    </w:p>
    <w:p w:rsidR="00B65DC9" w:rsidRDefault="00B65DC9" w:rsidP="00B65DC9">
      <w:r>
        <w:t>682.8107</w:t>
      </w:r>
      <w:r>
        <w:tab/>
        <w:t>1.013e0</w:t>
      </w:r>
    </w:p>
    <w:p w:rsidR="00B65DC9" w:rsidRDefault="00B65DC9" w:rsidP="00B65DC9">
      <w:r>
        <w:t>682.8193</w:t>
      </w:r>
      <w:r>
        <w:tab/>
        <w:t>1.025e0</w:t>
      </w:r>
    </w:p>
    <w:p w:rsidR="00B65DC9" w:rsidRDefault="00B65DC9" w:rsidP="00B65DC9">
      <w:r>
        <w:t>682.9224</w:t>
      </w:r>
      <w:r>
        <w:tab/>
        <w:t>4.051e0</w:t>
      </w:r>
    </w:p>
    <w:p w:rsidR="00B65DC9" w:rsidRDefault="00B65DC9" w:rsidP="00B65DC9">
      <w:r>
        <w:t>682.9921</w:t>
      </w:r>
      <w:r>
        <w:tab/>
        <w:t>2.025e0</w:t>
      </w:r>
    </w:p>
    <w:p w:rsidR="00B65DC9" w:rsidRDefault="00B65DC9" w:rsidP="00B65DC9">
      <w:r>
        <w:lastRenderedPageBreak/>
        <w:t>683.1263</w:t>
      </w:r>
      <w:r>
        <w:tab/>
        <w:t>3.038e0</w:t>
      </w:r>
    </w:p>
    <w:p w:rsidR="00B65DC9" w:rsidRDefault="00B65DC9" w:rsidP="00B65DC9">
      <w:r>
        <w:t>683.1599</w:t>
      </w:r>
      <w:r>
        <w:tab/>
        <w:t>1.013e0</w:t>
      </w:r>
    </w:p>
    <w:p w:rsidR="00B65DC9" w:rsidRDefault="00B65DC9" w:rsidP="00B65DC9">
      <w:r>
        <w:t>683.1651</w:t>
      </w:r>
      <w:r>
        <w:tab/>
        <w:t>1.013e0</w:t>
      </w:r>
    </w:p>
    <w:p w:rsidR="00B65DC9" w:rsidRDefault="00B65DC9" w:rsidP="00B65DC9">
      <w:r>
        <w:t>683.2606</w:t>
      </w:r>
      <w:r>
        <w:tab/>
        <w:t>3.038e0</w:t>
      </w:r>
    </w:p>
    <w:p w:rsidR="00B65DC9" w:rsidRDefault="00B65DC9" w:rsidP="00B65DC9">
      <w:r>
        <w:t>683.2868</w:t>
      </w:r>
      <w:r>
        <w:tab/>
        <w:t>1.013e0</w:t>
      </w:r>
    </w:p>
    <w:p w:rsidR="00B65DC9" w:rsidRDefault="00B65DC9" w:rsidP="00B65DC9">
      <w:r>
        <w:t>683.2935</w:t>
      </w:r>
      <w:r>
        <w:tab/>
        <w:t>2.025e0</w:t>
      </w:r>
    </w:p>
    <w:p w:rsidR="00B65DC9" w:rsidRDefault="00B65DC9" w:rsidP="00B65DC9">
      <w:r>
        <w:t>683.3342</w:t>
      </w:r>
      <w:r>
        <w:tab/>
        <w:t>2.025e0</w:t>
      </w:r>
    </w:p>
    <w:p w:rsidR="00B65DC9" w:rsidRDefault="00B65DC9" w:rsidP="00B65DC9">
      <w:r>
        <w:t>683.3618</w:t>
      </w:r>
      <w:r>
        <w:tab/>
        <w:t>2.025e0</w:t>
      </w:r>
    </w:p>
    <w:p w:rsidR="00B65DC9" w:rsidRDefault="00B65DC9" w:rsidP="00B65DC9">
      <w:r>
        <w:t>683.3981</w:t>
      </w:r>
      <w:r>
        <w:tab/>
        <w:t>1.439e0</w:t>
      </w:r>
    </w:p>
    <w:p w:rsidR="00B65DC9" w:rsidRDefault="00B65DC9" w:rsidP="00B65DC9">
      <w:r>
        <w:t>683.4030</w:t>
      </w:r>
      <w:r>
        <w:tab/>
        <w:t>1.013e0</w:t>
      </w:r>
    </w:p>
    <w:p w:rsidR="00B65DC9" w:rsidRDefault="00B65DC9" w:rsidP="00B65DC9">
      <w:r>
        <w:t>683.4325</w:t>
      </w:r>
      <w:r>
        <w:tab/>
        <w:t>4.051e0</w:t>
      </w:r>
    </w:p>
    <w:p w:rsidR="00B65DC9" w:rsidRDefault="00B65DC9" w:rsidP="00B65DC9">
      <w:r>
        <w:t>683.4495</w:t>
      </w:r>
      <w:r>
        <w:tab/>
        <w:t>1.013e0</w:t>
      </w:r>
    </w:p>
    <w:p w:rsidR="00B65DC9" w:rsidRDefault="00B65DC9" w:rsidP="00B65DC9">
      <w:r>
        <w:t>683.4587</w:t>
      </w:r>
      <w:r>
        <w:tab/>
        <w:t>1.013e0</w:t>
      </w:r>
    </w:p>
    <w:p w:rsidR="00B65DC9" w:rsidRDefault="00B65DC9" w:rsidP="00B65DC9">
      <w:r>
        <w:t>683.5593</w:t>
      </w:r>
      <w:r>
        <w:tab/>
        <w:t>5.063e0</w:t>
      </w:r>
    </w:p>
    <w:p w:rsidR="00B65DC9" w:rsidRDefault="00B65DC9" w:rsidP="00B65DC9">
      <w:r>
        <w:t>683.5674</w:t>
      </w:r>
      <w:r>
        <w:tab/>
        <w:t>3.038e0</w:t>
      </w:r>
    </w:p>
    <w:p w:rsidR="00B65DC9" w:rsidRDefault="00B65DC9" w:rsidP="00B65DC9">
      <w:r>
        <w:t>683.6235</w:t>
      </w:r>
      <w:r>
        <w:tab/>
        <w:t>3.038e0</w:t>
      </w:r>
    </w:p>
    <w:p w:rsidR="00B65DC9" w:rsidRDefault="00B65DC9" w:rsidP="00B65DC9">
      <w:r>
        <w:t>683.6587</w:t>
      </w:r>
      <w:r>
        <w:tab/>
        <w:t>1.013e0</w:t>
      </w:r>
    </w:p>
    <w:p w:rsidR="00B65DC9" w:rsidRDefault="00B65DC9" w:rsidP="00B65DC9">
      <w:r>
        <w:t>683.7699</w:t>
      </w:r>
      <w:r>
        <w:tab/>
        <w:t>1.266e-2</w:t>
      </w:r>
    </w:p>
    <w:p w:rsidR="00B65DC9" w:rsidRDefault="00B65DC9" w:rsidP="00B65DC9">
      <w:r>
        <w:t>683.8054</w:t>
      </w:r>
      <w:r>
        <w:tab/>
        <w:t>1.013e0</w:t>
      </w:r>
    </w:p>
    <w:p w:rsidR="00B65DC9" w:rsidRDefault="00B65DC9" w:rsidP="00B65DC9">
      <w:r>
        <w:lastRenderedPageBreak/>
        <w:t>683.8568</w:t>
      </w:r>
      <w:r>
        <w:tab/>
        <w:t>2.532e-2</w:t>
      </w:r>
    </w:p>
    <w:p w:rsidR="00B65DC9" w:rsidRDefault="00B65DC9" w:rsidP="00B65DC9">
      <w:r>
        <w:t>683.9609</w:t>
      </w:r>
      <w:r>
        <w:tab/>
        <w:t>1.013e0</w:t>
      </w:r>
    </w:p>
    <w:p w:rsidR="00B65DC9" w:rsidRDefault="00B65DC9" w:rsidP="00B65DC9">
      <w:r>
        <w:t>683.9882</w:t>
      </w:r>
      <w:r>
        <w:tab/>
        <w:t>2.025e0</w:t>
      </w:r>
    </w:p>
    <w:p w:rsidR="00B65DC9" w:rsidRDefault="00B65DC9" w:rsidP="00B65DC9">
      <w:r>
        <w:t>684.0074</w:t>
      </w:r>
      <w:r>
        <w:tab/>
        <w:t>1.013e0</w:t>
      </w:r>
    </w:p>
    <w:p w:rsidR="00B65DC9" w:rsidRDefault="00B65DC9" w:rsidP="00B65DC9">
      <w:r>
        <w:t>684.0129</w:t>
      </w:r>
      <w:r>
        <w:tab/>
        <w:t>1.013e0</w:t>
      </w:r>
    </w:p>
    <w:p w:rsidR="00B65DC9" w:rsidRDefault="00B65DC9" w:rsidP="00B65DC9">
      <w:r>
        <w:t>684.0635</w:t>
      </w:r>
      <w:r>
        <w:tab/>
        <w:t>1.013e0</w:t>
      </w:r>
    </w:p>
    <w:p w:rsidR="00B65DC9" w:rsidRDefault="00B65DC9" w:rsidP="00B65DC9">
      <w:r>
        <w:t>684.0665</w:t>
      </w:r>
      <w:r>
        <w:tab/>
        <w:t>1.013e0</w:t>
      </w:r>
    </w:p>
    <w:p w:rsidR="00B65DC9" w:rsidRDefault="00B65DC9" w:rsidP="00B65DC9">
      <w:r>
        <w:t>684.0981</w:t>
      </w:r>
      <w:r>
        <w:tab/>
        <w:t>1.013e0</w:t>
      </w:r>
    </w:p>
    <w:p w:rsidR="00B65DC9" w:rsidRDefault="00B65DC9" w:rsidP="00B65DC9">
      <w:r>
        <w:t>684.1121</w:t>
      </w:r>
      <w:r>
        <w:tab/>
        <w:t>1.266e-2</w:t>
      </w:r>
    </w:p>
    <w:p w:rsidR="00B65DC9" w:rsidRDefault="00B65DC9" w:rsidP="00B65DC9">
      <w:r>
        <w:t>684.1158</w:t>
      </w:r>
      <w:r>
        <w:tab/>
        <w:t>1.013e0</w:t>
      </w:r>
    </w:p>
    <w:p w:rsidR="00B65DC9" w:rsidRDefault="00B65DC9" w:rsidP="00B65DC9">
      <w:r>
        <w:t>684.1819</w:t>
      </w:r>
      <w:r>
        <w:tab/>
        <w:t>1.013e0</w:t>
      </w:r>
    </w:p>
    <w:p w:rsidR="00B65DC9" w:rsidRDefault="00B65DC9" w:rsidP="00B65DC9">
      <w:r>
        <w:t>684.2191</w:t>
      </w:r>
      <w:r>
        <w:tab/>
        <w:t>1.764e0</w:t>
      </w:r>
    </w:p>
    <w:p w:rsidR="00B65DC9" w:rsidRDefault="00B65DC9" w:rsidP="00B65DC9">
      <w:r>
        <w:t>684.2601</w:t>
      </w:r>
      <w:r>
        <w:tab/>
        <w:t>4.051e0</w:t>
      </w:r>
    </w:p>
    <w:p w:rsidR="00B65DC9" w:rsidRDefault="00B65DC9" w:rsidP="00B65DC9">
      <w:r>
        <w:t>684.3247</w:t>
      </w:r>
      <w:r>
        <w:tab/>
        <w:t>3.798e-2</w:t>
      </w:r>
    </w:p>
    <w:p w:rsidR="00B65DC9" w:rsidRDefault="00B65DC9" w:rsidP="00B65DC9">
      <w:r>
        <w:t>684.3344</w:t>
      </w:r>
      <w:r>
        <w:tab/>
        <w:t>3.038e0</w:t>
      </w:r>
    </w:p>
    <w:p w:rsidR="00B65DC9" w:rsidRDefault="00B65DC9" w:rsidP="00B65DC9">
      <w:r>
        <w:t>684.4159</w:t>
      </w:r>
      <w:r>
        <w:tab/>
        <w:t>3.038e0</w:t>
      </w:r>
    </w:p>
    <w:p w:rsidR="00B65DC9" w:rsidRDefault="00B65DC9" w:rsidP="00B65DC9">
      <w:r>
        <w:t>684.4355</w:t>
      </w:r>
      <w:r>
        <w:tab/>
        <w:t>2.025e0</w:t>
      </w:r>
    </w:p>
    <w:p w:rsidR="00B65DC9" w:rsidRDefault="00B65DC9" w:rsidP="00B65DC9">
      <w:r>
        <w:t>684.4371</w:t>
      </w:r>
      <w:r>
        <w:tab/>
        <w:t>2.715e0</w:t>
      </w:r>
    </w:p>
    <w:p w:rsidR="00B65DC9" w:rsidRDefault="00B65DC9" w:rsidP="00B65DC9">
      <w:r>
        <w:t>684.4680</w:t>
      </w:r>
      <w:r>
        <w:tab/>
        <w:t>2.051e0</w:t>
      </w:r>
    </w:p>
    <w:p w:rsidR="00B65DC9" w:rsidRDefault="00B65DC9" w:rsidP="00B65DC9">
      <w:r>
        <w:lastRenderedPageBreak/>
        <w:t>684.4813</w:t>
      </w:r>
      <w:r>
        <w:tab/>
        <w:t>3.038e0</w:t>
      </w:r>
    </w:p>
    <w:p w:rsidR="00B65DC9" w:rsidRDefault="00B65DC9" w:rsidP="00B65DC9">
      <w:r>
        <w:t>684.5411</w:t>
      </w:r>
      <w:r>
        <w:tab/>
        <w:t>2.063e0</w:t>
      </w:r>
    </w:p>
    <w:p w:rsidR="00B65DC9" w:rsidRDefault="00B65DC9" w:rsidP="00B65DC9">
      <w:r>
        <w:t>684.5775</w:t>
      </w:r>
      <w:r>
        <w:tab/>
        <w:t>1.013e0</w:t>
      </w:r>
    </w:p>
    <w:p w:rsidR="00B65DC9" w:rsidRDefault="00B65DC9" w:rsidP="00B65DC9">
      <w:r>
        <w:t>684.6682</w:t>
      </w:r>
      <w:r>
        <w:tab/>
        <w:t>1.013e0</w:t>
      </w:r>
    </w:p>
    <w:p w:rsidR="00B65DC9" w:rsidRDefault="00B65DC9" w:rsidP="00B65DC9">
      <w:r>
        <w:t>684.7664</w:t>
      </w:r>
      <w:r>
        <w:tab/>
        <w:t>2.025e0</w:t>
      </w:r>
    </w:p>
    <w:p w:rsidR="00B65DC9" w:rsidRDefault="00B65DC9" w:rsidP="00B65DC9">
      <w:r>
        <w:t>684.7870</w:t>
      </w:r>
      <w:r>
        <w:tab/>
        <w:t>1.266e-2</w:t>
      </w:r>
    </w:p>
    <w:p w:rsidR="00B65DC9" w:rsidRDefault="00B65DC9" w:rsidP="00B65DC9">
      <w:r>
        <w:t>684.8241</w:t>
      </w:r>
      <w:r>
        <w:tab/>
        <w:t>1.013e0</w:t>
      </w:r>
    </w:p>
    <w:p w:rsidR="00B65DC9" w:rsidRDefault="00B65DC9" w:rsidP="00B65DC9">
      <w:r>
        <w:t>684.8410</w:t>
      </w:r>
      <w:r>
        <w:tab/>
        <w:t>1.013e0</w:t>
      </w:r>
    </w:p>
    <w:p w:rsidR="00B65DC9" w:rsidRDefault="00B65DC9" w:rsidP="00B65DC9">
      <w:r>
        <w:t>684.8718</w:t>
      </w:r>
      <w:r>
        <w:tab/>
        <w:t>2.025e0</w:t>
      </w:r>
    </w:p>
    <w:p w:rsidR="00B65DC9" w:rsidRDefault="00B65DC9" w:rsidP="00B65DC9">
      <w:r>
        <w:t>685.0139</w:t>
      </w:r>
      <w:r>
        <w:tab/>
        <w:t>2.025e0</w:t>
      </w:r>
    </w:p>
    <w:p w:rsidR="00B65DC9" w:rsidRDefault="00B65DC9" w:rsidP="00B65DC9">
      <w:r>
        <w:t>685.0322</w:t>
      </w:r>
      <w:r>
        <w:tab/>
        <w:t>2.532e-2</w:t>
      </w:r>
    </w:p>
    <w:p w:rsidR="00B65DC9" w:rsidRDefault="00B65DC9" w:rsidP="00B65DC9">
      <w:r>
        <w:t>685.0928</w:t>
      </w:r>
      <w:r>
        <w:tab/>
        <w:t>2.025e0</w:t>
      </w:r>
    </w:p>
    <w:p w:rsidR="00B65DC9" w:rsidRDefault="00B65DC9" w:rsidP="00B65DC9">
      <w:r>
        <w:t>685.1014</w:t>
      </w:r>
      <w:r>
        <w:tab/>
        <w:t>1.013e0</w:t>
      </w:r>
    </w:p>
    <w:p w:rsidR="00B65DC9" w:rsidRDefault="00B65DC9" w:rsidP="00B65DC9">
      <w:r>
        <w:t>685.1597</w:t>
      </w:r>
      <w:r>
        <w:tab/>
        <w:t>1.266e-2</w:t>
      </w:r>
    </w:p>
    <w:p w:rsidR="00B65DC9" w:rsidRDefault="00B65DC9" w:rsidP="00B65DC9">
      <w:r>
        <w:t>685.2551</w:t>
      </w:r>
      <w:r>
        <w:tab/>
        <w:t>1.025e0</w:t>
      </w:r>
    </w:p>
    <w:p w:rsidR="00B65DC9" w:rsidRDefault="00B65DC9" w:rsidP="00B65DC9">
      <w:r>
        <w:t>685.2728</w:t>
      </w:r>
      <w:r>
        <w:tab/>
        <w:t>1.013e0</w:t>
      </w:r>
    </w:p>
    <w:p w:rsidR="00B65DC9" w:rsidRDefault="00B65DC9" w:rsidP="00B65DC9">
      <w:r>
        <w:t>685.3111</w:t>
      </w:r>
      <w:r>
        <w:tab/>
        <w:t>1.013e0</w:t>
      </w:r>
    </w:p>
    <w:p w:rsidR="00B65DC9" w:rsidRDefault="00B65DC9" w:rsidP="00B65DC9">
      <w:r>
        <w:t>685.3251</w:t>
      </w:r>
      <w:r>
        <w:tab/>
        <w:t>1.013e0</w:t>
      </w:r>
    </w:p>
    <w:p w:rsidR="00B65DC9" w:rsidRDefault="00B65DC9" w:rsidP="00B65DC9">
      <w:r>
        <w:t>685.4159</w:t>
      </w:r>
      <w:r>
        <w:tab/>
        <w:t>1.594e0</w:t>
      </w:r>
    </w:p>
    <w:p w:rsidR="00B65DC9" w:rsidRDefault="00B65DC9" w:rsidP="00B65DC9">
      <w:r>
        <w:lastRenderedPageBreak/>
        <w:t>685.4192</w:t>
      </w:r>
      <w:r>
        <w:tab/>
        <w:t>3.038e0</w:t>
      </w:r>
    </w:p>
    <w:p w:rsidR="00B65DC9" w:rsidRDefault="00B65DC9" w:rsidP="00B65DC9">
      <w:r>
        <w:t>685.4219</w:t>
      </w:r>
      <w:r>
        <w:tab/>
        <w:t>4.051e0</w:t>
      </w:r>
    </w:p>
    <w:p w:rsidR="00B65DC9" w:rsidRDefault="00B65DC9" w:rsidP="00B65DC9">
      <w:r>
        <w:t>685.4544</w:t>
      </w:r>
      <w:r>
        <w:tab/>
        <w:t>2.025e0</w:t>
      </w:r>
    </w:p>
    <w:p w:rsidR="00B65DC9" w:rsidRDefault="00B65DC9" w:rsidP="00B65DC9">
      <w:r>
        <w:t>685.5495</w:t>
      </w:r>
      <w:r>
        <w:tab/>
        <w:t>1.013e0</w:t>
      </w:r>
    </w:p>
    <w:p w:rsidR="00B65DC9" w:rsidRDefault="00B65DC9" w:rsidP="00B65DC9">
      <w:r>
        <w:t>685.5986</w:t>
      </w:r>
      <w:r>
        <w:tab/>
        <w:t>3.038e0</w:t>
      </w:r>
    </w:p>
    <w:p w:rsidR="00B65DC9" w:rsidRDefault="00B65DC9" w:rsidP="00B65DC9">
      <w:r>
        <w:t>685.6141</w:t>
      </w:r>
      <w:r>
        <w:tab/>
        <w:t>1.266e-2</w:t>
      </w:r>
    </w:p>
    <w:p w:rsidR="00B65DC9" w:rsidRDefault="00B65DC9" w:rsidP="00B65DC9">
      <w:r>
        <w:t>685.6616</w:t>
      </w:r>
      <w:r>
        <w:tab/>
        <w:t>2.025e0</w:t>
      </w:r>
    </w:p>
    <w:p w:rsidR="00B65DC9" w:rsidRDefault="00B65DC9" w:rsidP="00B65DC9">
      <w:r>
        <w:t>685.8131</w:t>
      </w:r>
      <w:r>
        <w:tab/>
        <w:t>1.013e0</w:t>
      </w:r>
    </w:p>
    <w:p w:rsidR="00B65DC9" w:rsidRDefault="00B65DC9" w:rsidP="00B65DC9">
      <w:r>
        <w:t>685.8239</w:t>
      </w:r>
      <w:r>
        <w:tab/>
        <w:t>1.013e0</w:t>
      </w:r>
    </w:p>
    <w:p w:rsidR="00B65DC9" w:rsidRDefault="00B65DC9" w:rsidP="00B65DC9">
      <w:r>
        <w:t>685.8560</w:t>
      </w:r>
      <w:r>
        <w:tab/>
        <w:t>3.038e0</w:t>
      </w:r>
    </w:p>
    <w:p w:rsidR="00B65DC9" w:rsidRDefault="00B65DC9" w:rsidP="00B65DC9">
      <w:r>
        <w:t>685.8589</w:t>
      </w:r>
      <w:r>
        <w:tab/>
        <w:t>1.013e0</w:t>
      </w:r>
    </w:p>
    <w:p w:rsidR="00B65DC9" w:rsidRDefault="00B65DC9" w:rsidP="00B65DC9">
      <w:r>
        <w:t>685.9638</w:t>
      </w:r>
      <w:r>
        <w:tab/>
        <w:t>2.025e0</w:t>
      </w:r>
    </w:p>
    <w:p w:rsidR="00B65DC9" w:rsidRDefault="00B65DC9" w:rsidP="00B65DC9">
      <w:r>
        <w:t>686.0221</w:t>
      </w:r>
      <w:r>
        <w:tab/>
        <w:t>2.025e0</w:t>
      </w:r>
    </w:p>
    <w:p w:rsidR="00B65DC9" w:rsidRDefault="00B65DC9" w:rsidP="00B65DC9">
      <w:r>
        <w:t>686.0804</w:t>
      </w:r>
      <w:r>
        <w:tab/>
        <w:t>1.013e0</w:t>
      </w:r>
    </w:p>
    <w:p w:rsidR="00B65DC9" w:rsidRDefault="00B65DC9" w:rsidP="00B65DC9">
      <w:r>
        <w:t>686.1019</w:t>
      </w:r>
      <w:r>
        <w:tab/>
        <w:t>1.013e0</w:t>
      </w:r>
    </w:p>
    <w:p w:rsidR="00B65DC9" w:rsidRDefault="00B65DC9" w:rsidP="00B65DC9">
      <w:r>
        <w:t>686.1798</w:t>
      </w:r>
      <w:r>
        <w:tab/>
        <w:t>2.025e0</w:t>
      </w:r>
    </w:p>
    <w:p w:rsidR="00B65DC9" w:rsidRDefault="00B65DC9" w:rsidP="00B65DC9">
      <w:r>
        <w:t>686.2241</w:t>
      </w:r>
      <w:r>
        <w:tab/>
        <w:t>1.013e0</w:t>
      </w:r>
    </w:p>
    <w:p w:rsidR="00B65DC9" w:rsidRDefault="00B65DC9" w:rsidP="00B65DC9">
      <w:r>
        <w:t>686.2321</w:t>
      </w:r>
      <w:r>
        <w:tab/>
        <w:t>2.025e0</w:t>
      </w:r>
    </w:p>
    <w:p w:rsidR="00B65DC9" w:rsidRDefault="00B65DC9" w:rsidP="00B65DC9">
      <w:r>
        <w:t>686.2401</w:t>
      </w:r>
      <w:r>
        <w:tab/>
        <w:t>1.013e0</w:t>
      </w:r>
    </w:p>
    <w:p w:rsidR="00B65DC9" w:rsidRDefault="00B65DC9" w:rsidP="00B65DC9">
      <w:r>
        <w:lastRenderedPageBreak/>
        <w:t>686.3137</w:t>
      </w:r>
      <w:r>
        <w:tab/>
        <w:t>1.013e0</w:t>
      </w:r>
    </w:p>
    <w:p w:rsidR="00B65DC9" w:rsidRDefault="00B65DC9" w:rsidP="00B65DC9">
      <w:r>
        <w:t>686.4187</w:t>
      </w:r>
      <w:r>
        <w:tab/>
        <w:t>1.013e0</w:t>
      </w:r>
    </w:p>
    <w:p w:rsidR="00B65DC9" w:rsidRDefault="00B65DC9" w:rsidP="00B65DC9">
      <w:r>
        <w:t>686.4420</w:t>
      </w:r>
      <w:r>
        <w:tab/>
        <w:t>2.025e0</w:t>
      </w:r>
    </w:p>
    <w:p w:rsidR="00B65DC9" w:rsidRDefault="00B65DC9" w:rsidP="00B65DC9">
      <w:r>
        <w:t>686.4747</w:t>
      </w:r>
      <w:r>
        <w:tab/>
        <w:t>5.063e0</w:t>
      </w:r>
    </w:p>
    <w:p w:rsidR="00B65DC9" w:rsidRDefault="00B65DC9" w:rsidP="00B65DC9">
      <w:r>
        <w:t>686.4987</w:t>
      </w:r>
      <w:r>
        <w:tab/>
        <w:t>3.038e0</w:t>
      </w:r>
    </w:p>
    <w:p w:rsidR="00B65DC9" w:rsidRDefault="00B65DC9" w:rsidP="00B65DC9">
      <w:r>
        <w:t>686.5413</w:t>
      </w:r>
      <w:r>
        <w:tab/>
        <w:t>3.038e0</w:t>
      </w:r>
    </w:p>
    <w:p w:rsidR="00B65DC9" w:rsidRDefault="00B65DC9" w:rsidP="00B65DC9">
      <w:r>
        <w:t>686.6025</w:t>
      </w:r>
      <w:r>
        <w:tab/>
        <w:t>3.038e0</w:t>
      </w:r>
    </w:p>
    <w:p w:rsidR="00B65DC9" w:rsidRDefault="00B65DC9" w:rsidP="00B65DC9">
      <w:r>
        <w:t>686.7063</w:t>
      </w:r>
      <w:r>
        <w:tab/>
        <w:t>1.013e0</w:t>
      </w:r>
    </w:p>
    <w:p w:rsidR="00B65DC9" w:rsidRDefault="00B65DC9" w:rsidP="00B65DC9">
      <w:r>
        <w:t>686.7455</w:t>
      </w:r>
      <w:r>
        <w:tab/>
        <w:t>1.013e0</w:t>
      </w:r>
    </w:p>
    <w:p w:rsidR="00B65DC9" w:rsidRDefault="00B65DC9" w:rsidP="00B65DC9">
      <w:r>
        <w:t>686.7502</w:t>
      </w:r>
      <w:r>
        <w:tab/>
        <w:t>3.038e0</w:t>
      </w:r>
    </w:p>
    <w:p w:rsidR="00B65DC9" w:rsidRDefault="00B65DC9" w:rsidP="00B65DC9">
      <w:r>
        <w:t>686.7928</w:t>
      </w:r>
      <w:r>
        <w:tab/>
        <w:t>1.013e0</w:t>
      </w:r>
    </w:p>
    <w:p w:rsidR="00B65DC9" w:rsidRDefault="00B65DC9" w:rsidP="00B65DC9">
      <w:r>
        <w:t>686.8739</w:t>
      </w:r>
      <w:r>
        <w:tab/>
        <w:t>1.013e0</w:t>
      </w:r>
    </w:p>
    <w:p w:rsidR="00B65DC9" w:rsidRDefault="00B65DC9" w:rsidP="00B65DC9">
      <w:r>
        <w:t>686.9484</w:t>
      </w:r>
      <w:r>
        <w:tab/>
        <w:t>2.025e0</w:t>
      </w:r>
    </w:p>
    <w:p w:rsidR="00B65DC9" w:rsidRDefault="00B65DC9" w:rsidP="00B65DC9">
      <w:r>
        <w:t>687.0634</w:t>
      </w:r>
      <w:r>
        <w:tab/>
        <w:t>3.038e0</w:t>
      </w:r>
    </w:p>
    <w:p w:rsidR="00B65DC9" w:rsidRDefault="00B65DC9" w:rsidP="00B65DC9">
      <w:r>
        <w:t>687.1249</w:t>
      </w:r>
      <w:r>
        <w:tab/>
        <w:t>2.025e0</w:t>
      </w:r>
    </w:p>
    <w:p w:rsidR="00B65DC9" w:rsidRDefault="00B65DC9" w:rsidP="00B65DC9">
      <w:r>
        <w:t>687.1546</w:t>
      </w:r>
      <w:r>
        <w:tab/>
        <w:t>4.051e0</w:t>
      </w:r>
    </w:p>
    <w:p w:rsidR="00B65DC9" w:rsidRDefault="00B65DC9" w:rsidP="00B65DC9">
      <w:r>
        <w:t>687.1658</w:t>
      </w:r>
      <w:r>
        <w:tab/>
        <w:t>1.266e-2</w:t>
      </w:r>
    </w:p>
    <w:p w:rsidR="00B65DC9" w:rsidRDefault="00B65DC9" w:rsidP="00B65DC9">
      <w:r>
        <w:t>687.2359</w:t>
      </w:r>
      <w:r>
        <w:tab/>
        <w:t>1.266e-2</w:t>
      </w:r>
    </w:p>
    <w:p w:rsidR="00B65DC9" w:rsidRDefault="00B65DC9" w:rsidP="00B65DC9">
      <w:r>
        <w:t>687.2947</w:t>
      </w:r>
      <w:r>
        <w:tab/>
        <w:t>2.532e-2</w:t>
      </w:r>
    </w:p>
    <w:p w:rsidR="00B65DC9" w:rsidRDefault="00B65DC9" w:rsidP="00B65DC9">
      <w:r>
        <w:lastRenderedPageBreak/>
        <w:t>687.3110</w:t>
      </w:r>
      <w:r>
        <w:tab/>
        <w:t>1.013e0</w:t>
      </w:r>
    </w:p>
    <w:p w:rsidR="00B65DC9" w:rsidRDefault="00B65DC9" w:rsidP="00B65DC9">
      <w:r>
        <w:t>687.3353</w:t>
      </w:r>
      <w:r>
        <w:tab/>
        <w:t>4.051e0</w:t>
      </w:r>
    </w:p>
    <w:p w:rsidR="00B65DC9" w:rsidRDefault="00B65DC9" w:rsidP="00B65DC9">
      <w:r>
        <w:t>687.3411</w:t>
      </w:r>
      <w:r>
        <w:tab/>
        <w:t>1.266e-2</w:t>
      </w:r>
    </w:p>
    <w:p w:rsidR="00B65DC9" w:rsidRDefault="00B65DC9" w:rsidP="00B65DC9">
      <w:r>
        <w:t>687.4147</w:t>
      </w:r>
      <w:r>
        <w:tab/>
        <w:t>1.013e0</w:t>
      </w:r>
    </w:p>
    <w:p w:rsidR="00B65DC9" w:rsidRDefault="00B65DC9" w:rsidP="00B65DC9">
      <w:r>
        <w:t>687.4186</w:t>
      </w:r>
      <w:r>
        <w:tab/>
        <w:t>2.499e0</w:t>
      </w:r>
    </w:p>
    <w:p w:rsidR="00B65DC9" w:rsidRDefault="00B65DC9" w:rsidP="00B65DC9">
      <w:r>
        <w:t>687.4229</w:t>
      </w:r>
      <w:r>
        <w:tab/>
        <w:t>1.266e-2</w:t>
      </w:r>
    </w:p>
    <w:p w:rsidR="00B65DC9" w:rsidRDefault="00B65DC9" w:rsidP="00B65DC9">
      <w:r>
        <w:t>687.4345</w:t>
      </w:r>
      <w:r>
        <w:tab/>
        <w:t>1.266e-2</w:t>
      </w:r>
    </w:p>
    <w:p w:rsidR="00B65DC9" w:rsidRDefault="00B65DC9" w:rsidP="00B65DC9">
      <w:r>
        <w:t>687.5009</w:t>
      </w:r>
      <w:r>
        <w:tab/>
        <w:t>2.025e0</w:t>
      </w:r>
    </w:p>
    <w:p w:rsidR="00B65DC9" w:rsidRDefault="00B65DC9" w:rsidP="00B65DC9">
      <w:r>
        <w:t>687.6215</w:t>
      </w:r>
      <w:r>
        <w:tab/>
        <w:t>1.266e-2</w:t>
      </w:r>
    </w:p>
    <w:p w:rsidR="00B65DC9" w:rsidRDefault="00B65DC9" w:rsidP="00B65DC9">
      <w:r>
        <w:t>687.7617</w:t>
      </w:r>
      <w:r>
        <w:tab/>
        <w:t>1.266e-2</w:t>
      </w:r>
    </w:p>
    <w:p w:rsidR="00B65DC9" w:rsidRDefault="00B65DC9" w:rsidP="00B65DC9">
      <w:r>
        <w:t>687.8647</w:t>
      </w:r>
      <w:r>
        <w:tab/>
        <w:t>2.025e0</w:t>
      </w:r>
    </w:p>
    <w:p w:rsidR="00B65DC9" w:rsidRDefault="00B65DC9" w:rsidP="00B65DC9">
      <w:r>
        <w:t>687.8807</w:t>
      </w:r>
      <w:r>
        <w:tab/>
        <w:t>1.013e0</w:t>
      </w:r>
    </w:p>
    <w:p w:rsidR="00B65DC9" w:rsidRDefault="00B65DC9" w:rsidP="00B65DC9">
      <w:r>
        <w:t>687.9371</w:t>
      </w:r>
      <w:r>
        <w:tab/>
        <w:t>1.013e0</w:t>
      </w:r>
    </w:p>
    <w:p w:rsidR="00B65DC9" w:rsidRDefault="00B65DC9" w:rsidP="00B65DC9">
      <w:r>
        <w:t>687.9622</w:t>
      </w:r>
      <w:r>
        <w:tab/>
        <w:t>2.025e0</w:t>
      </w:r>
    </w:p>
    <w:p w:rsidR="00B65DC9" w:rsidRDefault="00B65DC9" w:rsidP="00B65DC9">
      <w:r>
        <w:t>687.9900</w:t>
      </w:r>
      <w:r>
        <w:tab/>
        <w:t>2.025e0</w:t>
      </w:r>
    </w:p>
    <w:p w:rsidR="00B65DC9" w:rsidRDefault="00B65DC9" w:rsidP="00B65DC9">
      <w:r>
        <w:t>688.0190</w:t>
      </w:r>
      <w:r>
        <w:tab/>
        <w:t>1.013e0</w:t>
      </w:r>
    </w:p>
    <w:p w:rsidR="00B65DC9" w:rsidRDefault="00B65DC9" w:rsidP="00B65DC9">
      <w:r>
        <w:t>688.1325</w:t>
      </w:r>
      <w:r>
        <w:tab/>
        <w:t>3.038e0</w:t>
      </w:r>
    </w:p>
    <w:p w:rsidR="00B65DC9" w:rsidRDefault="00B65DC9" w:rsidP="00B65DC9">
      <w:r>
        <w:t>688.1476</w:t>
      </w:r>
      <w:r>
        <w:tab/>
        <w:t>1.013e0</w:t>
      </w:r>
    </w:p>
    <w:p w:rsidR="00B65DC9" w:rsidRDefault="00B65DC9" w:rsidP="00B65DC9">
      <w:r>
        <w:t>688.1566</w:t>
      </w:r>
      <w:r>
        <w:tab/>
        <w:t>1.266e-2</w:t>
      </w:r>
    </w:p>
    <w:p w:rsidR="00B65DC9" w:rsidRDefault="00B65DC9" w:rsidP="00B65DC9">
      <w:r>
        <w:lastRenderedPageBreak/>
        <w:t>688.2087</w:t>
      </w:r>
      <w:r>
        <w:tab/>
        <w:t>1.013e0</w:t>
      </w:r>
    </w:p>
    <w:p w:rsidR="00B65DC9" w:rsidRDefault="00B65DC9" w:rsidP="00B65DC9">
      <w:r>
        <w:t>688.2772</w:t>
      </w:r>
      <w:r>
        <w:tab/>
        <w:t>1.266e-2</w:t>
      </w:r>
    </w:p>
    <w:p w:rsidR="00B65DC9" w:rsidRDefault="00B65DC9" w:rsidP="00B65DC9">
      <w:r>
        <w:t>688.3231</w:t>
      </w:r>
      <w:r>
        <w:tab/>
        <w:t>2.532e-2</w:t>
      </w:r>
    </w:p>
    <w:p w:rsidR="00B65DC9" w:rsidRDefault="00B65DC9" w:rsidP="00B65DC9">
      <w:r>
        <w:t>688.3356</w:t>
      </w:r>
      <w:r>
        <w:tab/>
        <w:t>1.013e0</w:t>
      </w:r>
    </w:p>
    <w:p w:rsidR="00B65DC9" w:rsidRDefault="00B65DC9" w:rsidP="00B65DC9">
      <w:r>
        <w:t>688.3399</w:t>
      </w:r>
      <w:r>
        <w:tab/>
        <w:t>2.025e0</w:t>
      </w:r>
    </w:p>
    <w:p w:rsidR="00B65DC9" w:rsidRDefault="00B65DC9" w:rsidP="00B65DC9">
      <w:r>
        <w:t>688.3815</w:t>
      </w:r>
      <w:r>
        <w:tab/>
        <w:t>1.013e0</w:t>
      </w:r>
    </w:p>
    <w:p w:rsidR="00B65DC9" w:rsidRDefault="00B65DC9" w:rsidP="00B65DC9">
      <w:r>
        <w:t>688.4089</w:t>
      </w:r>
      <w:r>
        <w:tab/>
        <w:t>2.025e0</w:t>
      </w:r>
    </w:p>
    <w:p w:rsidR="00B65DC9" w:rsidRDefault="00B65DC9" w:rsidP="00B65DC9">
      <w:r>
        <w:t>688.4909</w:t>
      </w:r>
      <w:r>
        <w:tab/>
        <w:t>3.038e0</w:t>
      </w:r>
    </w:p>
    <w:p w:rsidR="00B65DC9" w:rsidRDefault="00B65DC9" w:rsidP="00B65DC9">
      <w:r>
        <w:t>688.5190</w:t>
      </w:r>
      <w:r>
        <w:tab/>
        <w:t>1.266e-2</w:t>
      </w:r>
    </w:p>
    <w:p w:rsidR="00B65DC9" w:rsidRDefault="00B65DC9" w:rsidP="00B65DC9">
      <w:r>
        <w:t>688.5358</w:t>
      </w:r>
      <w:r>
        <w:tab/>
        <w:t>6.076e0</w:t>
      </w:r>
    </w:p>
    <w:p w:rsidR="00B65DC9" w:rsidRDefault="00B65DC9" w:rsidP="00B65DC9">
      <w:r>
        <w:t>688.5403</w:t>
      </w:r>
      <w:r>
        <w:tab/>
        <w:t>4.051e0</w:t>
      </w:r>
    </w:p>
    <w:p w:rsidR="00B65DC9" w:rsidRDefault="00B65DC9" w:rsidP="00B65DC9">
      <w:r>
        <w:t>688.5596</w:t>
      </w:r>
      <w:r>
        <w:tab/>
        <w:t>4.051e0</w:t>
      </w:r>
    </w:p>
    <w:p w:rsidR="00B65DC9" w:rsidRDefault="00B65DC9" w:rsidP="00B65DC9">
      <w:r>
        <w:t>688.5881</w:t>
      </w:r>
      <w:r>
        <w:tab/>
        <w:t>1.013e0</w:t>
      </w:r>
    </w:p>
    <w:p w:rsidR="00B65DC9" w:rsidRDefault="00B65DC9" w:rsidP="00B65DC9">
      <w:r>
        <w:t>688.6411</w:t>
      </w:r>
      <w:r>
        <w:tab/>
        <w:t>1.013e0</w:t>
      </w:r>
    </w:p>
    <w:p w:rsidR="00B65DC9" w:rsidRDefault="00B65DC9" w:rsidP="00B65DC9">
      <w:r>
        <w:t>688.7965</w:t>
      </w:r>
      <w:r>
        <w:tab/>
        <w:t>1.013e0</w:t>
      </w:r>
    </w:p>
    <w:p w:rsidR="00B65DC9" w:rsidRDefault="00B65DC9" w:rsidP="00B65DC9">
      <w:r>
        <w:t>688.8824</w:t>
      </w:r>
      <w:r>
        <w:tab/>
        <w:t>1.013e0</w:t>
      </w:r>
    </w:p>
    <w:p w:rsidR="00B65DC9" w:rsidRDefault="00B65DC9" w:rsidP="00B65DC9">
      <w:r>
        <w:t>688.9160</w:t>
      </w:r>
      <w:r>
        <w:tab/>
        <w:t>1.013e0</w:t>
      </w:r>
    </w:p>
    <w:p w:rsidR="00B65DC9" w:rsidRDefault="00B65DC9" w:rsidP="00B65DC9">
      <w:r>
        <w:t>689.0370</w:t>
      </w:r>
      <w:r>
        <w:tab/>
        <w:t>1.013e0</w:t>
      </w:r>
    </w:p>
    <w:p w:rsidR="00B65DC9" w:rsidRDefault="00B65DC9" w:rsidP="00B65DC9">
      <w:r>
        <w:t>689.0889</w:t>
      </w:r>
      <w:r>
        <w:tab/>
        <w:t>1.013e0</w:t>
      </w:r>
    </w:p>
    <w:p w:rsidR="00B65DC9" w:rsidRDefault="00B65DC9" w:rsidP="00B65DC9">
      <w:r>
        <w:lastRenderedPageBreak/>
        <w:t>689.1002</w:t>
      </w:r>
      <w:r>
        <w:tab/>
        <w:t>3.038e0</w:t>
      </w:r>
    </w:p>
    <w:p w:rsidR="00B65DC9" w:rsidRDefault="00B65DC9" w:rsidP="00B65DC9">
      <w:r>
        <w:t>689.1069</w:t>
      </w:r>
      <w:r>
        <w:tab/>
        <w:t>1.013e0</w:t>
      </w:r>
    </w:p>
    <w:p w:rsidR="00B65DC9" w:rsidRDefault="00B65DC9" w:rsidP="00B65DC9">
      <w:r>
        <w:t>689.1190</w:t>
      </w:r>
      <w:r>
        <w:tab/>
        <w:t>1.013e0</w:t>
      </w:r>
    </w:p>
    <w:p w:rsidR="00B65DC9" w:rsidRDefault="00B65DC9" w:rsidP="00B65DC9">
      <w:r>
        <w:t>689.1581</w:t>
      </w:r>
      <w:r>
        <w:tab/>
        <w:t>1.013e0</w:t>
      </w:r>
    </w:p>
    <w:p w:rsidR="00B65DC9" w:rsidRDefault="00B65DC9" w:rsidP="00B65DC9">
      <w:r>
        <w:t>689.1613</w:t>
      </w:r>
      <w:r>
        <w:tab/>
        <w:t>2.025e0</w:t>
      </w:r>
    </w:p>
    <w:p w:rsidR="00B65DC9" w:rsidRDefault="00B65DC9" w:rsidP="00B65DC9">
      <w:r>
        <w:t>689.1893</w:t>
      </w:r>
      <w:r>
        <w:tab/>
        <w:t>1.266e-2</w:t>
      </w:r>
    </w:p>
    <w:p w:rsidR="00B65DC9" w:rsidRDefault="00B65DC9" w:rsidP="00B65DC9">
      <w:r>
        <w:t>689.2791</w:t>
      </w:r>
      <w:r>
        <w:tab/>
        <w:t>6.076e0</w:t>
      </w:r>
    </w:p>
    <w:p w:rsidR="00B65DC9" w:rsidRDefault="00B65DC9" w:rsidP="00B65DC9">
      <w:r>
        <w:t>689.2883</w:t>
      </w:r>
      <w:r>
        <w:tab/>
        <w:t>2.025e0</w:t>
      </w:r>
    </w:p>
    <w:p w:rsidR="00B65DC9" w:rsidRDefault="00B65DC9" w:rsidP="00B65DC9">
      <w:r>
        <w:t>689.3086</w:t>
      </w:r>
      <w:r>
        <w:tab/>
        <w:t>2.025e0</w:t>
      </w:r>
    </w:p>
    <w:p w:rsidR="00B65DC9" w:rsidRDefault="00B65DC9" w:rsidP="00B65DC9">
      <w:r>
        <w:t>689.3434</w:t>
      </w:r>
      <w:r>
        <w:tab/>
        <w:t>2.025e0</w:t>
      </w:r>
    </w:p>
    <w:p w:rsidR="00B65DC9" w:rsidRDefault="00B65DC9" w:rsidP="00B65DC9">
      <w:r>
        <w:t>689.3649</w:t>
      </w:r>
      <w:r>
        <w:tab/>
        <w:t>1.013e0</w:t>
      </w:r>
    </w:p>
    <w:p w:rsidR="00B65DC9" w:rsidRDefault="00B65DC9" w:rsidP="00B65DC9">
      <w:r>
        <w:t>689.4177</w:t>
      </w:r>
      <w:r>
        <w:tab/>
        <w:t>1.013e0</w:t>
      </w:r>
    </w:p>
    <w:p w:rsidR="00B65DC9" w:rsidRDefault="00B65DC9" w:rsidP="00B65DC9">
      <w:r>
        <w:t>689.4291</w:t>
      </w:r>
      <w:r>
        <w:tab/>
        <w:t>2.025e0</w:t>
      </w:r>
    </w:p>
    <w:p w:rsidR="00B65DC9" w:rsidRDefault="00B65DC9" w:rsidP="00B65DC9">
      <w:r>
        <w:t>689.4910</w:t>
      </w:r>
      <w:r>
        <w:tab/>
        <w:t>2.025e0</w:t>
      </w:r>
    </w:p>
    <w:p w:rsidR="00B65DC9" w:rsidRDefault="00B65DC9" w:rsidP="00B65DC9">
      <w:r>
        <w:t>689.5056</w:t>
      </w:r>
      <w:r>
        <w:tab/>
        <w:t>2.025e0</w:t>
      </w:r>
    </w:p>
    <w:p w:rsidR="00B65DC9" w:rsidRDefault="00B65DC9" w:rsidP="00B65DC9">
      <w:r>
        <w:t>689.5416</w:t>
      </w:r>
      <w:r>
        <w:tab/>
        <w:t>1.013e0</w:t>
      </w:r>
    </w:p>
    <w:p w:rsidR="00B65DC9" w:rsidRDefault="00B65DC9" w:rsidP="00B65DC9">
      <w:r>
        <w:t>689.5524</w:t>
      </w:r>
      <w:r>
        <w:tab/>
        <w:t>3.038e0</w:t>
      </w:r>
    </w:p>
    <w:p w:rsidR="00B65DC9" w:rsidRDefault="00B65DC9" w:rsidP="00B65DC9">
      <w:r>
        <w:t>689.5718</w:t>
      </w:r>
      <w:r>
        <w:tab/>
        <w:t>1.013e0</w:t>
      </w:r>
    </w:p>
    <w:p w:rsidR="00B65DC9" w:rsidRDefault="00B65DC9" w:rsidP="00B65DC9">
      <w:r>
        <w:t>689.6419</w:t>
      </w:r>
      <w:r>
        <w:tab/>
        <w:t>3.038e0</w:t>
      </w:r>
    </w:p>
    <w:p w:rsidR="00B65DC9" w:rsidRDefault="00B65DC9" w:rsidP="00B65DC9">
      <w:r>
        <w:lastRenderedPageBreak/>
        <w:t>689.6579</w:t>
      </w:r>
      <w:r>
        <w:tab/>
        <w:t>1.013e0</w:t>
      </w:r>
    </w:p>
    <w:p w:rsidR="00B65DC9" w:rsidRDefault="00B65DC9" w:rsidP="00B65DC9">
      <w:r>
        <w:t>689.7111</w:t>
      </w:r>
      <w:r>
        <w:tab/>
        <w:t>1.013e0</w:t>
      </w:r>
    </w:p>
    <w:p w:rsidR="00B65DC9" w:rsidRDefault="00B65DC9" w:rsidP="00B65DC9">
      <w:r>
        <w:t>689.7165</w:t>
      </w:r>
      <w:r>
        <w:tab/>
        <w:t>1.266e-2</w:t>
      </w:r>
    </w:p>
    <w:p w:rsidR="00B65DC9" w:rsidRDefault="00B65DC9" w:rsidP="00B65DC9">
      <w:r>
        <w:t>689.7448</w:t>
      </w:r>
      <w:r>
        <w:tab/>
        <w:t>1.013e0</w:t>
      </w:r>
    </w:p>
    <w:p w:rsidR="00B65DC9" w:rsidRDefault="00B65DC9" w:rsidP="00B65DC9">
      <w:r>
        <w:t>689.7516</w:t>
      </w:r>
      <w:r>
        <w:tab/>
        <w:t>1.013e0</w:t>
      </w:r>
    </w:p>
    <w:p w:rsidR="00B65DC9" w:rsidRDefault="00B65DC9" w:rsidP="00B65DC9">
      <w:r>
        <w:t>690.0216</w:t>
      </w:r>
      <w:r>
        <w:tab/>
        <w:t>1.013e0</w:t>
      </w:r>
    </w:p>
    <w:p w:rsidR="00B65DC9" w:rsidRDefault="00B65DC9" w:rsidP="00B65DC9">
      <w:r>
        <w:t>690.0551</w:t>
      </w:r>
      <w:r>
        <w:tab/>
        <w:t>1.266e-2</w:t>
      </w:r>
    </w:p>
    <w:p w:rsidR="00B65DC9" w:rsidRDefault="00B65DC9" w:rsidP="00B65DC9">
      <w:r>
        <w:t>690.0682</w:t>
      </w:r>
      <w:r>
        <w:tab/>
        <w:t>1.013e0</w:t>
      </w:r>
    </w:p>
    <w:p w:rsidR="00B65DC9" w:rsidRDefault="00B65DC9" w:rsidP="00B65DC9">
      <w:r>
        <w:t>690.0729</w:t>
      </w:r>
      <w:r>
        <w:tab/>
        <w:t>2.532e-2</w:t>
      </w:r>
    </w:p>
    <w:p w:rsidR="00B65DC9" w:rsidRDefault="00B65DC9" w:rsidP="00B65DC9">
      <w:r>
        <w:t>690.1268</w:t>
      </w:r>
      <w:r>
        <w:tab/>
        <w:t>1.266e-2</w:t>
      </w:r>
    </w:p>
    <w:p w:rsidR="00B65DC9" w:rsidRDefault="00B65DC9" w:rsidP="00B65DC9">
      <w:r>
        <w:t>690.1395</w:t>
      </w:r>
      <w:r>
        <w:tab/>
        <w:t>1.013e0</w:t>
      </w:r>
    </w:p>
    <w:p w:rsidR="00B65DC9" w:rsidRDefault="00B65DC9" w:rsidP="00B65DC9">
      <w:r>
        <w:t>690.3154</w:t>
      </w:r>
      <w:r>
        <w:tab/>
        <w:t>2.025e0</w:t>
      </w:r>
    </w:p>
    <w:p w:rsidR="00B65DC9" w:rsidRDefault="00B65DC9" w:rsidP="00B65DC9">
      <w:r>
        <w:t>690.3262</w:t>
      </w:r>
      <w:r>
        <w:tab/>
        <w:t>1.266e-2</w:t>
      </w:r>
    </w:p>
    <w:p w:rsidR="00B65DC9" w:rsidRDefault="00B65DC9" w:rsidP="00B65DC9">
      <w:r>
        <w:t>690.3829</w:t>
      </w:r>
      <w:r>
        <w:tab/>
        <w:t>2.025e0</w:t>
      </w:r>
    </w:p>
    <w:p w:rsidR="00B65DC9" w:rsidRDefault="00B65DC9" w:rsidP="00B65DC9">
      <w:r>
        <w:t>690.3896</w:t>
      </w:r>
      <w:r>
        <w:tab/>
        <w:t>1.038e0</w:t>
      </w:r>
    </w:p>
    <w:p w:rsidR="00B65DC9" w:rsidRDefault="00B65DC9" w:rsidP="00B65DC9">
      <w:r>
        <w:t>690.4272</w:t>
      </w:r>
      <w:r>
        <w:tab/>
        <w:t>2.025e0</w:t>
      </w:r>
    </w:p>
    <w:p w:rsidR="00B65DC9" w:rsidRDefault="00B65DC9" w:rsidP="00B65DC9">
      <w:r>
        <w:t>690.4872</w:t>
      </w:r>
      <w:r>
        <w:tab/>
        <w:t>1.266e-2</w:t>
      </w:r>
    </w:p>
    <w:p w:rsidR="00B65DC9" w:rsidRDefault="00B65DC9" w:rsidP="00B65DC9">
      <w:r>
        <w:t>690.4919</w:t>
      </w:r>
      <w:r>
        <w:tab/>
        <w:t>3.011e0</w:t>
      </w:r>
    </w:p>
    <w:p w:rsidR="00B65DC9" w:rsidRDefault="00B65DC9" w:rsidP="00B65DC9">
      <w:r>
        <w:t>690.5139</w:t>
      </w:r>
      <w:r>
        <w:tab/>
        <w:t>1.013e0</w:t>
      </w:r>
    </w:p>
    <w:p w:rsidR="00B65DC9" w:rsidRDefault="00B65DC9" w:rsidP="00B65DC9">
      <w:r>
        <w:lastRenderedPageBreak/>
        <w:t>690.5901</w:t>
      </w:r>
      <w:r>
        <w:tab/>
        <w:t>1.013e0</w:t>
      </w:r>
    </w:p>
    <w:p w:rsidR="00B65DC9" w:rsidRDefault="00B65DC9" w:rsidP="00B65DC9">
      <w:r>
        <w:t>690.6195</w:t>
      </w:r>
      <w:r>
        <w:tab/>
        <w:t>1.266e-2</w:t>
      </w:r>
    </w:p>
    <w:p w:rsidR="00B65DC9" w:rsidRDefault="00B65DC9" w:rsidP="00B65DC9">
      <w:r>
        <w:t>690.7017</w:t>
      </w:r>
      <w:r>
        <w:tab/>
        <w:t>1.013e0</w:t>
      </w:r>
    </w:p>
    <w:p w:rsidR="00B65DC9" w:rsidRDefault="00B65DC9" w:rsidP="00B65DC9">
      <w:r>
        <w:t>690.7208</w:t>
      </w:r>
      <w:r>
        <w:tab/>
        <w:t>3.038e0</w:t>
      </w:r>
    </w:p>
    <w:p w:rsidR="00B65DC9" w:rsidRDefault="00B65DC9" w:rsidP="00B65DC9">
      <w:r>
        <w:t>690.7252</w:t>
      </w:r>
      <w:r>
        <w:tab/>
        <w:t>1.266e-2</w:t>
      </w:r>
    </w:p>
    <w:p w:rsidR="00B65DC9" w:rsidRDefault="00B65DC9" w:rsidP="00B65DC9">
      <w:r>
        <w:t>690.7283</w:t>
      </w:r>
      <w:r>
        <w:tab/>
        <w:t>1.013e0</w:t>
      </w:r>
    </w:p>
    <w:p w:rsidR="00B65DC9" w:rsidRDefault="00B65DC9" w:rsidP="00B65DC9">
      <w:r>
        <w:t>690.7721</w:t>
      </w:r>
      <w:r>
        <w:tab/>
        <w:t>1.013e0</w:t>
      </w:r>
    </w:p>
    <w:p w:rsidR="00B65DC9" w:rsidRDefault="00B65DC9" w:rsidP="00B65DC9">
      <w:r>
        <w:t>690.8181</w:t>
      </w:r>
      <w:r>
        <w:tab/>
        <w:t>1.025e0</w:t>
      </w:r>
    </w:p>
    <w:p w:rsidR="00B65DC9" w:rsidRDefault="00B65DC9" w:rsidP="00B65DC9">
      <w:r>
        <w:t>690.8317</w:t>
      </w:r>
      <w:r>
        <w:tab/>
        <w:t>1.013e0</w:t>
      </w:r>
    </w:p>
    <w:p w:rsidR="00B65DC9" w:rsidRDefault="00B65DC9" w:rsidP="00B65DC9">
      <w:r>
        <w:t>690.8939</w:t>
      </w:r>
      <w:r>
        <w:tab/>
        <w:t>2.532e-2</w:t>
      </w:r>
    </w:p>
    <w:p w:rsidR="00B65DC9" w:rsidRDefault="00B65DC9" w:rsidP="00B65DC9">
      <w:r>
        <w:t>690.9303</w:t>
      </w:r>
      <w:r>
        <w:tab/>
        <w:t>2.025e0</w:t>
      </w:r>
    </w:p>
    <w:p w:rsidR="00B65DC9" w:rsidRDefault="00B65DC9" w:rsidP="00B65DC9">
      <w:r>
        <w:t>690.9703</w:t>
      </w:r>
      <w:r>
        <w:tab/>
        <w:t>1.266e-2</w:t>
      </w:r>
    </w:p>
    <w:p w:rsidR="00B65DC9" w:rsidRDefault="00B65DC9" w:rsidP="00B65DC9">
      <w:r>
        <w:t>691.0297</w:t>
      </w:r>
      <w:r>
        <w:tab/>
        <w:t>1.025e0</w:t>
      </w:r>
    </w:p>
    <w:p w:rsidR="00B65DC9" w:rsidRDefault="00B65DC9" w:rsidP="00B65DC9">
      <w:r>
        <w:t>691.0539</w:t>
      </w:r>
      <w:r>
        <w:tab/>
        <w:t>1.013e0</w:t>
      </w:r>
    </w:p>
    <w:p w:rsidR="00B65DC9" w:rsidRDefault="00B65DC9" w:rsidP="00B65DC9">
      <w:r>
        <w:t>691.0971</w:t>
      </w:r>
      <w:r>
        <w:tab/>
        <w:t>3.038e0</w:t>
      </w:r>
    </w:p>
    <w:p w:rsidR="00B65DC9" w:rsidRDefault="00B65DC9" w:rsidP="00B65DC9">
      <w:r>
        <w:t>691.1360</w:t>
      </w:r>
      <w:r>
        <w:tab/>
        <w:t>1.013e0</w:t>
      </w:r>
    </w:p>
    <w:p w:rsidR="00B65DC9" w:rsidRDefault="00B65DC9" w:rsidP="00B65DC9">
      <w:r>
        <w:t>691.1421</w:t>
      </w:r>
      <w:r>
        <w:tab/>
        <w:t>1.266e-2</w:t>
      </w:r>
    </w:p>
    <w:p w:rsidR="00B65DC9" w:rsidRDefault="00B65DC9" w:rsidP="00B65DC9">
      <w:r>
        <w:t>691.1722</w:t>
      </w:r>
      <w:r>
        <w:tab/>
        <w:t>1.013e0</w:t>
      </w:r>
    </w:p>
    <w:p w:rsidR="00B65DC9" w:rsidRDefault="00B65DC9" w:rsidP="00B65DC9">
      <w:r>
        <w:t>691.2369</w:t>
      </w:r>
      <w:r>
        <w:tab/>
        <w:t>2.532e-2</w:t>
      </w:r>
    </w:p>
    <w:p w:rsidR="00B65DC9" w:rsidRDefault="00B65DC9" w:rsidP="00B65DC9">
      <w:r>
        <w:lastRenderedPageBreak/>
        <w:t>691.3005</w:t>
      </w:r>
      <w:r>
        <w:tab/>
        <w:t>1.013e0</w:t>
      </w:r>
    </w:p>
    <w:p w:rsidR="00B65DC9" w:rsidRDefault="00B65DC9" w:rsidP="00B65DC9">
      <w:r>
        <w:t>691.3240</w:t>
      </w:r>
      <w:r>
        <w:tab/>
        <w:t>1.013e0</w:t>
      </w:r>
    </w:p>
    <w:p w:rsidR="00B65DC9" w:rsidRDefault="00B65DC9" w:rsidP="00B65DC9">
      <w:r>
        <w:t>691.3492</w:t>
      </w:r>
      <w:r>
        <w:tab/>
        <w:t>1.266e-2</w:t>
      </w:r>
    </w:p>
    <w:p w:rsidR="00B65DC9" w:rsidRDefault="00B65DC9" w:rsidP="00B65DC9">
      <w:r>
        <w:t>691.3580</w:t>
      </w:r>
      <w:r>
        <w:tab/>
        <w:t>2.025e0</w:t>
      </w:r>
    </w:p>
    <w:p w:rsidR="00B65DC9" w:rsidRDefault="00B65DC9" w:rsidP="00B65DC9">
      <w:r>
        <w:t>691.4021</w:t>
      </w:r>
      <w:r>
        <w:tab/>
        <w:t>1.607e0</w:t>
      </w:r>
    </w:p>
    <w:p w:rsidR="00B65DC9" w:rsidRDefault="00B65DC9" w:rsidP="00B65DC9">
      <w:r>
        <w:t>691.4062</w:t>
      </w:r>
      <w:r>
        <w:tab/>
        <w:t>1.266e-2</w:t>
      </w:r>
    </w:p>
    <w:p w:rsidR="00B65DC9" w:rsidRDefault="00B65DC9" w:rsidP="00B65DC9">
      <w:r>
        <w:t>691.4569</w:t>
      </w:r>
      <w:r>
        <w:tab/>
        <w:t>6.076e0</w:t>
      </w:r>
    </w:p>
    <w:p w:rsidR="00B65DC9" w:rsidRDefault="00B65DC9" w:rsidP="00B65DC9">
      <w:r>
        <w:t>691.4948</w:t>
      </w:r>
      <w:r>
        <w:tab/>
        <w:t>4.051e0</w:t>
      </w:r>
    </w:p>
    <w:p w:rsidR="00B65DC9" w:rsidRDefault="00B65DC9" w:rsidP="00B65DC9">
      <w:r>
        <w:t>691.5305</w:t>
      </w:r>
      <w:r>
        <w:tab/>
        <w:t>2.025e0</w:t>
      </w:r>
    </w:p>
    <w:p w:rsidR="00B65DC9" w:rsidRDefault="00B65DC9" w:rsidP="00B65DC9">
      <w:r>
        <w:t>691.5445</w:t>
      </w:r>
      <w:r>
        <w:tab/>
        <w:t>2.025e0</w:t>
      </w:r>
    </w:p>
    <w:p w:rsidR="00B65DC9" w:rsidRDefault="00B65DC9" w:rsidP="00B65DC9">
      <w:r>
        <w:t>691.6060</w:t>
      </w:r>
      <w:r>
        <w:tab/>
        <w:t>1.013e0</w:t>
      </w:r>
    </w:p>
    <w:p w:rsidR="00B65DC9" w:rsidRDefault="00B65DC9" w:rsidP="00B65DC9">
      <w:r>
        <w:t>691.7053</w:t>
      </w:r>
      <w:r>
        <w:tab/>
        <w:t>2.025e0</w:t>
      </w:r>
    </w:p>
    <w:p w:rsidR="00B65DC9" w:rsidRDefault="00B65DC9" w:rsidP="00B65DC9">
      <w:r>
        <w:t>691.7313</w:t>
      </w:r>
      <w:r>
        <w:tab/>
        <w:t>2.025e0</w:t>
      </w:r>
    </w:p>
    <w:p w:rsidR="00B65DC9" w:rsidRDefault="00B65DC9" w:rsidP="00B65DC9">
      <w:r>
        <w:t>691.7458</w:t>
      </w:r>
      <w:r>
        <w:tab/>
        <w:t>1.013e0</w:t>
      </w:r>
    </w:p>
    <w:p w:rsidR="00B65DC9" w:rsidRDefault="00B65DC9" w:rsidP="00B65DC9">
      <w:r>
        <w:t>691.7884</w:t>
      </w:r>
      <w:r>
        <w:tab/>
        <w:t>2.025e0</w:t>
      </w:r>
    </w:p>
    <w:p w:rsidR="00B65DC9" w:rsidRDefault="00B65DC9" w:rsidP="00B65DC9">
      <w:r>
        <w:t>691.8323</w:t>
      </w:r>
      <w:r>
        <w:tab/>
        <w:t>1.266e-2</w:t>
      </w:r>
    </w:p>
    <w:p w:rsidR="00B65DC9" w:rsidRDefault="00B65DC9" w:rsidP="00B65DC9">
      <w:r>
        <w:t>691.9191</w:t>
      </w:r>
      <w:r>
        <w:tab/>
        <w:t>1.013e0</w:t>
      </w:r>
    </w:p>
    <w:p w:rsidR="00B65DC9" w:rsidRDefault="00B65DC9" w:rsidP="00B65DC9">
      <w:r>
        <w:t>691.9233</w:t>
      </w:r>
      <w:r>
        <w:tab/>
        <w:t>1.013e0</w:t>
      </w:r>
    </w:p>
    <w:p w:rsidR="00B65DC9" w:rsidRDefault="00B65DC9" w:rsidP="00B65DC9">
      <w:r>
        <w:t>691.9528</w:t>
      </w:r>
      <w:r>
        <w:tab/>
        <w:t>1.013e0</w:t>
      </w:r>
    </w:p>
    <w:p w:rsidR="00B65DC9" w:rsidRDefault="00B65DC9" w:rsidP="00B65DC9">
      <w:r>
        <w:lastRenderedPageBreak/>
        <w:t>692.0389</w:t>
      </w:r>
      <w:r>
        <w:tab/>
        <w:t>1.266e-2</w:t>
      </w:r>
    </w:p>
    <w:p w:rsidR="00B65DC9" w:rsidRDefault="00B65DC9" w:rsidP="00B65DC9">
      <w:r>
        <w:t>692.0764</w:t>
      </w:r>
      <w:r>
        <w:tab/>
        <w:t>2.025e0</w:t>
      </w:r>
    </w:p>
    <w:p w:rsidR="00B65DC9" w:rsidRDefault="00B65DC9" w:rsidP="00B65DC9">
      <w:r>
        <w:t>692.1232</w:t>
      </w:r>
      <w:r>
        <w:tab/>
        <w:t>1.013e0</w:t>
      </w:r>
    </w:p>
    <w:p w:rsidR="00B65DC9" w:rsidRDefault="00B65DC9" w:rsidP="00B65DC9">
      <w:r>
        <w:t>692.1584</w:t>
      </w:r>
      <w:r>
        <w:tab/>
        <w:t>1.025e0</w:t>
      </w:r>
    </w:p>
    <w:p w:rsidR="00B65DC9" w:rsidRDefault="00B65DC9" w:rsidP="00B65DC9">
      <w:r>
        <w:t>692.1769</w:t>
      </w:r>
      <w:r>
        <w:tab/>
        <w:t>1.013e0</w:t>
      </w:r>
    </w:p>
    <w:p w:rsidR="00B65DC9" w:rsidRDefault="00B65DC9" w:rsidP="00B65DC9">
      <w:r>
        <w:t>692.1829</w:t>
      </w:r>
      <w:r>
        <w:tab/>
        <w:t>1.013e0</w:t>
      </w:r>
    </w:p>
    <w:p w:rsidR="00B65DC9" w:rsidRDefault="00B65DC9" w:rsidP="00B65DC9">
      <w:r>
        <w:t>692.2006</w:t>
      </w:r>
      <w:r>
        <w:tab/>
        <w:t>3.038e0</w:t>
      </w:r>
    </w:p>
    <w:p w:rsidR="00B65DC9" w:rsidRDefault="00B65DC9" w:rsidP="00B65DC9">
      <w:r>
        <w:t>692.2578</w:t>
      </w:r>
      <w:r>
        <w:tab/>
        <w:t>2.025e0</w:t>
      </w:r>
    </w:p>
    <w:p w:rsidR="00B65DC9" w:rsidRDefault="00B65DC9" w:rsidP="00B65DC9">
      <w:r>
        <w:t>692.2643</w:t>
      </w:r>
      <w:r>
        <w:tab/>
        <w:t>2.025e0</w:t>
      </w:r>
    </w:p>
    <w:p w:rsidR="00B65DC9" w:rsidRDefault="00B65DC9" w:rsidP="00B65DC9">
      <w:r>
        <w:t>692.2719</w:t>
      </w:r>
      <w:r>
        <w:tab/>
        <w:t>2.025e0</w:t>
      </w:r>
    </w:p>
    <w:p w:rsidR="00B65DC9" w:rsidRDefault="00B65DC9" w:rsidP="00B65DC9">
      <w:r>
        <w:t>692.2950</w:t>
      </w:r>
      <w:r>
        <w:tab/>
        <w:t>4.364e0</w:t>
      </w:r>
    </w:p>
    <w:p w:rsidR="00B65DC9" w:rsidRDefault="00B65DC9" w:rsidP="00B65DC9">
      <w:r>
        <w:t>692.3349</w:t>
      </w:r>
      <w:r>
        <w:tab/>
        <w:t>1.013e0</w:t>
      </w:r>
    </w:p>
    <w:p w:rsidR="00B65DC9" w:rsidRDefault="00B65DC9" w:rsidP="00B65DC9">
      <w:r>
        <w:t>692.3876</w:t>
      </w:r>
      <w:r>
        <w:tab/>
        <w:t>5.063e0</w:t>
      </w:r>
    </w:p>
    <w:p w:rsidR="00B65DC9" w:rsidRDefault="00B65DC9" w:rsidP="00B65DC9">
      <w:r>
        <w:t>692.4010</w:t>
      </w:r>
      <w:r>
        <w:tab/>
        <w:t>1.607e0</w:t>
      </w:r>
    </w:p>
    <w:p w:rsidR="00B65DC9" w:rsidRDefault="00B65DC9" w:rsidP="00B65DC9">
      <w:r>
        <w:t>692.4128</w:t>
      </w:r>
      <w:r>
        <w:tab/>
        <w:t>3.038e0</w:t>
      </w:r>
    </w:p>
    <w:p w:rsidR="00B65DC9" w:rsidRDefault="00B65DC9" w:rsidP="00B65DC9">
      <w:r>
        <w:t>692.4643</w:t>
      </w:r>
      <w:r>
        <w:tab/>
        <w:t>1.013e0</w:t>
      </w:r>
    </w:p>
    <w:p w:rsidR="00B65DC9" w:rsidRDefault="00B65DC9" w:rsidP="00B65DC9">
      <w:r>
        <w:t>692.5526</w:t>
      </w:r>
      <w:r>
        <w:tab/>
        <w:t>2.025e0</w:t>
      </w:r>
    </w:p>
    <w:p w:rsidR="00B65DC9" w:rsidRDefault="00B65DC9" w:rsidP="00B65DC9">
      <w:r>
        <w:t>692.6084</w:t>
      </w:r>
      <w:r>
        <w:tab/>
        <w:t>1.013e0</w:t>
      </w:r>
    </w:p>
    <w:p w:rsidR="00B65DC9" w:rsidRDefault="00B65DC9" w:rsidP="00B65DC9">
      <w:r>
        <w:t>692.6290</w:t>
      </w:r>
      <w:r>
        <w:tab/>
        <w:t>1.013e0</w:t>
      </w:r>
    </w:p>
    <w:p w:rsidR="00B65DC9" w:rsidRDefault="00B65DC9" w:rsidP="00B65DC9">
      <w:r>
        <w:lastRenderedPageBreak/>
        <w:t>692.6782</w:t>
      </w:r>
      <w:r>
        <w:tab/>
        <w:t>1.013e0</w:t>
      </w:r>
    </w:p>
    <w:p w:rsidR="00B65DC9" w:rsidRDefault="00B65DC9" w:rsidP="00B65DC9">
      <w:r>
        <w:t>692.6996</w:t>
      </w:r>
      <w:r>
        <w:tab/>
        <w:t>1.013e0</w:t>
      </w:r>
    </w:p>
    <w:p w:rsidR="00B65DC9" w:rsidRDefault="00B65DC9" w:rsidP="00B65DC9">
      <w:r>
        <w:t>692.7551</w:t>
      </w:r>
      <w:r>
        <w:tab/>
        <w:t>2.025e0</w:t>
      </w:r>
    </w:p>
    <w:p w:rsidR="00B65DC9" w:rsidRDefault="00B65DC9" w:rsidP="00B65DC9">
      <w:r>
        <w:t>692.7585</w:t>
      </w:r>
      <w:r>
        <w:tab/>
        <w:t>1.013e0</w:t>
      </w:r>
    </w:p>
    <w:p w:rsidR="00B65DC9" w:rsidRDefault="00B65DC9" w:rsidP="00B65DC9">
      <w:r>
        <w:t>692.7988</w:t>
      </w:r>
      <w:r>
        <w:tab/>
        <w:t>2.025e0</w:t>
      </w:r>
    </w:p>
    <w:p w:rsidR="00B65DC9" w:rsidRDefault="00B65DC9" w:rsidP="00B65DC9">
      <w:r>
        <w:t>692.8055</w:t>
      </w:r>
      <w:r>
        <w:tab/>
        <w:t>1.013e0</w:t>
      </w:r>
    </w:p>
    <w:p w:rsidR="00B65DC9" w:rsidRDefault="00B65DC9" w:rsidP="00B65DC9">
      <w:r>
        <w:t>692.8326</w:t>
      </w:r>
      <w:r>
        <w:tab/>
        <w:t>1.013e0</w:t>
      </w:r>
    </w:p>
    <w:p w:rsidR="00B65DC9" w:rsidRDefault="00B65DC9" w:rsidP="00B65DC9">
      <w:r>
        <w:t>692.8889</w:t>
      </w:r>
      <w:r>
        <w:tab/>
        <w:t>1.013e0</w:t>
      </w:r>
    </w:p>
    <w:p w:rsidR="00B65DC9" w:rsidRDefault="00B65DC9" w:rsidP="00B65DC9">
      <w:r>
        <w:t>692.9939</w:t>
      </w:r>
      <w:r>
        <w:tab/>
        <w:t>1.266e-2</w:t>
      </w:r>
    </w:p>
    <w:p w:rsidR="00B65DC9" w:rsidRDefault="00B65DC9" w:rsidP="00B65DC9">
      <w:r>
        <w:t>693.0301</w:t>
      </w:r>
      <w:r>
        <w:tab/>
        <w:t>1.013e0</w:t>
      </w:r>
    </w:p>
    <w:p w:rsidR="00B65DC9" w:rsidRDefault="00B65DC9" w:rsidP="00B65DC9">
      <w:r>
        <w:t>693.0763</w:t>
      </w:r>
      <w:r>
        <w:tab/>
        <w:t>2.025e0</w:t>
      </w:r>
    </w:p>
    <w:p w:rsidR="00B65DC9" w:rsidRDefault="00B65DC9" w:rsidP="00B65DC9">
      <w:r>
        <w:t>693.1081</w:t>
      </w:r>
      <w:r>
        <w:tab/>
        <w:t>1.266e-2</w:t>
      </w:r>
    </w:p>
    <w:p w:rsidR="00B65DC9" w:rsidRDefault="00B65DC9" w:rsidP="00B65DC9">
      <w:r>
        <w:t>693.1125</w:t>
      </w:r>
      <w:r>
        <w:tab/>
        <w:t>1.013e0</w:t>
      </w:r>
    </w:p>
    <w:p w:rsidR="00B65DC9" w:rsidRDefault="00B65DC9" w:rsidP="00B65DC9">
      <w:r>
        <w:t>693.1169</w:t>
      </w:r>
      <w:r>
        <w:tab/>
        <w:t>2.025e0</w:t>
      </w:r>
    </w:p>
    <w:p w:rsidR="00B65DC9" w:rsidRDefault="00B65DC9" w:rsidP="00B65DC9">
      <w:r>
        <w:t>693.1426</w:t>
      </w:r>
      <w:r>
        <w:tab/>
        <w:t>1.013e0</w:t>
      </w:r>
    </w:p>
    <w:p w:rsidR="00B65DC9" w:rsidRDefault="00B65DC9" w:rsidP="00B65DC9">
      <w:r>
        <w:t>693.1945</w:t>
      </w:r>
      <w:r>
        <w:tab/>
        <w:t>1.266e-2</w:t>
      </w:r>
    </w:p>
    <w:p w:rsidR="00B65DC9" w:rsidRDefault="00B65DC9" w:rsidP="00B65DC9">
      <w:r>
        <w:t>693.2058</w:t>
      </w:r>
      <w:r>
        <w:tab/>
        <w:t>1.013e0</w:t>
      </w:r>
    </w:p>
    <w:p w:rsidR="00B65DC9" w:rsidRDefault="00B65DC9" w:rsidP="00B65DC9">
      <w:r>
        <w:t>693.2379</w:t>
      </w:r>
      <w:r>
        <w:tab/>
        <w:t>3.038e0</w:t>
      </w:r>
    </w:p>
    <w:p w:rsidR="00B65DC9" w:rsidRDefault="00B65DC9" w:rsidP="00B65DC9">
      <w:r>
        <w:t>693.2711</w:t>
      </w:r>
      <w:r>
        <w:tab/>
        <w:t>2.025e0</w:t>
      </w:r>
    </w:p>
    <w:p w:rsidR="00B65DC9" w:rsidRDefault="00B65DC9" w:rsidP="00B65DC9">
      <w:r>
        <w:lastRenderedPageBreak/>
        <w:t>693.2978</w:t>
      </w:r>
      <w:r>
        <w:tab/>
        <w:t>1.013e0</w:t>
      </w:r>
    </w:p>
    <w:p w:rsidR="00B65DC9" w:rsidRDefault="00B65DC9" w:rsidP="00B65DC9">
      <w:r>
        <w:t>693.3121</w:t>
      </w:r>
      <w:r>
        <w:tab/>
        <w:t>2.025e0</w:t>
      </w:r>
    </w:p>
    <w:p w:rsidR="00B65DC9" w:rsidRDefault="00B65DC9" w:rsidP="00B65DC9">
      <w:r>
        <w:t>693.3209</w:t>
      </w:r>
      <w:r>
        <w:tab/>
        <w:t>2.025e0</w:t>
      </w:r>
    </w:p>
    <w:p w:rsidR="00B65DC9" w:rsidRDefault="00B65DC9" w:rsidP="00B65DC9">
      <w:r>
        <w:t>693.3323</w:t>
      </w:r>
      <w:r>
        <w:tab/>
        <w:t>1.013e0</w:t>
      </w:r>
    </w:p>
    <w:p w:rsidR="00B65DC9" w:rsidRDefault="00B65DC9" w:rsidP="00B65DC9">
      <w:r>
        <w:t>693.3418</w:t>
      </w:r>
      <w:r>
        <w:tab/>
        <w:t>2.087e0</w:t>
      </w:r>
    </w:p>
    <w:p w:rsidR="00B65DC9" w:rsidRDefault="00B65DC9" w:rsidP="00B65DC9">
      <w:r>
        <w:t>693.4254</w:t>
      </w:r>
      <w:r>
        <w:tab/>
        <w:t>2.025e0</w:t>
      </w:r>
    </w:p>
    <w:p w:rsidR="00B65DC9" w:rsidRDefault="00B65DC9" w:rsidP="00B65DC9">
      <w:r>
        <w:t>693.4274</w:t>
      </w:r>
      <w:r>
        <w:tab/>
        <w:t>2.025e0</w:t>
      </w:r>
    </w:p>
    <w:p w:rsidR="00B65DC9" w:rsidRDefault="00B65DC9" w:rsidP="00B65DC9">
      <w:r>
        <w:t>693.4522</w:t>
      </w:r>
      <w:r>
        <w:tab/>
        <w:t>1.038e0</w:t>
      </w:r>
    </w:p>
    <w:p w:rsidR="00B65DC9" w:rsidRDefault="00B65DC9" w:rsidP="00B65DC9">
      <w:r>
        <w:t>693.4551</w:t>
      </w:r>
      <w:r>
        <w:tab/>
        <w:t>4.955e0</w:t>
      </w:r>
    </w:p>
    <w:p w:rsidR="00B65DC9" w:rsidRDefault="00B65DC9" w:rsidP="00B65DC9">
      <w:r>
        <w:t>693.4788</w:t>
      </w:r>
      <w:r>
        <w:tab/>
        <w:t>2.025e0</w:t>
      </w:r>
    </w:p>
    <w:p w:rsidR="00B65DC9" w:rsidRDefault="00B65DC9" w:rsidP="00B65DC9">
      <w:r>
        <w:t>693.5592</w:t>
      </w:r>
      <w:r>
        <w:tab/>
        <w:t>1.266e-2</w:t>
      </w:r>
    </w:p>
    <w:p w:rsidR="00B65DC9" w:rsidRDefault="00B65DC9" w:rsidP="00B65DC9">
      <w:r>
        <w:t>693.5655</w:t>
      </w:r>
      <w:r>
        <w:tab/>
        <w:t>3.038e0</w:t>
      </w:r>
    </w:p>
    <w:p w:rsidR="00B65DC9" w:rsidRDefault="00B65DC9" w:rsidP="00B65DC9">
      <w:r>
        <w:t>693.6600</w:t>
      </w:r>
      <w:r>
        <w:tab/>
        <w:t>1.266e-2</w:t>
      </w:r>
    </w:p>
    <w:p w:rsidR="00B65DC9" w:rsidRDefault="00B65DC9" w:rsidP="00B65DC9">
      <w:r>
        <w:t>693.7122</w:t>
      </w:r>
      <w:r>
        <w:tab/>
        <w:t>2.038e0</w:t>
      </w:r>
    </w:p>
    <w:p w:rsidR="00B65DC9" w:rsidRDefault="00B65DC9" w:rsidP="00B65DC9">
      <w:r>
        <w:t>693.7252</w:t>
      </w:r>
      <w:r>
        <w:tab/>
        <w:t>2.025e0</w:t>
      </w:r>
    </w:p>
    <w:p w:rsidR="00B65DC9" w:rsidRDefault="00B65DC9" w:rsidP="00B65DC9">
      <w:r>
        <w:t>693.7831</w:t>
      </w:r>
      <w:r>
        <w:tab/>
        <w:t>1.013e0</w:t>
      </w:r>
    </w:p>
    <w:p w:rsidR="00B65DC9" w:rsidRDefault="00B65DC9" w:rsidP="00B65DC9">
      <w:r>
        <w:t>693.8019</w:t>
      </w:r>
      <w:r>
        <w:tab/>
        <w:t>2.025e0</w:t>
      </w:r>
    </w:p>
    <w:p w:rsidR="00B65DC9" w:rsidRDefault="00B65DC9" w:rsidP="00B65DC9">
      <w:r>
        <w:t>693.8498</w:t>
      </w:r>
      <w:r>
        <w:tab/>
        <w:t>1.025e0</w:t>
      </w:r>
    </w:p>
    <w:p w:rsidR="00B65DC9" w:rsidRDefault="00B65DC9" w:rsidP="00B65DC9">
      <w:r>
        <w:t>693.8669</w:t>
      </w:r>
      <w:r>
        <w:tab/>
        <w:t>2.532e-2</w:t>
      </w:r>
    </w:p>
    <w:p w:rsidR="00B65DC9" w:rsidRDefault="00B65DC9" w:rsidP="00B65DC9">
      <w:r>
        <w:lastRenderedPageBreak/>
        <w:t>693.9246</w:t>
      </w:r>
      <w:r>
        <w:tab/>
        <w:t>1.013e0</w:t>
      </w:r>
    </w:p>
    <w:p w:rsidR="00B65DC9" w:rsidRDefault="00B65DC9" w:rsidP="00B65DC9">
      <w:r>
        <w:t>693.9717</w:t>
      </w:r>
      <w:r>
        <w:tab/>
        <w:t>1.013e0</w:t>
      </w:r>
    </w:p>
    <w:p w:rsidR="00B65DC9" w:rsidRDefault="00B65DC9" w:rsidP="00B65DC9">
      <w:r>
        <w:t>694.0056</w:t>
      </w:r>
      <w:r>
        <w:tab/>
        <w:t>1.013e0</w:t>
      </w:r>
    </w:p>
    <w:p w:rsidR="00B65DC9" w:rsidRDefault="00B65DC9" w:rsidP="00B65DC9">
      <w:r>
        <w:t>694.0321</w:t>
      </w:r>
      <w:r>
        <w:tab/>
        <w:t>3.038e0</w:t>
      </w:r>
    </w:p>
    <w:p w:rsidR="00B65DC9" w:rsidRDefault="00B65DC9" w:rsidP="00B65DC9">
      <w:r>
        <w:t>694.1255</w:t>
      </w:r>
      <w:r>
        <w:tab/>
        <w:t>1.013e0</w:t>
      </w:r>
    </w:p>
    <w:p w:rsidR="00B65DC9" w:rsidRDefault="00B65DC9" w:rsidP="00B65DC9">
      <w:r>
        <w:t>694.1470</w:t>
      </w:r>
      <w:r>
        <w:tab/>
        <w:t>2.025e0</w:t>
      </w:r>
    </w:p>
    <w:p w:rsidR="00B65DC9" w:rsidRDefault="00B65DC9" w:rsidP="00B65DC9">
      <w:r>
        <w:t>694.1857</w:t>
      </w:r>
      <w:r>
        <w:tab/>
        <w:t>2.025e0</w:t>
      </w:r>
    </w:p>
    <w:p w:rsidR="00B65DC9" w:rsidRDefault="00B65DC9" w:rsidP="00B65DC9">
      <w:r>
        <w:t>694.3275</w:t>
      </w:r>
      <w:r>
        <w:tab/>
        <w:t>2.025e0</w:t>
      </w:r>
    </w:p>
    <w:p w:rsidR="00B65DC9" w:rsidRDefault="00B65DC9" w:rsidP="00B65DC9">
      <w:r>
        <w:t>694.3555</w:t>
      </w:r>
      <w:r>
        <w:tab/>
        <w:t>9.114e0</w:t>
      </w:r>
    </w:p>
    <w:p w:rsidR="00B65DC9" w:rsidRDefault="00B65DC9" w:rsidP="00B65DC9">
      <w:r>
        <w:t>694.3698</w:t>
      </w:r>
      <w:r>
        <w:tab/>
        <w:t>3.038e0</w:t>
      </w:r>
    </w:p>
    <w:p w:rsidR="00B65DC9" w:rsidRDefault="00B65DC9" w:rsidP="00B65DC9">
      <w:r>
        <w:t>694.4509</w:t>
      </w:r>
      <w:r>
        <w:tab/>
        <w:t>4.051e0</w:t>
      </w:r>
    </w:p>
    <w:p w:rsidR="00B65DC9" w:rsidRDefault="00B65DC9" w:rsidP="00B65DC9">
      <w:r>
        <w:t>694.4714</w:t>
      </w:r>
      <w:r>
        <w:tab/>
        <w:t>1.013e0</w:t>
      </w:r>
    </w:p>
    <w:p w:rsidR="00B65DC9" w:rsidRDefault="00B65DC9" w:rsidP="00B65DC9">
      <w:r>
        <w:t>694.4788</w:t>
      </w:r>
      <w:r>
        <w:tab/>
        <w:t>1.013e0</w:t>
      </w:r>
    </w:p>
    <w:p w:rsidR="00B65DC9" w:rsidRDefault="00B65DC9" w:rsidP="00B65DC9">
      <w:r>
        <w:t>694.5027</w:t>
      </w:r>
      <w:r>
        <w:tab/>
        <w:t>3.798e-2</w:t>
      </w:r>
    </w:p>
    <w:p w:rsidR="00B65DC9" w:rsidRDefault="00B65DC9" w:rsidP="00B65DC9">
      <w:r>
        <w:t>694.5550</w:t>
      </w:r>
      <w:r>
        <w:tab/>
        <w:t>2.025e0</w:t>
      </w:r>
    </w:p>
    <w:p w:rsidR="00B65DC9" w:rsidRDefault="00B65DC9" w:rsidP="00B65DC9">
      <w:r>
        <w:t>694.5732</w:t>
      </w:r>
      <w:r>
        <w:tab/>
        <w:t>1.013e0</w:t>
      </w:r>
    </w:p>
    <w:p w:rsidR="00B65DC9" w:rsidRDefault="00B65DC9" w:rsidP="00B65DC9">
      <w:r>
        <w:t>694.6567</w:t>
      </w:r>
      <w:r>
        <w:tab/>
        <w:t>1.013e0</w:t>
      </w:r>
    </w:p>
    <w:p w:rsidR="00B65DC9" w:rsidRDefault="00B65DC9" w:rsidP="00B65DC9">
      <w:r>
        <w:t>694.6857</w:t>
      </w:r>
      <w:r>
        <w:tab/>
        <w:t>4.051e0</w:t>
      </w:r>
    </w:p>
    <w:p w:rsidR="00B65DC9" w:rsidRDefault="00B65DC9" w:rsidP="00B65DC9">
      <w:r>
        <w:t>694.7266</w:t>
      </w:r>
      <w:r>
        <w:tab/>
        <w:t>1.266e-2</w:t>
      </w:r>
    </w:p>
    <w:p w:rsidR="00B65DC9" w:rsidRDefault="00B65DC9" w:rsidP="00B65DC9">
      <w:r>
        <w:lastRenderedPageBreak/>
        <w:t>694.7629</w:t>
      </w:r>
      <w:r>
        <w:tab/>
        <w:t>1.013e0</w:t>
      </w:r>
    </w:p>
    <w:p w:rsidR="00B65DC9" w:rsidRDefault="00B65DC9" w:rsidP="00B65DC9">
      <w:r>
        <w:t>694.7722</w:t>
      </w:r>
      <w:r>
        <w:tab/>
        <w:t>1.025e0</w:t>
      </w:r>
    </w:p>
    <w:p w:rsidR="00B65DC9" w:rsidRDefault="00B65DC9" w:rsidP="00B65DC9">
      <w:r>
        <w:t>694.7977</w:t>
      </w:r>
      <w:r>
        <w:tab/>
        <w:t>1.013e0</w:t>
      </w:r>
    </w:p>
    <w:p w:rsidR="00B65DC9" w:rsidRDefault="00B65DC9" w:rsidP="00B65DC9">
      <w:r>
        <w:t>694.8156</w:t>
      </w:r>
      <w:r>
        <w:tab/>
        <w:t>2.025e0</w:t>
      </w:r>
    </w:p>
    <w:p w:rsidR="00B65DC9" w:rsidRDefault="00B65DC9" w:rsidP="00B65DC9">
      <w:r>
        <w:t>694.8576</w:t>
      </w:r>
      <w:r>
        <w:tab/>
        <w:t>3.038e0</w:t>
      </w:r>
    </w:p>
    <w:p w:rsidR="00B65DC9" w:rsidRDefault="00B65DC9" w:rsidP="00B65DC9">
      <w:r>
        <w:t>694.8667</w:t>
      </w:r>
      <w:r>
        <w:tab/>
        <w:t>2.532e-2</w:t>
      </w:r>
    </w:p>
    <w:p w:rsidR="00B65DC9" w:rsidRDefault="00B65DC9" w:rsidP="00B65DC9">
      <w:r>
        <w:t>694.9863</w:t>
      </w:r>
      <w:r>
        <w:tab/>
        <w:t>1.013e0</w:t>
      </w:r>
    </w:p>
    <w:p w:rsidR="00B65DC9" w:rsidRDefault="00B65DC9" w:rsidP="00B65DC9">
      <w:r>
        <w:t>695.1161</w:t>
      </w:r>
      <w:r>
        <w:tab/>
        <w:t>1.013e0</w:t>
      </w:r>
    </w:p>
    <w:p w:rsidR="00B65DC9" w:rsidRDefault="00B65DC9" w:rsidP="00B65DC9">
      <w:r>
        <w:t>695.1288</w:t>
      </w:r>
      <w:r>
        <w:tab/>
        <w:t>1.013e0</w:t>
      </w:r>
    </w:p>
    <w:p w:rsidR="00B65DC9" w:rsidRDefault="00B65DC9" w:rsidP="00B65DC9">
      <w:r>
        <w:t>695.1516</w:t>
      </w:r>
      <w:r>
        <w:tab/>
        <w:t>2.025e0</w:t>
      </w:r>
    </w:p>
    <w:p w:rsidR="00B65DC9" w:rsidRDefault="00B65DC9" w:rsidP="00B65DC9">
      <w:r>
        <w:t>695.1832</w:t>
      </w:r>
      <w:r>
        <w:tab/>
        <w:t>2.025e0</w:t>
      </w:r>
    </w:p>
    <w:p w:rsidR="00B65DC9" w:rsidRDefault="00B65DC9" w:rsidP="00B65DC9">
      <w:r>
        <w:t>695.2697</w:t>
      </w:r>
      <w:r>
        <w:tab/>
        <w:t>1.013e0</w:t>
      </w:r>
    </w:p>
    <w:p w:rsidR="00B65DC9" w:rsidRDefault="00B65DC9" w:rsidP="00B65DC9">
      <w:r>
        <w:t>695.3169</w:t>
      </w:r>
      <w:r>
        <w:tab/>
        <w:t>1.013e0</w:t>
      </w:r>
    </w:p>
    <w:p w:rsidR="00B65DC9" w:rsidRDefault="00B65DC9" w:rsidP="00B65DC9">
      <w:r>
        <w:t>695.3323</w:t>
      </w:r>
      <w:r>
        <w:tab/>
        <w:t>1.013e0</w:t>
      </w:r>
    </w:p>
    <w:p w:rsidR="00B65DC9" w:rsidRDefault="00B65DC9" w:rsidP="00B65DC9">
      <w:r>
        <w:t>695.3492</w:t>
      </w:r>
      <w:r>
        <w:tab/>
        <w:t>1.266e-2</w:t>
      </w:r>
    </w:p>
    <w:p w:rsidR="00B65DC9" w:rsidRDefault="00B65DC9" w:rsidP="00B65DC9">
      <w:r>
        <w:t>695.3523</w:t>
      </w:r>
      <w:r>
        <w:tab/>
        <w:t>1.013e0</w:t>
      </w:r>
    </w:p>
    <w:p w:rsidR="00B65DC9" w:rsidRDefault="00B65DC9" w:rsidP="00B65DC9">
      <w:r>
        <w:t>695.3724</w:t>
      </w:r>
      <w:r>
        <w:tab/>
        <w:t>2.025e0</w:t>
      </w:r>
    </w:p>
    <w:p w:rsidR="00B65DC9" w:rsidRDefault="00B65DC9" w:rsidP="00B65DC9">
      <w:r>
        <w:t>695.4205</w:t>
      </w:r>
      <w:r>
        <w:tab/>
        <w:t>2.038e0</w:t>
      </w:r>
    </w:p>
    <w:p w:rsidR="00B65DC9" w:rsidRDefault="00B65DC9" w:rsidP="00B65DC9">
      <w:r>
        <w:t>695.4283</w:t>
      </w:r>
      <w:r>
        <w:tab/>
        <w:t>2.025e0</w:t>
      </w:r>
    </w:p>
    <w:p w:rsidR="00B65DC9" w:rsidRDefault="00B65DC9" w:rsidP="00B65DC9">
      <w:r>
        <w:lastRenderedPageBreak/>
        <w:t>695.4713</w:t>
      </w:r>
      <w:r>
        <w:tab/>
        <w:t>1.013e0</w:t>
      </w:r>
    </w:p>
    <w:p w:rsidR="00B65DC9" w:rsidRDefault="00B65DC9" w:rsidP="00B65DC9">
      <w:r>
        <w:t>695.5533</w:t>
      </w:r>
      <w:r>
        <w:tab/>
        <w:t>1.025e0</w:t>
      </w:r>
    </w:p>
    <w:p w:rsidR="00B65DC9" w:rsidRDefault="00B65DC9" w:rsidP="00B65DC9">
      <w:r>
        <w:t>695.5732</w:t>
      </w:r>
      <w:r>
        <w:tab/>
        <w:t>1.013e0</w:t>
      </w:r>
    </w:p>
    <w:p w:rsidR="00B65DC9" w:rsidRDefault="00B65DC9" w:rsidP="00B65DC9">
      <w:r>
        <w:t>695.6509</w:t>
      </w:r>
      <w:r>
        <w:tab/>
        <w:t>2.025e0</w:t>
      </w:r>
    </w:p>
    <w:p w:rsidR="00B65DC9" w:rsidRDefault="00B65DC9" w:rsidP="00B65DC9">
      <w:r>
        <w:t>695.6595</w:t>
      </w:r>
      <w:r>
        <w:tab/>
        <w:t>1.266e-2</w:t>
      </w:r>
    </w:p>
    <w:p w:rsidR="00B65DC9" w:rsidRDefault="00B65DC9" w:rsidP="00B65DC9">
      <w:r>
        <w:t>695.7785</w:t>
      </w:r>
      <w:r>
        <w:tab/>
        <w:t>1.013e0</w:t>
      </w:r>
    </w:p>
    <w:p w:rsidR="00B65DC9" w:rsidRDefault="00B65DC9" w:rsidP="00B65DC9">
      <w:r>
        <w:t>695.7894</w:t>
      </w:r>
      <w:r>
        <w:tab/>
        <w:t>1.013e0</w:t>
      </w:r>
    </w:p>
    <w:p w:rsidR="00B65DC9" w:rsidRDefault="00B65DC9" w:rsidP="00B65DC9">
      <w:r>
        <w:t>695.8673</w:t>
      </w:r>
      <w:r>
        <w:tab/>
        <w:t>1.013e0</w:t>
      </w:r>
    </w:p>
    <w:p w:rsidR="00B65DC9" w:rsidRDefault="00B65DC9" w:rsidP="00B65DC9">
      <w:r>
        <w:t>695.8970</w:t>
      </w:r>
      <w:r>
        <w:tab/>
        <w:t>1.025e0</w:t>
      </w:r>
    </w:p>
    <w:p w:rsidR="00B65DC9" w:rsidRDefault="00B65DC9" w:rsidP="00B65DC9">
      <w:r>
        <w:t>695.9794</w:t>
      </w:r>
      <w:r>
        <w:tab/>
        <w:t>1.013e0</w:t>
      </w:r>
    </w:p>
    <w:p w:rsidR="00B65DC9" w:rsidRDefault="00B65DC9" w:rsidP="00B65DC9">
      <w:r>
        <w:t>695.9826</w:t>
      </w:r>
      <w:r>
        <w:tab/>
        <w:t>2.025e0</w:t>
      </w:r>
    </w:p>
    <w:p w:rsidR="00B65DC9" w:rsidRDefault="00B65DC9" w:rsidP="00B65DC9">
      <w:r>
        <w:t>696.0386</w:t>
      </w:r>
      <w:r>
        <w:tab/>
        <w:t>1.013e0</w:t>
      </w:r>
    </w:p>
    <w:p w:rsidR="00B65DC9" w:rsidRDefault="00B65DC9" w:rsidP="00B65DC9">
      <w:r>
        <w:t>696.0790</w:t>
      </w:r>
      <w:r>
        <w:tab/>
        <w:t>2.025e0</w:t>
      </w:r>
    </w:p>
    <w:p w:rsidR="00B65DC9" w:rsidRDefault="00B65DC9" w:rsidP="00B65DC9">
      <w:r>
        <w:t>696.0850</w:t>
      </w:r>
      <w:r>
        <w:tab/>
        <w:t>1.013e0</w:t>
      </w:r>
    </w:p>
    <w:p w:rsidR="00B65DC9" w:rsidRDefault="00B65DC9" w:rsidP="00B65DC9">
      <w:r>
        <w:t>696.1440</w:t>
      </w:r>
      <w:r>
        <w:tab/>
        <w:t>1.266e-2</w:t>
      </w:r>
    </w:p>
    <w:p w:rsidR="00B65DC9" w:rsidRDefault="00B65DC9" w:rsidP="00B65DC9">
      <w:r>
        <w:t>696.1768</w:t>
      </w:r>
      <w:r>
        <w:tab/>
        <w:t>1.025e0</w:t>
      </w:r>
    </w:p>
    <w:p w:rsidR="00B65DC9" w:rsidRDefault="00B65DC9" w:rsidP="00B65DC9">
      <w:r>
        <w:t>696.1796</w:t>
      </w:r>
      <w:r>
        <w:tab/>
        <w:t>1.013e0</w:t>
      </w:r>
    </w:p>
    <w:p w:rsidR="00B65DC9" w:rsidRDefault="00B65DC9" w:rsidP="00B65DC9">
      <w:r>
        <w:t>696.2032</w:t>
      </w:r>
      <w:r>
        <w:tab/>
        <w:t>1.013e0</w:t>
      </w:r>
    </w:p>
    <w:p w:rsidR="00B65DC9" w:rsidRDefault="00B65DC9" w:rsidP="00B65DC9">
      <w:r>
        <w:t>696.3143</w:t>
      </w:r>
      <w:r>
        <w:tab/>
        <w:t>2.038e0</w:t>
      </w:r>
    </w:p>
    <w:p w:rsidR="00B65DC9" w:rsidRDefault="00B65DC9" w:rsidP="00B65DC9">
      <w:r>
        <w:lastRenderedPageBreak/>
        <w:t>696.3465</w:t>
      </w:r>
      <w:r>
        <w:tab/>
        <w:t>2.532e-2</w:t>
      </w:r>
    </w:p>
    <w:p w:rsidR="00B65DC9" w:rsidRDefault="00B65DC9" w:rsidP="00B65DC9">
      <w:r>
        <w:t>696.3923</w:t>
      </w:r>
      <w:r>
        <w:tab/>
        <w:t>3.038e0</w:t>
      </w:r>
    </w:p>
    <w:p w:rsidR="00B65DC9" w:rsidRDefault="00B65DC9" w:rsidP="00B65DC9">
      <w:r>
        <w:t>696.4039</w:t>
      </w:r>
      <w:r>
        <w:tab/>
        <w:t>2.025e0</w:t>
      </w:r>
    </w:p>
    <w:p w:rsidR="00B65DC9" w:rsidRDefault="00B65DC9" w:rsidP="00B65DC9">
      <w:r>
        <w:t>696.4161</w:t>
      </w:r>
      <w:r>
        <w:tab/>
        <w:t>1.013e0</w:t>
      </w:r>
    </w:p>
    <w:p w:rsidR="00B65DC9" w:rsidRDefault="00B65DC9" w:rsidP="00B65DC9">
      <w:r>
        <w:t>696.4523</w:t>
      </w:r>
      <w:r>
        <w:tab/>
        <w:t>2.025e0</w:t>
      </w:r>
    </w:p>
    <w:p w:rsidR="00B65DC9" w:rsidRDefault="00B65DC9" w:rsidP="00B65DC9">
      <w:r>
        <w:t>696.4550</w:t>
      </w:r>
      <w:r>
        <w:tab/>
        <w:t>3.038e0</w:t>
      </w:r>
    </w:p>
    <w:p w:rsidR="00B65DC9" w:rsidRDefault="00B65DC9" w:rsidP="00B65DC9">
      <w:r>
        <w:t>696.4716</w:t>
      </w:r>
      <w:r>
        <w:tab/>
        <w:t>3.272e0</w:t>
      </w:r>
    </w:p>
    <w:p w:rsidR="00B65DC9" w:rsidRDefault="00B65DC9" w:rsidP="00B65DC9">
      <w:r>
        <w:t>696.4745</w:t>
      </w:r>
      <w:r>
        <w:tab/>
        <w:t>2.025e0</w:t>
      </w:r>
    </w:p>
    <w:p w:rsidR="00B65DC9" w:rsidRDefault="00B65DC9" w:rsidP="00B65DC9">
      <w:r>
        <w:t>696.5107</w:t>
      </w:r>
      <w:r>
        <w:tab/>
        <w:t>1.013e0</w:t>
      </w:r>
    </w:p>
    <w:p w:rsidR="00B65DC9" w:rsidRDefault="00B65DC9" w:rsidP="00B65DC9">
      <w:r>
        <w:t>696.5225</w:t>
      </w:r>
      <w:r>
        <w:tab/>
        <w:t>2.532e-2</w:t>
      </w:r>
    </w:p>
    <w:p w:rsidR="00B65DC9" w:rsidRDefault="00B65DC9" w:rsidP="00B65DC9">
      <w:r>
        <w:t>696.5826</w:t>
      </w:r>
      <w:r>
        <w:tab/>
        <w:t>1.013e0</w:t>
      </w:r>
    </w:p>
    <w:p w:rsidR="00B65DC9" w:rsidRDefault="00B65DC9" w:rsidP="00B65DC9">
      <w:r>
        <w:t>696.5900</w:t>
      </w:r>
      <w:r>
        <w:tab/>
        <w:t>1.013e0</w:t>
      </w:r>
    </w:p>
    <w:p w:rsidR="00B65DC9" w:rsidRDefault="00B65DC9" w:rsidP="00B65DC9">
      <w:r>
        <w:t>696.6683</w:t>
      </w:r>
      <w:r>
        <w:tab/>
        <w:t>2.025e0</w:t>
      </w:r>
    </w:p>
    <w:p w:rsidR="00B65DC9" w:rsidRDefault="00B65DC9" w:rsidP="00B65DC9">
      <w:r>
        <w:t>696.8489</w:t>
      </w:r>
      <w:r>
        <w:tab/>
        <w:t>3.038e0</w:t>
      </w:r>
    </w:p>
    <w:p w:rsidR="00B65DC9" w:rsidRDefault="00B65DC9" w:rsidP="00B65DC9">
      <w:r>
        <w:t>696.8903</w:t>
      </w:r>
      <w:r>
        <w:tab/>
        <w:t>1.013e0</w:t>
      </w:r>
    </w:p>
    <w:p w:rsidR="00B65DC9" w:rsidRDefault="00B65DC9" w:rsidP="00B65DC9">
      <w:r>
        <w:t>696.9012</w:t>
      </w:r>
      <w:r>
        <w:tab/>
        <w:t>2.532e-2</w:t>
      </w:r>
    </w:p>
    <w:p w:rsidR="00B65DC9" w:rsidRDefault="00B65DC9" w:rsidP="00B65DC9">
      <w:r>
        <w:t>696.9914</w:t>
      </w:r>
      <w:r>
        <w:tab/>
        <w:t>2.025e0</w:t>
      </w:r>
    </w:p>
    <w:p w:rsidR="00B65DC9" w:rsidRDefault="00B65DC9" w:rsidP="00B65DC9">
      <w:r>
        <w:t>696.9958</w:t>
      </w:r>
      <w:r>
        <w:tab/>
        <w:t>2.025e0</w:t>
      </w:r>
    </w:p>
    <w:p w:rsidR="00B65DC9" w:rsidRDefault="00B65DC9" w:rsidP="00B65DC9">
      <w:r>
        <w:t>697.0077</w:t>
      </w:r>
      <w:r>
        <w:tab/>
        <w:t>1.013e0</w:t>
      </w:r>
    </w:p>
    <w:p w:rsidR="00B65DC9" w:rsidRDefault="00B65DC9" w:rsidP="00B65DC9">
      <w:r>
        <w:lastRenderedPageBreak/>
        <w:t>697.0787</w:t>
      </w:r>
      <w:r>
        <w:tab/>
        <w:t>1.013e0</w:t>
      </w:r>
    </w:p>
    <w:p w:rsidR="00B65DC9" w:rsidRDefault="00B65DC9" w:rsidP="00B65DC9">
      <w:r>
        <w:t>697.1024</w:t>
      </w:r>
      <w:r>
        <w:tab/>
        <w:t>1.013e0</w:t>
      </w:r>
    </w:p>
    <w:p w:rsidR="00B65DC9" w:rsidRDefault="00B65DC9" w:rsidP="00B65DC9">
      <w:r>
        <w:t>697.1072</w:t>
      </w:r>
      <w:r>
        <w:tab/>
        <w:t>1.013e0</w:t>
      </w:r>
    </w:p>
    <w:p w:rsidR="00B65DC9" w:rsidRDefault="00B65DC9" w:rsidP="00B65DC9">
      <w:r>
        <w:t>697.2095</w:t>
      </w:r>
      <w:r>
        <w:tab/>
        <w:t>2.025e0</w:t>
      </w:r>
    </w:p>
    <w:p w:rsidR="00B65DC9" w:rsidRDefault="00B65DC9" w:rsidP="00B65DC9">
      <w:r>
        <w:t>697.2105</w:t>
      </w:r>
      <w:r>
        <w:tab/>
        <w:t>1.013e0</w:t>
      </w:r>
    </w:p>
    <w:p w:rsidR="00B65DC9" w:rsidRDefault="00B65DC9" w:rsidP="00B65DC9">
      <w:r>
        <w:t>697.2275</w:t>
      </w:r>
      <w:r>
        <w:tab/>
        <w:t>1.013e0</w:t>
      </w:r>
    </w:p>
    <w:p w:rsidR="00B65DC9" w:rsidRDefault="00B65DC9" w:rsidP="00B65DC9">
      <w:r>
        <w:t>697.3224</w:t>
      </w:r>
      <w:r>
        <w:tab/>
        <w:t>2.025e0</w:t>
      </w:r>
    </w:p>
    <w:p w:rsidR="00B65DC9" w:rsidRDefault="00B65DC9" w:rsidP="00B65DC9">
      <w:r>
        <w:t>697.3481</w:t>
      </w:r>
      <w:r>
        <w:tab/>
        <w:t>1.013e0</w:t>
      </w:r>
    </w:p>
    <w:p w:rsidR="00B65DC9" w:rsidRDefault="00B65DC9" w:rsidP="00B65DC9">
      <w:r>
        <w:t>697.3834</w:t>
      </w:r>
      <w:r>
        <w:tab/>
        <w:t>1.013e0</w:t>
      </w:r>
    </w:p>
    <w:p w:rsidR="00B65DC9" w:rsidRDefault="00B65DC9" w:rsidP="00B65DC9">
      <w:r>
        <w:t>697.3998</w:t>
      </w:r>
      <w:r>
        <w:tab/>
        <w:t>2.025e0</w:t>
      </w:r>
    </w:p>
    <w:p w:rsidR="00B65DC9" w:rsidRDefault="00B65DC9" w:rsidP="00B65DC9">
      <w:r>
        <w:t>697.4162</w:t>
      </w:r>
      <w:r>
        <w:tab/>
        <w:t>1.025e0</w:t>
      </w:r>
    </w:p>
    <w:p w:rsidR="00B65DC9" w:rsidRDefault="00B65DC9" w:rsidP="00B65DC9">
      <w:r>
        <w:t>697.5240</w:t>
      </w:r>
      <w:r>
        <w:tab/>
        <w:t>6.076e0</w:t>
      </w:r>
    </w:p>
    <w:p w:rsidR="00B65DC9" w:rsidRDefault="00B65DC9" w:rsidP="00B65DC9">
      <w:r>
        <w:t>697.5277</w:t>
      </w:r>
      <w:r>
        <w:tab/>
        <w:t>3.038e0</w:t>
      </w:r>
    </w:p>
    <w:p w:rsidR="00B65DC9" w:rsidRDefault="00B65DC9" w:rsidP="00B65DC9">
      <w:r>
        <w:t>697.5590</w:t>
      </w:r>
      <w:r>
        <w:tab/>
        <w:t>3.038e0</w:t>
      </w:r>
    </w:p>
    <w:p w:rsidR="00B65DC9" w:rsidRDefault="00B65DC9" w:rsidP="00B65DC9">
      <w:r>
        <w:t>697.6591</w:t>
      </w:r>
      <w:r>
        <w:tab/>
        <w:t>1.013e0</w:t>
      </w:r>
    </w:p>
    <w:p w:rsidR="00B65DC9" w:rsidRDefault="00B65DC9" w:rsidP="00B65DC9">
      <w:r>
        <w:t>697.7446</w:t>
      </w:r>
      <w:r>
        <w:tab/>
        <w:t>1.013e0</w:t>
      </w:r>
    </w:p>
    <w:p w:rsidR="00B65DC9" w:rsidRDefault="00B65DC9" w:rsidP="00B65DC9">
      <w:r>
        <w:t>697.7894</w:t>
      </w:r>
      <w:r>
        <w:tab/>
        <w:t>1.013e0</w:t>
      </w:r>
    </w:p>
    <w:p w:rsidR="00B65DC9" w:rsidRDefault="00B65DC9" w:rsidP="00B65DC9">
      <w:r>
        <w:t>697.8131</w:t>
      </w:r>
      <w:r>
        <w:tab/>
        <w:t>1.013e0</w:t>
      </w:r>
    </w:p>
    <w:p w:rsidR="00B65DC9" w:rsidRDefault="00B65DC9" w:rsidP="00B65DC9">
      <w:r>
        <w:t>697.8250</w:t>
      </w:r>
      <w:r>
        <w:tab/>
        <w:t>1.013e0</w:t>
      </w:r>
    </w:p>
    <w:p w:rsidR="00B65DC9" w:rsidRDefault="00B65DC9" w:rsidP="00B65DC9">
      <w:r>
        <w:lastRenderedPageBreak/>
        <w:t>697.8605</w:t>
      </w:r>
      <w:r>
        <w:tab/>
        <w:t>1.013e0</w:t>
      </w:r>
    </w:p>
    <w:p w:rsidR="00B65DC9" w:rsidRDefault="00B65DC9" w:rsidP="00B65DC9">
      <w:r>
        <w:t>697.9169</w:t>
      </w:r>
      <w:r>
        <w:tab/>
        <w:t>3.038e0</w:t>
      </w:r>
    </w:p>
    <w:p w:rsidR="00B65DC9" w:rsidRDefault="00B65DC9" w:rsidP="00B65DC9">
      <w:r>
        <w:t>697.9341</w:t>
      </w:r>
      <w:r>
        <w:tab/>
        <w:t>1.013e0</w:t>
      </w:r>
    </w:p>
    <w:p w:rsidR="00B65DC9" w:rsidRDefault="00B65DC9" w:rsidP="00B65DC9">
      <w:r>
        <w:t>697.9799</w:t>
      </w:r>
      <w:r>
        <w:tab/>
        <w:t>1.013e0</w:t>
      </w:r>
    </w:p>
    <w:p w:rsidR="00B65DC9" w:rsidRDefault="00B65DC9" w:rsidP="00B65DC9">
      <w:r>
        <w:t>698.0739</w:t>
      </w:r>
      <w:r>
        <w:tab/>
        <w:t>1.013e0</w:t>
      </w:r>
    </w:p>
    <w:p w:rsidR="00B65DC9" w:rsidRDefault="00B65DC9" w:rsidP="00B65DC9">
      <w:r>
        <w:t>698.0800</w:t>
      </w:r>
      <w:r>
        <w:tab/>
        <w:t>2.025e0</w:t>
      </w:r>
    </w:p>
    <w:p w:rsidR="00B65DC9" w:rsidRDefault="00B65DC9" w:rsidP="00B65DC9">
      <w:r>
        <w:t>698.1405</w:t>
      </w:r>
      <w:r>
        <w:tab/>
        <w:t>1.013e0</w:t>
      </w:r>
    </w:p>
    <w:p w:rsidR="00B65DC9" w:rsidRDefault="00B65DC9" w:rsidP="00B65DC9">
      <w:r>
        <w:t>698.2383</w:t>
      </w:r>
      <w:r>
        <w:tab/>
        <w:t>3.038e0</w:t>
      </w:r>
    </w:p>
    <w:p w:rsidR="00B65DC9" w:rsidRDefault="00B65DC9" w:rsidP="00B65DC9">
      <w:r>
        <w:t>698.2784</w:t>
      </w:r>
      <w:r>
        <w:tab/>
        <w:t>3.038e0</w:t>
      </w:r>
    </w:p>
    <w:p w:rsidR="00B65DC9" w:rsidRDefault="00B65DC9" w:rsidP="00B65DC9">
      <w:r>
        <w:t>698.2873</w:t>
      </w:r>
      <w:r>
        <w:tab/>
        <w:t>1.013e0</w:t>
      </w:r>
    </w:p>
    <w:p w:rsidR="00B65DC9" w:rsidRDefault="00B65DC9" w:rsidP="00B65DC9">
      <w:r>
        <w:t>698.2955</w:t>
      </w:r>
      <w:r>
        <w:tab/>
        <w:t>1.013e0</w:t>
      </w:r>
    </w:p>
    <w:p w:rsidR="00B65DC9" w:rsidRDefault="00B65DC9" w:rsidP="00B65DC9">
      <w:r>
        <w:t>698.4067</w:t>
      </w:r>
      <w:r>
        <w:tab/>
        <w:t>1.013e0</w:t>
      </w:r>
    </w:p>
    <w:p w:rsidR="00B65DC9" w:rsidRDefault="00B65DC9" w:rsidP="00B65DC9">
      <w:r>
        <w:t>698.4162</w:t>
      </w:r>
      <w:r>
        <w:tab/>
        <w:t>1.013e0</w:t>
      </w:r>
    </w:p>
    <w:p w:rsidR="00B65DC9" w:rsidRDefault="00B65DC9" w:rsidP="00B65DC9">
      <w:r>
        <w:t>698.4232</w:t>
      </w:r>
      <w:r>
        <w:tab/>
        <w:t>2.025e0</w:t>
      </w:r>
    </w:p>
    <w:p w:rsidR="00B65DC9" w:rsidRDefault="00B65DC9" w:rsidP="00B65DC9">
      <w:r>
        <w:t>698.4454</w:t>
      </w:r>
      <w:r>
        <w:tab/>
        <w:t>3.415e0</w:t>
      </w:r>
    </w:p>
    <w:p w:rsidR="00B65DC9" w:rsidRDefault="00B65DC9" w:rsidP="00B65DC9">
      <w:r>
        <w:t>698.5016</w:t>
      </w:r>
      <w:r>
        <w:tab/>
        <w:t>4.051e0</w:t>
      </w:r>
    </w:p>
    <w:p w:rsidR="00B65DC9" w:rsidRDefault="00B65DC9" w:rsidP="00B65DC9">
      <w:r>
        <w:t>698.5280</w:t>
      </w:r>
      <w:r>
        <w:tab/>
        <w:t>2.025e0</w:t>
      </w:r>
    </w:p>
    <w:p w:rsidR="00B65DC9" w:rsidRDefault="00B65DC9" w:rsidP="00B65DC9">
      <w:r>
        <w:t>698.5630</w:t>
      </w:r>
      <w:r>
        <w:tab/>
        <w:t>1.038e0</w:t>
      </w:r>
    </w:p>
    <w:p w:rsidR="00B65DC9" w:rsidRDefault="00B65DC9" w:rsidP="00B65DC9">
      <w:r>
        <w:t>698.5655</w:t>
      </w:r>
      <w:r>
        <w:tab/>
        <w:t>2.025e0</w:t>
      </w:r>
    </w:p>
    <w:p w:rsidR="00B65DC9" w:rsidRDefault="00B65DC9" w:rsidP="00B65DC9">
      <w:r>
        <w:lastRenderedPageBreak/>
        <w:t>698.5946</w:t>
      </w:r>
      <w:r>
        <w:tab/>
        <w:t>4.051e0</w:t>
      </w:r>
    </w:p>
    <w:p w:rsidR="00B65DC9" w:rsidRDefault="00B65DC9" w:rsidP="00B65DC9">
      <w:r>
        <w:t>698.7261</w:t>
      </w:r>
      <w:r>
        <w:tab/>
        <w:t>1.013e0</w:t>
      </w:r>
    </w:p>
    <w:p w:rsidR="00B65DC9" w:rsidRDefault="00B65DC9" w:rsidP="00B65DC9">
      <w:r>
        <w:t>698.8092</w:t>
      </w:r>
      <w:r>
        <w:tab/>
        <w:t>1.013e0</w:t>
      </w:r>
    </w:p>
    <w:p w:rsidR="00B65DC9" w:rsidRDefault="00B65DC9" w:rsidP="00B65DC9">
      <w:r>
        <w:t>698.8126</w:t>
      </w:r>
      <w:r>
        <w:tab/>
        <w:t>1.013e0</w:t>
      </w:r>
    </w:p>
    <w:p w:rsidR="00B65DC9" w:rsidRDefault="00B65DC9" w:rsidP="00B65DC9">
      <w:r>
        <w:t>698.8398</w:t>
      </w:r>
      <w:r>
        <w:tab/>
        <w:t>2.025e0</w:t>
      </w:r>
    </w:p>
    <w:p w:rsidR="00B65DC9" w:rsidRDefault="00B65DC9" w:rsidP="00B65DC9">
      <w:r>
        <w:t>698.9515</w:t>
      </w:r>
      <w:r>
        <w:tab/>
        <w:t>2.025e0</w:t>
      </w:r>
    </w:p>
    <w:p w:rsidR="00B65DC9" w:rsidRDefault="00B65DC9" w:rsidP="00B65DC9">
      <w:r>
        <w:t>698.9635</w:t>
      </w:r>
      <w:r>
        <w:tab/>
        <w:t>1.013e0</w:t>
      </w:r>
    </w:p>
    <w:p w:rsidR="00B65DC9" w:rsidRDefault="00B65DC9" w:rsidP="00B65DC9">
      <w:r>
        <w:t>698.9678</w:t>
      </w:r>
      <w:r>
        <w:tab/>
        <w:t>2.481e0</w:t>
      </w:r>
    </w:p>
    <w:p w:rsidR="00B65DC9" w:rsidRDefault="00B65DC9" w:rsidP="00B65DC9">
      <w:r>
        <w:t>698.9763</w:t>
      </w:r>
      <w:r>
        <w:tab/>
        <w:t>1.013e0</w:t>
      </w:r>
    </w:p>
    <w:p w:rsidR="00B65DC9" w:rsidRDefault="00B65DC9" w:rsidP="00B65DC9">
      <w:r>
        <w:t>699.0189</w:t>
      </w:r>
      <w:r>
        <w:tab/>
        <w:t>2.025e0</w:t>
      </w:r>
    </w:p>
    <w:p w:rsidR="00B65DC9" w:rsidRDefault="00B65DC9" w:rsidP="00B65DC9">
      <w:r>
        <w:t>699.1395</w:t>
      </w:r>
      <w:r>
        <w:tab/>
        <w:t>1.013e0</w:t>
      </w:r>
    </w:p>
    <w:p w:rsidR="00B65DC9" w:rsidRDefault="00B65DC9" w:rsidP="00B65DC9">
      <w:r>
        <w:t>699.1501</w:t>
      </w:r>
      <w:r>
        <w:tab/>
        <w:t>5.063e0</w:t>
      </w:r>
    </w:p>
    <w:p w:rsidR="00B65DC9" w:rsidRDefault="00B65DC9" w:rsidP="00B65DC9">
      <w:r>
        <w:t>699.1653</w:t>
      </w:r>
      <w:r>
        <w:tab/>
        <w:t>1.013e0</w:t>
      </w:r>
    </w:p>
    <w:p w:rsidR="00B65DC9" w:rsidRDefault="00B65DC9" w:rsidP="00B65DC9">
      <w:r>
        <w:t>699.2014</w:t>
      </w:r>
      <w:r>
        <w:tab/>
        <w:t>2.025e0</w:t>
      </w:r>
    </w:p>
    <w:p w:rsidR="00B65DC9" w:rsidRDefault="00B65DC9" w:rsidP="00B65DC9">
      <w:r>
        <w:t>699.2128</w:t>
      </w:r>
      <w:r>
        <w:tab/>
        <w:t>1.013e0</w:t>
      </w:r>
    </w:p>
    <w:p w:rsidR="00B65DC9" w:rsidRDefault="00B65DC9" w:rsidP="00B65DC9">
      <w:r>
        <w:t>699.2493</w:t>
      </w:r>
      <w:r>
        <w:tab/>
        <w:t>1.266e-2</w:t>
      </w:r>
    </w:p>
    <w:p w:rsidR="00B65DC9" w:rsidRDefault="00B65DC9" w:rsidP="00B65DC9">
      <w:r>
        <w:t>699.3078</w:t>
      </w:r>
      <w:r>
        <w:tab/>
        <w:t>1.013e0</w:t>
      </w:r>
    </w:p>
    <w:p w:rsidR="00B65DC9" w:rsidRDefault="00B65DC9" w:rsidP="00B65DC9">
      <w:r>
        <w:t>699.3170</w:t>
      </w:r>
      <w:r>
        <w:tab/>
        <w:t>2.025e0</w:t>
      </w:r>
    </w:p>
    <w:p w:rsidR="00B65DC9" w:rsidRDefault="00B65DC9" w:rsidP="00B65DC9">
      <w:r>
        <w:t>699.3513</w:t>
      </w:r>
      <w:r>
        <w:tab/>
        <w:t>1.028e0</w:t>
      </w:r>
    </w:p>
    <w:p w:rsidR="00B65DC9" w:rsidRDefault="00B65DC9" w:rsidP="00B65DC9">
      <w:r>
        <w:lastRenderedPageBreak/>
        <w:t>699.3599</w:t>
      </w:r>
      <w:r>
        <w:tab/>
        <w:t>3.038e0</w:t>
      </w:r>
    </w:p>
    <w:p w:rsidR="00B65DC9" w:rsidRDefault="00B65DC9" w:rsidP="00B65DC9">
      <w:r>
        <w:t>699.4506</w:t>
      </w:r>
      <w:r>
        <w:tab/>
        <w:t>1.013e0</w:t>
      </w:r>
    </w:p>
    <w:p w:rsidR="00B65DC9" w:rsidRDefault="00B65DC9" w:rsidP="00B65DC9">
      <w:r>
        <w:t>699.5096</w:t>
      </w:r>
      <w:r>
        <w:tab/>
        <w:t>1.013e0</w:t>
      </w:r>
    </w:p>
    <w:p w:rsidR="00B65DC9" w:rsidRDefault="00B65DC9" w:rsidP="00B65DC9">
      <w:r>
        <w:t>699.5271</w:t>
      </w:r>
      <w:r>
        <w:tab/>
        <w:t>2.025e0</w:t>
      </w:r>
    </w:p>
    <w:p w:rsidR="00B65DC9" w:rsidRDefault="00B65DC9" w:rsidP="00B65DC9">
      <w:r>
        <w:t>699.5439</w:t>
      </w:r>
      <w:r>
        <w:tab/>
        <w:t>3.038e0</w:t>
      </w:r>
    </w:p>
    <w:p w:rsidR="00B65DC9" w:rsidRDefault="00B65DC9" w:rsidP="00B65DC9">
      <w:r>
        <w:t>699.5528</w:t>
      </w:r>
      <w:r>
        <w:tab/>
        <w:t>1.013e0</w:t>
      </w:r>
    </w:p>
    <w:p w:rsidR="00B65DC9" w:rsidRDefault="00B65DC9" w:rsidP="00B65DC9">
      <w:r>
        <w:t>699.6285</w:t>
      </w:r>
      <w:r>
        <w:tab/>
        <w:t>1.013e0</w:t>
      </w:r>
    </w:p>
    <w:p w:rsidR="00B65DC9" w:rsidRDefault="00B65DC9" w:rsidP="00B65DC9">
      <w:r>
        <w:t>699.6302</w:t>
      </w:r>
      <w:r>
        <w:tab/>
        <w:t>2.025e0</w:t>
      </w:r>
    </w:p>
    <w:p w:rsidR="00B65DC9" w:rsidRDefault="00B65DC9" w:rsidP="00B65DC9">
      <w:r>
        <w:t>699.6389</w:t>
      </w:r>
      <w:r>
        <w:tab/>
        <w:t>2.038e0</w:t>
      </w:r>
    </w:p>
    <w:p w:rsidR="00B65DC9" w:rsidRDefault="00B65DC9" w:rsidP="00B65DC9">
      <w:r>
        <w:t>699.6641</w:t>
      </w:r>
      <w:r>
        <w:tab/>
        <w:t>1.266e-2</w:t>
      </w:r>
    </w:p>
    <w:p w:rsidR="00B65DC9" w:rsidRDefault="00B65DC9" w:rsidP="00B65DC9">
      <w:r>
        <w:t>699.7261</w:t>
      </w:r>
      <w:r>
        <w:tab/>
        <w:t>1.013e0</w:t>
      </w:r>
    </w:p>
    <w:p w:rsidR="00B65DC9" w:rsidRDefault="00B65DC9" w:rsidP="00B65DC9">
      <w:r>
        <w:t>699.7599</w:t>
      </w:r>
      <w:r>
        <w:tab/>
        <w:t>2.025e0</w:t>
      </w:r>
    </w:p>
    <w:p w:rsidR="00B65DC9" w:rsidRDefault="00B65DC9" w:rsidP="00B65DC9">
      <w:r>
        <w:t>699.7950</w:t>
      </w:r>
      <w:r>
        <w:tab/>
        <w:t>1.266e-2</w:t>
      </w:r>
    </w:p>
    <w:p w:rsidR="00B65DC9" w:rsidRDefault="00B65DC9" w:rsidP="00B65DC9">
      <w:r>
        <w:t>699.8304</w:t>
      </w:r>
      <w:r>
        <w:tab/>
        <w:t>2.051e0</w:t>
      </w:r>
    </w:p>
    <w:p w:rsidR="00B65DC9" w:rsidRDefault="00B65DC9" w:rsidP="00B65DC9">
      <w:r>
        <w:t>699.8972</w:t>
      </w:r>
      <w:r>
        <w:tab/>
        <w:t>1.013e0</w:t>
      </w:r>
    </w:p>
    <w:p w:rsidR="00B65DC9" w:rsidRDefault="00B65DC9" w:rsidP="00B65DC9">
      <w:r>
        <w:t>699.9843</w:t>
      </w:r>
      <w:r>
        <w:tab/>
        <w:t>1.266e-2</w:t>
      </w:r>
    </w:p>
    <w:p w:rsidR="00B65DC9" w:rsidRDefault="00B65DC9" w:rsidP="00B65DC9">
      <w:r>
        <w:t>700.0325</w:t>
      </w:r>
      <w:r>
        <w:tab/>
        <w:t>1.266e-2</w:t>
      </w:r>
    </w:p>
    <w:p w:rsidR="00B65DC9" w:rsidRDefault="00B65DC9" w:rsidP="00B65DC9">
      <w:r>
        <w:t>700.1212</w:t>
      </w:r>
      <w:r>
        <w:tab/>
        <w:t>1.266e-2</w:t>
      </w:r>
    </w:p>
    <w:p w:rsidR="00B65DC9" w:rsidRDefault="00B65DC9" w:rsidP="00B65DC9">
      <w:r>
        <w:t>700.2079</w:t>
      </w:r>
      <w:r>
        <w:tab/>
        <w:t>1.013e0</w:t>
      </w:r>
    </w:p>
    <w:p w:rsidR="00B65DC9" w:rsidRDefault="00B65DC9" w:rsidP="00B65DC9">
      <w:r>
        <w:lastRenderedPageBreak/>
        <w:t>700.2227</w:t>
      </w:r>
      <w:r>
        <w:tab/>
        <w:t>2.025e0</w:t>
      </w:r>
    </w:p>
    <w:p w:rsidR="00B65DC9" w:rsidRDefault="00B65DC9" w:rsidP="00B65DC9">
      <w:r>
        <w:t>700.3176</w:t>
      </w:r>
      <w:r>
        <w:tab/>
        <w:t>2.038e0</w:t>
      </w:r>
    </w:p>
    <w:p w:rsidR="00B65DC9" w:rsidRDefault="00B65DC9" w:rsidP="00B65DC9">
      <w:r>
        <w:t>700.3195</w:t>
      </w:r>
      <w:r>
        <w:tab/>
        <w:t>6.073e0</w:t>
      </w:r>
    </w:p>
    <w:p w:rsidR="00B65DC9" w:rsidRDefault="00B65DC9" w:rsidP="00B65DC9">
      <w:r>
        <w:t>700.3298</w:t>
      </w:r>
      <w:r>
        <w:tab/>
        <w:t>4.051e0</w:t>
      </w:r>
    </w:p>
    <w:p w:rsidR="00B65DC9" w:rsidRDefault="00B65DC9" w:rsidP="00B65DC9">
      <w:r>
        <w:t>700.3564</w:t>
      </w:r>
      <w:r>
        <w:tab/>
        <w:t>4.051e0</w:t>
      </w:r>
    </w:p>
    <w:p w:rsidR="00B65DC9" w:rsidRDefault="00B65DC9" w:rsidP="00B65DC9">
      <w:r>
        <w:t>700.4203</w:t>
      </w:r>
      <w:r>
        <w:tab/>
        <w:t>4.051e0</w:t>
      </w:r>
    </w:p>
    <w:p w:rsidR="00B65DC9" w:rsidRDefault="00B65DC9" w:rsidP="00B65DC9">
      <w:r>
        <w:t>700.4221</w:t>
      </w:r>
      <w:r>
        <w:tab/>
        <w:t>3.038e0</w:t>
      </w:r>
    </w:p>
    <w:p w:rsidR="00B65DC9" w:rsidRDefault="00B65DC9" w:rsidP="00B65DC9">
      <w:r>
        <w:t>700.4515</w:t>
      </w:r>
      <w:r>
        <w:tab/>
        <w:t>3.038e0</w:t>
      </w:r>
    </w:p>
    <w:p w:rsidR="00B65DC9" w:rsidRDefault="00B65DC9" w:rsidP="00B65DC9">
      <w:r>
        <w:t>700.5081</w:t>
      </w:r>
      <w:r>
        <w:tab/>
        <w:t>1.013e0</w:t>
      </w:r>
    </w:p>
    <w:p w:rsidR="00B65DC9" w:rsidRDefault="00B65DC9" w:rsidP="00B65DC9">
      <w:r>
        <w:t>700.5368</w:t>
      </w:r>
      <w:r>
        <w:tab/>
        <w:t>3.038e0</w:t>
      </w:r>
    </w:p>
    <w:p w:rsidR="00B65DC9" w:rsidRDefault="00B65DC9" w:rsidP="00B65DC9">
      <w:r>
        <w:t>700.5523</w:t>
      </w:r>
      <w:r>
        <w:tab/>
        <w:t>3.038e0</w:t>
      </w:r>
    </w:p>
    <w:p w:rsidR="00B65DC9" w:rsidRDefault="00B65DC9" w:rsidP="00B65DC9">
      <w:r>
        <w:t>700.6173</w:t>
      </w:r>
      <w:r>
        <w:tab/>
        <w:t>2.038e0</w:t>
      </w:r>
    </w:p>
    <w:p w:rsidR="00B65DC9" w:rsidRDefault="00B65DC9" w:rsidP="00B65DC9">
      <w:r>
        <w:t>700.6270</w:t>
      </w:r>
      <w:r>
        <w:tab/>
        <w:t>1.013e0</w:t>
      </w:r>
    </w:p>
    <w:p w:rsidR="00B65DC9" w:rsidRDefault="00B65DC9" w:rsidP="00B65DC9">
      <w:r>
        <w:t>700.6746</w:t>
      </w:r>
      <w:r>
        <w:tab/>
        <w:t>2.025e0</w:t>
      </w:r>
    </w:p>
    <w:p w:rsidR="00B65DC9" w:rsidRDefault="00B65DC9" w:rsidP="00B65DC9">
      <w:r>
        <w:t>700.6895</w:t>
      </w:r>
      <w:r>
        <w:tab/>
        <w:t>1.013e0</w:t>
      </w:r>
    </w:p>
    <w:p w:rsidR="00B65DC9" w:rsidRDefault="00B65DC9" w:rsidP="00B65DC9">
      <w:r>
        <w:t>700.7818</w:t>
      </w:r>
      <w:r>
        <w:tab/>
        <w:t>2.025e0</w:t>
      </w:r>
    </w:p>
    <w:p w:rsidR="00B65DC9" w:rsidRDefault="00B65DC9" w:rsidP="00B65DC9">
      <w:r>
        <w:t>700.8269</w:t>
      </w:r>
      <w:r>
        <w:tab/>
        <w:t>1.013e0</w:t>
      </w:r>
    </w:p>
    <w:p w:rsidR="00B65DC9" w:rsidRDefault="00B65DC9" w:rsidP="00B65DC9">
      <w:r>
        <w:t>700.8613</w:t>
      </w:r>
      <w:r>
        <w:tab/>
        <w:t>1.013e0</w:t>
      </w:r>
    </w:p>
    <w:p w:rsidR="00B65DC9" w:rsidRDefault="00B65DC9" w:rsidP="00B65DC9">
      <w:r>
        <w:t>700.8768</w:t>
      </w:r>
      <w:r>
        <w:tab/>
        <w:t>1.013e0</w:t>
      </w:r>
    </w:p>
    <w:p w:rsidR="00B65DC9" w:rsidRDefault="00B65DC9" w:rsidP="00B65DC9">
      <w:r>
        <w:lastRenderedPageBreak/>
        <w:t>700.8788</w:t>
      </w:r>
      <w:r>
        <w:tab/>
        <w:t>1.013e0</w:t>
      </w:r>
    </w:p>
    <w:p w:rsidR="00B65DC9" w:rsidRDefault="00B65DC9" w:rsidP="00B65DC9">
      <w:r>
        <w:t>700.9244</w:t>
      </w:r>
      <w:r>
        <w:tab/>
        <w:t>1.013e0</w:t>
      </w:r>
    </w:p>
    <w:p w:rsidR="00B65DC9" w:rsidRDefault="00B65DC9" w:rsidP="00B65DC9">
      <w:r>
        <w:t>700.9485</w:t>
      </w:r>
      <w:r>
        <w:tab/>
        <w:t>1.013e0</w:t>
      </w:r>
    </w:p>
    <w:p w:rsidR="00B65DC9" w:rsidRDefault="00B65DC9" w:rsidP="00B65DC9">
      <w:r>
        <w:t>701.0316</w:t>
      </w:r>
      <w:r>
        <w:tab/>
        <w:t>1.266e-2</w:t>
      </w:r>
    </w:p>
    <w:p w:rsidR="00B65DC9" w:rsidRDefault="00B65DC9" w:rsidP="00B65DC9">
      <w:r>
        <w:t>701.0554</w:t>
      </w:r>
      <w:r>
        <w:tab/>
        <w:t>1.013e0</w:t>
      </w:r>
    </w:p>
    <w:p w:rsidR="00B65DC9" w:rsidRDefault="00B65DC9" w:rsidP="00B65DC9">
      <w:r>
        <w:t>701.1368</w:t>
      </w:r>
      <w:r>
        <w:tab/>
        <w:t>1.013e0</w:t>
      </w:r>
    </w:p>
    <w:p w:rsidR="00B65DC9" w:rsidRDefault="00B65DC9" w:rsidP="00B65DC9">
      <w:r>
        <w:t>701.1515</w:t>
      </w:r>
      <w:r>
        <w:tab/>
        <w:t>1.013e0</w:t>
      </w:r>
    </w:p>
    <w:p w:rsidR="00B65DC9" w:rsidRDefault="00B65DC9" w:rsidP="00B65DC9">
      <w:r>
        <w:t>701.1625</w:t>
      </w:r>
      <w:r>
        <w:tab/>
        <w:t>1.013e0</w:t>
      </w:r>
    </w:p>
    <w:p w:rsidR="00B65DC9" w:rsidRDefault="00B65DC9" w:rsidP="00B65DC9">
      <w:r>
        <w:t>701.1887</w:t>
      </w:r>
      <w:r>
        <w:tab/>
        <w:t>1.013e0</w:t>
      </w:r>
    </w:p>
    <w:p w:rsidR="00B65DC9" w:rsidRDefault="00B65DC9" w:rsidP="00B65DC9">
      <w:r>
        <w:t>701.2816</w:t>
      </w:r>
      <w:r>
        <w:tab/>
        <w:t>1.013e0</w:t>
      </w:r>
    </w:p>
    <w:p w:rsidR="00B65DC9" w:rsidRDefault="00B65DC9" w:rsidP="00B65DC9">
      <w:r>
        <w:t>701.3557</w:t>
      </w:r>
      <w:r>
        <w:tab/>
        <w:t>2.025e0</w:t>
      </w:r>
    </w:p>
    <w:p w:rsidR="00B65DC9" w:rsidRDefault="00B65DC9" w:rsidP="00B65DC9">
      <w:r>
        <w:t>701.3604</w:t>
      </w:r>
      <w:r>
        <w:tab/>
        <w:t>5.063e0</w:t>
      </w:r>
    </w:p>
    <w:p w:rsidR="00B65DC9" w:rsidRDefault="00B65DC9" w:rsidP="00B65DC9">
      <w:r>
        <w:t>701.3736</w:t>
      </w:r>
      <w:r>
        <w:tab/>
        <w:t>3.038e0</w:t>
      </w:r>
    </w:p>
    <w:p w:rsidR="00B65DC9" w:rsidRDefault="00B65DC9" w:rsidP="00B65DC9">
      <w:r>
        <w:t>701.4194</w:t>
      </w:r>
      <w:r>
        <w:tab/>
        <w:t>2.025e0</w:t>
      </w:r>
    </w:p>
    <w:p w:rsidR="00B65DC9" w:rsidRDefault="00B65DC9" w:rsidP="00B65DC9">
      <w:r>
        <w:t>701.4721</w:t>
      </w:r>
      <w:r>
        <w:tab/>
        <w:t>1.038e0</w:t>
      </w:r>
    </w:p>
    <w:p w:rsidR="00B65DC9" w:rsidRDefault="00B65DC9" w:rsidP="00B65DC9">
      <w:r>
        <w:t>701.4807</w:t>
      </w:r>
      <w:r>
        <w:tab/>
        <w:t>3.038e0</w:t>
      </w:r>
    </w:p>
    <w:p w:rsidR="00B65DC9" w:rsidRDefault="00B65DC9" w:rsidP="00B65DC9">
      <w:r>
        <w:t>701.4959</w:t>
      </w:r>
      <w:r>
        <w:tab/>
        <w:t>1.013e0</w:t>
      </w:r>
    </w:p>
    <w:p w:rsidR="00B65DC9" w:rsidRDefault="00B65DC9" w:rsidP="00B65DC9">
      <w:r>
        <w:t>701.6029</w:t>
      </w:r>
      <w:r>
        <w:tab/>
        <w:t>2.025e0</w:t>
      </w:r>
    </w:p>
    <w:p w:rsidR="00B65DC9" w:rsidRDefault="00B65DC9" w:rsidP="00B65DC9">
      <w:r>
        <w:t>701.6105</w:t>
      </w:r>
      <w:r>
        <w:tab/>
        <w:t>2.025e0</w:t>
      </w:r>
    </w:p>
    <w:p w:rsidR="00B65DC9" w:rsidRDefault="00B65DC9" w:rsidP="00B65DC9">
      <w:r>
        <w:lastRenderedPageBreak/>
        <w:t>701.7460</w:t>
      </w:r>
      <w:r>
        <w:tab/>
        <w:t>1.013e0</w:t>
      </w:r>
    </w:p>
    <w:p w:rsidR="00B65DC9" w:rsidRDefault="00B65DC9" w:rsidP="00B65DC9">
      <w:r>
        <w:t>701.8780</w:t>
      </w:r>
      <w:r>
        <w:tab/>
        <w:t>1.013e0</w:t>
      </w:r>
    </w:p>
    <w:p w:rsidR="00B65DC9" w:rsidRDefault="00B65DC9" w:rsidP="00B65DC9">
      <w:r>
        <w:t>701.8890</w:t>
      </w:r>
      <w:r>
        <w:tab/>
        <w:t>1.013e0</w:t>
      </w:r>
    </w:p>
    <w:p w:rsidR="00B65DC9" w:rsidRDefault="00B65DC9" w:rsidP="00B65DC9">
      <w:r>
        <w:t>702.0143</w:t>
      </w:r>
      <w:r>
        <w:tab/>
        <w:t>3.038e0</w:t>
      </w:r>
    </w:p>
    <w:p w:rsidR="00B65DC9" w:rsidRDefault="00B65DC9" w:rsidP="00B65DC9">
      <w:r>
        <w:t>702.0737</w:t>
      </w:r>
      <w:r>
        <w:tab/>
        <w:t>2.025e0</w:t>
      </w:r>
    </w:p>
    <w:p w:rsidR="00B65DC9" w:rsidRDefault="00B65DC9" w:rsidP="00B65DC9">
      <w:r>
        <w:t>702.1525</w:t>
      </w:r>
      <w:r>
        <w:tab/>
        <w:t>1.266e-2</w:t>
      </w:r>
    </w:p>
    <w:p w:rsidR="00B65DC9" w:rsidRDefault="00B65DC9" w:rsidP="00B65DC9">
      <w:r>
        <w:t>702.1589</w:t>
      </w:r>
      <w:r>
        <w:tab/>
        <w:t>2.532e-2</w:t>
      </w:r>
    </w:p>
    <w:p w:rsidR="00B65DC9" w:rsidRDefault="00B65DC9" w:rsidP="00B65DC9">
      <w:r>
        <w:t>702.1879</w:t>
      </w:r>
      <w:r>
        <w:tab/>
        <w:t>1.013e0</w:t>
      </w:r>
    </w:p>
    <w:p w:rsidR="00B65DC9" w:rsidRDefault="00B65DC9" w:rsidP="00B65DC9">
      <w:r>
        <w:t>702.2900</w:t>
      </w:r>
      <w:r>
        <w:tab/>
        <w:t>1.013e0</w:t>
      </w:r>
    </w:p>
    <w:p w:rsidR="00B65DC9" w:rsidRDefault="00B65DC9" w:rsidP="00B65DC9">
      <w:r>
        <w:t>702.2996</w:t>
      </w:r>
      <w:r>
        <w:tab/>
        <w:t>2.025e0</w:t>
      </w:r>
    </w:p>
    <w:p w:rsidR="00B65DC9" w:rsidRDefault="00B65DC9" w:rsidP="00B65DC9">
      <w:r>
        <w:t>702.3062</w:t>
      </w:r>
      <w:r>
        <w:tab/>
        <w:t>1.013e0</w:t>
      </w:r>
    </w:p>
    <w:p w:rsidR="00B65DC9" w:rsidRDefault="00B65DC9" w:rsidP="00B65DC9">
      <w:r>
        <w:t>702.3428</w:t>
      </w:r>
      <w:r>
        <w:tab/>
        <w:t>1.266e-2</w:t>
      </w:r>
    </w:p>
    <w:p w:rsidR="00B65DC9" w:rsidRDefault="00B65DC9" w:rsidP="00B65DC9">
      <w:r>
        <w:t>702.3482</w:t>
      </w:r>
      <w:r>
        <w:tab/>
        <w:t>4.051e0</w:t>
      </w:r>
    </w:p>
    <w:p w:rsidR="00B65DC9" w:rsidRDefault="00B65DC9" w:rsidP="00B65DC9">
      <w:r>
        <w:t>702.4024</w:t>
      </w:r>
      <w:r>
        <w:tab/>
        <w:t>3.038e0</w:t>
      </w:r>
    </w:p>
    <w:p w:rsidR="00B65DC9" w:rsidRDefault="00B65DC9" w:rsidP="00B65DC9">
      <w:r>
        <w:t>702.4254</w:t>
      </w:r>
      <w:r>
        <w:tab/>
        <w:t>2.025e0</w:t>
      </w:r>
    </w:p>
    <w:p w:rsidR="00B65DC9" w:rsidRDefault="00B65DC9" w:rsidP="00B65DC9">
      <w:r>
        <w:t>702.4400</w:t>
      </w:r>
      <w:r>
        <w:tab/>
        <w:t>2.025e0</w:t>
      </w:r>
    </w:p>
    <w:p w:rsidR="00B65DC9" w:rsidRDefault="00B65DC9" w:rsidP="00B65DC9">
      <w:r>
        <w:t>702.4731</w:t>
      </w:r>
      <w:r>
        <w:tab/>
        <w:t>1.013e0</w:t>
      </w:r>
    </w:p>
    <w:p w:rsidR="00B65DC9" w:rsidRDefault="00B65DC9" w:rsidP="00B65DC9">
      <w:r>
        <w:t>702.5079</w:t>
      </w:r>
      <w:r>
        <w:tab/>
        <w:t>3.051e0</w:t>
      </w:r>
    </w:p>
    <w:p w:rsidR="00B65DC9" w:rsidRDefault="00B65DC9" w:rsidP="00B65DC9">
      <w:r>
        <w:t>702.5695</w:t>
      </w:r>
      <w:r>
        <w:tab/>
        <w:t>1.266e-2</w:t>
      </w:r>
    </w:p>
    <w:p w:rsidR="00B65DC9" w:rsidRDefault="00B65DC9" w:rsidP="00B65DC9">
      <w:r>
        <w:lastRenderedPageBreak/>
        <w:t>702.5924</w:t>
      </w:r>
      <w:r>
        <w:tab/>
        <w:t>1.025e0</w:t>
      </w:r>
    </w:p>
    <w:p w:rsidR="00B65DC9" w:rsidRDefault="00B65DC9" w:rsidP="00B65DC9">
      <w:r>
        <w:t>702.6410</w:t>
      </w:r>
      <w:r>
        <w:tab/>
        <w:t>1.013e0</w:t>
      </w:r>
    </w:p>
    <w:p w:rsidR="00B65DC9" w:rsidRDefault="00B65DC9" w:rsidP="00B65DC9">
      <w:r>
        <w:t>702.6520</w:t>
      </w:r>
      <w:r>
        <w:tab/>
        <w:t>1.266e-2</w:t>
      </w:r>
    </w:p>
    <w:p w:rsidR="00B65DC9" w:rsidRDefault="00B65DC9" w:rsidP="00B65DC9">
      <w:r>
        <w:t>702.7713</w:t>
      </w:r>
      <w:r>
        <w:tab/>
        <w:t>1.013e0</w:t>
      </w:r>
    </w:p>
    <w:p w:rsidR="00B65DC9" w:rsidRDefault="00B65DC9" w:rsidP="00B65DC9">
      <w:r>
        <w:t>702.7833</w:t>
      </w:r>
      <w:r>
        <w:tab/>
        <w:t>2.025e0</w:t>
      </w:r>
    </w:p>
    <w:p w:rsidR="00B65DC9" w:rsidRDefault="00B65DC9" w:rsidP="00B65DC9">
      <w:r>
        <w:t>702.7961</w:t>
      </w:r>
      <w:r>
        <w:tab/>
        <w:t>1.013e0</w:t>
      </w:r>
    </w:p>
    <w:p w:rsidR="00B65DC9" w:rsidRDefault="00B65DC9" w:rsidP="00B65DC9">
      <w:r>
        <w:t>702.8438</w:t>
      </w:r>
      <w:r>
        <w:tab/>
        <w:t>1.266e-2</w:t>
      </w:r>
    </w:p>
    <w:p w:rsidR="00B65DC9" w:rsidRDefault="00B65DC9" w:rsidP="00B65DC9">
      <w:r>
        <w:t>703.0338</w:t>
      </w:r>
      <w:r>
        <w:tab/>
        <w:t>1.013e0</w:t>
      </w:r>
    </w:p>
    <w:p w:rsidR="00B65DC9" w:rsidRDefault="00B65DC9" w:rsidP="00B65DC9">
      <w:r>
        <w:t>703.0706</w:t>
      </w:r>
      <w:r>
        <w:tab/>
        <w:t>1.013e0</w:t>
      </w:r>
    </w:p>
    <w:p w:rsidR="00B65DC9" w:rsidRDefault="00B65DC9" w:rsidP="00B65DC9">
      <w:r>
        <w:t>703.0815</w:t>
      </w:r>
      <w:r>
        <w:tab/>
        <w:t>1.266e-2</w:t>
      </w:r>
    </w:p>
    <w:p w:rsidR="00B65DC9" w:rsidRDefault="00B65DC9" w:rsidP="00B65DC9">
      <w:r>
        <w:t>703.1111</w:t>
      </w:r>
      <w:r>
        <w:tab/>
        <w:t>2.025e0</w:t>
      </w:r>
    </w:p>
    <w:p w:rsidR="00B65DC9" w:rsidRDefault="00B65DC9" w:rsidP="00B65DC9">
      <w:r>
        <w:t>703.1335</w:t>
      </w:r>
      <w:r>
        <w:tab/>
        <w:t>1.013e0</w:t>
      </w:r>
    </w:p>
    <w:p w:rsidR="00B65DC9" w:rsidRDefault="00B65DC9" w:rsidP="00B65DC9">
      <w:r>
        <w:t>703.1849</w:t>
      </w:r>
      <w:r>
        <w:tab/>
        <w:t>1.038e0</w:t>
      </w:r>
    </w:p>
    <w:p w:rsidR="00B65DC9" w:rsidRDefault="00B65DC9" w:rsidP="00B65DC9">
      <w:r>
        <w:t>703.1899</w:t>
      </w:r>
      <w:r>
        <w:tab/>
        <w:t>1.266e-2</w:t>
      </w:r>
    </w:p>
    <w:p w:rsidR="00B65DC9" w:rsidRDefault="00B65DC9" w:rsidP="00B65DC9">
      <w:r>
        <w:t>703.2606</w:t>
      </w:r>
      <w:r>
        <w:tab/>
        <w:t>1.013e0</w:t>
      </w:r>
    </w:p>
    <w:p w:rsidR="00B65DC9" w:rsidRDefault="00B65DC9" w:rsidP="00B65DC9">
      <w:r>
        <w:t>703.2656</w:t>
      </w:r>
      <w:r>
        <w:tab/>
        <w:t>3.038e0</w:t>
      </w:r>
    </w:p>
    <w:p w:rsidR="00B65DC9" w:rsidRDefault="00B65DC9" w:rsidP="00B65DC9">
      <w:r>
        <w:t>703.2681</w:t>
      </w:r>
      <w:r>
        <w:tab/>
        <w:t>4.051e0</w:t>
      </w:r>
    </w:p>
    <w:p w:rsidR="00B65DC9" w:rsidRDefault="00B65DC9" w:rsidP="00B65DC9">
      <w:r>
        <w:t>703.3434</w:t>
      </w:r>
      <w:r>
        <w:tab/>
        <w:t>1.025e0</w:t>
      </w:r>
    </w:p>
    <w:p w:rsidR="00B65DC9" w:rsidRDefault="00B65DC9" w:rsidP="00B65DC9">
      <w:r>
        <w:t>703.4516</w:t>
      </w:r>
      <w:r>
        <w:tab/>
        <w:t>1.013e0</w:t>
      </w:r>
    </w:p>
    <w:p w:rsidR="00B65DC9" w:rsidRDefault="00B65DC9" w:rsidP="00B65DC9">
      <w:r>
        <w:lastRenderedPageBreak/>
        <w:t>703.4667</w:t>
      </w:r>
      <w:r>
        <w:tab/>
        <w:t>3.038e0</w:t>
      </w:r>
    </w:p>
    <w:p w:rsidR="00B65DC9" w:rsidRDefault="00B65DC9" w:rsidP="00B65DC9">
      <w:r>
        <w:t>703.4776</w:t>
      </w:r>
      <w:r>
        <w:tab/>
        <w:t>1.013e0</w:t>
      </w:r>
    </w:p>
    <w:p w:rsidR="00B65DC9" w:rsidRDefault="00B65DC9" w:rsidP="00B65DC9">
      <w:r>
        <w:t>703.5003</w:t>
      </w:r>
      <w:r>
        <w:tab/>
        <w:t>2.038e0</w:t>
      </w:r>
    </w:p>
    <w:p w:rsidR="00B65DC9" w:rsidRDefault="00B65DC9" w:rsidP="00B65DC9">
      <w:r>
        <w:t>703.5472</w:t>
      </w:r>
      <w:r>
        <w:tab/>
        <w:t>2.025e0</w:t>
      </w:r>
    </w:p>
    <w:p w:rsidR="00B65DC9" w:rsidRDefault="00B65DC9" w:rsidP="00B65DC9">
      <w:r>
        <w:t>703.5641</w:t>
      </w:r>
      <w:r>
        <w:tab/>
        <w:t>1.025e0</w:t>
      </w:r>
    </w:p>
    <w:p w:rsidR="00B65DC9" w:rsidRDefault="00B65DC9" w:rsidP="00B65DC9">
      <w:r>
        <w:t>703.6377</w:t>
      </w:r>
      <w:r>
        <w:tab/>
        <w:t>1.346e0</w:t>
      </w:r>
    </w:p>
    <w:p w:rsidR="00B65DC9" w:rsidRDefault="00B65DC9" w:rsidP="00B65DC9">
      <w:r>
        <w:t>703.6844</w:t>
      </w:r>
      <w:r>
        <w:tab/>
        <w:t>3.038e0</w:t>
      </w:r>
    </w:p>
    <w:p w:rsidR="00B65DC9" w:rsidRDefault="00B65DC9" w:rsidP="00B65DC9">
      <w:r>
        <w:t>703.7012</w:t>
      </w:r>
      <w:r>
        <w:tab/>
        <w:t>1.266e-2</w:t>
      </w:r>
    </w:p>
    <w:p w:rsidR="00B65DC9" w:rsidRDefault="00B65DC9" w:rsidP="00B65DC9">
      <w:r>
        <w:t>703.8217</w:t>
      </w:r>
      <w:r>
        <w:tab/>
        <w:t>2.532e-2</w:t>
      </w:r>
    </w:p>
    <w:p w:rsidR="00B65DC9" w:rsidRDefault="00B65DC9" w:rsidP="00B65DC9">
      <w:r>
        <w:t>703.9593</w:t>
      </w:r>
      <w:r>
        <w:tab/>
        <w:t>1.266e-2</w:t>
      </w:r>
    </w:p>
    <w:p w:rsidR="00B65DC9" w:rsidRDefault="00B65DC9" w:rsidP="00B65DC9">
      <w:r>
        <w:t>703.9653</w:t>
      </w:r>
      <w:r>
        <w:tab/>
        <w:t>1.013e0</w:t>
      </w:r>
    </w:p>
    <w:p w:rsidR="00B65DC9" w:rsidRDefault="00B65DC9" w:rsidP="00B65DC9">
      <w:r>
        <w:t>704.0009</w:t>
      </w:r>
      <w:r>
        <w:tab/>
        <w:t>2.038e0</w:t>
      </w:r>
    </w:p>
    <w:p w:rsidR="00B65DC9" w:rsidRDefault="00B65DC9" w:rsidP="00B65DC9">
      <w:r>
        <w:t>704.0967</w:t>
      </w:r>
      <w:r>
        <w:tab/>
        <w:t>1.013e0</w:t>
      </w:r>
    </w:p>
    <w:p w:rsidR="00B65DC9" w:rsidRDefault="00B65DC9" w:rsidP="00B65DC9">
      <w:r>
        <w:t>704.1684</w:t>
      </w:r>
      <w:r>
        <w:tab/>
        <w:t>1.013e0</w:t>
      </w:r>
    </w:p>
    <w:p w:rsidR="00B65DC9" w:rsidRDefault="00B65DC9" w:rsidP="00B65DC9">
      <w:r>
        <w:t>704.2345</w:t>
      </w:r>
      <w:r>
        <w:tab/>
        <w:t>1.266e-2</w:t>
      </w:r>
    </w:p>
    <w:p w:rsidR="00B65DC9" w:rsidRDefault="00B65DC9" w:rsidP="00B65DC9">
      <w:r>
        <w:t>704.2881</w:t>
      </w:r>
      <w:r>
        <w:tab/>
        <w:t>3.038e0</w:t>
      </w:r>
    </w:p>
    <w:p w:rsidR="00B65DC9" w:rsidRDefault="00B65DC9" w:rsidP="00B65DC9">
      <w:r>
        <w:t>704.3128</w:t>
      </w:r>
      <w:r>
        <w:tab/>
        <w:t>1.013e0</w:t>
      </w:r>
    </w:p>
    <w:p w:rsidR="00B65DC9" w:rsidRDefault="00B65DC9" w:rsidP="00B65DC9">
      <w:r>
        <w:t>704.3292</w:t>
      </w:r>
      <w:r>
        <w:tab/>
        <w:t>2.025e0</w:t>
      </w:r>
    </w:p>
    <w:p w:rsidR="00B65DC9" w:rsidRDefault="00B65DC9" w:rsidP="00B65DC9">
      <w:r>
        <w:t>704.3729</w:t>
      </w:r>
      <w:r>
        <w:tab/>
        <w:t>1.013e0</w:t>
      </w:r>
    </w:p>
    <w:p w:rsidR="00B65DC9" w:rsidRDefault="00B65DC9" w:rsidP="00B65DC9">
      <w:r>
        <w:lastRenderedPageBreak/>
        <w:t>704.4417</w:t>
      </w:r>
      <w:r>
        <w:tab/>
        <w:t>2.025e0</w:t>
      </w:r>
    </w:p>
    <w:p w:rsidR="00B65DC9" w:rsidRDefault="00B65DC9" w:rsidP="00B65DC9">
      <w:r>
        <w:t>704.4633</w:t>
      </w:r>
      <w:r>
        <w:tab/>
        <w:t>1.038e0</w:t>
      </w:r>
    </w:p>
    <w:p w:rsidR="00B65DC9" w:rsidRDefault="00B65DC9" w:rsidP="00B65DC9">
      <w:r>
        <w:t>704.4802</w:t>
      </w:r>
      <w:r>
        <w:tab/>
        <w:t>5.063e0</w:t>
      </w:r>
    </w:p>
    <w:p w:rsidR="00B65DC9" w:rsidRDefault="00B65DC9" w:rsidP="00B65DC9">
      <w:r>
        <w:t>704.5116</w:t>
      </w:r>
      <w:r>
        <w:tab/>
        <w:t>3.910e0</w:t>
      </w:r>
    </w:p>
    <w:p w:rsidR="00B65DC9" w:rsidRDefault="00B65DC9" w:rsidP="00B65DC9">
      <w:r>
        <w:t>704.5629</w:t>
      </w:r>
      <w:r>
        <w:tab/>
        <w:t>1.013e0</w:t>
      </w:r>
    </w:p>
    <w:p w:rsidR="00B65DC9" w:rsidRDefault="00B65DC9" w:rsidP="00B65DC9">
      <w:r>
        <w:t>704.5956</w:t>
      </w:r>
      <w:r>
        <w:tab/>
        <w:t>1.013e0</w:t>
      </w:r>
    </w:p>
    <w:p w:rsidR="00B65DC9" w:rsidRDefault="00B65DC9" w:rsidP="00B65DC9">
      <w:r>
        <w:t>704.6646</w:t>
      </w:r>
      <w:r>
        <w:tab/>
        <w:t>1.013e0</w:t>
      </w:r>
    </w:p>
    <w:p w:rsidR="00B65DC9" w:rsidRDefault="00B65DC9" w:rsidP="00B65DC9">
      <w:r>
        <w:t>704.7678</w:t>
      </w:r>
      <w:r>
        <w:tab/>
        <w:t>1.013e0</w:t>
      </w:r>
    </w:p>
    <w:p w:rsidR="00B65DC9" w:rsidRDefault="00B65DC9" w:rsidP="00B65DC9">
      <w:r>
        <w:t>704.7902</w:t>
      </w:r>
      <w:r>
        <w:tab/>
        <w:t>1.013e0</w:t>
      </w:r>
    </w:p>
    <w:p w:rsidR="00B65DC9" w:rsidRDefault="00B65DC9" w:rsidP="00B65DC9">
      <w:r>
        <w:t>704.8195</w:t>
      </w:r>
      <w:r>
        <w:tab/>
        <w:t>1.051e0</w:t>
      </w:r>
    </w:p>
    <w:p w:rsidR="00B65DC9" w:rsidRDefault="00B65DC9" w:rsidP="00B65DC9">
      <w:r>
        <w:t>704.9058</w:t>
      </w:r>
      <w:r>
        <w:tab/>
        <w:t>2.025e0</w:t>
      </w:r>
    </w:p>
    <w:p w:rsidR="00B65DC9" w:rsidRDefault="00B65DC9" w:rsidP="00B65DC9">
      <w:r>
        <w:t>705.1277</w:t>
      </w:r>
      <w:r>
        <w:tab/>
        <w:t>3.038e0</w:t>
      </w:r>
    </w:p>
    <w:p w:rsidR="00B65DC9" w:rsidRDefault="00B65DC9" w:rsidP="00B65DC9">
      <w:r>
        <w:t>705.1372</w:t>
      </w:r>
      <w:r>
        <w:tab/>
        <w:t>1.013e0</w:t>
      </w:r>
    </w:p>
    <w:p w:rsidR="00B65DC9" w:rsidRDefault="00B65DC9" w:rsidP="00B65DC9">
      <w:r>
        <w:t>705.1572</w:t>
      </w:r>
      <w:r>
        <w:tab/>
        <w:t>3.038e0</w:t>
      </w:r>
    </w:p>
    <w:p w:rsidR="00B65DC9" w:rsidRDefault="00B65DC9" w:rsidP="00B65DC9">
      <w:r>
        <w:t>705.1618</w:t>
      </w:r>
      <w:r>
        <w:tab/>
        <w:t>2.025e0</w:t>
      </w:r>
    </w:p>
    <w:p w:rsidR="00B65DC9" w:rsidRDefault="00B65DC9" w:rsidP="00B65DC9">
      <w:r>
        <w:t>705.1920</w:t>
      </w:r>
      <w:r>
        <w:tab/>
        <w:t>2.025e0</w:t>
      </w:r>
    </w:p>
    <w:p w:rsidR="00B65DC9" w:rsidRDefault="00B65DC9" w:rsidP="00B65DC9">
      <w:r>
        <w:t>705.2390</w:t>
      </w:r>
      <w:r>
        <w:tab/>
        <w:t>2.532e-2</w:t>
      </w:r>
    </w:p>
    <w:p w:rsidR="00B65DC9" w:rsidRDefault="00B65DC9" w:rsidP="00B65DC9">
      <w:r>
        <w:t>705.2958</w:t>
      </w:r>
      <w:r>
        <w:tab/>
        <w:t>2.025e0</w:t>
      </w:r>
    </w:p>
    <w:p w:rsidR="00B65DC9" w:rsidRDefault="00B65DC9" w:rsidP="00B65DC9">
      <w:r>
        <w:t>705.3009</w:t>
      </w:r>
      <w:r>
        <w:tab/>
        <w:t>2.025e0</w:t>
      </w:r>
    </w:p>
    <w:p w:rsidR="00B65DC9" w:rsidRDefault="00B65DC9" w:rsidP="00B65DC9">
      <w:r>
        <w:lastRenderedPageBreak/>
        <w:t>705.3167</w:t>
      </w:r>
      <w:r>
        <w:tab/>
        <w:t>1.266e-2</w:t>
      </w:r>
    </w:p>
    <w:p w:rsidR="00B65DC9" w:rsidRDefault="00B65DC9" w:rsidP="00B65DC9">
      <w:r>
        <w:t>705.3871</w:t>
      </w:r>
      <w:r>
        <w:tab/>
        <w:t>1.013e0</w:t>
      </w:r>
    </w:p>
    <w:p w:rsidR="00B65DC9" w:rsidRDefault="00B65DC9" w:rsidP="00B65DC9">
      <w:r>
        <w:t>705.4125</w:t>
      </w:r>
      <w:r>
        <w:tab/>
        <w:t>1.266e-2</w:t>
      </w:r>
    </w:p>
    <w:p w:rsidR="00B65DC9" w:rsidRDefault="00B65DC9" w:rsidP="00B65DC9">
      <w:r>
        <w:t>705.5170</w:t>
      </w:r>
      <w:r>
        <w:tab/>
        <w:t>2.025e0</w:t>
      </w:r>
    </w:p>
    <w:p w:rsidR="00B65DC9" w:rsidRDefault="00B65DC9" w:rsidP="00B65DC9">
      <w:r>
        <w:t>705.5203</w:t>
      </w:r>
      <w:r>
        <w:tab/>
        <w:t>3.038e0</w:t>
      </w:r>
    </w:p>
    <w:p w:rsidR="00B65DC9" w:rsidRDefault="00B65DC9" w:rsidP="00B65DC9">
      <w:r>
        <w:t>705.5934</w:t>
      </w:r>
      <w:r>
        <w:tab/>
        <w:t>1.025e0</w:t>
      </w:r>
    </w:p>
    <w:p w:rsidR="00B65DC9" w:rsidRDefault="00B65DC9" w:rsidP="00B65DC9">
      <w:r>
        <w:t>705.6639</w:t>
      </w:r>
      <w:r>
        <w:tab/>
        <w:t>1.013e0</w:t>
      </w:r>
    </w:p>
    <w:p w:rsidR="00B65DC9" w:rsidRDefault="00B65DC9" w:rsidP="00B65DC9">
      <w:r>
        <w:t>705.7065</w:t>
      </w:r>
      <w:r>
        <w:tab/>
        <w:t>2.025e0</w:t>
      </w:r>
    </w:p>
    <w:p w:rsidR="00B65DC9" w:rsidRDefault="00B65DC9" w:rsidP="00B65DC9">
      <w:r>
        <w:t>705.7598</w:t>
      </w:r>
      <w:r>
        <w:tab/>
        <w:t>1.025e0</w:t>
      </w:r>
    </w:p>
    <w:p w:rsidR="00B65DC9" w:rsidRDefault="00B65DC9" w:rsidP="00B65DC9">
      <w:r>
        <w:t>705.9035</w:t>
      </w:r>
      <w:r>
        <w:tab/>
        <w:t>1.013e0</w:t>
      </w:r>
    </w:p>
    <w:p w:rsidR="00B65DC9" w:rsidRDefault="00B65DC9" w:rsidP="00B65DC9">
      <w:r>
        <w:t>705.9395</w:t>
      </w:r>
      <w:r>
        <w:tab/>
        <w:t>1.013e0</w:t>
      </w:r>
    </w:p>
    <w:p w:rsidR="00B65DC9" w:rsidRDefault="00B65DC9" w:rsidP="00B65DC9">
      <w:r>
        <w:t>705.9548</w:t>
      </w:r>
      <w:r>
        <w:tab/>
        <w:t>1.266e-2</w:t>
      </w:r>
    </w:p>
    <w:p w:rsidR="00B65DC9" w:rsidRDefault="00B65DC9" w:rsidP="00B65DC9">
      <w:r>
        <w:t>706.0315</w:t>
      </w:r>
      <w:r>
        <w:tab/>
        <w:t>2.025e0</w:t>
      </w:r>
    </w:p>
    <w:p w:rsidR="00B65DC9" w:rsidRDefault="00B65DC9" w:rsidP="00B65DC9">
      <w:r>
        <w:t>706.0407</w:t>
      </w:r>
      <w:r>
        <w:tab/>
        <w:t>1.013e0</w:t>
      </w:r>
    </w:p>
    <w:p w:rsidR="00B65DC9" w:rsidRDefault="00B65DC9" w:rsidP="00B65DC9">
      <w:r>
        <w:t>706.0590</w:t>
      </w:r>
      <w:r>
        <w:tab/>
        <w:t>2.025e0</w:t>
      </w:r>
    </w:p>
    <w:p w:rsidR="00B65DC9" w:rsidRDefault="00B65DC9" w:rsidP="00B65DC9">
      <w:r>
        <w:t>706.1350</w:t>
      </w:r>
      <w:r>
        <w:tab/>
        <w:t>2.025e0</w:t>
      </w:r>
    </w:p>
    <w:p w:rsidR="00B65DC9" w:rsidRDefault="00B65DC9" w:rsidP="00B65DC9">
      <w:r>
        <w:t>706.1610</w:t>
      </w:r>
      <w:r>
        <w:tab/>
        <w:t>1.013e0</w:t>
      </w:r>
    </w:p>
    <w:p w:rsidR="00B65DC9" w:rsidRDefault="00B65DC9" w:rsidP="00B65DC9">
      <w:r>
        <w:t>706.1911</w:t>
      </w:r>
      <w:r>
        <w:tab/>
        <w:t>1.013e0</w:t>
      </w:r>
    </w:p>
    <w:p w:rsidR="00B65DC9" w:rsidRDefault="00B65DC9" w:rsidP="00B65DC9">
      <w:r>
        <w:t>706.2280</w:t>
      </w:r>
      <w:r>
        <w:tab/>
        <w:t>2.025e0</w:t>
      </w:r>
    </w:p>
    <w:p w:rsidR="00B65DC9" w:rsidRDefault="00B65DC9" w:rsidP="00B65DC9">
      <w:r>
        <w:lastRenderedPageBreak/>
        <w:t>706.2510</w:t>
      </w:r>
      <w:r>
        <w:tab/>
        <w:t>1.013e0</w:t>
      </w:r>
    </w:p>
    <w:p w:rsidR="00B65DC9" w:rsidRDefault="00B65DC9" w:rsidP="00B65DC9">
      <w:r>
        <w:t>706.2798</w:t>
      </w:r>
      <w:r>
        <w:tab/>
        <w:t>1.025e0</w:t>
      </w:r>
    </w:p>
    <w:p w:rsidR="00B65DC9" w:rsidRDefault="00B65DC9" w:rsidP="00B65DC9">
      <w:r>
        <w:t>706.3499</w:t>
      </w:r>
      <w:r>
        <w:tab/>
        <w:t>3.051e0</w:t>
      </w:r>
    </w:p>
    <w:p w:rsidR="00B65DC9" w:rsidRDefault="00B65DC9" w:rsidP="00B65DC9">
      <w:r>
        <w:t>706.3838</w:t>
      </w:r>
      <w:r>
        <w:tab/>
        <w:t>2.025e0</w:t>
      </w:r>
    </w:p>
    <w:p w:rsidR="00B65DC9" w:rsidRDefault="00B65DC9" w:rsidP="00B65DC9">
      <w:r>
        <w:t>706.3949</w:t>
      </w:r>
      <w:r>
        <w:tab/>
        <w:t>1.013e0</w:t>
      </w:r>
    </w:p>
    <w:p w:rsidR="00B65DC9" w:rsidRDefault="00B65DC9" w:rsidP="00B65DC9">
      <w:r>
        <w:t>706.4081</w:t>
      </w:r>
      <w:r>
        <w:tab/>
        <w:t>5.063e0</w:t>
      </w:r>
    </w:p>
    <w:p w:rsidR="00B65DC9" w:rsidRDefault="00B65DC9" w:rsidP="00B65DC9">
      <w:r>
        <w:t>706.4239</w:t>
      </w:r>
      <w:r>
        <w:tab/>
        <w:t>2.991e0</w:t>
      </w:r>
    </w:p>
    <w:p w:rsidR="00B65DC9" w:rsidRDefault="00B65DC9" w:rsidP="00B65DC9">
      <w:r>
        <w:t>706.4428</w:t>
      </w:r>
      <w:r>
        <w:tab/>
        <w:t>1.013e0</w:t>
      </w:r>
    </w:p>
    <w:p w:rsidR="00B65DC9" w:rsidRDefault="00B65DC9" w:rsidP="00B65DC9">
      <w:r>
        <w:t>706.4683</w:t>
      </w:r>
      <w:r>
        <w:tab/>
        <w:t>5.063e0</w:t>
      </w:r>
    </w:p>
    <w:p w:rsidR="00B65DC9" w:rsidRDefault="00B65DC9" w:rsidP="00B65DC9">
      <w:r>
        <w:t>706.4791</w:t>
      </w:r>
      <w:r>
        <w:tab/>
        <w:t>2.025e0</w:t>
      </w:r>
    </w:p>
    <w:p w:rsidR="00B65DC9" w:rsidRDefault="00B65DC9" w:rsidP="00B65DC9">
      <w:r>
        <w:t>706.4921</w:t>
      </w:r>
      <w:r>
        <w:tab/>
        <w:t>5.063e0</w:t>
      </w:r>
    </w:p>
    <w:p w:rsidR="00B65DC9" w:rsidRDefault="00B65DC9" w:rsidP="00B65DC9">
      <w:r>
        <w:t>706.5305</w:t>
      </w:r>
      <w:r>
        <w:tab/>
        <w:t>2.025e0</w:t>
      </w:r>
    </w:p>
    <w:p w:rsidR="00B65DC9" w:rsidRDefault="00B65DC9" w:rsidP="00B65DC9">
      <w:r>
        <w:t>706.6263</w:t>
      </w:r>
      <w:r>
        <w:tab/>
        <w:t>1.013e0</w:t>
      </w:r>
    </w:p>
    <w:p w:rsidR="00B65DC9" w:rsidRDefault="00B65DC9" w:rsidP="00B65DC9">
      <w:r>
        <w:t>706.6587</w:t>
      </w:r>
      <w:r>
        <w:tab/>
        <w:t>1.266e-2</w:t>
      </w:r>
    </w:p>
    <w:p w:rsidR="00B65DC9" w:rsidRDefault="00B65DC9" w:rsidP="00B65DC9">
      <w:r>
        <w:t>706.7288</w:t>
      </w:r>
      <w:r>
        <w:tab/>
        <w:t>3.865e0</w:t>
      </w:r>
    </w:p>
    <w:p w:rsidR="00B65DC9" w:rsidRDefault="00B65DC9" w:rsidP="00B65DC9">
      <w:r>
        <w:t>706.7546</w:t>
      </w:r>
      <w:r>
        <w:tab/>
        <w:t>1.013e0</w:t>
      </w:r>
    </w:p>
    <w:p w:rsidR="00B65DC9" w:rsidRDefault="00B65DC9" w:rsidP="00B65DC9">
      <w:r>
        <w:t>706.8155</w:t>
      </w:r>
      <w:r>
        <w:tab/>
        <w:t>1.013e0</w:t>
      </w:r>
    </w:p>
    <w:p w:rsidR="00B65DC9" w:rsidRDefault="00B65DC9" w:rsidP="00B65DC9">
      <w:r>
        <w:t>706.8266</w:t>
      </w:r>
      <w:r>
        <w:tab/>
        <w:t>1.013e0</w:t>
      </w:r>
    </w:p>
    <w:p w:rsidR="00B65DC9" w:rsidRDefault="00B65DC9" w:rsidP="00B65DC9">
      <w:r>
        <w:t>706.9225</w:t>
      </w:r>
      <w:r>
        <w:tab/>
        <w:t>1.013e0</w:t>
      </w:r>
    </w:p>
    <w:p w:rsidR="00B65DC9" w:rsidRDefault="00B65DC9" w:rsidP="00B65DC9">
      <w:r>
        <w:lastRenderedPageBreak/>
        <w:t>706.9659</w:t>
      </w:r>
      <w:r>
        <w:tab/>
        <w:t>3.038e0</w:t>
      </w:r>
    </w:p>
    <w:p w:rsidR="00B65DC9" w:rsidRDefault="00B65DC9" w:rsidP="00B65DC9">
      <w:r>
        <w:t>707.0065</w:t>
      </w:r>
      <w:r>
        <w:tab/>
        <w:t>1.266e-2</w:t>
      </w:r>
    </w:p>
    <w:p w:rsidR="00B65DC9" w:rsidRDefault="00B65DC9" w:rsidP="00B65DC9">
      <w:r>
        <w:t>707.0388</w:t>
      </w:r>
      <w:r>
        <w:tab/>
        <w:t>1.266e-2</w:t>
      </w:r>
    </w:p>
    <w:p w:rsidR="00B65DC9" w:rsidRDefault="00B65DC9" w:rsidP="00B65DC9">
      <w:r>
        <w:t>707.0897</w:t>
      </w:r>
      <w:r>
        <w:tab/>
        <w:t>2.038e0</w:t>
      </w:r>
    </w:p>
    <w:p w:rsidR="00B65DC9" w:rsidRDefault="00B65DC9" w:rsidP="00B65DC9">
      <w:r>
        <w:t>707.1412</w:t>
      </w:r>
      <w:r>
        <w:tab/>
        <w:t>1.266e-2</w:t>
      </w:r>
    </w:p>
    <w:p w:rsidR="00B65DC9" w:rsidRDefault="00B65DC9" w:rsidP="00B65DC9">
      <w:r>
        <w:t>707.2101</w:t>
      </w:r>
      <w:r>
        <w:tab/>
        <w:t>1.013e0</w:t>
      </w:r>
    </w:p>
    <w:p w:rsidR="00B65DC9" w:rsidRDefault="00B65DC9" w:rsidP="00B65DC9">
      <w:r>
        <w:t>707.2272</w:t>
      </w:r>
      <w:r>
        <w:tab/>
        <w:t>2.025e0</w:t>
      </w:r>
    </w:p>
    <w:p w:rsidR="00B65DC9" w:rsidRDefault="00B65DC9" w:rsidP="00B65DC9">
      <w:r>
        <w:t>707.2354</w:t>
      </w:r>
      <w:r>
        <w:tab/>
        <w:t>1.013e0</w:t>
      </w:r>
    </w:p>
    <w:p w:rsidR="00B65DC9" w:rsidRDefault="00B65DC9" w:rsidP="00B65DC9">
      <w:r>
        <w:t>707.2786</w:t>
      </w:r>
      <w:r>
        <w:tab/>
        <w:t>1.266e-2</w:t>
      </w:r>
    </w:p>
    <w:p w:rsidR="00B65DC9" w:rsidRDefault="00B65DC9" w:rsidP="00B65DC9">
      <w:r>
        <w:t>707.3071</w:t>
      </w:r>
      <w:r>
        <w:tab/>
        <w:t>2.025e0</w:t>
      </w:r>
    </w:p>
    <w:p w:rsidR="00B65DC9" w:rsidRDefault="00B65DC9" w:rsidP="00B65DC9">
      <w:r>
        <w:t>707.3542</w:t>
      </w:r>
      <w:r>
        <w:tab/>
        <w:t>9.827e-1</w:t>
      </w:r>
    </w:p>
    <w:p w:rsidR="00B65DC9" w:rsidRDefault="00B65DC9" w:rsidP="00B65DC9">
      <w:r>
        <w:t>707.4086</w:t>
      </w:r>
      <w:r>
        <w:tab/>
        <w:t>3.038e0</w:t>
      </w:r>
    </w:p>
    <w:p w:rsidR="00B65DC9" w:rsidRDefault="00B65DC9" w:rsidP="00B65DC9">
      <w:r>
        <w:t>707.4207</w:t>
      </w:r>
      <w:r>
        <w:tab/>
        <w:t>4.051e0</w:t>
      </w:r>
    </w:p>
    <w:p w:rsidR="00B65DC9" w:rsidRDefault="00B65DC9" w:rsidP="00B65DC9">
      <w:r>
        <w:t>707.4268</w:t>
      </w:r>
      <w:r>
        <w:tab/>
        <w:t>2.051e0</w:t>
      </w:r>
    </w:p>
    <w:p w:rsidR="00B65DC9" w:rsidRDefault="00B65DC9" w:rsidP="00B65DC9">
      <w:r>
        <w:t>707.4577</w:t>
      </w:r>
      <w:r>
        <w:tab/>
        <w:t>4.829e0</w:t>
      </w:r>
    </w:p>
    <w:p w:rsidR="00B65DC9" w:rsidRDefault="00B65DC9" w:rsidP="00B65DC9">
      <w:r>
        <w:t>707.5226</w:t>
      </w:r>
      <w:r>
        <w:tab/>
        <w:t>1.013e0</w:t>
      </w:r>
    </w:p>
    <w:p w:rsidR="00B65DC9" w:rsidRDefault="00B65DC9" w:rsidP="00B65DC9">
      <w:r>
        <w:t>707.5909</w:t>
      </w:r>
      <w:r>
        <w:tab/>
        <w:t>3.038e0</w:t>
      </w:r>
    </w:p>
    <w:p w:rsidR="00B65DC9" w:rsidRDefault="00B65DC9" w:rsidP="00B65DC9">
      <w:r>
        <w:t>707.6142</w:t>
      </w:r>
      <w:r>
        <w:tab/>
        <w:t>2.025e0</w:t>
      </w:r>
    </w:p>
    <w:p w:rsidR="00B65DC9" w:rsidRDefault="00B65DC9" w:rsidP="00B65DC9">
      <w:r>
        <w:t>707.7628</w:t>
      </w:r>
      <w:r>
        <w:tab/>
        <w:t>1.266e-2</w:t>
      </w:r>
    </w:p>
    <w:p w:rsidR="00B65DC9" w:rsidRDefault="00B65DC9" w:rsidP="00B65DC9">
      <w:r>
        <w:lastRenderedPageBreak/>
        <w:t>707.7748</w:t>
      </w:r>
      <w:r>
        <w:tab/>
        <w:t>1.013e0</w:t>
      </w:r>
    </w:p>
    <w:p w:rsidR="00B65DC9" w:rsidRDefault="00B65DC9" w:rsidP="00B65DC9">
      <w:r>
        <w:t>707.8829</w:t>
      </w:r>
      <w:r>
        <w:tab/>
        <w:t>2.532e-2</w:t>
      </w:r>
    </w:p>
    <w:p w:rsidR="00B65DC9" w:rsidRDefault="00B65DC9" w:rsidP="00B65DC9">
      <w:r>
        <w:t>707.9837</w:t>
      </w:r>
      <w:r>
        <w:tab/>
        <w:t>1.013e0</w:t>
      </w:r>
    </w:p>
    <w:p w:rsidR="00B65DC9" w:rsidRDefault="00B65DC9" w:rsidP="00B65DC9">
      <w:r>
        <w:t>708.0246</w:t>
      </w:r>
      <w:r>
        <w:tab/>
        <w:t>2.025e0</w:t>
      </w:r>
    </w:p>
    <w:p w:rsidR="00B65DC9" w:rsidRDefault="00B65DC9" w:rsidP="00B65DC9">
      <w:r>
        <w:t>708.0388</w:t>
      </w:r>
      <w:r>
        <w:tab/>
        <w:t>3.051e0</w:t>
      </w:r>
    </w:p>
    <w:p w:rsidR="00B65DC9" w:rsidRDefault="00B65DC9" w:rsidP="00B65DC9">
      <w:r>
        <w:t>708.1241</w:t>
      </w:r>
      <w:r>
        <w:tab/>
        <w:t>1.013e0</w:t>
      </w:r>
    </w:p>
    <w:p w:rsidR="00B65DC9" w:rsidRDefault="00B65DC9" w:rsidP="00B65DC9">
      <w:r>
        <w:t>708.1384</w:t>
      </w:r>
      <w:r>
        <w:tab/>
        <w:t>1.013e0</w:t>
      </w:r>
    </w:p>
    <w:p w:rsidR="00B65DC9" w:rsidRDefault="00B65DC9" w:rsidP="00B65DC9">
      <w:r>
        <w:t>708.1472</w:t>
      </w:r>
      <w:r>
        <w:tab/>
        <w:t>1.013e0</w:t>
      </w:r>
    </w:p>
    <w:p w:rsidR="00B65DC9" w:rsidRDefault="00B65DC9" w:rsidP="00B65DC9">
      <w:r>
        <w:t>708.2159</w:t>
      </w:r>
      <w:r>
        <w:tab/>
        <w:t>2.025e0</w:t>
      </w:r>
    </w:p>
    <w:p w:rsidR="00B65DC9" w:rsidRDefault="00B65DC9" w:rsidP="00B65DC9">
      <w:r>
        <w:t>708.2313</w:t>
      </w:r>
      <w:r>
        <w:tab/>
        <w:t>1.013e0</w:t>
      </w:r>
    </w:p>
    <w:p w:rsidR="00B65DC9" w:rsidRDefault="00B65DC9" w:rsidP="00B65DC9">
      <w:r>
        <w:t>708.2443</w:t>
      </w:r>
      <w:r>
        <w:tab/>
        <w:t>1.266e-2</w:t>
      </w:r>
    </w:p>
    <w:p w:rsidR="00B65DC9" w:rsidRDefault="00B65DC9" w:rsidP="00B65DC9">
      <w:r>
        <w:t>708.2771</w:t>
      </w:r>
      <w:r>
        <w:tab/>
        <w:t>3.038e0</w:t>
      </w:r>
    </w:p>
    <w:p w:rsidR="00B65DC9" w:rsidRDefault="00B65DC9" w:rsidP="00B65DC9">
      <w:r>
        <w:t>708.3231</w:t>
      </w:r>
      <w:r>
        <w:tab/>
        <w:t>1.038e0</w:t>
      </w:r>
    </w:p>
    <w:p w:rsidR="00B65DC9" w:rsidRDefault="00B65DC9" w:rsidP="00B65DC9">
      <w:r>
        <w:t>708.3320</w:t>
      </w:r>
      <w:r>
        <w:tab/>
        <w:t>4.051e0</w:t>
      </w:r>
    </w:p>
    <w:p w:rsidR="00B65DC9" w:rsidRDefault="00B65DC9" w:rsidP="00B65DC9">
      <w:r>
        <w:t>708.3511</w:t>
      </w:r>
      <w:r>
        <w:tab/>
        <w:t>1.025e0</w:t>
      </w:r>
    </w:p>
    <w:p w:rsidR="00B65DC9" w:rsidRDefault="00B65DC9" w:rsidP="00B65DC9">
      <w:r>
        <w:t>708.3800</w:t>
      </w:r>
      <w:r>
        <w:tab/>
        <w:t>1.013e0</w:t>
      </w:r>
    </w:p>
    <w:p w:rsidR="00B65DC9" w:rsidRDefault="00B65DC9" w:rsidP="00B65DC9">
      <w:r>
        <w:t>708.4234</w:t>
      </w:r>
      <w:r>
        <w:tab/>
        <w:t>5.923e0</w:t>
      </w:r>
    </w:p>
    <w:p w:rsidR="00B65DC9" w:rsidRDefault="00B65DC9" w:rsidP="00B65DC9">
      <w:r>
        <w:t>708.4758</w:t>
      </w:r>
      <w:r>
        <w:tab/>
        <w:t>2.025e0</w:t>
      </w:r>
    </w:p>
    <w:p w:rsidR="00B65DC9" w:rsidRDefault="00B65DC9" w:rsidP="00B65DC9">
      <w:r>
        <w:t>708.5048</w:t>
      </w:r>
      <w:r>
        <w:tab/>
        <w:t>2.532e-2</w:t>
      </w:r>
    </w:p>
    <w:p w:rsidR="00B65DC9" w:rsidRDefault="00B65DC9" w:rsidP="00B65DC9">
      <w:r>
        <w:lastRenderedPageBreak/>
        <w:t>708.5471</w:t>
      </w:r>
      <w:r>
        <w:tab/>
        <w:t>2.025e0</w:t>
      </w:r>
    </w:p>
    <w:p w:rsidR="00B65DC9" w:rsidRDefault="00B65DC9" w:rsidP="00B65DC9">
      <w:r>
        <w:t>708.5764</w:t>
      </w:r>
      <w:r>
        <w:tab/>
        <w:t>2.025e0</w:t>
      </w:r>
    </w:p>
    <w:p w:rsidR="00B65DC9" w:rsidRDefault="00B65DC9" w:rsidP="00B65DC9">
      <w:r>
        <w:t>708.6397</w:t>
      </w:r>
      <w:r>
        <w:tab/>
        <w:t>2.025e0</w:t>
      </w:r>
    </w:p>
    <w:p w:rsidR="00B65DC9" w:rsidRDefault="00B65DC9" w:rsidP="00B65DC9">
      <w:r>
        <w:t>708.7228</w:t>
      </w:r>
      <w:r>
        <w:tab/>
        <w:t>1.013e0</w:t>
      </w:r>
    </w:p>
    <w:p w:rsidR="00B65DC9" w:rsidRDefault="00B65DC9" w:rsidP="00B65DC9">
      <w:r>
        <w:t>708.7723</w:t>
      </w:r>
      <w:r>
        <w:tab/>
        <w:t>1.013e0</w:t>
      </w:r>
    </w:p>
    <w:p w:rsidR="00B65DC9" w:rsidRDefault="00B65DC9" w:rsidP="00B65DC9">
      <w:r>
        <w:t>708.8093</w:t>
      </w:r>
      <w:r>
        <w:tab/>
        <w:t>1.266e-2</w:t>
      </w:r>
    </w:p>
    <w:p w:rsidR="00B65DC9" w:rsidRDefault="00B65DC9" w:rsidP="00B65DC9">
      <w:r>
        <w:t>708.8604</w:t>
      </w:r>
      <w:r>
        <w:tab/>
        <w:t>1.013e0</w:t>
      </w:r>
    </w:p>
    <w:p w:rsidR="00B65DC9" w:rsidRDefault="00B65DC9" w:rsidP="00B65DC9">
      <w:r>
        <w:t>708.9536</w:t>
      </w:r>
      <w:r>
        <w:tab/>
        <w:t>2.025e0</w:t>
      </w:r>
    </w:p>
    <w:p w:rsidR="00B65DC9" w:rsidRDefault="00B65DC9" w:rsidP="00B65DC9">
      <w:r>
        <w:t>709.0128</w:t>
      </w:r>
      <w:r>
        <w:tab/>
        <w:t>1.013e0</w:t>
      </w:r>
    </w:p>
    <w:p w:rsidR="00B65DC9" w:rsidRDefault="00B65DC9" w:rsidP="00B65DC9">
      <w:r>
        <w:t>709.0838</w:t>
      </w:r>
      <w:r>
        <w:tab/>
        <w:t>1.013e0</w:t>
      </w:r>
    </w:p>
    <w:p w:rsidR="00B65DC9" w:rsidRDefault="00B65DC9" w:rsidP="00B65DC9">
      <w:r>
        <w:t>709.1039</w:t>
      </w:r>
      <w:r>
        <w:tab/>
        <w:t>2.025e0</w:t>
      </w:r>
    </w:p>
    <w:p w:rsidR="00B65DC9" w:rsidRDefault="00B65DC9" w:rsidP="00B65DC9">
      <w:r>
        <w:t>709.1091</w:t>
      </w:r>
      <w:r>
        <w:tab/>
        <w:t>1.013e0</w:t>
      </w:r>
    </w:p>
    <w:p w:rsidR="00B65DC9" w:rsidRDefault="00B65DC9" w:rsidP="00B65DC9">
      <w:r>
        <w:t>709.1702</w:t>
      </w:r>
      <w:r>
        <w:tab/>
        <w:t>1.013e0</w:t>
      </w:r>
    </w:p>
    <w:p w:rsidR="00B65DC9" w:rsidRDefault="00B65DC9" w:rsidP="00B65DC9">
      <w:r>
        <w:t>709.1869</w:t>
      </w:r>
      <w:r>
        <w:tab/>
        <w:t>1.013e0</w:t>
      </w:r>
    </w:p>
    <w:p w:rsidR="00B65DC9" w:rsidRDefault="00B65DC9" w:rsidP="00B65DC9">
      <w:r>
        <w:t>709.1933</w:t>
      </w:r>
      <w:r>
        <w:tab/>
        <w:t>1.013e0</w:t>
      </w:r>
    </w:p>
    <w:p w:rsidR="00B65DC9" w:rsidRDefault="00B65DC9" w:rsidP="00B65DC9">
      <w:r>
        <w:t>709.3117</w:t>
      </w:r>
      <w:r>
        <w:tab/>
        <w:t>2.025e0</w:t>
      </w:r>
    </w:p>
    <w:p w:rsidR="00B65DC9" w:rsidRDefault="00B65DC9" w:rsidP="00B65DC9">
      <w:r>
        <w:t>709.3223</w:t>
      </w:r>
      <w:r>
        <w:tab/>
        <w:t>4.051e0</w:t>
      </w:r>
    </w:p>
    <w:p w:rsidR="00B65DC9" w:rsidRDefault="00B65DC9" w:rsidP="00B65DC9">
      <w:r>
        <w:t>709.3588</w:t>
      </w:r>
      <w:r>
        <w:tab/>
        <w:t>4.051e0</w:t>
      </w:r>
    </w:p>
    <w:p w:rsidR="00B65DC9" w:rsidRDefault="00B65DC9" w:rsidP="00B65DC9">
      <w:r>
        <w:t>709.3608</w:t>
      </w:r>
      <w:r>
        <w:tab/>
        <w:t>3.038e0</w:t>
      </w:r>
    </w:p>
    <w:p w:rsidR="00B65DC9" w:rsidRDefault="00B65DC9" w:rsidP="00B65DC9">
      <w:r>
        <w:lastRenderedPageBreak/>
        <w:t>709.4108</w:t>
      </w:r>
      <w:r>
        <w:tab/>
        <w:t>3.038e0</w:t>
      </w:r>
    </w:p>
    <w:p w:rsidR="00B65DC9" w:rsidRDefault="00B65DC9" w:rsidP="00B65DC9">
      <w:r>
        <w:t>709.4249</w:t>
      </w:r>
      <w:r>
        <w:tab/>
        <w:t>3.038e0</w:t>
      </w:r>
    </w:p>
    <w:p w:rsidR="00B65DC9" w:rsidRDefault="00B65DC9" w:rsidP="00B65DC9">
      <w:r>
        <w:t>709.4792</w:t>
      </w:r>
      <w:r>
        <w:tab/>
        <w:t>1.038e0</w:t>
      </w:r>
    </w:p>
    <w:p w:rsidR="00B65DC9" w:rsidRDefault="00B65DC9" w:rsidP="00B65DC9">
      <w:r>
        <w:t>709.4880</w:t>
      </w:r>
      <w:r>
        <w:tab/>
        <w:t>1.038e0</w:t>
      </w:r>
    </w:p>
    <w:p w:rsidR="00B65DC9" w:rsidRDefault="00B65DC9" w:rsidP="00B65DC9">
      <w:r>
        <w:t>709.5218</w:t>
      </w:r>
      <w:r>
        <w:tab/>
        <w:t>2.025e0</w:t>
      </w:r>
    </w:p>
    <w:p w:rsidR="00B65DC9" w:rsidRDefault="00B65DC9" w:rsidP="00B65DC9">
      <w:r>
        <w:t>709.5303</w:t>
      </w:r>
      <w:r>
        <w:tab/>
        <w:t>1.013e0</w:t>
      </w:r>
    </w:p>
    <w:p w:rsidR="00B65DC9" w:rsidRDefault="00B65DC9" w:rsidP="00B65DC9">
      <w:r>
        <w:t>709.5562</w:t>
      </w:r>
      <w:r>
        <w:tab/>
        <w:t>2.025e0</w:t>
      </w:r>
    </w:p>
    <w:p w:rsidR="00B65DC9" w:rsidRDefault="00B65DC9" w:rsidP="00B65DC9">
      <w:r>
        <w:t>709.5975</w:t>
      </w:r>
      <w:r>
        <w:tab/>
        <w:t>1.025e0</w:t>
      </w:r>
    </w:p>
    <w:p w:rsidR="00B65DC9" w:rsidRDefault="00B65DC9" w:rsidP="00B65DC9">
      <w:r>
        <w:t>709.7049</w:t>
      </w:r>
      <w:r>
        <w:tab/>
        <w:t>2.025e0</w:t>
      </w:r>
    </w:p>
    <w:p w:rsidR="00B65DC9" w:rsidRDefault="00B65DC9" w:rsidP="00B65DC9">
      <w:r>
        <w:t>709.7952</w:t>
      </w:r>
      <w:r>
        <w:tab/>
        <w:t>1.013e0</w:t>
      </w:r>
    </w:p>
    <w:p w:rsidR="00B65DC9" w:rsidRDefault="00B65DC9" w:rsidP="00B65DC9">
      <w:r>
        <w:t>709.8193</w:t>
      </w:r>
      <w:r>
        <w:tab/>
        <w:t>1.013e0</w:t>
      </w:r>
    </w:p>
    <w:p w:rsidR="00B65DC9" w:rsidRDefault="00B65DC9" w:rsidP="00B65DC9">
      <w:r>
        <w:t>709.8344</w:t>
      </w:r>
      <w:r>
        <w:tab/>
        <w:t>2.025e0</w:t>
      </w:r>
    </w:p>
    <w:p w:rsidR="00B65DC9" w:rsidRDefault="00B65DC9" w:rsidP="00B65DC9">
      <w:r>
        <w:t>709.8920</w:t>
      </w:r>
      <w:r>
        <w:tab/>
        <w:t>2.025e0</w:t>
      </w:r>
    </w:p>
    <w:p w:rsidR="00B65DC9" w:rsidRDefault="00B65DC9" w:rsidP="00B65DC9">
      <w:r>
        <w:t>709.9088</w:t>
      </w:r>
      <w:r>
        <w:tab/>
        <w:t>1.013e0</w:t>
      </w:r>
    </w:p>
    <w:p w:rsidR="00B65DC9" w:rsidRDefault="00B65DC9" w:rsidP="00B65DC9">
      <w:r>
        <w:t>709.9945</w:t>
      </w:r>
      <w:r>
        <w:tab/>
        <w:t>1.013e0</w:t>
      </w:r>
    </w:p>
    <w:p w:rsidR="00B65DC9" w:rsidRDefault="00B65DC9" w:rsidP="00B65DC9">
      <w:r>
        <w:t>710.1542</w:t>
      </w:r>
      <w:r>
        <w:tab/>
        <w:t>2.025e0</w:t>
      </w:r>
    </w:p>
    <w:p w:rsidR="00B65DC9" w:rsidRDefault="00B65DC9" w:rsidP="00B65DC9">
      <w:r>
        <w:t>710.1566</w:t>
      </w:r>
      <w:r>
        <w:tab/>
        <w:t>1.013e0</w:t>
      </w:r>
    </w:p>
    <w:p w:rsidR="00B65DC9" w:rsidRDefault="00B65DC9" w:rsidP="00B65DC9">
      <w:r>
        <w:t>710.1931</w:t>
      </w:r>
      <w:r>
        <w:tab/>
        <w:t>2.025e0</w:t>
      </w:r>
    </w:p>
    <w:p w:rsidR="00B65DC9" w:rsidRDefault="00B65DC9" w:rsidP="00B65DC9">
      <w:r>
        <w:t>710.2168</w:t>
      </w:r>
      <w:r>
        <w:tab/>
        <w:t>1.013e0</w:t>
      </w:r>
    </w:p>
    <w:p w:rsidR="00B65DC9" w:rsidRDefault="00B65DC9" w:rsidP="00B65DC9">
      <w:r>
        <w:lastRenderedPageBreak/>
        <w:t>710.2666</w:t>
      </w:r>
      <w:r>
        <w:tab/>
        <w:t>2.025e0</w:t>
      </w:r>
    </w:p>
    <w:p w:rsidR="00B65DC9" w:rsidRDefault="00B65DC9" w:rsidP="00B65DC9">
      <w:r>
        <w:t>710.3011</w:t>
      </w:r>
      <w:r>
        <w:tab/>
        <w:t>2.025e0</w:t>
      </w:r>
    </w:p>
    <w:p w:rsidR="00B65DC9" w:rsidRDefault="00B65DC9" w:rsidP="00B65DC9">
      <w:r>
        <w:t>710.3126</w:t>
      </w:r>
      <w:r>
        <w:tab/>
        <w:t>1.025e0</w:t>
      </w:r>
    </w:p>
    <w:p w:rsidR="00B65DC9" w:rsidRDefault="00B65DC9" w:rsidP="00B65DC9">
      <w:r>
        <w:t>710.3176</w:t>
      </w:r>
      <w:r>
        <w:tab/>
        <w:t>6.076e0</w:t>
      </w:r>
    </w:p>
    <w:p w:rsidR="00B65DC9" w:rsidRDefault="00B65DC9" w:rsidP="00B65DC9">
      <w:r>
        <w:t>710.3306</w:t>
      </w:r>
      <w:r>
        <w:tab/>
        <w:t>2.532e-2</w:t>
      </w:r>
    </w:p>
    <w:p w:rsidR="00B65DC9" w:rsidRDefault="00B65DC9" w:rsidP="00B65DC9">
      <w:r>
        <w:t>710.3494</w:t>
      </w:r>
      <w:r>
        <w:tab/>
        <w:t>3.051e0</w:t>
      </w:r>
    </w:p>
    <w:p w:rsidR="00B65DC9" w:rsidRDefault="00B65DC9" w:rsidP="00B65DC9">
      <w:r>
        <w:t>710.3715</w:t>
      </w:r>
      <w:r>
        <w:tab/>
        <w:t>4.076e0</w:t>
      </w:r>
    </w:p>
    <w:p w:rsidR="00B65DC9" w:rsidRDefault="00B65DC9" w:rsidP="00B65DC9">
      <w:r>
        <w:t>710.3893</w:t>
      </w:r>
      <w:r>
        <w:tab/>
        <w:t>4.051e0</w:t>
      </w:r>
    </w:p>
    <w:p w:rsidR="00B65DC9" w:rsidRDefault="00B65DC9" w:rsidP="00B65DC9">
      <w:r>
        <w:t>710.4100</w:t>
      </w:r>
      <w:r>
        <w:tab/>
        <w:t>3.038e0</w:t>
      </w:r>
    </w:p>
    <w:p w:rsidR="00B65DC9" w:rsidRDefault="00B65DC9" w:rsidP="00B65DC9">
      <w:r>
        <w:t>710.4439</w:t>
      </w:r>
      <w:r>
        <w:tab/>
        <w:t>3.038e0</w:t>
      </w:r>
    </w:p>
    <w:p w:rsidR="00B65DC9" w:rsidRDefault="00B65DC9" w:rsidP="00B65DC9">
      <w:r>
        <w:t>710.5102</w:t>
      </w:r>
      <w:r>
        <w:tab/>
        <w:t>1.013e0</w:t>
      </w:r>
    </w:p>
    <w:p w:rsidR="00B65DC9" w:rsidRDefault="00B65DC9" w:rsidP="00B65DC9">
      <w:r>
        <w:t>710.5272</w:t>
      </w:r>
      <w:r>
        <w:tab/>
        <w:t>1.013e0</w:t>
      </w:r>
    </w:p>
    <w:p w:rsidR="00B65DC9" w:rsidRDefault="00B65DC9" w:rsidP="00B65DC9">
      <w:r>
        <w:t>710.6132</w:t>
      </w:r>
      <w:r>
        <w:tab/>
        <w:t>1.266e-2</w:t>
      </w:r>
    </w:p>
    <w:p w:rsidR="00B65DC9" w:rsidRDefault="00B65DC9" w:rsidP="00B65DC9">
      <w:r>
        <w:t>710.6516</w:t>
      </w:r>
      <w:r>
        <w:tab/>
        <w:t>1.013e0</w:t>
      </w:r>
    </w:p>
    <w:p w:rsidR="00B65DC9" w:rsidRDefault="00B65DC9" w:rsidP="00B65DC9">
      <w:r>
        <w:t>710.6564</w:t>
      </w:r>
      <w:r>
        <w:tab/>
        <w:t>2.025e0</w:t>
      </w:r>
    </w:p>
    <w:p w:rsidR="00B65DC9" w:rsidRDefault="00B65DC9" w:rsidP="00B65DC9">
      <w:r>
        <w:t>710.6647</w:t>
      </w:r>
      <w:r>
        <w:tab/>
        <w:t>1.013e0</w:t>
      </w:r>
    </w:p>
    <w:p w:rsidR="00B65DC9" w:rsidRDefault="00B65DC9" w:rsidP="00B65DC9">
      <w:r>
        <w:t>710.6836</w:t>
      </w:r>
      <w:r>
        <w:tab/>
        <w:t>3.038e0</w:t>
      </w:r>
    </w:p>
    <w:p w:rsidR="00B65DC9" w:rsidRDefault="00B65DC9" w:rsidP="00B65DC9">
      <w:r>
        <w:t>710.7763</w:t>
      </w:r>
      <w:r>
        <w:tab/>
        <w:t>2.025e0</w:t>
      </w:r>
    </w:p>
    <w:p w:rsidR="00B65DC9" w:rsidRDefault="00B65DC9" w:rsidP="00B65DC9">
      <w:r>
        <w:t>710.8316</w:t>
      </w:r>
      <w:r>
        <w:tab/>
        <w:t>1.013e0</w:t>
      </w:r>
    </w:p>
    <w:p w:rsidR="00B65DC9" w:rsidRDefault="00B65DC9" w:rsidP="00B65DC9">
      <w:r>
        <w:lastRenderedPageBreak/>
        <w:t>710.8537</w:t>
      </w:r>
      <w:r>
        <w:tab/>
        <w:t>1.013e0</w:t>
      </w:r>
    </w:p>
    <w:p w:rsidR="00B65DC9" w:rsidRDefault="00B65DC9" w:rsidP="00B65DC9">
      <w:r>
        <w:t>710.8923</w:t>
      </w:r>
      <w:r>
        <w:tab/>
        <w:t>2.025e0</w:t>
      </w:r>
    </w:p>
    <w:p w:rsidR="00B65DC9" w:rsidRDefault="00B65DC9" w:rsidP="00B65DC9">
      <w:r>
        <w:t>710.9052</w:t>
      </w:r>
      <w:r>
        <w:tab/>
        <w:t>1.013e0</w:t>
      </w:r>
    </w:p>
    <w:p w:rsidR="00B65DC9" w:rsidRDefault="00B65DC9" w:rsidP="00B65DC9">
      <w:r>
        <w:t>710.9141</w:t>
      </w:r>
      <w:r>
        <w:tab/>
        <w:t>2.025e0</w:t>
      </w:r>
    </w:p>
    <w:p w:rsidR="00B65DC9" w:rsidRDefault="00B65DC9" w:rsidP="00B65DC9">
      <w:r>
        <w:t>710.9537</w:t>
      </w:r>
      <w:r>
        <w:tab/>
        <w:t>2.025e0</w:t>
      </w:r>
    </w:p>
    <w:p w:rsidR="00B65DC9" w:rsidRDefault="00B65DC9" w:rsidP="00B65DC9">
      <w:r>
        <w:t>710.9642</w:t>
      </w:r>
      <w:r>
        <w:tab/>
        <w:t>1.266e-2</w:t>
      </w:r>
    </w:p>
    <w:p w:rsidR="00B65DC9" w:rsidRDefault="00B65DC9" w:rsidP="00B65DC9">
      <w:r>
        <w:t>710.9824</w:t>
      </w:r>
      <w:r>
        <w:tab/>
        <w:t>2.025e0</w:t>
      </w:r>
    </w:p>
    <w:p w:rsidR="00B65DC9" w:rsidRDefault="00B65DC9" w:rsidP="00B65DC9">
      <w:r>
        <w:t>711.0601</w:t>
      </w:r>
      <w:r>
        <w:tab/>
        <w:t>1.266e-2</w:t>
      </w:r>
    </w:p>
    <w:p w:rsidR="00B65DC9" w:rsidRDefault="00B65DC9" w:rsidP="00B65DC9">
      <w:r>
        <w:t>711.0781</w:t>
      </w:r>
      <w:r>
        <w:tab/>
        <w:t>1.013e0</w:t>
      </w:r>
    </w:p>
    <w:p w:rsidR="00B65DC9" w:rsidRDefault="00B65DC9" w:rsidP="00B65DC9">
      <w:r>
        <w:t>711.1452</w:t>
      </w:r>
      <w:r>
        <w:tab/>
        <w:t>1.266e-2</w:t>
      </w:r>
    </w:p>
    <w:p w:rsidR="00B65DC9" w:rsidRDefault="00B65DC9" w:rsidP="00B65DC9">
      <w:r>
        <w:t>711.2153</w:t>
      </w:r>
      <w:r>
        <w:tab/>
        <w:t>1.013e0</w:t>
      </w:r>
    </w:p>
    <w:p w:rsidR="00B65DC9" w:rsidRDefault="00B65DC9" w:rsidP="00B65DC9">
      <w:r>
        <w:t>711.2538</w:t>
      </w:r>
      <w:r>
        <w:tab/>
        <w:t>1.013e0</w:t>
      </w:r>
    </w:p>
    <w:p w:rsidR="00B65DC9" w:rsidRDefault="00B65DC9" w:rsidP="00B65DC9">
      <w:r>
        <w:t>711.2591</w:t>
      </w:r>
      <w:r>
        <w:tab/>
        <w:t>2.025e0</w:t>
      </w:r>
    </w:p>
    <w:p w:rsidR="00B65DC9" w:rsidRDefault="00B65DC9" w:rsidP="00B65DC9">
      <w:r>
        <w:t>711.3383</w:t>
      </w:r>
      <w:r>
        <w:tab/>
        <w:t>1.266e-2</w:t>
      </w:r>
    </w:p>
    <w:p w:rsidR="00B65DC9" w:rsidRDefault="00B65DC9" w:rsidP="00B65DC9">
      <w:r>
        <w:t>711.3436</w:t>
      </w:r>
      <w:r>
        <w:tab/>
        <w:t>4.051e0</w:t>
      </w:r>
    </w:p>
    <w:p w:rsidR="00B65DC9" w:rsidRDefault="00B65DC9" w:rsidP="00B65DC9">
      <w:r>
        <w:t>711.4106</w:t>
      </w:r>
      <w:r>
        <w:tab/>
        <w:t>1.013e0</w:t>
      </w:r>
    </w:p>
    <w:p w:rsidR="00B65DC9" w:rsidRDefault="00B65DC9" w:rsidP="00B65DC9">
      <w:r>
        <w:t>711.4446</w:t>
      </w:r>
      <w:r>
        <w:tab/>
        <w:t>2.532e-2</w:t>
      </w:r>
    </w:p>
    <w:p w:rsidR="00B65DC9" w:rsidRDefault="00B65DC9" w:rsidP="00B65DC9">
      <w:r>
        <w:t>711.4468</w:t>
      </w:r>
      <w:r>
        <w:tab/>
        <w:t>1.266e-2</w:t>
      </w:r>
    </w:p>
    <w:p w:rsidR="00B65DC9" w:rsidRDefault="00B65DC9" w:rsidP="00B65DC9">
      <w:r>
        <w:t>711.5094</w:t>
      </w:r>
      <w:r>
        <w:tab/>
        <w:t>3.038e0</w:t>
      </w:r>
    </w:p>
    <w:p w:rsidR="00B65DC9" w:rsidRDefault="00B65DC9" w:rsidP="00B65DC9">
      <w:r>
        <w:lastRenderedPageBreak/>
        <w:t>711.5933</w:t>
      </w:r>
      <w:r>
        <w:tab/>
        <w:t>2.051e0</w:t>
      </w:r>
    </w:p>
    <w:p w:rsidR="00B65DC9" w:rsidRDefault="00B65DC9" w:rsidP="00B65DC9">
      <w:r>
        <w:t>711.6442</w:t>
      </w:r>
      <w:r>
        <w:tab/>
        <w:t>1.013e0</w:t>
      </w:r>
    </w:p>
    <w:p w:rsidR="00B65DC9" w:rsidRDefault="00B65DC9" w:rsidP="00B65DC9">
      <w:r>
        <w:t>711.7803</w:t>
      </w:r>
      <w:r>
        <w:tab/>
        <w:t>3.038e0</w:t>
      </w:r>
    </w:p>
    <w:p w:rsidR="00B65DC9" w:rsidRDefault="00B65DC9" w:rsidP="00B65DC9">
      <w:r>
        <w:t>711.9344</w:t>
      </w:r>
      <w:r>
        <w:tab/>
        <w:t>2.025e0</w:t>
      </w:r>
    </w:p>
    <w:p w:rsidR="00B65DC9" w:rsidRDefault="00B65DC9" w:rsidP="00B65DC9">
      <w:r>
        <w:t>711.9764</w:t>
      </w:r>
      <w:r>
        <w:tab/>
        <w:t>2.025e0</w:t>
      </w:r>
    </w:p>
    <w:p w:rsidR="00B65DC9" w:rsidRDefault="00B65DC9" w:rsidP="00B65DC9">
      <w:r>
        <w:t>712.0385</w:t>
      </w:r>
      <w:r>
        <w:tab/>
        <w:t>1.266e-2</w:t>
      </w:r>
    </w:p>
    <w:p w:rsidR="00B65DC9" w:rsidRDefault="00B65DC9" w:rsidP="00B65DC9">
      <w:r>
        <w:t>712.0747</w:t>
      </w:r>
      <w:r>
        <w:tab/>
        <w:t>1.025e0</w:t>
      </w:r>
    </w:p>
    <w:p w:rsidR="00B65DC9" w:rsidRDefault="00B65DC9" w:rsidP="00B65DC9">
      <w:r>
        <w:t>712.0908</w:t>
      </w:r>
      <w:r>
        <w:tab/>
        <w:t>1.013e0</w:t>
      </w:r>
    </w:p>
    <w:p w:rsidR="00B65DC9" w:rsidRDefault="00B65DC9" w:rsidP="00B65DC9">
      <w:r>
        <w:t>712.1592</w:t>
      </w:r>
      <w:r>
        <w:tab/>
        <w:t>1.266e-2</w:t>
      </w:r>
    </w:p>
    <w:p w:rsidR="00B65DC9" w:rsidRDefault="00B65DC9" w:rsidP="00B65DC9">
      <w:r>
        <w:t>712.1840</w:t>
      </w:r>
      <w:r>
        <w:tab/>
        <w:t>2.025e0</w:t>
      </w:r>
    </w:p>
    <w:p w:rsidR="00B65DC9" w:rsidRDefault="00B65DC9" w:rsidP="00B65DC9">
      <w:r>
        <w:t>712.2111</w:t>
      </w:r>
      <w:r>
        <w:tab/>
        <w:t>1.013e0</w:t>
      </w:r>
    </w:p>
    <w:p w:rsidR="00B65DC9" w:rsidRDefault="00B65DC9" w:rsidP="00B65DC9">
      <w:r>
        <w:t>712.2891</w:t>
      </w:r>
      <w:r>
        <w:tab/>
        <w:t>2.025e0</w:t>
      </w:r>
    </w:p>
    <w:p w:rsidR="00B65DC9" w:rsidRDefault="00B65DC9" w:rsidP="00B65DC9">
      <w:r>
        <w:t>712.2936</w:t>
      </w:r>
      <w:r>
        <w:tab/>
        <w:t>2.025e0</w:t>
      </w:r>
    </w:p>
    <w:p w:rsidR="00B65DC9" w:rsidRDefault="00B65DC9" w:rsidP="00B65DC9">
      <w:r>
        <w:t>712.3312</w:t>
      </w:r>
      <w:r>
        <w:tab/>
        <w:t>1.013e0</w:t>
      </w:r>
    </w:p>
    <w:p w:rsidR="00B65DC9" w:rsidRDefault="00B65DC9" w:rsidP="00B65DC9">
      <w:r>
        <w:t>712.3619</w:t>
      </w:r>
      <w:r>
        <w:tab/>
        <w:t>3.038e0</w:t>
      </w:r>
    </w:p>
    <w:p w:rsidR="00B65DC9" w:rsidRDefault="00B65DC9" w:rsidP="00B65DC9">
      <w:r>
        <w:t>712.3654</w:t>
      </w:r>
      <w:r>
        <w:tab/>
        <w:t>1.013e0</w:t>
      </w:r>
    </w:p>
    <w:p w:rsidR="00B65DC9" w:rsidRDefault="00B65DC9" w:rsidP="00B65DC9">
      <w:r>
        <w:t>712.3941</w:t>
      </w:r>
      <w:r>
        <w:tab/>
        <w:t>2.025e0</w:t>
      </w:r>
    </w:p>
    <w:p w:rsidR="00B65DC9" w:rsidRDefault="00B65DC9" w:rsidP="00B65DC9">
      <w:r>
        <w:t>712.4201</w:t>
      </w:r>
      <w:r>
        <w:tab/>
        <w:t>2.025e0</w:t>
      </w:r>
    </w:p>
    <w:p w:rsidR="00B65DC9" w:rsidRDefault="00B65DC9" w:rsidP="00B65DC9">
      <w:r>
        <w:t>712.4733</w:t>
      </w:r>
      <w:r>
        <w:tab/>
        <w:t>1.025e0</w:t>
      </w:r>
    </w:p>
    <w:p w:rsidR="00B65DC9" w:rsidRDefault="00B65DC9" w:rsidP="00B65DC9">
      <w:r>
        <w:lastRenderedPageBreak/>
        <w:t>712.4855</w:t>
      </w:r>
      <w:r>
        <w:tab/>
        <w:t>1.013e0</w:t>
      </w:r>
    </w:p>
    <w:p w:rsidR="00B65DC9" w:rsidRDefault="00B65DC9" w:rsidP="00B65DC9">
      <w:r>
        <w:t>712.5717</w:t>
      </w:r>
      <w:r>
        <w:tab/>
        <w:t>3.063e0</w:t>
      </w:r>
    </w:p>
    <w:p w:rsidR="00B65DC9" w:rsidRDefault="00B65DC9" w:rsidP="00B65DC9">
      <w:r>
        <w:t>712.5997</w:t>
      </w:r>
      <w:r>
        <w:tab/>
        <w:t>2.025e0</w:t>
      </w:r>
    </w:p>
    <w:p w:rsidR="00B65DC9" w:rsidRDefault="00B65DC9" w:rsidP="00B65DC9">
      <w:r>
        <w:t>712.6195</w:t>
      </w:r>
      <w:r>
        <w:tab/>
        <w:t>2.532e-2</w:t>
      </w:r>
    </w:p>
    <w:p w:rsidR="00B65DC9" w:rsidRDefault="00B65DC9" w:rsidP="00B65DC9">
      <w:r>
        <w:t>712.6609</w:t>
      </w:r>
      <w:r>
        <w:tab/>
        <w:t>2.025e0</w:t>
      </w:r>
    </w:p>
    <w:p w:rsidR="00B65DC9" w:rsidRDefault="00B65DC9" w:rsidP="00B65DC9">
      <w:r>
        <w:t>712.6913</w:t>
      </w:r>
      <w:r>
        <w:tab/>
        <w:t>2.025e0</w:t>
      </w:r>
    </w:p>
    <w:p w:rsidR="00B65DC9" w:rsidRDefault="00B65DC9" w:rsidP="00B65DC9">
      <w:r>
        <w:t>712.7635</w:t>
      </w:r>
      <w:r>
        <w:tab/>
        <w:t>1.013e0</w:t>
      </w:r>
    </w:p>
    <w:p w:rsidR="00B65DC9" w:rsidRDefault="00B65DC9" w:rsidP="00B65DC9">
      <w:r>
        <w:t>712.7879</w:t>
      </w:r>
      <w:r>
        <w:tab/>
        <w:t>2.025e0</w:t>
      </w:r>
    </w:p>
    <w:p w:rsidR="00B65DC9" w:rsidRDefault="00B65DC9" w:rsidP="00B65DC9">
      <w:r>
        <w:t>712.8128</w:t>
      </w:r>
      <w:r>
        <w:tab/>
        <w:t>1.013e0</w:t>
      </w:r>
    </w:p>
    <w:p w:rsidR="00B65DC9" w:rsidRDefault="00B65DC9" w:rsidP="00B65DC9">
      <w:r>
        <w:t>712.8547</w:t>
      </w:r>
      <w:r>
        <w:tab/>
        <w:t>2.025e0</w:t>
      </w:r>
    </w:p>
    <w:p w:rsidR="00B65DC9" w:rsidRDefault="00B65DC9" w:rsidP="00B65DC9">
      <w:r>
        <w:t>712.8907</w:t>
      </w:r>
      <w:r>
        <w:tab/>
        <w:t>2.025e0</w:t>
      </w:r>
    </w:p>
    <w:p w:rsidR="00B65DC9" w:rsidRDefault="00B65DC9" w:rsidP="00B65DC9">
      <w:r>
        <w:t>712.9216</w:t>
      </w:r>
      <w:r>
        <w:tab/>
        <w:t>1.013e0</w:t>
      </w:r>
    </w:p>
    <w:p w:rsidR="00B65DC9" w:rsidRDefault="00B65DC9" w:rsidP="00B65DC9">
      <w:r>
        <w:t>713.1021</w:t>
      </w:r>
      <w:r>
        <w:tab/>
        <w:t>1.013e0</w:t>
      </w:r>
    </w:p>
    <w:p w:rsidR="00B65DC9" w:rsidRDefault="00B65DC9" w:rsidP="00B65DC9">
      <w:r>
        <w:t>713.1566</w:t>
      </w:r>
      <w:r>
        <w:tab/>
        <w:t>2.025e0</w:t>
      </w:r>
    </w:p>
    <w:p w:rsidR="00B65DC9" w:rsidRDefault="00B65DC9" w:rsidP="00B65DC9">
      <w:r>
        <w:t>713.2231</w:t>
      </w:r>
      <w:r>
        <w:tab/>
        <w:t>1.266e-2</w:t>
      </w:r>
    </w:p>
    <w:p w:rsidR="00B65DC9" w:rsidRDefault="00B65DC9" w:rsidP="00B65DC9">
      <w:r>
        <w:t>713.2603</w:t>
      </w:r>
      <w:r>
        <w:tab/>
        <w:t>1.013e0</w:t>
      </w:r>
    </w:p>
    <w:p w:rsidR="00B65DC9" w:rsidRDefault="00B65DC9" w:rsidP="00B65DC9">
      <w:r>
        <w:t>713.3188</w:t>
      </w:r>
      <w:r>
        <w:tab/>
        <w:t>2.532e-2</w:t>
      </w:r>
    </w:p>
    <w:p w:rsidR="00B65DC9" w:rsidRDefault="00B65DC9" w:rsidP="00B65DC9">
      <w:r>
        <w:t>713.3369</w:t>
      </w:r>
      <w:r>
        <w:tab/>
        <w:t>3.038e0</w:t>
      </w:r>
    </w:p>
    <w:p w:rsidR="00B65DC9" w:rsidRDefault="00B65DC9" w:rsidP="00B65DC9">
      <w:r>
        <w:t>713.3743</w:t>
      </w:r>
      <w:r>
        <w:tab/>
        <w:t>2.025e0</w:t>
      </w:r>
    </w:p>
    <w:p w:rsidR="00B65DC9" w:rsidRDefault="00B65DC9" w:rsidP="00B65DC9">
      <w:r>
        <w:lastRenderedPageBreak/>
        <w:t>713.4348</w:t>
      </w:r>
      <w:r>
        <w:tab/>
        <w:t>2.025e0</w:t>
      </w:r>
    </w:p>
    <w:p w:rsidR="00B65DC9" w:rsidRDefault="00B65DC9" w:rsidP="00B65DC9">
      <w:r>
        <w:t>713.4650</w:t>
      </w:r>
      <w:r>
        <w:tab/>
        <w:t>1.266e-2</w:t>
      </w:r>
    </w:p>
    <w:p w:rsidR="00B65DC9" w:rsidRDefault="00B65DC9" w:rsidP="00B65DC9">
      <w:r>
        <w:t>713.5214</w:t>
      </w:r>
      <w:r>
        <w:tab/>
        <w:t>3.038e0</w:t>
      </w:r>
    </w:p>
    <w:p w:rsidR="00B65DC9" w:rsidRDefault="00B65DC9" w:rsidP="00B65DC9">
      <w:r>
        <w:t>713.6107</w:t>
      </w:r>
      <w:r>
        <w:tab/>
        <w:t>2.025e0</w:t>
      </w:r>
    </w:p>
    <w:p w:rsidR="00B65DC9" w:rsidRDefault="00B65DC9" w:rsidP="00B65DC9">
      <w:r>
        <w:t>713.6345</w:t>
      </w:r>
      <w:r>
        <w:tab/>
        <w:t>1.266e-2</w:t>
      </w:r>
    </w:p>
    <w:p w:rsidR="00B65DC9" w:rsidRDefault="00B65DC9" w:rsidP="00B65DC9">
      <w:r>
        <w:t>713.6708</w:t>
      </w:r>
      <w:r>
        <w:tab/>
        <w:t>1.013e0</w:t>
      </w:r>
    </w:p>
    <w:p w:rsidR="00B65DC9" w:rsidRDefault="00B65DC9" w:rsidP="00B65DC9">
      <w:r>
        <w:t>713.6995</w:t>
      </w:r>
      <w:r>
        <w:tab/>
        <w:t>2.025e0</w:t>
      </w:r>
    </w:p>
    <w:p w:rsidR="00B65DC9" w:rsidRDefault="00B65DC9" w:rsidP="00B65DC9">
      <w:r>
        <w:t>713.7723</w:t>
      </w:r>
      <w:r>
        <w:tab/>
        <w:t>2.025e0</w:t>
      </w:r>
    </w:p>
    <w:p w:rsidR="00B65DC9" w:rsidRDefault="00B65DC9" w:rsidP="00B65DC9">
      <w:r>
        <w:t>713.7798</w:t>
      </w:r>
      <w:r>
        <w:tab/>
        <w:t>1.013e0</w:t>
      </w:r>
    </w:p>
    <w:p w:rsidR="00B65DC9" w:rsidRDefault="00B65DC9" w:rsidP="00B65DC9">
      <w:r>
        <w:t>713.8403</w:t>
      </w:r>
      <w:r>
        <w:tab/>
        <w:t>1.266e-2</w:t>
      </w:r>
    </w:p>
    <w:p w:rsidR="00B65DC9" w:rsidRDefault="00B65DC9" w:rsidP="00B65DC9">
      <w:r>
        <w:t>713.8596</w:t>
      </w:r>
      <w:r>
        <w:tab/>
        <w:t>1.266e-2</w:t>
      </w:r>
    </w:p>
    <w:p w:rsidR="00B65DC9" w:rsidRDefault="00B65DC9" w:rsidP="00B65DC9">
      <w:r>
        <w:t>713.9254</w:t>
      </w:r>
      <w:r>
        <w:tab/>
        <w:t>3.038e0</w:t>
      </w:r>
    </w:p>
    <w:p w:rsidR="00B65DC9" w:rsidRDefault="00B65DC9" w:rsidP="00B65DC9">
      <w:r>
        <w:t>714.0471</w:t>
      </w:r>
      <w:r>
        <w:tab/>
        <w:t>1.025e0</w:t>
      </w:r>
    </w:p>
    <w:p w:rsidR="00B65DC9" w:rsidRDefault="00B65DC9" w:rsidP="00B65DC9">
      <w:r>
        <w:t>714.1859</w:t>
      </w:r>
      <w:r>
        <w:tab/>
        <w:t>1.013e0</w:t>
      </w:r>
    </w:p>
    <w:p w:rsidR="00B65DC9" w:rsidRDefault="00B65DC9" w:rsidP="00B65DC9">
      <w:r>
        <w:t>714.1915</w:t>
      </w:r>
      <w:r>
        <w:tab/>
        <w:t>2.025e0</w:t>
      </w:r>
    </w:p>
    <w:p w:rsidR="00B65DC9" w:rsidRDefault="00B65DC9" w:rsidP="00B65DC9">
      <w:r>
        <w:t>714.2204</w:t>
      </w:r>
      <w:r>
        <w:tab/>
        <w:t>1.013e0</w:t>
      </w:r>
    </w:p>
    <w:p w:rsidR="00B65DC9" w:rsidRDefault="00B65DC9" w:rsidP="00B65DC9">
      <w:r>
        <w:t>714.3234</w:t>
      </w:r>
      <w:r>
        <w:tab/>
        <w:t>1.013e0</w:t>
      </w:r>
    </w:p>
    <w:p w:rsidR="00B65DC9" w:rsidRDefault="00B65DC9" w:rsidP="00B65DC9">
      <w:r>
        <w:t>714.5073</w:t>
      </w:r>
      <w:r>
        <w:tab/>
        <w:t>3.038e0</w:t>
      </w:r>
    </w:p>
    <w:p w:rsidR="00B65DC9" w:rsidRDefault="00B65DC9" w:rsidP="00B65DC9">
      <w:r>
        <w:t>714.5123</w:t>
      </w:r>
      <w:r>
        <w:tab/>
        <w:t>1.025e0</w:t>
      </w:r>
    </w:p>
    <w:p w:rsidR="00B65DC9" w:rsidRDefault="00B65DC9" w:rsidP="00B65DC9">
      <w:r>
        <w:lastRenderedPageBreak/>
        <w:t>714.5230</w:t>
      </w:r>
      <w:r>
        <w:tab/>
        <w:t>3.038e0</w:t>
      </w:r>
    </w:p>
    <w:p w:rsidR="00B65DC9" w:rsidRDefault="00B65DC9" w:rsidP="00B65DC9">
      <w:r>
        <w:t>714.5646</w:t>
      </w:r>
      <w:r>
        <w:tab/>
        <w:t>1.025e0</w:t>
      </w:r>
    </w:p>
    <w:p w:rsidR="00B65DC9" w:rsidRDefault="00B65DC9" w:rsidP="00B65DC9">
      <w:r>
        <w:t>714.5792</w:t>
      </w:r>
      <w:r>
        <w:tab/>
        <w:t>1.025e0</w:t>
      </w:r>
    </w:p>
    <w:p w:rsidR="00B65DC9" w:rsidRDefault="00B65DC9" w:rsidP="00B65DC9">
      <w:r>
        <w:t>714.5976</w:t>
      </w:r>
      <w:r>
        <w:tab/>
        <w:t>3.038e0</w:t>
      </w:r>
    </w:p>
    <w:p w:rsidR="00B65DC9" w:rsidRDefault="00B65DC9" w:rsidP="00B65DC9">
      <w:r>
        <w:t>714.7435</w:t>
      </w:r>
      <w:r>
        <w:tab/>
        <w:t>2.025e0</w:t>
      </w:r>
    </w:p>
    <w:p w:rsidR="00B65DC9" w:rsidRDefault="00B65DC9" w:rsidP="00B65DC9">
      <w:r>
        <w:t>714.7731</w:t>
      </w:r>
      <w:r>
        <w:tab/>
        <w:t>1.266e-2</w:t>
      </w:r>
    </w:p>
    <w:p w:rsidR="00B65DC9" w:rsidRDefault="00B65DC9" w:rsidP="00B65DC9">
      <w:r>
        <w:t>714.8217</w:t>
      </w:r>
      <w:r>
        <w:tab/>
        <w:t>1.013e0</w:t>
      </w:r>
    </w:p>
    <w:p w:rsidR="00B65DC9" w:rsidRDefault="00B65DC9" w:rsidP="00B65DC9">
      <w:r>
        <w:t>714.9074</w:t>
      </w:r>
      <w:r>
        <w:tab/>
        <w:t>1.025e0</w:t>
      </w:r>
    </w:p>
    <w:p w:rsidR="00B65DC9" w:rsidRDefault="00B65DC9" w:rsidP="00B65DC9">
      <w:r>
        <w:t>714.9550</w:t>
      </w:r>
      <w:r>
        <w:tab/>
        <w:t>1.013e0</w:t>
      </w:r>
    </w:p>
    <w:p w:rsidR="00B65DC9" w:rsidRDefault="00B65DC9" w:rsidP="00B65DC9">
      <w:r>
        <w:t>714.9788</w:t>
      </w:r>
      <w:r>
        <w:tab/>
        <w:t>1.025e0</w:t>
      </w:r>
    </w:p>
    <w:p w:rsidR="00B65DC9" w:rsidRDefault="00B65DC9" w:rsidP="00B65DC9">
      <w:r>
        <w:t>714.9938</w:t>
      </w:r>
      <w:r>
        <w:tab/>
        <w:t>1.013e0</w:t>
      </w:r>
    </w:p>
    <w:p w:rsidR="00B65DC9" w:rsidRDefault="00B65DC9" w:rsidP="00B65DC9">
      <w:r>
        <w:t>715.0520</w:t>
      </w:r>
      <w:r>
        <w:tab/>
        <w:t>1.266e-2</w:t>
      </w:r>
    </w:p>
    <w:p w:rsidR="00B65DC9" w:rsidRDefault="00B65DC9" w:rsidP="00B65DC9">
      <w:r>
        <w:t>715.0641</w:t>
      </w:r>
      <w:r>
        <w:tab/>
        <w:t>1.013e0</w:t>
      </w:r>
    </w:p>
    <w:p w:rsidR="00B65DC9" w:rsidRDefault="00B65DC9" w:rsidP="00B65DC9">
      <w:r>
        <w:t>715.1490</w:t>
      </w:r>
      <w:r>
        <w:tab/>
        <w:t>1.266e-2</w:t>
      </w:r>
    </w:p>
    <w:p w:rsidR="00B65DC9" w:rsidRDefault="00B65DC9" w:rsidP="00B65DC9">
      <w:r>
        <w:t>715.1996</w:t>
      </w:r>
      <w:r>
        <w:tab/>
        <w:t>4.051e0</w:t>
      </w:r>
    </w:p>
    <w:p w:rsidR="00B65DC9" w:rsidRDefault="00B65DC9" w:rsidP="00B65DC9">
      <w:r>
        <w:t>715.2772</w:t>
      </w:r>
      <w:r>
        <w:tab/>
        <w:t>2.532e-2</w:t>
      </w:r>
    </w:p>
    <w:p w:rsidR="00B65DC9" w:rsidRDefault="00B65DC9" w:rsidP="00B65DC9">
      <w:r>
        <w:t>715.3495</w:t>
      </w:r>
      <w:r>
        <w:tab/>
        <w:t>1.387e0</w:t>
      </w:r>
    </w:p>
    <w:p w:rsidR="00B65DC9" w:rsidRDefault="00B65DC9" w:rsidP="00B65DC9">
      <w:r>
        <w:t>715.3535</w:t>
      </w:r>
      <w:r>
        <w:tab/>
        <w:t>1.013e0</w:t>
      </w:r>
    </w:p>
    <w:p w:rsidR="00B65DC9" w:rsidRDefault="00B65DC9" w:rsidP="00B65DC9">
      <w:r>
        <w:t>715.4402</w:t>
      </w:r>
      <w:r>
        <w:tab/>
        <w:t>2.025e0</w:t>
      </w:r>
    </w:p>
    <w:p w:rsidR="00B65DC9" w:rsidRDefault="00B65DC9" w:rsidP="00B65DC9">
      <w:r>
        <w:lastRenderedPageBreak/>
        <w:t>715.4745</w:t>
      </w:r>
      <w:r>
        <w:tab/>
        <w:t>1.013e0</w:t>
      </w:r>
    </w:p>
    <w:p w:rsidR="00B65DC9" w:rsidRDefault="00B65DC9" w:rsidP="00B65DC9">
      <w:r>
        <w:t>715.5939</w:t>
      </w:r>
      <w:r>
        <w:tab/>
        <w:t>1.038e0</w:t>
      </w:r>
    </w:p>
    <w:p w:rsidR="00B65DC9" w:rsidRDefault="00B65DC9" w:rsidP="00B65DC9">
      <w:r>
        <w:t>715.6165</w:t>
      </w:r>
      <w:r>
        <w:tab/>
        <w:t>2.025e0</w:t>
      </w:r>
    </w:p>
    <w:p w:rsidR="00B65DC9" w:rsidRDefault="00B65DC9" w:rsidP="00B65DC9">
      <w:r>
        <w:t>715.6805</w:t>
      </w:r>
      <w:r>
        <w:tab/>
        <w:t>1.013e0</w:t>
      </w:r>
    </w:p>
    <w:p w:rsidR="00B65DC9" w:rsidRDefault="00B65DC9" w:rsidP="00B65DC9">
      <w:r>
        <w:t>715.6968</w:t>
      </w:r>
      <w:r>
        <w:tab/>
        <w:t>1.013e0</w:t>
      </w:r>
    </w:p>
    <w:p w:rsidR="00B65DC9" w:rsidRDefault="00B65DC9" w:rsidP="00B65DC9">
      <w:r>
        <w:t>715.8052</w:t>
      </w:r>
      <w:r>
        <w:tab/>
        <w:t>1.013e0</w:t>
      </w:r>
    </w:p>
    <w:p w:rsidR="00B65DC9" w:rsidRDefault="00B65DC9" w:rsidP="00B65DC9">
      <w:r>
        <w:t>715.8528</w:t>
      </w:r>
      <w:r>
        <w:tab/>
        <w:t>1.013e0</w:t>
      </w:r>
    </w:p>
    <w:p w:rsidR="00B65DC9" w:rsidRDefault="00B65DC9" w:rsidP="00B65DC9">
      <w:r>
        <w:t>715.9890</w:t>
      </w:r>
      <w:r>
        <w:tab/>
        <w:t>3.038e0</w:t>
      </w:r>
    </w:p>
    <w:p w:rsidR="00B65DC9" w:rsidRDefault="00B65DC9" w:rsidP="00B65DC9">
      <w:r>
        <w:t>716.0486</w:t>
      </w:r>
      <w:r>
        <w:tab/>
        <w:t>2.025e0</w:t>
      </w:r>
    </w:p>
    <w:p w:rsidR="00B65DC9" w:rsidRDefault="00B65DC9" w:rsidP="00B65DC9">
      <w:r>
        <w:t>716.1080</w:t>
      </w:r>
      <w:r>
        <w:tab/>
        <w:t>2.025e0</w:t>
      </w:r>
    </w:p>
    <w:p w:rsidR="00B65DC9" w:rsidRDefault="00B65DC9" w:rsidP="00B65DC9">
      <w:r>
        <w:t>716.1199</w:t>
      </w:r>
      <w:r>
        <w:tab/>
        <w:t>1.013e0</w:t>
      </w:r>
    </w:p>
    <w:p w:rsidR="00B65DC9" w:rsidRDefault="00B65DC9" w:rsidP="00B65DC9">
      <w:r>
        <w:t>716.1685</w:t>
      </w:r>
      <w:r>
        <w:tab/>
        <w:t>1.266e-2</w:t>
      </w:r>
    </w:p>
    <w:p w:rsidR="00B65DC9" w:rsidRDefault="00B65DC9" w:rsidP="00B65DC9">
      <w:r>
        <w:t>716.2050</w:t>
      </w:r>
      <w:r>
        <w:tab/>
        <w:t>1.013e0</w:t>
      </w:r>
    </w:p>
    <w:p w:rsidR="00B65DC9" w:rsidRDefault="00B65DC9" w:rsidP="00B65DC9">
      <w:r>
        <w:t>716.3320</w:t>
      </w:r>
      <w:r>
        <w:tab/>
        <w:t>2.025e0</w:t>
      </w:r>
    </w:p>
    <w:p w:rsidR="00B65DC9" w:rsidRDefault="00B65DC9" w:rsidP="00B65DC9">
      <w:r>
        <w:t>716.3507</w:t>
      </w:r>
      <w:r>
        <w:tab/>
        <w:t>1.013e0</w:t>
      </w:r>
    </w:p>
    <w:p w:rsidR="00B65DC9" w:rsidRDefault="00B65DC9" w:rsidP="00B65DC9">
      <w:r>
        <w:t>716.3781</w:t>
      </w:r>
      <w:r>
        <w:tab/>
        <w:t>3.038e0</w:t>
      </w:r>
    </w:p>
    <w:p w:rsidR="00B65DC9" w:rsidRDefault="00B65DC9" w:rsidP="00B65DC9">
      <w:r>
        <w:t>716.4002</w:t>
      </w:r>
      <w:r>
        <w:tab/>
        <w:t>1.013e0</w:t>
      </w:r>
    </w:p>
    <w:p w:rsidR="00B65DC9" w:rsidRDefault="00B65DC9" w:rsidP="00B65DC9">
      <w:r>
        <w:t>716.4114</w:t>
      </w:r>
      <w:r>
        <w:tab/>
        <w:t>1.266e-2</w:t>
      </w:r>
    </w:p>
    <w:p w:rsidR="00B65DC9" w:rsidRDefault="00B65DC9" w:rsidP="00B65DC9">
      <w:r>
        <w:t>716.4635</w:t>
      </w:r>
      <w:r>
        <w:tab/>
        <w:t>2.025e0</w:t>
      </w:r>
    </w:p>
    <w:p w:rsidR="00B65DC9" w:rsidRDefault="00B65DC9" w:rsidP="00B65DC9">
      <w:r>
        <w:lastRenderedPageBreak/>
        <w:t>716.4901</w:t>
      </w:r>
      <w:r>
        <w:tab/>
        <w:t>3.038e0</w:t>
      </w:r>
    </w:p>
    <w:p w:rsidR="00B65DC9" w:rsidRDefault="00B65DC9" w:rsidP="00B65DC9">
      <w:r>
        <w:t>716.5295</w:t>
      </w:r>
      <w:r>
        <w:tab/>
        <w:t>2.025e0</w:t>
      </w:r>
    </w:p>
    <w:p w:rsidR="00B65DC9" w:rsidRDefault="00B65DC9" w:rsidP="00B65DC9">
      <w:r>
        <w:t>716.5573</w:t>
      </w:r>
      <w:r>
        <w:tab/>
        <w:t>1.013e0</w:t>
      </w:r>
    </w:p>
    <w:p w:rsidR="00B65DC9" w:rsidRDefault="00B65DC9" w:rsidP="00B65DC9">
      <w:r>
        <w:t>716.6063</w:t>
      </w:r>
      <w:r>
        <w:tab/>
        <w:t>1.013e0</w:t>
      </w:r>
    </w:p>
    <w:p w:rsidR="00B65DC9" w:rsidRDefault="00B65DC9" w:rsidP="00B65DC9">
      <w:r>
        <w:t>716.7274</w:t>
      </w:r>
      <w:r>
        <w:tab/>
        <w:t>1.013e0</w:t>
      </w:r>
    </w:p>
    <w:p w:rsidR="00B65DC9" w:rsidRDefault="00B65DC9" w:rsidP="00B65DC9">
      <w:r>
        <w:t>716.8307</w:t>
      </w:r>
      <w:r>
        <w:tab/>
        <w:t>1.013e0</w:t>
      </w:r>
    </w:p>
    <w:p w:rsidR="00B65DC9" w:rsidRDefault="00B65DC9" w:rsidP="00B65DC9">
      <w:r>
        <w:t>716.8367</w:t>
      </w:r>
      <w:r>
        <w:tab/>
        <w:t>1.013e0</w:t>
      </w:r>
    </w:p>
    <w:p w:rsidR="00B65DC9" w:rsidRDefault="00B65DC9" w:rsidP="00B65DC9">
      <w:r>
        <w:t>716.8732</w:t>
      </w:r>
      <w:r>
        <w:tab/>
        <w:t>1.266e-2</w:t>
      </w:r>
    </w:p>
    <w:p w:rsidR="00B65DC9" w:rsidRDefault="00B65DC9" w:rsidP="00B65DC9">
      <w:r>
        <w:t>716.9106</w:t>
      </w:r>
      <w:r>
        <w:tab/>
        <w:t>1.266e-2</w:t>
      </w:r>
    </w:p>
    <w:p w:rsidR="00B65DC9" w:rsidRDefault="00B65DC9" w:rsidP="00B65DC9">
      <w:r>
        <w:t>716.9158</w:t>
      </w:r>
      <w:r>
        <w:tab/>
        <w:t>2.025e0</w:t>
      </w:r>
    </w:p>
    <w:p w:rsidR="00B65DC9" w:rsidRDefault="00B65DC9" w:rsidP="00B65DC9">
      <w:r>
        <w:t>716.9553</w:t>
      </w:r>
      <w:r>
        <w:tab/>
        <w:t>2.025e0</w:t>
      </w:r>
    </w:p>
    <w:p w:rsidR="00B65DC9" w:rsidRDefault="00B65DC9" w:rsidP="00B65DC9">
      <w:r>
        <w:t>716.9832</w:t>
      </w:r>
      <w:r>
        <w:tab/>
        <w:t>3.051e0</w:t>
      </w:r>
    </w:p>
    <w:p w:rsidR="00B65DC9" w:rsidRDefault="00B65DC9" w:rsidP="00B65DC9">
      <w:r>
        <w:t>716.9850</w:t>
      </w:r>
      <w:r>
        <w:tab/>
        <w:t>1.013e0</w:t>
      </w:r>
    </w:p>
    <w:p w:rsidR="00B65DC9" w:rsidRDefault="00B65DC9" w:rsidP="00B65DC9">
      <w:r>
        <w:t>717.1042</w:t>
      </w:r>
      <w:r>
        <w:tab/>
        <w:t>1.013e0</w:t>
      </w:r>
    </w:p>
    <w:p w:rsidR="00B65DC9" w:rsidRDefault="00B65DC9" w:rsidP="00B65DC9">
      <w:r>
        <w:t>717.1417</w:t>
      </w:r>
      <w:r>
        <w:tab/>
        <w:t>1.266e-2</w:t>
      </w:r>
    </w:p>
    <w:p w:rsidR="00B65DC9" w:rsidRDefault="00B65DC9" w:rsidP="00B65DC9">
      <w:r>
        <w:t>717.2237</w:t>
      </w:r>
      <w:r>
        <w:tab/>
        <w:t>3.038e0</w:t>
      </w:r>
    </w:p>
    <w:p w:rsidR="00B65DC9" w:rsidRDefault="00B65DC9" w:rsidP="00B65DC9">
      <w:r>
        <w:t>717.2555</w:t>
      </w:r>
      <w:r>
        <w:tab/>
        <w:t>2.532e-2</w:t>
      </w:r>
    </w:p>
    <w:p w:rsidR="00B65DC9" w:rsidRDefault="00B65DC9" w:rsidP="00B65DC9">
      <w:r>
        <w:t>717.2997</w:t>
      </w:r>
      <w:r>
        <w:tab/>
        <w:t>1.013e0</w:t>
      </w:r>
    </w:p>
    <w:p w:rsidR="00B65DC9" w:rsidRDefault="00B65DC9" w:rsidP="00B65DC9">
      <w:r>
        <w:t>717.3105</w:t>
      </w:r>
      <w:r>
        <w:tab/>
        <w:t>1.013e0</w:t>
      </w:r>
    </w:p>
    <w:p w:rsidR="00B65DC9" w:rsidRDefault="00B65DC9" w:rsidP="00B65DC9">
      <w:r>
        <w:lastRenderedPageBreak/>
        <w:t>717.3223</w:t>
      </w:r>
      <w:r>
        <w:tab/>
        <w:t>3.038e0</w:t>
      </w:r>
    </w:p>
    <w:p w:rsidR="00B65DC9" w:rsidRDefault="00B65DC9" w:rsidP="00B65DC9">
      <w:r>
        <w:t>717.3788</w:t>
      </w:r>
      <w:r>
        <w:tab/>
        <w:t>1.266e-2</w:t>
      </w:r>
    </w:p>
    <w:p w:rsidR="00B65DC9" w:rsidRDefault="00B65DC9" w:rsidP="00B65DC9">
      <w:r>
        <w:t>717.4022</w:t>
      </w:r>
      <w:r>
        <w:tab/>
        <w:t>2.025e0</w:t>
      </w:r>
    </w:p>
    <w:p w:rsidR="00B65DC9" w:rsidRDefault="00B65DC9" w:rsidP="00B65DC9">
      <w:r>
        <w:t>717.4304</w:t>
      </w:r>
      <w:r>
        <w:tab/>
        <w:t>1.013e0</w:t>
      </w:r>
    </w:p>
    <w:p w:rsidR="00B65DC9" w:rsidRDefault="00B65DC9" w:rsidP="00B65DC9">
      <w:r>
        <w:t>717.4823</w:t>
      </w:r>
      <w:r>
        <w:tab/>
        <w:t>4.051e0</w:t>
      </w:r>
    </w:p>
    <w:p w:rsidR="00B65DC9" w:rsidRDefault="00B65DC9" w:rsidP="00B65DC9">
      <w:r>
        <w:t>717.4908</w:t>
      </w:r>
      <w:r>
        <w:tab/>
        <w:t>3.038e0</w:t>
      </w:r>
    </w:p>
    <w:p w:rsidR="00B65DC9" w:rsidRDefault="00B65DC9" w:rsidP="00B65DC9">
      <w:r>
        <w:t>717.5858</w:t>
      </w:r>
      <w:r>
        <w:tab/>
        <w:t>1.013e0</w:t>
      </w:r>
    </w:p>
    <w:p w:rsidR="00B65DC9" w:rsidRDefault="00B65DC9" w:rsidP="00B65DC9">
      <w:r>
        <w:t>717.6273</w:t>
      </w:r>
      <w:r>
        <w:tab/>
        <w:t>1.013e0</w:t>
      </w:r>
    </w:p>
    <w:p w:rsidR="00B65DC9" w:rsidRDefault="00B65DC9" w:rsidP="00B65DC9">
      <w:r>
        <w:t>717.7246</w:t>
      </w:r>
      <w:r>
        <w:tab/>
        <w:t>1.266e-2</w:t>
      </w:r>
    </w:p>
    <w:p w:rsidR="00B65DC9" w:rsidRDefault="00B65DC9" w:rsidP="00B65DC9">
      <w:r>
        <w:t>717.7807</w:t>
      </w:r>
      <w:r>
        <w:tab/>
        <w:t>2.025e0</w:t>
      </w:r>
    </w:p>
    <w:p w:rsidR="00B65DC9" w:rsidRDefault="00B65DC9" w:rsidP="00B65DC9">
      <w:r>
        <w:t>717.8260</w:t>
      </w:r>
      <w:r>
        <w:tab/>
        <w:t>1.013e0</w:t>
      </w:r>
    </w:p>
    <w:p w:rsidR="00B65DC9" w:rsidRDefault="00B65DC9" w:rsidP="00B65DC9">
      <w:r>
        <w:t>717.8342</w:t>
      </w:r>
      <w:r>
        <w:tab/>
        <w:t>1.266e-2</w:t>
      </w:r>
    </w:p>
    <w:p w:rsidR="00B65DC9" w:rsidRDefault="00B65DC9" w:rsidP="00B65DC9">
      <w:r>
        <w:t>717.8829</w:t>
      </w:r>
      <w:r>
        <w:tab/>
        <w:t>1.013e0</w:t>
      </w:r>
    </w:p>
    <w:p w:rsidR="00B65DC9" w:rsidRDefault="00B65DC9" w:rsidP="00B65DC9">
      <w:r>
        <w:t>717.9240</w:t>
      </w:r>
      <w:r>
        <w:tab/>
        <w:t>2.025e0</w:t>
      </w:r>
    </w:p>
    <w:p w:rsidR="00B65DC9" w:rsidRDefault="00B65DC9" w:rsidP="00B65DC9">
      <w:r>
        <w:t>717.9802</w:t>
      </w:r>
      <w:r>
        <w:tab/>
        <w:t>1.013e0</w:t>
      </w:r>
    </w:p>
    <w:p w:rsidR="00B65DC9" w:rsidRDefault="00B65DC9" w:rsidP="00B65DC9">
      <w:r>
        <w:t>718.0018</w:t>
      </w:r>
      <w:r>
        <w:tab/>
        <w:t>2.025e0</w:t>
      </w:r>
    </w:p>
    <w:p w:rsidR="00B65DC9" w:rsidRDefault="00B65DC9" w:rsidP="00B65DC9">
      <w:r>
        <w:t>718.0615</w:t>
      </w:r>
      <w:r>
        <w:tab/>
        <w:t>3.038e0</w:t>
      </w:r>
    </w:p>
    <w:p w:rsidR="00B65DC9" w:rsidRDefault="00B65DC9" w:rsidP="00B65DC9">
      <w:r>
        <w:t>718.1507</w:t>
      </w:r>
      <w:r>
        <w:tab/>
        <w:t>1.013e0</w:t>
      </w:r>
    </w:p>
    <w:p w:rsidR="00B65DC9" w:rsidRDefault="00B65DC9" w:rsidP="00B65DC9">
      <w:r>
        <w:t>718.2003</w:t>
      </w:r>
      <w:r>
        <w:tab/>
        <w:t>1.266e-2</w:t>
      </w:r>
    </w:p>
    <w:p w:rsidR="00B65DC9" w:rsidRDefault="00B65DC9" w:rsidP="00B65DC9">
      <w:r>
        <w:lastRenderedPageBreak/>
        <w:t>718.2603</w:t>
      </w:r>
      <w:r>
        <w:tab/>
        <w:t>1.013e0</w:t>
      </w:r>
    </w:p>
    <w:p w:rsidR="00B65DC9" w:rsidRDefault="00B65DC9" w:rsidP="00B65DC9">
      <w:r>
        <w:t>718.3398</w:t>
      </w:r>
      <w:r>
        <w:tab/>
        <w:t>1.266e-2</w:t>
      </w:r>
    </w:p>
    <w:p w:rsidR="00B65DC9" w:rsidRDefault="00B65DC9" w:rsidP="00B65DC9">
      <w:r>
        <w:t>718.3455</w:t>
      </w:r>
      <w:r>
        <w:tab/>
        <w:t>1.013e0</w:t>
      </w:r>
    </w:p>
    <w:p w:rsidR="00B65DC9" w:rsidRDefault="00B65DC9" w:rsidP="00B65DC9">
      <w:r>
        <w:t>718.3762</w:t>
      </w:r>
      <w:r>
        <w:tab/>
        <w:t>3.038e0</w:t>
      </w:r>
    </w:p>
    <w:p w:rsidR="00B65DC9" w:rsidRDefault="00B65DC9" w:rsidP="00B65DC9">
      <w:r>
        <w:t>718.3888</w:t>
      </w:r>
      <w:r>
        <w:tab/>
        <w:t>3.038e0</w:t>
      </w:r>
    </w:p>
    <w:p w:rsidR="00B65DC9" w:rsidRDefault="00B65DC9" w:rsidP="00B65DC9">
      <w:r>
        <w:t>718.4917</w:t>
      </w:r>
      <w:r>
        <w:tab/>
        <w:t>1.266e-2</w:t>
      </w:r>
    </w:p>
    <w:p w:rsidR="00B65DC9" w:rsidRDefault="00B65DC9" w:rsidP="00B65DC9">
      <w:r>
        <w:t>718.4943</w:t>
      </w:r>
      <w:r>
        <w:tab/>
        <w:t>1.013e0</w:t>
      </w:r>
    </w:p>
    <w:p w:rsidR="00B65DC9" w:rsidRDefault="00B65DC9" w:rsidP="00B65DC9">
      <w:r>
        <w:t>718.5117</w:t>
      </w:r>
      <w:r>
        <w:tab/>
        <w:t>2.025e0</w:t>
      </w:r>
    </w:p>
    <w:p w:rsidR="00B65DC9" w:rsidRDefault="00B65DC9" w:rsidP="00B65DC9">
      <w:r>
        <w:t>718.5292</w:t>
      </w:r>
      <w:r>
        <w:tab/>
        <w:t>1.013e0</w:t>
      </w:r>
    </w:p>
    <w:p w:rsidR="00B65DC9" w:rsidRDefault="00B65DC9" w:rsidP="00B65DC9">
      <w:r>
        <w:t>718.6915</w:t>
      </w:r>
      <w:r>
        <w:tab/>
        <w:t>2.025e0</w:t>
      </w:r>
    </w:p>
    <w:p w:rsidR="00B65DC9" w:rsidRDefault="00B65DC9" w:rsidP="00B65DC9">
      <w:r>
        <w:t>718.7173</w:t>
      </w:r>
      <w:r>
        <w:tab/>
        <w:t>1.013e0</w:t>
      </w:r>
    </w:p>
    <w:p w:rsidR="00B65DC9" w:rsidRDefault="00B65DC9" w:rsidP="00B65DC9">
      <w:r>
        <w:t>718.7346</w:t>
      </w:r>
      <w:r>
        <w:tab/>
        <w:t>2.025e0</w:t>
      </w:r>
    </w:p>
    <w:p w:rsidR="00B65DC9" w:rsidRDefault="00B65DC9" w:rsidP="00B65DC9">
      <w:r>
        <w:t>718.7972</w:t>
      </w:r>
      <w:r>
        <w:tab/>
        <w:t>1.013e0</w:t>
      </w:r>
    </w:p>
    <w:p w:rsidR="00B65DC9" w:rsidRDefault="00B65DC9" w:rsidP="00B65DC9">
      <w:r>
        <w:t>718.8460</w:t>
      </w:r>
      <w:r>
        <w:tab/>
        <w:t>1.013e0</w:t>
      </w:r>
    </w:p>
    <w:p w:rsidR="00B65DC9" w:rsidRDefault="00B65DC9" w:rsidP="00B65DC9">
      <w:r>
        <w:t>718.8816</w:t>
      </w:r>
      <w:r>
        <w:tab/>
        <w:t>1.013e0</w:t>
      </w:r>
    </w:p>
    <w:p w:rsidR="00B65DC9" w:rsidRDefault="00B65DC9" w:rsidP="00B65DC9">
      <w:r>
        <w:t>718.9913</w:t>
      </w:r>
      <w:r>
        <w:tab/>
        <w:t>1.013e0</w:t>
      </w:r>
    </w:p>
    <w:p w:rsidR="00B65DC9" w:rsidRDefault="00B65DC9" w:rsidP="00B65DC9">
      <w:r>
        <w:t>719.0627</w:t>
      </w:r>
      <w:r>
        <w:tab/>
        <w:t>2.025e0</w:t>
      </w:r>
    </w:p>
    <w:p w:rsidR="00B65DC9" w:rsidRDefault="00B65DC9" w:rsidP="00B65DC9">
      <w:r>
        <w:t>719.1010</w:t>
      </w:r>
      <w:r>
        <w:tab/>
        <w:t>1.266e-2</w:t>
      </w:r>
    </w:p>
    <w:p w:rsidR="00B65DC9" w:rsidRDefault="00B65DC9" w:rsidP="00B65DC9">
      <w:r>
        <w:t>719.1132</w:t>
      </w:r>
      <w:r>
        <w:tab/>
        <w:t>1.013e0</w:t>
      </w:r>
    </w:p>
    <w:p w:rsidR="00B65DC9" w:rsidRDefault="00B65DC9" w:rsidP="00B65DC9">
      <w:r>
        <w:lastRenderedPageBreak/>
        <w:t>719.2108</w:t>
      </w:r>
      <w:r>
        <w:tab/>
        <w:t>1.013e0</w:t>
      </w:r>
    </w:p>
    <w:p w:rsidR="00B65DC9" w:rsidRDefault="00B65DC9" w:rsidP="00B65DC9">
      <w:r>
        <w:t>719.2172</w:t>
      </w:r>
      <w:r>
        <w:tab/>
        <w:t>3.038e0</w:t>
      </w:r>
    </w:p>
    <w:p w:rsidR="00B65DC9" w:rsidRDefault="00B65DC9" w:rsidP="00B65DC9">
      <w:r>
        <w:t>719.2194</w:t>
      </w:r>
      <w:r>
        <w:tab/>
        <w:t>2.025e0</w:t>
      </w:r>
    </w:p>
    <w:p w:rsidR="00B65DC9" w:rsidRDefault="00B65DC9" w:rsidP="00B65DC9">
      <w:r>
        <w:t>719.2579</w:t>
      </w:r>
      <w:r>
        <w:tab/>
        <w:t>2.025e0</w:t>
      </w:r>
    </w:p>
    <w:p w:rsidR="00B65DC9" w:rsidRDefault="00B65DC9" w:rsidP="00B65DC9">
      <w:r>
        <w:t>719.3619</w:t>
      </w:r>
      <w:r>
        <w:tab/>
        <w:t>2.025e0</w:t>
      </w:r>
    </w:p>
    <w:p w:rsidR="00B65DC9" w:rsidRDefault="00B65DC9" w:rsidP="00B65DC9">
      <w:r>
        <w:t>719.5035</w:t>
      </w:r>
      <w:r>
        <w:tab/>
        <w:t>1.266e-2</w:t>
      </w:r>
    </w:p>
    <w:p w:rsidR="00B65DC9" w:rsidRDefault="00B65DC9" w:rsidP="00B65DC9">
      <w:r>
        <w:t>719.5065</w:t>
      </w:r>
      <w:r>
        <w:tab/>
        <w:t>1.013e0</w:t>
      </w:r>
    </w:p>
    <w:p w:rsidR="00B65DC9" w:rsidRDefault="00B65DC9" w:rsidP="00B65DC9">
      <w:r>
        <w:t>719.5423</w:t>
      </w:r>
      <w:r>
        <w:tab/>
        <w:t>3.038e0</w:t>
      </w:r>
    </w:p>
    <w:p w:rsidR="00B65DC9" w:rsidRDefault="00B65DC9" w:rsidP="00B65DC9">
      <w:r>
        <w:t>719.5889</w:t>
      </w:r>
      <w:r>
        <w:tab/>
        <w:t>1.266e-2</w:t>
      </w:r>
    </w:p>
    <w:p w:rsidR="00B65DC9" w:rsidRDefault="00B65DC9" w:rsidP="00B65DC9">
      <w:r>
        <w:t>719.6086</w:t>
      </w:r>
      <w:r>
        <w:tab/>
        <w:t>3.051e0</w:t>
      </w:r>
    </w:p>
    <w:p w:rsidR="00B65DC9" w:rsidRDefault="00B65DC9" w:rsidP="00B65DC9">
      <w:r>
        <w:t>719.6781</w:t>
      </w:r>
      <w:r>
        <w:tab/>
        <w:t>1.266e-2</w:t>
      </w:r>
    </w:p>
    <w:p w:rsidR="00B65DC9" w:rsidRDefault="00B65DC9" w:rsidP="00B65DC9">
      <w:r>
        <w:t>719.6987</w:t>
      </w:r>
      <w:r>
        <w:tab/>
        <w:t>1.266e-2</w:t>
      </w:r>
    </w:p>
    <w:p w:rsidR="00B65DC9" w:rsidRDefault="00B65DC9" w:rsidP="00B65DC9">
      <w:r>
        <w:t>719.7469</w:t>
      </w:r>
      <w:r>
        <w:tab/>
        <w:t>1.013e0</w:t>
      </w:r>
    </w:p>
    <w:p w:rsidR="00B65DC9" w:rsidRDefault="00B65DC9" w:rsidP="00B65DC9">
      <w:r>
        <w:t>719.8152</w:t>
      </w:r>
      <w:r>
        <w:tab/>
        <w:t>1.013e0</w:t>
      </w:r>
    </w:p>
    <w:p w:rsidR="00B65DC9" w:rsidRDefault="00B65DC9" w:rsidP="00B65DC9">
      <w:r>
        <w:t>719.9061</w:t>
      </w:r>
      <w:r>
        <w:tab/>
        <w:t>1.013e0</w:t>
      </w:r>
    </w:p>
    <w:p w:rsidR="00B65DC9" w:rsidRDefault="00B65DC9" w:rsidP="00B65DC9">
      <w:r>
        <w:t>720.0577</w:t>
      </w:r>
      <w:r>
        <w:tab/>
        <w:t>3.038e0</w:t>
      </w:r>
    </w:p>
    <w:p w:rsidR="00B65DC9" w:rsidRDefault="00B65DC9" w:rsidP="00B65DC9">
      <w:r>
        <w:t>720.1582</w:t>
      </w:r>
      <w:r>
        <w:tab/>
        <w:t>1.013e0</w:t>
      </w:r>
    </w:p>
    <w:p w:rsidR="00B65DC9" w:rsidRDefault="00B65DC9" w:rsidP="00B65DC9">
      <w:r>
        <w:t>720.2193</w:t>
      </w:r>
      <w:r>
        <w:tab/>
        <w:t>4.051e0</w:t>
      </w:r>
    </w:p>
    <w:p w:rsidR="00B65DC9" w:rsidRDefault="00B65DC9" w:rsidP="00B65DC9">
      <w:r>
        <w:t>720.2440</w:t>
      </w:r>
      <w:r>
        <w:tab/>
        <w:t>1.266e-2</w:t>
      </w:r>
    </w:p>
    <w:p w:rsidR="00B65DC9" w:rsidRDefault="00B65DC9" w:rsidP="00B65DC9">
      <w:r>
        <w:lastRenderedPageBreak/>
        <w:t>720.2601</w:t>
      </w:r>
      <w:r>
        <w:tab/>
        <w:t>1.013e0</w:t>
      </w:r>
    </w:p>
    <w:p w:rsidR="00B65DC9" w:rsidRDefault="00B65DC9" w:rsidP="00B65DC9">
      <w:r>
        <w:t>720.2968</w:t>
      </w:r>
      <w:r>
        <w:tab/>
        <w:t>1.013e0</w:t>
      </w:r>
    </w:p>
    <w:p w:rsidR="00B65DC9" w:rsidRDefault="00B65DC9" w:rsidP="00B65DC9">
      <w:r>
        <w:t>720.3311</w:t>
      </w:r>
      <w:r>
        <w:tab/>
        <w:t>3.038e0</w:t>
      </w:r>
    </w:p>
    <w:p w:rsidR="00B65DC9" w:rsidRDefault="00B65DC9" w:rsidP="00B65DC9">
      <w:r>
        <w:t>720.4557</w:t>
      </w:r>
      <w:r>
        <w:tab/>
        <w:t>6.076e0</w:t>
      </w:r>
    </w:p>
    <w:p w:rsidR="00B65DC9" w:rsidRDefault="00B65DC9" w:rsidP="00B65DC9">
      <w:r>
        <w:t>720.4672</w:t>
      </w:r>
      <w:r>
        <w:tab/>
        <w:t>2.038e0</w:t>
      </w:r>
    </w:p>
    <w:p w:rsidR="00B65DC9" w:rsidRDefault="00B65DC9" w:rsidP="00B65DC9">
      <w:r>
        <w:t>720.5615</w:t>
      </w:r>
      <w:r>
        <w:tab/>
        <w:t>2.025e0</w:t>
      </w:r>
    </w:p>
    <w:p w:rsidR="00B65DC9" w:rsidRDefault="00B65DC9" w:rsidP="00B65DC9">
      <w:r>
        <w:t>720.6998</w:t>
      </w:r>
      <w:r>
        <w:tab/>
        <w:t>1.013e0</w:t>
      </w:r>
    </w:p>
    <w:p w:rsidR="00B65DC9" w:rsidRDefault="00B65DC9" w:rsidP="00B65DC9">
      <w:r>
        <w:t>720.7416</w:t>
      </w:r>
      <w:r>
        <w:tab/>
        <w:t>1.013e0</w:t>
      </w:r>
    </w:p>
    <w:p w:rsidR="00B65DC9" w:rsidRDefault="00B65DC9" w:rsidP="00B65DC9">
      <w:r>
        <w:t>720.8342</w:t>
      </w:r>
      <w:r>
        <w:tab/>
        <w:t>1.013e0</w:t>
      </w:r>
    </w:p>
    <w:p w:rsidR="00B65DC9" w:rsidRDefault="00B65DC9" w:rsidP="00B65DC9">
      <w:r>
        <w:t>720.8885</w:t>
      </w:r>
      <w:r>
        <w:tab/>
        <w:t>2.025e0</w:t>
      </w:r>
    </w:p>
    <w:p w:rsidR="00B65DC9" w:rsidRDefault="00B65DC9" w:rsidP="00B65DC9">
      <w:r>
        <w:t>721.0501</w:t>
      </w:r>
      <w:r>
        <w:tab/>
        <w:t>1.013e0</w:t>
      </w:r>
    </w:p>
    <w:p w:rsidR="00B65DC9" w:rsidRDefault="00B65DC9" w:rsidP="00B65DC9">
      <w:r>
        <w:t>721.0980</w:t>
      </w:r>
      <w:r>
        <w:tab/>
        <w:t>2.025e0</w:t>
      </w:r>
    </w:p>
    <w:p w:rsidR="00B65DC9" w:rsidRDefault="00B65DC9" w:rsidP="00B65DC9">
      <w:r>
        <w:t>721.1642</w:t>
      </w:r>
      <w:r>
        <w:tab/>
        <w:t>2.532e-2</w:t>
      </w:r>
    </w:p>
    <w:p w:rsidR="00B65DC9" w:rsidRDefault="00B65DC9" w:rsidP="00B65DC9">
      <w:r>
        <w:t>721.1702</w:t>
      </w:r>
      <w:r>
        <w:tab/>
        <w:t>1.266e-2</w:t>
      </w:r>
    </w:p>
    <w:p w:rsidR="00B65DC9" w:rsidRDefault="00B65DC9" w:rsidP="00B65DC9">
      <w:r>
        <w:t>721.2904</w:t>
      </w:r>
      <w:r>
        <w:tab/>
        <w:t>1.013e0</w:t>
      </w:r>
    </w:p>
    <w:p w:rsidR="00B65DC9" w:rsidRDefault="00B65DC9" w:rsidP="00B65DC9">
      <w:r>
        <w:t>721.3019</w:t>
      </w:r>
      <w:r>
        <w:tab/>
        <w:t>2.025e0</w:t>
      </w:r>
    </w:p>
    <w:p w:rsidR="00B65DC9" w:rsidRDefault="00B65DC9" w:rsidP="00B65DC9">
      <w:r>
        <w:t>721.3861</w:t>
      </w:r>
      <w:r>
        <w:tab/>
        <w:t>3.038e0</w:t>
      </w:r>
    </w:p>
    <w:p w:rsidR="00B65DC9" w:rsidRDefault="00B65DC9" w:rsidP="00B65DC9">
      <w:r>
        <w:t>721.4578</w:t>
      </w:r>
      <w:r>
        <w:tab/>
        <w:t>3.038e0</w:t>
      </w:r>
    </w:p>
    <w:p w:rsidR="00B65DC9" w:rsidRDefault="00B65DC9" w:rsidP="00B65DC9">
      <w:r>
        <w:t>721.4699</w:t>
      </w:r>
      <w:r>
        <w:tab/>
        <w:t>1.266e-2</w:t>
      </w:r>
    </w:p>
    <w:p w:rsidR="00B65DC9" w:rsidRDefault="00B65DC9" w:rsidP="00B65DC9">
      <w:r>
        <w:lastRenderedPageBreak/>
        <w:t>721.4854</w:t>
      </w:r>
      <w:r>
        <w:tab/>
        <w:t>3.829e0</w:t>
      </w:r>
    </w:p>
    <w:p w:rsidR="00B65DC9" w:rsidRDefault="00B65DC9" w:rsidP="00B65DC9">
      <w:r>
        <w:t>721.6543</w:t>
      </w:r>
      <w:r>
        <w:tab/>
        <w:t>1.013e0</w:t>
      </w:r>
    </w:p>
    <w:p w:rsidR="00B65DC9" w:rsidRDefault="00B65DC9" w:rsidP="00B65DC9">
      <w:r>
        <w:t>721.6656</w:t>
      </w:r>
      <w:r>
        <w:tab/>
        <w:t>2.025e0</w:t>
      </w:r>
    </w:p>
    <w:p w:rsidR="00B65DC9" w:rsidRDefault="00B65DC9" w:rsidP="00B65DC9">
      <w:r>
        <w:t>721.7145</w:t>
      </w:r>
      <w:r>
        <w:tab/>
        <w:t>1.266e-2</w:t>
      </w:r>
    </w:p>
    <w:p w:rsidR="00B65DC9" w:rsidRDefault="00B65DC9" w:rsidP="00B65DC9">
      <w:r>
        <w:t>721.7268</w:t>
      </w:r>
      <w:r>
        <w:tab/>
        <w:t>1.013e0</w:t>
      </w:r>
    </w:p>
    <w:p w:rsidR="00B65DC9" w:rsidRDefault="00B65DC9" w:rsidP="00B65DC9">
      <w:r>
        <w:t>721.8316</w:t>
      </w:r>
      <w:r>
        <w:tab/>
        <w:t>2.025e0</w:t>
      </w:r>
    </w:p>
    <w:p w:rsidR="00B65DC9" w:rsidRDefault="00B65DC9" w:rsidP="00B65DC9">
      <w:r>
        <w:t>721.9348</w:t>
      </w:r>
      <w:r>
        <w:tab/>
        <w:t>1.013e0</w:t>
      </w:r>
    </w:p>
    <w:p w:rsidR="00B65DC9" w:rsidRDefault="00B65DC9" w:rsidP="00B65DC9">
      <w:r>
        <w:t>721.9715</w:t>
      </w:r>
      <w:r>
        <w:tab/>
        <w:t>1.266e-2</w:t>
      </w:r>
    </w:p>
    <w:p w:rsidR="00B65DC9" w:rsidRDefault="00B65DC9" w:rsidP="00B65DC9">
      <w:r>
        <w:t>722.0276</w:t>
      </w:r>
      <w:r>
        <w:tab/>
        <w:t>1.013e0</w:t>
      </w:r>
    </w:p>
    <w:p w:rsidR="00B65DC9" w:rsidRDefault="00B65DC9" w:rsidP="00B65DC9">
      <w:r>
        <w:t>722.0621</w:t>
      </w:r>
      <w:r>
        <w:tab/>
        <w:t>1.013e0</w:t>
      </w:r>
    </w:p>
    <w:p w:rsidR="00B65DC9" w:rsidRDefault="00B65DC9" w:rsidP="00B65DC9">
      <w:r>
        <w:t>722.0817</w:t>
      </w:r>
      <w:r>
        <w:tab/>
        <w:t>1.266e-2</w:t>
      </w:r>
    </w:p>
    <w:p w:rsidR="00B65DC9" w:rsidRDefault="00B65DC9" w:rsidP="00B65DC9">
      <w:r>
        <w:t>722.2098</w:t>
      </w:r>
      <w:r>
        <w:tab/>
        <w:t>3.038e0</w:t>
      </w:r>
    </w:p>
    <w:p w:rsidR="00B65DC9" w:rsidRDefault="00B65DC9" w:rsidP="00B65DC9">
      <w:r>
        <w:t>722.2172</w:t>
      </w:r>
      <w:r>
        <w:tab/>
        <w:t>1.013e0</w:t>
      </w:r>
    </w:p>
    <w:p w:rsidR="00B65DC9" w:rsidRDefault="00B65DC9" w:rsidP="00B65DC9">
      <w:r>
        <w:t>722.2662</w:t>
      </w:r>
      <w:r>
        <w:tab/>
        <w:t>1.266e-2</w:t>
      </w:r>
    </w:p>
    <w:p w:rsidR="00B65DC9" w:rsidRDefault="00B65DC9" w:rsidP="00B65DC9">
      <w:r>
        <w:t>722.3113</w:t>
      </w:r>
      <w:r>
        <w:tab/>
        <w:t>3.035e0</w:t>
      </w:r>
    </w:p>
    <w:p w:rsidR="00B65DC9" w:rsidRDefault="00B65DC9" w:rsidP="00B65DC9">
      <w:r>
        <w:t>722.3536</w:t>
      </w:r>
      <w:r>
        <w:tab/>
        <w:t>3.038e0</w:t>
      </w:r>
    </w:p>
    <w:p w:rsidR="00B65DC9" w:rsidRDefault="00B65DC9" w:rsidP="00B65DC9">
      <w:r>
        <w:t>722.3948</w:t>
      </w:r>
      <w:r>
        <w:tab/>
        <w:t>5.063e0</w:t>
      </w:r>
    </w:p>
    <w:p w:rsidR="00B65DC9" w:rsidRDefault="00B65DC9" w:rsidP="00B65DC9">
      <w:r>
        <w:t>722.4346</w:t>
      </w:r>
      <w:r>
        <w:tab/>
        <w:t>2.857e0</w:t>
      </w:r>
    </w:p>
    <w:p w:rsidR="00B65DC9" w:rsidRDefault="00B65DC9" w:rsidP="00B65DC9">
      <w:r>
        <w:t>722.4489</w:t>
      </w:r>
      <w:r>
        <w:tab/>
        <w:t>1.013e0</w:t>
      </w:r>
    </w:p>
    <w:p w:rsidR="00B65DC9" w:rsidRDefault="00B65DC9" w:rsidP="00B65DC9">
      <w:r>
        <w:lastRenderedPageBreak/>
        <w:t>722.4999</w:t>
      </w:r>
      <w:r>
        <w:tab/>
        <w:t>5.063e0</w:t>
      </w:r>
    </w:p>
    <w:p w:rsidR="00B65DC9" w:rsidRDefault="00B65DC9" w:rsidP="00B65DC9">
      <w:r>
        <w:t>722.5162</w:t>
      </w:r>
      <w:r>
        <w:tab/>
        <w:t>2.025e0</w:t>
      </w:r>
    </w:p>
    <w:p w:rsidR="00B65DC9" w:rsidRDefault="00B65DC9" w:rsidP="00B65DC9">
      <w:r>
        <w:t>722.5356</w:t>
      </w:r>
      <w:r>
        <w:tab/>
        <w:t>1.013e0</w:t>
      </w:r>
    </w:p>
    <w:p w:rsidR="00B65DC9" w:rsidRDefault="00B65DC9" w:rsidP="00B65DC9">
      <w:r>
        <w:t>722.5408</w:t>
      </w:r>
      <w:r>
        <w:tab/>
        <w:t>2.038e0</w:t>
      </w:r>
    </w:p>
    <w:p w:rsidR="00B65DC9" w:rsidRDefault="00B65DC9" w:rsidP="00B65DC9">
      <w:r>
        <w:t>722.5591</w:t>
      </w:r>
      <w:r>
        <w:tab/>
        <w:t>1.013e0</w:t>
      </w:r>
    </w:p>
    <w:p w:rsidR="00B65DC9" w:rsidRDefault="00B65DC9" w:rsidP="00B65DC9">
      <w:r>
        <w:t>722.7451</w:t>
      </w:r>
      <w:r>
        <w:tab/>
        <w:t>2.025e0</w:t>
      </w:r>
    </w:p>
    <w:p w:rsidR="00B65DC9" w:rsidRDefault="00B65DC9" w:rsidP="00B65DC9">
      <w:r>
        <w:t>722.8531</w:t>
      </w:r>
      <w:r>
        <w:tab/>
        <w:t>1.266e-2</w:t>
      </w:r>
    </w:p>
    <w:p w:rsidR="00B65DC9" w:rsidRDefault="00B65DC9" w:rsidP="00B65DC9">
      <w:r>
        <w:t>722.8858</w:t>
      </w:r>
      <w:r>
        <w:tab/>
        <w:t>1.013e0</w:t>
      </w:r>
    </w:p>
    <w:p w:rsidR="00B65DC9" w:rsidRDefault="00B65DC9" w:rsidP="00B65DC9">
      <w:r>
        <w:t>722.9156</w:t>
      </w:r>
      <w:r>
        <w:tab/>
        <w:t>2.532e-2</w:t>
      </w:r>
    </w:p>
    <w:p w:rsidR="00B65DC9" w:rsidRDefault="00B65DC9" w:rsidP="00B65DC9">
      <w:r>
        <w:t>722.9194</w:t>
      </w:r>
      <w:r>
        <w:tab/>
        <w:t>1.013e0</w:t>
      </w:r>
    </w:p>
    <w:p w:rsidR="00B65DC9" w:rsidRDefault="00B65DC9" w:rsidP="00B65DC9">
      <w:r>
        <w:t>723.0563</w:t>
      </w:r>
      <w:r>
        <w:tab/>
        <w:t>1.013e0</w:t>
      </w:r>
    </w:p>
    <w:p w:rsidR="00B65DC9" w:rsidRDefault="00B65DC9" w:rsidP="00B65DC9">
      <w:r>
        <w:t>723.0737</w:t>
      </w:r>
      <w:r>
        <w:tab/>
        <w:t>1.266e-2</w:t>
      </w:r>
    </w:p>
    <w:p w:rsidR="00B65DC9" w:rsidRDefault="00B65DC9" w:rsidP="00B65DC9">
      <w:r>
        <w:t>723.1595</w:t>
      </w:r>
      <w:r>
        <w:tab/>
        <w:t>1.013e0</w:t>
      </w:r>
    </w:p>
    <w:p w:rsidR="00B65DC9" w:rsidRDefault="00B65DC9" w:rsidP="00B65DC9">
      <w:r>
        <w:t>723.1935</w:t>
      </w:r>
      <w:r>
        <w:tab/>
        <w:t>1.013e0</w:t>
      </w:r>
    </w:p>
    <w:p w:rsidR="00B65DC9" w:rsidRDefault="00B65DC9" w:rsidP="00B65DC9">
      <w:r>
        <w:t>723.2107</w:t>
      </w:r>
      <w:r>
        <w:tab/>
        <w:t>1.013e0</w:t>
      </w:r>
    </w:p>
    <w:p w:rsidR="00B65DC9" w:rsidRDefault="00B65DC9" w:rsidP="00B65DC9">
      <w:r>
        <w:t>723.2462</w:t>
      </w:r>
      <w:r>
        <w:tab/>
        <w:t>1.266e-2</w:t>
      </w:r>
    </w:p>
    <w:p w:rsidR="00B65DC9" w:rsidRDefault="00B65DC9" w:rsidP="00B65DC9">
      <w:r>
        <w:t>723.2519</w:t>
      </w:r>
      <w:r>
        <w:tab/>
        <w:t>2.025e0</w:t>
      </w:r>
    </w:p>
    <w:p w:rsidR="00B65DC9" w:rsidRDefault="00B65DC9" w:rsidP="00B65DC9">
      <w:r>
        <w:t>723.3433</w:t>
      </w:r>
      <w:r>
        <w:tab/>
        <w:t>1.013e0</w:t>
      </w:r>
    </w:p>
    <w:p w:rsidR="00B65DC9" w:rsidRDefault="00B65DC9" w:rsidP="00B65DC9">
      <w:r>
        <w:t>723.3679</w:t>
      </w:r>
      <w:r>
        <w:tab/>
        <w:t>1.013e0</w:t>
      </w:r>
    </w:p>
    <w:p w:rsidR="00B65DC9" w:rsidRDefault="00B65DC9" w:rsidP="00B65DC9">
      <w:r>
        <w:lastRenderedPageBreak/>
        <w:t>723.4339</w:t>
      </w:r>
      <w:r>
        <w:tab/>
        <w:t>2.025e0</w:t>
      </w:r>
    </w:p>
    <w:p w:rsidR="00B65DC9" w:rsidRDefault="00B65DC9" w:rsidP="00B65DC9">
      <w:r>
        <w:t>723.4435</w:t>
      </w:r>
      <w:r>
        <w:tab/>
        <w:t>1.844e0</w:t>
      </w:r>
    </w:p>
    <w:p w:rsidR="00B65DC9" w:rsidRDefault="00B65DC9" w:rsidP="00B65DC9">
      <w:r>
        <w:t>723.4507</w:t>
      </w:r>
      <w:r>
        <w:tab/>
        <w:t>1.013e0</w:t>
      </w:r>
    </w:p>
    <w:p w:rsidR="00B65DC9" w:rsidRDefault="00B65DC9" w:rsidP="00B65DC9">
      <w:r>
        <w:t>723.5273</w:t>
      </w:r>
      <w:r>
        <w:tab/>
        <w:t>2.025e0</w:t>
      </w:r>
    </w:p>
    <w:p w:rsidR="00B65DC9" w:rsidRDefault="00B65DC9" w:rsidP="00B65DC9">
      <w:r>
        <w:t>723.6622</w:t>
      </w:r>
      <w:r>
        <w:tab/>
        <w:t>1.266e-2</w:t>
      </w:r>
    </w:p>
    <w:p w:rsidR="00B65DC9" w:rsidRDefault="00B65DC9" w:rsidP="00B65DC9">
      <w:r>
        <w:t>723.7255</w:t>
      </w:r>
      <w:r>
        <w:tab/>
        <w:t>2.025e0</w:t>
      </w:r>
    </w:p>
    <w:p w:rsidR="00B65DC9" w:rsidRDefault="00B65DC9" w:rsidP="00B65DC9">
      <w:r>
        <w:t>723.7530</w:t>
      </w:r>
      <w:r>
        <w:tab/>
        <w:t>2.025e0</w:t>
      </w:r>
    </w:p>
    <w:p w:rsidR="00B65DC9" w:rsidRDefault="00B65DC9" w:rsidP="00B65DC9">
      <w:r>
        <w:t>723.8094</w:t>
      </w:r>
      <w:r>
        <w:tab/>
        <w:t>1.266e-2</w:t>
      </w:r>
    </w:p>
    <w:p w:rsidR="00B65DC9" w:rsidRDefault="00B65DC9" w:rsidP="00B65DC9">
      <w:r>
        <w:t>723.9136</w:t>
      </w:r>
      <w:r>
        <w:tab/>
        <w:t>1.013e0</w:t>
      </w:r>
    </w:p>
    <w:p w:rsidR="00B65DC9" w:rsidRDefault="00B65DC9" w:rsidP="00B65DC9">
      <w:r>
        <w:t>723.9819</w:t>
      </w:r>
      <w:r>
        <w:tab/>
        <w:t>3.038e0</w:t>
      </w:r>
    </w:p>
    <w:p w:rsidR="00B65DC9" w:rsidRDefault="00B65DC9" w:rsidP="00B65DC9">
      <w:r>
        <w:t>724.0179</w:t>
      </w:r>
      <w:r>
        <w:tab/>
        <w:t>1.013e0</w:t>
      </w:r>
    </w:p>
    <w:p w:rsidR="00B65DC9" w:rsidRDefault="00B65DC9" w:rsidP="00B65DC9">
      <w:r>
        <w:t>724.0689</w:t>
      </w:r>
      <w:r>
        <w:tab/>
        <w:t>1.257e0</w:t>
      </w:r>
    </w:p>
    <w:p w:rsidR="00B65DC9" w:rsidRDefault="00B65DC9" w:rsidP="00B65DC9">
      <w:r>
        <w:t>724.1031</w:t>
      </w:r>
      <w:r>
        <w:tab/>
        <w:t>2.025e0</w:t>
      </w:r>
    </w:p>
    <w:p w:rsidR="00B65DC9" w:rsidRDefault="00B65DC9" w:rsidP="00B65DC9">
      <w:r>
        <w:t>724.1449</w:t>
      </w:r>
      <w:r>
        <w:tab/>
        <w:t>2.025e0</w:t>
      </w:r>
    </w:p>
    <w:p w:rsidR="00B65DC9" w:rsidRDefault="00B65DC9" w:rsidP="00B65DC9">
      <w:r>
        <w:t>724.1907</w:t>
      </w:r>
      <w:r>
        <w:tab/>
        <w:t>1.013e0</w:t>
      </w:r>
    </w:p>
    <w:p w:rsidR="00B65DC9" w:rsidRDefault="00B65DC9" w:rsidP="00B65DC9">
      <w:r>
        <w:t>724.2266</w:t>
      </w:r>
      <w:r>
        <w:tab/>
        <w:t>1.266e-2</w:t>
      </w:r>
    </w:p>
    <w:p w:rsidR="00B65DC9" w:rsidRDefault="00B65DC9" w:rsidP="00B65DC9">
      <w:r>
        <w:t>724.3738</w:t>
      </w:r>
      <w:r>
        <w:tab/>
        <w:t>1.025e0</w:t>
      </w:r>
    </w:p>
    <w:p w:rsidR="00B65DC9" w:rsidRDefault="00B65DC9" w:rsidP="00B65DC9">
      <w:r>
        <w:t>724.3906</w:t>
      </w:r>
      <w:r>
        <w:tab/>
        <w:t>3.038e0</w:t>
      </w:r>
    </w:p>
    <w:p w:rsidR="00B65DC9" w:rsidRDefault="00B65DC9" w:rsidP="00B65DC9">
      <w:r>
        <w:t>724.4037</w:t>
      </w:r>
      <w:r>
        <w:tab/>
        <w:t>3.038e0</w:t>
      </w:r>
    </w:p>
    <w:p w:rsidR="00B65DC9" w:rsidRDefault="00B65DC9" w:rsidP="00B65DC9">
      <w:r>
        <w:lastRenderedPageBreak/>
        <w:t>724.4390</w:t>
      </w:r>
      <w:r>
        <w:tab/>
        <w:t>2.025e0</w:t>
      </w:r>
    </w:p>
    <w:p w:rsidR="00B65DC9" w:rsidRDefault="00B65DC9" w:rsidP="00B65DC9">
      <w:r>
        <w:t>724.4449</w:t>
      </w:r>
      <w:r>
        <w:tab/>
        <w:t>1.013e0</w:t>
      </w:r>
    </w:p>
    <w:p w:rsidR="00B65DC9" w:rsidRDefault="00B65DC9" w:rsidP="00B65DC9">
      <w:r>
        <w:t>724.4641</w:t>
      </w:r>
      <w:r>
        <w:tab/>
        <w:t>1.442e0</w:t>
      </w:r>
    </w:p>
    <w:p w:rsidR="00B65DC9" w:rsidRDefault="00B65DC9" w:rsidP="00B65DC9">
      <w:r>
        <w:t>724.5132</w:t>
      </w:r>
      <w:r>
        <w:tab/>
        <w:t>1.025e0</w:t>
      </w:r>
    </w:p>
    <w:p w:rsidR="00B65DC9" w:rsidRDefault="00B65DC9" w:rsidP="00B65DC9">
      <w:r>
        <w:t>724.6133</w:t>
      </w:r>
      <w:r>
        <w:tab/>
        <w:t>2.025e0</w:t>
      </w:r>
    </w:p>
    <w:p w:rsidR="00B65DC9" w:rsidRDefault="00B65DC9" w:rsidP="00B65DC9">
      <w:r>
        <w:t>724.6194</w:t>
      </w:r>
      <w:r>
        <w:tab/>
        <w:t>1.266e-2</w:t>
      </w:r>
    </w:p>
    <w:p w:rsidR="00B65DC9" w:rsidRDefault="00B65DC9" w:rsidP="00B65DC9">
      <w:r>
        <w:t>724.6757</w:t>
      </w:r>
      <w:r>
        <w:tab/>
        <w:t>3.038e0</w:t>
      </w:r>
    </w:p>
    <w:p w:rsidR="00B65DC9" w:rsidRDefault="00B65DC9" w:rsidP="00B65DC9">
      <w:r>
        <w:t>724.6940</w:t>
      </w:r>
      <w:r>
        <w:tab/>
        <w:t>1.013e0</w:t>
      </w:r>
    </w:p>
    <w:p w:rsidR="00B65DC9" w:rsidRDefault="00B65DC9" w:rsidP="00B65DC9">
      <w:r>
        <w:t>724.7791</w:t>
      </w:r>
      <w:r>
        <w:tab/>
        <w:t>1.013e0</w:t>
      </w:r>
    </w:p>
    <w:p w:rsidR="00B65DC9" w:rsidRDefault="00B65DC9" w:rsidP="00B65DC9">
      <w:r>
        <w:t>724.7877</w:t>
      </w:r>
      <w:r>
        <w:tab/>
        <w:t>1.013e0</w:t>
      </w:r>
    </w:p>
    <w:p w:rsidR="00B65DC9" w:rsidRDefault="00B65DC9" w:rsidP="00B65DC9">
      <w:r>
        <w:t>724.8528</w:t>
      </w:r>
      <w:r>
        <w:tab/>
        <w:t>1.266e-2</w:t>
      </w:r>
    </w:p>
    <w:p w:rsidR="00B65DC9" w:rsidRDefault="00B65DC9" w:rsidP="00B65DC9">
      <w:r>
        <w:t>724.8702</w:t>
      </w:r>
      <w:r>
        <w:tab/>
        <w:t>2.025e0</w:t>
      </w:r>
    </w:p>
    <w:p w:rsidR="00B65DC9" w:rsidRDefault="00B65DC9" w:rsidP="00B65DC9">
      <w:r>
        <w:t>724.9332</w:t>
      </w:r>
      <w:r>
        <w:tab/>
        <w:t>2.025e0</w:t>
      </w:r>
    </w:p>
    <w:p w:rsidR="00B65DC9" w:rsidRDefault="00B65DC9" w:rsidP="00B65DC9">
      <w:r>
        <w:t>724.9697</w:t>
      </w:r>
      <w:r>
        <w:tab/>
        <w:t>4.051e0</w:t>
      </w:r>
    </w:p>
    <w:p w:rsidR="00B65DC9" w:rsidRDefault="00B65DC9" w:rsidP="00B65DC9">
      <w:r>
        <w:t>724.9756</w:t>
      </w:r>
      <w:r>
        <w:tab/>
        <w:t>1.266e-2</w:t>
      </w:r>
    </w:p>
    <w:p w:rsidR="00B65DC9" w:rsidRDefault="00B65DC9" w:rsidP="00B65DC9">
      <w:r>
        <w:t>725.0370</w:t>
      </w:r>
      <w:r>
        <w:tab/>
        <w:t>1.266e-2</w:t>
      </w:r>
    </w:p>
    <w:p w:rsidR="00B65DC9" w:rsidRDefault="00B65DC9" w:rsidP="00B65DC9">
      <w:r>
        <w:t>725.0398</w:t>
      </w:r>
      <w:r>
        <w:tab/>
        <w:t>2.025e0</w:t>
      </w:r>
    </w:p>
    <w:p w:rsidR="00B65DC9" w:rsidRDefault="00B65DC9" w:rsidP="00B65DC9">
      <w:r>
        <w:t>725.0432</w:t>
      </w:r>
      <w:r>
        <w:tab/>
        <w:t>1.025e0</w:t>
      </w:r>
    </w:p>
    <w:p w:rsidR="00B65DC9" w:rsidRDefault="00B65DC9" w:rsidP="00B65DC9">
      <w:r>
        <w:t>725.0981</w:t>
      </w:r>
      <w:r>
        <w:tab/>
        <w:t>2.532e-2</w:t>
      </w:r>
    </w:p>
    <w:p w:rsidR="00B65DC9" w:rsidRDefault="00B65DC9" w:rsidP="00B65DC9">
      <w:r>
        <w:lastRenderedPageBreak/>
        <w:t>725.1354</w:t>
      </w:r>
      <w:r>
        <w:tab/>
        <w:t>1.013e0</w:t>
      </w:r>
    </w:p>
    <w:p w:rsidR="00B65DC9" w:rsidRDefault="00B65DC9" w:rsidP="00B65DC9">
      <w:r>
        <w:t>725.2091</w:t>
      </w:r>
      <w:r>
        <w:tab/>
        <w:t>1.266e-2</w:t>
      </w:r>
    </w:p>
    <w:p w:rsidR="00B65DC9" w:rsidRDefault="00B65DC9" w:rsidP="00B65DC9">
      <w:r>
        <w:t>725.2336</w:t>
      </w:r>
      <w:r>
        <w:tab/>
        <w:t>1.008e0</w:t>
      </w:r>
    </w:p>
    <w:p w:rsidR="00B65DC9" w:rsidRDefault="00B65DC9" w:rsidP="00B65DC9">
      <w:r>
        <w:t>725.2836</w:t>
      </w:r>
      <w:r>
        <w:tab/>
        <w:t>2.025e0</w:t>
      </w:r>
    </w:p>
    <w:p w:rsidR="00B65DC9" w:rsidRDefault="00B65DC9" w:rsidP="00B65DC9">
      <w:r>
        <w:t>725.3013</w:t>
      </w:r>
      <w:r>
        <w:tab/>
        <w:t>1.025e0</w:t>
      </w:r>
    </w:p>
    <w:p w:rsidR="00B65DC9" w:rsidRDefault="00B65DC9" w:rsidP="00B65DC9">
      <w:r>
        <w:t>725.3277</w:t>
      </w:r>
      <w:r>
        <w:tab/>
        <w:t>2.025e0</w:t>
      </w:r>
    </w:p>
    <w:p w:rsidR="00B65DC9" w:rsidRDefault="00B65DC9" w:rsidP="00B65DC9">
      <w:r>
        <w:t>725.4058</w:t>
      </w:r>
      <w:r>
        <w:tab/>
        <w:t>1.013e0</w:t>
      </w:r>
    </w:p>
    <w:p w:rsidR="00B65DC9" w:rsidRDefault="00B65DC9" w:rsidP="00B65DC9">
      <w:r>
        <w:t>725.4421</w:t>
      </w:r>
      <w:r>
        <w:tab/>
        <w:t>2.532e-2</w:t>
      </w:r>
    </w:p>
    <w:p w:rsidR="00B65DC9" w:rsidRDefault="00B65DC9" w:rsidP="00B65DC9">
      <w:r>
        <w:t>725.4620</w:t>
      </w:r>
      <w:r>
        <w:tab/>
        <w:t>4.582e0</w:t>
      </w:r>
    </w:p>
    <w:p w:rsidR="00B65DC9" w:rsidRDefault="00B65DC9" w:rsidP="00B65DC9">
      <w:r>
        <w:t>725.4733</w:t>
      </w:r>
      <w:r>
        <w:tab/>
        <w:t>1.013e0</w:t>
      </w:r>
    </w:p>
    <w:p w:rsidR="00B65DC9" w:rsidRDefault="00B65DC9" w:rsidP="00B65DC9">
      <w:r>
        <w:t>725.5061</w:t>
      </w:r>
      <w:r>
        <w:tab/>
        <w:t>1.038e0</w:t>
      </w:r>
    </w:p>
    <w:p w:rsidR="00B65DC9" w:rsidRDefault="00B65DC9" w:rsidP="00B65DC9">
      <w:r>
        <w:t>725.5270</w:t>
      </w:r>
      <w:r>
        <w:tab/>
        <w:t>1.079e0</w:t>
      </w:r>
    </w:p>
    <w:p w:rsidR="00B65DC9" w:rsidRDefault="00B65DC9" w:rsidP="00B65DC9">
      <w:r>
        <w:t>725.5410</w:t>
      </w:r>
      <w:r>
        <w:tab/>
        <w:t>1.025e0</w:t>
      </w:r>
    </w:p>
    <w:p w:rsidR="00B65DC9" w:rsidRDefault="00B65DC9" w:rsidP="00B65DC9">
      <w:r>
        <w:t>725.5901</w:t>
      </w:r>
      <w:r>
        <w:tab/>
        <w:t>1.013e0</w:t>
      </w:r>
    </w:p>
    <w:p w:rsidR="00B65DC9" w:rsidRDefault="00B65DC9" w:rsidP="00B65DC9">
      <w:r>
        <w:t>725.6475</w:t>
      </w:r>
      <w:r>
        <w:tab/>
        <w:t>2.025e0</w:t>
      </w:r>
    </w:p>
    <w:p w:rsidR="00B65DC9" w:rsidRDefault="00B65DC9" w:rsidP="00B65DC9">
      <w:r>
        <w:t>725.6618</w:t>
      </w:r>
      <w:r>
        <w:tab/>
        <w:t>1.013e0</w:t>
      </w:r>
    </w:p>
    <w:p w:rsidR="00B65DC9" w:rsidRDefault="00B65DC9" w:rsidP="00B65DC9">
      <w:r>
        <w:t>725.7009</w:t>
      </w:r>
      <w:r>
        <w:tab/>
        <w:t>1.013e0</w:t>
      </w:r>
    </w:p>
    <w:p w:rsidR="00B65DC9" w:rsidRDefault="00B65DC9" w:rsidP="00B65DC9">
      <w:r>
        <w:t>725.7214</w:t>
      </w:r>
      <w:r>
        <w:tab/>
        <w:t>1.891e0</w:t>
      </w:r>
    </w:p>
    <w:p w:rsidR="00B65DC9" w:rsidRDefault="00B65DC9" w:rsidP="00B65DC9">
      <w:r>
        <w:t>725.7623</w:t>
      </w:r>
      <w:r>
        <w:tab/>
        <w:t>1.013e0</w:t>
      </w:r>
    </w:p>
    <w:p w:rsidR="00B65DC9" w:rsidRDefault="00B65DC9" w:rsidP="00B65DC9">
      <w:r>
        <w:lastRenderedPageBreak/>
        <w:t>725.8273</w:t>
      </w:r>
      <w:r>
        <w:tab/>
        <w:t>2.025e0</w:t>
      </w:r>
    </w:p>
    <w:p w:rsidR="00B65DC9" w:rsidRDefault="00B65DC9" w:rsidP="00B65DC9">
      <w:r>
        <w:t>725.8361</w:t>
      </w:r>
      <w:r>
        <w:tab/>
        <w:t>2.025e0</w:t>
      </w:r>
    </w:p>
    <w:p w:rsidR="00B65DC9" w:rsidRDefault="00B65DC9" w:rsidP="00B65DC9">
      <w:r>
        <w:t>725.8853</w:t>
      </w:r>
      <w:r>
        <w:tab/>
        <w:t>1.013e0</w:t>
      </w:r>
    </w:p>
    <w:p w:rsidR="00B65DC9" w:rsidRDefault="00B65DC9" w:rsidP="00B65DC9">
      <w:r>
        <w:t>725.9027</w:t>
      </w:r>
      <w:r>
        <w:tab/>
        <w:t>1.013e0</w:t>
      </w:r>
    </w:p>
    <w:p w:rsidR="00B65DC9" w:rsidRDefault="00B65DC9" w:rsidP="00B65DC9">
      <w:r>
        <w:t>725.9285</w:t>
      </w:r>
      <w:r>
        <w:tab/>
        <w:t>2.532e-2</w:t>
      </w:r>
    </w:p>
    <w:p w:rsidR="00B65DC9" w:rsidRDefault="00B65DC9" w:rsidP="00B65DC9">
      <w:r>
        <w:t>725.9591</w:t>
      </w:r>
      <w:r>
        <w:tab/>
        <w:t>1.013e0</w:t>
      </w:r>
    </w:p>
    <w:p w:rsidR="00B65DC9" w:rsidRDefault="00B65DC9" w:rsidP="00B65DC9">
      <w:r>
        <w:t>725.9640</w:t>
      </w:r>
      <w:r>
        <w:tab/>
        <w:t>2.025e0</w:t>
      </w:r>
    </w:p>
    <w:p w:rsidR="00B65DC9" w:rsidRDefault="00B65DC9" w:rsidP="00B65DC9">
      <w:r>
        <w:t>726.0452</w:t>
      </w:r>
      <w:r>
        <w:tab/>
        <w:t>1.266e-2</w:t>
      </w:r>
    </w:p>
    <w:p w:rsidR="00B65DC9" w:rsidRDefault="00B65DC9" w:rsidP="00B65DC9">
      <w:r>
        <w:t>726.0560</w:t>
      </w:r>
      <w:r>
        <w:tab/>
        <w:t>1.266e-2</w:t>
      </w:r>
    </w:p>
    <w:p w:rsidR="00B65DC9" w:rsidRDefault="00B65DC9" w:rsidP="00B65DC9">
      <w:r>
        <w:t>726.0652</w:t>
      </w:r>
      <w:r>
        <w:tab/>
        <w:t>2.025e0</w:t>
      </w:r>
    </w:p>
    <w:p w:rsidR="00B65DC9" w:rsidRDefault="00B65DC9" w:rsidP="00B65DC9">
      <w:r>
        <w:t>726.0698</w:t>
      </w:r>
      <w:r>
        <w:tab/>
        <w:t>1.013e0</w:t>
      </w:r>
    </w:p>
    <w:p w:rsidR="00B65DC9" w:rsidRDefault="00B65DC9" w:rsidP="00B65DC9">
      <w:r>
        <w:t>726.1191</w:t>
      </w:r>
      <w:r>
        <w:tab/>
        <w:t>1.266e-2</w:t>
      </w:r>
    </w:p>
    <w:p w:rsidR="00B65DC9" w:rsidRDefault="00B65DC9" w:rsidP="00B65DC9">
      <w:r>
        <w:t>726.1396</w:t>
      </w:r>
      <w:r>
        <w:tab/>
        <w:t>3.038e0</w:t>
      </w:r>
    </w:p>
    <w:p w:rsidR="00B65DC9" w:rsidRDefault="00B65DC9" w:rsidP="00B65DC9">
      <w:r>
        <w:t>726.1900</w:t>
      </w:r>
      <w:r>
        <w:tab/>
        <w:t>2.645e0</w:t>
      </w:r>
    </w:p>
    <w:p w:rsidR="00B65DC9" w:rsidRDefault="00B65DC9" w:rsidP="00B65DC9">
      <w:r>
        <w:t>726.2003</w:t>
      </w:r>
      <w:r>
        <w:tab/>
        <w:t>4.051e0</w:t>
      </w:r>
    </w:p>
    <w:p w:rsidR="00B65DC9" w:rsidRDefault="00B65DC9" w:rsidP="00B65DC9">
      <w:r>
        <w:t>726.2199</w:t>
      </w:r>
      <w:r>
        <w:tab/>
        <w:t>3.038e0</w:t>
      </w:r>
    </w:p>
    <w:p w:rsidR="00B65DC9" w:rsidRDefault="00B65DC9" w:rsidP="00B65DC9">
      <w:r>
        <w:t>726.2791</w:t>
      </w:r>
      <w:r>
        <w:tab/>
        <w:t>1.025e0</w:t>
      </w:r>
    </w:p>
    <w:p w:rsidR="00B65DC9" w:rsidRDefault="00B65DC9" w:rsidP="00B65DC9">
      <w:r>
        <w:t>726.3036</w:t>
      </w:r>
      <w:r>
        <w:tab/>
        <w:t>1.013e0</w:t>
      </w:r>
    </w:p>
    <w:p w:rsidR="00B65DC9" w:rsidRDefault="00B65DC9" w:rsidP="00B65DC9">
      <w:r>
        <w:t>726.3353</w:t>
      </w:r>
      <w:r>
        <w:tab/>
        <w:t>3.003e0</w:t>
      </w:r>
    </w:p>
    <w:p w:rsidR="00B65DC9" w:rsidRDefault="00B65DC9" w:rsidP="00B65DC9">
      <w:r>
        <w:lastRenderedPageBreak/>
        <w:t>726.3472</w:t>
      </w:r>
      <w:r>
        <w:tab/>
        <w:t>1.013e0</w:t>
      </w:r>
    </w:p>
    <w:p w:rsidR="00B65DC9" w:rsidRDefault="00B65DC9" w:rsidP="00B65DC9">
      <w:r>
        <w:t>726.3522</w:t>
      </w:r>
      <w:r>
        <w:tab/>
        <w:t>2.025e0</w:t>
      </w:r>
    </w:p>
    <w:p w:rsidR="00B65DC9" w:rsidRDefault="00B65DC9" w:rsidP="00B65DC9">
      <w:r>
        <w:t>726.4672</w:t>
      </w:r>
      <w:r>
        <w:tab/>
        <w:t>2.025e0</w:t>
      </w:r>
    </w:p>
    <w:p w:rsidR="00B65DC9" w:rsidRDefault="00B65DC9" w:rsidP="00B65DC9">
      <w:r>
        <w:t>726.4720</w:t>
      </w:r>
      <w:r>
        <w:tab/>
        <w:t>3.038e0</w:t>
      </w:r>
    </w:p>
    <w:p w:rsidR="00B65DC9" w:rsidRDefault="00B65DC9" w:rsidP="00B65DC9">
      <w:r>
        <w:t>726.5586</w:t>
      </w:r>
      <w:r>
        <w:tab/>
        <w:t>2.025e0</w:t>
      </w:r>
    </w:p>
    <w:p w:rsidR="00B65DC9" w:rsidRDefault="00B65DC9" w:rsidP="00B65DC9">
      <w:r>
        <w:t>726.5710</w:t>
      </w:r>
      <w:r>
        <w:tab/>
        <w:t>3.320e0</w:t>
      </w:r>
    </w:p>
    <w:p w:rsidR="00B65DC9" w:rsidRDefault="00B65DC9" w:rsidP="00B65DC9">
      <w:r>
        <w:t>726.6567</w:t>
      </w:r>
      <w:r>
        <w:tab/>
        <w:t>2.025e0</w:t>
      </w:r>
    </w:p>
    <w:p w:rsidR="00B65DC9" w:rsidRDefault="00B65DC9" w:rsidP="00B65DC9">
      <w:r>
        <w:t>726.6738</w:t>
      </w:r>
      <w:r>
        <w:tab/>
        <w:t>3.038e0</w:t>
      </w:r>
    </w:p>
    <w:p w:rsidR="00B65DC9" w:rsidRDefault="00B65DC9" w:rsidP="00B65DC9">
      <w:r>
        <w:t>726.7012</w:t>
      </w:r>
      <w:r>
        <w:tab/>
        <w:t>2.025e0</w:t>
      </w:r>
    </w:p>
    <w:p w:rsidR="00B65DC9" w:rsidRDefault="00B65DC9" w:rsidP="00B65DC9">
      <w:r>
        <w:t>726.7070</w:t>
      </w:r>
      <w:r>
        <w:tab/>
        <w:t>1.266e-2</w:t>
      </w:r>
    </w:p>
    <w:p w:rsidR="00B65DC9" w:rsidRDefault="00B65DC9" w:rsidP="00B65DC9">
      <w:r>
        <w:t>726.7315</w:t>
      </w:r>
      <w:r>
        <w:tab/>
        <w:t>1.924e0</w:t>
      </w:r>
    </w:p>
    <w:p w:rsidR="00B65DC9" w:rsidRDefault="00B65DC9" w:rsidP="00B65DC9">
      <w:r>
        <w:t>726.8096</w:t>
      </w:r>
      <w:r>
        <w:tab/>
        <w:t>1.266e-2</w:t>
      </w:r>
    </w:p>
    <w:p w:rsidR="00B65DC9" w:rsidRDefault="00B65DC9" w:rsidP="00B65DC9">
      <w:r>
        <w:t>726.9069</w:t>
      </w:r>
      <w:r>
        <w:tab/>
        <w:t>1.013e0</w:t>
      </w:r>
    </w:p>
    <w:p w:rsidR="00B65DC9" w:rsidRDefault="00B65DC9" w:rsidP="00B65DC9">
      <w:r>
        <w:t>726.9283</w:t>
      </w:r>
      <w:r>
        <w:tab/>
        <w:t>5.985e0</w:t>
      </w:r>
    </w:p>
    <w:p w:rsidR="00B65DC9" w:rsidRDefault="00B65DC9" w:rsidP="00B65DC9">
      <w:r>
        <w:t>726.9316</w:t>
      </w:r>
      <w:r>
        <w:tab/>
        <w:t>1.013e0</w:t>
      </w:r>
    </w:p>
    <w:p w:rsidR="00B65DC9" w:rsidRDefault="00B65DC9" w:rsidP="00B65DC9">
      <w:r>
        <w:t>726.9603</w:t>
      </w:r>
      <w:r>
        <w:tab/>
        <w:t>2.025e0</w:t>
      </w:r>
    </w:p>
    <w:p w:rsidR="00B65DC9" w:rsidRDefault="00B65DC9" w:rsidP="00B65DC9">
      <w:r>
        <w:t>727.0093</w:t>
      </w:r>
      <w:r>
        <w:tab/>
        <w:t>2.025e0</w:t>
      </w:r>
    </w:p>
    <w:p w:rsidR="00B65DC9" w:rsidRDefault="00B65DC9" w:rsidP="00B65DC9">
      <w:r>
        <w:t>727.0325</w:t>
      </w:r>
      <w:r>
        <w:tab/>
        <w:t>1.013e0</w:t>
      </w:r>
    </w:p>
    <w:p w:rsidR="00B65DC9" w:rsidRDefault="00B65DC9" w:rsidP="00B65DC9">
      <w:r>
        <w:t>727.0547</w:t>
      </w:r>
      <w:r>
        <w:tab/>
        <w:t>1.013e0</w:t>
      </w:r>
    </w:p>
    <w:p w:rsidR="00B65DC9" w:rsidRDefault="00B65DC9" w:rsidP="00B65DC9">
      <w:r>
        <w:lastRenderedPageBreak/>
        <w:t>727.0988</w:t>
      </w:r>
      <w:r>
        <w:tab/>
        <w:t>2.025e0</w:t>
      </w:r>
    </w:p>
    <w:p w:rsidR="00B65DC9" w:rsidRDefault="00B65DC9" w:rsidP="00B65DC9">
      <w:r>
        <w:t>727.1102</w:t>
      </w:r>
      <w:r>
        <w:tab/>
        <w:t>2.532e-2</w:t>
      </w:r>
    </w:p>
    <w:p w:rsidR="00B65DC9" w:rsidRDefault="00B65DC9" w:rsidP="00B65DC9">
      <w:r>
        <w:t>727.1163</w:t>
      </w:r>
      <w:r>
        <w:tab/>
        <w:t>1.266e-2</w:t>
      </w:r>
    </w:p>
    <w:p w:rsidR="00B65DC9" w:rsidRDefault="00B65DC9" w:rsidP="00B65DC9">
      <w:r>
        <w:t>727.1528</w:t>
      </w:r>
      <w:r>
        <w:tab/>
        <w:t>1.013e0</w:t>
      </w:r>
    </w:p>
    <w:p w:rsidR="00B65DC9" w:rsidRDefault="00B65DC9" w:rsidP="00B65DC9">
      <w:r>
        <w:t>727.2042</w:t>
      </w:r>
      <w:r>
        <w:tab/>
        <w:t>2.361e0</w:t>
      </w:r>
    </w:p>
    <w:p w:rsidR="00B65DC9" w:rsidRDefault="00B65DC9" w:rsidP="00B65DC9">
      <w:r>
        <w:t>727.2191</w:t>
      </w:r>
      <w:r>
        <w:tab/>
        <w:t>2.025e0</w:t>
      </w:r>
    </w:p>
    <w:p w:rsidR="00B65DC9" w:rsidRDefault="00B65DC9" w:rsidP="00B65DC9">
      <w:r>
        <w:t>727.3253</w:t>
      </w:r>
      <w:r>
        <w:tab/>
        <w:t>9.670e-1</w:t>
      </w:r>
    </w:p>
    <w:p w:rsidR="00B65DC9" w:rsidRDefault="00B65DC9" w:rsidP="00B65DC9">
      <w:r>
        <w:t>727.3331</w:t>
      </w:r>
      <w:r>
        <w:tab/>
        <w:t>4.051e0</w:t>
      </w:r>
    </w:p>
    <w:p w:rsidR="00B65DC9" w:rsidRDefault="00B65DC9" w:rsidP="00B65DC9">
      <w:r>
        <w:t>727.4244</w:t>
      </w:r>
      <w:r>
        <w:tab/>
        <w:t>1.025e0</w:t>
      </w:r>
    </w:p>
    <w:p w:rsidR="00B65DC9" w:rsidRDefault="00B65DC9" w:rsidP="00B65DC9">
      <w:r>
        <w:t>727.5165</w:t>
      </w:r>
      <w:r>
        <w:tab/>
        <w:t>1.192e0</w:t>
      </w:r>
    </w:p>
    <w:p w:rsidR="00B65DC9" w:rsidRDefault="00B65DC9" w:rsidP="00B65DC9">
      <w:r>
        <w:t>727.5272</w:t>
      </w:r>
      <w:r>
        <w:tab/>
        <w:t>1.025e0</w:t>
      </w:r>
    </w:p>
    <w:p w:rsidR="00B65DC9" w:rsidRDefault="00B65DC9" w:rsidP="00B65DC9">
      <w:r>
        <w:t>727.5722</w:t>
      </w:r>
      <w:r>
        <w:tab/>
        <w:t>2.038e0</w:t>
      </w:r>
    </w:p>
    <w:p w:rsidR="00B65DC9" w:rsidRDefault="00B65DC9" w:rsidP="00B65DC9">
      <w:r>
        <w:t>727.5826</w:t>
      </w:r>
      <w:r>
        <w:tab/>
        <w:t>5.063e0</w:t>
      </w:r>
    </w:p>
    <w:p w:rsidR="00B65DC9" w:rsidRDefault="00B65DC9" w:rsidP="00B65DC9">
      <w:r>
        <w:t>727.6596</w:t>
      </w:r>
      <w:r>
        <w:tab/>
        <w:t>1.013e0</w:t>
      </w:r>
    </w:p>
    <w:p w:rsidR="00B65DC9" w:rsidRDefault="00B65DC9" w:rsidP="00B65DC9">
      <w:r>
        <w:t>727.7573</w:t>
      </w:r>
      <w:r>
        <w:tab/>
        <w:t>1.013e0</w:t>
      </w:r>
    </w:p>
    <w:p w:rsidR="00B65DC9" w:rsidRDefault="00B65DC9" w:rsidP="00B65DC9">
      <w:r>
        <w:t>727.7637</w:t>
      </w:r>
      <w:r>
        <w:tab/>
        <w:t>1.746e0</w:t>
      </w:r>
    </w:p>
    <w:p w:rsidR="00B65DC9" w:rsidRDefault="00B65DC9" w:rsidP="00B65DC9">
      <w:r>
        <w:t>727.7864</w:t>
      </w:r>
      <w:r>
        <w:tab/>
        <w:t>1.013e0</w:t>
      </w:r>
    </w:p>
    <w:p w:rsidR="00B65DC9" w:rsidRDefault="00B65DC9" w:rsidP="00B65DC9">
      <w:r>
        <w:t>727.8066</w:t>
      </w:r>
      <w:r>
        <w:tab/>
        <w:t>1.266e-2</w:t>
      </w:r>
    </w:p>
    <w:p w:rsidR="00B65DC9" w:rsidRDefault="00B65DC9" w:rsidP="00B65DC9">
      <w:r>
        <w:t>727.8559</w:t>
      </w:r>
      <w:r>
        <w:tab/>
        <w:t>1.013e0</w:t>
      </w:r>
    </w:p>
    <w:p w:rsidR="00B65DC9" w:rsidRDefault="00B65DC9" w:rsidP="00B65DC9">
      <w:r>
        <w:lastRenderedPageBreak/>
        <w:t>727.8721</w:t>
      </w:r>
      <w:r>
        <w:tab/>
        <w:t>1.013e0</w:t>
      </w:r>
    </w:p>
    <w:p w:rsidR="00B65DC9" w:rsidRDefault="00B65DC9" w:rsidP="00B65DC9">
      <w:r>
        <w:t>727.9219</w:t>
      </w:r>
      <w:r>
        <w:tab/>
        <w:t>2.038e0</w:t>
      </w:r>
    </w:p>
    <w:p w:rsidR="00B65DC9" w:rsidRDefault="00B65DC9" w:rsidP="00B65DC9">
      <w:r>
        <w:t>727.9352</w:t>
      </w:r>
      <w:r>
        <w:tab/>
        <w:t>3.038e0</w:t>
      </w:r>
    </w:p>
    <w:p w:rsidR="00B65DC9" w:rsidRDefault="00B65DC9" w:rsidP="00B65DC9">
      <w:r>
        <w:t>727.9484</w:t>
      </w:r>
      <w:r>
        <w:tab/>
        <w:t>2.025e0</w:t>
      </w:r>
    </w:p>
    <w:p w:rsidR="00B65DC9" w:rsidRDefault="00B65DC9" w:rsidP="00B65DC9">
      <w:r>
        <w:t>727.9645</w:t>
      </w:r>
      <w:r>
        <w:tab/>
        <w:t>1.266e0</w:t>
      </w:r>
    </w:p>
    <w:p w:rsidR="00B65DC9" w:rsidRDefault="00B65DC9" w:rsidP="00B65DC9">
      <w:r>
        <w:t>728.0263</w:t>
      </w:r>
      <w:r>
        <w:tab/>
        <w:t>2.038e0</w:t>
      </w:r>
    </w:p>
    <w:p w:rsidR="00B65DC9" w:rsidRDefault="00B65DC9" w:rsidP="00B65DC9">
      <w:r>
        <w:t>728.0283</w:t>
      </w:r>
      <w:r>
        <w:tab/>
        <w:t>4.051e0</w:t>
      </w:r>
    </w:p>
    <w:p w:rsidR="00B65DC9" w:rsidRDefault="00B65DC9" w:rsidP="00B65DC9">
      <w:r>
        <w:t>728.0656</w:t>
      </w:r>
      <w:r>
        <w:tab/>
        <w:t>1.013e0</w:t>
      </w:r>
    </w:p>
    <w:p w:rsidR="00B65DC9" w:rsidRDefault="00B65DC9" w:rsidP="00B65DC9">
      <w:r>
        <w:t>728.1204</w:t>
      </w:r>
      <w:r>
        <w:tab/>
        <w:t>2.025e0</w:t>
      </w:r>
    </w:p>
    <w:p w:rsidR="00B65DC9" w:rsidRDefault="00B65DC9" w:rsidP="00B65DC9">
      <w:r>
        <w:t>728.1652</w:t>
      </w:r>
      <w:r>
        <w:tab/>
        <w:t>1.726e0</w:t>
      </w:r>
    </w:p>
    <w:p w:rsidR="00B65DC9" w:rsidRDefault="00B65DC9" w:rsidP="00B65DC9">
      <w:r>
        <w:t>728.1974</w:t>
      </w:r>
      <w:r>
        <w:tab/>
        <w:t>1.013e0</w:t>
      </w:r>
    </w:p>
    <w:p w:rsidR="00B65DC9" w:rsidRDefault="00B65DC9" w:rsidP="00B65DC9">
      <w:r>
        <w:t>728.2143</w:t>
      </w:r>
      <w:r>
        <w:tab/>
        <w:t>1.013e0</w:t>
      </w:r>
    </w:p>
    <w:p w:rsidR="00B65DC9" w:rsidRDefault="00B65DC9" w:rsidP="00B65DC9">
      <w:r>
        <w:t>728.2552</w:t>
      </w:r>
      <w:r>
        <w:tab/>
        <w:t>2.242e0</w:t>
      </w:r>
    </w:p>
    <w:p w:rsidR="00B65DC9" w:rsidRDefault="00B65DC9" w:rsidP="00B65DC9">
      <w:r>
        <w:t>728.2753</w:t>
      </w:r>
      <w:r>
        <w:tab/>
        <w:t>1.013e0</w:t>
      </w:r>
    </w:p>
    <w:p w:rsidR="00B65DC9" w:rsidRDefault="00B65DC9" w:rsidP="00B65DC9">
      <w:r>
        <w:t>728.2925</w:t>
      </w:r>
      <w:r>
        <w:tab/>
        <w:t>2.979e0</w:t>
      </w:r>
    </w:p>
    <w:p w:rsidR="00B65DC9" w:rsidRDefault="00B65DC9" w:rsidP="00B65DC9">
      <w:r>
        <w:t>728.2961</w:t>
      </w:r>
      <w:r>
        <w:tab/>
        <w:t>1.362e0</w:t>
      </w:r>
    </w:p>
    <w:p w:rsidR="00B65DC9" w:rsidRDefault="00B65DC9" w:rsidP="00B65DC9">
      <w:r>
        <w:t>728.3494</w:t>
      </w:r>
      <w:r>
        <w:tab/>
        <w:t>4.916e0</w:t>
      </w:r>
    </w:p>
    <w:p w:rsidR="00B65DC9" w:rsidRDefault="00B65DC9" w:rsidP="00B65DC9">
      <w:r>
        <w:t>728.4049</w:t>
      </w:r>
      <w:r>
        <w:tab/>
        <w:t>1.353e0</w:t>
      </w:r>
    </w:p>
    <w:p w:rsidR="00B65DC9" w:rsidRDefault="00B65DC9" w:rsidP="00B65DC9">
      <w:r>
        <w:t>728.4473</w:t>
      </w:r>
      <w:r>
        <w:tab/>
        <w:t>3.082e0</w:t>
      </w:r>
    </w:p>
    <w:p w:rsidR="00B65DC9" w:rsidRDefault="00B65DC9" w:rsidP="00B65DC9">
      <w:r>
        <w:lastRenderedPageBreak/>
        <w:t>728.4825</w:t>
      </w:r>
      <w:r>
        <w:tab/>
        <w:t>6.726e0</w:t>
      </w:r>
    </w:p>
    <w:p w:rsidR="00B65DC9" w:rsidRDefault="00B65DC9" w:rsidP="00B65DC9">
      <w:r>
        <w:t>728.5193</w:t>
      </w:r>
      <w:r>
        <w:tab/>
        <w:t>3.976e0</w:t>
      </w:r>
    </w:p>
    <w:p w:rsidR="00B65DC9" w:rsidRDefault="00B65DC9" w:rsidP="00B65DC9">
      <w:r>
        <w:t>728.6085</w:t>
      </w:r>
      <w:r>
        <w:tab/>
        <w:t>2.025e0</w:t>
      </w:r>
    </w:p>
    <w:p w:rsidR="00B65DC9" w:rsidRDefault="00B65DC9" w:rsidP="00B65DC9">
      <w:r>
        <w:t>728.6436</w:t>
      </w:r>
      <w:r>
        <w:tab/>
        <w:t>3.038e0</w:t>
      </w:r>
    </w:p>
    <w:p w:rsidR="00B65DC9" w:rsidRDefault="00B65DC9" w:rsidP="00B65DC9">
      <w:r>
        <w:t>728.6664</w:t>
      </w:r>
      <w:r>
        <w:tab/>
        <w:t>2.025e0</w:t>
      </w:r>
    </w:p>
    <w:p w:rsidR="00B65DC9" w:rsidRDefault="00B65DC9" w:rsidP="00B65DC9">
      <w:r>
        <w:t>728.6770</w:t>
      </w:r>
      <w:r>
        <w:tab/>
        <w:t>1.013e0</w:t>
      </w:r>
    </w:p>
    <w:p w:rsidR="00B65DC9" w:rsidRDefault="00B65DC9" w:rsidP="00B65DC9">
      <w:r>
        <w:t>728.6873</w:t>
      </w:r>
      <w:r>
        <w:tab/>
        <w:t>2.025e0</w:t>
      </w:r>
    </w:p>
    <w:p w:rsidR="00B65DC9" w:rsidRDefault="00B65DC9" w:rsidP="00B65DC9">
      <w:r>
        <w:t>728.7255</w:t>
      </w:r>
      <w:r>
        <w:tab/>
        <w:t>1.891e0</w:t>
      </w:r>
    </w:p>
    <w:p w:rsidR="00B65DC9" w:rsidRDefault="00B65DC9" w:rsidP="00B65DC9">
      <w:r>
        <w:t>728.7454</w:t>
      </w:r>
      <w:r>
        <w:tab/>
        <w:t>1.266e-2</w:t>
      </w:r>
    </w:p>
    <w:p w:rsidR="00B65DC9" w:rsidRDefault="00B65DC9" w:rsidP="00B65DC9">
      <w:r>
        <w:t>728.8037</w:t>
      </w:r>
      <w:r>
        <w:tab/>
        <w:t>1.603e0</w:t>
      </w:r>
    </w:p>
    <w:p w:rsidR="00B65DC9" w:rsidRDefault="00B65DC9" w:rsidP="00B65DC9">
      <w:r>
        <w:t>728.8307</w:t>
      </w:r>
      <w:r>
        <w:tab/>
        <w:t>2.038e0</w:t>
      </w:r>
    </w:p>
    <w:p w:rsidR="00B65DC9" w:rsidRDefault="00B65DC9" w:rsidP="00B65DC9">
      <w:r>
        <w:t>728.8740</w:t>
      </w:r>
      <w:r>
        <w:tab/>
        <w:t>2.025e0</w:t>
      </w:r>
    </w:p>
    <w:p w:rsidR="00B65DC9" w:rsidRDefault="00B65DC9" w:rsidP="00B65DC9">
      <w:r>
        <w:t>728.8925</w:t>
      </w:r>
      <w:r>
        <w:tab/>
        <w:t>1.266e-2</w:t>
      </w:r>
    </w:p>
    <w:p w:rsidR="00B65DC9" w:rsidRDefault="00B65DC9" w:rsidP="00B65DC9">
      <w:r>
        <w:t>728.9789</w:t>
      </w:r>
      <w:r>
        <w:tab/>
        <w:t>1.013e0</w:t>
      </w:r>
    </w:p>
    <w:p w:rsidR="00B65DC9" w:rsidRDefault="00B65DC9" w:rsidP="00B65DC9">
      <w:r>
        <w:t>728.9990</w:t>
      </w:r>
      <w:r>
        <w:tab/>
        <w:t>4.051e0</w:t>
      </w:r>
    </w:p>
    <w:p w:rsidR="00B65DC9" w:rsidRDefault="00B65DC9" w:rsidP="00B65DC9">
      <w:r>
        <w:t>729.0037</w:t>
      </w:r>
      <w:r>
        <w:tab/>
        <w:t>1.013e0</w:t>
      </w:r>
    </w:p>
    <w:p w:rsidR="00B65DC9" w:rsidRDefault="00B65DC9" w:rsidP="00B65DC9">
      <w:r>
        <w:t>729.0314</w:t>
      </w:r>
      <w:r>
        <w:tab/>
        <w:t>2.025e0</w:t>
      </w:r>
    </w:p>
    <w:p w:rsidR="00B65DC9" w:rsidRDefault="00B65DC9" w:rsidP="00B65DC9">
      <w:r>
        <w:t>729.0839</w:t>
      </w:r>
      <w:r>
        <w:tab/>
        <w:t>2.025e0</w:t>
      </w:r>
    </w:p>
    <w:p w:rsidR="00B65DC9" w:rsidRDefault="00B65DC9" w:rsidP="00B65DC9">
      <w:r>
        <w:t>729.1053</w:t>
      </w:r>
      <w:r>
        <w:tab/>
        <w:t>1.013e0</w:t>
      </w:r>
    </w:p>
    <w:p w:rsidR="00B65DC9" w:rsidRDefault="00B65DC9" w:rsidP="00B65DC9">
      <w:r>
        <w:lastRenderedPageBreak/>
        <w:t>729.1121</w:t>
      </w:r>
      <w:r>
        <w:tab/>
        <w:t>2.022e0</w:t>
      </w:r>
    </w:p>
    <w:p w:rsidR="00B65DC9" w:rsidRDefault="00B65DC9" w:rsidP="00B65DC9">
      <w:r>
        <w:t>729.1148</w:t>
      </w:r>
      <w:r>
        <w:tab/>
        <w:t>2.025e0</w:t>
      </w:r>
    </w:p>
    <w:p w:rsidR="00B65DC9" w:rsidRDefault="00B65DC9" w:rsidP="00B65DC9">
      <w:r>
        <w:t>729.2136</w:t>
      </w:r>
      <w:r>
        <w:tab/>
        <w:t>1.013e0</w:t>
      </w:r>
    </w:p>
    <w:p w:rsidR="00B65DC9" w:rsidRDefault="00B65DC9" w:rsidP="00B65DC9">
      <w:r>
        <w:t>729.2211</w:t>
      </w:r>
      <w:r>
        <w:tab/>
        <w:t>3.802e0</w:t>
      </w:r>
    </w:p>
    <w:p w:rsidR="00B65DC9" w:rsidRDefault="00B65DC9" w:rsidP="00B65DC9">
      <w:r>
        <w:t>729.2260</w:t>
      </w:r>
      <w:r>
        <w:tab/>
        <w:t>3.948e0</w:t>
      </w:r>
    </w:p>
    <w:p w:rsidR="00B65DC9" w:rsidRDefault="00B65DC9" w:rsidP="00B65DC9">
      <w:r>
        <w:t>729.3008</w:t>
      </w:r>
      <w:r>
        <w:tab/>
        <w:t>3.038e0</w:t>
      </w:r>
    </w:p>
    <w:p w:rsidR="00B65DC9" w:rsidRDefault="00B65DC9" w:rsidP="00B65DC9">
      <w:r>
        <w:t>729.3315</w:t>
      </w:r>
      <w:r>
        <w:tab/>
        <w:t>2.532e-2</w:t>
      </w:r>
    </w:p>
    <w:p w:rsidR="00B65DC9" w:rsidRDefault="00B65DC9" w:rsidP="00B65DC9">
      <w:r>
        <w:t>729.3434</w:t>
      </w:r>
      <w:r>
        <w:tab/>
        <w:t>2.057e0</w:t>
      </w:r>
    </w:p>
    <w:p w:rsidR="00B65DC9" w:rsidRDefault="00B65DC9" w:rsidP="00B65DC9">
      <w:r>
        <w:t>729.3866</w:t>
      </w:r>
      <w:r>
        <w:tab/>
        <w:t>1.013e0</w:t>
      </w:r>
    </w:p>
    <w:p w:rsidR="00B65DC9" w:rsidRDefault="00B65DC9" w:rsidP="00B65DC9">
      <w:r>
        <w:t>729.4214</w:t>
      </w:r>
      <w:r>
        <w:tab/>
        <w:t>4.051e0</w:t>
      </w:r>
    </w:p>
    <w:p w:rsidR="00B65DC9" w:rsidRDefault="00B65DC9" w:rsidP="00B65DC9">
      <w:r>
        <w:t>729.5720</w:t>
      </w:r>
      <w:r>
        <w:tab/>
        <w:t>1.266e-2</w:t>
      </w:r>
    </w:p>
    <w:p w:rsidR="00B65DC9" w:rsidRDefault="00B65DC9" w:rsidP="00B65DC9">
      <w:r>
        <w:t>729.5762</w:t>
      </w:r>
      <w:r>
        <w:tab/>
        <w:t>2.025e0</w:t>
      </w:r>
    </w:p>
    <w:p w:rsidR="00B65DC9" w:rsidRDefault="00B65DC9" w:rsidP="00B65DC9">
      <w:r>
        <w:t>729.5989</w:t>
      </w:r>
      <w:r>
        <w:tab/>
        <w:t>7.087e0</w:t>
      </w:r>
    </w:p>
    <w:p w:rsidR="00B65DC9" w:rsidRDefault="00B65DC9" w:rsidP="00B65DC9">
      <w:r>
        <w:t>729.6338</w:t>
      </w:r>
      <w:r>
        <w:tab/>
        <w:t>3.038e0</w:t>
      </w:r>
    </w:p>
    <w:p w:rsidR="00B65DC9" w:rsidRDefault="00B65DC9" w:rsidP="00B65DC9">
      <w:r>
        <w:t>729.6836</w:t>
      </w:r>
      <w:r>
        <w:tab/>
        <w:t>3.983e0</w:t>
      </w:r>
    </w:p>
    <w:p w:rsidR="00B65DC9" w:rsidRDefault="00B65DC9" w:rsidP="00B65DC9">
      <w:r>
        <w:t>729.6993</w:t>
      </w:r>
      <w:r>
        <w:tab/>
        <w:t>2.025e0</w:t>
      </w:r>
    </w:p>
    <w:p w:rsidR="00B65DC9" w:rsidRDefault="00B65DC9" w:rsidP="00B65DC9">
      <w:r>
        <w:t>729.7290</w:t>
      </w:r>
      <w:r>
        <w:tab/>
        <w:t>2.025e0</w:t>
      </w:r>
    </w:p>
    <w:p w:rsidR="00B65DC9" w:rsidRDefault="00B65DC9" w:rsidP="00B65DC9">
      <w:r>
        <w:t>729.7490</w:t>
      </w:r>
      <w:r>
        <w:tab/>
        <w:t>3.038e0</w:t>
      </w:r>
    </w:p>
    <w:p w:rsidR="00B65DC9" w:rsidRDefault="00B65DC9" w:rsidP="00B65DC9">
      <w:r>
        <w:t>729.8016</w:t>
      </w:r>
      <w:r>
        <w:tab/>
        <w:t>3.478e0</w:t>
      </w:r>
    </w:p>
    <w:p w:rsidR="00B65DC9" w:rsidRDefault="00B65DC9" w:rsidP="00B65DC9">
      <w:r>
        <w:lastRenderedPageBreak/>
        <w:t>729.8152</w:t>
      </w:r>
      <w:r>
        <w:tab/>
        <w:t>2.025e0</w:t>
      </w:r>
    </w:p>
    <w:p w:rsidR="00B65DC9" w:rsidRDefault="00B65DC9" w:rsidP="00B65DC9">
      <w:r>
        <w:t>729.8192</w:t>
      </w:r>
      <w:r>
        <w:tab/>
        <w:t>1.266e-2</w:t>
      </w:r>
    </w:p>
    <w:p w:rsidR="00B65DC9" w:rsidRDefault="00B65DC9" w:rsidP="00B65DC9">
      <w:r>
        <w:t>729.8657</w:t>
      </w:r>
      <w:r>
        <w:tab/>
        <w:t>5.597e0</w:t>
      </w:r>
    </w:p>
    <w:p w:rsidR="00B65DC9" w:rsidRDefault="00B65DC9" w:rsidP="00B65DC9">
      <w:r>
        <w:t>729.9166</w:t>
      </w:r>
      <w:r>
        <w:tab/>
        <w:t>5.561e0</w:t>
      </w:r>
    </w:p>
    <w:p w:rsidR="00B65DC9" w:rsidRDefault="00B65DC9" w:rsidP="00B65DC9">
      <w:r>
        <w:t>729.9182</w:t>
      </w:r>
      <w:r>
        <w:tab/>
        <w:t>1.013e0</w:t>
      </w:r>
    </w:p>
    <w:p w:rsidR="00B65DC9" w:rsidRDefault="00B65DC9" w:rsidP="00B65DC9">
      <w:r>
        <w:t>729.9552</w:t>
      </w:r>
      <w:r>
        <w:tab/>
        <w:t>1.266e-2</w:t>
      </w:r>
    </w:p>
    <w:p w:rsidR="00B65DC9" w:rsidRDefault="00B65DC9" w:rsidP="00B65DC9">
      <w:r>
        <w:t>729.9615</w:t>
      </w:r>
      <w:r>
        <w:tab/>
        <w:t>1.266e-2</w:t>
      </w:r>
    </w:p>
    <w:p w:rsidR="00B65DC9" w:rsidRDefault="00B65DC9" w:rsidP="00B65DC9">
      <w:r>
        <w:t>729.9646</w:t>
      </w:r>
      <w:r>
        <w:tab/>
        <w:t>5.621e0</w:t>
      </w:r>
    </w:p>
    <w:p w:rsidR="00B65DC9" w:rsidRDefault="00B65DC9" w:rsidP="00B65DC9">
      <w:r>
        <w:t>730.0418</w:t>
      </w:r>
      <w:r>
        <w:tab/>
        <w:t>1.013e0</w:t>
      </w:r>
    </w:p>
    <w:p w:rsidR="00B65DC9" w:rsidRDefault="00B65DC9" w:rsidP="00B65DC9">
      <w:r>
        <w:t>730.0466</w:t>
      </w:r>
      <w:r>
        <w:tab/>
        <w:t>6.089e0</w:t>
      </w:r>
    </w:p>
    <w:p w:rsidR="00B65DC9" w:rsidRDefault="00B65DC9" w:rsidP="00B65DC9">
      <w:r>
        <w:t>730.0789</w:t>
      </w:r>
      <w:r>
        <w:tab/>
        <w:t>1.013e0</w:t>
      </w:r>
    </w:p>
    <w:p w:rsidR="00B65DC9" w:rsidRDefault="00B65DC9" w:rsidP="00B65DC9">
      <w:r>
        <w:t>730.1070</w:t>
      </w:r>
      <w:r>
        <w:tab/>
        <w:t>2.025e0</w:t>
      </w:r>
    </w:p>
    <w:p w:rsidR="00B65DC9" w:rsidRDefault="00B65DC9" w:rsidP="00B65DC9">
      <w:r>
        <w:t>730.1221</w:t>
      </w:r>
      <w:r>
        <w:tab/>
        <w:t>6.898e0</w:t>
      </w:r>
    </w:p>
    <w:p w:rsidR="00B65DC9" w:rsidRDefault="00B65DC9" w:rsidP="00B65DC9">
      <w:r>
        <w:t>730.1248</w:t>
      </w:r>
      <w:r>
        <w:tab/>
        <w:t>4.051e0</w:t>
      </w:r>
    </w:p>
    <w:p w:rsidR="00B65DC9" w:rsidRDefault="00B65DC9" w:rsidP="00B65DC9">
      <w:r>
        <w:t>730.1868</w:t>
      </w:r>
      <w:r>
        <w:tab/>
        <w:t>2.958e0</w:t>
      </w:r>
    </w:p>
    <w:p w:rsidR="00B65DC9" w:rsidRDefault="00B65DC9" w:rsidP="00B65DC9">
      <w:r>
        <w:t>730.1970</w:t>
      </w:r>
      <w:r>
        <w:tab/>
        <w:t>3.038e0</w:t>
      </w:r>
    </w:p>
    <w:p w:rsidR="00B65DC9" w:rsidRDefault="00B65DC9" w:rsidP="00B65DC9">
      <w:r>
        <w:t>730.2609</w:t>
      </w:r>
      <w:r>
        <w:tab/>
        <w:t>1.039e1</w:t>
      </w:r>
    </w:p>
    <w:p w:rsidR="00B65DC9" w:rsidRDefault="00B65DC9" w:rsidP="00B65DC9">
      <w:r>
        <w:t>730.2696</w:t>
      </w:r>
      <w:r>
        <w:tab/>
        <w:t>4.108e0</w:t>
      </w:r>
    </w:p>
    <w:p w:rsidR="00B65DC9" w:rsidRDefault="00B65DC9" w:rsidP="00B65DC9">
      <w:r>
        <w:t>730.2839</w:t>
      </w:r>
      <w:r>
        <w:tab/>
        <w:t>4.051e0</w:t>
      </w:r>
    </w:p>
    <w:p w:rsidR="00B65DC9" w:rsidRDefault="00B65DC9" w:rsidP="00B65DC9">
      <w:r>
        <w:lastRenderedPageBreak/>
        <w:t>730.2878</w:t>
      </w:r>
      <w:r>
        <w:tab/>
        <w:t>2.025e0</w:t>
      </w:r>
    </w:p>
    <w:p w:rsidR="00B65DC9" w:rsidRDefault="00B65DC9" w:rsidP="00B65DC9">
      <w:r>
        <w:t>730.3580</w:t>
      </w:r>
      <w:r>
        <w:tab/>
        <w:t>4.051e0</w:t>
      </w:r>
    </w:p>
    <w:p w:rsidR="00B65DC9" w:rsidRDefault="00B65DC9" w:rsidP="00B65DC9">
      <w:r>
        <w:t>730.3600</w:t>
      </w:r>
      <w:r>
        <w:tab/>
        <w:t>4.144e0</w:t>
      </w:r>
    </w:p>
    <w:p w:rsidR="00B65DC9" w:rsidRDefault="00B65DC9" w:rsidP="00B65DC9">
      <w:r>
        <w:t>730.3890</w:t>
      </w:r>
      <w:r>
        <w:tab/>
        <w:t>6.162e0</w:t>
      </w:r>
    </w:p>
    <w:p w:rsidR="00B65DC9" w:rsidRDefault="00B65DC9" w:rsidP="00B65DC9">
      <w:r>
        <w:t>730.3929</w:t>
      </w:r>
      <w:r>
        <w:tab/>
        <w:t>3.808e0</w:t>
      </w:r>
    </w:p>
    <w:p w:rsidR="00B65DC9" w:rsidRDefault="00B65DC9" w:rsidP="00B65DC9">
      <w:r>
        <w:t>730.4559</w:t>
      </w:r>
      <w:r>
        <w:tab/>
        <w:t>2.695e0</w:t>
      </w:r>
    </w:p>
    <w:p w:rsidR="00B65DC9" w:rsidRDefault="00B65DC9" w:rsidP="00B65DC9">
      <w:r>
        <w:t>730.4916</w:t>
      </w:r>
      <w:r>
        <w:tab/>
        <w:t>2.430e0</w:t>
      </w:r>
    </w:p>
    <w:p w:rsidR="00B65DC9" w:rsidRDefault="00B65DC9" w:rsidP="00B65DC9">
      <w:r>
        <w:t>730.5181</w:t>
      </w:r>
      <w:r>
        <w:tab/>
        <w:t>3.112e0</w:t>
      </w:r>
    </w:p>
    <w:p w:rsidR="00B65DC9" w:rsidRDefault="00B65DC9" w:rsidP="00B65DC9">
      <w:r>
        <w:t>730.5242</w:t>
      </w:r>
      <w:r>
        <w:tab/>
        <w:t>2.025e0</w:t>
      </w:r>
    </w:p>
    <w:p w:rsidR="00B65DC9" w:rsidRDefault="00B65DC9" w:rsidP="00B65DC9">
      <w:r>
        <w:t>730.5547</w:t>
      </w:r>
      <w:r>
        <w:tab/>
        <w:t>2.532e-2</w:t>
      </w:r>
    </w:p>
    <w:p w:rsidR="00B65DC9" w:rsidRDefault="00B65DC9" w:rsidP="00B65DC9">
      <w:r>
        <w:t>730.5951</w:t>
      </w:r>
      <w:r>
        <w:tab/>
        <w:t>2.025e0</w:t>
      </w:r>
    </w:p>
    <w:p w:rsidR="00B65DC9" w:rsidRDefault="00B65DC9" w:rsidP="00B65DC9">
      <w:r>
        <w:t>730.6210</w:t>
      </w:r>
      <w:r>
        <w:tab/>
        <w:t>2.025e0</w:t>
      </w:r>
    </w:p>
    <w:p w:rsidR="00B65DC9" w:rsidRDefault="00B65DC9" w:rsidP="00B65DC9">
      <w:r>
        <w:t>730.6627</w:t>
      </w:r>
      <w:r>
        <w:tab/>
        <w:t>1.051e0</w:t>
      </w:r>
    </w:p>
    <w:p w:rsidR="00B65DC9" w:rsidRDefault="00B65DC9" w:rsidP="00B65DC9">
      <w:r>
        <w:t>730.6935</w:t>
      </w:r>
      <w:r>
        <w:tab/>
        <w:t>5.063e0</w:t>
      </w:r>
    </w:p>
    <w:p w:rsidR="00B65DC9" w:rsidRDefault="00B65DC9" w:rsidP="00B65DC9">
      <w:r>
        <w:t>730.7237</w:t>
      </w:r>
      <w:r>
        <w:tab/>
        <w:t>4.051e0</w:t>
      </w:r>
    </w:p>
    <w:p w:rsidR="00B65DC9" w:rsidRDefault="00B65DC9" w:rsidP="00B65DC9">
      <w:r>
        <w:t>730.7309</w:t>
      </w:r>
      <w:r>
        <w:tab/>
        <w:t>2.377e0</w:t>
      </w:r>
    </w:p>
    <w:p w:rsidR="00B65DC9" w:rsidRDefault="00B65DC9" w:rsidP="00B65DC9">
      <w:r>
        <w:t>730.7491</w:t>
      </w:r>
      <w:r>
        <w:tab/>
        <w:t>1.013e0</w:t>
      </w:r>
    </w:p>
    <w:p w:rsidR="00B65DC9" w:rsidRDefault="00B65DC9" w:rsidP="00B65DC9">
      <w:r>
        <w:t>730.7809</w:t>
      </w:r>
      <w:r>
        <w:tab/>
        <w:t>4.051e0</w:t>
      </w:r>
    </w:p>
    <w:p w:rsidR="00B65DC9" w:rsidRDefault="00B65DC9" w:rsidP="00B65DC9">
      <w:r>
        <w:t>730.8090</w:t>
      </w:r>
      <w:r>
        <w:tab/>
        <w:t>1.025e0</w:t>
      </w:r>
    </w:p>
    <w:p w:rsidR="00B65DC9" w:rsidRDefault="00B65DC9" w:rsidP="00B65DC9">
      <w:r>
        <w:lastRenderedPageBreak/>
        <w:t>730.8192</w:t>
      </w:r>
      <w:r>
        <w:tab/>
        <w:t>5.127e0</w:t>
      </w:r>
    </w:p>
    <w:p w:rsidR="00B65DC9" w:rsidRDefault="00B65DC9" w:rsidP="00B65DC9">
      <w:r>
        <w:t>730.8401</w:t>
      </w:r>
      <w:r>
        <w:tab/>
        <w:t>2.025e0</w:t>
      </w:r>
    </w:p>
    <w:p w:rsidR="00B65DC9" w:rsidRDefault="00B65DC9" w:rsidP="00B65DC9">
      <w:r>
        <w:t>730.8846</w:t>
      </w:r>
      <w:r>
        <w:tab/>
        <w:t>5.076e0</w:t>
      </w:r>
    </w:p>
    <w:p w:rsidR="00B65DC9" w:rsidRDefault="00B65DC9" w:rsidP="00B65DC9">
      <w:r>
        <w:t>730.8948</w:t>
      </w:r>
      <w:r>
        <w:tab/>
        <w:t>2.025e0</w:t>
      </w:r>
    </w:p>
    <w:p w:rsidR="00B65DC9" w:rsidRDefault="00B65DC9" w:rsidP="00B65DC9">
      <w:r>
        <w:t>730.9236</w:t>
      </w:r>
      <w:r>
        <w:tab/>
        <w:t>9.030e0</w:t>
      </w:r>
    </w:p>
    <w:p w:rsidR="00B65DC9" w:rsidRDefault="00B65DC9" w:rsidP="00B65DC9">
      <w:r>
        <w:t>730.9464</w:t>
      </w:r>
      <w:r>
        <w:tab/>
        <w:t>2.051e0</w:t>
      </w:r>
    </w:p>
    <w:p w:rsidR="00B65DC9" w:rsidRDefault="00B65DC9" w:rsidP="00B65DC9">
      <w:r>
        <w:t>730.9968</w:t>
      </w:r>
      <w:r>
        <w:tab/>
        <w:t>3.038e0</w:t>
      </w:r>
    </w:p>
    <w:p w:rsidR="00B65DC9" w:rsidRDefault="00B65DC9" w:rsidP="00B65DC9">
      <w:r>
        <w:t>731.0197</w:t>
      </w:r>
      <w:r>
        <w:tab/>
        <w:t>2.025e0</w:t>
      </w:r>
    </w:p>
    <w:p w:rsidR="00B65DC9" w:rsidRDefault="00B65DC9" w:rsidP="00B65DC9">
      <w:r>
        <w:t>731.0497</w:t>
      </w:r>
      <w:r>
        <w:tab/>
        <w:t>2.025e0</w:t>
      </w:r>
    </w:p>
    <w:p w:rsidR="00B65DC9" w:rsidRDefault="00B65DC9" w:rsidP="00B65DC9">
      <w:r>
        <w:t>731.0807</w:t>
      </w:r>
      <w:r>
        <w:tab/>
        <w:t>9.114e0</w:t>
      </w:r>
    </w:p>
    <w:p w:rsidR="00B65DC9" w:rsidRDefault="00B65DC9" w:rsidP="00B65DC9">
      <w:r>
        <w:t>731.1123</w:t>
      </w:r>
      <w:r>
        <w:tab/>
        <w:t>2.025e0</w:t>
      </w:r>
    </w:p>
    <w:p w:rsidR="00B65DC9" w:rsidRDefault="00B65DC9" w:rsidP="00B65DC9">
      <w:r>
        <w:t>731.2962</w:t>
      </w:r>
      <w:r>
        <w:tab/>
        <w:t>8.473e2</w:t>
      </w:r>
    </w:p>
    <w:p w:rsidR="00B65DC9" w:rsidRDefault="00B65DC9" w:rsidP="00B65DC9">
      <w:r>
        <w:t>731.2972</w:t>
      </w:r>
      <w:r>
        <w:tab/>
        <w:t>6.336e3</w:t>
      </w:r>
    </w:p>
    <w:p w:rsidR="00B65DC9" w:rsidRDefault="00B65DC9" w:rsidP="00B65DC9">
      <w:r>
        <w:t>731.3004</w:t>
      </w:r>
      <w:r>
        <w:tab/>
        <w:t>1.008e3</w:t>
      </w:r>
    </w:p>
    <w:p w:rsidR="00B65DC9" w:rsidRDefault="00B65DC9" w:rsidP="00B65DC9">
      <w:r>
        <w:t>731.3023</w:t>
      </w:r>
      <w:r>
        <w:tab/>
        <w:t>9.412e2</w:t>
      </w:r>
    </w:p>
    <w:p w:rsidR="00B65DC9" w:rsidRDefault="00B65DC9" w:rsidP="00B65DC9">
      <w:r>
        <w:t>731.4593</w:t>
      </w:r>
      <w:r>
        <w:tab/>
        <w:t>6.241e0</w:t>
      </w:r>
    </w:p>
    <w:p w:rsidR="00B65DC9" w:rsidRDefault="00B65DC9" w:rsidP="00B65DC9">
      <w:r>
        <w:t>731.5059</w:t>
      </w:r>
      <w:r>
        <w:tab/>
        <w:t>1.277e2</w:t>
      </w:r>
    </w:p>
    <w:p w:rsidR="00B65DC9" w:rsidRDefault="00B65DC9" w:rsidP="00B65DC9">
      <w:r>
        <w:t>731.5160</w:t>
      </w:r>
      <w:r>
        <w:tab/>
        <w:t>9.153e0</w:t>
      </w:r>
    </w:p>
    <w:p w:rsidR="00B65DC9" w:rsidRDefault="00B65DC9" w:rsidP="00B65DC9">
      <w:r>
        <w:t>731.5344</w:t>
      </w:r>
      <w:r>
        <w:tab/>
        <w:t>8.301e0</w:t>
      </w:r>
    </w:p>
    <w:p w:rsidR="00B65DC9" w:rsidRDefault="00B65DC9" w:rsidP="00B65DC9">
      <w:r>
        <w:lastRenderedPageBreak/>
        <w:t>731.5864</w:t>
      </w:r>
      <w:r>
        <w:tab/>
        <w:t>1.470e1</w:t>
      </w:r>
    </w:p>
    <w:p w:rsidR="00B65DC9" w:rsidRDefault="00B65DC9" w:rsidP="00B65DC9">
      <w:r>
        <w:t>731.5891</w:t>
      </w:r>
      <w:r>
        <w:tab/>
        <w:t>5.127e0</w:t>
      </w:r>
    </w:p>
    <w:p w:rsidR="00B65DC9" w:rsidRDefault="00B65DC9" w:rsidP="00B65DC9">
      <w:r>
        <w:t>731.5961</w:t>
      </w:r>
      <w:r>
        <w:tab/>
        <w:t>2.076e0</w:t>
      </w:r>
    </w:p>
    <w:p w:rsidR="00B65DC9" w:rsidRDefault="00B65DC9" w:rsidP="00B65DC9">
      <w:r>
        <w:t>731.6422</w:t>
      </w:r>
      <w:r>
        <w:tab/>
        <w:t>4.658e1</w:t>
      </w:r>
    </w:p>
    <w:p w:rsidR="00B65DC9" w:rsidRDefault="00B65DC9" w:rsidP="00B65DC9">
      <w:r>
        <w:t>731.6542</w:t>
      </w:r>
      <w:r>
        <w:tab/>
        <w:t>6.076e0</w:t>
      </w:r>
    </w:p>
    <w:p w:rsidR="00B65DC9" w:rsidRDefault="00B65DC9" w:rsidP="00B65DC9">
      <w:r>
        <w:t>731.6799</w:t>
      </w:r>
      <w:r>
        <w:tab/>
        <w:t>5.248e0</w:t>
      </w:r>
    </w:p>
    <w:p w:rsidR="00B65DC9" w:rsidRDefault="00B65DC9" w:rsidP="00B65DC9">
      <w:r>
        <w:t>731.6957</w:t>
      </w:r>
      <w:r>
        <w:tab/>
        <w:t>3.038e0</w:t>
      </w:r>
    </w:p>
    <w:p w:rsidR="00B65DC9" w:rsidRDefault="00B65DC9" w:rsidP="00B65DC9">
      <w:r>
        <w:t>731.7173</w:t>
      </w:r>
      <w:r>
        <w:tab/>
        <w:t>2.129e1</w:t>
      </w:r>
    </w:p>
    <w:p w:rsidR="00B65DC9" w:rsidRDefault="00B65DC9" w:rsidP="00B65DC9">
      <w:r>
        <w:t>731.7342</w:t>
      </w:r>
      <w:r>
        <w:tab/>
        <w:t>8.101e0</w:t>
      </w:r>
    </w:p>
    <w:p w:rsidR="00B65DC9" w:rsidRDefault="00B65DC9" w:rsidP="00B65DC9">
      <w:r>
        <w:t>731.7751</w:t>
      </w:r>
      <w:r>
        <w:tab/>
        <w:t>3.038e0</w:t>
      </w:r>
    </w:p>
    <w:p w:rsidR="00B65DC9" w:rsidRDefault="00B65DC9" w:rsidP="00B65DC9">
      <w:r>
        <w:t>731.7762</w:t>
      </w:r>
      <w:r>
        <w:tab/>
        <w:t>4.051e0</w:t>
      </w:r>
    </w:p>
    <w:p w:rsidR="00B65DC9" w:rsidRDefault="00B65DC9" w:rsidP="00B65DC9">
      <w:r>
        <w:t>731.8081</w:t>
      </w:r>
      <w:r>
        <w:tab/>
        <w:t>3.445e0</w:t>
      </w:r>
    </w:p>
    <w:p w:rsidR="00B65DC9" w:rsidRDefault="00B65DC9" w:rsidP="00B65DC9">
      <w:r>
        <w:t>731.8250</w:t>
      </w:r>
      <w:r>
        <w:tab/>
        <w:t>3.051e0</w:t>
      </w:r>
    </w:p>
    <w:p w:rsidR="00B65DC9" w:rsidRDefault="00B65DC9" w:rsidP="00B65DC9">
      <w:r>
        <w:t>731.8332</w:t>
      </w:r>
      <w:r>
        <w:tab/>
        <w:t>4.051e0</w:t>
      </w:r>
    </w:p>
    <w:p w:rsidR="00B65DC9" w:rsidRDefault="00B65DC9" w:rsidP="00B65DC9">
      <w:r>
        <w:t>731.8536</w:t>
      </w:r>
      <w:r>
        <w:tab/>
        <w:t>2.329e1</w:t>
      </w:r>
    </w:p>
    <w:p w:rsidR="00B65DC9" w:rsidRDefault="00B65DC9" w:rsidP="00B65DC9">
      <w:r>
        <w:t>731.8737</w:t>
      </w:r>
      <w:r>
        <w:tab/>
        <w:t>7.695e0</w:t>
      </w:r>
    </w:p>
    <w:p w:rsidR="00B65DC9" w:rsidRDefault="00B65DC9" w:rsidP="00B65DC9">
      <w:r>
        <w:t>731.9380</w:t>
      </w:r>
      <w:r>
        <w:tab/>
        <w:t>6.076e0</w:t>
      </w:r>
    </w:p>
    <w:p w:rsidR="00B65DC9" w:rsidRDefault="00B65DC9" w:rsidP="00B65DC9">
      <w:r>
        <w:t>731.9617</w:t>
      </w:r>
      <w:r>
        <w:tab/>
        <w:t>2.025e0</w:t>
      </w:r>
    </w:p>
    <w:p w:rsidR="00B65DC9" w:rsidRDefault="00B65DC9" w:rsidP="00B65DC9">
      <w:r>
        <w:t>732.0153</w:t>
      </w:r>
      <w:r>
        <w:tab/>
        <w:t>2.063e0</w:t>
      </w:r>
    </w:p>
    <w:p w:rsidR="00B65DC9" w:rsidRDefault="00B65DC9" w:rsidP="00B65DC9">
      <w:r>
        <w:lastRenderedPageBreak/>
        <w:t>732.0269</w:t>
      </w:r>
      <w:r>
        <w:tab/>
        <w:t>9.316e1</w:t>
      </w:r>
    </w:p>
    <w:p w:rsidR="00B65DC9" w:rsidRDefault="00B65DC9" w:rsidP="00B65DC9">
      <w:r>
        <w:t>732.0329</w:t>
      </w:r>
      <w:r>
        <w:tab/>
        <w:t>5.983e0</w:t>
      </w:r>
    </w:p>
    <w:p w:rsidR="00B65DC9" w:rsidRDefault="00B65DC9" w:rsidP="00B65DC9">
      <w:r>
        <w:t>732.1196</w:t>
      </w:r>
      <w:r>
        <w:tab/>
        <w:t>8.186e-1</w:t>
      </w:r>
    </w:p>
    <w:p w:rsidR="00B65DC9" w:rsidRDefault="00B65DC9" w:rsidP="00B65DC9">
      <w:r>
        <w:t>732.1333</w:t>
      </w:r>
      <w:r>
        <w:tab/>
        <w:t>6.546e0</w:t>
      </w:r>
    </w:p>
    <w:p w:rsidR="00B65DC9" w:rsidRDefault="00B65DC9" w:rsidP="00B65DC9">
      <w:r>
        <w:t>732.1517</w:t>
      </w:r>
      <w:r>
        <w:tab/>
        <w:t>6.076e0</w:t>
      </w:r>
    </w:p>
    <w:p w:rsidR="00B65DC9" w:rsidRDefault="00B65DC9" w:rsidP="00B65DC9">
      <w:r>
        <w:t>732.1757</w:t>
      </w:r>
      <w:r>
        <w:tab/>
        <w:t>4.658e1</w:t>
      </w:r>
    </w:p>
    <w:p w:rsidR="00B65DC9" w:rsidRDefault="00B65DC9" w:rsidP="00B65DC9">
      <w:r>
        <w:t>732.3021</w:t>
      </w:r>
      <w:r>
        <w:tab/>
        <w:t>1.491e3</w:t>
      </w:r>
    </w:p>
    <w:p w:rsidR="00B65DC9" w:rsidRDefault="00B65DC9" w:rsidP="00B65DC9">
      <w:r>
        <w:t>732.3040</w:t>
      </w:r>
      <w:r>
        <w:tab/>
        <w:t>2.412e2</w:t>
      </w:r>
    </w:p>
    <w:p w:rsidR="00B65DC9" w:rsidRDefault="00B65DC9" w:rsidP="00B65DC9">
      <w:r>
        <w:t>732.3051</w:t>
      </w:r>
      <w:r>
        <w:tab/>
        <w:t>3.063e3</w:t>
      </w:r>
    </w:p>
    <w:p w:rsidR="00B65DC9" w:rsidRDefault="00B65DC9" w:rsidP="00B65DC9">
      <w:r>
        <w:t>732.4635</w:t>
      </w:r>
      <w:r>
        <w:tab/>
        <w:t>6.076e0</w:t>
      </w:r>
    </w:p>
    <w:p w:rsidR="00B65DC9" w:rsidRDefault="00B65DC9" w:rsidP="00B65DC9">
      <w:r>
        <w:t>732.4754</w:t>
      </w:r>
      <w:r>
        <w:tab/>
        <w:t>1.214e1</w:t>
      </w:r>
    </w:p>
    <w:p w:rsidR="00B65DC9" w:rsidRDefault="00B65DC9" w:rsidP="00B65DC9">
      <w:r>
        <w:t>732.5071</w:t>
      </w:r>
      <w:r>
        <w:tab/>
        <w:t>5.063e0</w:t>
      </w:r>
    </w:p>
    <w:p w:rsidR="00B65DC9" w:rsidRDefault="00B65DC9" w:rsidP="00B65DC9">
      <w:r>
        <w:t>732.5359</w:t>
      </w:r>
      <w:r>
        <w:tab/>
        <w:t>6.076e0</w:t>
      </w:r>
    </w:p>
    <w:p w:rsidR="00B65DC9" w:rsidRDefault="00B65DC9" w:rsidP="00B65DC9">
      <w:r>
        <w:t>732.5580</w:t>
      </w:r>
      <w:r>
        <w:tab/>
        <w:t>1.219e1</w:t>
      </w:r>
    </w:p>
    <w:p w:rsidR="00B65DC9" w:rsidRDefault="00B65DC9" w:rsidP="00B65DC9">
      <w:r>
        <w:t>732.5984</w:t>
      </w:r>
      <w:r>
        <w:tab/>
        <w:t>1.928e1</w:t>
      </w:r>
    </w:p>
    <w:p w:rsidR="00B65DC9" w:rsidRDefault="00B65DC9" w:rsidP="00B65DC9">
      <w:r>
        <w:t>732.6472</w:t>
      </w:r>
      <w:r>
        <w:tab/>
        <w:t>7.220e0</w:t>
      </w:r>
    </w:p>
    <w:p w:rsidR="00B65DC9" w:rsidRDefault="00B65DC9" w:rsidP="00B65DC9">
      <w:r>
        <w:t>732.6583</w:t>
      </w:r>
      <w:r>
        <w:tab/>
        <w:t>4.658e1</w:t>
      </w:r>
    </w:p>
    <w:p w:rsidR="00B65DC9" w:rsidRDefault="00B65DC9" w:rsidP="00B65DC9">
      <w:r>
        <w:t>732.6707</w:t>
      </w:r>
      <w:r>
        <w:tab/>
        <w:t>1.519e1</w:t>
      </w:r>
    </w:p>
    <w:p w:rsidR="00B65DC9" w:rsidRDefault="00B65DC9" w:rsidP="00B65DC9">
      <w:r>
        <w:t>732.7008</w:t>
      </w:r>
      <w:r>
        <w:tab/>
        <w:t>5.063e0</w:t>
      </w:r>
    </w:p>
    <w:p w:rsidR="00B65DC9" w:rsidRDefault="00B65DC9" w:rsidP="00B65DC9">
      <w:r>
        <w:lastRenderedPageBreak/>
        <w:t>732.7427</w:t>
      </w:r>
      <w:r>
        <w:tab/>
        <w:t>3.063e0</w:t>
      </w:r>
    </w:p>
    <w:p w:rsidR="00B65DC9" w:rsidRDefault="00B65DC9" w:rsidP="00B65DC9">
      <w:r>
        <w:t>732.7648</w:t>
      </w:r>
      <w:r>
        <w:tab/>
        <w:t>5.063e0</w:t>
      </w:r>
    </w:p>
    <w:p w:rsidR="00B65DC9" w:rsidRDefault="00B65DC9" w:rsidP="00B65DC9">
      <w:r>
        <w:t>732.7791</w:t>
      </w:r>
      <w:r>
        <w:tab/>
        <w:t>2.461e0</w:t>
      </w:r>
    </w:p>
    <w:p w:rsidR="00B65DC9" w:rsidRDefault="00B65DC9" w:rsidP="00B65DC9">
      <w:r>
        <w:t>732.8201</w:t>
      </w:r>
      <w:r>
        <w:tab/>
        <w:t>2.025e0</w:t>
      </w:r>
    </w:p>
    <w:p w:rsidR="00B65DC9" w:rsidRDefault="00B65DC9" w:rsidP="00B65DC9">
      <w:r>
        <w:t>732.8347</w:t>
      </w:r>
      <w:r>
        <w:tab/>
        <w:t>3.798e-2</w:t>
      </w:r>
    </w:p>
    <w:p w:rsidR="00B65DC9" w:rsidRDefault="00B65DC9" w:rsidP="00B65DC9">
      <w:r>
        <w:t>732.8531</w:t>
      </w:r>
      <w:r>
        <w:tab/>
        <w:t>2.051e0</w:t>
      </w:r>
    </w:p>
    <w:p w:rsidR="00B65DC9" w:rsidRDefault="00B65DC9" w:rsidP="00B65DC9">
      <w:r>
        <w:t>732.8863</w:t>
      </w:r>
      <w:r>
        <w:tab/>
        <w:t>3.038e0</w:t>
      </w:r>
    </w:p>
    <w:p w:rsidR="00B65DC9" w:rsidRDefault="00B65DC9" w:rsidP="00B65DC9">
      <w:r>
        <w:t>732.9012</w:t>
      </w:r>
      <w:r>
        <w:tab/>
        <w:t>3.038e0</w:t>
      </w:r>
    </w:p>
    <w:p w:rsidR="00B65DC9" w:rsidRDefault="00B65DC9" w:rsidP="00B65DC9">
      <w:r>
        <w:t>732.9195</w:t>
      </w:r>
      <w:r>
        <w:tab/>
        <w:t>3.038e0</w:t>
      </w:r>
    </w:p>
    <w:p w:rsidR="00B65DC9" w:rsidRDefault="00B65DC9" w:rsidP="00B65DC9">
      <w:r>
        <w:t>732.9424</w:t>
      </w:r>
      <w:r>
        <w:tab/>
        <w:t>7.089e0</w:t>
      </w:r>
    </w:p>
    <w:p w:rsidR="00B65DC9" w:rsidRDefault="00B65DC9" w:rsidP="00B65DC9">
      <w:r>
        <w:t>732.9515</w:t>
      </w:r>
      <w:r>
        <w:tab/>
        <w:t>3.320e0</w:t>
      </w:r>
    </w:p>
    <w:p w:rsidR="00B65DC9" w:rsidRDefault="00B65DC9" w:rsidP="00B65DC9">
      <w:r>
        <w:t>732.9920</w:t>
      </w:r>
      <w:r>
        <w:tab/>
        <w:t>6.076e0</w:t>
      </w:r>
    </w:p>
    <w:p w:rsidR="00B65DC9" w:rsidRDefault="00B65DC9" w:rsidP="00B65DC9">
      <w:r>
        <w:t>733.0081</w:t>
      </w:r>
      <w:r>
        <w:tab/>
        <w:t>2.329e1</w:t>
      </w:r>
    </w:p>
    <w:p w:rsidR="00B65DC9" w:rsidRDefault="00B65DC9" w:rsidP="00B65DC9">
      <w:r>
        <w:t>733.0218</w:t>
      </w:r>
      <w:r>
        <w:tab/>
        <w:t>2.025e0</w:t>
      </w:r>
    </w:p>
    <w:p w:rsidR="00B65DC9" w:rsidRDefault="00B65DC9" w:rsidP="00B65DC9">
      <w:r>
        <w:t>733.0341</w:t>
      </w:r>
      <w:r>
        <w:tab/>
        <w:t>1.215e0</w:t>
      </w:r>
    </w:p>
    <w:p w:rsidR="00B65DC9" w:rsidRDefault="00B65DC9" w:rsidP="00B65DC9">
      <w:r>
        <w:t>733.0777</w:t>
      </w:r>
      <w:r>
        <w:tab/>
        <w:t>1.266e-2</w:t>
      </w:r>
    </w:p>
    <w:p w:rsidR="00B65DC9" w:rsidRDefault="00B65DC9" w:rsidP="00B65DC9">
      <w:r>
        <w:t>733.0986</w:t>
      </w:r>
      <w:r>
        <w:tab/>
        <w:t>6.076e0</w:t>
      </w:r>
    </w:p>
    <w:p w:rsidR="00B65DC9" w:rsidRDefault="00B65DC9" w:rsidP="00B65DC9">
      <w:r>
        <w:t>733.1072</w:t>
      </w:r>
      <w:r>
        <w:tab/>
        <w:t>6.659e0</w:t>
      </w:r>
    </w:p>
    <w:p w:rsidR="00B65DC9" w:rsidRDefault="00B65DC9" w:rsidP="00B65DC9">
      <w:r>
        <w:t>733.1222</w:t>
      </w:r>
      <w:r>
        <w:tab/>
        <w:t>4.051e0</w:t>
      </w:r>
    </w:p>
    <w:p w:rsidR="00B65DC9" w:rsidRDefault="00B65DC9" w:rsidP="00B65DC9">
      <w:r>
        <w:lastRenderedPageBreak/>
        <w:t>733.2994</w:t>
      </w:r>
      <w:r>
        <w:tab/>
        <w:t>2.816e2</w:t>
      </w:r>
    </w:p>
    <w:p w:rsidR="00B65DC9" w:rsidRDefault="00B65DC9" w:rsidP="00B65DC9">
      <w:r>
        <w:t>733.3022</w:t>
      </w:r>
      <w:r>
        <w:tab/>
        <w:t>3.143e2</w:t>
      </w:r>
    </w:p>
    <w:p w:rsidR="00B65DC9" w:rsidRDefault="00B65DC9" w:rsidP="00B65DC9">
      <w:r>
        <w:t>733.3047</w:t>
      </w:r>
      <w:r>
        <w:tab/>
        <w:t>1.285e3</w:t>
      </w:r>
    </w:p>
    <w:p w:rsidR="00B65DC9" w:rsidRDefault="00B65DC9" w:rsidP="00B65DC9">
      <w:r>
        <w:t>733.3067</w:t>
      </w:r>
      <w:r>
        <w:tab/>
        <w:t>1.574e2</w:t>
      </w:r>
    </w:p>
    <w:p w:rsidR="00B65DC9" w:rsidRDefault="00B65DC9" w:rsidP="00B65DC9">
      <w:r>
        <w:t>733.4573</w:t>
      </w:r>
      <w:r>
        <w:tab/>
        <w:t>1.672e2</w:t>
      </w:r>
    </w:p>
    <w:p w:rsidR="00B65DC9" w:rsidRDefault="00B65DC9" w:rsidP="00B65DC9">
      <w:r>
        <w:t>733.4648</w:t>
      </w:r>
      <w:r>
        <w:tab/>
        <w:t>1.201e1</w:t>
      </w:r>
    </w:p>
    <w:p w:rsidR="00B65DC9" w:rsidRDefault="00B65DC9" w:rsidP="00B65DC9">
      <w:r>
        <w:t>733.4855</w:t>
      </w:r>
      <w:r>
        <w:tab/>
        <w:t>5.663e0</w:t>
      </w:r>
    </w:p>
    <w:p w:rsidR="00B65DC9" w:rsidRDefault="00B65DC9" w:rsidP="00B65DC9">
      <w:r>
        <w:t>733.5825</w:t>
      </w:r>
      <w:r>
        <w:tab/>
        <w:t>8.364e0</w:t>
      </w:r>
    </w:p>
    <w:p w:rsidR="00B65DC9" w:rsidRDefault="00B65DC9" w:rsidP="00B65DC9">
      <w:r>
        <w:t>733.5854</w:t>
      </w:r>
      <w:r>
        <w:tab/>
        <w:t>3.343e0</w:t>
      </w:r>
    </w:p>
    <w:p w:rsidR="00B65DC9" w:rsidRDefault="00B65DC9" w:rsidP="00B65DC9">
      <w:r>
        <w:t>733.5875</w:t>
      </w:r>
      <w:r>
        <w:tab/>
        <w:t>4.051e0</w:t>
      </w:r>
    </w:p>
    <w:p w:rsidR="00B65DC9" w:rsidRDefault="00B65DC9" w:rsidP="00B65DC9">
      <w:r>
        <w:t>733.5901</w:t>
      </w:r>
      <w:r>
        <w:tab/>
        <w:t>5.878e0</w:t>
      </w:r>
    </w:p>
    <w:p w:rsidR="00B65DC9" w:rsidRDefault="00B65DC9" w:rsidP="00B65DC9">
      <w:r>
        <w:t>733.6671</w:t>
      </w:r>
      <w:r>
        <w:tab/>
        <w:t>4.658e1</w:t>
      </w:r>
    </w:p>
    <w:p w:rsidR="00B65DC9" w:rsidRDefault="00B65DC9" w:rsidP="00B65DC9">
      <w:r>
        <w:t>733.7228</w:t>
      </w:r>
      <w:r>
        <w:tab/>
        <w:t>5.636e0</w:t>
      </w:r>
    </w:p>
    <w:p w:rsidR="00B65DC9" w:rsidRDefault="00B65DC9" w:rsidP="00B65DC9">
      <w:r>
        <w:t>733.7484</w:t>
      </w:r>
      <w:r>
        <w:tab/>
        <w:t>1.266e-2</w:t>
      </w:r>
    </w:p>
    <w:p w:rsidR="00B65DC9" w:rsidRDefault="00B65DC9" w:rsidP="00B65DC9">
      <w:r>
        <w:t>733.7899</w:t>
      </w:r>
      <w:r>
        <w:tab/>
        <w:t>3.038e0</w:t>
      </w:r>
    </w:p>
    <w:p w:rsidR="00B65DC9" w:rsidRDefault="00B65DC9" w:rsidP="00B65DC9">
      <w:r>
        <w:t>733.8346</w:t>
      </w:r>
      <w:r>
        <w:tab/>
        <w:t>5.063e0</w:t>
      </w:r>
    </w:p>
    <w:p w:rsidR="00B65DC9" w:rsidRDefault="00B65DC9" w:rsidP="00B65DC9">
      <w:r>
        <w:t>733.8670</w:t>
      </w:r>
      <w:r>
        <w:tab/>
        <w:t>3.038e0</w:t>
      </w:r>
    </w:p>
    <w:p w:rsidR="00B65DC9" w:rsidRDefault="00B65DC9" w:rsidP="00B65DC9">
      <w:r>
        <w:t>733.8950</w:t>
      </w:r>
      <w:r>
        <w:tab/>
        <w:t>3.273e0</w:t>
      </w:r>
    </w:p>
    <w:p w:rsidR="00B65DC9" w:rsidRDefault="00B65DC9" w:rsidP="00B65DC9">
      <w:r>
        <w:t>733.9119</w:t>
      </w:r>
      <w:r>
        <w:tab/>
        <w:t>2.025e0</w:t>
      </w:r>
    </w:p>
    <w:p w:rsidR="00B65DC9" w:rsidRDefault="00B65DC9" w:rsidP="00B65DC9">
      <w:r>
        <w:lastRenderedPageBreak/>
        <w:t>733.9644</w:t>
      </w:r>
      <w:r>
        <w:tab/>
        <w:t>7.089e0</w:t>
      </w:r>
    </w:p>
    <w:p w:rsidR="00B65DC9" w:rsidRDefault="00B65DC9" w:rsidP="00B65DC9">
      <w:r>
        <w:t>733.9673</w:t>
      </w:r>
      <w:r>
        <w:tab/>
        <w:t>1.266e-2</w:t>
      </w:r>
    </w:p>
    <w:p w:rsidR="00B65DC9" w:rsidRDefault="00B65DC9" w:rsidP="00B65DC9">
      <w:r>
        <w:t>733.9742</w:t>
      </w:r>
      <w:r>
        <w:tab/>
        <w:t>3.038e0</w:t>
      </w:r>
    </w:p>
    <w:p w:rsidR="00B65DC9" w:rsidRDefault="00B65DC9" w:rsidP="00B65DC9">
      <w:r>
        <w:t>733.9945</w:t>
      </w:r>
      <w:r>
        <w:tab/>
        <w:t>5.063e0</w:t>
      </w:r>
    </w:p>
    <w:p w:rsidR="00B65DC9" w:rsidRDefault="00B65DC9" w:rsidP="00B65DC9">
      <w:r>
        <w:t>734.0757</w:t>
      </w:r>
      <w:r>
        <w:tab/>
        <w:t>2.329e1</w:t>
      </w:r>
    </w:p>
    <w:p w:rsidR="00B65DC9" w:rsidRDefault="00B65DC9" w:rsidP="00B65DC9">
      <w:r>
        <w:t>734.0798</w:t>
      </w:r>
      <w:r>
        <w:tab/>
        <w:t>4.051e0</w:t>
      </w:r>
    </w:p>
    <w:p w:rsidR="00B65DC9" w:rsidRDefault="00B65DC9" w:rsidP="00B65DC9">
      <w:r>
        <w:t>734.0924</w:t>
      </w:r>
      <w:r>
        <w:tab/>
        <w:t>3.038e0</w:t>
      </w:r>
    </w:p>
    <w:p w:rsidR="00B65DC9" w:rsidRDefault="00B65DC9" w:rsidP="00B65DC9">
      <w:r>
        <w:t>734.0952</w:t>
      </w:r>
      <w:r>
        <w:tab/>
        <w:t>5.063e0</w:t>
      </w:r>
    </w:p>
    <w:p w:rsidR="00B65DC9" w:rsidRDefault="00B65DC9" w:rsidP="00B65DC9">
      <w:r>
        <w:t>734.1019</w:t>
      </w:r>
      <w:r>
        <w:tab/>
        <w:t>3.038e0</w:t>
      </w:r>
    </w:p>
    <w:p w:rsidR="00B65DC9" w:rsidRDefault="00B65DC9" w:rsidP="00B65DC9">
      <w:r>
        <w:t>734.1729</w:t>
      </w:r>
      <w:r>
        <w:tab/>
        <w:t>4.051e0</w:t>
      </w:r>
    </w:p>
    <w:p w:rsidR="00B65DC9" w:rsidRDefault="00B65DC9" w:rsidP="00B65DC9">
      <w:r>
        <w:t>734.2957</w:t>
      </w:r>
      <w:r>
        <w:tab/>
        <w:t>1.050e2</w:t>
      </w:r>
    </w:p>
    <w:p w:rsidR="00B65DC9" w:rsidRDefault="00B65DC9" w:rsidP="00B65DC9">
      <w:r>
        <w:t>734.2967</w:t>
      </w:r>
      <w:r>
        <w:tab/>
        <w:t>5.820e2</w:t>
      </w:r>
    </w:p>
    <w:p w:rsidR="00B65DC9" w:rsidRDefault="00B65DC9" w:rsidP="00B65DC9">
      <w:r>
        <w:t>734.3034</w:t>
      </w:r>
      <w:r>
        <w:tab/>
        <w:t>3.402e1</w:t>
      </w:r>
    </w:p>
    <w:p w:rsidR="00B65DC9" w:rsidRDefault="00B65DC9" w:rsidP="00B65DC9">
      <w:r>
        <w:t>734.3053</w:t>
      </w:r>
      <w:r>
        <w:tab/>
        <w:t>4.456e1</w:t>
      </w:r>
    </w:p>
    <w:p w:rsidR="00B65DC9" w:rsidRDefault="00B65DC9" w:rsidP="00B65DC9">
      <w:r>
        <w:t>734.3128</w:t>
      </w:r>
      <w:r>
        <w:tab/>
        <w:t>7.755e1</w:t>
      </w:r>
    </w:p>
    <w:p w:rsidR="00B65DC9" w:rsidRDefault="00B65DC9" w:rsidP="00B65DC9">
      <w:r>
        <w:t>734.4493</w:t>
      </w:r>
      <w:r>
        <w:tab/>
        <w:t>2.452e0</w:t>
      </w:r>
    </w:p>
    <w:p w:rsidR="00B65DC9" w:rsidRDefault="00B65DC9" w:rsidP="00B65DC9">
      <w:r>
        <w:t>734.4741</w:t>
      </w:r>
      <w:r>
        <w:tab/>
        <w:t>3.038e0</w:t>
      </w:r>
    </w:p>
    <w:p w:rsidR="00B65DC9" w:rsidRDefault="00B65DC9" w:rsidP="00B65DC9">
      <w:r>
        <w:t>734.4774</w:t>
      </w:r>
      <w:r>
        <w:tab/>
        <w:t>9.316e1</w:t>
      </w:r>
    </w:p>
    <w:p w:rsidR="00B65DC9" w:rsidRDefault="00B65DC9" w:rsidP="00B65DC9">
      <w:r>
        <w:t>734.5306</w:t>
      </w:r>
      <w:r>
        <w:tab/>
        <w:t>5.136e0</w:t>
      </w:r>
    </w:p>
    <w:p w:rsidR="00B65DC9" w:rsidRDefault="00B65DC9" w:rsidP="00B65DC9">
      <w:r>
        <w:lastRenderedPageBreak/>
        <w:t>734.5961</w:t>
      </w:r>
      <w:r>
        <w:tab/>
        <w:t>4.076e0</w:t>
      </w:r>
    </w:p>
    <w:p w:rsidR="00B65DC9" w:rsidRDefault="00B65DC9" w:rsidP="00B65DC9">
      <w:r>
        <w:t>734.5989</w:t>
      </w:r>
      <w:r>
        <w:tab/>
        <w:t>3.038e0</w:t>
      </w:r>
    </w:p>
    <w:p w:rsidR="00B65DC9" w:rsidRDefault="00B65DC9" w:rsidP="00B65DC9">
      <w:r>
        <w:t>734.6330</w:t>
      </w:r>
      <w:r>
        <w:tab/>
        <w:t>3.980e0</w:t>
      </w:r>
    </w:p>
    <w:p w:rsidR="00B65DC9" w:rsidRDefault="00B65DC9" w:rsidP="00B65DC9">
      <w:r>
        <w:t>734.6383</w:t>
      </w:r>
      <w:r>
        <w:tab/>
        <w:t>1.418e1</w:t>
      </w:r>
    </w:p>
    <w:p w:rsidR="00B65DC9" w:rsidRDefault="00B65DC9" w:rsidP="00B65DC9">
      <w:r>
        <w:t>734.7170</w:t>
      </w:r>
      <w:r>
        <w:tab/>
        <w:t>2.038e0</w:t>
      </w:r>
    </w:p>
    <w:p w:rsidR="00B65DC9" w:rsidRDefault="00B65DC9" w:rsidP="00B65DC9">
      <w:r>
        <w:t>734.7202</w:t>
      </w:r>
      <w:r>
        <w:tab/>
        <w:t>1.063e0</w:t>
      </w:r>
    </w:p>
    <w:p w:rsidR="00B65DC9" w:rsidRDefault="00B65DC9" w:rsidP="00B65DC9">
      <w:r>
        <w:t>734.7546</w:t>
      </w:r>
      <w:r>
        <w:tab/>
        <w:t>1.038e0</w:t>
      </w:r>
    </w:p>
    <w:p w:rsidR="00B65DC9" w:rsidRDefault="00B65DC9" w:rsidP="00B65DC9">
      <w:r>
        <w:t>734.8022</w:t>
      </w:r>
      <w:r>
        <w:tab/>
        <w:t>6.530e0</w:t>
      </w:r>
    </w:p>
    <w:p w:rsidR="00B65DC9" w:rsidRDefault="00B65DC9" w:rsidP="00B65DC9">
      <w:r>
        <w:t>734.8060</w:t>
      </w:r>
      <w:r>
        <w:tab/>
        <w:t>2.025e0</w:t>
      </w:r>
    </w:p>
    <w:p w:rsidR="00B65DC9" w:rsidRDefault="00B65DC9" w:rsidP="00B65DC9">
      <w:r>
        <w:t>734.8133</w:t>
      </w:r>
      <w:r>
        <w:tab/>
        <w:t>3.038e0</w:t>
      </w:r>
    </w:p>
    <w:p w:rsidR="00B65DC9" w:rsidRDefault="00B65DC9" w:rsidP="00B65DC9">
      <w:r>
        <w:t>734.8422</w:t>
      </w:r>
      <w:r>
        <w:tab/>
        <w:t>3.038e0</w:t>
      </w:r>
    </w:p>
    <w:p w:rsidR="00B65DC9" w:rsidRDefault="00B65DC9" w:rsidP="00B65DC9">
      <w:r>
        <w:t>734.8934</w:t>
      </w:r>
      <w:r>
        <w:tab/>
        <w:t>2.038e0</w:t>
      </w:r>
    </w:p>
    <w:p w:rsidR="00B65DC9" w:rsidRDefault="00B65DC9" w:rsidP="00B65DC9">
      <w:r>
        <w:t>734.9547</w:t>
      </w:r>
      <w:r>
        <w:tab/>
        <w:t>1.013e0</w:t>
      </w:r>
    </w:p>
    <w:p w:rsidR="00B65DC9" w:rsidRDefault="00B65DC9" w:rsidP="00B65DC9">
      <w:r>
        <w:t>734.9596</w:t>
      </w:r>
      <w:r>
        <w:tab/>
        <w:t>1.080e1</w:t>
      </w:r>
    </w:p>
    <w:p w:rsidR="00B65DC9" w:rsidRDefault="00B65DC9" w:rsidP="00B65DC9">
      <w:r>
        <w:t>734.9606</w:t>
      </w:r>
      <w:r>
        <w:tab/>
        <w:t>3.038e0</w:t>
      </w:r>
    </w:p>
    <w:p w:rsidR="00B65DC9" w:rsidRDefault="00B65DC9" w:rsidP="00B65DC9">
      <w:r>
        <w:t>734.9869</w:t>
      </w:r>
      <w:r>
        <w:tab/>
        <w:t>6.076e0</w:t>
      </w:r>
    </w:p>
    <w:p w:rsidR="00B65DC9" w:rsidRDefault="00B65DC9" w:rsidP="00B65DC9">
      <w:r>
        <w:t>735.0288</w:t>
      </w:r>
      <w:r>
        <w:tab/>
        <w:t>1.013e0</w:t>
      </w:r>
    </w:p>
    <w:p w:rsidR="00B65DC9" w:rsidRDefault="00B65DC9" w:rsidP="00B65DC9">
      <w:r>
        <w:t>735.0875</w:t>
      </w:r>
      <w:r>
        <w:tab/>
        <w:t>2.025e0</w:t>
      </w:r>
    </w:p>
    <w:p w:rsidR="00B65DC9" w:rsidRDefault="00B65DC9" w:rsidP="00B65DC9">
      <w:r>
        <w:t>735.0969</w:t>
      </w:r>
      <w:r>
        <w:tab/>
        <w:t>2.025e0</w:t>
      </w:r>
    </w:p>
    <w:p w:rsidR="00B65DC9" w:rsidRDefault="00B65DC9" w:rsidP="00B65DC9">
      <w:r>
        <w:lastRenderedPageBreak/>
        <w:t>735.1165</w:t>
      </w:r>
      <w:r>
        <w:tab/>
        <w:t>2.025e0</w:t>
      </w:r>
    </w:p>
    <w:p w:rsidR="00B65DC9" w:rsidRDefault="00B65DC9" w:rsidP="00B65DC9">
      <w:r>
        <w:t>735.1254</w:t>
      </w:r>
      <w:r>
        <w:tab/>
        <w:t>5.622e0</w:t>
      </w:r>
    </w:p>
    <w:p w:rsidR="00B65DC9" w:rsidRDefault="00B65DC9" w:rsidP="00B65DC9">
      <w:r>
        <w:t>735.2843</w:t>
      </w:r>
      <w:r>
        <w:tab/>
        <w:t>1.215e1</w:t>
      </w:r>
    </w:p>
    <w:p w:rsidR="00B65DC9" w:rsidRDefault="00B65DC9" w:rsidP="00B65DC9">
      <w:r>
        <w:t>735.2997</w:t>
      </w:r>
      <w:r>
        <w:tab/>
        <w:t>5.401e1</w:t>
      </w:r>
    </w:p>
    <w:p w:rsidR="00B65DC9" w:rsidRDefault="00B65DC9" w:rsidP="00B65DC9">
      <w:r>
        <w:t>735.3037</w:t>
      </w:r>
      <w:r>
        <w:tab/>
        <w:t>2.480e1</w:t>
      </w:r>
    </w:p>
    <w:p w:rsidR="00B65DC9" w:rsidRDefault="00B65DC9" w:rsidP="00B65DC9">
      <w:r>
        <w:t>735.3051</w:t>
      </w:r>
      <w:r>
        <w:tab/>
        <w:t>7.866e1</w:t>
      </w:r>
    </w:p>
    <w:p w:rsidR="00B65DC9" w:rsidRDefault="00B65DC9" w:rsidP="00B65DC9">
      <w:r>
        <w:t>735.4278</w:t>
      </w:r>
      <w:r>
        <w:tab/>
        <w:t>1.104e0</w:t>
      </w:r>
    </w:p>
    <w:p w:rsidR="00B65DC9" w:rsidRDefault="00B65DC9" w:rsidP="00B65DC9">
      <w:r>
        <w:t>735.4617</w:t>
      </w:r>
      <w:r>
        <w:tab/>
        <w:t>1.314e1</w:t>
      </w:r>
    </w:p>
    <w:p w:rsidR="00B65DC9" w:rsidRDefault="00B65DC9" w:rsidP="00B65DC9">
      <w:r>
        <w:t>735.4753</w:t>
      </w:r>
      <w:r>
        <w:tab/>
        <w:t>4.262e0</w:t>
      </w:r>
    </w:p>
    <w:p w:rsidR="00B65DC9" w:rsidRDefault="00B65DC9" w:rsidP="00B65DC9">
      <w:r>
        <w:t>735.5242</w:t>
      </w:r>
      <w:r>
        <w:tab/>
        <w:t>5.163e0</w:t>
      </w:r>
    </w:p>
    <w:p w:rsidR="00B65DC9" w:rsidRDefault="00B65DC9" w:rsidP="00B65DC9">
      <w:r>
        <w:t>735.5419</w:t>
      </w:r>
      <w:r>
        <w:tab/>
        <w:t>3.623e0</w:t>
      </w:r>
    </w:p>
    <w:p w:rsidR="00B65DC9" w:rsidRDefault="00B65DC9" w:rsidP="00B65DC9">
      <w:r>
        <w:t>735.5434</w:t>
      </w:r>
      <w:r>
        <w:tab/>
        <w:t>2.865e0</w:t>
      </w:r>
    </w:p>
    <w:p w:rsidR="00B65DC9" w:rsidRDefault="00B65DC9" w:rsidP="00B65DC9">
      <w:r>
        <w:t>735.5986</w:t>
      </w:r>
      <w:r>
        <w:tab/>
        <w:t>4.051e0</w:t>
      </w:r>
    </w:p>
    <w:p w:rsidR="00B65DC9" w:rsidRDefault="00B65DC9" w:rsidP="00B65DC9">
      <w:r>
        <w:t>735.6557</w:t>
      </w:r>
      <w:r>
        <w:tab/>
        <w:t>2.025e0</w:t>
      </w:r>
    </w:p>
    <w:p w:rsidR="00B65DC9" w:rsidRDefault="00B65DC9" w:rsidP="00B65DC9">
      <w:r>
        <w:t>735.6769</w:t>
      </w:r>
      <w:r>
        <w:tab/>
        <w:t>3.038e0</w:t>
      </w:r>
    </w:p>
    <w:p w:rsidR="00B65DC9" w:rsidRDefault="00B65DC9" w:rsidP="00B65DC9">
      <w:r>
        <w:t>735.6783</w:t>
      </w:r>
      <w:r>
        <w:tab/>
        <w:t>1.013e0</w:t>
      </w:r>
    </w:p>
    <w:p w:rsidR="00B65DC9" w:rsidRDefault="00B65DC9" w:rsidP="00B65DC9">
      <w:r>
        <w:t>735.7210</w:t>
      </w:r>
      <w:r>
        <w:tab/>
        <w:t>1.616e0</w:t>
      </w:r>
    </w:p>
    <w:p w:rsidR="00B65DC9" w:rsidRDefault="00B65DC9" w:rsidP="00B65DC9">
      <w:r>
        <w:t>735.7766</w:t>
      </w:r>
      <w:r>
        <w:tab/>
        <w:t>1.266e-2</w:t>
      </w:r>
    </w:p>
    <w:p w:rsidR="00B65DC9" w:rsidRDefault="00B65DC9" w:rsidP="00B65DC9">
      <w:r>
        <w:t>735.7842</w:t>
      </w:r>
      <w:r>
        <w:tab/>
        <w:t>3.229e0</w:t>
      </w:r>
    </w:p>
    <w:p w:rsidR="00B65DC9" w:rsidRDefault="00B65DC9" w:rsidP="00B65DC9">
      <w:r>
        <w:lastRenderedPageBreak/>
        <w:t>735.7891</w:t>
      </w:r>
      <w:r>
        <w:tab/>
        <w:t>1.013e0</w:t>
      </w:r>
    </w:p>
    <w:p w:rsidR="00B65DC9" w:rsidRDefault="00B65DC9" w:rsidP="00B65DC9">
      <w:r>
        <w:t>735.7983</w:t>
      </w:r>
      <w:r>
        <w:tab/>
        <w:t>1.013e0</w:t>
      </w:r>
    </w:p>
    <w:p w:rsidR="00B65DC9" w:rsidRDefault="00B65DC9" w:rsidP="00B65DC9">
      <w:r>
        <w:t>735.8430</w:t>
      </w:r>
      <w:r>
        <w:tab/>
        <w:t>2.532e-2</w:t>
      </w:r>
    </w:p>
    <w:p w:rsidR="00B65DC9" w:rsidRDefault="00B65DC9" w:rsidP="00B65DC9">
      <w:r>
        <w:t>735.8792</w:t>
      </w:r>
      <w:r>
        <w:tab/>
        <w:t>4.754e0</w:t>
      </w:r>
    </w:p>
    <w:p w:rsidR="00B65DC9" w:rsidRDefault="00B65DC9" w:rsidP="00B65DC9">
      <w:r>
        <w:t>735.8887</w:t>
      </w:r>
      <w:r>
        <w:tab/>
        <w:t>1.266e-2</w:t>
      </w:r>
    </w:p>
    <w:p w:rsidR="00B65DC9" w:rsidRDefault="00B65DC9" w:rsidP="00B65DC9">
      <w:r>
        <w:t>735.9106</w:t>
      </w:r>
      <w:r>
        <w:tab/>
        <w:t>3.038e0</w:t>
      </w:r>
    </w:p>
    <w:p w:rsidR="00B65DC9" w:rsidRDefault="00B65DC9" w:rsidP="00B65DC9">
      <w:r>
        <w:t>735.9465</w:t>
      </w:r>
      <w:r>
        <w:tab/>
        <w:t>5.063e0</w:t>
      </w:r>
    </w:p>
    <w:p w:rsidR="00B65DC9" w:rsidRDefault="00B65DC9" w:rsidP="00B65DC9">
      <w:r>
        <w:t>736.0383</w:t>
      </w:r>
      <w:r>
        <w:tab/>
        <w:t>1.266e-2</w:t>
      </w:r>
    </w:p>
    <w:p w:rsidR="00B65DC9" w:rsidRDefault="00B65DC9" w:rsidP="00B65DC9">
      <w:r>
        <w:t>736.0553</w:t>
      </w:r>
      <w:r>
        <w:tab/>
        <w:t>2.354e0</w:t>
      </w:r>
    </w:p>
    <w:p w:rsidR="00B65DC9" w:rsidRDefault="00B65DC9" w:rsidP="00B65DC9">
      <w:r>
        <w:t>736.1221</w:t>
      </w:r>
      <w:r>
        <w:tab/>
        <w:t>4.051e0</w:t>
      </w:r>
    </w:p>
    <w:p w:rsidR="00B65DC9" w:rsidRDefault="00B65DC9" w:rsidP="00B65DC9">
      <w:r>
        <w:t>736.1235</w:t>
      </w:r>
      <w:r>
        <w:tab/>
        <w:t>1.266e-2</w:t>
      </w:r>
    </w:p>
    <w:p w:rsidR="00B65DC9" w:rsidRDefault="00B65DC9" w:rsidP="00B65DC9">
      <w:r>
        <w:t>736.1728</w:t>
      </w:r>
      <w:r>
        <w:tab/>
        <w:t>3.110e0</w:t>
      </w:r>
    </w:p>
    <w:p w:rsidR="00B65DC9" w:rsidRDefault="00B65DC9" w:rsidP="00B65DC9">
      <w:r>
        <w:t>736.2976</w:t>
      </w:r>
      <w:r>
        <w:tab/>
        <w:t>5.123e0</w:t>
      </w:r>
    </w:p>
    <w:p w:rsidR="00B65DC9" w:rsidRDefault="00B65DC9" w:rsidP="00B65DC9">
      <w:r>
        <w:t>736.3113</w:t>
      </w:r>
      <w:r>
        <w:tab/>
        <w:t>4.051e0</w:t>
      </w:r>
    </w:p>
    <w:p w:rsidR="00B65DC9" w:rsidRDefault="00B65DC9" w:rsidP="00B65DC9">
      <w:r>
        <w:t>736.3182</w:t>
      </w:r>
      <w:r>
        <w:tab/>
        <w:t>2.378e1</w:t>
      </w:r>
    </w:p>
    <w:p w:rsidR="00B65DC9" w:rsidRDefault="00B65DC9" w:rsidP="00B65DC9">
      <w:r>
        <w:t>736.3264</w:t>
      </w:r>
      <w:r>
        <w:tab/>
        <w:t>1.317e1</w:t>
      </w:r>
    </w:p>
    <w:p w:rsidR="00B65DC9" w:rsidRDefault="00B65DC9" w:rsidP="00B65DC9">
      <w:r>
        <w:t>736.3467</w:t>
      </w:r>
      <w:r>
        <w:tab/>
        <w:t>5.063e0</w:t>
      </w:r>
    </w:p>
    <w:p w:rsidR="00B65DC9" w:rsidRDefault="00B65DC9" w:rsidP="00B65DC9">
      <w:r>
        <w:t>736.4293</w:t>
      </w:r>
      <w:r>
        <w:tab/>
        <w:t>6.814e0</w:t>
      </w:r>
    </w:p>
    <w:p w:rsidR="00B65DC9" w:rsidRDefault="00B65DC9" w:rsidP="00B65DC9">
      <w:r>
        <w:t>736.4336</w:t>
      </w:r>
      <w:r>
        <w:tab/>
        <w:t>4.051e0</w:t>
      </w:r>
    </w:p>
    <w:p w:rsidR="00B65DC9" w:rsidRDefault="00B65DC9" w:rsidP="00B65DC9">
      <w:r>
        <w:lastRenderedPageBreak/>
        <w:t>736.4536</w:t>
      </w:r>
      <w:r>
        <w:tab/>
        <w:t>2.273e0</w:t>
      </w:r>
    </w:p>
    <w:p w:rsidR="00B65DC9" w:rsidRDefault="00B65DC9" w:rsidP="00B65DC9">
      <w:r>
        <w:t>736.4713</w:t>
      </w:r>
      <w:r>
        <w:tab/>
        <w:t>1.764e0</w:t>
      </w:r>
    </w:p>
    <w:p w:rsidR="00B65DC9" w:rsidRDefault="00B65DC9" w:rsidP="00B65DC9">
      <w:r>
        <w:t>736.5195</w:t>
      </w:r>
      <w:r>
        <w:tab/>
        <w:t>2.695e0</w:t>
      </w:r>
    </w:p>
    <w:p w:rsidR="00B65DC9" w:rsidRDefault="00B65DC9" w:rsidP="00B65DC9">
      <w:r>
        <w:t>736.5281</w:t>
      </w:r>
      <w:r>
        <w:tab/>
        <w:t>3.487e0</w:t>
      </w:r>
    </w:p>
    <w:p w:rsidR="00B65DC9" w:rsidRDefault="00B65DC9" w:rsidP="00B65DC9">
      <w:r>
        <w:t>736.5452</w:t>
      </w:r>
      <w:r>
        <w:tab/>
        <w:t>3.013e0</w:t>
      </w:r>
    </w:p>
    <w:p w:rsidR="00B65DC9" w:rsidRDefault="00B65DC9" w:rsidP="00B65DC9">
      <w:r>
        <w:t>736.6166</w:t>
      </w:r>
      <w:r>
        <w:tab/>
        <w:t>4.051e0</w:t>
      </w:r>
    </w:p>
    <w:p w:rsidR="00B65DC9" w:rsidRDefault="00B65DC9" w:rsidP="00B65DC9">
      <w:r>
        <w:t>736.6617</w:t>
      </w:r>
      <w:r>
        <w:tab/>
        <w:t>3.038e0</w:t>
      </w:r>
    </w:p>
    <w:p w:rsidR="00B65DC9" w:rsidRDefault="00B65DC9" w:rsidP="00B65DC9">
      <w:r>
        <w:t>736.6948</w:t>
      </w:r>
      <w:r>
        <w:tab/>
        <w:t>3.030e0</w:t>
      </w:r>
    </w:p>
    <w:p w:rsidR="00B65DC9" w:rsidRDefault="00B65DC9" w:rsidP="00B65DC9">
      <w:r>
        <w:t>736.7452</w:t>
      </w:r>
      <w:r>
        <w:tab/>
        <w:t>2.025e0</w:t>
      </w:r>
    </w:p>
    <w:p w:rsidR="00B65DC9" w:rsidRDefault="00B65DC9" w:rsidP="00B65DC9">
      <w:r>
        <w:t>736.7802</w:t>
      </w:r>
      <w:r>
        <w:tab/>
        <w:t>2.025e0</w:t>
      </w:r>
    </w:p>
    <w:p w:rsidR="00B65DC9" w:rsidRDefault="00B65DC9" w:rsidP="00B65DC9">
      <w:r>
        <w:t>736.8077</w:t>
      </w:r>
      <w:r>
        <w:tab/>
        <w:t>1.013e0</w:t>
      </w:r>
    </w:p>
    <w:p w:rsidR="00B65DC9" w:rsidRDefault="00B65DC9" w:rsidP="00B65DC9">
      <w:r>
        <w:t>736.8273</w:t>
      </w:r>
      <w:r>
        <w:tab/>
        <w:t>6.546e0</w:t>
      </w:r>
    </w:p>
    <w:p w:rsidR="00B65DC9" w:rsidRDefault="00B65DC9" w:rsidP="00B65DC9">
      <w:r>
        <w:t>736.8363</w:t>
      </w:r>
      <w:r>
        <w:tab/>
        <w:t>1.266e-2</w:t>
      </w:r>
    </w:p>
    <w:p w:rsidR="00B65DC9" w:rsidRDefault="00B65DC9" w:rsidP="00B65DC9">
      <w:r>
        <w:t>736.8613</w:t>
      </w:r>
      <w:r>
        <w:tab/>
        <w:t>1.266e-2</w:t>
      </w:r>
    </w:p>
    <w:p w:rsidR="00B65DC9" w:rsidRDefault="00B65DC9" w:rsidP="00B65DC9">
      <w:r>
        <w:t>736.9108</w:t>
      </w:r>
      <w:r>
        <w:tab/>
        <w:t>1.013e0</w:t>
      </w:r>
    </w:p>
    <w:p w:rsidR="00B65DC9" w:rsidRDefault="00B65DC9" w:rsidP="00B65DC9">
      <w:r>
        <w:t>736.9244</w:t>
      </w:r>
      <w:r>
        <w:tab/>
        <w:t>1.025e0</w:t>
      </w:r>
    </w:p>
    <w:p w:rsidR="00B65DC9" w:rsidRDefault="00B65DC9" w:rsidP="00B65DC9">
      <w:r>
        <w:t>736.9558</w:t>
      </w:r>
      <w:r>
        <w:tab/>
        <w:t>3.891e0</w:t>
      </w:r>
    </w:p>
    <w:p w:rsidR="00B65DC9" w:rsidRDefault="00B65DC9" w:rsidP="00B65DC9">
      <w:r>
        <w:t>736.9611</w:t>
      </w:r>
      <w:r>
        <w:tab/>
        <w:t>1.025e0</w:t>
      </w:r>
    </w:p>
    <w:p w:rsidR="00B65DC9" w:rsidRDefault="00B65DC9" w:rsidP="00B65DC9">
      <w:r>
        <w:t>737.0422</w:t>
      </w:r>
      <w:r>
        <w:tab/>
        <w:t>2.025e0</w:t>
      </w:r>
    </w:p>
    <w:p w:rsidR="00B65DC9" w:rsidRDefault="00B65DC9" w:rsidP="00B65DC9">
      <w:r>
        <w:lastRenderedPageBreak/>
        <w:t>737.0518</w:t>
      </w:r>
      <w:r>
        <w:tab/>
        <w:t>2.275e0</w:t>
      </w:r>
    </w:p>
    <w:p w:rsidR="00B65DC9" w:rsidRDefault="00B65DC9" w:rsidP="00B65DC9">
      <w:r>
        <w:t>737.0643</w:t>
      </w:r>
      <w:r>
        <w:tab/>
        <w:t>3.038e0</w:t>
      </w:r>
    </w:p>
    <w:p w:rsidR="00B65DC9" w:rsidRDefault="00B65DC9" w:rsidP="00B65DC9">
      <w:r>
        <w:t>737.0671</w:t>
      </w:r>
      <w:r>
        <w:tab/>
        <w:t>2.025e0</w:t>
      </w:r>
    </w:p>
    <w:p w:rsidR="00B65DC9" w:rsidRDefault="00B65DC9" w:rsidP="00B65DC9">
      <w:r>
        <w:t>737.1071</w:t>
      </w:r>
      <w:r>
        <w:tab/>
        <w:t>2.025e0</w:t>
      </w:r>
    </w:p>
    <w:p w:rsidR="00B65DC9" w:rsidRDefault="00B65DC9" w:rsidP="00B65DC9">
      <w:r>
        <w:t>737.1269</w:t>
      </w:r>
      <w:r>
        <w:tab/>
        <w:t>2.025e0</w:t>
      </w:r>
    </w:p>
    <w:p w:rsidR="00B65DC9" w:rsidRDefault="00B65DC9" w:rsidP="00B65DC9">
      <w:r>
        <w:t>737.1784</w:t>
      </w:r>
      <w:r>
        <w:tab/>
        <w:t>3.397e0</w:t>
      </w:r>
    </w:p>
    <w:p w:rsidR="00B65DC9" w:rsidRDefault="00B65DC9" w:rsidP="00B65DC9">
      <w:r>
        <w:t>737.1843</w:t>
      </w:r>
      <w:r>
        <w:tab/>
        <w:t>1.013e0</w:t>
      </w:r>
    </w:p>
    <w:p w:rsidR="00B65DC9" w:rsidRDefault="00B65DC9" w:rsidP="00B65DC9">
      <w:r>
        <w:t>737.1923</w:t>
      </w:r>
      <w:r>
        <w:tab/>
        <w:t>2.025e0</w:t>
      </w:r>
    </w:p>
    <w:p w:rsidR="00B65DC9" w:rsidRDefault="00B65DC9" w:rsidP="00B65DC9">
      <w:r>
        <w:t>737.2917</w:t>
      </w:r>
      <w:r>
        <w:tab/>
        <w:t>4.051e0</w:t>
      </w:r>
    </w:p>
    <w:p w:rsidR="00B65DC9" w:rsidRDefault="00B65DC9" w:rsidP="00B65DC9">
      <w:r>
        <w:t>737.3002</w:t>
      </w:r>
      <w:r>
        <w:tab/>
        <w:t>1.358e1</w:t>
      </w:r>
    </w:p>
    <w:p w:rsidR="00B65DC9" w:rsidRDefault="00B65DC9" w:rsidP="00B65DC9">
      <w:r>
        <w:t>737.3046</w:t>
      </w:r>
      <w:r>
        <w:tab/>
        <w:t>2.912e1</w:t>
      </w:r>
    </w:p>
    <w:p w:rsidR="00B65DC9" w:rsidRDefault="00B65DC9" w:rsidP="00B65DC9">
      <w:r>
        <w:t>737.3154</w:t>
      </w:r>
      <w:r>
        <w:tab/>
        <w:t>1.305e1</w:t>
      </w:r>
    </w:p>
    <w:p w:rsidR="00B65DC9" w:rsidRDefault="00B65DC9" w:rsidP="00B65DC9">
      <w:r>
        <w:t>737.3228</w:t>
      </w:r>
      <w:r>
        <w:tab/>
        <w:t>6.089e0</w:t>
      </w:r>
    </w:p>
    <w:p w:rsidR="00B65DC9" w:rsidRDefault="00B65DC9" w:rsidP="00B65DC9">
      <w:r>
        <w:t>737.3675</w:t>
      </w:r>
      <w:r>
        <w:tab/>
        <w:t>3.038e0</w:t>
      </w:r>
    </w:p>
    <w:p w:rsidR="00B65DC9" w:rsidRDefault="00B65DC9" w:rsidP="00B65DC9">
      <w:r>
        <w:t>737.4010</w:t>
      </w:r>
      <w:r>
        <w:tab/>
        <w:t>1.886e0</w:t>
      </w:r>
    </w:p>
    <w:p w:rsidR="00B65DC9" w:rsidRDefault="00B65DC9" w:rsidP="00B65DC9">
      <w:r>
        <w:t>737.4770</w:t>
      </w:r>
      <w:r>
        <w:tab/>
        <w:t>2.495e0</w:t>
      </w:r>
    </w:p>
    <w:p w:rsidR="00B65DC9" w:rsidRDefault="00B65DC9" w:rsidP="00B65DC9">
      <w:r>
        <w:t>737.4948</w:t>
      </w:r>
      <w:r>
        <w:tab/>
        <w:t>2.339e0</w:t>
      </w:r>
    </w:p>
    <w:p w:rsidR="00B65DC9" w:rsidRDefault="00B65DC9" w:rsidP="00B65DC9">
      <w:r>
        <w:t>737.5092</w:t>
      </w:r>
      <w:r>
        <w:tab/>
        <w:t>3.038e0</w:t>
      </w:r>
    </w:p>
    <w:p w:rsidR="00B65DC9" w:rsidRDefault="00B65DC9" w:rsidP="00B65DC9">
      <w:r>
        <w:t>737.5706</w:t>
      </w:r>
      <w:r>
        <w:tab/>
        <w:t>4.132e0</w:t>
      </w:r>
    </w:p>
    <w:p w:rsidR="00B65DC9" w:rsidRDefault="00B65DC9" w:rsidP="00B65DC9">
      <w:r>
        <w:lastRenderedPageBreak/>
        <w:t>737.5739</w:t>
      </w:r>
      <w:r>
        <w:tab/>
        <w:t>2.024e0</w:t>
      </w:r>
    </w:p>
    <w:p w:rsidR="00B65DC9" w:rsidRDefault="00B65DC9" w:rsidP="00B65DC9">
      <w:r>
        <w:t>737.6459</w:t>
      </w:r>
      <w:r>
        <w:tab/>
        <w:t>4.051e0</w:t>
      </w:r>
    </w:p>
    <w:p w:rsidR="00B65DC9" w:rsidRDefault="00B65DC9" w:rsidP="00B65DC9">
      <w:r>
        <w:t>737.6477</w:t>
      </w:r>
      <w:r>
        <w:tab/>
        <w:t>1.013e0</w:t>
      </w:r>
    </w:p>
    <w:p w:rsidR="00B65DC9" w:rsidRDefault="00B65DC9" w:rsidP="00B65DC9">
      <w:r>
        <w:t>737.6629</w:t>
      </w:r>
      <w:r>
        <w:tab/>
        <w:t>1.013e0</w:t>
      </w:r>
    </w:p>
    <w:p w:rsidR="00B65DC9" w:rsidRDefault="00B65DC9" w:rsidP="00B65DC9">
      <w:r>
        <w:t>737.6976</w:t>
      </w:r>
      <w:r>
        <w:tab/>
        <w:t>1.013e0</w:t>
      </w:r>
    </w:p>
    <w:p w:rsidR="00B65DC9" w:rsidRDefault="00B65DC9" w:rsidP="00B65DC9">
      <w:r>
        <w:t>737.7480</w:t>
      </w:r>
      <w:r>
        <w:tab/>
        <w:t>1.025e0</w:t>
      </w:r>
    </w:p>
    <w:p w:rsidR="00B65DC9" w:rsidRDefault="00B65DC9" w:rsidP="00B65DC9">
      <w:r>
        <w:t>737.7601</w:t>
      </w:r>
      <w:r>
        <w:tab/>
        <w:t>1.013e0</w:t>
      </w:r>
    </w:p>
    <w:p w:rsidR="00B65DC9" w:rsidRDefault="00B65DC9" w:rsidP="00B65DC9">
      <w:r>
        <w:t>737.7828</w:t>
      </w:r>
      <w:r>
        <w:tab/>
        <w:t>1.013e0</w:t>
      </w:r>
    </w:p>
    <w:p w:rsidR="00B65DC9" w:rsidRDefault="00B65DC9" w:rsidP="00B65DC9">
      <w:r>
        <w:t>737.8101</w:t>
      </w:r>
      <w:r>
        <w:tab/>
        <w:t>1.013e0</w:t>
      </w:r>
    </w:p>
    <w:p w:rsidR="00B65DC9" w:rsidRDefault="00B65DC9" w:rsidP="00B65DC9">
      <w:r>
        <w:t>737.9537</w:t>
      </w:r>
      <w:r>
        <w:tab/>
        <w:t>2.025e0</w:t>
      </w:r>
    </w:p>
    <w:p w:rsidR="00B65DC9" w:rsidRDefault="00B65DC9" w:rsidP="00B65DC9">
      <w:r>
        <w:t>737.9711</w:t>
      </w:r>
      <w:r>
        <w:tab/>
        <w:t>1.013e0</w:t>
      </w:r>
    </w:p>
    <w:p w:rsidR="00B65DC9" w:rsidRDefault="00B65DC9" w:rsidP="00B65DC9">
      <w:r>
        <w:t>738.0176</w:t>
      </w:r>
      <w:r>
        <w:tab/>
        <w:t>3.038e0</w:t>
      </w:r>
    </w:p>
    <w:p w:rsidR="00B65DC9" w:rsidRDefault="00B65DC9" w:rsidP="00B65DC9">
      <w:r>
        <w:t>738.1093</w:t>
      </w:r>
      <w:r>
        <w:tab/>
        <w:t>2.519e0</w:t>
      </w:r>
    </w:p>
    <w:p w:rsidR="00B65DC9" w:rsidRDefault="00B65DC9" w:rsidP="00B65DC9">
      <w:r>
        <w:t>738.1224</w:t>
      </w:r>
      <w:r>
        <w:tab/>
        <w:t>1.013e0</w:t>
      </w:r>
    </w:p>
    <w:p w:rsidR="00B65DC9" w:rsidRDefault="00B65DC9" w:rsidP="00B65DC9">
      <w:r>
        <w:t>738.1768</w:t>
      </w:r>
      <w:r>
        <w:tab/>
        <w:t>4.051e0</w:t>
      </w:r>
    </w:p>
    <w:p w:rsidR="00B65DC9" w:rsidRDefault="00B65DC9" w:rsidP="00B65DC9">
      <w:r>
        <w:t>738.2189</w:t>
      </w:r>
      <w:r>
        <w:tab/>
        <w:t>2.025e0</w:t>
      </w:r>
    </w:p>
    <w:p w:rsidR="00B65DC9" w:rsidRDefault="00B65DC9" w:rsidP="00B65DC9">
      <w:r>
        <w:t>738.3126</w:t>
      </w:r>
      <w:r>
        <w:tab/>
        <w:t>1.335e1</w:t>
      </w:r>
    </w:p>
    <w:p w:rsidR="00B65DC9" w:rsidRDefault="00B65DC9" w:rsidP="00B65DC9">
      <w:r>
        <w:t>738.3396</w:t>
      </w:r>
      <w:r>
        <w:tab/>
        <w:t>2.859e0</w:t>
      </w:r>
    </w:p>
    <w:p w:rsidR="00B65DC9" w:rsidRDefault="00B65DC9" w:rsidP="00B65DC9">
      <w:r>
        <w:t>738.3643</w:t>
      </w:r>
      <w:r>
        <w:tab/>
        <w:t>2.025e0</w:t>
      </w:r>
    </w:p>
    <w:p w:rsidR="00B65DC9" w:rsidRDefault="00B65DC9" w:rsidP="00B65DC9">
      <w:r>
        <w:lastRenderedPageBreak/>
        <w:t>738.3720</w:t>
      </w:r>
      <w:r>
        <w:tab/>
        <w:t>1.692e0</w:t>
      </w:r>
    </w:p>
    <w:p w:rsidR="00B65DC9" w:rsidRDefault="00B65DC9" w:rsidP="00B65DC9">
      <w:r>
        <w:t>738.3951</w:t>
      </w:r>
      <w:r>
        <w:tab/>
        <w:t>5.155e0</w:t>
      </w:r>
    </w:p>
    <w:p w:rsidR="00B65DC9" w:rsidRDefault="00B65DC9" w:rsidP="00B65DC9">
      <w:r>
        <w:t>738.4343</w:t>
      </w:r>
      <w:r>
        <w:tab/>
        <w:t>2.567e0</w:t>
      </w:r>
    </w:p>
    <w:p w:rsidR="00B65DC9" w:rsidRDefault="00B65DC9" w:rsidP="00B65DC9">
      <w:r>
        <w:t>738.4561</w:t>
      </w:r>
      <w:r>
        <w:tab/>
        <w:t>1.624e0</w:t>
      </w:r>
    </w:p>
    <w:p w:rsidR="00B65DC9" w:rsidRDefault="00B65DC9" w:rsidP="00B65DC9">
      <w:r>
        <w:t>738.5604</w:t>
      </w:r>
      <w:r>
        <w:tab/>
        <w:t>1.051e0</w:t>
      </w:r>
    </w:p>
    <w:p w:rsidR="00B65DC9" w:rsidRDefault="00B65DC9" w:rsidP="00B65DC9">
      <w:r>
        <w:t>738.5652</w:t>
      </w:r>
      <w:r>
        <w:tab/>
        <w:t>1.912e0</w:t>
      </w:r>
    </w:p>
    <w:p w:rsidR="00B65DC9" w:rsidRDefault="00B65DC9" w:rsidP="00B65DC9">
      <w:r>
        <w:t>738.5695</w:t>
      </w:r>
      <w:r>
        <w:tab/>
        <w:t>1.013e0</w:t>
      </w:r>
    </w:p>
    <w:p w:rsidR="00B65DC9" w:rsidRDefault="00B65DC9" w:rsidP="00B65DC9">
      <w:r>
        <w:t>738.5724</w:t>
      </w:r>
      <w:r>
        <w:tab/>
        <w:t>1.013e0</w:t>
      </w:r>
    </w:p>
    <w:p w:rsidR="00B65DC9" w:rsidRDefault="00B65DC9" w:rsidP="00B65DC9">
      <w:r>
        <w:t>738.6976</w:t>
      </w:r>
      <w:r>
        <w:tab/>
        <w:t>2.025e0</w:t>
      </w:r>
    </w:p>
    <w:p w:rsidR="00B65DC9" w:rsidRDefault="00B65DC9" w:rsidP="00B65DC9">
      <w:r>
        <w:t>738.8092</w:t>
      </w:r>
      <w:r>
        <w:tab/>
        <w:t>1.013e0</w:t>
      </w:r>
    </w:p>
    <w:p w:rsidR="00B65DC9" w:rsidRDefault="00B65DC9" w:rsidP="00B65DC9">
      <w:r>
        <w:t>738.8110</w:t>
      </w:r>
      <w:r>
        <w:tab/>
        <w:t>2.025e0</w:t>
      </w:r>
    </w:p>
    <w:p w:rsidR="00B65DC9" w:rsidRDefault="00B65DC9" w:rsidP="00B65DC9">
      <w:r>
        <w:t>738.8600</w:t>
      </w:r>
      <w:r>
        <w:tab/>
        <w:t>2.025e0</w:t>
      </w:r>
    </w:p>
    <w:p w:rsidR="00B65DC9" w:rsidRDefault="00B65DC9" w:rsidP="00B65DC9">
      <w:r>
        <w:t>738.9226</w:t>
      </w:r>
      <w:r>
        <w:tab/>
        <w:t>1.013e0</w:t>
      </w:r>
    </w:p>
    <w:p w:rsidR="00B65DC9" w:rsidRDefault="00B65DC9" w:rsidP="00B65DC9">
      <w:r>
        <w:t>739.0020</w:t>
      </w:r>
      <w:r>
        <w:tab/>
        <w:t>3.038e0</w:t>
      </w:r>
    </w:p>
    <w:p w:rsidR="00B65DC9" w:rsidRDefault="00B65DC9" w:rsidP="00B65DC9">
      <w:r>
        <w:t>739.0056</w:t>
      </w:r>
      <w:r>
        <w:tab/>
        <w:t>1.854e0</w:t>
      </w:r>
    </w:p>
    <w:p w:rsidR="00B65DC9" w:rsidRDefault="00B65DC9" w:rsidP="00B65DC9">
      <w:r>
        <w:t>739.0291</w:t>
      </w:r>
      <w:r>
        <w:tab/>
        <w:t>3.038e0</w:t>
      </w:r>
    </w:p>
    <w:p w:rsidR="00B65DC9" w:rsidRDefault="00B65DC9" w:rsidP="00B65DC9">
      <w:r>
        <w:t>739.0488</w:t>
      </w:r>
      <w:r>
        <w:tab/>
        <w:t>3.038e0</w:t>
      </w:r>
    </w:p>
    <w:p w:rsidR="00B65DC9" w:rsidRDefault="00B65DC9" w:rsidP="00B65DC9">
      <w:r>
        <w:t>739.0654</w:t>
      </w:r>
      <w:r>
        <w:tab/>
        <w:t>1.013e0</w:t>
      </w:r>
    </w:p>
    <w:p w:rsidR="00B65DC9" w:rsidRDefault="00B65DC9" w:rsidP="00B65DC9">
      <w:r>
        <w:t>739.1791</w:t>
      </w:r>
      <w:r>
        <w:tab/>
        <w:t>2.025e0</w:t>
      </w:r>
    </w:p>
    <w:p w:rsidR="00B65DC9" w:rsidRDefault="00B65DC9" w:rsidP="00B65DC9">
      <w:r>
        <w:lastRenderedPageBreak/>
        <w:t>739.2117</w:t>
      </w:r>
      <w:r>
        <w:tab/>
        <w:t>2.532e-2</w:t>
      </w:r>
    </w:p>
    <w:p w:rsidR="00B65DC9" w:rsidRDefault="00B65DC9" w:rsidP="00B65DC9">
      <w:r>
        <w:t>739.2551</w:t>
      </w:r>
      <w:r>
        <w:tab/>
        <w:t>2.025e0</w:t>
      </w:r>
    </w:p>
    <w:p w:rsidR="00B65DC9" w:rsidRDefault="00B65DC9" w:rsidP="00B65DC9">
      <w:r>
        <w:t>739.2955</w:t>
      </w:r>
      <w:r>
        <w:tab/>
        <w:t>1.936e0</w:t>
      </w:r>
    </w:p>
    <w:p w:rsidR="00B65DC9" w:rsidRDefault="00B65DC9" w:rsidP="00B65DC9">
      <w:r>
        <w:t>739.3044</w:t>
      </w:r>
      <w:r>
        <w:tab/>
        <w:t>7.243e-1</w:t>
      </w:r>
    </w:p>
    <w:p w:rsidR="00B65DC9" w:rsidRDefault="00B65DC9" w:rsidP="00B65DC9">
      <w:r>
        <w:t>739.3480</w:t>
      </w:r>
      <w:r>
        <w:tab/>
        <w:t>2.532e-2</w:t>
      </w:r>
    </w:p>
    <w:p w:rsidR="00B65DC9" w:rsidRDefault="00B65DC9" w:rsidP="00B65DC9">
      <w:r>
        <w:t>739.3582</w:t>
      </w:r>
      <w:r>
        <w:tab/>
        <w:t>1.417e0</w:t>
      </w:r>
    </w:p>
    <w:p w:rsidR="00B65DC9" w:rsidRDefault="00B65DC9" w:rsidP="00B65DC9">
      <w:r>
        <w:t>739.3987</w:t>
      </w:r>
      <w:r>
        <w:tab/>
        <w:t>8.769e-1</w:t>
      </w:r>
    </w:p>
    <w:p w:rsidR="00B65DC9" w:rsidRDefault="00B65DC9" w:rsidP="00B65DC9">
      <w:r>
        <w:t>739.4020</w:t>
      </w:r>
      <w:r>
        <w:tab/>
        <w:t>1.065e0</w:t>
      </w:r>
    </w:p>
    <w:p w:rsidR="00B65DC9" w:rsidRDefault="00B65DC9" w:rsidP="00B65DC9">
      <w:r>
        <w:t>739.4048</w:t>
      </w:r>
      <w:r>
        <w:tab/>
        <w:t>5.931e0</w:t>
      </w:r>
    </w:p>
    <w:p w:rsidR="00B65DC9" w:rsidRDefault="00B65DC9" w:rsidP="00B65DC9">
      <w:r>
        <w:t>739.4306</w:t>
      </w:r>
      <w:r>
        <w:tab/>
        <w:t>1.827e0</w:t>
      </w:r>
    </w:p>
    <w:p w:rsidR="00B65DC9" w:rsidRDefault="00B65DC9" w:rsidP="00B65DC9">
      <w:r>
        <w:t>739.4803</w:t>
      </w:r>
      <w:r>
        <w:tab/>
        <w:t>3.811e0</w:t>
      </w:r>
    </w:p>
    <w:p w:rsidR="00B65DC9" w:rsidRDefault="00B65DC9" w:rsidP="00B65DC9">
      <w:r>
        <w:t>739.4908</w:t>
      </w:r>
      <w:r>
        <w:tab/>
        <w:t>2.339e0</w:t>
      </w:r>
    </w:p>
    <w:p w:rsidR="00B65DC9" w:rsidRDefault="00B65DC9" w:rsidP="00B65DC9">
      <w:r>
        <w:t>739.5104</w:t>
      </w:r>
      <w:r>
        <w:tab/>
        <w:t>1.266e-2</w:t>
      </w:r>
    </w:p>
    <w:p w:rsidR="00B65DC9" w:rsidRDefault="00B65DC9" w:rsidP="00B65DC9">
      <w:r>
        <w:t>739.5868</w:t>
      </w:r>
      <w:r>
        <w:tab/>
        <w:t>2.025e0</w:t>
      </w:r>
    </w:p>
    <w:p w:rsidR="00B65DC9" w:rsidRDefault="00B65DC9" w:rsidP="00B65DC9">
      <w:r>
        <w:t>739.6118</w:t>
      </w:r>
      <w:r>
        <w:tab/>
        <w:t>2.532e-2</w:t>
      </w:r>
    </w:p>
    <w:p w:rsidR="00B65DC9" w:rsidRDefault="00B65DC9" w:rsidP="00B65DC9">
      <w:r>
        <w:t>739.6181</w:t>
      </w:r>
      <w:r>
        <w:tab/>
        <w:t>4.051e0</w:t>
      </w:r>
    </w:p>
    <w:p w:rsidR="00B65DC9" w:rsidRDefault="00B65DC9" w:rsidP="00B65DC9">
      <w:r>
        <w:t>739.6632</w:t>
      </w:r>
      <w:r>
        <w:tab/>
        <w:t>3.038e0</w:t>
      </w:r>
    </w:p>
    <w:p w:rsidR="00B65DC9" w:rsidRDefault="00B65DC9" w:rsidP="00B65DC9">
      <w:r>
        <w:t>739.7249</w:t>
      </w:r>
      <w:r>
        <w:tab/>
        <w:t>2.025e0</w:t>
      </w:r>
    </w:p>
    <w:p w:rsidR="00B65DC9" w:rsidRDefault="00B65DC9" w:rsidP="00B65DC9">
      <w:r>
        <w:t>739.7361</w:t>
      </w:r>
      <w:r>
        <w:tab/>
        <w:t>1.013e0</w:t>
      </w:r>
    </w:p>
    <w:p w:rsidR="00B65DC9" w:rsidRDefault="00B65DC9" w:rsidP="00B65DC9">
      <w:r>
        <w:lastRenderedPageBreak/>
        <w:t>739.7723</w:t>
      </w:r>
      <w:r>
        <w:tab/>
        <w:t>2.025e0</w:t>
      </w:r>
    </w:p>
    <w:p w:rsidR="00B65DC9" w:rsidRDefault="00B65DC9" w:rsidP="00B65DC9">
      <w:r>
        <w:t>739.8304</w:t>
      </w:r>
      <w:r>
        <w:tab/>
        <w:t>4.051e0</w:t>
      </w:r>
    </w:p>
    <w:p w:rsidR="00B65DC9" w:rsidRDefault="00B65DC9" w:rsidP="00B65DC9">
      <w:r>
        <w:t>739.8488</w:t>
      </w:r>
      <w:r>
        <w:tab/>
        <w:t>2.025e0</w:t>
      </w:r>
    </w:p>
    <w:p w:rsidR="00B65DC9" w:rsidRDefault="00B65DC9" w:rsidP="00B65DC9">
      <w:r>
        <w:t>739.8690</w:t>
      </w:r>
      <w:r>
        <w:tab/>
        <w:t>1.266e-2</w:t>
      </w:r>
    </w:p>
    <w:p w:rsidR="00B65DC9" w:rsidRDefault="00B65DC9" w:rsidP="00B65DC9">
      <w:r>
        <w:t>739.9545</w:t>
      </w:r>
      <w:r>
        <w:tab/>
        <w:t>1.266e-2</w:t>
      </w:r>
    </w:p>
    <w:p w:rsidR="00B65DC9" w:rsidRDefault="00B65DC9" w:rsidP="00B65DC9">
      <w:r>
        <w:t>739.9741</w:t>
      </w:r>
      <w:r>
        <w:tab/>
        <w:t>1.266e-2</w:t>
      </w:r>
    </w:p>
    <w:p w:rsidR="00B65DC9" w:rsidRDefault="00B65DC9" w:rsidP="00B65DC9">
      <w:r>
        <w:t>739.9929</w:t>
      </w:r>
      <w:r>
        <w:tab/>
        <w:t>2.025e0</w:t>
      </w:r>
    </w:p>
    <w:p w:rsidR="00B65DC9" w:rsidRDefault="00B65DC9" w:rsidP="00B65DC9">
      <w:r>
        <w:t>739.9959</w:t>
      </w:r>
      <w:r>
        <w:tab/>
        <w:t>1.621e0</w:t>
      </w:r>
    </w:p>
    <w:p w:rsidR="00B65DC9" w:rsidRDefault="00B65DC9" w:rsidP="00B65DC9">
      <w:r>
        <w:t>740.0306</w:t>
      </w:r>
      <w:r>
        <w:tab/>
        <w:t>2.025e0</w:t>
      </w:r>
    </w:p>
    <w:p w:rsidR="00B65DC9" w:rsidRDefault="00B65DC9" w:rsidP="00B65DC9">
      <w:r>
        <w:t>740.0547</w:t>
      </w:r>
      <w:r>
        <w:tab/>
        <w:t>3.367e0</w:t>
      </w:r>
    </w:p>
    <w:p w:rsidR="00B65DC9" w:rsidRDefault="00B65DC9" w:rsidP="00B65DC9">
      <w:r>
        <w:t>740.0933</w:t>
      </w:r>
      <w:r>
        <w:tab/>
        <w:t>3.038e0</w:t>
      </w:r>
    </w:p>
    <w:p w:rsidR="00B65DC9" w:rsidRDefault="00B65DC9" w:rsidP="00B65DC9">
      <w:r>
        <w:t>740.1328</w:t>
      </w:r>
      <w:r>
        <w:tab/>
        <w:t>2.025e0</w:t>
      </w:r>
    </w:p>
    <w:p w:rsidR="00B65DC9" w:rsidRDefault="00B65DC9" w:rsidP="00B65DC9">
      <w:r>
        <w:t>740.1948</w:t>
      </w:r>
      <w:r>
        <w:tab/>
        <w:t>1.732e0</w:t>
      </w:r>
    </w:p>
    <w:p w:rsidR="00B65DC9" w:rsidRDefault="00B65DC9" w:rsidP="00B65DC9">
      <w:r>
        <w:t>740.2114</w:t>
      </w:r>
      <w:r>
        <w:tab/>
        <w:t>1.013e0</w:t>
      </w:r>
    </w:p>
    <w:p w:rsidR="00B65DC9" w:rsidRDefault="00B65DC9" w:rsidP="00B65DC9">
      <w:r>
        <w:t>740.2332</w:t>
      </w:r>
      <w:r>
        <w:tab/>
        <w:t>3.038e0</w:t>
      </w:r>
    </w:p>
    <w:p w:rsidR="00B65DC9" w:rsidRDefault="00B65DC9" w:rsidP="00B65DC9">
      <w:r>
        <w:t>740.3051</w:t>
      </w:r>
      <w:r>
        <w:tab/>
        <w:t>1.735e0</w:t>
      </w:r>
    </w:p>
    <w:p w:rsidR="00B65DC9" w:rsidRDefault="00B65DC9" w:rsidP="00B65DC9">
      <w:r>
        <w:t>740.3260</w:t>
      </w:r>
      <w:r>
        <w:tab/>
        <w:t>1.024e0</w:t>
      </w:r>
    </w:p>
    <w:p w:rsidR="00B65DC9" w:rsidRDefault="00B65DC9" w:rsidP="00B65DC9">
      <w:r>
        <w:t>740.3563</w:t>
      </w:r>
      <w:r>
        <w:tab/>
        <w:t>2.025e0</w:t>
      </w:r>
    </w:p>
    <w:p w:rsidR="00B65DC9" w:rsidRDefault="00B65DC9" w:rsidP="00B65DC9">
      <w:r>
        <w:t>740.4138</w:t>
      </w:r>
      <w:r>
        <w:tab/>
        <w:t>1.820e0</w:t>
      </w:r>
    </w:p>
    <w:p w:rsidR="00B65DC9" w:rsidRDefault="00B65DC9" w:rsidP="00B65DC9">
      <w:r>
        <w:lastRenderedPageBreak/>
        <w:t>740.4816</w:t>
      </w:r>
      <w:r>
        <w:tab/>
        <w:t>2.025e0</w:t>
      </w:r>
    </w:p>
    <w:p w:rsidR="00B65DC9" w:rsidRDefault="00B65DC9" w:rsidP="00B65DC9">
      <w:r>
        <w:t>740.5389</w:t>
      </w:r>
      <w:r>
        <w:tab/>
        <w:t>2.025e0</w:t>
      </w:r>
    </w:p>
    <w:p w:rsidR="00B65DC9" w:rsidRDefault="00B65DC9" w:rsidP="00B65DC9">
      <w:r>
        <w:t>740.6042</w:t>
      </w:r>
      <w:r>
        <w:tab/>
        <w:t>1.013e0</w:t>
      </w:r>
    </w:p>
    <w:p w:rsidR="00B65DC9" w:rsidRDefault="00B65DC9" w:rsidP="00B65DC9">
      <w:r>
        <w:t>740.6246</w:t>
      </w:r>
      <w:r>
        <w:tab/>
        <w:t>2.025e0</w:t>
      </w:r>
    </w:p>
    <w:p w:rsidR="00B65DC9" w:rsidRDefault="00B65DC9" w:rsidP="00B65DC9">
      <w:r>
        <w:t>740.6643</w:t>
      </w:r>
      <w:r>
        <w:tab/>
        <w:t>2.025e0</w:t>
      </w:r>
    </w:p>
    <w:p w:rsidR="00B65DC9" w:rsidRDefault="00B65DC9" w:rsidP="00B65DC9">
      <w:r>
        <w:t>740.6676</w:t>
      </w:r>
      <w:r>
        <w:tab/>
        <w:t>4.051e0</w:t>
      </w:r>
    </w:p>
    <w:p w:rsidR="00B65DC9" w:rsidRDefault="00B65DC9" w:rsidP="00B65DC9">
      <w:r>
        <w:t>740.7762</w:t>
      </w:r>
      <w:r>
        <w:tab/>
        <w:t>1.266e-2</w:t>
      </w:r>
    </w:p>
    <w:p w:rsidR="00B65DC9" w:rsidRDefault="00B65DC9" w:rsidP="00B65DC9">
      <w:r>
        <w:t>740.8890</w:t>
      </w:r>
      <w:r>
        <w:tab/>
        <w:t>1.013e0</w:t>
      </w:r>
    </w:p>
    <w:p w:rsidR="00B65DC9" w:rsidRDefault="00B65DC9" w:rsidP="00B65DC9">
      <w:r>
        <w:t>740.9643</w:t>
      </w:r>
      <w:r>
        <w:tab/>
        <w:t>2.051e0</w:t>
      </w:r>
    </w:p>
    <w:p w:rsidR="00B65DC9" w:rsidRDefault="00B65DC9" w:rsidP="00B65DC9">
      <w:r>
        <w:t>740.9974</w:t>
      </w:r>
      <w:r>
        <w:tab/>
        <w:t>1.013e0</w:t>
      </w:r>
    </w:p>
    <w:p w:rsidR="00B65DC9" w:rsidRDefault="00B65DC9" w:rsidP="00B65DC9">
      <w:r>
        <w:t>741.0270</w:t>
      </w:r>
      <w:r>
        <w:tab/>
        <w:t>1.013e0</w:t>
      </w:r>
    </w:p>
    <w:p w:rsidR="00B65DC9" w:rsidRDefault="00B65DC9" w:rsidP="00B65DC9">
      <w:r>
        <w:t>741.0583</w:t>
      </w:r>
      <w:r>
        <w:tab/>
        <w:t>2.532e-2</w:t>
      </w:r>
    </w:p>
    <w:p w:rsidR="00B65DC9" w:rsidRDefault="00B65DC9" w:rsidP="00B65DC9">
      <w:r>
        <w:t>741.1220</w:t>
      </w:r>
      <w:r>
        <w:tab/>
        <w:t>2.022e0</w:t>
      </w:r>
    </w:p>
    <w:p w:rsidR="00B65DC9" w:rsidRDefault="00B65DC9" w:rsidP="00B65DC9">
      <w:r>
        <w:t>741.1854</w:t>
      </w:r>
      <w:r>
        <w:tab/>
        <w:t>1.266e-2</w:t>
      </w:r>
    </w:p>
    <w:p w:rsidR="00B65DC9" w:rsidRDefault="00B65DC9" w:rsidP="00B65DC9">
      <w:r>
        <w:t>741.1893</w:t>
      </w:r>
      <w:r>
        <w:tab/>
        <w:t>1.025e0</w:t>
      </w:r>
    </w:p>
    <w:p w:rsidR="00B65DC9" w:rsidRDefault="00B65DC9" w:rsidP="00B65DC9">
      <w:r>
        <w:t>741.2313</w:t>
      </w:r>
      <w:r>
        <w:tab/>
        <w:t>2.025e0</w:t>
      </w:r>
    </w:p>
    <w:p w:rsidR="00B65DC9" w:rsidRDefault="00B65DC9" w:rsidP="00B65DC9">
      <w:r>
        <w:t>741.2667</w:t>
      </w:r>
      <w:r>
        <w:tab/>
        <w:t>2.025e0</w:t>
      </w:r>
    </w:p>
    <w:p w:rsidR="00B65DC9" w:rsidRDefault="00B65DC9" w:rsidP="00B65DC9">
      <w:r>
        <w:t>741.3532</w:t>
      </w:r>
      <w:r>
        <w:tab/>
        <w:t>1.013e0</w:t>
      </w:r>
    </w:p>
    <w:p w:rsidR="00B65DC9" w:rsidRDefault="00B65DC9" w:rsidP="00B65DC9">
      <w:r>
        <w:t>741.3668</w:t>
      </w:r>
      <w:r>
        <w:tab/>
        <w:t>1.317e0</w:t>
      </w:r>
    </w:p>
    <w:p w:rsidR="00B65DC9" w:rsidRDefault="00B65DC9" w:rsidP="00B65DC9">
      <w:r>
        <w:lastRenderedPageBreak/>
        <w:t>741.4402</w:t>
      </w:r>
      <w:r>
        <w:tab/>
        <w:t>1.512e0</w:t>
      </w:r>
    </w:p>
    <w:p w:rsidR="00B65DC9" w:rsidRDefault="00B65DC9" w:rsidP="00B65DC9">
      <w:r>
        <w:t>741.5143</w:t>
      </w:r>
      <w:r>
        <w:tab/>
        <w:t>2.532e-2</w:t>
      </w:r>
    </w:p>
    <w:p w:rsidR="00B65DC9" w:rsidRDefault="00B65DC9" w:rsidP="00B65DC9">
      <w:r>
        <w:t>741.5424</w:t>
      </w:r>
      <w:r>
        <w:tab/>
        <w:t>1.013e0</w:t>
      </w:r>
    </w:p>
    <w:p w:rsidR="00B65DC9" w:rsidRDefault="00B65DC9" w:rsidP="00B65DC9">
      <w:r>
        <w:t>741.5585</w:t>
      </w:r>
      <w:r>
        <w:tab/>
        <w:t>1.956e0</w:t>
      </w:r>
    </w:p>
    <w:p w:rsidR="00B65DC9" w:rsidRDefault="00B65DC9" w:rsidP="00B65DC9">
      <w:r>
        <w:t>741.5770</w:t>
      </w:r>
      <w:r>
        <w:tab/>
        <w:t>4.051e0</w:t>
      </w:r>
    </w:p>
    <w:p w:rsidR="00B65DC9" w:rsidRDefault="00B65DC9" w:rsidP="00B65DC9">
      <w:r>
        <w:t>741.6365</w:t>
      </w:r>
      <w:r>
        <w:tab/>
        <w:t>2.025e0</w:t>
      </w:r>
    </w:p>
    <w:p w:rsidR="00B65DC9" w:rsidRDefault="00B65DC9" w:rsidP="00B65DC9">
      <w:r>
        <w:t>741.7181</w:t>
      </w:r>
      <w:r>
        <w:tab/>
        <w:t>2.025e0</w:t>
      </w:r>
    </w:p>
    <w:p w:rsidR="00B65DC9" w:rsidRDefault="00B65DC9" w:rsidP="00B65DC9">
      <w:r>
        <w:t>741.7548</w:t>
      </w:r>
      <w:r>
        <w:tab/>
        <w:t>1.266e-2</w:t>
      </w:r>
    </w:p>
    <w:p w:rsidR="00B65DC9" w:rsidRDefault="00B65DC9" w:rsidP="00B65DC9">
      <w:r>
        <w:t>741.8008</w:t>
      </w:r>
      <w:r>
        <w:tab/>
        <w:t>2.532e-2</w:t>
      </w:r>
    </w:p>
    <w:p w:rsidR="00B65DC9" w:rsidRDefault="00B65DC9" w:rsidP="00B65DC9">
      <w:r>
        <w:t>741.8689</w:t>
      </w:r>
      <w:r>
        <w:tab/>
        <w:t>1.013e0</w:t>
      </w:r>
    </w:p>
    <w:p w:rsidR="00B65DC9" w:rsidRDefault="00B65DC9" w:rsidP="00B65DC9">
      <w:r>
        <w:t>741.8837</w:t>
      </w:r>
      <w:r>
        <w:tab/>
        <w:t>3.038e0</w:t>
      </w:r>
    </w:p>
    <w:p w:rsidR="00B65DC9" w:rsidRDefault="00B65DC9" w:rsidP="00B65DC9">
      <w:r>
        <w:t>741.9045</w:t>
      </w:r>
      <w:r>
        <w:tab/>
        <w:t>1.266e-2</w:t>
      </w:r>
    </w:p>
    <w:p w:rsidR="00B65DC9" w:rsidRDefault="00B65DC9" w:rsidP="00B65DC9">
      <w:r>
        <w:t>742.0625</w:t>
      </w:r>
      <w:r>
        <w:tab/>
        <w:t>2.025e0</w:t>
      </w:r>
    </w:p>
    <w:p w:rsidR="00B65DC9" w:rsidRDefault="00B65DC9" w:rsidP="00B65DC9">
      <w:r>
        <w:t>742.1511</w:t>
      </w:r>
      <w:r>
        <w:tab/>
        <w:t>2.025e0</w:t>
      </w:r>
    </w:p>
    <w:p w:rsidR="00B65DC9" w:rsidRDefault="00B65DC9" w:rsidP="00B65DC9">
      <w:r>
        <w:t>742.1693</w:t>
      </w:r>
      <w:r>
        <w:tab/>
        <w:t>1.266e-2</w:t>
      </w:r>
    </w:p>
    <w:p w:rsidR="00B65DC9" w:rsidRDefault="00B65DC9" w:rsidP="00B65DC9">
      <w:r>
        <w:t>742.2748</w:t>
      </w:r>
      <w:r>
        <w:tab/>
        <w:t>1.721e0</w:t>
      </w:r>
    </w:p>
    <w:p w:rsidR="00B65DC9" w:rsidRDefault="00B65DC9" w:rsidP="00B65DC9">
      <w:r>
        <w:t>742.3477</w:t>
      </w:r>
      <w:r>
        <w:tab/>
        <w:t>1.013e0</w:t>
      </w:r>
    </w:p>
    <w:p w:rsidR="00B65DC9" w:rsidRDefault="00B65DC9" w:rsidP="00B65DC9">
      <w:r>
        <w:t>742.4469</w:t>
      </w:r>
      <w:r>
        <w:tab/>
        <w:t>1.035e0</w:t>
      </w:r>
    </w:p>
    <w:p w:rsidR="00B65DC9" w:rsidRDefault="00B65DC9" w:rsidP="00B65DC9">
      <w:r>
        <w:t>742.4583</w:t>
      </w:r>
      <w:r>
        <w:tab/>
        <w:t>1.013e0</w:t>
      </w:r>
    </w:p>
    <w:p w:rsidR="00B65DC9" w:rsidRDefault="00B65DC9" w:rsidP="00B65DC9">
      <w:r>
        <w:lastRenderedPageBreak/>
        <w:t>742.4867</w:t>
      </w:r>
      <w:r>
        <w:tab/>
        <w:t>3.568e0</w:t>
      </w:r>
    </w:p>
    <w:p w:rsidR="00B65DC9" w:rsidRDefault="00B65DC9" w:rsidP="00B65DC9">
      <w:r>
        <w:t>742.5071</w:t>
      </w:r>
      <w:r>
        <w:tab/>
        <w:t>2.532e-2</w:t>
      </w:r>
    </w:p>
    <w:p w:rsidR="00B65DC9" w:rsidRDefault="00B65DC9" w:rsidP="00B65DC9">
      <w:r>
        <w:t>742.5273</w:t>
      </w:r>
      <w:r>
        <w:tab/>
        <w:t>2.025e0</w:t>
      </w:r>
    </w:p>
    <w:p w:rsidR="00B65DC9" w:rsidRDefault="00B65DC9" w:rsidP="00B65DC9">
      <w:r>
        <w:t>742.5588</w:t>
      </w:r>
      <w:r>
        <w:tab/>
        <w:t>1.013e0</w:t>
      </w:r>
    </w:p>
    <w:p w:rsidR="00B65DC9" w:rsidRDefault="00B65DC9" w:rsidP="00B65DC9">
      <w:r>
        <w:t>742.6505</w:t>
      </w:r>
      <w:r>
        <w:tab/>
        <w:t>3.038e0</w:t>
      </w:r>
    </w:p>
    <w:p w:rsidR="00B65DC9" w:rsidRDefault="00B65DC9" w:rsidP="00B65DC9">
      <w:r>
        <w:t>742.7096</w:t>
      </w:r>
      <w:r>
        <w:tab/>
        <w:t>1.013e0</w:t>
      </w:r>
    </w:p>
    <w:p w:rsidR="00B65DC9" w:rsidRDefault="00B65DC9" w:rsidP="00B65DC9">
      <w:r>
        <w:t>742.7243</w:t>
      </w:r>
      <w:r>
        <w:tab/>
        <w:t>3.038e0</w:t>
      </w:r>
    </w:p>
    <w:p w:rsidR="00B65DC9" w:rsidRDefault="00B65DC9" w:rsidP="00B65DC9">
      <w:r>
        <w:t>742.8025</w:t>
      </w:r>
      <w:r>
        <w:tab/>
        <w:t>2.025e0</w:t>
      </w:r>
    </w:p>
    <w:p w:rsidR="00B65DC9" w:rsidRDefault="00B65DC9" w:rsidP="00B65DC9">
      <w:r>
        <w:t>742.8102</w:t>
      </w:r>
      <w:r>
        <w:tab/>
        <w:t>1.050e0</w:t>
      </w:r>
    </w:p>
    <w:p w:rsidR="00B65DC9" w:rsidRDefault="00B65DC9" w:rsidP="00B65DC9">
      <w:r>
        <w:t>742.8948</w:t>
      </w:r>
      <w:r>
        <w:tab/>
        <w:t>1.013e0</w:t>
      </w:r>
    </w:p>
    <w:p w:rsidR="00B65DC9" w:rsidRDefault="00B65DC9" w:rsidP="00B65DC9">
      <w:r>
        <w:t>742.9114</w:t>
      </w:r>
      <w:r>
        <w:tab/>
        <w:t>1.025e0</w:t>
      </w:r>
    </w:p>
    <w:p w:rsidR="00B65DC9" w:rsidRDefault="00B65DC9" w:rsidP="00B65DC9">
      <w:r>
        <w:t>742.9299</w:t>
      </w:r>
      <w:r>
        <w:tab/>
        <w:t>1.013e0</w:t>
      </w:r>
    </w:p>
    <w:p w:rsidR="00B65DC9" w:rsidRDefault="00B65DC9" w:rsidP="00B65DC9">
      <w:r>
        <w:t>742.9802</w:t>
      </w:r>
      <w:r>
        <w:tab/>
        <w:t>1.013e0</w:t>
      </w:r>
    </w:p>
    <w:p w:rsidR="00B65DC9" w:rsidRDefault="00B65DC9" w:rsidP="00B65DC9">
      <w:r>
        <w:t>742.9988</w:t>
      </w:r>
      <w:r>
        <w:tab/>
        <w:t>1.266e-2</w:t>
      </w:r>
    </w:p>
    <w:p w:rsidR="00B65DC9" w:rsidRDefault="00B65DC9" w:rsidP="00B65DC9">
      <w:r>
        <w:t>743.0314</w:t>
      </w:r>
      <w:r>
        <w:tab/>
        <w:t>1.013e0</w:t>
      </w:r>
    </w:p>
    <w:p w:rsidR="00B65DC9" w:rsidRDefault="00B65DC9" w:rsidP="00B65DC9">
      <w:r>
        <w:t>743.0500</w:t>
      </w:r>
      <w:r>
        <w:tab/>
        <w:t>1.013e0</w:t>
      </w:r>
    </w:p>
    <w:p w:rsidR="00B65DC9" w:rsidRDefault="00B65DC9" w:rsidP="00B65DC9">
      <w:r>
        <w:t>743.1350</w:t>
      </w:r>
      <w:r>
        <w:tab/>
        <w:t>1.013e0</w:t>
      </w:r>
    </w:p>
    <w:p w:rsidR="00B65DC9" w:rsidRDefault="00B65DC9" w:rsidP="00B65DC9">
      <w:r>
        <w:t>743.1874</w:t>
      </w:r>
      <w:r>
        <w:tab/>
        <w:t>1.025e0</w:t>
      </w:r>
    </w:p>
    <w:p w:rsidR="00B65DC9" w:rsidRDefault="00B65DC9" w:rsidP="00B65DC9">
      <w:r>
        <w:t>743.2294</w:t>
      </w:r>
      <w:r>
        <w:tab/>
        <w:t>2.025e0</w:t>
      </w:r>
    </w:p>
    <w:p w:rsidR="00B65DC9" w:rsidRDefault="00B65DC9" w:rsidP="00B65DC9">
      <w:r>
        <w:lastRenderedPageBreak/>
        <w:t>743.2880</w:t>
      </w:r>
      <w:r>
        <w:tab/>
        <w:t>1.266e-2</w:t>
      </w:r>
    </w:p>
    <w:p w:rsidR="00B65DC9" w:rsidRDefault="00B65DC9" w:rsidP="00B65DC9">
      <w:r>
        <w:t>743.3583</w:t>
      </w:r>
      <w:r>
        <w:tab/>
        <w:t>2.025e0</w:t>
      </w:r>
    </w:p>
    <w:p w:rsidR="00B65DC9" w:rsidRDefault="00B65DC9" w:rsidP="00B65DC9">
      <w:r>
        <w:t>743.4198</w:t>
      </w:r>
      <w:r>
        <w:tab/>
        <w:t>1.680e0</w:t>
      </w:r>
    </w:p>
    <w:p w:rsidR="00B65DC9" w:rsidRDefault="00B65DC9" w:rsidP="00B65DC9">
      <w:r>
        <w:t>743.4496</w:t>
      </w:r>
      <w:r>
        <w:tab/>
        <w:t>1.926e0</w:t>
      </w:r>
    </w:p>
    <w:p w:rsidR="00B65DC9" w:rsidRDefault="00B65DC9" w:rsidP="00B65DC9">
      <w:r>
        <w:t>743.4633</w:t>
      </w:r>
      <w:r>
        <w:tab/>
        <w:t>1.742e0</w:t>
      </w:r>
    </w:p>
    <w:p w:rsidR="00B65DC9" w:rsidRDefault="00B65DC9" w:rsidP="00B65DC9">
      <w:r>
        <w:t>743.4856</w:t>
      </w:r>
      <w:r>
        <w:tab/>
        <w:t>5.063e0</w:t>
      </w:r>
    </w:p>
    <w:p w:rsidR="00B65DC9" w:rsidRDefault="00B65DC9" w:rsidP="00B65DC9">
      <w:r>
        <w:t>743.5271</w:t>
      </w:r>
      <w:r>
        <w:tab/>
        <w:t>1.013e0</w:t>
      </w:r>
    </w:p>
    <w:p w:rsidR="00B65DC9" w:rsidRDefault="00B65DC9" w:rsidP="00B65DC9">
      <w:r>
        <w:t>743.5576</w:t>
      </w:r>
      <w:r>
        <w:tab/>
        <w:t>2.025e0</w:t>
      </w:r>
    </w:p>
    <w:p w:rsidR="00B65DC9" w:rsidRDefault="00B65DC9" w:rsidP="00B65DC9">
      <w:r>
        <w:t>743.5909</w:t>
      </w:r>
      <w:r>
        <w:tab/>
        <w:t>1.013e0</w:t>
      </w:r>
    </w:p>
    <w:p w:rsidR="00B65DC9" w:rsidRDefault="00B65DC9" w:rsidP="00B65DC9">
      <w:r>
        <w:t>743.6152</w:t>
      </w:r>
      <w:r>
        <w:tab/>
        <w:t>1.013e0</w:t>
      </w:r>
    </w:p>
    <w:p w:rsidR="00B65DC9" w:rsidRDefault="00B65DC9" w:rsidP="00B65DC9">
      <w:r>
        <w:t>743.6979</w:t>
      </w:r>
      <w:r>
        <w:tab/>
        <w:t>1.266e-2</w:t>
      </w:r>
    </w:p>
    <w:p w:rsidR="00B65DC9" w:rsidRDefault="00B65DC9" w:rsidP="00B65DC9">
      <w:r>
        <w:t>743.7294</w:t>
      </w:r>
      <w:r>
        <w:tab/>
        <w:t>1.266e-2</w:t>
      </w:r>
    </w:p>
    <w:p w:rsidR="00B65DC9" w:rsidRDefault="00B65DC9" w:rsidP="00B65DC9">
      <w:r>
        <w:t>743.8005</w:t>
      </w:r>
      <w:r>
        <w:tab/>
        <w:t>1.013e0</w:t>
      </w:r>
    </w:p>
    <w:p w:rsidR="00B65DC9" w:rsidRDefault="00B65DC9" w:rsidP="00B65DC9">
      <w:r>
        <w:t>743.8165</w:t>
      </w:r>
      <w:r>
        <w:tab/>
        <w:t>1.013e0</w:t>
      </w:r>
    </w:p>
    <w:p w:rsidR="00B65DC9" w:rsidRDefault="00B65DC9" w:rsidP="00B65DC9">
      <w:r>
        <w:t>743.8297</w:t>
      </w:r>
      <w:r>
        <w:tab/>
        <w:t>2.025e0</w:t>
      </w:r>
    </w:p>
    <w:p w:rsidR="00B65DC9" w:rsidRDefault="00B65DC9" w:rsidP="00B65DC9">
      <w:r>
        <w:t>743.9676</w:t>
      </w:r>
      <w:r>
        <w:tab/>
        <w:t>3.038e0</w:t>
      </w:r>
    </w:p>
    <w:p w:rsidR="00B65DC9" w:rsidRDefault="00B65DC9" w:rsidP="00B65DC9">
      <w:r>
        <w:t>743.9985</w:t>
      </w:r>
      <w:r>
        <w:tab/>
        <w:t>2.025e0</w:t>
      </w:r>
    </w:p>
    <w:p w:rsidR="00B65DC9" w:rsidRDefault="00B65DC9" w:rsidP="00B65DC9">
      <w:r>
        <w:t>744.0302</w:t>
      </w:r>
      <w:r>
        <w:tab/>
        <w:t>2.063e0</w:t>
      </w:r>
    </w:p>
    <w:p w:rsidR="00B65DC9" w:rsidRDefault="00B65DC9" w:rsidP="00B65DC9">
      <w:r>
        <w:t>744.0909</w:t>
      </w:r>
      <w:r>
        <w:tab/>
        <w:t>2.025e0</w:t>
      </w:r>
    </w:p>
    <w:p w:rsidR="00B65DC9" w:rsidRDefault="00B65DC9" w:rsidP="00B65DC9">
      <w:r>
        <w:lastRenderedPageBreak/>
        <w:t>744.1061</w:t>
      </w:r>
      <w:r>
        <w:tab/>
        <w:t>1.013e0</w:t>
      </w:r>
    </w:p>
    <w:p w:rsidR="00B65DC9" w:rsidRDefault="00B65DC9" w:rsidP="00B65DC9">
      <w:r>
        <w:t>744.1313</w:t>
      </w:r>
      <w:r>
        <w:tab/>
        <w:t>1.013e0</w:t>
      </w:r>
    </w:p>
    <w:p w:rsidR="00B65DC9" w:rsidRDefault="00B65DC9" w:rsidP="00B65DC9">
      <w:r>
        <w:t>744.1439</w:t>
      </w:r>
      <w:r>
        <w:tab/>
        <w:t>1.266e-2</w:t>
      </w:r>
    </w:p>
    <w:p w:rsidR="00B65DC9" w:rsidRDefault="00B65DC9" w:rsidP="00B65DC9">
      <w:r>
        <w:t>744.1662</w:t>
      </w:r>
      <w:r>
        <w:tab/>
        <w:t>2.025e0</w:t>
      </w:r>
    </w:p>
    <w:p w:rsidR="00B65DC9" w:rsidRDefault="00B65DC9" w:rsidP="00B65DC9">
      <w:r>
        <w:t>744.2020</w:t>
      </w:r>
      <w:r>
        <w:tab/>
        <w:t>2.025e0</w:t>
      </w:r>
    </w:p>
    <w:p w:rsidR="00B65DC9" w:rsidRDefault="00B65DC9" w:rsidP="00B65DC9">
      <w:r>
        <w:t>744.2277</w:t>
      </w:r>
      <w:r>
        <w:tab/>
        <w:t>1.013e0</w:t>
      </w:r>
    </w:p>
    <w:p w:rsidR="00B65DC9" w:rsidRDefault="00B65DC9" w:rsidP="00B65DC9">
      <w:r>
        <w:t>744.2711</w:t>
      </w:r>
      <w:r>
        <w:tab/>
        <w:t>1.025e0</w:t>
      </w:r>
    </w:p>
    <w:p w:rsidR="00B65DC9" w:rsidRDefault="00B65DC9" w:rsidP="00B65DC9">
      <w:r>
        <w:t>744.3076</w:t>
      </w:r>
      <w:r>
        <w:tab/>
        <w:t>1.013e0</w:t>
      </w:r>
    </w:p>
    <w:p w:rsidR="00B65DC9" w:rsidRDefault="00B65DC9" w:rsidP="00B65DC9">
      <w:r>
        <w:t>744.3103</w:t>
      </w:r>
      <w:r>
        <w:tab/>
        <w:t>2.816e0</w:t>
      </w:r>
    </w:p>
    <w:p w:rsidR="00B65DC9" w:rsidRDefault="00B65DC9" w:rsidP="00B65DC9">
      <w:r>
        <w:t>744.3826</w:t>
      </w:r>
      <w:r>
        <w:tab/>
        <w:t>9.698e-1</w:t>
      </w:r>
    </w:p>
    <w:p w:rsidR="00B65DC9" w:rsidRDefault="00B65DC9" w:rsidP="00B65DC9">
      <w:r>
        <w:t>744.3889</w:t>
      </w:r>
      <w:r>
        <w:tab/>
        <w:t>4.503e0</w:t>
      </w:r>
    </w:p>
    <w:p w:rsidR="00B65DC9" w:rsidRDefault="00B65DC9" w:rsidP="00B65DC9">
      <w:r>
        <w:t>744.4333</w:t>
      </w:r>
      <w:r>
        <w:tab/>
        <w:t>1.013e0</w:t>
      </w:r>
    </w:p>
    <w:p w:rsidR="00B65DC9" w:rsidRDefault="00B65DC9" w:rsidP="00B65DC9">
      <w:r>
        <w:t>744.4588</w:t>
      </w:r>
      <w:r>
        <w:tab/>
        <w:t>1.013e0</w:t>
      </w:r>
    </w:p>
    <w:p w:rsidR="00B65DC9" w:rsidRDefault="00B65DC9" w:rsidP="00B65DC9">
      <w:r>
        <w:t>744.4913</w:t>
      </w:r>
      <w:r>
        <w:tab/>
        <w:t>2.025e0</w:t>
      </w:r>
    </w:p>
    <w:p w:rsidR="00B65DC9" w:rsidRDefault="00B65DC9" w:rsidP="00B65DC9">
      <w:r>
        <w:t>744.5182</w:t>
      </w:r>
      <w:r>
        <w:tab/>
        <w:t>1.266e-2</w:t>
      </w:r>
    </w:p>
    <w:p w:rsidR="00B65DC9" w:rsidRDefault="00B65DC9" w:rsidP="00B65DC9">
      <w:r>
        <w:t>744.5863</w:t>
      </w:r>
      <w:r>
        <w:tab/>
        <w:t>3.038e0</w:t>
      </w:r>
    </w:p>
    <w:p w:rsidR="00B65DC9" w:rsidRDefault="00B65DC9" w:rsidP="00B65DC9">
      <w:r>
        <w:t>744.6107</w:t>
      </w:r>
      <w:r>
        <w:tab/>
        <w:t>3.038e0</w:t>
      </w:r>
    </w:p>
    <w:p w:rsidR="00B65DC9" w:rsidRDefault="00B65DC9" w:rsidP="00B65DC9">
      <w:r>
        <w:t>744.6613</w:t>
      </w:r>
      <w:r>
        <w:tab/>
        <w:t>1.013e0</w:t>
      </w:r>
    </w:p>
    <w:p w:rsidR="00B65DC9" w:rsidRDefault="00B65DC9" w:rsidP="00B65DC9">
      <w:r>
        <w:t>744.7108</w:t>
      </w:r>
      <w:r>
        <w:tab/>
        <w:t>1.013e0</w:t>
      </w:r>
    </w:p>
    <w:p w:rsidR="00B65DC9" w:rsidRDefault="00B65DC9" w:rsidP="00B65DC9">
      <w:r>
        <w:lastRenderedPageBreak/>
        <w:t>744.7466</w:t>
      </w:r>
      <w:r>
        <w:tab/>
        <w:t>2.025e0</w:t>
      </w:r>
    </w:p>
    <w:p w:rsidR="00B65DC9" w:rsidRDefault="00B65DC9" w:rsidP="00B65DC9">
      <w:r>
        <w:t>744.7990</w:t>
      </w:r>
      <w:r>
        <w:tab/>
        <w:t>2.025e0</w:t>
      </w:r>
    </w:p>
    <w:p w:rsidR="00B65DC9" w:rsidRDefault="00B65DC9" w:rsidP="00B65DC9">
      <w:r>
        <w:t>744.8536</w:t>
      </w:r>
      <w:r>
        <w:tab/>
        <w:t>2.025e0</w:t>
      </w:r>
    </w:p>
    <w:p w:rsidR="00B65DC9" w:rsidRDefault="00B65DC9" w:rsidP="00B65DC9">
      <w:r>
        <w:t>744.9250</w:t>
      </w:r>
      <w:r>
        <w:tab/>
        <w:t>1.013e0</w:t>
      </w:r>
    </w:p>
    <w:p w:rsidR="00B65DC9" w:rsidRDefault="00B65DC9" w:rsidP="00B65DC9">
      <w:r>
        <w:t>744.9284</w:t>
      </w:r>
      <w:r>
        <w:tab/>
        <w:t>2.025e0</w:t>
      </w:r>
    </w:p>
    <w:p w:rsidR="00B65DC9" w:rsidRDefault="00B65DC9" w:rsidP="00B65DC9">
      <w:r>
        <w:t>744.9755</w:t>
      </w:r>
      <w:r>
        <w:tab/>
        <w:t>1.013e0</w:t>
      </w:r>
    </w:p>
    <w:p w:rsidR="00B65DC9" w:rsidRDefault="00B65DC9" w:rsidP="00B65DC9">
      <w:r>
        <w:t>744.9796</w:t>
      </w:r>
      <w:r>
        <w:tab/>
        <w:t>1.013e0</w:t>
      </w:r>
    </w:p>
    <w:p w:rsidR="00B65DC9" w:rsidRDefault="00B65DC9" w:rsidP="00B65DC9">
      <w:r>
        <w:t>744.9881</w:t>
      </w:r>
      <w:r>
        <w:tab/>
        <w:t>1.013e0</w:t>
      </w:r>
    </w:p>
    <w:p w:rsidR="00B65DC9" w:rsidRDefault="00B65DC9" w:rsidP="00B65DC9">
      <w:r>
        <w:t>745.0479</w:t>
      </w:r>
      <w:r>
        <w:tab/>
        <w:t>1.013e0</w:t>
      </w:r>
    </w:p>
    <w:p w:rsidR="00B65DC9" w:rsidRDefault="00B65DC9" w:rsidP="00B65DC9">
      <w:r>
        <w:t>745.0889</w:t>
      </w:r>
      <w:r>
        <w:tab/>
        <w:t>1.013e0</w:t>
      </w:r>
    </w:p>
    <w:p w:rsidR="00B65DC9" w:rsidRDefault="00B65DC9" w:rsidP="00B65DC9">
      <w:r>
        <w:t>745.1025</w:t>
      </w:r>
      <w:r>
        <w:tab/>
        <w:t>1.013e0</w:t>
      </w:r>
    </w:p>
    <w:p w:rsidR="00B65DC9" w:rsidRDefault="00B65DC9" w:rsidP="00B65DC9">
      <w:r>
        <w:t>745.1584</w:t>
      </w:r>
      <w:r>
        <w:tab/>
        <w:t>2.025e0</w:t>
      </w:r>
    </w:p>
    <w:p w:rsidR="00B65DC9" w:rsidRDefault="00B65DC9" w:rsidP="00B65DC9">
      <w:r>
        <w:t>745.3632</w:t>
      </w:r>
      <w:r>
        <w:tab/>
        <w:t>1.909e0</w:t>
      </w:r>
    </w:p>
    <w:p w:rsidR="00B65DC9" w:rsidRDefault="00B65DC9" w:rsidP="00B65DC9">
      <w:r>
        <w:t>745.3664</w:t>
      </w:r>
      <w:r>
        <w:tab/>
        <w:t>1.013e0</w:t>
      </w:r>
    </w:p>
    <w:p w:rsidR="00B65DC9" w:rsidRDefault="00B65DC9" w:rsidP="00B65DC9">
      <w:r>
        <w:t>745.4294</w:t>
      </w:r>
      <w:r>
        <w:tab/>
        <w:t>1.013e0</w:t>
      </w:r>
    </w:p>
    <w:p w:rsidR="00B65DC9" w:rsidRDefault="00B65DC9" w:rsidP="00B65DC9">
      <w:r>
        <w:t>745.4683</w:t>
      </w:r>
      <w:r>
        <w:tab/>
        <w:t>1.013e0</w:t>
      </w:r>
    </w:p>
    <w:p w:rsidR="00B65DC9" w:rsidRDefault="00B65DC9" w:rsidP="00B65DC9">
      <w:r>
        <w:t>745.4929</w:t>
      </w:r>
      <w:r>
        <w:tab/>
        <w:t>3.038e0</w:t>
      </w:r>
    </w:p>
    <w:p w:rsidR="00B65DC9" w:rsidRDefault="00B65DC9" w:rsidP="00B65DC9">
      <w:r>
        <w:t>745.5289</w:t>
      </w:r>
      <w:r>
        <w:tab/>
        <w:t>5.830e0</w:t>
      </w:r>
    </w:p>
    <w:p w:rsidR="00B65DC9" w:rsidRDefault="00B65DC9" w:rsidP="00B65DC9">
      <w:r>
        <w:t>745.5808</w:t>
      </w:r>
      <w:r>
        <w:tab/>
        <w:t>1.013e0</w:t>
      </w:r>
    </w:p>
    <w:p w:rsidR="00B65DC9" w:rsidRDefault="00B65DC9" w:rsidP="00B65DC9">
      <w:r>
        <w:lastRenderedPageBreak/>
        <w:t>745.6229</w:t>
      </w:r>
      <w:r>
        <w:tab/>
        <w:t>2.025e0</w:t>
      </w:r>
    </w:p>
    <w:p w:rsidR="00B65DC9" w:rsidRDefault="00B65DC9" w:rsidP="00B65DC9">
      <w:r>
        <w:t>745.6803</w:t>
      </w:r>
      <w:r>
        <w:tab/>
        <w:t>1.013e0</w:t>
      </w:r>
    </w:p>
    <w:p w:rsidR="00B65DC9" w:rsidRDefault="00B65DC9" w:rsidP="00B65DC9">
      <w:r>
        <w:t>745.7659</w:t>
      </w:r>
      <w:r>
        <w:tab/>
        <w:t>2.025e0</w:t>
      </w:r>
    </w:p>
    <w:p w:rsidR="00B65DC9" w:rsidRDefault="00B65DC9" w:rsidP="00B65DC9">
      <w:r>
        <w:t>745.7953</w:t>
      </w:r>
      <w:r>
        <w:tab/>
        <w:t>1.013e0</w:t>
      </w:r>
    </w:p>
    <w:p w:rsidR="00B65DC9" w:rsidRDefault="00B65DC9" w:rsidP="00B65DC9">
      <w:r>
        <w:t>745.9183</w:t>
      </w:r>
      <w:r>
        <w:tab/>
        <w:t>3.038e0</w:t>
      </w:r>
    </w:p>
    <w:p w:rsidR="00B65DC9" w:rsidRDefault="00B65DC9" w:rsidP="00B65DC9">
      <w:r>
        <w:t>746.0983</w:t>
      </w:r>
      <w:r>
        <w:tab/>
        <w:t>1.013e0</w:t>
      </w:r>
    </w:p>
    <w:p w:rsidR="00B65DC9" w:rsidRDefault="00B65DC9" w:rsidP="00B65DC9">
      <w:r>
        <w:t>746.1017</w:t>
      </w:r>
      <w:r>
        <w:tab/>
        <w:t>2.025e0</w:t>
      </w:r>
    </w:p>
    <w:p w:rsidR="00B65DC9" w:rsidRDefault="00B65DC9" w:rsidP="00B65DC9">
      <w:r>
        <w:t>746.1235</w:t>
      </w:r>
      <w:r>
        <w:tab/>
        <w:t>1.266e-2</w:t>
      </w:r>
    </w:p>
    <w:p w:rsidR="00B65DC9" w:rsidRDefault="00B65DC9" w:rsidP="00B65DC9">
      <w:r>
        <w:t>746.1591</w:t>
      </w:r>
      <w:r>
        <w:tab/>
        <w:t>3.038e0</w:t>
      </w:r>
    </w:p>
    <w:p w:rsidR="00B65DC9" w:rsidRDefault="00B65DC9" w:rsidP="00B65DC9">
      <w:r>
        <w:t>746.1876</w:t>
      </w:r>
      <w:r>
        <w:tab/>
        <w:t>1.013e0</w:t>
      </w:r>
    </w:p>
    <w:p w:rsidR="00B65DC9" w:rsidRDefault="00B65DC9" w:rsidP="00B65DC9">
      <w:r>
        <w:t>746.1925</w:t>
      </w:r>
      <w:r>
        <w:tab/>
        <w:t>1.013e0</w:t>
      </w:r>
    </w:p>
    <w:p w:rsidR="00B65DC9" w:rsidRDefault="00B65DC9" w:rsidP="00B65DC9">
      <w:r>
        <w:t>746.2098</w:t>
      </w:r>
      <w:r>
        <w:tab/>
        <w:t>1.266e-2</w:t>
      </w:r>
    </w:p>
    <w:p w:rsidR="00B65DC9" w:rsidRDefault="00B65DC9" w:rsidP="00B65DC9">
      <w:r>
        <w:t>746.2877</w:t>
      </w:r>
      <w:r>
        <w:tab/>
        <w:t>1.013e0</w:t>
      </w:r>
    </w:p>
    <w:p w:rsidR="00B65DC9" w:rsidRDefault="00B65DC9" w:rsidP="00B65DC9">
      <w:r>
        <w:t>746.3129</w:t>
      </w:r>
      <w:r>
        <w:tab/>
        <w:t>2.025e0</w:t>
      </w:r>
    </w:p>
    <w:p w:rsidR="00B65DC9" w:rsidRDefault="00B65DC9" w:rsidP="00B65DC9">
      <w:r>
        <w:t>746.3596</w:t>
      </w:r>
      <w:r>
        <w:tab/>
        <w:t>3.038e0</w:t>
      </w:r>
    </w:p>
    <w:p w:rsidR="00B65DC9" w:rsidRDefault="00B65DC9" w:rsidP="00B65DC9">
      <w:r>
        <w:t>746.3887</w:t>
      </w:r>
      <w:r>
        <w:tab/>
        <w:t>2.025e0</w:t>
      </w:r>
    </w:p>
    <w:p w:rsidR="00B65DC9" w:rsidRDefault="00B65DC9" w:rsidP="00B65DC9">
      <w:r>
        <w:t>746.4455</w:t>
      </w:r>
      <w:r>
        <w:tab/>
        <w:t>4.051e0</w:t>
      </w:r>
    </w:p>
    <w:p w:rsidR="00B65DC9" w:rsidRDefault="00B65DC9" w:rsidP="00B65DC9">
      <w:r>
        <w:t>746.5033</w:t>
      </w:r>
      <w:r>
        <w:tab/>
        <w:t>1.013e0</w:t>
      </w:r>
    </w:p>
    <w:p w:rsidR="00B65DC9" w:rsidRDefault="00B65DC9" w:rsidP="00B65DC9">
      <w:r>
        <w:t>746.5050</w:t>
      </w:r>
      <w:r>
        <w:tab/>
        <w:t>3.038e0</w:t>
      </w:r>
    </w:p>
    <w:p w:rsidR="00B65DC9" w:rsidRDefault="00B65DC9" w:rsidP="00B65DC9">
      <w:r>
        <w:lastRenderedPageBreak/>
        <w:t>746.5781</w:t>
      </w:r>
      <w:r>
        <w:tab/>
        <w:t>1.013e0</w:t>
      </w:r>
    </w:p>
    <w:p w:rsidR="00B65DC9" w:rsidRDefault="00B65DC9" w:rsidP="00B65DC9">
      <w:r>
        <w:t>746.5795</w:t>
      </w:r>
      <w:r>
        <w:tab/>
        <w:t>3.038e0</w:t>
      </w:r>
    </w:p>
    <w:p w:rsidR="00B65DC9" w:rsidRDefault="00B65DC9" w:rsidP="00B65DC9">
      <w:r>
        <w:t>746.6296</w:t>
      </w:r>
      <w:r>
        <w:tab/>
        <w:t>1.266e-2</w:t>
      </w:r>
    </w:p>
    <w:p w:rsidR="00B65DC9" w:rsidRDefault="00B65DC9" w:rsidP="00B65DC9">
      <w:r>
        <w:t>746.6793</w:t>
      </w:r>
      <w:r>
        <w:tab/>
        <w:t>2.025e0</w:t>
      </w:r>
    </w:p>
    <w:p w:rsidR="00B65DC9" w:rsidRDefault="00B65DC9" w:rsidP="00B65DC9">
      <w:r>
        <w:t>746.7045</w:t>
      </w:r>
      <w:r>
        <w:tab/>
        <w:t>1.013e0</w:t>
      </w:r>
    </w:p>
    <w:p w:rsidR="00B65DC9" w:rsidRDefault="00B65DC9" w:rsidP="00B65DC9">
      <w:r>
        <w:t>746.7433</w:t>
      </w:r>
      <w:r>
        <w:tab/>
        <w:t>1.013e0</w:t>
      </w:r>
    </w:p>
    <w:p w:rsidR="00B65DC9" w:rsidRDefault="00B65DC9" w:rsidP="00B65DC9">
      <w:r>
        <w:t>746.8245</w:t>
      </w:r>
      <w:r>
        <w:tab/>
        <w:t>2.025e0</w:t>
      </w:r>
    </w:p>
    <w:p w:rsidR="00B65DC9" w:rsidRDefault="00B65DC9" w:rsidP="00B65DC9">
      <w:r>
        <w:t>746.8358</w:t>
      </w:r>
      <w:r>
        <w:tab/>
        <w:t>3.038e0</w:t>
      </w:r>
    </w:p>
    <w:p w:rsidR="00B65DC9" w:rsidRDefault="00B65DC9" w:rsidP="00B65DC9">
      <w:r>
        <w:t>746.8561</w:t>
      </w:r>
      <w:r>
        <w:tab/>
        <w:t>1.266e-2</w:t>
      </w:r>
    </w:p>
    <w:p w:rsidR="00B65DC9" w:rsidRDefault="00B65DC9" w:rsidP="00B65DC9">
      <w:r>
        <w:t>746.8697</w:t>
      </w:r>
      <w:r>
        <w:tab/>
        <w:t>2.025e0</w:t>
      </w:r>
    </w:p>
    <w:p w:rsidR="00B65DC9" w:rsidRDefault="00B65DC9" w:rsidP="00B65DC9">
      <w:r>
        <w:t>746.9445</w:t>
      </w:r>
      <w:r>
        <w:tab/>
        <w:t>1.025e0</w:t>
      </w:r>
    </w:p>
    <w:p w:rsidR="00B65DC9" w:rsidRDefault="00B65DC9" w:rsidP="00B65DC9">
      <w:r>
        <w:t>746.9628</w:t>
      </w:r>
      <w:r>
        <w:tab/>
        <w:t>3.038e0</w:t>
      </w:r>
    </w:p>
    <w:p w:rsidR="00B65DC9" w:rsidRDefault="00B65DC9" w:rsidP="00B65DC9">
      <w:r>
        <w:t>746.9951</w:t>
      </w:r>
      <w:r>
        <w:tab/>
        <w:t>1.013e0</w:t>
      </w:r>
    </w:p>
    <w:p w:rsidR="00B65DC9" w:rsidRDefault="00B65DC9" w:rsidP="00B65DC9">
      <w:r>
        <w:t>747.0214</w:t>
      </w:r>
      <w:r>
        <w:tab/>
        <w:t>2.025e0</w:t>
      </w:r>
    </w:p>
    <w:p w:rsidR="00B65DC9" w:rsidRDefault="00B65DC9" w:rsidP="00B65DC9">
      <w:r>
        <w:t>747.0709</w:t>
      </w:r>
      <w:r>
        <w:tab/>
        <w:t>1.013e0</w:t>
      </w:r>
    </w:p>
    <w:p w:rsidR="00B65DC9" w:rsidRDefault="00B65DC9" w:rsidP="00B65DC9">
      <w:r>
        <w:t>747.2153</w:t>
      </w:r>
      <w:r>
        <w:tab/>
        <w:t>2.025e0</w:t>
      </w:r>
    </w:p>
    <w:p w:rsidR="00B65DC9" w:rsidRDefault="00B65DC9" w:rsidP="00B65DC9">
      <w:r>
        <w:t>747.3028</w:t>
      </w:r>
      <w:r>
        <w:tab/>
        <w:t>1.266e-2</w:t>
      </w:r>
    </w:p>
    <w:p w:rsidR="00B65DC9" w:rsidRDefault="00B65DC9" w:rsidP="00B65DC9">
      <w:r>
        <w:t>747.3443</w:t>
      </w:r>
      <w:r>
        <w:tab/>
        <w:t>3.038e0</w:t>
      </w:r>
    </w:p>
    <w:p w:rsidR="00B65DC9" w:rsidRDefault="00B65DC9" w:rsidP="00B65DC9">
      <w:r>
        <w:t>747.3969</w:t>
      </w:r>
      <w:r>
        <w:tab/>
        <w:t>2.025e0</w:t>
      </w:r>
    </w:p>
    <w:p w:rsidR="00B65DC9" w:rsidRDefault="00B65DC9" w:rsidP="00B65DC9">
      <w:r>
        <w:lastRenderedPageBreak/>
        <w:t>747.5565</w:t>
      </w:r>
      <w:r>
        <w:tab/>
        <w:t>2.025e0</w:t>
      </w:r>
    </w:p>
    <w:p w:rsidR="00B65DC9" w:rsidRDefault="00B65DC9" w:rsidP="00B65DC9">
      <w:r>
        <w:t>747.5894</w:t>
      </w:r>
      <w:r>
        <w:tab/>
        <w:t>1.013e0</w:t>
      </w:r>
    </w:p>
    <w:p w:rsidR="00B65DC9" w:rsidRDefault="00B65DC9" w:rsidP="00B65DC9">
      <w:r>
        <w:t>747.6779</w:t>
      </w:r>
      <w:r>
        <w:tab/>
        <w:t>1.013e0</w:t>
      </w:r>
    </w:p>
    <w:p w:rsidR="00B65DC9" w:rsidRDefault="00B65DC9" w:rsidP="00B65DC9">
      <w:r>
        <w:t>747.7641</w:t>
      </w:r>
      <w:r>
        <w:tab/>
        <w:t>1.266e-2</w:t>
      </w:r>
    </w:p>
    <w:p w:rsidR="00B65DC9" w:rsidRDefault="00B65DC9" w:rsidP="00B65DC9">
      <w:r>
        <w:t>747.8560</w:t>
      </w:r>
      <w:r>
        <w:tab/>
        <w:t>1.013e0</w:t>
      </w:r>
    </w:p>
    <w:p w:rsidR="00B65DC9" w:rsidRDefault="00B65DC9" w:rsidP="00B65DC9">
      <w:r>
        <w:t>747.8834</w:t>
      </w:r>
      <w:r>
        <w:tab/>
        <w:t>1.013e0</w:t>
      </w:r>
    </w:p>
    <w:p w:rsidR="00B65DC9" w:rsidRDefault="00B65DC9" w:rsidP="00B65DC9">
      <w:r>
        <w:t>747.9532</w:t>
      </w:r>
      <w:r>
        <w:tab/>
        <w:t>2.025e0</w:t>
      </w:r>
    </w:p>
    <w:p w:rsidR="00B65DC9" w:rsidRDefault="00B65DC9" w:rsidP="00B65DC9">
      <w:r>
        <w:t>747.9689</w:t>
      </w:r>
      <w:r>
        <w:tab/>
        <w:t>1.266e-2</w:t>
      </w:r>
    </w:p>
    <w:p w:rsidR="00B65DC9" w:rsidRDefault="00B65DC9" w:rsidP="00B65DC9">
      <w:r>
        <w:t>748.0195</w:t>
      </w:r>
      <w:r>
        <w:tab/>
        <w:t>2.025e0</w:t>
      </w:r>
    </w:p>
    <w:p w:rsidR="00B65DC9" w:rsidRDefault="00B65DC9" w:rsidP="00B65DC9">
      <w:r>
        <w:t>748.0272</w:t>
      </w:r>
      <w:r>
        <w:tab/>
        <w:t>2.025e0</w:t>
      </w:r>
    </w:p>
    <w:p w:rsidR="00B65DC9" w:rsidRDefault="00B65DC9" w:rsidP="00B65DC9">
      <w:r>
        <w:t>748.0828</w:t>
      </w:r>
      <w:r>
        <w:tab/>
        <w:t>1.013e0</w:t>
      </w:r>
    </w:p>
    <w:p w:rsidR="00B65DC9" w:rsidRDefault="00B65DC9" w:rsidP="00B65DC9">
      <w:r>
        <w:t>748.1597</w:t>
      </w:r>
      <w:r>
        <w:tab/>
        <w:t>1.013e0</w:t>
      </w:r>
    </w:p>
    <w:p w:rsidR="00B65DC9" w:rsidRDefault="00B65DC9" w:rsidP="00B65DC9">
      <w:r>
        <w:t>748.2473</w:t>
      </w:r>
      <w:r>
        <w:tab/>
        <w:t>1.013e0</w:t>
      </w:r>
    </w:p>
    <w:p w:rsidR="00B65DC9" w:rsidRDefault="00B65DC9" w:rsidP="00B65DC9">
      <w:r>
        <w:t>748.2599</w:t>
      </w:r>
      <w:r>
        <w:tab/>
        <w:t>1.266e-2</w:t>
      </w:r>
    </w:p>
    <w:p w:rsidR="00B65DC9" w:rsidRDefault="00B65DC9" w:rsidP="00B65DC9">
      <w:r>
        <w:t>748.3530</w:t>
      </w:r>
      <w:r>
        <w:tab/>
        <w:t>3.038e0</w:t>
      </w:r>
    </w:p>
    <w:p w:rsidR="00B65DC9" w:rsidRDefault="00B65DC9" w:rsidP="00B65DC9">
      <w:r>
        <w:t>748.3563</w:t>
      </w:r>
      <w:r>
        <w:tab/>
        <w:t>3.008e0</w:t>
      </w:r>
    </w:p>
    <w:p w:rsidR="00B65DC9" w:rsidRDefault="00B65DC9" w:rsidP="00B65DC9">
      <w:r>
        <w:t>748.3694</w:t>
      </w:r>
      <w:r>
        <w:tab/>
        <w:t>5.063e-2</w:t>
      </w:r>
    </w:p>
    <w:p w:rsidR="00B65DC9" w:rsidRDefault="00B65DC9" w:rsidP="00B65DC9">
      <w:r>
        <w:t>748.4056</w:t>
      </w:r>
      <w:r>
        <w:tab/>
        <w:t>6.076e0</w:t>
      </w:r>
    </w:p>
    <w:p w:rsidR="00B65DC9" w:rsidRDefault="00B65DC9" w:rsidP="00B65DC9">
      <w:r>
        <w:t>748.4151</w:t>
      </w:r>
      <w:r>
        <w:tab/>
        <w:t>3.864e0</w:t>
      </w:r>
    </w:p>
    <w:p w:rsidR="00B65DC9" w:rsidRDefault="00B65DC9" w:rsidP="00B65DC9">
      <w:r>
        <w:lastRenderedPageBreak/>
        <w:t>748.4499</w:t>
      </w:r>
      <w:r>
        <w:tab/>
        <w:t>1.013e0</w:t>
      </w:r>
    </w:p>
    <w:p w:rsidR="00B65DC9" w:rsidRDefault="00B65DC9" w:rsidP="00B65DC9">
      <w:r>
        <w:t>748.4816</w:t>
      </w:r>
      <w:r>
        <w:tab/>
        <w:t>2.025e0</w:t>
      </w:r>
    </w:p>
    <w:p w:rsidR="00B65DC9" w:rsidRDefault="00B65DC9" w:rsidP="00B65DC9">
      <w:r>
        <w:t>748.5008</w:t>
      </w:r>
      <w:r>
        <w:tab/>
        <w:t>1.238e0</w:t>
      </w:r>
    </w:p>
    <w:p w:rsidR="00B65DC9" w:rsidRDefault="00B65DC9" w:rsidP="00B65DC9">
      <w:r>
        <w:t>748.5499</w:t>
      </w:r>
      <w:r>
        <w:tab/>
        <w:t>1.266e-2</w:t>
      </w:r>
    </w:p>
    <w:p w:rsidR="00B65DC9" w:rsidRDefault="00B65DC9" w:rsidP="00B65DC9">
      <w:r>
        <w:t>748.6160</w:t>
      </w:r>
      <w:r>
        <w:tab/>
        <w:t>2.025e0</w:t>
      </w:r>
    </w:p>
    <w:p w:rsidR="00B65DC9" w:rsidRDefault="00B65DC9" w:rsidP="00B65DC9">
      <w:r>
        <w:t>748.7042</w:t>
      </w:r>
      <w:r>
        <w:tab/>
        <w:t>1.013e0</w:t>
      </w:r>
    </w:p>
    <w:p w:rsidR="00B65DC9" w:rsidRDefault="00B65DC9" w:rsidP="00B65DC9">
      <w:r>
        <w:t>748.7468</w:t>
      </w:r>
      <w:r>
        <w:tab/>
        <w:t>2.025e0</w:t>
      </w:r>
    </w:p>
    <w:p w:rsidR="00B65DC9" w:rsidRDefault="00B65DC9" w:rsidP="00B65DC9">
      <w:r>
        <w:t>748.7665</w:t>
      </w:r>
      <w:r>
        <w:tab/>
        <w:t>1.266e-2</w:t>
      </w:r>
    </w:p>
    <w:p w:rsidR="00B65DC9" w:rsidRDefault="00B65DC9" w:rsidP="00B65DC9">
      <w:r>
        <w:t>748.7792</w:t>
      </w:r>
      <w:r>
        <w:tab/>
        <w:t>1.013e0</w:t>
      </w:r>
    </w:p>
    <w:p w:rsidR="00B65DC9" w:rsidRDefault="00B65DC9" w:rsidP="00B65DC9">
      <w:r>
        <w:t>748.8679</w:t>
      </w:r>
      <w:r>
        <w:tab/>
        <w:t>1.013e0</w:t>
      </w:r>
    </w:p>
    <w:p w:rsidR="00B65DC9" w:rsidRDefault="00B65DC9" w:rsidP="00B65DC9">
      <w:r>
        <w:t>748.9261</w:t>
      </w:r>
      <w:r>
        <w:tab/>
        <w:t>1.013e0</w:t>
      </w:r>
    </w:p>
    <w:p w:rsidR="00B65DC9" w:rsidRDefault="00B65DC9" w:rsidP="00B65DC9">
      <w:r>
        <w:t>748.9565</w:t>
      </w:r>
      <w:r>
        <w:tab/>
        <w:t>1.013e0</w:t>
      </w:r>
    </w:p>
    <w:p w:rsidR="00B65DC9" w:rsidRDefault="00B65DC9" w:rsidP="00B65DC9">
      <w:r>
        <w:t>749.0042</w:t>
      </w:r>
      <w:r>
        <w:tab/>
        <w:t>3.038e0</w:t>
      </w:r>
    </w:p>
    <w:p w:rsidR="00B65DC9" w:rsidRDefault="00B65DC9" w:rsidP="00B65DC9">
      <w:r>
        <w:t>749.0072</w:t>
      </w:r>
      <w:r>
        <w:tab/>
        <w:t>1.013e0</w:t>
      </w:r>
    </w:p>
    <w:p w:rsidR="00B65DC9" w:rsidRDefault="00B65DC9" w:rsidP="00B65DC9">
      <w:r>
        <w:t>749.1846</w:t>
      </w:r>
      <w:r>
        <w:tab/>
        <w:t>1.013e0</w:t>
      </w:r>
    </w:p>
    <w:p w:rsidR="00B65DC9" w:rsidRDefault="00B65DC9" w:rsidP="00B65DC9">
      <w:r>
        <w:t>749.2775</w:t>
      </w:r>
      <w:r>
        <w:tab/>
        <w:t>2.025e0</w:t>
      </w:r>
    </w:p>
    <w:p w:rsidR="00B65DC9" w:rsidRDefault="00B65DC9" w:rsidP="00B65DC9">
      <w:r>
        <w:t>749.2809</w:t>
      </w:r>
      <w:r>
        <w:tab/>
        <w:t>5.767e0</w:t>
      </w:r>
    </w:p>
    <w:p w:rsidR="00B65DC9" w:rsidRDefault="00B65DC9" w:rsidP="00B65DC9">
      <w:r>
        <w:t>749.2918</w:t>
      </w:r>
      <w:r>
        <w:tab/>
        <w:t>3.798e-2</w:t>
      </w:r>
    </w:p>
    <w:p w:rsidR="00B65DC9" w:rsidRDefault="00B65DC9" w:rsidP="00B65DC9">
      <w:r>
        <w:t>749.3745</w:t>
      </w:r>
      <w:r>
        <w:tab/>
        <w:t>3.038e0</w:t>
      </w:r>
    </w:p>
    <w:p w:rsidR="00B65DC9" w:rsidRDefault="00B65DC9" w:rsidP="00B65DC9">
      <w:r>
        <w:lastRenderedPageBreak/>
        <w:t>749.4128</w:t>
      </w:r>
      <w:r>
        <w:tab/>
        <w:t>2.025e0</w:t>
      </w:r>
    </w:p>
    <w:p w:rsidR="00B65DC9" w:rsidRDefault="00B65DC9" w:rsidP="00B65DC9">
      <w:r>
        <w:t>749.5058</w:t>
      </w:r>
      <w:r>
        <w:tab/>
        <w:t>1.266e-2</w:t>
      </w:r>
    </w:p>
    <w:p w:rsidR="00B65DC9" w:rsidRDefault="00B65DC9" w:rsidP="00B65DC9">
      <w:r>
        <w:t>749.5396</w:t>
      </w:r>
      <w:r>
        <w:tab/>
        <w:t>1.266e-2</w:t>
      </w:r>
    </w:p>
    <w:p w:rsidR="00B65DC9" w:rsidRDefault="00B65DC9" w:rsidP="00B65DC9">
      <w:r>
        <w:t>749.5441</w:t>
      </w:r>
      <w:r>
        <w:tab/>
        <w:t>3.038e0</w:t>
      </w:r>
    </w:p>
    <w:p w:rsidR="00B65DC9" w:rsidRDefault="00B65DC9" w:rsidP="00B65DC9">
      <w:r>
        <w:t>749.6166</w:t>
      </w:r>
      <w:r>
        <w:tab/>
        <w:t>1.266e-2</w:t>
      </w:r>
    </w:p>
    <w:p w:rsidR="00B65DC9" w:rsidRDefault="00B65DC9" w:rsidP="00B65DC9">
      <w:r>
        <w:t>749.6767</w:t>
      </w:r>
      <w:r>
        <w:tab/>
        <w:t>1.013e0</w:t>
      </w:r>
    </w:p>
    <w:p w:rsidR="00B65DC9" w:rsidRDefault="00B65DC9" w:rsidP="00B65DC9">
      <w:r>
        <w:t>749.7181</w:t>
      </w:r>
      <w:r>
        <w:tab/>
        <w:t>1.013e0</w:t>
      </w:r>
    </w:p>
    <w:p w:rsidR="00B65DC9" w:rsidRDefault="00B65DC9" w:rsidP="00B65DC9">
      <w:r>
        <w:t>749.7280</w:t>
      </w:r>
      <w:r>
        <w:tab/>
        <w:t>1.013e0</w:t>
      </w:r>
    </w:p>
    <w:p w:rsidR="00B65DC9" w:rsidRDefault="00B65DC9" w:rsidP="00B65DC9">
      <w:r>
        <w:t>749.7805</w:t>
      </w:r>
      <w:r>
        <w:tab/>
        <w:t>2.025e0</w:t>
      </w:r>
    </w:p>
    <w:p w:rsidR="00B65DC9" w:rsidRDefault="00B65DC9" w:rsidP="00B65DC9">
      <w:r>
        <w:t>749.8653</w:t>
      </w:r>
      <w:r>
        <w:tab/>
        <w:t>1.266e-2</w:t>
      </w:r>
    </w:p>
    <w:p w:rsidR="00B65DC9" w:rsidRDefault="00B65DC9" w:rsidP="00B65DC9">
      <w:r>
        <w:t>749.9337</w:t>
      </w:r>
      <w:r>
        <w:tab/>
        <w:t>1.013e0</w:t>
      </w:r>
    </w:p>
    <w:p w:rsidR="00B65DC9" w:rsidRDefault="00B65DC9" w:rsidP="00B65DC9">
      <w:r>
        <w:t>749.9708</w:t>
      </w:r>
      <w:r>
        <w:tab/>
        <w:t>1.025e0</w:t>
      </w:r>
    </w:p>
    <w:p w:rsidR="00B65DC9" w:rsidRDefault="00B65DC9" w:rsidP="00B65DC9">
      <w:r>
        <w:t>749.9835</w:t>
      </w:r>
      <w:r>
        <w:tab/>
        <w:t>1.013e0</w:t>
      </w:r>
    </w:p>
    <w:p w:rsidR="00B65DC9" w:rsidRDefault="00B65DC9" w:rsidP="00B65DC9">
      <w:r>
        <w:t>750.1143</w:t>
      </w:r>
      <w:r>
        <w:tab/>
        <w:t>2.025e0</w:t>
      </w:r>
    </w:p>
    <w:p w:rsidR="00B65DC9" w:rsidRDefault="00B65DC9" w:rsidP="00B65DC9">
      <w:r>
        <w:t>750.1240</w:t>
      </w:r>
      <w:r>
        <w:tab/>
        <w:t>1.013e0</w:t>
      </w:r>
    </w:p>
    <w:p w:rsidR="00B65DC9" w:rsidRDefault="00B65DC9" w:rsidP="00B65DC9">
      <w:r>
        <w:t>750.3259</w:t>
      </w:r>
      <w:r>
        <w:tab/>
        <w:t>1.013e0</w:t>
      </w:r>
    </w:p>
    <w:p w:rsidR="00B65DC9" w:rsidRDefault="00B65DC9" w:rsidP="00B65DC9">
      <w:r>
        <w:t>750.3850</w:t>
      </w:r>
      <w:r>
        <w:tab/>
        <w:t>3.881e0</w:t>
      </w:r>
    </w:p>
    <w:p w:rsidR="00B65DC9" w:rsidRDefault="00B65DC9" w:rsidP="00B65DC9">
      <w:r>
        <w:t>750.4182</w:t>
      </w:r>
      <w:r>
        <w:tab/>
        <w:t>3.038e0</w:t>
      </w:r>
    </w:p>
    <w:p w:rsidR="00B65DC9" w:rsidRDefault="00B65DC9" w:rsidP="00B65DC9">
      <w:r>
        <w:t>750.4576</w:t>
      </w:r>
      <w:r>
        <w:tab/>
        <w:t>1.961e0</w:t>
      </w:r>
    </w:p>
    <w:p w:rsidR="00B65DC9" w:rsidRDefault="00B65DC9" w:rsidP="00B65DC9">
      <w:r>
        <w:lastRenderedPageBreak/>
        <w:t>750.4861</w:t>
      </w:r>
      <w:r>
        <w:tab/>
        <w:t>2.025e0</w:t>
      </w:r>
    </w:p>
    <w:p w:rsidR="00B65DC9" w:rsidRDefault="00B65DC9" w:rsidP="00B65DC9">
      <w:r>
        <w:t>750.5292</w:t>
      </w:r>
      <w:r>
        <w:tab/>
        <w:t>1.013e0</w:t>
      </w:r>
    </w:p>
    <w:p w:rsidR="00B65DC9" w:rsidRDefault="00B65DC9" w:rsidP="00B65DC9">
      <w:r>
        <w:t>750.5419</w:t>
      </w:r>
      <w:r>
        <w:tab/>
        <w:t>1.013e0</w:t>
      </w:r>
    </w:p>
    <w:p w:rsidR="00B65DC9" w:rsidRDefault="00B65DC9" w:rsidP="00B65DC9">
      <w:r>
        <w:t>750.5862</w:t>
      </w:r>
      <w:r>
        <w:tab/>
        <w:t>3.038e0</w:t>
      </w:r>
    </w:p>
    <w:p w:rsidR="00B65DC9" w:rsidRDefault="00B65DC9" w:rsidP="00B65DC9">
      <w:r>
        <w:t>750.6097</w:t>
      </w:r>
      <w:r>
        <w:tab/>
        <w:t>3.038e0</w:t>
      </w:r>
    </w:p>
    <w:p w:rsidR="00B65DC9" w:rsidRDefault="00B65DC9" w:rsidP="00B65DC9">
      <w:r>
        <w:t>750.6943</w:t>
      </w:r>
      <w:r>
        <w:tab/>
        <w:t>1.025e0</w:t>
      </w:r>
    </w:p>
    <w:p w:rsidR="00B65DC9" w:rsidRDefault="00B65DC9" w:rsidP="00B65DC9">
      <w:r>
        <w:t>750.7968</w:t>
      </w:r>
      <w:r>
        <w:tab/>
        <w:t>1.013e0</w:t>
      </w:r>
    </w:p>
    <w:p w:rsidR="00B65DC9" w:rsidRDefault="00B65DC9" w:rsidP="00B65DC9">
      <w:r>
        <w:t>750.8033</w:t>
      </w:r>
      <w:r>
        <w:tab/>
        <w:t>1.013e0</w:t>
      </w:r>
    </w:p>
    <w:p w:rsidR="00B65DC9" w:rsidRDefault="00B65DC9" w:rsidP="00B65DC9">
      <w:r>
        <w:t>750.8721</w:t>
      </w:r>
      <w:r>
        <w:tab/>
        <w:t>1.266e-2</w:t>
      </w:r>
    </w:p>
    <w:p w:rsidR="00B65DC9" w:rsidRDefault="00B65DC9" w:rsidP="00B65DC9">
      <w:r>
        <w:t>750.8887</w:t>
      </w:r>
      <w:r>
        <w:tab/>
        <w:t>1.013e0</w:t>
      </w:r>
    </w:p>
    <w:p w:rsidR="00B65DC9" w:rsidRDefault="00B65DC9" w:rsidP="00B65DC9">
      <w:r>
        <w:t>750.9319</w:t>
      </w:r>
      <w:r>
        <w:tab/>
        <w:t>2.025e0</w:t>
      </w:r>
    </w:p>
    <w:p w:rsidR="00B65DC9" w:rsidRDefault="00B65DC9" w:rsidP="00B65DC9">
      <w:r>
        <w:t>750.9399</w:t>
      </w:r>
      <w:r>
        <w:tab/>
        <w:t>1.013e0</w:t>
      </w:r>
    </w:p>
    <w:p w:rsidR="00B65DC9" w:rsidRDefault="00B65DC9" w:rsidP="00B65DC9">
      <w:r>
        <w:t>750.9993</w:t>
      </w:r>
      <w:r>
        <w:tab/>
        <w:t>4.051e0</w:t>
      </w:r>
    </w:p>
    <w:p w:rsidR="00B65DC9" w:rsidRDefault="00B65DC9" w:rsidP="00B65DC9">
      <w:r>
        <w:t>751.1398</w:t>
      </w:r>
      <w:r>
        <w:tab/>
        <w:t>1.266e-2</w:t>
      </w:r>
    </w:p>
    <w:p w:rsidR="00B65DC9" w:rsidRDefault="00B65DC9" w:rsidP="00B65DC9">
      <w:r>
        <w:t>751.1782</w:t>
      </w:r>
      <w:r>
        <w:tab/>
        <w:t>2.025e0</w:t>
      </w:r>
    </w:p>
    <w:p w:rsidR="00B65DC9" w:rsidRDefault="00B65DC9" w:rsidP="00B65DC9">
      <w:r>
        <w:t>751.2472</w:t>
      </w:r>
      <w:r>
        <w:tab/>
        <w:t>1.013e0</w:t>
      </w:r>
    </w:p>
    <w:p w:rsidR="00B65DC9" w:rsidRDefault="00B65DC9" w:rsidP="00B65DC9">
      <w:r>
        <w:t>751.3496</w:t>
      </w:r>
      <w:r>
        <w:tab/>
        <w:t>1.013e0</w:t>
      </w:r>
    </w:p>
    <w:p w:rsidR="00B65DC9" w:rsidRDefault="00B65DC9" w:rsidP="00B65DC9">
      <w:r>
        <w:t>751.4102</w:t>
      </w:r>
      <w:r>
        <w:tab/>
        <w:t>2.003e0</w:t>
      </w:r>
    </w:p>
    <w:p w:rsidR="00B65DC9" w:rsidRDefault="00B65DC9" w:rsidP="00B65DC9">
      <w:r>
        <w:t>751.4149</w:t>
      </w:r>
      <w:r>
        <w:tab/>
        <w:t>3.038e0</w:t>
      </w:r>
    </w:p>
    <w:p w:rsidR="00B65DC9" w:rsidRDefault="00B65DC9" w:rsidP="00B65DC9">
      <w:r>
        <w:lastRenderedPageBreak/>
        <w:t>751.4501</w:t>
      </w:r>
      <w:r>
        <w:tab/>
        <w:t>2.532e-2</w:t>
      </w:r>
    </w:p>
    <w:p w:rsidR="00B65DC9" w:rsidRDefault="00B65DC9" w:rsidP="00B65DC9">
      <w:r>
        <w:t>751.4621</w:t>
      </w:r>
      <w:r>
        <w:tab/>
        <w:t>2.996e0</w:t>
      </w:r>
    </w:p>
    <w:p w:rsidR="00B65DC9" w:rsidRDefault="00B65DC9" w:rsidP="00B65DC9">
      <w:r>
        <w:t>751.5460</w:t>
      </w:r>
      <w:r>
        <w:tab/>
        <w:t>1.025e0</w:t>
      </w:r>
    </w:p>
    <w:p w:rsidR="00B65DC9" w:rsidRDefault="00B65DC9" w:rsidP="00B65DC9">
      <w:r>
        <w:t>751.5496</w:t>
      </w:r>
      <w:r>
        <w:tab/>
        <w:t>2.025e0</w:t>
      </w:r>
    </w:p>
    <w:p w:rsidR="00B65DC9" w:rsidRDefault="00B65DC9" w:rsidP="00B65DC9">
      <w:r>
        <w:t>751.5545</w:t>
      </w:r>
      <w:r>
        <w:tab/>
        <w:t>1.013e0</w:t>
      </w:r>
    </w:p>
    <w:p w:rsidR="00B65DC9" w:rsidRDefault="00B65DC9" w:rsidP="00B65DC9">
      <w:r>
        <w:t>751.5638</w:t>
      </w:r>
      <w:r>
        <w:tab/>
        <w:t>2.171e0</w:t>
      </w:r>
    </w:p>
    <w:p w:rsidR="00B65DC9" w:rsidRDefault="00B65DC9" w:rsidP="00B65DC9">
      <w:r>
        <w:t>751.6218</w:t>
      </w:r>
      <w:r>
        <w:tab/>
        <w:t>1.013e0</w:t>
      </w:r>
    </w:p>
    <w:p w:rsidR="00B65DC9" w:rsidRDefault="00B65DC9" w:rsidP="00B65DC9">
      <w:r>
        <w:t>751.6853</w:t>
      </w:r>
      <w:r>
        <w:tab/>
        <w:t>1.013e0</w:t>
      </w:r>
    </w:p>
    <w:p w:rsidR="00B65DC9" w:rsidRDefault="00B65DC9" w:rsidP="00B65DC9">
      <w:r>
        <w:t>751.8858</w:t>
      </w:r>
      <w:r>
        <w:tab/>
        <w:t>2.025e0</w:t>
      </w:r>
    </w:p>
    <w:p w:rsidR="00B65DC9" w:rsidRDefault="00B65DC9" w:rsidP="00B65DC9">
      <w:r>
        <w:t>751.8945</w:t>
      </w:r>
      <w:r>
        <w:tab/>
        <w:t>2.025e0</w:t>
      </w:r>
    </w:p>
    <w:p w:rsidR="00B65DC9" w:rsidRDefault="00B65DC9" w:rsidP="00B65DC9">
      <w:r>
        <w:t>751.9135</w:t>
      </w:r>
      <w:r>
        <w:tab/>
        <w:t>1.013e0</w:t>
      </w:r>
    </w:p>
    <w:p w:rsidR="00B65DC9" w:rsidRDefault="00B65DC9" w:rsidP="00B65DC9">
      <w:r>
        <w:t>751.9811</w:t>
      </w:r>
      <w:r>
        <w:tab/>
        <w:t>1.013e0</w:t>
      </w:r>
    </w:p>
    <w:p w:rsidR="00B65DC9" w:rsidRDefault="00B65DC9" w:rsidP="00B65DC9">
      <w:r>
        <w:t>752.0133</w:t>
      </w:r>
      <w:r>
        <w:tab/>
        <w:t>3.038e0</w:t>
      </w:r>
    </w:p>
    <w:p w:rsidR="00B65DC9" w:rsidRDefault="00B65DC9" w:rsidP="00B65DC9">
      <w:r>
        <w:t>752.0668</w:t>
      </w:r>
      <w:r>
        <w:tab/>
        <w:t>1.013e0</w:t>
      </w:r>
    </w:p>
    <w:p w:rsidR="00B65DC9" w:rsidRDefault="00B65DC9" w:rsidP="00B65DC9">
      <w:r>
        <w:t>752.0927</w:t>
      </w:r>
      <w:r>
        <w:tab/>
        <w:t>2.025e0</w:t>
      </w:r>
    </w:p>
    <w:p w:rsidR="00B65DC9" w:rsidRDefault="00B65DC9" w:rsidP="00B65DC9">
      <w:r>
        <w:t>752.1686</w:t>
      </w:r>
      <w:r>
        <w:tab/>
        <w:t>1.013e0</w:t>
      </w:r>
    </w:p>
    <w:p w:rsidR="00B65DC9" w:rsidRDefault="00B65DC9" w:rsidP="00B65DC9">
      <w:r>
        <w:t>752.1813</w:t>
      </w:r>
      <w:r>
        <w:tab/>
        <w:t>1.013e0</w:t>
      </w:r>
    </w:p>
    <w:p w:rsidR="00B65DC9" w:rsidRDefault="00B65DC9" w:rsidP="00B65DC9">
      <w:r>
        <w:t>752.1835</w:t>
      </w:r>
      <w:r>
        <w:tab/>
        <w:t>3.038e0</w:t>
      </w:r>
    </w:p>
    <w:p w:rsidR="00B65DC9" w:rsidRDefault="00B65DC9" w:rsidP="00B65DC9">
      <w:r>
        <w:t>752.2885</w:t>
      </w:r>
      <w:r>
        <w:tab/>
        <w:t>1.013e0</w:t>
      </w:r>
    </w:p>
    <w:p w:rsidR="00B65DC9" w:rsidRDefault="00B65DC9" w:rsidP="00B65DC9">
      <w:r>
        <w:lastRenderedPageBreak/>
        <w:t>752.3937</w:t>
      </w:r>
      <w:r>
        <w:tab/>
        <w:t>5.405e0</w:t>
      </w:r>
    </w:p>
    <w:p w:rsidR="00B65DC9" w:rsidRDefault="00B65DC9" w:rsidP="00B65DC9">
      <w:r>
        <w:t>752.4333</w:t>
      </w:r>
      <w:r>
        <w:tab/>
        <w:t>1.936e0</w:t>
      </w:r>
    </w:p>
    <w:p w:rsidR="00B65DC9" w:rsidRDefault="00B65DC9" w:rsidP="00B65DC9">
      <w:r>
        <w:t>752.4357</w:t>
      </w:r>
      <w:r>
        <w:tab/>
        <w:t>4.943e0</w:t>
      </w:r>
    </w:p>
    <w:p w:rsidR="00B65DC9" w:rsidRDefault="00B65DC9" w:rsidP="00B65DC9">
      <w:r>
        <w:t>752.4485</w:t>
      </w:r>
      <w:r>
        <w:tab/>
        <w:t>1.266e-2</w:t>
      </w:r>
    </w:p>
    <w:p w:rsidR="00B65DC9" w:rsidRDefault="00B65DC9" w:rsidP="00B65DC9">
      <w:r>
        <w:t>752.4694</w:t>
      </w:r>
      <w:r>
        <w:tab/>
        <w:t>3.038e0</w:t>
      </w:r>
    </w:p>
    <w:p w:rsidR="00B65DC9" w:rsidRDefault="00B65DC9" w:rsidP="00B65DC9">
      <w:r>
        <w:t>752.5779</w:t>
      </w:r>
      <w:r>
        <w:tab/>
        <w:t>2.038e0</w:t>
      </w:r>
    </w:p>
    <w:p w:rsidR="00B65DC9" w:rsidRDefault="00B65DC9" w:rsidP="00B65DC9">
      <w:r>
        <w:t>752.6537</w:t>
      </w:r>
      <w:r>
        <w:tab/>
        <w:t>3.038e0</w:t>
      </w:r>
    </w:p>
    <w:p w:rsidR="00B65DC9" w:rsidRDefault="00B65DC9" w:rsidP="00B65DC9">
      <w:r>
        <w:t>752.6703</w:t>
      </w:r>
      <w:r>
        <w:tab/>
        <w:t>3.038e0</w:t>
      </w:r>
    </w:p>
    <w:p w:rsidR="00B65DC9" w:rsidRDefault="00B65DC9" w:rsidP="00B65DC9">
      <w:r>
        <w:t>752.7413</w:t>
      </w:r>
      <w:r>
        <w:tab/>
        <w:t>1.013e0</w:t>
      </w:r>
    </w:p>
    <w:p w:rsidR="00B65DC9" w:rsidRDefault="00B65DC9" w:rsidP="00B65DC9">
      <w:r>
        <w:t>752.7667</w:t>
      </w:r>
      <w:r>
        <w:tab/>
        <w:t>2.532e-2</w:t>
      </w:r>
    </w:p>
    <w:p w:rsidR="00B65DC9" w:rsidRDefault="00B65DC9" w:rsidP="00B65DC9">
      <w:r>
        <w:t>752.7887</w:t>
      </w:r>
      <w:r>
        <w:tab/>
        <w:t>2.025e0</w:t>
      </w:r>
    </w:p>
    <w:p w:rsidR="00B65DC9" w:rsidRDefault="00B65DC9" w:rsidP="00B65DC9">
      <w:r>
        <w:t>752.8304</w:t>
      </w:r>
      <w:r>
        <w:tab/>
        <w:t>1.266e-2</w:t>
      </w:r>
    </w:p>
    <w:p w:rsidR="00B65DC9" w:rsidRDefault="00B65DC9" w:rsidP="00B65DC9">
      <w:r>
        <w:t>752.9196</w:t>
      </w:r>
      <w:r>
        <w:tab/>
        <w:t>2.025e0</w:t>
      </w:r>
    </w:p>
    <w:p w:rsidR="00B65DC9" w:rsidRDefault="00B65DC9" w:rsidP="00B65DC9">
      <w:r>
        <w:t>752.9450</w:t>
      </w:r>
      <w:r>
        <w:tab/>
        <w:t>1.013e0</w:t>
      </w:r>
    </w:p>
    <w:p w:rsidR="00B65DC9" w:rsidRDefault="00B65DC9" w:rsidP="00B65DC9">
      <w:r>
        <w:t>752.9578</w:t>
      </w:r>
      <w:r>
        <w:tab/>
        <w:t>1.013e0</w:t>
      </w:r>
    </w:p>
    <w:p w:rsidR="00B65DC9" w:rsidRDefault="00B65DC9" w:rsidP="00B65DC9">
      <w:r>
        <w:t>752.9705</w:t>
      </w:r>
      <w:r>
        <w:tab/>
        <w:t>1.013e0</w:t>
      </w:r>
    </w:p>
    <w:p w:rsidR="00B65DC9" w:rsidRDefault="00B65DC9" w:rsidP="00B65DC9">
      <w:r>
        <w:t>752.9987</w:t>
      </w:r>
      <w:r>
        <w:tab/>
        <w:t>2.025e0</w:t>
      </w:r>
    </w:p>
    <w:p w:rsidR="00B65DC9" w:rsidRDefault="00B65DC9" w:rsidP="00B65DC9">
      <w:r>
        <w:t>753.0049</w:t>
      </w:r>
      <w:r>
        <w:tab/>
        <w:t>2.025e0</w:t>
      </w:r>
    </w:p>
    <w:p w:rsidR="00B65DC9" w:rsidRDefault="00B65DC9" w:rsidP="00B65DC9">
      <w:r>
        <w:t>753.0218</w:t>
      </w:r>
      <w:r>
        <w:tab/>
        <w:t>1.013e0</w:t>
      </w:r>
    </w:p>
    <w:p w:rsidR="00B65DC9" w:rsidRDefault="00B65DC9" w:rsidP="00B65DC9">
      <w:r>
        <w:lastRenderedPageBreak/>
        <w:t>753.1766</w:t>
      </w:r>
      <w:r>
        <w:tab/>
        <w:t>5.063e0</w:t>
      </w:r>
    </w:p>
    <w:p w:rsidR="00B65DC9" w:rsidRDefault="00B65DC9" w:rsidP="00B65DC9">
      <w:r>
        <w:t>753.2790</w:t>
      </w:r>
      <w:r>
        <w:tab/>
        <w:t>1.751e1</w:t>
      </w:r>
    </w:p>
    <w:p w:rsidR="00B65DC9" w:rsidRDefault="00B65DC9" w:rsidP="00B65DC9">
      <w:r>
        <w:t>753.2833</w:t>
      </w:r>
      <w:r>
        <w:tab/>
        <w:t>1.783e2</w:t>
      </w:r>
    </w:p>
    <w:p w:rsidR="00B65DC9" w:rsidRDefault="00B65DC9" w:rsidP="00B65DC9">
      <w:r>
        <w:t>753.2861</w:t>
      </w:r>
      <w:r>
        <w:tab/>
        <w:t>2.639e1</w:t>
      </w:r>
    </w:p>
    <w:p w:rsidR="00B65DC9" w:rsidRDefault="00B65DC9" w:rsidP="00B65DC9">
      <w:r>
        <w:t>753.4203</w:t>
      </w:r>
      <w:r>
        <w:tab/>
        <w:t>2.949e0</w:t>
      </w:r>
    </w:p>
    <w:p w:rsidR="00B65DC9" w:rsidRDefault="00B65DC9" w:rsidP="00B65DC9">
      <w:r>
        <w:t>753.4390</w:t>
      </w:r>
      <w:r>
        <w:tab/>
        <w:t>2.532e-2</w:t>
      </w:r>
    </w:p>
    <w:p w:rsidR="00B65DC9" w:rsidRDefault="00B65DC9" w:rsidP="00B65DC9">
      <w:r>
        <w:t>753.4831</w:t>
      </w:r>
      <w:r>
        <w:tab/>
        <w:t>1.266e-2</w:t>
      </w:r>
    </w:p>
    <w:p w:rsidR="00B65DC9" w:rsidRDefault="00B65DC9" w:rsidP="00B65DC9">
      <w:r>
        <w:t>753.5110</w:t>
      </w:r>
      <w:r>
        <w:tab/>
        <w:t>2.025e0</w:t>
      </w:r>
    </w:p>
    <w:p w:rsidR="00B65DC9" w:rsidRDefault="00B65DC9" w:rsidP="00B65DC9">
      <w:r>
        <w:t>753.5427</w:t>
      </w:r>
      <w:r>
        <w:tab/>
        <w:t>3.051e0</w:t>
      </w:r>
    </w:p>
    <w:p w:rsidR="00B65DC9" w:rsidRDefault="00B65DC9" w:rsidP="00B65DC9">
      <w:r>
        <w:t>753.6367</w:t>
      </w:r>
      <w:r>
        <w:tab/>
        <w:t>1.266e-2</w:t>
      </w:r>
    </w:p>
    <w:p w:rsidR="00B65DC9" w:rsidRDefault="00B65DC9" w:rsidP="00B65DC9">
      <w:r>
        <w:t>753.6516</w:t>
      </w:r>
      <w:r>
        <w:tab/>
        <w:t>2.025e0</w:t>
      </w:r>
    </w:p>
    <w:p w:rsidR="00B65DC9" w:rsidRDefault="00B65DC9" w:rsidP="00B65DC9">
      <w:r>
        <w:t>753.6712</w:t>
      </w:r>
      <w:r>
        <w:tab/>
        <w:t>1.013e0</w:t>
      </w:r>
    </w:p>
    <w:p w:rsidR="00B65DC9" w:rsidRDefault="00B65DC9" w:rsidP="00B65DC9">
      <w:r>
        <w:t>753.7222</w:t>
      </w:r>
      <w:r>
        <w:tab/>
        <w:t>1.013e0</w:t>
      </w:r>
    </w:p>
    <w:p w:rsidR="00B65DC9" w:rsidRDefault="00B65DC9" w:rsidP="00B65DC9">
      <w:r>
        <w:t>753.7391</w:t>
      </w:r>
      <w:r>
        <w:tab/>
        <w:t>1.013e0</w:t>
      </w:r>
    </w:p>
    <w:p w:rsidR="00B65DC9" w:rsidRDefault="00B65DC9" w:rsidP="00B65DC9">
      <w:r>
        <w:t>753.8029</w:t>
      </w:r>
      <w:r>
        <w:tab/>
        <w:t>2.025e0</w:t>
      </w:r>
    </w:p>
    <w:p w:rsidR="00B65DC9" w:rsidRDefault="00B65DC9" w:rsidP="00B65DC9">
      <w:r>
        <w:t>753.8830</w:t>
      </w:r>
      <w:r>
        <w:tab/>
        <w:t>2.025e0</w:t>
      </w:r>
    </w:p>
    <w:p w:rsidR="00B65DC9" w:rsidRDefault="00B65DC9" w:rsidP="00B65DC9">
      <w:r>
        <w:t>753.9134</w:t>
      </w:r>
      <w:r>
        <w:tab/>
        <w:t>1.013e0</w:t>
      </w:r>
    </w:p>
    <w:p w:rsidR="00B65DC9" w:rsidRDefault="00B65DC9" w:rsidP="00B65DC9">
      <w:r>
        <w:t>754.0123</w:t>
      </w:r>
      <w:r>
        <w:tab/>
        <w:t>1.013e0</w:t>
      </w:r>
    </w:p>
    <w:p w:rsidR="00B65DC9" w:rsidRDefault="00B65DC9" w:rsidP="00B65DC9">
      <w:r>
        <w:t>754.0347</w:t>
      </w:r>
      <w:r>
        <w:tab/>
        <w:t>4.051e0</w:t>
      </w:r>
    </w:p>
    <w:p w:rsidR="00B65DC9" w:rsidRDefault="00B65DC9" w:rsidP="00B65DC9">
      <w:r>
        <w:lastRenderedPageBreak/>
        <w:t>754.0635</w:t>
      </w:r>
      <w:r>
        <w:tab/>
        <w:t>1.266e-2</w:t>
      </w:r>
    </w:p>
    <w:p w:rsidR="00B65DC9" w:rsidRDefault="00B65DC9" w:rsidP="00B65DC9">
      <w:r>
        <w:t>754.0728</w:t>
      </w:r>
      <w:r>
        <w:tab/>
        <w:t>2.025e0</w:t>
      </w:r>
    </w:p>
    <w:p w:rsidR="00B65DC9" w:rsidRDefault="00B65DC9" w:rsidP="00B65DC9">
      <w:r>
        <w:t>754.0792</w:t>
      </w:r>
      <w:r>
        <w:tab/>
        <w:t>2.025e0</w:t>
      </w:r>
    </w:p>
    <w:p w:rsidR="00B65DC9" w:rsidRDefault="00B65DC9" w:rsidP="00B65DC9">
      <w:r>
        <w:t>754.1939</w:t>
      </w:r>
      <w:r>
        <w:tab/>
        <w:t>1.013e0</w:t>
      </w:r>
    </w:p>
    <w:p w:rsidR="00B65DC9" w:rsidRDefault="00B65DC9" w:rsidP="00B65DC9">
      <w:r>
        <w:t>754.2698</w:t>
      </w:r>
      <w:r>
        <w:tab/>
        <w:t>1.190e0</w:t>
      </w:r>
    </w:p>
    <w:p w:rsidR="00B65DC9" w:rsidRDefault="00B65DC9" w:rsidP="00B65DC9">
      <w:r>
        <w:t>754.2718</w:t>
      </w:r>
      <w:r>
        <w:tab/>
        <w:t>3.152e0</w:t>
      </w:r>
    </w:p>
    <w:p w:rsidR="00B65DC9" w:rsidRDefault="00B65DC9" w:rsidP="00B65DC9">
      <w:r>
        <w:t>754.2927</w:t>
      </w:r>
      <w:r>
        <w:tab/>
        <w:t>6.872e1</w:t>
      </w:r>
    </w:p>
    <w:p w:rsidR="00B65DC9" w:rsidRDefault="00B65DC9" w:rsidP="00B65DC9">
      <w:r>
        <w:t>754.4106</w:t>
      </w:r>
      <w:r>
        <w:tab/>
        <w:t>3.798e-2</w:t>
      </w:r>
    </w:p>
    <w:p w:rsidR="00B65DC9" w:rsidRDefault="00B65DC9" w:rsidP="00B65DC9">
      <w:r>
        <w:t>754.4467</w:t>
      </w:r>
      <w:r>
        <w:tab/>
        <w:t>2.803e0</w:t>
      </w:r>
    </w:p>
    <w:p w:rsidR="00B65DC9" w:rsidRDefault="00B65DC9" w:rsidP="00B65DC9">
      <w:r>
        <w:t>754.5384</w:t>
      </w:r>
      <w:r>
        <w:tab/>
        <w:t>1.013e0</w:t>
      </w:r>
    </w:p>
    <w:p w:rsidR="00B65DC9" w:rsidRDefault="00B65DC9" w:rsidP="00B65DC9">
      <w:r>
        <w:t>754.5495</w:t>
      </w:r>
      <w:r>
        <w:tab/>
        <w:t>3.038e0</w:t>
      </w:r>
    </w:p>
    <w:p w:rsidR="00B65DC9" w:rsidRDefault="00B65DC9" w:rsidP="00B65DC9">
      <w:r>
        <w:t>754.5521</w:t>
      </w:r>
      <w:r>
        <w:tab/>
        <w:t>1.266e-2</w:t>
      </w:r>
    </w:p>
    <w:p w:rsidR="00B65DC9" w:rsidRDefault="00B65DC9" w:rsidP="00B65DC9">
      <w:r>
        <w:t>754.5639</w:t>
      </w:r>
      <w:r>
        <w:tab/>
        <w:t>1.013e0</w:t>
      </w:r>
    </w:p>
    <w:p w:rsidR="00B65DC9" w:rsidRDefault="00B65DC9" w:rsidP="00B65DC9">
      <w:r>
        <w:t>754.6094</w:t>
      </w:r>
      <w:r>
        <w:tab/>
        <w:t>1.013e0</w:t>
      </w:r>
    </w:p>
    <w:p w:rsidR="00B65DC9" w:rsidRDefault="00B65DC9" w:rsidP="00B65DC9">
      <w:r>
        <w:t>754.6176</w:t>
      </w:r>
      <w:r>
        <w:tab/>
        <w:t>5.063e0</w:t>
      </w:r>
    </w:p>
    <w:p w:rsidR="00B65DC9" w:rsidRDefault="00B65DC9" w:rsidP="00B65DC9">
      <w:r>
        <w:t>754.6359</w:t>
      </w:r>
      <w:r>
        <w:tab/>
        <w:t>2.025e0</w:t>
      </w:r>
    </w:p>
    <w:p w:rsidR="00B65DC9" w:rsidRDefault="00B65DC9" w:rsidP="00B65DC9">
      <w:r>
        <w:t>754.6660</w:t>
      </w:r>
      <w:r>
        <w:tab/>
        <w:t>1.266e-2</w:t>
      </w:r>
    </w:p>
    <w:p w:rsidR="00B65DC9" w:rsidRDefault="00B65DC9" w:rsidP="00B65DC9">
      <w:r>
        <w:t>754.6946</w:t>
      </w:r>
      <w:r>
        <w:tab/>
        <w:t>1.013e0</w:t>
      </w:r>
    </w:p>
    <w:p w:rsidR="00B65DC9" w:rsidRDefault="00B65DC9" w:rsidP="00B65DC9">
      <w:r>
        <w:t>754.7639</w:t>
      </w:r>
      <w:r>
        <w:tab/>
        <w:t>1.266e-2</w:t>
      </w:r>
    </w:p>
    <w:p w:rsidR="00B65DC9" w:rsidRDefault="00B65DC9" w:rsidP="00B65DC9">
      <w:r>
        <w:lastRenderedPageBreak/>
        <w:t>754.8063</w:t>
      </w:r>
      <w:r>
        <w:tab/>
        <w:t>1.013e0</w:t>
      </w:r>
    </w:p>
    <w:p w:rsidR="00B65DC9" w:rsidRDefault="00B65DC9" w:rsidP="00B65DC9">
      <w:r>
        <w:t>754.8312</w:t>
      </w:r>
      <w:r>
        <w:tab/>
        <w:t>2.025e0</w:t>
      </w:r>
    </w:p>
    <w:p w:rsidR="00B65DC9" w:rsidRDefault="00B65DC9" w:rsidP="00B65DC9">
      <w:r>
        <w:t>754.8329</w:t>
      </w:r>
      <w:r>
        <w:tab/>
        <w:t>1.013e0</w:t>
      </w:r>
    </w:p>
    <w:p w:rsidR="00B65DC9" w:rsidRDefault="00B65DC9" w:rsidP="00B65DC9">
      <w:r>
        <w:t>754.9149</w:t>
      </w:r>
      <w:r>
        <w:tab/>
        <w:t>1.025e0</w:t>
      </w:r>
    </w:p>
    <w:p w:rsidR="00B65DC9" w:rsidRDefault="00B65DC9" w:rsidP="00B65DC9">
      <w:r>
        <w:t>754.9170</w:t>
      </w:r>
      <w:r>
        <w:tab/>
        <w:t>2.025e0</w:t>
      </w:r>
    </w:p>
    <w:p w:rsidR="00B65DC9" w:rsidRDefault="00B65DC9" w:rsidP="00B65DC9">
      <w:r>
        <w:t>754.9677</w:t>
      </w:r>
      <w:r>
        <w:tab/>
        <w:t>1.266e-2</w:t>
      </w:r>
    </w:p>
    <w:p w:rsidR="00B65DC9" w:rsidRDefault="00B65DC9" w:rsidP="00B65DC9">
      <w:r>
        <w:t>755.0371</w:t>
      </w:r>
      <w:r>
        <w:tab/>
        <w:t>1.266e-2</w:t>
      </w:r>
    </w:p>
    <w:p w:rsidR="00B65DC9" w:rsidRDefault="00B65DC9" w:rsidP="00B65DC9">
      <w:r>
        <w:t>755.1138</w:t>
      </w:r>
      <w:r>
        <w:tab/>
        <w:t>2.038e0</w:t>
      </w:r>
    </w:p>
    <w:p w:rsidR="00B65DC9" w:rsidRDefault="00B65DC9" w:rsidP="00B65DC9">
      <w:r>
        <w:t>755.1213</w:t>
      </w:r>
      <w:r>
        <w:tab/>
        <w:t>2.025e0</w:t>
      </w:r>
    </w:p>
    <w:p w:rsidR="00B65DC9" w:rsidRDefault="00B65DC9" w:rsidP="00B65DC9">
      <w:r>
        <w:t>755.2747</w:t>
      </w:r>
      <w:r>
        <w:tab/>
        <w:t>3.964e0</w:t>
      </w:r>
    </w:p>
    <w:p w:rsidR="00B65DC9" w:rsidRDefault="00B65DC9" w:rsidP="00B65DC9">
      <w:r>
        <w:t>755.2769</w:t>
      </w:r>
      <w:r>
        <w:tab/>
        <w:t>2.038e0</w:t>
      </w:r>
    </w:p>
    <w:p w:rsidR="00B65DC9" w:rsidRDefault="00B65DC9" w:rsidP="00B65DC9">
      <w:r>
        <w:t>755.2803</w:t>
      </w:r>
      <w:r>
        <w:tab/>
        <w:t>8.101e0</w:t>
      </w:r>
    </w:p>
    <w:p w:rsidR="00B65DC9" w:rsidRDefault="00B65DC9" w:rsidP="00B65DC9">
      <w:r>
        <w:t>755.2889</w:t>
      </w:r>
      <w:r>
        <w:tab/>
        <w:t>2.539e1</w:t>
      </w:r>
    </w:p>
    <w:p w:rsidR="00B65DC9" w:rsidRDefault="00B65DC9" w:rsidP="00B65DC9">
      <w:r>
        <w:t>755.3866</w:t>
      </w:r>
      <w:r>
        <w:tab/>
        <w:t>2.532e-2</w:t>
      </w:r>
    </w:p>
    <w:p w:rsidR="00B65DC9" w:rsidRDefault="00B65DC9" w:rsidP="00B65DC9">
      <w:r>
        <w:t>755.4073</w:t>
      </w:r>
      <w:r>
        <w:tab/>
        <w:t>1.980e0</w:t>
      </w:r>
    </w:p>
    <w:p w:rsidR="00B65DC9" w:rsidRDefault="00B65DC9" w:rsidP="00B65DC9">
      <w:r>
        <w:t>755.4377</w:t>
      </w:r>
      <w:r>
        <w:tab/>
        <w:t>2.025e0</w:t>
      </w:r>
    </w:p>
    <w:p w:rsidR="00B65DC9" w:rsidRDefault="00B65DC9" w:rsidP="00B65DC9">
      <w:r>
        <w:t>755.4965</w:t>
      </w:r>
      <w:r>
        <w:tab/>
        <w:t>3.038e0</w:t>
      </w:r>
    </w:p>
    <w:p w:rsidR="00B65DC9" w:rsidRDefault="00B65DC9" w:rsidP="00B65DC9">
      <w:r>
        <w:t>755.5475</w:t>
      </w:r>
      <w:r>
        <w:tab/>
        <w:t>2.025e0</w:t>
      </w:r>
    </w:p>
    <w:p w:rsidR="00B65DC9" w:rsidRDefault="00B65DC9" w:rsidP="00B65DC9">
      <w:r>
        <w:t>755.5984</w:t>
      </w:r>
      <w:r>
        <w:tab/>
        <w:t>1.013e0</w:t>
      </w:r>
    </w:p>
    <w:p w:rsidR="00B65DC9" w:rsidRDefault="00B65DC9" w:rsidP="00B65DC9">
      <w:r>
        <w:lastRenderedPageBreak/>
        <w:t>755.6500</w:t>
      </w:r>
      <w:r>
        <w:tab/>
        <w:t>1.025e0</w:t>
      </w:r>
    </w:p>
    <w:p w:rsidR="00B65DC9" w:rsidRDefault="00B65DC9" w:rsidP="00B65DC9">
      <w:r>
        <w:t>755.6733</w:t>
      </w:r>
      <w:r>
        <w:tab/>
        <w:t>2.025e0</w:t>
      </w:r>
    </w:p>
    <w:p w:rsidR="00B65DC9" w:rsidRDefault="00B65DC9" w:rsidP="00B65DC9">
      <w:r>
        <w:t>755.6844</w:t>
      </w:r>
      <w:r>
        <w:tab/>
        <w:t>1.013e0</w:t>
      </w:r>
    </w:p>
    <w:p w:rsidR="00B65DC9" w:rsidRDefault="00B65DC9" w:rsidP="00B65DC9">
      <w:r>
        <w:t>755.6876</w:t>
      </w:r>
      <w:r>
        <w:tab/>
        <w:t>1.013e0</w:t>
      </w:r>
    </w:p>
    <w:p w:rsidR="00B65DC9" w:rsidRDefault="00B65DC9" w:rsidP="00B65DC9">
      <w:r>
        <w:t>755.7904</w:t>
      </w:r>
      <w:r>
        <w:tab/>
        <w:t>3.038e0</w:t>
      </w:r>
    </w:p>
    <w:p w:rsidR="00B65DC9" w:rsidRDefault="00B65DC9" w:rsidP="00B65DC9">
      <w:r>
        <w:t>755.8163</w:t>
      </w:r>
      <w:r>
        <w:tab/>
        <w:t>1.013e0</w:t>
      </w:r>
    </w:p>
    <w:p w:rsidR="00B65DC9" w:rsidRDefault="00B65DC9" w:rsidP="00B65DC9">
      <w:r>
        <w:t>755.9557</w:t>
      </w:r>
      <w:r>
        <w:tab/>
        <w:t>4.051e0</w:t>
      </w:r>
    </w:p>
    <w:p w:rsidR="00B65DC9" w:rsidRDefault="00B65DC9" w:rsidP="00B65DC9">
      <w:r>
        <w:t>755.9633</w:t>
      </w:r>
      <w:r>
        <w:tab/>
        <w:t>4.051e0</w:t>
      </w:r>
    </w:p>
    <w:p w:rsidR="00B65DC9" w:rsidRDefault="00B65DC9" w:rsidP="00B65DC9">
      <w:r>
        <w:t>755.9816</w:t>
      </w:r>
      <w:r>
        <w:tab/>
        <w:t>2.532e-2</w:t>
      </w:r>
    </w:p>
    <w:p w:rsidR="00B65DC9" w:rsidRDefault="00B65DC9" w:rsidP="00B65DC9">
      <w:r>
        <w:t>755.9907</w:t>
      </w:r>
      <w:r>
        <w:tab/>
        <w:t>3.038e0</w:t>
      </w:r>
    </w:p>
    <w:p w:rsidR="00B65DC9" w:rsidRDefault="00B65DC9" w:rsidP="00B65DC9">
      <w:r>
        <w:t>756.1279</w:t>
      </w:r>
      <w:r>
        <w:tab/>
        <w:t>1.013e0</w:t>
      </w:r>
    </w:p>
    <w:p w:rsidR="00B65DC9" w:rsidRDefault="00B65DC9" w:rsidP="00B65DC9">
      <w:r>
        <w:t>756.1791</w:t>
      </w:r>
      <w:r>
        <w:tab/>
        <w:t>1.266e-2</w:t>
      </w:r>
    </w:p>
    <w:p w:rsidR="00B65DC9" w:rsidRDefault="00B65DC9" w:rsidP="00B65DC9">
      <w:r>
        <w:t>756.2053</w:t>
      </w:r>
      <w:r>
        <w:tab/>
        <w:t>2.025e0</w:t>
      </w:r>
    </w:p>
    <w:p w:rsidR="00B65DC9" w:rsidRDefault="00B65DC9" w:rsidP="00B65DC9">
      <w:r>
        <w:t>756.2626</w:t>
      </w:r>
      <w:r>
        <w:tab/>
        <w:t>3.336e0</w:t>
      </w:r>
    </w:p>
    <w:p w:rsidR="00B65DC9" w:rsidRDefault="00B65DC9" w:rsidP="00B65DC9">
      <w:r>
        <w:t>756.2778</w:t>
      </w:r>
      <w:r>
        <w:tab/>
        <w:t>3.038e0</w:t>
      </w:r>
    </w:p>
    <w:p w:rsidR="00B65DC9" w:rsidRDefault="00B65DC9" w:rsidP="00B65DC9">
      <w:r>
        <w:t>756.2827</w:t>
      </w:r>
      <w:r>
        <w:tab/>
        <w:t>3.964e0</w:t>
      </w:r>
    </w:p>
    <w:p w:rsidR="00B65DC9" w:rsidRDefault="00B65DC9" w:rsidP="00B65DC9">
      <w:r>
        <w:t>756.2862</w:t>
      </w:r>
      <w:r>
        <w:tab/>
        <w:t>2.025e0</w:t>
      </w:r>
    </w:p>
    <w:p w:rsidR="00B65DC9" w:rsidRDefault="00B65DC9" w:rsidP="00B65DC9">
      <w:r>
        <w:t>756.2995</w:t>
      </w:r>
      <w:r>
        <w:tab/>
        <w:t>1.025e0</w:t>
      </w:r>
    </w:p>
    <w:p w:rsidR="00B65DC9" w:rsidRDefault="00B65DC9" w:rsidP="00B65DC9">
      <w:r>
        <w:t>756.4067</w:t>
      </w:r>
      <w:r>
        <w:tab/>
        <w:t>6.006e0</w:t>
      </w:r>
    </w:p>
    <w:p w:rsidR="00B65DC9" w:rsidRDefault="00B65DC9" w:rsidP="00B65DC9">
      <w:r>
        <w:lastRenderedPageBreak/>
        <w:t>756.4105</w:t>
      </w:r>
      <w:r>
        <w:tab/>
        <w:t>7.114e0</w:t>
      </w:r>
    </w:p>
    <w:p w:rsidR="00B65DC9" w:rsidRDefault="00B65DC9" w:rsidP="00B65DC9">
      <w:r>
        <w:t>756.4181</w:t>
      </w:r>
      <w:r>
        <w:tab/>
        <w:t>1.013e1</w:t>
      </w:r>
    </w:p>
    <w:p w:rsidR="00B65DC9" w:rsidRDefault="00B65DC9" w:rsidP="00B65DC9">
      <w:r>
        <w:t>756.4247</w:t>
      </w:r>
      <w:r>
        <w:tab/>
        <w:t>3.038e0</w:t>
      </w:r>
    </w:p>
    <w:p w:rsidR="00B65DC9" w:rsidRDefault="00B65DC9" w:rsidP="00B65DC9">
      <w:r>
        <w:t>756.4315</w:t>
      </w:r>
      <w:r>
        <w:tab/>
        <w:t>2.076e0</w:t>
      </w:r>
    </w:p>
    <w:p w:rsidR="00B65DC9" w:rsidRDefault="00B65DC9" w:rsidP="00B65DC9">
      <w:r>
        <w:t>756.5197</w:t>
      </w:r>
      <w:r>
        <w:tab/>
        <w:t>1.025e0</w:t>
      </w:r>
    </w:p>
    <w:p w:rsidR="00B65DC9" w:rsidRDefault="00B65DC9" w:rsidP="00B65DC9">
      <w:r>
        <w:t>756.6143</w:t>
      </w:r>
      <w:r>
        <w:tab/>
        <w:t>4.051e0</w:t>
      </w:r>
    </w:p>
    <w:p w:rsidR="00B65DC9" w:rsidRDefault="00B65DC9" w:rsidP="00B65DC9">
      <w:r>
        <w:t>756.7081</w:t>
      </w:r>
      <w:r>
        <w:tab/>
        <w:t>1.013e0</w:t>
      </w:r>
    </w:p>
    <w:p w:rsidR="00B65DC9" w:rsidRDefault="00B65DC9" w:rsidP="00B65DC9">
      <w:r>
        <w:t>756.7104</w:t>
      </w:r>
      <w:r>
        <w:tab/>
        <w:t>1.013e0</w:t>
      </w:r>
    </w:p>
    <w:p w:rsidR="00B65DC9" w:rsidRDefault="00B65DC9" w:rsidP="00B65DC9">
      <w:r>
        <w:t>756.8105</w:t>
      </w:r>
      <w:r>
        <w:tab/>
        <w:t>1.266e-2</w:t>
      </w:r>
    </w:p>
    <w:p w:rsidR="00B65DC9" w:rsidRDefault="00B65DC9" w:rsidP="00B65DC9">
      <w:r>
        <w:t>756.8128</w:t>
      </w:r>
      <w:r>
        <w:tab/>
        <w:t>1.013e0</w:t>
      </w:r>
    </w:p>
    <w:p w:rsidR="00B65DC9" w:rsidRDefault="00B65DC9" w:rsidP="00B65DC9">
      <w:r>
        <w:t>756.8266</w:t>
      </w:r>
      <w:r>
        <w:tab/>
        <w:t>1.013e0</w:t>
      </w:r>
    </w:p>
    <w:p w:rsidR="00B65DC9" w:rsidRDefault="00B65DC9" w:rsidP="00B65DC9">
      <w:r>
        <w:t>756.8405</w:t>
      </w:r>
      <w:r>
        <w:tab/>
        <w:t>1.025e0</w:t>
      </w:r>
    </w:p>
    <w:p w:rsidR="00B65DC9" w:rsidRDefault="00B65DC9" w:rsidP="00B65DC9">
      <w:r>
        <w:t>756.8853</w:t>
      </w:r>
      <w:r>
        <w:tab/>
        <w:t>2.025e0</w:t>
      </w:r>
    </w:p>
    <w:p w:rsidR="00B65DC9" w:rsidRDefault="00B65DC9" w:rsidP="00B65DC9">
      <w:r>
        <w:t>756.9372</w:t>
      </w:r>
      <w:r>
        <w:tab/>
        <w:t>2.025e0</w:t>
      </w:r>
    </w:p>
    <w:p w:rsidR="00B65DC9" w:rsidRDefault="00B65DC9" w:rsidP="00B65DC9">
      <w:r>
        <w:t>756.9592</w:t>
      </w:r>
      <w:r>
        <w:tab/>
        <w:t>5.063e0</w:t>
      </w:r>
    </w:p>
    <w:p w:rsidR="00B65DC9" w:rsidRDefault="00B65DC9" w:rsidP="00B65DC9">
      <w:r>
        <w:t>756.9803</w:t>
      </w:r>
      <w:r>
        <w:tab/>
        <w:t>2.025e0</w:t>
      </w:r>
    </w:p>
    <w:p w:rsidR="00B65DC9" w:rsidRDefault="00B65DC9" w:rsidP="00B65DC9">
      <w:r>
        <w:t>757.0233</w:t>
      </w:r>
      <w:r>
        <w:tab/>
        <w:t>2.025e0</w:t>
      </w:r>
    </w:p>
    <w:p w:rsidR="00B65DC9" w:rsidRDefault="00B65DC9" w:rsidP="00B65DC9">
      <w:r>
        <w:t>757.0386</w:t>
      </w:r>
      <w:r>
        <w:tab/>
        <w:t>2.025e0</w:t>
      </w:r>
    </w:p>
    <w:p w:rsidR="00B65DC9" w:rsidRDefault="00B65DC9" w:rsidP="00B65DC9">
      <w:r>
        <w:t>757.0458</w:t>
      </w:r>
      <w:r>
        <w:tab/>
        <w:t>3.038e0</w:t>
      </w:r>
    </w:p>
    <w:p w:rsidR="00B65DC9" w:rsidRDefault="00B65DC9" w:rsidP="00B65DC9">
      <w:r>
        <w:lastRenderedPageBreak/>
        <w:t>757.1456</w:t>
      </w:r>
      <w:r>
        <w:tab/>
        <w:t>1.013e0</w:t>
      </w:r>
    </w:p>
    <w:p w:rsidR="00B65DC9" w:rsidRDefault="00B65DC9" w:rsidP="00B65DC9">
      <w:r>
        <w:t>757.1509</w:t>
      </w:r>
      <w:r>
        <w:tab/>
        <w:t>5.063e0</w:t>
      </w:r>
    </w:p>
    <w:p w:rsidR="00B65DC9" w:rsidRDefault="00B65DC9" w:rsidP="00B65DC9">
      <w:r>
        <w:t>757.2737</w:t>
      </w:r>
      <w:r>
        <w:tab/>
        <w:t>6.516e1</w:t>
      </w:r>
    </w:p>
    <w:p w:rsidR="00B65DC9" w:rsidRDefault="00B65DC9" w:rsidP="00B65DC9">
      <w:r>
        <w:t>757.2773</w:t>
      </w:r>
      <w:r>
        <w:tab/>
        <w:t>5.772e1</w:t>
      </w:r>
    </w:p>
    <w:p w:rsidR="00B65DC9" w:rsidRDefault="00B65DC9" w:rsidP="00B65DC9">
      <w:r>
        <w:t>757.2791</w:t>
      </w:r>
      <w:r>
        <w:tab/>
        <w:t>2.539e1</w:t>
      </w:r>
    </w:p>
    <w:p w:rsidR="00B65DC9" w:rsidRDefault="00B65DC9" w:rsidP="00B65DC9">
      <w:r>
        <w:t>757.2832</w:t>
      </w:r>
      <w:r>
        <w:tab/>
        <w:t>3.038e1</w:t>
      </w:r>
    </w:p>
    <w:p w:rsidR="00B65DC9" w:rsidRDefault="00B65DC9" w:rsidP="00B65DC9">
      <w:r>
        <w:t>757.2849</w:t>
      </w:r>
      <w:r>
        <w:tab/>
        <w:t>1.923e2</w:t>
      </w:r>
    </w:p>
    <w:p w:rsidR="00B65DC9" w:rsidRDefault="00B65DC9" w:rsidP="00B65DC9">
      <w:r>
        <w:t>757.4125</w:t>
      </w:r>
      <w:r>
        <w:tab/>
        <w:t>5.063e0</w:t>
      </w:r>
    </w:p>
    <w:p w:rsidR="00B65DC9" w:rsidRDefault="00B65DC9" w:rsidP="00B65DC9">
      <w:r>
        <w:t>757.4333</w:t>
      </w:r>
      <w:r>
        <w:tab/>
        <w:t>2.063e0</w:t>
      </w:r>
    </w:p>
    <w:p w:rsidR="00B65DC9" w:rsidRDefault="00B65DC9" w:rsidP="00B65DC9">
      <w:r>
        <w:t>757.4456</w:t>
      </w:r>
      <w:r>
        <w:tab/>
        <w:t>7.089e0</w:t>
      </w:r>
    </w:p>
    <w:p w:rsidR="00B65DC9" w:rsidRDefault="00B65DC9" w:rsidP="00B65DC9">
      <w:r>
        <w:t>757.4918</w:t>
      </w:r>
      <w:r>
        <w:tab/>
        <w:t>2.025e0</w:t>
      </w:r>
    </w:p>
    <w:p w:rsidR="00B65DC9" w:rsidRDefault="00B65DC9" w:rsidP="00B65DC9">
      <w:r>
        <w:t>757.5106</w:t>
      </w:r>
      <w:r>
        <w:tab/>
        <w:t>1.013e0</w:t>
      </w:r>
    </w:p>
    <w:p w:rsidR="00B65DC9" w:rsidRDefault="00B65DC9" w:rsidP="00B65DC9">
      <w:r>
        <w:t>757.5682</w:t>
      </w:r>
      <w:r>
        <w:tab/>
        <w:t>1.013e0</w:t>
      </w:r>
    </w:p>
    <w:p w:rsidR="00B65DC9" w:rsidRDefault="00B65DC9" w:rsidP="00B65DC9">
      <w:r>
        <w:t>757.6052</w:t>
      </w:r>
      <w:r>
        <w:tab/>
        <w:t>3.038e0</w:t>
      </w:r>
    </w:p>
    <w:p w:rsidR="00B65DC9" w:rsidRDefault="00B65DC9" w:rsidP="00B65DC9">
      <w:r>
        <w:t>757.6194</w:t>
      </w:r>
      <w:r>
        <w:tab/>
        <w:t>1.266e-2</w:t>
      </w:r>
    </w:p>
    <w:p w:rsidR="00B65DC9" w:rsidRDefault="00B65DC9" w:rsidP="00B65DC9">
      <w:r>
        <w:t>757.6455</w:t>
      </w:r>
      <w:r>
        <w:tab/>
        <w:t>1.266e-2</w:t>
      </w:r>
    </w:p>
    <w:p w:rsidR="00B65DC9" w:rsidRDefault="00B65DC9" w:rsidP="00B65DC9">
      <w:r>
        <w:t>757.6834</w:t>
      </w:r>
      <w:r>
        <w:tab/>
        <w:t>1.013e0</w:t>
      </w:r>
    </w:p>
    <w:p w:rsidR="00B65DC9" w:rsidRDefault="00B65DC9" w:rsidP="00B65DC9">
      <w:r>
        <w:t>757.7287</w:t>
      </w:r>
      <w:r>
        <w:tab/>
        <w:t>3.038e0</w:t>
      </w:r>
    </w:p>
    <w:p w:rsidR="00B65DC9" w:rsidRDefault="00B65DC9" w:rsidP="00B65DC9">
      <w:r>
        <w:t>757.7478</w:t>
      </w:r>
      <w:r>
        <w:tab/>
        <w:t>1.266e-2</w:t>
      </w:r>
    </w:p>
    <w:p w:rsidR="00B65DC9" w:rsidRDefault="00B65DC9" w:rsidP="00B65DC9">
      <w:r>
        <w:lastRenderedPageBreak/>
        <w:t>757.7827</w:t>
      </w:r>
      <w:r>
        <w:tab/>
        <w:t>1.013e0</w:t>
      </w:r>
    </w:p>
    <w:p w:rsidR="00B65DC9" w:rsidRDefault="00B65DC9" w:rsidP="00B65DC9">
      <w:r>
        <w:t>757.7990</w:t>
      </w:r>
      <w:r>
        <w:tab/>
        <w:t>1.013e0</w:t>
      </w:r>
    </w:p>
    <w:p w:rsidR="00B65DC9" w:rsidRDefault="00B65DC9" w:rsidP="00B65DC9">
      <w:r>
        <w:t>757.8115</w:t>
      </w:r>
      <w:r>
        <w:tab/>
        <w:t>1.013e0</w:t>
      </w:r>
    </w:p>
    <w:p w:rsidR="00B65DC9" w:rsidRDefault="00B65DC9" w:rsidP="00B65DC9">
      <w:r>
        <w:t>757.8338</w:t>
      </w:r>
      <w:r>
        <w:tab/>
        <w:t>1.013e0</w:t>
      </w:r>
    </w:p>
    <w:p w:rsidR="00B65DC9" w:rsidRDefault="00B65DC9" w:rsidP="00B65DC9">
      <w:r>
        <w:t>757.8687</w:t>
      </w:r>
      <w:r>
        <w:tab/>
        <w:t>2.025e0</w:t>
      </w:r>
    </w:p>
    <w:p w:rsidR="00B65DC9" w:rsidRDefault="00B65DC9" w:rsidP="00B65DC9">
      <w:r>
        <w:t>757.9702</w:t>
      </w:r>
      <w:r>
        <w:tab/>
        <w:t>1.013e0</w:t>
      </w:r>
    </w:p>
    <w:p w:rsidR="00B65DC9" w:rsidRDefault="00B65DC9" w:rsidP="00B65DC9">
      <w:r>
        <w:t>757.9843</w:t>
      </w:r>
      <w:r>
        <w:tab/>
        <w:t>2.025e0</w:t>
      </w:r>
    </w:p>
    <w:p w:rsidR="00B65DC9" w:rsidRDefault="00B65DC9" w:rsidP="00B65DC9">
      <w:r>
        <w:t>758.0550</w:t>
      </w:r>
      <w:r>
        <w:tab/>
        <w:t>1.266e-2</w:t>
      </w:r>
    </w:p>
    <w:p w:rsidR="00B65DC9" w:rsidRDefault="00B65DC9" w:rsidP="00B65DC9">
      <w:r>
        <w:t>758.0992</w:t>
      </w:r>
      <w:r>
        <w:tab/>
        <w:t>2.025e0</w:t>
      </w:r>
    </w:p>
    <w:p w:rsidR="00B65DC9" w:rsidRDefault="00B65DC9" w:rsidP="00B65DC9">
      <w:r>
        <w:t>758.1063</w:t>
      </w:r>
      <w:r>
        <w:tab/>
        <w:t>1.013e0</w:t>
      </w:r>
    </w:p>
    <w:p w:rsidR="00B65DC9" w:rsidRDefault="00B65DC9" w:rsidP="00B65DC9">
      <w:r>
        <w:t>758.1073</w:t>
      </w:r>
      <w:r>
        <w:tab/>
        <w:t>3.038e0</w:t>
      </w:r>
    </w:p>
    <w:p w:rsidR="00B65DC9" w:rsidRDefault="00B65DC9" w:rsidP="00B65DC9">
      <w:r>
        <w:t>758.2782</w:t>
      </w:r>
      <w:r>
        <w:tab/>
        <w:t>4.242e1</w:t>
      </w:r>
    </w:p>
    <w:p w:rsidR="00B65DC9" w:rsidRDefault="00B65DC9" w:rsidP="00B65DC9">
      <w:r>
        <w:t>758.2861</w:t>
      </w:r>
      <w:r>
        <w:tab/>
        <w:t>2.607e1</w:t>
      </w:r>
    </w:p>
    <w:p w:rsidR="00B65DC9" w:rsidRDefault="00B65DC9" w:rsidP="00B65DC9">
      <w:r>
        <w:t>758.2873</w:t>
      </w:r>
      <w:r>
        <w:tab/>
        <w:t>2.228e1</w:t>
      </w:r>
    </w:p>
    <w:p w:rsidR="00B65DC9" w:rsidRDefault="00B65DC9" w:rsidP="00B65DC9">
      <w:r>
        <w:t>758.2919</w:t>
      </w:r>
      <w:r>
        <w:tab/>
        <w:t>1.129e2</w:t>
      </w:r>
    </w:p>
    <w:p w:rsidR="00B65DC9" w:rsidRDefault="00B65DC9" w:rsidP="00B65DC9">
      <w:r>
        <w:t>758.4021</w:t>
      </w:r>
      <w:r>
        <w:tab/>
        <w:t>3.038e0</w:t>
      </w:r>
    </w:p>
    <w:p w:rsidR="00B65DC9" w:rsidRDefault="00B65DC9" w:rsidP="00B65DC9">
      <w:r>
        <w:t>758.4339</w:t>
      </w:r>
      <w:r>
        <w:tab/>
        <w:t>3.038e0</w:t>
      </w:r>
    </w:p>
    <w:p w:rsidR="00B65DC9" w:rsidRDefault="00B65DC9" w:rsidP="00B65DC9">
      <w:r>
        <w:t>758.4428</w:t>
      </w:r>
      <w:r>
        <w:tab/>
        <w:t>2.025e0</w:t>
      </w:r>
    </w:p>
    <w:p w:rsidR="00B65DC9" w:rsidRDefault="00B65DC9" w:rsidP="00B65DC9">
      <w:r>
        <w:t>758.4780</w:t>
      </w:r>
      <w:r>
        <w:tab/>
        <w:t>1.266e-2</w:t>
      </w:r>
    </w:p>
    <w:p w:rsidR="00B65DC9" w:rsidRDefault="00B65DC9" w:rsidP="00B65DC9">
      <w:r>
        <w:lastRenderedPageBreak/>
        <w:t>758.4946</w:t>
      </w:r>
      <w:r>
        <w:tab/>
        <w:t>3.038e0</w:t>
      </w:r>
    </w:p>
    <w:p w:rsidR="00B65DC9" w:rsidRDefault="00B65DC9" w:rsidP="00B65DC9">
      <w:r>
        <w:t>758.5294</w:t>
      </w:r>
      <w:r>
        <w:tab/>
        <w:t>1.013e0</w:t>
      </w:r>
    </w:p>
    <w:p w:rsidR="00B65DC9" w:rsidRDefault="00B65DC9" w:rsidP="00B65DC9">
      <w:r>
        <w:t>758.5449</w:t>
      </w:r>
      <w:r>
        <w:tab/>
        <w:t>2.025e0</w:t>
      </w:r>
    </w:p>
    <w:p w:rsidR="00B65DC9" w:rsidRDefault="00B65DC9" w:rsidP="00B65DC9">
      <w:r>
        <w:t>758.6080</w:t>
      </w:r>
      <w:r>
        <w:tab/>
        <w:t>1.038e0</w:t>
      </w:r>
    </w:p>
    <w:p w:rsidR="00B65DC9" w:rsidRDefault="00B65DC9" w:rsidP="00B65DC9">
      <w:r>
        <w:t>758.6321</w:t>
      </w:r>
      <w:r>
        <w:tab/>
        <w:t>4.063e0</w:t>
      </w:r>
    </w:p>
    <w:p w:rsidR="00B65DC9" w:rsidRDefault="00B65DC9" w:rsidP="00B65DC9">
      <w:r>
        <w:t>758.6352</w:t>
      </w:r>
      <w:r>
        <w:tab/>
        <w:t>1.013e0</w:t>
      </w:r>
    </w:p>
    <w:p w:rsidR="00B65DC9" w:rsidRDefault="00B65DC9" w:rsidP="00B65DC9">
      <w:r>
        <w:t>758.7136</w:t>
      </w:r>
      <w:r>
        <w:tab/>
        <w:t>2.025e0</w:t>
      </w:r>
    </w:p>
    <w:p w:rsidR="00B65DC9" w:rsidRDefault="00B65DC9" w:rsidP="00B65DC9">
      <w:r>
        <w:t>758.7723</w:t>
      </w:r>
      <w:r>
        <w:tab/>
        <w:t>1.013e0</w:t>
      </w:r>
    </w:p>
    <w:p w:rsidR="00B65DC9" w:rsidRDefault="00B65DC9" w:rsidP="00B65DC9">
      <w:r>
        <w:t>758.7886</w:t>
      </w:r>
      <w:r>
        <w:tab/>
        <w:t>1.013e0</w:t>
      </w:r>
    </w:p>
    <w:p w:rsidR="00B65DC9" w:rsidRDefault="00B65DC9" w:rsidP="00B65DC9">
      <w:r>
        <w:t>758.8115</w:t>
      </w:r>
      <w:r>
        <w:tab/>
        <w:t>1.013e0</w:t>
      </w:r>
    </w:p>
    <w:p w:rsidR="00B65DC9" w:rsidRDefault="00B65DC9" w:rsidP="00B65DC9">
      <w:r>
        <w:t>758.8253</w:t>
      </w:r>
      <w:r>
        <w:tab/>
        <w:t>1.025e0</w:t>
      </w:r>
    </w:p>
    <w:p w:rsidR="00B65DC9" w:rsidRDefault="00B65DC9" w:rsidP="00B65DC9">
      <w:r>
        <w:t>758.9257</w:t>
      </w:r>
      <w:r>
        <w:tab/>
        <w:t>2.025e0</w:t>
      </w:r>
    </w:p>
    <w:p w:rsidR="00B65DC9" w:rsidRDefault="00B65DC9" w:rsidP="00B65DC9">
      <w:r>
        <w:t>759.0279</w:t>
      </w:r>
      <w:r>
        <w:tab/>
        <w:t>1.013e0</w:t>
      </w:r>
    </w:p>
    <w:p w:rsidR="00B65DC9" w:rsidRDefault="00B65DC9" w:rsidP="00B65DC9">
      <w:r>
        <w:t>759.0381</w:t>
      </w:r>
      <w:r>
        <w:tab/>
        <w:t>4.051e0</w:t>
      </w:r>
    </w:p>
    <w:p w:rsidR="00B65DC9" w:rsidRDefault="00B65DC9" w:rsidP="00B65DC9">
      <w:r>
        <w:t>759.0443</w:t>
      </w:r>
      <w:r>
        <w:tab/>
        <w:t>1.025e0</w:t>
      </w:r>
    </w:p>
    <w:p w:rsidR="00B65DC9" w:rsidRDefault="00B65DC9" w:rsidP="00B65DC9">
      <w:r>
        <w:t>759.0809</w:t>
      </w:r>
      <w:r>
        <w:tab/>
        <w:t>1.013e0</w:t>
      </w:r>
    </w:p>
    <w:p w:rsidR="00B65DC9" w:rsidRDefault="00B65DC9" w:rsidP="00B65DC9">
      <w:r>
        <w:t>759.0954</w:t>
      </w:r>
      <w:r>
        <w:tab/>
        <w:t>2.025e0</w:t>
      </w:r>
    </w:p>
    <w:p w:rsidR="00B65DC9" w:rsidRDefault="00B65DC9" w:rsidP="00B65DC9">
      <w:r>
        <w:t>759.1516</w:t>
      </w:r>
      <w:r>
        <w:tab/>
        <w:t>2.025e0</w:t>
      </w:r>
    </w:p>
    <w:p w:rsidR="00B65DC9" w:rsidRDefault="00B65DC9" w:rsidP="00B65DC9">
      <w:r>
        <w:t>759.1580</w:t>
      </w:r>
      <w:r>
        <w:tab/>
        <w:t>1.013e0</w:t>
      </w:r>
    </w:p>
    <w:p w:rsidR="00B65DC9" w:rsidRDefault="00B65DC9" w:rsidP="00B65DC9">
      <w:r>
        <w:lastRenderedPageBreak/>
        <w:t>759.1912</w:t>
      </w:r>
      <w:r>
        <w:tab/>
        <w:t>1.553e0</w:t>
      </w:r>
    </w:p>
    <w:p w:rsidR="00B65DC9" w:rsidRDefault="00B65DC9" w:rsidP="00B65DC9">
      <w:r>
        <w:t>759.2811</w:t>
      </w:r>
      <w:r>
        <w:tab/>
        <w:t>6.076e0</w:t>
      </w:r>
    </w:p>
    <w:p w:rsidR="00B65DC9" w:rsidRDefault="00B65DC9" w:rsidP="00B65DC9">
      <w:r>
        <w:t>759.2845</w:t>
      </w:r>
      <w:r>
        <w:tab/>
        <w:t>1.685e1</w:t>
      </w:r>
    </w:p>
    <w:p w:rsidR="00B65DC9" w:rsidRDefault="00B65DC9" w:rsidP="00B65DC9">
      <w:r>
        <w:t>759.2924</w:t>
      </w:r>
      <w:r>
        <w:tab/>
        <w:t>2.228e1</w:t>
      </w:r>
    </w:p>
    <w:p w:rsidR="00B65DC9" w:rsidRDefault="00B65DC9" w:rsidP="00B65DC9">
      <w:r>
        <w:t>759.2949</w:t>
      </w:r>
      <w:r>
        <w:tab/>
        <w:t>3.038e0</w:t>
      </w:r>
    </w:p>
    <w:p w:rsidR="00B65DC9" w:rsidRDefault="00B65DC9" w:rsidP="00B65DC9">
      <w:r>
        <w:t>759.2972</w:t>
      </w:r>
      <w:r>
        <w:tab/>
        <w:t>5.083e1</w:t>
      </w:r>
    </w:p>
    <w:p w:rsidR="00B65DC9" w:rsidRDefault="00B65DC9" w:rsidP="00B65DC9">
      <w:r>
        <w:t>759.3348</w:t>
      </w:r>
      <w:r>
        <w:tab/>
        <w:t>5.063e0</w:t>
      </w:r>
    </w:p>
    <w:p w:rsidR="00B65DC9" w:rsidRDefault="00B65DC9" w:rsidP="00B65DC9">
      <w:r>
        <w:t>759.3859</w:t>
      </w:r>
      <w:r>
        <w:tab/>
        <w:t>3.038e0</w:t>
      </w:r>
    </w:p>
    <w:p w:rsidR="00B65DC9" w:rsidRDefault="00B65DC9" w:rsidP="00B65DC9">
      <w:r>
        <w:t>759.4532</w:t>
      </w:r>
      <w:r>
        <w:tab/>
        <w:t>2.025e0</w:t>
      </w:r>
    </w:p>
    <w:p w:rsidR="00B65DC9" w:rsidRDefault="00B65DC9" w:rsidP="00B65DC9">
      <w:r>
        <w:t>759.5816</w:t>
      </w:r>
      <w:r>
        <w:tab/>
        <w:t>1.013e0</w:t>
      </w:r>
    </w:p>
    <w:p w:rsidR="00B65DC9" w:rsidRDefault="00B65DC9" w:rsidP="00B65DC9">
      <w:r>
        <w:t>759.6076</w:t>
      </w:r>
      <w:r>
        <w:tab/>
        <w:t>2.025e0</w:t>
      </w:r>
    </w:p>
    <w:p w:rsidR="00B65DC9" w:rsidRDefault="00B65DC9" w:rsidP="00B65DC9">
      <w:r>
        <w:t>759.6254</w:t>
      </w:r>
      <w:r>
        <w:tab/>
        <w:t>1.013e0</w:t>
      </w:r>
    </w:p>
    <w:p w:rsidR="00B65DC9" w:rsidRDefault="00B65DC9" w:rsidP="00B65DC9">
      <w:r>
        <w:t>759.6714</w:t>
      </w:r>
      <w:r>
        <w:tab/>
        <w:t>1.025e0</w:t>
      </w:r>
    </w:p>
    <w:p w:rsidR="00B65DC9" w:rsidRDefault="00B65DC9" w:rsidP="00B65DC9">
      <w:r>
        <w:t>759.6853</w:t>
      </w:r>
      <w:r>
        <w:tab/>
        <w:t>1.013e0</w:t>
      </w:r>
    </w:p>
    <w:p w:rsidR="00B65DC9" w:rsidRDefault="00B65DC9" w:rsidP="00B65DC9">
      <w:r>
        <w:t>759.8060</w:t>
      </w:r>
      <w:r>
        <w:tab/>
        <w:t>2.025e0</w:t>
      </w:r>
    </w:p>
    <w:p w:rsidR="00B65DC9" w:rsidRDefault="00B65DC9" w:rsidP="00B65DC9">
      <w:r>
        <w:t>759.8073</w:t>
      </w:r>
      <w:r>
        <w:tab/>
        <w:t>2.025e0</w:t>
      </w:r>
    </w:p>
    <w:p w:rsidR="00B65DC9" w:rsidRDefault="00B65DC9" w:rsidP="00B65DC9">
      <w:r>
        <w:t>759.8256</w:t>
      </w:r>
      <w:r>
        <w:tab/>
        <w:t>1.013e0</w:t>
      </w:r>
    </w:p>
    <w:p w:rsidR="00B65DC9" w:rsidRDefault="00B65DC9" w:rsidP="00B65DC9">
      <w:r>
        <w:t>759.8560</w:t>
      </w:r>
      <w:r>
        <w:tab/>
        <w:t>3.038e0</w:t>
      </w:r>
    </w:p>
    <w:p w:rsidR="00B65DC9" w:rsidRDefault="00B65DC9" w:rsidP="00B65DC9">
      <w:r>
        <w:t>759.8844</w:t>
      </w:r>
      <w:r>
        <w:tab/>
        <w:t>2.025e0</w:t>
      </w:r>
    </w:p>
    <w:p w:rsidR="00B65DC9" w:rsidRDefault="00B65DC9" w:rsidP="00B65DC9">
      <w:r>
        <w:lastRenderedPageBreak/>
        <w:t>759.9484</w:t>
      </w:r>
      <w:r>
        <w:tab/>
        <w:t>1.013e0</w:t>
      </w:r>
    </w:p>
    <w:p w:rsidR="00B65DC9" w:rsidRDefault="00B65DC9" w:rsidP="00B65DC9">
      <w:r>
        <w:t>760.0054</w:t>
      </w:r>
      <w:r>
        <w:tab/>
        <w:t>1.013e0</w:t>
      </w:r>
    </w:p>
    <w:p w:rsidR="00B65DC9" w:rsidRDefault="00B65DC9" w:rsidP="00B65DC9">
      <w:r>
        <w:t>760.0170</w:t>
      </w:r>
      <w:r>
        <w:tab/>
        <w:t>1.013e0</w:t>
      </w:r>
    </w:p>
    <w:p w:rsidR="00B65DC9" w:rsidRDefault="00B65DC9" w:rsidP="00B65DC9">
      <w:r>
        <w:t>760.0707</w:t>
      </w:r>
      <w:r>
        <w:tab/>
        <w:t>1.013e0</w:t>
      </w:r>
    </w:p>
    <w:p w:rsidR="00B65DC9" w:rsidRDefault="00B65DC9" w:rsidP="00B65DC9">
      <w:r>
        <w:t>760.1445</w:t>
      </w:r>
      <w:r>
        <w:tab/>
        <w:t>2.025e0</w:t>
      </w:r>
    </w:p>
    <w:p w:rsidR="00B65DC9" w:rsidRDefault="00B65DC9" w:rsidP="00B65DC9">
      <w:r>
        <w:t>760.1628</w:t>
      </w:r>
      <w:r>
        <w:tab/>
        <w:t>1.794e0</w:t>
      </w:r>
    </w:p>
    <w:p w:rsidR="00B65DC9" w:rsidRDefault="00B65DC9" w:rsidP="00B65DC9">
      <w:r>
        <w:t>760.2336</w:t>
      </w:r>
      <w:r>
        <w:tab/>
        <w:t>2.859e0</w:t>
      </w:r>
    </w:p>
    <w:p w:rsidR="00B65DC9" w:rsidRDefault="00B65DC9" w:rsidP="00B65DC9">
      <w:r>
        <w:t>760.2829</w:t>
      </w:r>
      <w:r>
        <w:tab/>
        <w:t>1.418e1</w:t>
      </w:r>
    </w:p>
    <w:p w:rsidR="00B65DC9" w:rsidRDefault="00B65DC9" w:rsidP="00B65DC9">
      <w:r>
        <w:t>760.2960</w:t>
      </w:r>
      <w:r>
        <w:tab/>
        <w:t>1.725e1</w:t>
      </w:r>
    </w:p>
    <w:p w:rsidR="00B65DC9" w:rsidRDefault="00B65DC9" w:rsidP="00B65DC9">
      <w:r>
        <w:t>760.2975</w:t>
      </w:r>
      <w:r>
        <w:tab/>
        <w:t>3.038e0</w:t>
      </w:r>
    </w:p>
    <w:p w:rsidR="00B65DC9" w:rsidRDefault="00B65DC9" w:rsidP="00B65DC9">
      <w:r>
        <w:t>760.3404</w:t>
      </w:r>
      <w:r>
        <w:tab/>
        <w:t>2.532e-2</w:t>
      </w:r>
    </w:p>
    <w:p w:rsidR="00B65DC9" w:rsidRDefault="00B65DC9" w:rsidP="00B65DC9">
      <w:r>
        <w:t>760.3827</w:t>
      </w:r>
      <w:r>
        <w:tab/>
        <w:t>4.051e0</w:t>
      </w:r>
    </w:p>
    <w:p w:rsidR="00B65DC9" w:rsidRDefault="00B65DC9" w:rsidP="00B65DC9">
      <w:r>
        <w:t>760.4265</w:t>
      </w:r>
      <w:r>
        <w:tab/>
        <w:t>2.025e0</w:t>
      </w:r>
    </w:p>
    <w:p w:rsidR="00B65DC9" w:rsidRDefault="00B65DC9" w:rsidP="00B65DC9">
      <w:r>
        <w:t>760.4379</w:t>
      </w:r>
      <w:r>
        <w:tab/>
        <w:t>7.198e0</w:t>
      </w:r>
    </w:p>
    <w:p w:rsidR="00B65DC9" w:rsidRDefault="00B65DC9" w:rsidP="00B65DC9">
      <w:r>
        <w:t>760.5261</w:t>
      </w:r>
      <w:r>
        <w:tab/>
        <w:t>5.063e0</w:t>
      </w:r>
    </w:p>
    <w:p w:rsidR="00B65DC9" w:rsidRDefault="00B65DC9" w:rsidP="00B65DC9">
      <w:r>
        <w:t>760.5336</w:t>
      </w:r>
      <w:r>
        <w:tab/>
        <w:t>5.063e0</w:t>
      </w:r>
    </w:p>
    <w:p w:rsidR="00B65DC9" w:rsidRDefault="00B65DC9" w:rsidP="00B65DC9">
      <w:r>
        <w:t>760.5394</w:t>
      </w:r>
      <w:r>
        <w:tab/>
        <w:t>9.114e0</w:t>
      </w:r>
    </w:p>
    <w:p w:rsidR="00B65DC9" w:rsidRDefault="00B65DC9" w:rsidP="00B65DC9">
      <w:r>
        <w:t>760.5457</w:t>
      </w:r>
      <w:r>
        <w:tab/>
        <w:t>2.180e0</w:t>
      </w:r>
    </w:p>
    <w:p w:rsidR="00B65DC9" w:rsidRDefault="00B65DC9" w:rsidP="00B65DC9">
      <w:r>
        <w:t>760.5475</w:t>
      </w:r>
      <w:r>
        <w:tab/>
        <w:t>7.089e0</w:t>
      </w:r>
    </w:p>
    <w:p w:rsidR="00B65DC9" w:rsidRDefault="00B65DC9" w:rsidP="00B65DC9">
      <w:r>
        <w:lastRenderedPageBreak/>
        <w:t>760.6383</w:t>
      </w:r>
      <w:r>
        <w:tab/>
        <w:t>4.076e0</w:t>
      </w:r>
    </w:p>
    <w:p w:rsidR="00B65DC9" w:rsidRDefault="00B65DC9" w:rsidP="00B65DC9">
      <w:r>
        <w:t>760.6713</w:t>
      </w:r>
      <w:r>
        <w:tab/>
        <w:t>1.038e0</w:t>
      </w:r>
    </w:p>
    <w:p w:rsidR="00B65DC9" w:rsidRDefault="00B65DC9" w:rsidP="00B65DC9">
      <w:r>
        <w:t>760.6995</w:t>
      </w:r>
      <w:r>
        <w:tab/>
        <w:t>3.797e-2</w:t>
      </w:r>
    </w:p>
    <w:p w:rsidR="00B65DC9" w:rsidRDefault="00B65DC9" w:rsidP="00B65DC9">
      <w:r>
        <w:t>760.7593</w:t>
      </w:r>
      <w:r>
        <w:tab/>
        <w:t>2.025e0</w:t>
      </w:r>
    </w:p>
    <w:p w:rsidR="00B65DC9" w:rsidRDefault="00B65DC9" w:rsidP="00B65DC9">
      <w:r>
        <w:t>760.8012</w:t>
      </w:r>
      <w:r>
        <w:tab/>
        <w:t>3.038e0</w:t>
      </w:r>
    </w:p>
    <w:p w:rsidR="00B65DC9" w:rsidRDefault="00B65DC9" w:rsidP="00B65DC9">
      <w:r>
        <w:t>760.8177</w:t>
      </w:r>
      <w:r>
        <w:tab/>
        <w:t>1.013e0</w:t>
      </w:r>
    </w:p>
    <w:p w:rsidR="00B65DC9" w:rsidRDefault="00B65DC9" w:rsidP="00B65DC9">
      <w:r>
        <w:t>760.8535</w:t>
      </w:r>
      <w:r>
        <w:tab/>
        <w:t>1.266e-2</w:t>
      </w:r>
    </w:p>
    <w:p w:rsidR="00B65DC9" w:rsidRDefault="00B65DC9" w:rsidP="00B65DC9">
      <w:r>
        <w:t>760.9705</w:t>
      </w:r>
      <w:r>
        <w:tab/>
        <w:t>1.013e0</w:t>
      </w:r>
    </w:p>
    <w:p w:rsidR="00B65DC9" w:rsidRDefault="00B65DC9" w:rsidP="00B65DC9">
      <w:r>
        <w:t>760.9716</w:t>
      </w:r>
      <w:r>
        <w:tab/>
        <w:t>2.025e0</w:t>
      </w:r>
    </w:p>
    <w:p w:rsidR="00B65DC9" w:rsidRDefault="00B65DC9" w:rsidP="00B65DC9">
      <w:r>
        <w:t>761.0081</w:t>
      </w:r>
      <w:r>
        <w:tab/>
        <w:t>2.025e0</w:t>
      </w:r>
    </w:p>
    <w:p w:rsidR="00B65DC9" w:rsidRDefault="00B65DC9" w:rsidP="00B65DC9">
      <w:r>
        <w:t>761.0596</w:t>
      </w:r>
      <w:r>
        <w:tab/>
        <w:t>1.013e0</w:t>
      </w:r>
    </w:p>
    <w:p w:rsidR="00B65DC9" w:rsidRDefault="00B65DC9" w:rsidP="00B65DC9">
      <w:r>
        <w:t>761.0908</w:t>
      </w:r>
      <w:r>
        <w:tab/>
        <w:t>1.013e0</w:t>
      </w:r>
    </w:p>
    <w:p w:rsidR="00B65DC9" w:rsidRDefault="00B65DC9" w:rsidP="00B65DC9">
      <w:r>
        <w:t>761.1111</w:t>
      </w:r>
      <w:r>
        <w:tab/>
        <w:t>1.013e0</w:t>
      </w:r>
    </w:p>
    <w:p w:rsidR="00B65DC9" w:rsidRDefault="00B65DC9" w:rsidP="00B65DC9">
      <w:r>
        <w:t>761.2213</w:t>
      </w:r>
      <w:r>
        <w:tab/>
        <w:t>1.151e0</w:t>
      </w:r>
    </w:p>
    <w:p w:rsidR="00B65DC9" w:rsidRDefault="00B65DC9" w:rsidP="00B65DC9">
      <w:r>
        <w:t>761.2604</w:t>
      </w:r>
      <w:r>
        <w:tab/>
        <w:t>9.092e0</w:t>
      </w:r>
    </w:p>
    <w:p w:rsidR="00B65DC9" w:rsidRDefault="00B65DC9" w:rsidP="00B65DC9">
      <w:r>
        <w:t>761.2843</w:t>
      </w:r>
      <w:r>
        <w:tab/>
        <w:t>1.405e0</w:t>
      </w:r>
    </w:p>
    <w:p w:rsidR="00B65DC9" w:rsidRDefault="00B65DC9" w:rsidP="00B65DC9">
      <w:r>
        <w:t>761.3078</w:t>
      </w:r>
      <w:r>
        <w:tab/>
        <w:t>9.329e0</w:t>
      </w:r>
    </w:p>
    <w:p w:rsidR="00B65DC9" w:rsidRDefault="00B65DC9" w:rsidP="00B65DC9">
      <w:r>
        <w:t>761.3092</w:t>
      </w:r>
      <w:r>
        <w:tab/>
        <w:t>3.038e0</w:t>
      </w:r>
    </w:p>
    <w:p w:rsidR="00B65DC9" w:rsidRDefault="00B65DC9" w:rsidP="00B65DC9">
      <w:r>
        <w:t>761.3619</w:t>
      </w:r>
      <w:r>
        <w:tab/>
        <w:t>2.025e0</w:t>
      </w:r>
    </w:p>
    <w:p w:rsidR="00B65DC9" w:rsidRDefault="00B65DC9" w:rsidP="00B65DC9">
      <w:r>
        <w:lastRenderedPageBreak/>
        <w:t>761.3806</w:t>
      </w:r>
      <w:r>
        <w:tab/>
        <w:t>2.025e0</w:t>
      </w:r>
    </w:p>
    <w:p w:rsidR="00B65DC9" w:rsidRDefault="00B65DC9" w:rsidP="00B65DC9">
      <w:r>
        <w:t>761.4208</w:t>
      </w:r>
      <w:r>
        <w:tab/>
        <w:t>1.013e0</w:t>
      </w:r>
    </w:p>
    <w:p w:rsidR="00B65DC9" w:rsidRDefault="00B65DC9" w:rsidP="00B65DC9">
      <w:r>
        <w:t>761.4760</w:t>
      </w:r>
      <w:r>
        <w:tab/>
        <w:t>2.532e-2</w:t>
      </w:r>
    </w:p>
    <w:p w:rsidR="00B65DC9" w:rsidRDefault="00B65DC9" w:rsidP="00B65DC9">
      <w:r>
        <w:t>761.5082</w:t>
      </w:r>
      <w:r>
        <w:tab/>
        <w:t>5.063e-2</w:t>
      </w:r>
    </w:p>
    <w:p w:rsidR="00B65DC9" w:rsidRDefault="00B65DC9" w:rsidP="00B65DC9">
      <w:r>
        <w:t>761.5364</w:t>
      </w:r>
      <w:r>
        <w:tab/>
        <w:t>4.051e0</w:t>
      </w:r>
    </w:p>
    <w:p w:rsidR="00B65DC9" w:rsidRDefault="00B65DC9" w:rsidP="00B65DC9">
      <w:r>
        <w:t>761.5421</w:t>
      </w:r>
      <w:r>
        <w:tab/>
        <w:t>6.076e0</w:t>
      </w:r>
    </w:p>
    <w:p w:rsidR="00B65DC9" w:rsidRDefault="00B65DC9" w:rsidP="00B65DC9">
      <w:r>
        <w:t>761.5496</w:t>
      </w:r>
      <w:r>
        <w:tab/>
        <w:t>1.013e0</w:t>
      </w:r>
    </w:p>
    <w:p w:rsidR="00B65DC9" w:rsidRDefault="00B65DC9" w:rsidP="00B65DC9">
      <w:r>
        <w:t>761.6013</w:t>
      </w:r>
      <w:r>
        <w:tab/>
        <w:t>3.038e0</w:t>
      </w:r>
    </w:p>
    <w:p w:rsidR="00B65DC9" w:rsidRDefault="00B65DC9" w:rsidP="00B65DC9">
      <w:r>
        <w:t>761.6323</w:t>
      </w:r>
      <w:r>
        <w:tab/>
        <w:t>2.025e0</w:t>
      </w:r>
    </w:p>
    <w:p w:rsidR="00B65DC9" w:rsidRDefault="00B65DC9" w:rsidP="00B65DC9">
      <w:r>
        <w:t>761.7040</w:t>
      </w:r>
      <w:r>
        <w:tab/>
        <w:t>1.013e0</w:t>
      </w:r>
    </w:p>
    <w:p w:rsidR="00B65DC9" w:rsidRDefault="00B65DC9" w:rsidP="00B65DC9">
      <w:r>
        <w:t>761.7427</w:t>
      </w:r>
      <w:r>
        <w:tab/>
        <w:t>1.013e0</w:t>
      </w:r>
    </w:p>
    <w:p w:rsidR="00B65DC9" w:rsidRDefault="00B65DC9" w:rsidP="00B65DC9">
      <w:r>
        <w:t>761.8232</w:t>
      </w:r>
      <w:r>
        <w:tab/>
        <w:t>3.038e0</w:t>
      </w:r>
    </w:p>
    <w:p w:rsidR="00B65DC9" w:rsidRDefault="00B65DC9" w:rsidP="00B65DC9">
      <w:r>
        <w:t>761.8318</w:t>
      </w:r>
      <w:r>
        <w:tab/>
        <w:t>1.013e0</w:t>
      </w:r>
    </w:p>
    <w:p w:rsidR="00B65DC9" w:rsidRDefault="00B65DC9" w:rsidP="00B65DC9">
      <w:r>
        <w:t>761.8871</w:t>
      </w:r>
      <w:r>
        <w:tab/>
        <w:t>3.038e0</w:t>
      </w:r>
    </w:p>
    <w:p w:rsidR="00B65DC9" w:rsidRDefault="00B65DC9" w:rsidP="00B65DC9">
      <w:r>
        <w:t>761.9822</w:t>
      </w:r>
      <w:r>
        <w:tab/>
        <w:t>2.025e0</w:t>
      </w:r>
    </w:p>
    <w:p w:rsidR="00B65DC9" w:rsidRDefault="00B65DC9" w:rsidP="00B65DC9">
      <w:r>
        <w:t>762.1315</w:t>
      </w:r>
      <w:r>
        <w:tab/>
        <w:t>1.013e0</w:t>
      </w:r>
    </w:p>
    <w:p w:rsidR="00B65DC9" w:rsidRDefault="00B65DC9" w:rsidP="00B65DC9">
      <w:r>
        <w:t>762.1365</w:t>
      </w:r>
      <w:r>
        <w:tab/>
        <w:t>2.025e0</w:t>
      </w:r>
    </w:p>
    <w:p w:rsidR="00B65DC9" w:rsidRDefault="00B65DC9" w:rsidP="00B65DC9">
      <w:r>
        <w:t>762.2375</w:t>
      </w:r>
      <w:r>
        <w:tab/>
        <w:t>2.025e0</w:t>
      </w:r>
    </w:p>
    <w:p w:rsidR="00B65DC9" w:rsidRDefault="00B65DC9" w:rsidP="00B65DC9">
      <w:r>
        <w:t>762.2639</w:t>
      </w:r>
      <w:r>
        <w:tab/>
        <w:t>3.004e0</w:t>
      </w:r>
    </w:p>
    <w:p w:rsidR="00B65DC9" w:rsidRDefault="00B65DC9" w:rsidP="00B65DC9">
      <w:r>
        <w:lastRenderedPageBreak/>
        <w:t>762.2687</w:t>
      </w:r>
      <w:r>
        <w:tab/>
        <w:t>2.085e0</w:t>
      </w:r>
    </w:p>
    <w:p w:rsidR="00B65DC9" w:rsidRDefault="00B65DC9" w:rsidP="00B65DC9">
      <w:r>
        <w:t>762.2708</w:t>
      </w:r>
      <w:r>
        <w:tab/>
        <w:t>6.133e-1</w:t>
      </w:r>
    </w:p>
    <w:p w:rsidR="00B65DC9" w:rsidRDefault="00B65DC9" w:rsidP="00B65DC9">
      <w:r>
        <w:t>762.2875</w:t>
      </w:r>
      <w:r>
        <w:tab/>
        <w:t>3.038e0</w:t>
      </w:r>
    </w:p>
    <w:p w:rsidR="00B65DC9" w:rsidRDefault="00B65DC9" w:rsidP="00B65DC9">
      <w:r>
        <w:t>762.3599</w:t>
      </w:r>
      <w:r>
        <w:tab/>
        <w:t>1.013e0</w:t>
      </w:r>
    </w:p>
    <w:p w:rsidR="00B65DC9" w:rsidRDefault="00B65DC9" w:rsidP="00B65DC9">
      <w:r>
        <w:t>762.4102</w:t>
      </w:r>
      <w:r>
        <w:tab/>
        <w:t>3.038e0</w:t>
      </w:r>
    </w:p>
    <w:p w:rsidR="00B65DC9" w:rsidRDefault="00B65DC9" w:rsidP="00B65DC9">
      <w:r>
        <w:t>762.4382</w:t>
      </w:r>
      <w:r>
        <w:tab/>
        <w:t>1.266e-2</w:t>
      </w:r>
    </w:p>
    <w:p w:rsidR="00B65DC9" w:rsidRDefault="00B65DC9" w:rsidP="00B65DC9">
      <w:r>
        <w:t>762.4888</w:t>
      </w:r>
      <w:r>
        <w:tab/>
        <w:t>1.013e0</w:t>
      </w:r>
    </w:p>
    <w:p w:rsidR="00B65DC9" w:rsidRDefault="00B65DC9" w:rsidP="00B65DC9">
      <w:r>
        <w:t>762.5057</w:t>
      </w:r>
      <w:r>
        <w:tab/>
        <w:t>1.013e0</w:t>
      </w:r>
    </w:p>
    <w:p w:rsidR="00B65DC9" w:rsidRDefault="00B65DC9" w:rsidP="00B65DC9">
      <w:r>
        <w:t>762.5123</w:t>
      </w:r>
      <w:r>
        <w:tab/>
        <w:t>2.025e0</w:t>
      </w:r>
    </w:p>
    <w:p w:rsidR="00B65DC9" w:rsidRDefault="00B65DC9" w:rsidP="00B65DC9">
      <w:r>
        <w:t>762.5790</w:t>
      </w:r>
      <w:r>
        <w:tab/>
        <w:t>1.013e0</w:t>
      </w:r>
    </w:p>
    <w:p w:rsidR="00B65DC9" w:rsidRDefault="00B65DC9" w:rsidP="00B65DC9">
      <w:r>
        <w:t>762.5997</w:t>
      </w:r>
      <w:r>
        <w:tab/>
        <w:t>2.025e0</w:t>
      </w:r>
    </w:p>
    <w:p w:rsidR="00B65DC9" w:rsidRDefault="00B65DC9" w:rsidP="00B65DC9">
      <w:r>
        <w:t>762.6329</w:t>
      </w:r>
      <w:r>
        <w:tab/>
        <w:t>4.051e0</w:t>
      </w:r>
    </w:p>
    <w:p w:rsidR="00B65DC9" w:rsidRDefault="00B65DC9" w:rsidP="00B65DC9">
      <w:r>
        <w:t>762.7100</w:t>
      </w:r>
      <w:r>
        <w:tab/>
        <w:t>1.013e0</w:t>
      </w:r>
    </w:p>
    <w:p w:rsidR="00B65DC9" w:rsidRDefault="00B65DC9" w:rsidP="00B65DC9">
      <w:r>
        <w:t>762.7457</w:t>
      </w:r>
      <w:r>
        <w:tab/>
        <w:t>1.266e-2</w:t>
      </w:r>
    </w:p>
    <w:p w:rsidR="00B65DC9" w:rsidRDefault="00B65DC9" w:rsidP="00B65DC9">
      <w:r>
        <w:t>762.7610</w:t>
      </w:r>
      <w:r>
        <w:tab/>
        <w:t>1.013e0</w:t>
      </w:r>
    </w:p>
    <w:p w:rsidR="00B65DC9" w:rsidRDefault="00B65DC9" w:rsidP="00B65DC9">
      <w:r>
        <w:t>762.8599</w:t>
      </w:r>
      <w:r>
        <w:tab/>
        <w:t>4.051e0</w:t>
      </w:r>
    </w:p>
    <w:p w:rsidR="00B65DC9" w:rsidRDefault="00B65DC9" w:rsidP="00B65DC9">
      <w:r>
        <w:t>762.8884</w:t>
      </w:r>
      <w:r>
        <w:tab/>
        <w:t>1.266e-2</w:t>
      </w:r>
    </w:p>
    <w:p w:rsidR="00B65DC9" w:rsidRDefault="00B65DC9" w:rsidP="00B65DC9">
      <w:r>
        <w:t>762.9658</w:t>
      </w:r>
      <w:r>
        <w:tab/>
        <w:t>2.025e0</w:t>
      </w:r>
    </w:p>
    <w:p w:rsidR="00B65DC9" w:rsidRDefault="00B65DC9" w:rsidP="00B65DC9">
      <w:r>
        <w:t>762.9915</w:t>
      </w:r>
      <w:r>
        <w:tab/>
        <w:t>1.013e0</w:t>
      </w:r>
    </w:p>
    <w:p w:rsidR="00B65DC9" w:rsidRDefault="00B65DC9" w:rsidP="00B65DC9">
      <w:r>
        <w:lastRenderedPageBreak/>
        <w:t>763.0501</w:t>
      </w:r>
      <w:r>
        <w:tab/>
        <w:t>3.038e0</w:t>
      </w:r>
    </w:p>
    <w:p w:rsidR="00B65DC9" w:rsidRDefault="00B65DC9" w:rsidP="00B65DC9">
      <w:r>
        <w:t>763.0852</w:t>
      </w:r>
      <w:r>
        <w:tab/>
        <w:t>2.025e0</w:t>
      </w:r>
    </w:p>
    <w:p w:rsidR="00B65DC9" w:rsidRDefault="00B65DC9" w:rsidP="00B65DC9">
      <w:r>
        <w:t>763.1334</w:t>
      </w:r>
      <w:r>
        <w:tab/>
        <w:t>1.266e-2</w:t>
      </w:r>
    </w:p>
    <w:p w:rsidR="00B65DC9" w:rsidRDefault="00B65DC9" w:rsidP="00B65DC9">
      <w:r>
        <w:t>763.1463</w:t>
      </w:r>
      <w:r>
        <w:tab/>
        <w:t>1.013e0</w:t>
      </w:r>
    </w:p>
    <w:p w:rsidR="00B65DC9" w:rsidRDefault="00B65DC9" w:rsidP="00B65DC9">
      <w:r>
        <w:t>763.1850</w:t>
      </w:r>
      <w:r>
        <w:tab/>
        <w:t>1.266e-2</w:t>
      </w:r>
    </w:p>
    <w:p w:rsidR="00B65DC9" w:rsidRDefault="00B65DC9" w:rsidP="00B65DC9">
      <w:r>
        <w:t>763.3410</w:t>
      </w:r>
      <w:r>
        <w:tab/>
        <w:t>1.024e0</w:t>
      </w:r>
    </w:p>
    <w:p w:rsidR="00B65DC9" w:rsidRDefault="00B65DC9" w:rsidP="00B65DC9">
      <w:r>
        <w:t>763.4092</w:t>
      </w:r>
      <w:r>
        <w:tab/>
        <w:t>1.013e0</w:t>
      </w:r>
    </w:p>
    <w:p w:rsidR="00B65DC9" w:rsidRDefault="00B65DC9" w:rsidP="00B65DC9">
      <w:r>
        <w:t>763.4205</w:t>
      </w:r>
      <w:r>
        <w:tab/>
        <w:t>2.025e0</w:t>
      </w:r>
    </w:p>
    <w:p w:rsidR="00B65DC9" w:rsidRDefault="00B65DC9" w:rsidP="00B65DC9">
      <w:r>
        <w:t>763.4894</w:t>
      </w:r>
      <w:r>
        <w:tab/>
        <w:t>3.038e0</w:t>
      </w:r>
    </w:p>
    <w:p w:rsidR="00B65DC9" w:rsidRDefault="00B65DC9" w:rsidP="00B65DC9">
      <w:r>
        <w:t>763.5398</w:t>
      </w:r>
      <w:r>
        <w:tab/>
        <w:t>2.025e0</w:t>
      </w:r>
    </w:p>
    <w:p w:rsidR="00B65DC9" w:rsidRDefault="00B65DC9" w:rsidP="00B65DC9">
      <w:r>
        <w:t>763.5408</w:t>
      </w:r>
      <w:r>
        <w:tab/>
        <w:t>1.038e0</w:t>
      </w:r>
    </w:p>
    <w:p w:rsidR="00B65DC9" w:rsidRDefault="00B65DC9" w:rsidP="00B65DC9">
      <w:r>
        <w:t>763.5795</w:t>
      </w:r>
      <w:r>
        <w:tab/>
        <w:t>1.013e0</w:t>
      </w:r>
    </w:p>
    <w:p w:rsidR="00B65DC9" w:rsidRDefault="00B65DC9" w:rsidP="00B65DC9">
      <w:r>
        <w:t>763.5897</w:t>
      </w:r>
      <w:r>
        <w:tab/>
        <w:t>2.025e0</w:t>
      </w:r>
    </w:p>
    <w:p w:rsidR="00B65DC9" w:rsidRDefault="00B65DC9" w:rsidP="00B65DC9">
      <w:r>
        <w:t>763.6483</w:t>
      </w:r>
      <w:r>
        <w:tab/>
        <w:t>1.013e0</w:t>
      </w:r>
    </w:p>
    <w:p w:rsidR="00B65DC9" w:rsidRDefault="00B65DC9" w:rsidP="00B65DC9">
      <w:r>
        <w:t>763.8175</w:t>
      </w:r>
      <w:r>
        <w:tab/>
        <w:t>1.013e0</w:t>
      </w:r>
    </w:p>
    <w:p w:rsidR="00B65DC9" w:rsidRDefault="00B65DC9" w:rsidP="00B65DC9">
      <w:r>
        <w:t>763.8570</w:t>
      </w:r>
      <w:r>
        <w:tab/>
        <w:t>1.013e0</w:t>
      </w:r>
    </w:p>
    <w:p w:rsidR="00B65DC9" w:rsidRDefault="00B65DC9" w:rsidP="00B65DC9">
      <w:r>
        <w:t>763.9334</w:t>
      </w:r>
      <w:r>
        <w:tab/>
        <w:t>1.266e-2</w:t>
      </w:r>
    </w:p>
    <w:p w:rsidR="00B65DC9" w:rsidRDefault="00B65DC9" w:rsidP="00B65DC9">
      <w:r>
        <w:t>763.9644</w:t>
      </w:r>
      <w:r>
        <w:tab/>
        <w:t>2.025e0</w:t>
      </w:r>
    </w:p>
    <w:p w:rsidR="00B65DC9" w:rsidRDefault="00B65DC9" w:rsidP="00B65DC9">
      <w:r>
        <w:t>764.0059</w:t>
      </w:r>
      <w:r>
        <w:tab/>
        <w:t>2.038e0</w:t>
      </w:r>
    </w:p>
    <w:p w:rsidR="00B65DC9" w:rsidRDefault="00B65DC9" w:rsidP="00B65DC9">
      <w:r>
        <w:lastRenderedPageBreak/>
        <w:t>764.0568</w:t>
      </w:r>
      <w:r>
        <w:tab/>
        <w:t>1.013e0</w:t>
      </w:r>
    </w:p>
    <w:p w:rsidR="00B65DC9" w:rsidRDefault="00B65DC9" w:rsidP="00B65DC9">
      <w:r>
        <w:t>764.0823</w:t>
      </w:r>
      <w:r>
        <w:tab/>
        <w:t>2.025e0</w:t>
      </w:r>
    </w:p>
    <w:p w:rsidR="00B65DC9" w:rsidRDefault="00B65DC9" w:rsidP="00B65DC9">
      <w:r>
        <w:t>764.1345</w:t>
      </w:r>
      <w:r>
        <w:tab/>
        <w:t>2.025e0</w:t>
      </w:r>
    </w:p>
    <w:p w:rsidR="00B65DC9" w:rsidRDefault="00B65DC9" w:rsidP="00B65DC9">
      <w:r>
        <w:t>764.1416</w:t>
      </w:r>
      <w:r>
        <w:tab/>
        <w:t>1.013e0</w:t>
      </w:r>
    </w:p>
    <w:p w:rsidR="00B65DC9" w:rsidRDefault="00B65DC9" w:rsidP="00B65DC9">
      <w:r>
        <w:t>764.1658</w:t>
      </w:r>
      <w:r>
        <w:tab/>
        <w:t>1.013e0</w:t>
      </w:r>
    </w:p>
    <w:p w:rsidR="00B65DC9" w:rsidRDefault="00B65DC9" w:rsidP="00B65DC9">
      <w:r>
        <w:t>764.2563</w:t>
      </w:r>
      <w:r>
        <w:tab/>
        <w:t>1.013e0</w:t>
      </w:r>
    </w:p>
    <w:p w:rsidR="00B65DC9" w:rsidRDefault="00B65DC9" w:rsidP="00B65DC9">
      <w:r>
        <w:t>764.3300</w:t>
      </w:r>
      <w:r>
        <w:tab/>
        <w:t>2.025e0</w:t>
      </w:r>
    </w:p>
    <w:p w:rsidR="00B65DC9" w:rsidRDefault="00B65DC9" w:rsidP="00B65DC9">
      <w:r>
        <w:t>764.4146</w:t>
      </w:r>
      <w:r>
        <w:tab/>
        <w:t>1.266e-2</w:t>
      </w:r>
    </w:p>
    <w:p w:rsidR="00B65DC9" w:rsidRDefault="00B65DC9" w:rsidP="00B65DC9">
      <w:r>
        <w:t>764.4780</w:t>
      </w:r>
      <w:r>
        <w:tab/>
        <w:t>2.025e0</w:t>
      </w:r>
    </w:p>
    <w:p w:rsidR="00B65DC9" w:rsidRDefault="00B65DC9" w:rsidP="00B65DC9">
      <w:r>
        <w:t>764.4793</w:t>
      </w:r>
      <w:r>
        <w:tab/>
        <w:t>2.025e0</w:t>
      </w:r>
    </w:p>
    <w:p w:rsidR="00B65DC9" w:rsidRDefault="00B65DC9" w:rsidP="00B65DC9">
      <w:r>
        <w:t>764.4828</w:t>
      </w:r>
      <w:r>
        <w:tab/>
        <w:t>1.013e0</w:t>
      </w:r>
    </w:p>
    <w:p w:rsidR="00B65DC9" w:rsidRDefault="00B65DC9" w:rsidP="00B65DC9">
      <w:r>
        <w:t>764.5792</w:t>
      </w:r>
      <w:r>
        <w:tab/>
        <w:t>1.013e0</w:t>
      </w:r>
    </w:p>
    <w:p w:rsidR="00B65DC9" w:rsidRDefault="00B65DC9" w:rsidP="00B65DC9">
      <w:r>
        <w:t>764.6309</w:t>
      </w:r>
      <w:r>
        <w:tab/>
        <w:t>1.013e0</w:t>
      </w:r>
    </w:p>
    <w:p w:rsidR="00B65DC9" w:rsidRDefault="00B65DC9" w:rsidP="00B65DC9">
      <w:r>
        <w:t>764.6438</w:t>
      </w:r>
      <w:r>
        <w:tab/>
        <w:t>1.013e0</w:t>
      </w:r>
    </w:p>
    <w:p w:rsidR="00B65DC9" w:rsidRDefault="00B65DC9" w:rsidP="00B65DC9">
      <w:r>
        <w:t>764.6567</w:t>
      </w:r>
      <w:r>
        <w:tab/>
        <w:t>1.013e0</w:t>
      </w:r>
    </w:p>
    <w:p w:rsidR="00B65DC9" w:rsidRDefault="00B65DC9" w:rsidP="00B65DC9">
      <w:r>
        <w:t>764.7482</w:t>
      </w:r>
      <w:r>
        <w:tab/>
        <w:t>1.013e0</w:t>
      </w:r>
    </w:p>
    <w:p w:rsidR="00B65DC9" w:rsidRDefault="00B65DC9" w:rsidP="00B65DC9">
      <w:r>
        <w:t>764.7730</w:t>
      </w:r>
      <w:r>
        <w:tab/>
        <w:t>1.013e0</w:t>
      </w:r>
    </w:p>
    <w:p w:rsidR="00B65DC9" w:rsidRDefault="00B65DC9" w:rsidP="00B65DC9">
      <w:r>
        <w:t>764.7889</w:t>
      </w:r>
      <w:r>
        <w:tab/>
        <w:t>2.025e0</w:t>
      </w:r>
    </w:p>
    <w:p w:rsidR="00B65DC9" w:rsidRDefault="00B65DC9" w:rsidP="00B65DC9">
      <w:r>
        <w:t>764.8244</w:t>
      </w:r>
      <w:r>
        <w:tab/>
        <w:t>1.013e0</w:t>
      </w:r>
    </w:p>
    <w:p w:rsidR="00B65DC9" w:rsidRDefault="00B65DC9" w:rsidP="00B65DC9">
      <w:r>
        <w:lastRenderedPageBreak/>
        <w:t>764.8411</w:t>
      </w:r>
      <w:r>
        <w:tab/>
        <w:t>2.025e0</w:t>
      </w:r>
    </w:p>
    <w:p w:rsidR="00B65DC9" w:rsidRDefault="00B65DC9" w:rsidP="00B65DC9">
      <w:r>
        <w:t>764.8649</w:t>
      </w:r>
      <w:r>
        <w:tab/>
        <w:t>4.051e0</w:t>
      </w:r>
    </w:p>
    <w:p w:rsidR="00B65DC9" w:rsidRDefault="00B65DC9" w:rsidP="00B65DC9">
      <w:r>
        <w:t>764.9495</w:t>
      </w:r>
      <w:r>
        <w:tab/>
        <w:t>2.025e0</w:t>
      </w:r>
    </w:p>
    <w:p w:rsidR="00B65DC9" w:rsidRDefault="00B65DC9" w:rsidP="00B65DC9">
      <w:r>
        <w:t>764.9719</w:t>
      </w:r>
      <w:r>
        <w:tab/>
        <w:t>2.025e0</w:t>
      </w:r>
    </w:p>
    <w:p w:rsidR="00B65DC9" w:rsidRDefault="00B65DC9" w:rsidP="00B65DC9">
      <w:r>
        <w:t>765.1021</w:t>
      </w:r>
      <w:r>
        <w:tab/>
        <w:t>3.038e0</w:t>
      </w:r>
    </w:p>
    <w:p w:rsidR="00B65DC9" w:rsidRDefault="00B65DC9" w:rsidP="00B65DC9">
      <w:r>
        <w:t>765.1877</w:t>
      </w:r>
      <w:r>
        <w:tab/>
        <w:t>1.266e-2</w:t>
      </w:r>
    </w:p>
    <w:p w:rsidR="00B65DC9" w:rsidRDefault="00B65DC9" w:rsidP="00B65DC9">
      <w:r>
        <w:t>765.2073</w:t>
      </w:r>
      <w:r>
        <w:tab/>
        <w:t>2.025e0</w:t>
      </w:r>
    </w:p>
    <w:p w:rsidR="00B65DC9" w:rsidRDefault="00B65DC9" w:rsidP="00B65DC9">
      <w:r>
        <w:t>765.2513</w:t>
      </w:r>
      <w:r>
        <w:tab/>
        <w:t>1.266e-2</w:t>
      </w:r>
    </w:p>
    <w:p w:rsidR="00B65DC9" w:rsidRDefault="00B65DC9" w:rsidP="00B65DC9">
      <w:r>
        <w:t>765.3684</w:t>
      </w:r>
      <w:r>
        <w:tab/>
        <w:t>1.266e-2</w:t>
      </w:r>
    </w:p>
    <w:p w:rsidR="00B65DC9" w:rsidRDefault="00B65DC9" w:rsidP="00B65DC9">
      <w:r>
        <w:t>765.3823</w:t>
      </w:r>
      <w:r>
        <w:tab/>
        <w:t>1.932e0</w:t>
      </w:r>
    </w:p>
    <w:p w:rsidR="00B65DC9" w:rsidRDefault="00B65DC9" w:rsidP="00B65DC9">
      <w:r>
        <w:t>765.3936</w:t>
      </w:r>
      <w:r>
        <w:tab/>
        <w:t>2.025e0</w:t>
      </w:r>
    </w:p>
    <w:p w:rsidR="00B65DC9" w:rsidRDefault="00B65DC9" w:rsidP="00B65DC9">
      <w:r>
        <w:t>765.4195</w:t>
      </w:r>
      <w:r>
        <w:tab/>
        <w:t>1.013e0</w:t>
      </w:r>
    </w:p>
    <w:p w:rsidR="00B65DC9" w:rsidRDefault="00B65DC9" w:rsidP="00B65DC9">
      <w:r>
        <w:t>765.4583</w:t>
      </w:r>
      <w:r>
        <w:tab/>
        <w:t>1.013e0</w:t>
      </w:r>
    </w:p>
    <w:p w:rsidR="00B65DC9" w:rsidRDefault="00B65DC9" w:rsidP="00B65DC9">
      <w:r>
        <w:t>765.5138</w:t>
      </w:r>
      <w:r>
        <w:tab/>
        <w:t>3.038e0</w:t>
      </w:r>
    </w:p>
    <w:p w:rsidR="00B65DC9" w:rsidRDefault="00B65DC9" w:rsidP="00B65DC9">
      <w:r>
        <w:t>765.5161</w:t>
      </w:r>
      <w:r>
        <w:tab/>
        <w:t>2.025e0</w:t>
      </w:r>
    </w:p>
    <w:p w:rsidR="00B65DC9" w:rsidRDefault="00B65DC9" w:rsidP="00B65DC9">
      <w:r>
        <w:t>765.5383</w:t>
      </w:r>
      <w:r>
        <w:tab/>
        <w:t>2.025e0</w:t>
      </w:r>
    </w:p>
    <w:p w:rsidR="00B65DC9" w:rsidRDefault="00B65DC9" w:rsidP="00B65DC9">
      <w:r>
        <w:t>765.5876</w:t>
      </w:r>
      <w:r>
        <w:tab/>
        <w:t>1.013e0</w:t>
      </w:r>
    </w:p>
    <w:p w:rsidR="00B65DC9" w:rsidRDefault="00B65DC9" w:rsidP="00B65DC9">
      <w:r>
        <w:t>765.6006</w:t>
      </w:r>
      <w:r>
        <w:tab/>
        <w:t>1.013e0</w:t>
      </w:r>
    </w:p>
    <w:p w:rsidR="00B65DC9" w:rsidRDefault="00B65DC9" w:rsidP="00B65DC9">
      <w:r>
        <w:t>765.6394</w:t>
      </w:r>
      <w:r>
        <w:tab/>
        <w:t>1.266e-2</w:t>
      </w:r>
    </w:p>
    <w:p w:rsidR="00B65DC9" w:rsidRDefault="00B65DC9" w:rsidP="00B65DC9">
      <w:r>
        <w:lastRenderedPageBreak/>
        <w:t>765.7781</w:t>
      </w:r>
      <w:r>
        <w:tab/>
        <w:t>1.266e-2</w:t>
      </w:r>
    </w:p>
    <w:p w:rsidR="00B65DC9" w:rsidRDefault="00B65DC9" w:rsidP="00B65DC9">
      <w:r>
        <w:t>765.7822</w:t>
      </w:r>
      <w:r>
        <w:tab/>
        <w:t>2.025e0</w:t>
      </w:r>
    </w:p>
    <w:p w:rsidR="00B65DC9" w:rsidRDefault="00B65DC9" w:rsidP="00B65DC9">
      <w:r>
        <w:t>765.8594</w:t>
      </w:r>
      <w:r>
        <w:tab/>
        <w:t>1.013e0</w:t>
      </w:r>
    </w:p>
    <w:p w:rsidR="00B65DC9" w:rsidRDefault="00B65DC9" w:rsidP="00B65DC9">
      <w:r>
        <w:t>765.8723</w:t>
      </w:r>
      <w:r>
        <w:tab/>
        <w:t>1.013e0</w:t>
      </w:r>
    </w:p>
    <w:p w:rsidR="00B65DC9" w:rsidRDefault="00B65DC9" w:rsidP="00B65DC9">
      <w:r>
        <w:t>765.9312</w:t>
      </w:r>
      <w:r>
        <w:tab/>
        <w:t>2.025e0</w:t>
      </w:r>
    </w:p>
    <w:p w:rsidR="00B65DC9" w:rsidRDefault="00B65DC9" w:rsidP="00B65DC9">
      <w:r>
        <w:t>765.9629</w:t>
      </w:r>
      <w:r>
        <w:tab/>
        <w:t>1.013e0</w:t>
      </w:r>
    </w:p>
    <w:p w:rsidR="00B65DC9" w:rsidRDefault="00B65DC9" w:rsidP="00B65DC9">
      <w:r>
        <w:t>766.0336</w:t>
      </w:r>
      <w:r>
        <w:tab/>
        <w:t>1.266e-2</w:t>
      </w:r>
    </w:p>
    <w:p w:rsidR="00B65DC9" w:rsidRDefault="00B65DC9" w:rsidP="00B65DC9">
      <w:r>
        <w:t>766.0674</w:t>
      </w:r>
      <w:r>
        <w:tab/>
        <w:t>1.013e0</w:t>
      </w:r>
    </w:p>
    <w:p w:rsidR="00B65DC9" w:rsidRDefault="00B65DC9" w:rsidP="00B65DC9">
      <w:r>
        <w:t>766.1018</w:t>
      </w:r>
      <w:r>
        <w:tab/>
        <w:t>1.266e-2</w:t>
      </w:r>
    </w:p>
    <w:p w:rsidR="00B65DC9" w:rsidRDefault="00B65DC9" w:rsidP="00B65DC9">
      <w:r>
        <w:t>766.1358</w:t>
      </w:r>
      <w:r>
        <w:tab/>
        <w:t>1.266e-2</w:t>
      </w:r>
    </w:p>
    <w:p w:rsidR="00B65DC9" w:rsidRDefault="00B65DC9" w:rsidP="00B65DC9">
      <w:r>
        <w:t>766.1700</w:t>
      </w:r>
      <w:r>
        <w:tab/>
        <w:t>1.013e0</w:t>
      </w:r>
    </w:p>
    <w:p w:rsidR="00B65DC9" w:rsidRDefault="00B65DC9" w:rsidP="00B65DC9">
      <w:r>
        <w:t>766.2218</w:t>
      </w:r>
      <w:r>
        <w:tab/>
        <w:t>1.266e-2</w:t>
      </w:r>
    </w:p>
    <w:p w:rsidR="00B65DC9" w:rsidRDefault="00B65DC9" w:rsidP="00B65DC9">
      <w:r>
        <w:t>766.2891</w:t>
      </w:r>
      <w:r>
        <w:tab/>
        <w:t>1.452e0</w:t>
      </w:r>
    </w:p>
    <w:p w:rsidR="00B65DC9" w:rsidRDefault="00B65DC9" w:rsidP="00B65DC9">
      <w:r>
        <w:t>766.3398</w:t>
      </w:r>
      <w:r>
        <w:tab/>
        <w:t>1.266e-2</w:t>
      </w:r>
    </w:p>
    <w:p w:rsidR="00B65DC9" w:rsidRDefault="00B65DC9" w:rsidP="00B65DC9">
      <w:r>
        <w:t>766.3526</w:t>
      </w:r>
      <w:r>
        <w:tab/>
        <w:t>3.038e0</w:t>
      </w:r>
    </w:p>
    <w:p w:rsidR="00B65DC9" w:rsidRDefault="00B65DC9" w:rsidP="00B65DC9">
      <w:r>
        <w:t>766.3760</w:t>
      </w:r>
      <w:r>
        <w:tab/>
        <w:t>5.063e0</w:t>
      </w:r>
    </w:p>
    <w:p w:rsidR="00B65DC9" w:rsidRDefault="00B65DC9" w:rsidP="00B65DC9">
      <w:r>
        <w:t>766.4341</w:t>
      </w:r>
      <w:r>
        <w:tab/>
        <w:t>3.038e0</w:t>
      </w:r>
    </w:p>
    <w:p w:rsidR="00B65DC9" w:rsidRDefault="00B65DC9" w:rsidP="00B65DC9">
      <w:r>
        <w:t>766.4453</w:t>
      </w:r>
      <w:r>
        <w:tab/>
        <w:t>3.038e0</w:t>
      </w:r>
    </w:p>
    <w:p w:rsidR="00B65DC9" w:rsidRDefault="00B65DC9" w:rsidP="00B65DC9">
      <w:r>
        <w:t>766.5079</w:t>
      </w:r>
      <w:r>
        <w:tab/>
        <w:t>1.025e0</w:t>
      </w:r>
    </w:p>
    <w:p w:rsidR="00B65DC9" w:rsidRDefault="00B65DC9" w:rsidP="00B65DC9">
      <w:r>
        <w:lastRenderedPageBreak/>
        <w:t>766.5372</w:t>
      </w:r>
      <w:r>
        <w:tab/>
        <w:t>2.051e0</w:t>
      </w:r>
    </w:p>
    <w:p w:rsidR="00B65DC9" w:rsidRDefault="00B65DC9" w:rsidP="00B65DC9">
      <w:r>
        <w:t>766.5728</w:t>
      </w:r>
      <w:r>
        <w:tab/>
        <w:t>3.038e0</w:t>
      </w:r>
    </w:p>
    <w:p w:rsidR="00B65DC9" w:rsidRDefault="00B65DC9" w:rsidP="00B65DC9">
      <w:r>
        <w:t>766.5844</w:t>
      </w:r>
      <w:r>
        <w:tab/>
        <w:t>1.266e-2</w:t>
      </w:r>
    </w:p>
    <w:p w:rsidR="00B65DC9" w:rsidRDefault="00B65DC9" w:rsidP="00B65DC9">
      <w:r>
        <w:t>766.6983</w:t>
      </w:r>
      <w:r>
        <w:tab/>
        <w:t>1.013e0</w:t>
      </w:r>
    </w:p>
    <w:p w:rsidR="00B65DC9" w:rsidRDefault="00B65DC9" w:rsidP="00B65DC9">
      <w:r>
        <w:t>766.7322</w:t>
      </w:r>
      <w:r>
        <w:tab/>
        <w:t>1.013e0</w:t>
      </w:r>
    </w:p>
    <w:p w:rsidR="00B65DC9" w:rsidRDefault="00B65DC9" w:rsidP="00B65DC9">
      <w:r>
        <w:t>766.7578</w:t>
      </w:r>
      <w:r>
        <w:tab/>
        <w:t>2.025e0</w:t>
      </w:r>
    </w:p>
    <w:p w:rsidR="00B65DC9" w:rsidRDefault="00B65DC9" w:rsidP="00B65DC9">
      <w:r>
        <w:t>766.7833</w:t>
      </w:r>
      <w:r>
        <w:tab/>
        <w:t>1.025e0</w:t>
      </w:r>
    </w:p>
    <w:p w:rsidR="00B65DC9" w:rsidRDefault="00B65DC9" w:rsidP="00B65DC9">
      <w:r>
        <w:t>766.7881</w:t>
      </w:r>
      <w:r>
        <w:tab/>
        <w:t>2.025e0</w:t>
      </w:r>
    </w:p>
    <w:p w:rsidR="00B65DC9" w:rsidRDefault="00B65DC9" w:rsidP="00B65DC9">
      <w:r>
        <w:t>766.8337</w:t>
      </w:r>
      <w:r>
        <w:tab/>
        <w:t>2.025e0</w:t>
      </w:r>
    </w:p>
    <w:p w:rsidR="00B65DC9" w:rsidRDefault="00B65DC9" w:rsidP="00B65DC9">
      <w:r>
        <w:t>766.8976</w:t>
      </w:r>
      <w:r>
        <w:tab/>
        <w:t>1.025e0</w:t>
      </w:r>
    </w:p>
    <w:p w:rsidR="00B65DC9" w:rsidRDefault="00B65DC9" w:rsidP="00B65DC9">
      <w:r>
        <w:t>766.9363</w:t>
      </w:r>
      <w:r>
        <w:tab/>
        <w:t>1.266e-2</w:t>
      </w:r>
    </w:p>
    <w:p w:rsidR="00B65DC9" w:rsidRDefault="00B65DC9" w:rsidP="00B65DC9">
      <w:r>
        <w:t>766.9546</w:t>
      </w:r>
      <w:r>
        <w:tab/>
        <w:t>2.025e0</w:t>
      </w:r>
    </w:p>
    <w:p w:rsidR="00B65DC9" w:rsidRDefault="00B65DC9" w:rsidP="00B65DC9">
      <w:r>
        <w:t>766.9710</w:t>
      </w:r>
      <w:r>
        <w:tab/>
        <w:t>1.266e-2</w:t>
      </w:r>
    </w:p>
    <w:p w:rsidR="00B65DC9" w:rsidRDefault="00B65DC9" w:rsidP="00B65DC9">
      <w:r>
        <w:t>767.0120</w:t>
      </w:r>
      <w:r>
        <w:tab/>
        <w:t>1.013e0</w:t>
      </w:r>
    </w:p>
    <w:p w:rsidR="00B65DC9" w:rsidRDefault="00B65DC9" w:rsidP="00B65DC9">
      <w:r>
        <w:t>767.0638</w:t>
      </w:r>
      <w:r>
        <w:tab/>
        <w:t>1.013e0</w:t>
      </w:r>
    </w:p>
    <w:p w:rsidR="00B65DC9" w:rsidRDefault="00B65DC9" w:rsidP="00B65DC9">
      <w:r>
        <w:t>767.0740</w:t>
      </w:r>
      <w:r>
        <w:tab/>
        <w:t>1.266e-2</w:t>
      </w:r>
    </w:p>
    <w:p w:rsidR="00B65DC9" w:rsidRDefault="00B65DC9" w:rsidP="00B65DC9">
      <w:r>
        <w:t>767.1415</w:t>
      </w:r>
      <w:r>
        <w:tab/>
        <w:t>1.013e0</w:t>
      </w:r>
    </w:p>
    <w:p w:rsidR="00B65DC9" w:rsidRDefault="00B65DC9" w:rsidP="00B65DC9">
      <w:r>
        <w:t>767.2089</w:t>
      </w:r>
      <w:r>
        <w:tab/>
        <w:t>1.013e0</w:t>
      </w:r>
    </w:p>
    <w:p w:rsidR="00B65DC9" w:rsidRDefault="00B65DC9" w:rsidP="00B65DC9">
      <w:r>
        <w:t>767.2214</w:t>
      </w:r>
      <w:r>
        <w:tab/>
        <w:t>5.624e0</w:t>
      </w:r>
    </w:p>
    <w:p w:rsidR="00B65DC9" w:rsidRDefault="00B65DC9" w:rsidP="00B65DC9">
      <w:r>
        <w:lastRenderedPageBreak/>
        <w:t>767.2736</w:t>
      </w:r>
      <w:r>
        <w:tab/>
        <w:t>3.038e0</w:t>
      </w:r>
    </w:p>
    <w:p w:rsidR="00B65DC9" w:rsidRDefault="00B65DC9" w:rsidP="00B65DC9">
      <w:r>
        <w:t>767.3415</w:t>
      </w:r>
      <w:r>
        <w:tab/>
        <w:t>4.051e0</w:t>
      </w:r>
    </w:p>
    <w:p w:rsidR="00B65DC9" w:rsidRDefault="00B65DC9" w:rsidP="00B65DC9">
      <w:r>
        <w:t>767.3699</w:t>
      </w:r>
      <w:r>
        <w:tab/>
        <w:t>2.025e0</w:t>
      </w:r>
    </w:p>
    <w:p w:rsidR="00B65DC9" w:rsidRDefault="00B65DC9" w:rsidP="00B65DC9">
      <w:r>
        <w:t>767.4092</w:t>
      </w:r>
      <w:r>
        <w:tab/>
        <w:t>4.051e0</w:t>
      </w:r>
    </w:p>
    <w:p w:rsidR="00B65DC9" w:rsidRDefault="00B65DC9" w:rsidP="00B65DC9">
      <w:r>
        <w:t>767.4212</w:t>
      </w:r>
      <w:r>
        <w:tab/>
        <w:t>2.025e0</w:t>
      </w:r>
    </w:p>
    <w:p w:rsidR="00B65DC9" w:rsidRDefault="00B65DC9" w:rsidP="00B65DC9">
      <w:r>
        <w:t>767.4666</w:t>
      </w:r>
      <w:r>
        <w:tab/>
        <w:t>1.013e0</w:t>
      </w:r>
    </w:p>
    <w:p w:rsidR="00B65DC9" w:rsidRDefault="00B65DC9" w:rsidP="00B65DC9">
      <w:r>
        <w:t>767.4816</w:t>
      </w:r>
      <w:r>
        <w:tab/>
        <w:t>1.013e0</w:t>
      </w:r>
    </w:p>
    <w:p w:rsidR="00B65DC9" w:rsidRDefault="00B65DC9" w:rsidP="00B65DC9">
      <w:r>
        <w:t>767.5073</w:t>
      </w:r>
      <w:r>
        <w:tab/>
        <w:t>2.025e0</w:t>
      </w:r>
    </w:p>
    <w:p w:rsidR="00B65DC9" w:rsidRDefault="00B65DC9" w:rsidP="00B65DC9">
      <w:r>
        <w:t>767.5692</w:t>
      </w:r>
      <w:r>
        <w:tab/>
        <w:t>2.025e0</w:t>
      </w:r>
    </w:p>
    <w:p w:rsidR="00B65DC9" w:rsidRDefault="00B65DC9" w:rsidP="00B65DC9">
      <w:r>
        <w:t>767.5823</w:t>
      </w:r>
      <w:r>
        <w:tab/>
        <w:t>1.013e0</w:t>
      </w:r>
    </w:p>
    <w:p w:rsidR="00B65DC9" w:rsidRDefault="00B65DC9" w:rsidP="00B65DC9">
      <w:r>
        <w:t>767.6363</w:t>
      </w:r>
      <w:r>
        <w:tab/>
        <w:t>3.798e-2</w:t>
      </w:r>
    </w:p>
    <w:p w:rsidR="00B65DC9" w:rsidRDefault="00B65DC9" w:rsidP="00B65DC9">
      <w:r>
        <w:t>767.6380</w:t>
      </w:r>
      <w:r>
        <w:tab/>
        <w:t>3.038e0</w:t>
      </w:r>
    </w:p>
    <w:p w:rsidR="00B65DC9" w:rsidRDefault="00B65DC9" w:rsidP="00B65DC9">
      <w:r>
        <w:t>767.6788</w:t>
      </w:r>
      <w:r>
        <w:tab/>
        <w:t>2.025e0</w:t>
      </w:r>
    </w:p>
    <w:p w:rsidR="00B65DC9" w:rsidRDefault="00B65DC9" w:rsidP="00B65DC9">
      <w:r>
        <w:t>767.7769</w:t>
      </w:r>
      <w:r>
        <w:tab/>
        <w:t>1.013e0</w:t>
      </w:r>
    </w:p>
    <w:p w:rsidR="00B65DC9" w:rsidRDefault="00B65DC9" w:rsidP="00B65DC9">
      <w:r>
        <w:t>767.7869</w:t>
      </w:r>
      <w:r>
        <w:tab/>
        <w:t>3.038e0</w:t>
      </w:r>
    </w:p>
    <w:p w:rsidR="00B65DC9" w:rsidRDefault="00B65DC9" w:rsidP="00B65DC9">
      <w:r>
        <w:t>767.8571</w:t>
      </w:r>
      <w:r>
        <w:tab/>
        <w:t>1.013e0</w:t>
      </w:r>
    </w:p>
    <w:p w:rsidR="00B65DC9" w:rsidRDefault="00B65DC9" w:rsidP="00B65DC9">
      <w:r>
        <w:t>768.0104</w:t>
      </w:r>
      <w:r>
        <w:tab/>
        <w:t>1.013e0</w:t>
      </w:r>
    </w:p>
    <w:p w:rsidR="00B65DC9" w:rsidRDefault="00B65DC9" w:rsidP="00B65DC9">
      <w:r>
        <w:t>768.0960</w:t>
      </w:r>
      <w:r>
        <w:tab/>
        <w:t>1.013e0</w:t>
      </w:r>
    </w:p>
    <w:p w:rsidR="00B65DC9" w:rsidRDefault="00B65DC9" w:rsidP="00B65DC9">
      <w:r>
        <w:t>768.1143</w:t>
      </w:r>
      <w:r>
        <w:tab/>
        <w:t>1.266e-2</w:t>
      </w:r>
    </w:p>
    <w:p w:rsidR="00B65DC9" w:rsidRDefault="00B65DC9" w:rsidP="00B65DC9">
      <w:r>
        <w:lastRenderedPageBreak/>
        <w:t>768.2150</w:t>
      </w:r>
      <w:r>
        <w:tab/>
        <w:t>1.025e0</w:t>
      </w:r>
    </w:p>
    <w:p w:rsidR="00B65DC9" w:rsidRDefault="00B65DC9" w:rsidP="00B65DC9">
      <w:r>
        <w:t>768.2678</w:t>
      </w:r>
      <w:r>
        <w:tab/>
        <w:t>2.555e0</w:t>
      </w:r>
    </w:p>
    <w:p w:rsidR="00B65DC9" w:rsidRDefault="00B65DC9" w:rsidP="00B65DC9">
      <w:r>
        <w:t>768.2930</w:t>
      </w:r>
      <w:r>
        <w:tab/>
        <w:t>4.051e0</w:t>
      </w:r>
    </w:p>
    <w:p w:rsidR="00B65DC9" w:rsidRDefault="00B65DC9" w:rsidP="00B65DC9">
      <w:r>
        <w:t>768.3284</w:t>
      </w:r>
      <w:r>
        <w:tab/>
        <w:t>2.025e0</w:t>
      </w:r>
    </w:p>
    <w:p w:rsidR="00B65DC9" w:rsidRDefault="00B65DC9" w:rsidP="00B65DC9">
      <w:r>
        <w:t>768.4012</w:t>
      </w:r>
      <w:r>
        <w:tab/>
        <w:t>3.038e0</w:t>
      </w:r>
    </w:p>
    <w:p w:rsidR="00B65DC9" w:rsidRDefault="00B65DC9" w:rsidP="00B65DC9">
      <w:r>
        <w:t>768.4360</w:t>
      </w:r>
      <w:r>
        <w:tab/>
        <w:t>1.013e0</w:t>
      </w:r>
    </w:p>
    <w:p w:rsidR="00B65DC9" w:rsidRDefault="00B65DC9" w:rsidP="00B65DC9">
      <w:r>
        <w:t>768.4836</w:t>
      </w:r>
      <w:r>
        <w:tab/>
        <w:t>3.038e0</w:t>
      </w:r>
    </w:p>
    <w:p w:rsidR="00B65DC9" w:rsidRDefault="00B65DC9" w:rsidP="00B65DC9">
      <w:r>
        <w:t>768.5508</w:t>
      </w:r>
      <w:r>
        <w:tab/>
        <w:t>8.101e0</w:t>
      </w:r>
    </w:p>
    <w:p w:rsidR="00B65DC9" w:rsidRDefault="00B65DC9" w:rsidP="00B65DC9">
      <w:r>
        <w:t>768.5712</w:t>
      </w:r>
      <w:r>
        <w:tab/>
        <w:t>2.640e0</w:t>
      </w:r>
    </w:p>
    <w:p w:rsidR="00B65DC9" w:rsidRDefault="00B65DC9" w:rsidP="00B65DC9">
      <w:r>
        <w:t>768.5850</w:t>
      </w:r>
      <w:r>
        <w:tab/>
        <w:t>2.025e0</w:t>
      </w:r>
    </w:p>
    <w:p w:rsidR="00B65DC9" w:rsidRDefault="00B65DC9" w:rsidP="00B65DC9">
      <w:r>
        <w:t>768.6723</w:t>
      </w:r>
      <w:r>
        <w:tab/>
        <w:t>3.051e0</w:t>
      </w:r>
    </w:p>
    <w:p w:rsidR="00B65DC9" w:rsidRDefault="00B65DC9" w:rsidP="00B65DC9">
      <w:r>
        <w:t>768.6737</w:t>
      </w:r>
      <w:r>
        <w:tab/>
        <w:t>1.013e0</w:t>
      </w:r>
    </w:p>
    <w:p w:rsidR="00B65DC9" w:rsidRDefault="00B65DC9" w:rsidP="00B65DC9">
      <w:r>
        <w:t>768.7008</w:t>
      </w:r>
      <w:r>
        <w:tab/>
        <w:t>4.051e0</w:t>
      </w:r>
    </w:p>
    <w:p w:rsidR="00B65DC9" w:rsidRDefault="00B65DC9" w:rsidP="00B65DC9">
      <w:r>
        <w:t>768.7689</w:t>
      </w:r>
      <w:r>
        <w:tab/>
        <w:t>2.025e0</w:t>
      </w:r>
    </w:p>
    <w:p w:rsidR="00B65DC9" w:rsidRDefault="00B65DC9" w:rsidP="00B65DC9">
      <w:r>
        <w:t>768.7764</w:t>
      </w:r>
      <w:r>
        <w:tab/>
        <w:t>1.266e-2</w:t>
      </w:r>
    </w:p>
    <w:p w:rsidR="00B65DC9" w:rsidRDefault="00B65DC9" w:rsidP="00B65DC9">
      <w:r>
        <w:t>768.8163</w:t>
      </w:r>
      <w:r>
        <w:tab/>
        <w:t>1.013e0</w:t>
      </w:r>
    </w:p>
    <w:p w:rsidR="00B65DC9" w:rsidRDefault="00B65DC9" w:rsidP="00B65DC9">
      <w:r>
        <w:t>768.8678</w:t>
      </w:r>
      <w:r>
        <w:tab/>
        <w:t>2.025e0</w:t>
      </w:r>
    </w:p>
    <w:p w:rsidR="00B65DC9" w:rsidRDefault="00B65DC9" w:rsidP="00B65DC9">
      <w:r>
        <w:t>768.9712</w:t>
      </w:r>
      <w:r>
        <w:tab/>
        <w:t>1.013e0</w:t>
      </w:r>
    </w:p>
    <w:p w:rsidR="00B65DC9" w:rsidRDefault="00B65DC9" w:rsidP="00B65DC9">
      <w:r>
        <w:t>769.0646</w:t>
      </w:r>
      <w:r>
        <w:tab/>
        <w:t>2.038e0</w:t>
      </w:r>
    </w:p>
    <w:p w:rsidR="00B65DC9" w:rsidRDefault="00B65DC9" w:rsidP="00B65DC9">
      <w:r>
        <w:lastRenderedPageBreak/>
        <w:t>769.1086</w:t>
      </w:r>
      <w:r>
        <w:tab/>
        <w:t>2.025e0</w:t>
      </w:r>
    </w:p>
    <w:p w:rsidR="00B65DC9" w:rsidRDefault="00B65DC9" w:rsidP="00B65DC9">
      <w:r>
        <w:t>769.2237</w:t>
      </w:r>
      <w:r>
        <w:tab/>
        <w:t>6.076e0</w:t>
      </w:r>
    </w:p>
    <w:p w:rsidR="00B65DC9" w:rsidRDefault="00B65DC9" w:rsidP="00B65DC9">
      <w:r>
        <w:t>769.2443</w:t>
      </w:r>
      <w:r>
        <w:tab/>
        <w:t>9.114e0</w:t>
      </w:r>
    </w:p>
    <w:p w:rsidR="00B65DC9" w:rsidRDefault="00B65DC9" w:rsidP="00B65DC9">
      <w:r>
        <w:t>769.2496</w:t>
      </w:r>
      <w:r>
        <w:tab/>
        <w:t>1.697e1</w:t>
      </w:r>
    </w:p>
    <w:p w:rsidR="00B65DC9" w:rsidRDefault="00B65DC9" w:rsidP="00B65DC9">
      <w:r>
        <w:t>769.2625</w:t>
      </w:r>
      <w:r>
        <w:tab/>
        <w:t>5.063e0</w:t>
      </w:r>
    </w:p>
    <w:p w:rsidR="00B65DC9" w:rsidRDefault="00B65DC9" w:rsidP="00B65DC9">
      <w:r>
        <w:t>769.2636</w:t>
      </w:r>
      <w:r>
        <w:tab/>
        <w:t>2.063e0</w:t>
      </w:r>
    </w:p>
    <w:p w:rsidR="00B65DC9" w:rsidRDefault="00B65DC9" w:rsidP="00B65DC9">
      <w:r>
        <w:t>769.3981</w:t>
      </w:r>
      <w:r>
        <w:tab/>
        <w:t>2.025e0</w:t>
      </w:r>
    </w:p>
    <w:p w:rsidR="00B65DC9" w:rsidRDefault="00B65DC9" w:rsidP="00B65DC9">
      <w:r>
        <w:t>769.4146</w:t>
      </w:r>
      <w:r>
        <w:tab/>
        <w:t>6.029e0</w:t>
      </w:r>
    </w:p>
    <w:p w:rsidR="00B65DC9" w:rsidRDefault="00B65DC9" w:rsidP="00B65DC9">
      <w:r>
        <w:t>769.4318</w:t>
      </w:r>
      <w:r>
        <w:tab/>
        <w:t>2.025e0</w:t>
      </w:r>
    </w:p>
    <w:p w:rsidR="00B65DC9" w:rsidRDefault="00B65DC9" w:rsidP="00B65DC9">
      <w:r>
        <w:t>769.4402</w:t>
      </w:r>
      <w:r>
        <w:tab/>
        <w:t>2.025e0</w:t>
      </w:r>
    </w:p>
    <w:p w:rsidR="00B65DC9" w:rsidRDefault="00B65DC9" w:rsidP="00B65DC9">
      <w:r>
        <w:t>769.4478</w:t>
      </w:r>
      <w:r>
        <w:tab/>
        <w:t>2.025e0</w:t>
      </w:r>
    </w:p>
    <w:p w:rsidR="00B65DC9" w:rsidRDefault="00B65DC9" w:rsidP="00B65DC9">
      <w:r>
        <w:t>769.5366</w:t>
      </w:r>
      <w:r>
        <w:tab/>
        <w:t>4.051e0</w:t>
      </w:r>
    </w:p>
    <w:p w:rsidR="00B65DC9" w:rsidRDefault="00B65DC9" w:rsidP="00B65DC9">
      <w:r>
        <w:t>769.6379</w:t>
      </w:r>
      <w:r>
        <w:tab/>
        <w:t>4.051e0</w:t>
      </w:r>
    </w:p>
    <w:p w:rsidR="00B65DC9" w:rsidRDefault="00B65DC9" w:rsidP="00B65DC9">
      <w:r>
        <w:t>769.6470</w:t>
      </w:r>
      <w:r>
        <w:tab/>
        <w:t>1.013e0</w:t>
      </w:r>
    </w:p>
    <w:p w:rsidR="00B65DC9" w:rsidRDefault="00B65DC9" w:rsidP="00B65DC9">
      <w:r>
        <w:t>769.8082</w:t>
      </w:r>
      <w:r>
        <w:tab/>
        <w:t>2.025e0</w:t>
      </w:r>
    </w:p>
    <w:p w:rsidR="00B65DC9" w:rsidRDefault="00B65DC9" w:rsidP="00B65DC9">
      <w:r>
        <w:t>769.8420</w:t>
      </w:r>
      <w:r>
        <w:tab/>
        <w:t>1.266e-2</w:t>
      </w:r>
    </w:p>
    <w:p w:rsidR="00B65DC9" w:rsidRDefault="00B65DC9" w:rsidP="00B65DC9">
      <w:r>
        <w:t>769.8681</w:t>
      </w:r>
      <w:r>
        <w:tab/>
        <w:t>1.013e0</w:t>
      </w:r>
    </w:p>
    <w:p w:rsidR="00B65DC9" w:rsidRDefault="00B65DC9" w:rsidP="00B65DC9">
      <w:r>
        <w:t>769.9201</w:t>
      </w:r>
      <w:r>
        <w:tab/>
        <w:t>1.266e-2</w:t>
      </w:r>
    </w:p>
    <w:p w:rsidR="00B65DC9" w:rsidRDefault="00B65DC9" w:rsidP="00B65DC9">
      <w:r>
        <w:t>769.9623</w:t>
      </w:r>
      <w:r>
        <w:tab/>
        <w:t>2.025e0</w:t>
      </w:r>
    </w:p>
    <w:p w:rsidR="00B65DC9" w:rsidRDefault="00B65DC9" w:rsidP="00B65DC9">
      <w:r>
        <w:lastRenderedPageBreak/>
        <w:t>769.9851</w:t>
      </w:r>
      <w:r>
        <w:tab/>
        <w:t>1.013e0</w:t>
      </w:r>
    </w:p>
    <w:p w:rsidR="00B65DC9" w:rsidRDefault="00B65DC9" w:rsidP="00B65DC9">
      <w:r>
        <w:t>770.0027</w:t>
      </w:r>
      <w:r>
        <w:tab/>
        <w:t>1.013e0</w:t>
      </w:r>
    </w:p>
    <w:p w:rsidR="00B65DC9" w:rsidRDefault="00B65DC9" w:rsidP="00B65DC9">
      <w:r>
        <w:t>770.0372</w:t>
      </w:r>
      <w:r>
        <w:tab/>
        <w:t>2.025e0</w:t>
      </w:r>
    </w:p>
    <w:p w:rsidR="00B65DC9" w:rsidRDefault="00B65DC9" w:rsidP="00B65DC9">
      <w:r>
        <w:t>770.1476</w:t>
      </w:r>
      <w:r>
        <w:tab/>
        <w:t>2.025e0</w:t>
      </w:r>
    </w:p>
    <w:p w:rsidR="00B65DC9" w:rsidRDefault="00B65DC9" w:rsidP="00B65DC9">
      <w:r>
        <w:t>770.1845</w:t>
      </w:r>
      <w:r>
        <w:tab/>
        <w:t>2.025e0</w:t>
      </w:r>
    </w:p>
    <w:p w:rsidR="00B65DC9" w:rsidRDefault="00B65DC9" w:rsidP="00B65DC9">
      <w:r>
        <w:t>770.2063</w:t>
      </w:r>
      <w:r>
        <w:tab/>
        <w:t>2.025e0</w:t>
      </w:r>
    </w:p>
    <w:p w:rsidR="00B65DC9" w:rsidRDefault="00B65DC9" w:rsidP="00B65DC9">
      <w:r>
        <w:t>770.2208</w:t>
      </w:r>
      <w:r>
        <w:tab/>
        <w:t>2.025e0</w:t>
      </w:r>
    </w:p>
    <w:p w:rsidR="00B65DC9" w:rsidRDefault="00B65DC9" w:rsidP="00B65DC9">
      <w:r>
        <w:t>770.2584</w:t>
      </w:r>
      <w:r>
        <w:tab/>
        <w:t>2.532e-2</w:t>
      </w:r>
    </w:p>
    <w:p w:rsidR="00B65DC9" w:rsidRDefault="00B65DC9" w:rsidP="00B65DC9">
      <w:r>
        <w:t>770.2723</w:t>
      </w:r>
      <w:r>
        <w:tab/>
        <w:t>9.878e0</w:t>
      </w:r>
    </w:p>
    <w:p w:rsidR="00B65DC9" w:rsidRDefault="00B65DC9" w:rsidP="00B65DC9">
      <w:r>
        <w:t>770.2889</w:t>
      </w:r>
      <w:r>
        <w:tab/>
        <w:t>3.038e0</w:t>
      </w:r>
    </w:p>
    <w:p w:rsidR="00B65DC9" w:rsidRDefault="00B65DC9" w:rsidP="00B65DC9">
      <w:r>
        <w:t>770.3754</w:t>
      </w:r>
      <w:r>
        <w:tab/>
        <w:t>1.266e-2</w:t>
      </w:r>
    </w:p>
    <w:p w:rsidR="00B65DC9" w:rsidRDefault="00B65DC9" w:rsidP="00B65DC9">
      <w:r>
        <w:t>770.3950</w:t>
      </w:r>
      <w:r>
        <w:tab/>
        <w:t>2.025e0</w:t>
      </w:r>
    </w:p>
    <w:p w:rsidR="00B65DC9" w:rsidRDefault="00B65DC9" w:rsidP="00B65DC9">
      <w:r>
        <w:t>770.4276</w:t>
      </w:r>
      <w:r>
        <w:tab/>
        <w:t>1.025e0</w:t>
      </w:r>
    </w:p>
    <w:p w:rsidR="00B65DC9" w:rsidRDefault="00B65DC9" w:rsidP="00B65DC9">
      <w:r>
        <w:t>770.4536</w:t>
      </w:r>
      <w:r>
        <w:tab/>
        <w:t>1.013e0</w:t>
      </w:r>
    </w:p>
    <w:p w:rsidR="00B65DC9" w:rsidRDefault="00B65DC9" w:rsidP="00B65DC9">
      <w:r>
        <w:t>770.4794</w:t>
      </w:r>
      <w:r>
        <w:tab/>
        <w:t>4.051e0</w:t>
      </w:r>
    </w:p>
    <w:p w:rsidR="00B65DC9" w:rsidRDefault="00B65DC9" w:rsidP="00B65DC9">
      <w:r>
        <w:t>770.4805</w:t>
      </w:r>
      <w:r>
        <w:tab/>
        <w:t>1.013e0</w:t>
      </w:r>
    </w:p>
    <w:p w:rsidR="00B65DC9" w:rsidRDefault="00B65DC9" w:rsidP="00B65DC9">
      <w:r>
        <w:t>770.5760</w:t>
      </w:r>
      <w:r>
        <w:tab/>
        <w:t>3.038e0</w:t>
      </w:r>
    </w:p>
    <w:p w:rsidR="00B65DC9" w:rsidRDefault="00B65DC9" w:rsidP="00B65DC9">
      <w:r>
        <w:t>770.6097</w:t>
      </w:r>
      <w:r>
        <w:tab/>
        <w:t>1.013e0</w:t>
      </w:r>
    </w:p>
    <w:p w:rsidR="00B65DC9" w:rsidRDefault="00B65DC9" w:rsidP="00B65DC9">
      <w:r>
        <w:t>770.6196</w:t>
      </w:r>
      <w:r>
        <w:tab/>
        <w:t>3.076e0</w:t>
      </w:r>
    </w:p>
    <w:p w:rsidR="00B65DC9" w:rsidRDefault="00B65DC9" w:rsidP="00B65DC9">
      <w:r>
        <w:lastRenderedPageBreak/>
        <w:t>770.6332</w:t>
      </w:r>
      <w:r>
        <w:tab/>
        <w:t>1.025e0</w:t>
      </w:r>
    </w:p>
    <w:p w:rsidR="00B65DC9" w:rsidRDefault="00B65DC9" w:rsidP="00B65DC9">
      <w:r>
        <w:t>770.6596</w:t>
      </w:r>
      <w:r>
        <w:tab/>
        <w:t>3.038e0</w:t>
      </w:r>
    </w:p>
    <w:p w:rsidR="00B65DC9" w:rsidRDefault="00B65DC9" w:rsidP="00B65DC9">
      <w:r>
        <w:t>770.7854</w:t>
      </w:r>
      <w:r>
        <w:tab/>
        <w:t>3.038e0</w:t>
      </w:r>
    </w:p>
    <w:p w:rsidR="00B65DC9" w:rsidRDefault="00B65DC9" w:rsidP="00B65DC9">
      <w:r>
        <w:t>770.8961</w:t>
      </w:r>
      <w:r>
        <w:tab/>
        <w:t>1.013e0</w:t>
      </w:r>
    </w:p>
    <w:p w:rsidR="00B65DC9" w:rsidRDefault="00B65DC9" w:rsidP="00B65DC9">
      <w:r>
        <w:t>770.9222</w:t>
      </w:r>
      <w:r>
        <w:tab/>
        <w:t>1.013e0</w:t>
      </w:r>
    </w:p>
    <w:p w:rsidR="00B65DC9" w:rsidRDefault="00B65DC9" w:rsidP="00B65DC9">
      <w:r>
        <w:t>770.9743</w:t>
      </w:r>
      <w:r>
        <w:tab/>
        <w:t>1.266e-2</w:t>
      </w:r>
    </w:p>
    <w:p w:rsidR="00B65DC9" w:rsidRDefault="00B65DC9" w:rsidP="00B65DC9">
      <w:r>
        <w:t>771.0394</w:t>
      </w:r>
      <w:r>
        <w:tab/>
        <w:t>1.013e0</w:t>
      </w:r>
    </w:p>
    <w:p w:rsidR="00B65DC9" w:rsidRDefault="00B65DC9" w:rsidP="00B65DC9">
      <w:r>
        <w:t>771.0789</w:t>
      </w:r>
      <w:r>
        <w:tab/>
        <w:t>3.038e0</w:t>
      </w:r>
    </w:p>
    <w:p w:rsidR="00B65DC9" w:rsidRDefault="00B65DC9" w:rsidP="00B65DC9">
      <w:r>
        <w:t>771.1097</w:t>
      </w:r>
      <w:r>
        <w:tab/>
        <w:t>1.013e0</w:t>
      </w:r>
    </w:p>
    <w:p w:rsidR="00B65DC9" w:rsidRDefault="00B65DC9" w:rsidP="00B65DC9">
      <w:r>
        <w:t>771.2103</w:t>
      </w:r>
      <w:r>
        <w:tab/>
        <w:t>2.025e0</w:t>
      </w:r>
    </w:p>
    <w:p w:rsidR="00B65DC9" w:rsidRDefault="00B65DC9" w:rsidP="00B65DC9">
      <w:r>
        <w:t>771.2301</w:t>
      </w:r>
      <w:r>
        <w:tab/>
        <w:t>5.063e0</w:t>
      </w:r>
    </w:p>
    <w:p w:rsidR="00B65DC9" w:rsidRDefault="00B65DC9" w:rsidP="00B65DC9">
      <w:r>
        <w:t>771.2615</w:t>
      </w:r>
      <w:r>
        <w:tab/>
        <w:t>5.827e0</w:t>
      </w:r>
    </w:p>
    <w:p w:rsidR="00B65DC9" w:rsidRDefault="00B65DC9" w:rsidP="00B65DC9">
      <w:r>
        <w:t>771.3023</w:t>
      </w:r>
      <w:r>
        <w:tab/>
        <w:t>2.377e0</w:t>
      </w:r>
    </w:p>
    <w:p w:rsidR="00B65DC9" w:rsidRDefault="00B65DC9" w:rsidP="00B65DC9">
      <w:r>
        <w:t>771.4033</w:t>
      </w:r>
      <w:r>
        <w:tab/>
        <w:t>2.532e-2</w:t>
      </w:r>
    </w:p>
    <w:p w:rsidR="00B65DC9" w:rsidRDefault="00B65DC9" w:rsidP="00B65DC9">
      <w:r>
        <w:t>771.4954</w:t>
      </w:r>
      <w:r>
        <w:tab/>
        <w:t>1.013e0</w:t>
      </w:r>
    </w:p>
    <w:p w:rsidR="00B65DC9" w:rsidRDefault="00B65DC9" w:rsidP="00B65DC9">
      <w:r>
        <w:t>771.5475</w:t>
      </w:r>
      <w:r>
        <w:tab/>
        <w:t>1.013e0</w:t>
      </w:r>
    </w:p>
    <w:p w:rsidR="00B65DC9" w:rsidRDefault="00B65DC9" w:rsidP="00B65DC9">
      <w:r>
        <w:t>771.5866</w:t>
      </w:r>
      <w:r>
        <w:tab/>
        <w:t>1.013e0</w:t>
      </w:r>
    </w:p>
    <w:p w:rsidR="00B65DC9" w:rsidRDefault="00B65DC9" w:rsidP="00B65DC9">
      <w:r>
        <w:t>771.6517</w:t>
      </w:r>
      <w:r>
        <w:tab/>
        <w:t>1.266e-2</w:t>
      </w:r>
    </w:p>
    <w:p w:rsidR="00B65DC9" w:rsidRDefault="00B65DC9" w:rsidP="00B65DC9">
      <w:r>
        <w:t>771.7338</w:t>
      </w:r>
      <w:r>
        <w:tab/>
        <w:t>2.025e0</w:t>
      </w:r>
    </w:p>
    <w:p w:rsidR="00B65DC9" w:rsidRDefault="00B65DC9" w:rsidP="00B65DC9">
      <w:r>
        <w:lastRenderedPageBreak/>
        <w:t>771.7560</w:t>
      </w:r>
      <w:r>
        <w:tab/>
        <w:t>1.013e0</w:t>
      </w:r>
    </w:p>
    <w:p w:rsidR="00B65DC9" w:rsidRDefault="00B65DC9" w:rsidP="00B65DC9">
      <w:r>
        <w:t>771.8153</w:t>
      </w:r>
      <w:r>
        <w:tab/>
        <w:t>2.025e0</w:t>
      </w:r>
    </w:p>
    <w:p w:rsidR="00B65DC9" w:rsidRDefault="00B65DC9" w:rsidP="00B65DC9">
      <w:r>
        <w:t>771.8734</w:t>
      </w:r>
      <w:r>
        <w:tab/>
        <w:t>1.013e0</w:t>
      </w:r>
    </w:p>
    <w:p w:rsidR="00B65DC9" w:rsidRDefault="00B65DC9" w:rsidP="00B65DC9">
      <w:r>
        <w:t>771.9647</w:t>
      </w:r>
      <w:r>
        <w:tab/>
        <w:t>1.013e0</w:t>
      </w:r>
    </w:p>
    <w:p w:rsidR="00B65DC9" w:rsidRDefault="00B65DC9" w:rsidP="00B65DC9">
      <w:r>
        <w:t>772.0558</w:t>
      </w:r>
      <w:r>
        <w:tab/>
        <w:t>2.532e-2</w:t>
      </w:r>
    </w:p>
    <w:p w:rsidR="00B65DC9" w:rsidRDefault="00B65DC9" w:rsidP="00B65DC9">
      <w:r>
        <w:t>772.0633</w:t>
      </w:r>
      <w:r>
        <w:tab/>
        <w:t>2.025e0</w:t>
      </w:r>
    </w:p>
    <w:p w:rsidR="00B65DC9" w:rsidRDefault="00B65DC9" w:rsidP="00B65DC9">
      <w:r>
        <w:t>772.1211</w:t>
      </w:r>
      <w:r>
        <w:tab/>
        <w:t>1.013e0</w:t>
      </w:r>
    </w:p>
    <w:p w:rsidR="00B65DC9" w:rsidRDefault="00B65DC9" w:rsidP="00B65DC9">
      <w:r>
        <w:t>772.2264</w:t>
      </w:r>
      <w:r>
        <w:tab/>
        <w:t>1.013e0</w:t>
      </w:r>
    </w:p>
    <w:p w:rsidR="00B65DC9" w:rsidRDefault="00B65DC9" w:rsidP="00B65DC9">
      <w:r>
        <w:t>772.3037</w:t>
      </w:r>
      <w:r>
        <w:tab/>
        <w:t>2.038e0</w:t>
      </w:r>
    </w:p>
    <w:p w:rsidR="00B65DC9" w:rsidRDefault="00B65DC9" w:rsidP="00B65DC9">
      <w:r>
        <w:t>772.3192</w:t>
      </w:r>
      <w:r>
        <w:tab/>
        <w:t>1.266e-2</w:t>
      </w:r>
    </w:p>
    <w:p w:rsidR="00B65DC9" w:rsidRDefault="00B65DC9" w:rsidP="00B65DC9">
      <w:r>
        <w:t>772.3467</w:t>
      </w:r>
      <w:r>
        <w:tab/>
        <w:t>2.025e0</w:t>
      </w:r>
    </w:p>
    <w:p w:rsidR="00B65DC9" w:rsidRDefault="00B65DC9" w:rsidP="00B65DC9">
      <w:r>
        <w:t>772.4764</w:t>
      </w:r>
      <w:r>
        <w:tab/>
        <w:t>4.051e0</w:t>
      </w:r>
    </w:p>
    <w:p w:rsidR="00B65DC9" w:rsidRDefault="00B65DC9" w:rsidP="00B65DC9">
      <w:r>
        <w:t>772.4954</w:t>
      </w:r>
      <w:r>
        <w:tab/>
        <w:t>3.038e0</w:t>
      </w:r>
    </w:p>
    <w:p w:rsidR="00B65DC9" w:rsidRDefault="00B65DC9" w:rsidP="00B65DC9">
      <w:r>
        <w:t>772.5059</w:t>
      </w:r>
      <w:r>
        <w:tab/>
        <w:t>2.025e0</w:t>
      </w:r>
    </w:p>
    <w:p w:rsidR="00B65DC9" w:rsidRDefault="00B65DC9" w:rsidP="00B65DC9">
      <w:r>
        <w:t>772.5831</w:t>
      </w:r>
      <w:r>
        <w:tab/>
        <w:t>2.025e0</w:t>
      </w:r>
    </w:p>
    <w:p w:rsidR="00B65DC9" w:rsidRDefault="00B65DC9" w:rsidP="00B65DC9">
      <w:r>
        <w:t>772.6005</w:t>
      </w:r>
      <w:r>
        <w:tab/>
        <w:t>2.532e-2</w:t>
      </w:r>
    </w:p>
    <w:p w:rsidR="00B65DC9" w:rsidRDefault="00B65DC9" w:rsidP="00B65DC9">
      <w:r>
        <w:t>772.6299</w:t>
      </w:r>
      <w:r>
        <w:tab/>
        <w:t>1.013e0</w:t>
      </w:r>
    </w:p>
    <w:p w:rsidR="00B65DC9" w:rsidRDefault="00B65DC9" w:rsidP="00B65DC9">
      <w:r>
        <w:t>772.6821</w:t>
      </w:r>
      <w:r>
        <w:tab/>
        <w:t>1.266e-2</w:t>
      </w:r>
    </w:p>
    <w:p w:rsidR="00B65DC9" w:rsidRDefault="00B65DC9" w:rsidP="00B65DC9">
      <w:r>
        <w:t>772.6862</w:t>
      </w:r>
      <w:r>
        <w:tab/>
        <w:t>2.025e0</w:t>
      </w:r>
    </w:p>
    <w:p w:rsidR="00B65DC9" w:rsidRDefault="00B65DC9" w:rsidP="00B65DC9">
      <w:r>
        <w:lastRenderedPageBreak/>
        <w:t>772.7099</w:t>
      </w:r>
      <w:r>
        <w:tab/>
        <w:t>1.013e0</w:t>
      </w:r>
    </w:p>
    <w:p w:rsidR="00B65DC9" w:rsidRDefault="00B65DC9" w:rsidP="00B65DC9">
      <w:r>
        <w:t>772.8288</w:t>
      </w:r>
      <w:r>
        <w:tab/>
        <w:t>2.025e0</w:t>
      </w:r>
    </w:p>
    <w:p w:rsidR="00B65DC9" w:rsidRDefault="00B65DC9" w:rsidP="00B65DC9">
      <w:r>
        <w:t>772.8490</w:t>
      </w:r>
      <w:r>
        <w:tab/>
        <w:t>3.038e0</w:t>
      </w:r>
    </w:p>
    <w:p w:rsidR="00B65DC9" w:rsidRDefault="00B65DC9" w:rsidP="00B65DC9">
      <w:r>
        <w:t>772.8909</w:t>
      </w:r>
      <w:r>
        <w:tab/>
        <w:t>1.013e0</w:t>
      </w:r>
    </w:p>
    <w:p w:rsidR="00B65DC9" w:rsidRDefault="00B65DC9" w:rsidP="00B65DC9">
      <w:r>
        <w:t>772.9324</w:t>
      </w:r>
      <w:r>
        <w:tab/>
        <w:t>2.025e0</w:t>
      </w:r>
    </w:p>
    <w:p w:rsidR="00B65DC9" w:rsidRDefault="00B65DC9" w:rsidP="00B65DC9">
      <w:r>
        <w:t>772.9823</w:t>
      </w:r>
      <w:r>
        <w:tab/>
        <w:t>2.025e0</w:t>
      </w:r>
    </w:p>
    <w:p w:rsidR="00B65DC9" w:rsidRDefault="00B65DC9" w:rsidP="00B65DC9">
      <w:r>
        <w:t>773.0511</w:t>
      </w:r>
      <w:r>
        <w:tab/>
        <w:t>2.025e0</w:t>
      </w:r>
    </w:p>
    <w:p w:rsidR="00B65DC9" w:rsidRDefault="00B65DC9" w:rsidP="00B65DC9">
      <w:r>
        <w:t>773.0737</w:t>
      </w:r>
      <w:r>
        <w:tab/>
        <w:t>1.013e0</w:t>
      </w:r>
    </w:p>
    <w:p w:rsidR="00B65DC9" w:rsidRDefault="00B65DC9" w:rsidP="00B65DC9">
      <w:r>
        <w:t>773.1094</w:t>
      </w:r>
      <w:r>
        <w:tab/>
        <w:t>2.025e0</w:t>
      </w:r>
    </w:p>
    <w:p w:rsidR="00B65DC9" w:rsidRDefault="00B65DC9" w:rsidP="00B65DC9">
      <w:r>
        <w:t>773.2405</w:t>
      </w:r>
      <w:r>
        <w:tab/>
        <w:t>3.038e0</w:t>
      </w:r>
    </w:p>
    <w:p w:rsidR="00B65DC9" w:rsidRDefault="00B65DC9" w:rsidP="00B65DC9">
      <w:r>
        <w:t>773.2469</w:t>
      </w:r>
      <w:r>
        <w:tab/>
        <w:t>6.101e0</w:t>
      </w:r>
    </w:p>
    <w:p w:rsidR="00B65DC9" w:rsidRDefault="00B65DC9" w:rsidP="00B65DC9">
      <w:r>
        <w:t>773.2565</w:t>
      </w:r>
      <w:r>
        <w:tab/>
        <w:t>1.013e0</w:t>
      </w:r>
    </w:p>
    <w:p w:rsidR="00B65DC9" w:rsidRDefault="00B65DC9" w:rsidP="00B65DC9">
      <w:r>
        <w:t>773.2725</w:t>
      </w:r>
      <w:r>
        <w:tab/>
        <w:t>2.532e-2</w:t>
      </w:r>
    </w:p>
    <w:p w:rsidR="00B65DC9" w:rsidRDefault="00B65DC9" w:rsidP="00B65DC9">
      <w:r>
        <w:t>773.3913</w:t>
      </w:r>
      <w:r>
        <w:tab/>
        <w:t>1.013e0</w:t>
      </w:r>
    </w:p>
    <w:p w:rsidR="00B65DC9" w:rsidRDefault="00B65DC9" w:rsidP="00B65DC9">
      <w:r>
        <w:t>773.4525</w:t>
      </w:r>
      <w:r>
        <w:tab/>
        <w:t>1.013e0</w:t>
      </w:r>
    </w:p>
    <w:p w:rsidR="00B65DC9" w:rsidRDefault="00B65DC9" w:rsidP="00B65DC9">
      <w:r>
        <w:t>773.5024</w:t>
      </w:r>
      <w:r>
        <w:tab/>
        <w:t>2.025e0</w:t>
      </w:r>
    </w:p>
    <w:p w:rsidR="00B65DC9" w:rsidRDefault="00B65DC9" w:rsidP="00B65DC9">
      <w:r>
        <w:t>773.6554</w:t>
      </w:r>
      <w:r>
        <w:tab/>
        <w:t>2.025e0</w:t>
      </w:r>
    </w:p>
    <w:p w:rsidR="00B65DC9" w:rsidRDefault="00B65DC9" w:rsidP="00B65DC9">
      <w:r>
        <w:t>773.6818</w:t>
      </w:r>
      <w:r>
        <w:tab/>
        <w:t>2.038e0</w:t>
      </w:r>
    </w:p>
    <w:p w:rsidR="00B65DC9" w:rsidRDefault="00B65DC9" w:rsidP="00B65DC9">
      <w:r>
        <w:t>773.7999</w:t>
      </w:r>
      <w:r>
        <w:tab/>
        <w:t>1.013e0</w:t>
      </w:r>
    </w:p>
    <w:p w:rsidR="00B65DC9" w:rsidRDefault="00B65DC9" w:rsidP="00B65DC9">
      <w:r>
        <w:lastRenderedPageBreak/>
        <w:t>773.8575</w:t>
      </w:r>
      <w:r>
        <w:tab/>
        <w:t>1.013e0</w:t>
      </w:r>
    </w:p>
    <w:p w:rsidR="00B65DC9" w:rsidRDefault="00B65DC9" w:rsidP="00B65DC9">
      <w:r>
        <w:t>773.8854</w:t>
      </w:r>
      <w:r>
        <w:tab/>
        <w:t>1.266e-2</w:t>
      </w:r>
    </w:p>
    <w:p w:rsidR="00B65DC9" w:rsidRDefault="00B65DC9" w:rsidP="00B65DC9">
      <w:r>
        <w:t>773.9359</w:t>
      </w:r>
      <w:r>
        <w:tab/>
        <w:t>1.013e0</w:t>
      </w:r>
    </w:p>
    <w:p w:rsidR="00B65DC9" w:rsidRDefault="00B65DC9" w:rsidP="00B65DC9">
      <w:r>
        <w:t>774.0013</w:t>
      </w:r>
      <w:r>
        <w:tab/>
        <w:t>1.013e0</w:t>
      </w:r>
    </w:p>
    <w:p w:rsidR="00B65DC9" w:rsidRDefault="00B65DC9" w:rsidP="00B65DC9">
      <w:r>
        <w:t>774.0405</w:t>
      </w:r>
      <w:r>
        <w:tab/>
        <w:t>1.013e0</w:t>
      </w:r>
    </w:p>
    <w:p w:rsidR="00B65DC9" w:rsidRDefault="00B65DC9" w:rsidP="00B65DC9">
      <w:r>
        <w:t>774.0555</w:t>
      </w:r>
      <w:r>
        <w:tab/>
        <w:t>2.025e0</w:t>
      </w:r>
    </w:p>
    <w:p w:rsidR="00B65DC9" w:rsidRDefault="00B65DC9" w:rsidP="00B65DC9">
      <w:r>
        <w:t>774.0928</w:t>
      </w:r>
      <w:r>
        <w:tab/>
        <w:t>2.025e0</w:t>
      </w:r>
    </w:p>
    <w:p w:rsidR="00B65DC9" w:rsidRDefault="00B65DC9" w:rsidP="00B65DC9">
      <w:r>
        <w:t>774.1404</w:t>
      </w:r>
      <w:r>
        <w:tab/>
        <w:t>3.038e0</w:t>
      </w:r>
    </w:p>
    <w:p w:rsidR="00B65DC9" w:rsidRDefault="00B65DC9" w:rsidP="00B65DC9">
      <w:r>
        <w:t>774.1752</w:t>
      </w:r>
      <w:r>
        <w:tab/>
        <w:t>1.013e0</w:t>
      </w:r>
    </w:p>
    <w:p w:rsidR="00B65DC9" w:rsidRDefault="00B65DC9" w:rsidP="00B65DC9">
      <w:r>
        <w:t>774.2758</w:t>
      </w:r>
      <w:r>
        <w:tab/>
        <w:t>1.266e-2</w:t>
      </w:r>
    </w:p>
    <w:p w:rsidR="00B65DC9" w:rsidRDefault="00B65DC9" w:rsidP="00B65DC9">
      <w:r>
        <w:t>774.3439</w:t>
      </w:r>
      <w:r>
        <w:tab/>
        <w:t>1.025e0</w:t>
      </w:r>
    </w:p>
    <w:p w:rsidR="00B65DC9" w:rsidRDefault="00B65DC9" w:rsidP="00B65DC9">
      <w:r>
        <w:t>774.3517</w:t>
      </w:r>
      <w:r>
        <w:tab/>
        <w:t>1.932e0</w:t>
      </w:r>
    </w:p>
    <w:p w:rsidR="00B65DC9" w:rsidRDefault="00B65DC9" w:rsidP="00B65DC9">
      <w:r>
        <w:t>774.4655</w:t>
      </w:r>
      <w:r>
        <w:tab/>
        <w:t>2.025e0</w:t>
      </w:r>
    </w:p>
    <w:p w:rsidR="00B65DC9" w:rsidRDefault="00B65DC9" w:rsidP="00B65DC9">
      <w:r>
        <w:t>774.4727</w:t>
      </w:r>
      <w:r>
        <w:tab/>
        <w:t>5.063e0</w:t>
      </w:r>
    </w:p>
    <w:p w:rsidR="00B65DC9" w:rsidRDefault="00B65DC9" w:rsidP="00B65DC9">
      <w:r>
        <w:t>774.5243</w:t>
      </w:r>
      <w:r>
        <w:tab/>
        <w:t>1.266e-2</w:t>
      </w:r>
    </w:p>
    <w:p w:rsidR="00B65DC9" w:rsidRDefault="00B65DC9" w:rsidP="00B65DC9">
      <w:r>
        <w:t>774.5269</w:t>
      </w:r>
      <w:r>
        <w:tab/>
        <w:t>2.025e0</w:t>
      </w:r>
    </w:p>
    <w:p w:rsidR="00B65DC9" w:rsidRDefault="00B65DC9" w:rsidP="00B65DC9">
      <w:r>
        <w:t>774.5766</w:t>
      </w:r>
      <w:r>
        <w:tab/>
        <w:t>1.013e0</w:t>
      </w:r>
    </w:p>
    <w:p w:rsidR="00B65DC9" w:rsidRDefault="00B65DC9" w:rsidP="00B65DC9">
      <w:r>
        <w:t>774.6024</w:t>
      </w:r>
      <w:r>
        <w:tab/>
        <w:t>1.025e0</w:t>
      </w:r>
    </w:p>
    <w:p w:rsidR="00B65DC9" w:rsidRDefault="00B65DC9" w:rsidP="00B65DC9">
      <w:r>
        <w:t>774.6085</w:t>
      </w:r>
      <w:r>
        <w:tab/>
        <w:t>2.025e0</w:t>
      </w:r>
    </w:p>
    <w:p w:rsidR="00B65DC9" w:rsidRDefault="00B65DC9" w:rsidP="00B65DC9">
      <w:r>
        <w:lastRenderedPageBreak/>
        <w:t>774.6985</w:t>
      </w:r>
      <w:r>
        <w:tab/>
        <w:t>4.051e0</w:t>
      </w:r>
    </w:p>
    <w:p w:rsidR="00B65DC9" w:rsidRDefault="00B65DC9" w:rsidP="00B65DC9">
      <w:r>
        <w:t>774.7074</w:t>
      </w:r>
      <w:r>
        <w:tab/>
        <w:t>1.013e0</w:t>
      </w:r>
    </w:p>
    <w:p w:rsidR="00B65DC9" w:rsidRDefault="00B65DC9" w:rsidP="00B65DC9">
      <w:r>
        <w:t>774.7346</w:t>
      </w:r>
      <w:r>
        <w:tab/>
        <w:t>1.266e-2</w:t>
      </w:r>
    </w:p>
    <w:p w:rsidR="00B65DC9" w:rsidRDefault="00B65DC9" w:rsidP="00B65DC9">
      <w:r>
        <w:t>774.8053</w:t>
      </w:r>
      <w:r>
        <w:tab/>
        <w:t>1.013e0</w:t>
      </w:r>
    </w:p>
    <w:p w:rsidR="00B65DC9" w:rsidRDefault="00B65DC9" w:rsidP="00B65DC9">
      <w:r>
        <w:t>774.8083</w:t>
      </w:r>
      <w:r>
        <w:tab/>
        <w:t>2.025e0</w:t>
      </w:r>
    </w:p>
    <w:p w:rsidR="00B65DC9" w:rsidRDefault="00B65DC9" w:rsidP="00B65DC9">
      <w:r>
        <w:t>774.8724</w:t>
      </w:r>
      <w:r>
        <w:tab/>
        <w:t>1.266e-2</w:t>
      </w:r>
    </w:p>
    <w:p w:rsidR="00B65DC9" w:rsidRDefault="00B65DC9" w:rsidP="00B65DC9">
      <w:r>
        <w:t>774.8906</w:t>
      </w:r>
      <w:r>
        <w:tab/>
        <w:t>1.013e0</w:t>
      </w:r>
    </w:p>
    <w:p w:rsidR="00B65DC9" w:rsidRDefault="00B65DC9" w:rsidP="00B65DC9">
      <w:r>
        <w:t>774.9578</w:t>
      </w:r>
      <w:r>
        <w:tab/>
        <w:t>1.013e0</w:t>
      </w:r>
    </w:p>
    <w:p w:rsidR="00B65DC9" w:rsidRDefault="00B65DC9" w:rsidP="00B65DC9">
      <w:r>
        <w:t>774.9953</w:t>
      </w:r>
      <w:r>
        <w:tab/>
        <w:t>1.013e0</w:t>
      </w:r>
    </w:p>
    <w:p w:rsidR="00B65DC9" w:rsidRDefault="00B65DC9" w:rsidP="00B65DC9">
      <w:r>
        <w:t>775.0341</w:t>
      </w:r>
      <w:r>
        <w:tab/>
        <w:t>1.025e0</w:t>
      </w:r>
    </w:p>
    <w:p w:rsidR="00B65DC9" w:rsidRDefault="00B65DC9" w:rsidP="00B65DC9">
      <w:r>
        <w:t>775.0607</w:t>
      </w:r>
      <w:r>
        <w:tab/>
        <w:t>1.013e0</w:t>
      </w:r>
    </w:p>
    <w:p w:rsidR="00B65DC9" w:rsidRDefault="00B65DC9" w:rsidP="00B65DC9">
      <w:r>
        <w:t>775.1121</w:t>
      </w:r>
      <w:r>
        <w:tab/>
        <w:t>1.013e0</w:t>
      </w:r>
    </w:p>
    <w:p w:rsidR="00B65DC9" w:rsidRDefault="00B65DC9" w:rsidP="00B65DC9">
      <w:r>
        <w:t>775.1447</w:t>
      </w:r>
      <w:r>
        <w:tab/>
        <w:t>1.013e0</w:t>
      </w:r>
    </w:p>
    <w:p w:rsidR="00B65DC9" w:rsidRDefault="00B65DC9" w:rsidP="00B65DC9">
      <w:r>
        <w:t>775.1785</w:t>
      </w:r>
      <w:r>
        <w:tab/>
        <w:t>1.013e0</w:t>
      </w:r>
    </w:p>
    <w:p w:rsidR="00B65DC9" w:rsidRDefault="00B65DC9" w:rsidP="00B65DC9">
      <w:r>
        <w:t>775.2202</w:t>
      </w:r>
      <w:r>
        <w:tab/>
        <w:t>3.038e0</w:t>
      </w:r>
    </w:p>
    <w:p w:rsidR="00B65DC9" w:rsidRDefault="00B65DC9" w:rsidP="00B65DC9">
      <w:r>
        <w:t>775.2554</w:t>
      </w:r>
      <w:r>
        <w:tab/>
        <w:t>2.025e0</w:t>
      </w:r>
    </w:p>
    <w:p w:rsidR="00B65DC9" w:rsidRDefault="00B65DC9" w:rsidP="00B65DC9">
      <w:r>
        <w:t>775.2833</w:t>
      </w:r>
      <w:r>
        <w:tab/>
        <w:t>2.025e0</w:t>
      </w:r>
    </w:p>
    <w:p w:rsidR="00B65DC9" w:rsidRDefault="00B65DC9" w:rsidP="00B65DC9">
      <w:r>
        <w:t>775.3235</w:t>
      </w:r>
      <w:r>
        <w:tab/>
        <w:t>1.013e0</w:t>
      </w:r>
    </w:p>
    <w:p w:rsidR="00B65DC9" w:rsidRDefault="00B65DC9" w:rsidP="00B65DC9">
      <w:r>
        <w:t>775.3831</w:t>
      </w:r>
      <w:r>
        <w:tab/>
        <w:t>1.013e0</w:t>
      </w:r>
    </w:p>
    <w:p w:rsidR="00B65DC9" w:rsidRDefault="00B65DC9" w:rsidP="00B65DC9">
      <w:r>
        <w:lastRenderedPageBreak/>
        <w:t>775.4289</w:t>
      </w:r>
      <w:r>
        <w:tab/>
        <w:t>4.051e0</w:t>
      </w:r>
    </w:p>
    <w:p w:rsidR="00B65DC9" w:rsidRDefault="00B65DC9" w:rsidP="00B65DC9">
      <w:r>
        <w:t>775.4452</w:t>
      </w:r>
      <w:r>
        <w:tab/>
        <w:t>2.025e0</w:t>
      </w:r>
    </w:p>
    <w:p w:rsidR="00B65DC9" w:rsidRDefault="00B65DC9" w:rsidP="00B65DC9">
      <w:r>
        <w:t>775.4515</w:t>
      </w:r>
      <w:r>
        <w:tab/>
        <w:t>1.013e0</w:t>
      </w:r>
    </w:p>
    <w:p w:rsidR="00B65DC9" w:rsidRDefault="00B65DC9" w:rsidP="00B65DC9">
      <w:r>
        <w:t>775.5056</w:t>
      </w:r>
      <w:r>
        <w:tab/>
        <w:t>4.051e0</w:t>
      </w:r>
    </w:p>
    <w:p w:rsidR="00B65DC9" w:rsidRDefault="00B65DC9" w:rsidP="00B65DC9">
      <w:r>
        <w:t>775.5471</w:t>
      </w:r>
      <w:r>
        <w:tab/>
        <w:t>4.051e0</w:t>
      </w:r>
    </w:p>
    <w:p w:rsidR="00B65DC9" w:rsidRDefault="00B65DC9" w:rsidP="00B65DC9">
      <w:r>
        <w:t>775.5945</w:t>
      </w:r>
      <w:r>
        <w:tab/>
        <w:t>2.532e-2</w:t>
      </w:r>
    </w:p>
    <w:p w:rsidR="00B65DC9" w:rsidRDefault="00B65DC9" w:rsidP="00B65DC9">
      <w:r>
        <w:t>775.6102</w:t>
      </w:r>
      <w:r>
        <w:tab/>
        <w:t>1.038e0</w:t>
      </w:r>
    </w:p>
    <w:p w:rsidR="00B65DC9" w:rsidRDefault="00B65DC9" w:rsidP="00B65DC9">
      <w:r>
        <w:t>775.6641</w:t>
      </w:r>
      <w:r>
        <w:tab/>
        <w:t>2.025e0</w:t>
      </w:r>
    </w:p>
    <w:p w:rsidR="00B65DC9" w:rsidRDefault="00B65DC9" w:rsidP="00B65DC9">
      <w:r>
        <w:t>775.6725</w:t>
      </w:r>
      <w:r>
        <w:tab/>
        <w:t>1.266e-2</w:t>
      </w:r>
    </w:p>
    <w:p w:rsidR="00B65DC9" w:rsidRDefault="00B65DC9" w:rsidP="00B65DC9">
      <w:r>
        <w:t>775.6821</w:t>
      </w:r>
      <w:r>
        <w:tab/>
        <w:t>2.025e0</w:t>
      </w:r>
    </w:p>
    <w:p w:rsidR="00B65DC9" w:rsidRDefault="00B65DC9" w:rsidP="00B65DC9">
      <w:r>
        <w:t>775.7064</w:t>
      </w:r>
      <w:r>
        <w:tab/>
        <w:t>1.013e0</w:t>
      </w:r>
    </w:p>
    <w:p w:rsidR="00B65DC9" w:rsidRDefault="00B65DC9" w:rsidP="00B65DC9">
      <w:r>
        <w:t>775.7416</w:t>
      </w:r>
      <w:r>
        <w:tab/>
        <w:t>1.013e0</w:t>
      </w:r>
    </w:p>
    <w:p w:rsidR="00B65DC9" w:rsidRDefault="00B65DC9" w:rsidP="00B65DC9">
      <w:r>
        <w:t>775.7745</w:t>
      </w:r>
      <w:r>
        <w:tab/>
        <w:t>1.013e0</w:t>
      </w:r>
    </w:p>
    <w:p w:rsidR="00B65DC9" w:rsidRDefault="00B65DC9" w:rsidP="00B65DC9">
      <w:r>
        <w:t>775.8793</w:t>
      </w:r>
      <w:r>
        <w:tab/>
        <w:t>3.038e0</w:t>
      </w:r>
    </w:p>
    <w:p w:rsidR="00B65DC9" w:rsidRDefault="00B65DC9" w:rsidP="00B65DC9">
      <w:r>
        <w:t>775.9775</w:t>
      </w:r>
      <w:r>
        <w:tab/>
        <w:t>1.025e0</w:t>
      </w:r>
    </w:p>
    <w:p w:rsidR="00B65DC9" w:rsidRDefault="00B65DC9" w:rsidP="00B65DC9">
      <w:r>
        <w:t>776.0178</w:t>
      </w:r>
      <w:r>
        <w:tab/>
        <w:t>1.266e-2</w:t>
      </w:r>
    </w:p>
    <w:p w:rsidR="00B65DC9" w:rsidRDefault="00B65DC9" w:rsidP="00B65DC9">
      <w:r>
        <w:t>776.1085</w:t>
      </w:r>
      <w:r>
        <w:tab/>
        <w:t>1.013e0</w:t>
      </w:r>
    </w:p>
    <w:p w:rsidR="00B65DC9" w:rsidRDefault="00B65DC9" w:rsidP="00B65DC9">
      <w:r>
        <w:t>776.1609</w:t>
      </w:r>
      <w:r>
        <w:tab/>
        <w:t>1.025e0</w:t>
      </w:r>
    </w:p>
    <w:p w:rsidR="00B65DC9" w:rsidRDefault="00B65DC9" w:rsidP="00B65DC9">
      <w:r>
        <w:t>776.1619</w:t>
      </w:r>
      <w:r>
        <w:tab/>
        <w:t>1.013e0</w:t>
      </w:r>
    </w:p>
    <w:p w:rsidR="00B65DC9" w:rsidRDefault="00B65DC9" w:rsidP="00B65DC9">
      <w:r>
        <w:lastRenderedPageBreak/>
        <w:t>776.1660</w:t>
      </w:r>
      <w:r>
        <w:tab/>
        <w:t>1.013e0</w:t>
      </w:r>
    </w:p>
    <w:p w:rsidR="00B65DC9" w:rsidRDefault="00B65DC9" w:rsidP="00B65DC9">
      <w:r>
        <w:t>776.2930</w:t>
      </w:r>
      <w:r>
        <w:tab/>
        <w:t>1.038e0</w:t>
      </w:r>
    </w:p>
    <w:p w:rsidR="00B65DC9" w:rsidRDefault="00B65DC9" w:rsidP="00B65DC9">
      <w:r>
        <w:t>776.3491</w:t>
      </w:r>
      <w:r>
        <w:tab/>
        <w:t>2.025e0</w:t>
      </w:r>
    </w:p>
    <w:p w:rsidR="00B65DC9" w:rsidRDefault="00B65DC9" w:rsidP="00B65DC9">
      <w:r>
        <w:t>776.4004</w:t>
      </w:r>
      <w:r>
        <w:tab/>
        <w:t>2.025e0</w:t>
      </w:r>
    </w:p>
    <w:p w:rsidR="00B65DC9" w:rsidRDefault="00B65DC9" w:rsidP="00B65DC9">
      <w:r>
        <w:t>776.4952</w:t>
      </w:r>
      <w:r>
        <w:tab/>
        <w:t>2.025e0</w:t>
      </w:r>
    </w:p>
    <w:p w:rsidR="00B65DC9" w:rsidRDefault="00B65DC9" w:rsidP="00B65DC9">
      <w:r>
        <w:t>776.5060</w:t>
      </w:r>
      <w:r>
        <w:tab/>
        <w:t>2.025e0</w:t>
      </w:r>
    </w:p>
    <w:p w:rsidR="00B65DC9" w:rsidRDefault="00B65DC9" w:rsidP="00B65DC9">
      <w:r>
        <w:t>776.5237</w:t>
      </w:r>
      <w:r>
        <w:tab/>
        <w:t>3.038e0</w:t>
      </w:r>
    </w:p>
    <w:p w:rsidR="00B65DC9" w:rsidRDefault="00B65DC9" w:rsidP="00B65DC9">
      <w:r>
        <w:t>776.5740</w:t>
      </w:r>
      <w:r>
        <w:tab/>
        <w:t>2.063e0</w:t>
      </w:r>
    </w:p>
    <w:p w:rsidR="00B65DC9" w:rsidRDefault="00B65DC9" w:rsidP="00B65DC9">
      <w:r>
        <w:t>776.6591</w:t>
      </w:r>
      <w:r>
        <w:tab/>
        <w:t>1.013e0</w:t>
      </w:r>
    </w:p>
    <w:p w:rsidR="00B65DC9" w:rsidRDefault="00B65DC9" w:rsidP="00B65DC9">
      <w:r>
        <w:t>776.7505</w:t>
      </w:r>
      <w:r>
        <w:tab/>
        <w:t>2.025e0</w:t>
      </w:r>
    </w:p>
    <w:p w:rsidR="00B65DC9" w:rsidRDefault="00B65DC9" w:rsidP="00B65DC9">
      <w:r>
        <w:t>776.8165</w:t>
      </w:r>
      <w:r>
        <w:tab/>
        <w:t>1.266e-2</w:t>
      </w:r>
    </w:p>
    <w:p w:rsidR="00B65DC9" w:rsidRDefault="00B65DC9" w:rsidP="00B65DC9">
      <w:r>
        <w:t>776.8815</w:t>
      </w:r>
      <w:r>
        <w:tab/>
        <w:t>1.013e0</w:t>
      </w:r>
    </w:p>
    <w:p w:rsidR="00B65DC9" w:rsidRDefault="00B65DC9" w:rsidP="00B65DC9">
      <w:r>
        <w:t>776.9224</w:t>
      </w:r>
      <w:r>
        <w:tab/>
        <w:t>1.266e-2</w:t>
      </w:r>
    </w:p>
    <w:p w:rsidR="00B65DC9" w:rsidRDefault="00B65DC9" w:rsidP="00B65DC9">
      <w:r>
        <w:t>776.9739</w:t>
      </w:r>
      <w:r>
        <w:tab/>
        <w:t>1.013e0</w:t>
      </w:r>
    </w:p>
    <w:p w:rsidR="00B65DC9" w:rsidRDefault="00B65DC9" w:rsidP="00B65DC9">
      <w:r>
        <w:t>777.0403</w:t>
      </w:r>
      <w:r>
        <w:tab/>
        <w:t>4.051e0</w:t>
      </w:r>
    </w:p>
    <w:p w:rsidR="00B65DC9" w:rsidRDefault="00B65DC9" w:rsidP="00B65DC9">
      <w:r>
        <w:t>777.0443</w:t>
      </w:r>
      <w:r>
        <w:tab/>
        <w:t>3.038e0</w:t>
      </w:r>
    </w:p>
    <w:p w:rsidR="00B65DC9" w:rsidRDefault="00B65DC9" w:rsidP="00B65DC9">
      <w:r>
        <w:t>777.1051</w:t>
      </w:r>
      <w:r>
        <w:tab/>
        <w:t>1.266e-2</w:t>
      </w:r>
    </w:p>
    <w:p w:rsidR="00B65DC9" w:rsidRDefault="00B65DC9" w:rsidP="00B65DC9">
      <w:r>
        <w:t>777.1313</w:t>
      </w:r>
      <w:r>
        <w:tab/>
        <w:t>1.266e-2</w:t>
      </w:r>
    </w:p>
    <w:p w:rsidR="00B65DC9" w:rsidRDefault="00B65DC9" w:rsidP="00B65DC9">
      <w:r>
        <w:t>777.1586</w:t>
      </w:r>
      <w:r>
        <w:tab/>
        <w:t>1.013e0</w:t>
      </w:r>
    </w:p>
    <w:p w:rsidR="00B65DC9" w:rsidRDefault="00B65DC9" w:rsidP="00B65DC9">
      <w:r>
        <w:lastRenderedPageBreak/>
        <w:t>777.3232</w:t>
      </w:r>
      <w:r>
        <w:tab/>
        <w:t>1.013e0</w:t>
      </w:r>
    </w:p>
    <w:p w:rsidR="00B65DC9" w:rsidRDefault="00B65DC9" w:rsidP="00B65DC9">
      <w:r>
        <w:t>777.3282</w:t>
      </w:r>
      <w:r>
        <w:tab/>
        <w:t>1.013e0</w:t>
      </w:r>
    </w:p>
    <w:p w:rsidR="00B65DC9" w:rsidRDefault="00B65DC9" w:rsidP="00B65DC9">
      <w:r>
        <w:t>777.3807</w:t>
      </w:r>
      <w:r>
        <w:tab/>
        <w:t>1.013e0</w:t>
      </w:r>
    </w:p>
    <w:p w:rsidR="00B65DC9" w:rsidRDefault="00B65DC9" w:rsidP="00B65DC9">
      <w:r>
        <w:t>777.3855</w:t>
      </w:r>
      <w:r>
        <w:tab/>
        <w:t>2.532e-2</w:t>
      </w:r>
    </w:p>
    <w:p w:rsidR="00B65DC9" w:rsidRDefault="00B65DC9" w:rsidP="00B65DC9">
      <w:r>
        <w:t>777.3917</w:t>
      </w:r>
      <w:r>
        <w:tab/>
        <w:t>1.013e0</w:t>
      </w:r>
    </w:p>
    <w:p w:rsidR="00B65DC9" w:rsidRDefault="00B65DC9" w:rsidP="00B65DC9">
      <w:r>
        <w:t>777.4107</w:t>
      </w:r>
      <w:r>
        <w:tab/>
        <w:t>4.051e0</w:t>
      </w:r>
    </w:p>
    <w:p w:rsidR="00B65DC9" w:rsidRDefault="00B65DC9" w:rsidP="00B65DC9">
      <w:r>
        <w:t>777.4857</w:t>
      </w:r>
      <w:r>
        <w:tab/>
        <w:t>2.025e0</w:t>
      </w:r>
    </w:p>
    <w:p w:rsidR="00B65DC9" w:rsidRDefault="00B65DC9" w:rsidP="00B65DC9">
      <w:r>
        <w:t>777.5009</w:t>
      </w:r>
      <w:r>
        <w:tab/>
        <w:t>3.038e0</w:t>
      </w:r>
    </w:p>
    <w:p w:rsidR="00B65DC9" w:rsidRDefault="00B65DC9" w:rsidP="00B65DC9">
      <w:r>
        <w:t>777.5458</w:t>
      </w:r>
      <w:r>
        <w:tab/>
        <w:t>2.025e0</w:t>
      </w:r>
    </w:p>
    <w:p w:rsidR="00B65DC9" w:rsidRDefault="00B65DC9" w:rsidP="00B65DC9">
      <w:r>
        <w:t>777.6301</w:t>
      </w:r>
      <w:r>
        <w:tab/>
        <w:t>2.025e0</w:t>
      </w:r>
    </w:p>
    <w:p w:rsidR="00B65DC9" w:rsidRDefault="00B65DC9" w:rsidP="00B65DC9">
      <w:r>
        <w:t>777.6588</w:t>
      </w:r>
      <w:r>
        <w:tab/>
        <w:t>2.025e0</w:t>
      </w:r>
    </w:p>
    <w:p w:rsidR="00B65DC9" w:rsidRDefault="00B65DC9" w:rsidP="00B65DC9">
      <w:r>
        <w:t>777.6600</w:t>
      </w:r>
      <w:r>
        <w:tab/>
        <w:t>3.038e0</w:t>
      </w:r>
    </w:p>
    <w:p w:rsidR="00B65DC9" w:rsidRDefault="00B65DC9" w:rsidP="00B65DC9">
      <w:r>
        <w:t>777.7089</w:t>
      </w:r>
      <w:r>
        <w:tab/>
        <w:t>1.266e-2</w:t>
      </w:r>
    </w:p>
    <w:p w:rsidR="00B65DC9" w:rsidRDefault="00B65DC9" w:rsidP="00B65DC9">
      <w:r>
        <w:t>777.7145</w:t>
      </w:r>
      <w:r>
        <w:tab/>
        <w:t>2.025e0</w:t>
      </w:r>
    </w:p>
    <w:p w:rsidR="00B65DC9" w:rsidRDefault="00B65DC9" w:rsidP="00B65DC9">
      <w:r>
        <w:t>777.8140</w:t>
      </w:r>
      <w:r>
        <w:tab/>
        <w:t>1.013e0</w:t>
      </w:r>
    </w:p>
    <w:p w:rsidR="00B65DC9" w:rsidRDefault="00B65DC9" w:rsidP="00B65DC9">
      <w:r>
        <w:t>777.8337</w:t>
      </w:r>
      <w:r>
        <w:tab/>
        <w:t>1.266e-2</w:t>
      </w:r>
    </w:p>
    <w:p w:rsidR="00B65DC9" w:rsidRDefault="00B65DC9" w:rsidP="00B65DC9">
      <w:r>
        <w:t>777.9200</w:t>
      </w:r>
      <w:r>
        <w:tab/>
        <w:t>1.013e0</w:t>
      </w:r>
    </w:p>
    <w:p w:rsidR="00B65DC9" w:rsidRDefault="00B65DC9" w:rsidP="00B65DC9">
      <w:r>
        <w:t>777.9979</w:t>
      </w:r>
      <w:r>
        <w:tab/>
        <w:t>1.013e0</w:t>
      </w:r>
    </w:p>
    <w:p w:rsidR="00B65DC9" w:rsidRDefault="00B65DC9" w:rsidP="00B65DC9">
      <w:r>
        <w:t>778.0039</w:t>
      </w:r>
      <w:r>
        <w:tab/>
        <w:t>1.013e0</w:t>
      </w:r>
    </w:p>
    <w:p w:rsidR="00B65DC9" w:rsidRDefault="00B65DC9" w:rsidP="00B65DC9">
      <w:r>
        <w:lastRenderedPageBreak/>
        <w:t>778.0251</w:t>
      </w:r>
      <w:r>
        <w:tab/>
        <w:t>1.013e0</w:t>
      </w:r>
    </w:p>
    <w:p w:rsidR="00B65DC9" w:rsidRDefault="00B65DC9" w:rsidP="00B65DC9">
      <w:r>
        <w:t>778.0504</w:t>
      </w:r>
      <w:r>
        <w:tab/>
        <w:t>1.013e0</w:t>
      </w:r>
    </w:p>
    <w:p w:rsidR="00B65DC9" w:rsidRDefault="00B65DC9" w:rsidP="00B65DC9">
      <w:r>
        <w:t>778.2090</w:t>
      </w:r>
      <w:r>
        <w:tab/>
        <w:t>1.013e0</w:t>
      </w:r>
    </w:p>
    <w:p w:rsidR="00B65DC9" w:rsidRDefault="00B65DC9" w:rsidP="00B65DC9">
      <w:r>
        <w:t>778.2212</w:t>
      </w:r>
      <w:r>
        <w:tab/>
        <w:t>1.013e0</w:t>
      </w:r>
    </w:p>
    <w:p w:rsidR="00B65DC9" w:rsidRDefault="00B65DC9" w:rsidP="00B65DC9">
      <w:r>
        <w:t>778.3359</w:t>
      </w:r>
      <w:r>
        <w:tab/>
        <w:t>2.025e0</w:t>
      </w:r>
    </w:p>
    <w:p w:rsidR="00B65DC9" w:rsidRDefault="00B65DC9" w:rsidP="00B65DC9">
      <w:r>
        <w:t>778.3481</w:t>
      </w:r>
      <w:r>
        <w:tab/>
        <w:t>6.101e0</w:t>
      </w:r>
    </w:p>
    <w:p w:rsidR="00B65DC9" w:rsidRDefault="00B65DC9" w:rsidP="00B65DC9">
      <w:r>
        <w:t>778.3604</w:t>
      </w:r>
      <w:r>
        <w:tab/>
        <w:t>7.089e0</w:t>
      </w:r>
    </w:p>
    <w:p w:rsidR="00B65DC9" w:rsidRDefault="00B65DC9" w:rsidP="00B65DC9">
      <w:r>
        <w:t>778.4457</w:t>
      </w:r>
      <w:r>
        <w:tab/>
        <w:t>1.013e0</w:t>
      </w:r>
    </w:p>
    <w:p w:rsidR="00B65DC9" w:rsidRDefault="00B65DC9" w:rsidP="00B65DC9">
      <w:r>
        <w:t>778.4512</w:t>
      </w:r>
      <w:r>
        <w:tab/>
        <w:t>2.025e0</w:t>
      </w:r>
    </w:p>
    <w:p w:rsidR="00B65DC9" w:rsidRDefault="00B65DC9" w:rsidP="00B65DC9">
      <w:r>
        <w:t>778.4564</w:t>
      </w:r>
      <w:r>
        <w:tab/>
        <w:t>3.038e0</w:t>
      </w:r>
    </w:p>
    <w:p w:rsidR="00B65DC9" w:rsidRDefault="00B65DC9" w:rsidP="00B65DC9">
      <w:r>
        <w:t>778.5143</w:t>
      </w:r>
      <w:r>
        <w:tab/>
        <w:t>1.013e0</w:t>
      </w:r>
    </w:p>
    <w:p w:rsidR="00B65DC9" w:rsidRDefault="00B65DC9" w:rsidP="00B65DC9">
      <w:r>
        <w:t>778.5492</w:t>
      </w:r>
      <w:r>
        <w:tab/>
        <w:t>1.013e0</w:t>
      </w:r>
    </w:p>
    <w:p w:rsidR="00B65DC9" w:rsidRDefault="00B65DC9" w:rsidP="00B65DC9">
      <w:r>
        <w:t>778.6154</w:t>
      </w:r>
      <w:r>
        <w:tab/>
        <w:t>1.266e-2</w:t>
      </w:r>
    </w:p>
    <w:p w:rsidR="00B65DC9" w:rsidRDefault="00B65DC9" w:rsidP="00B65DC9">
      <w:r>
        <w:t>778.6348</w:t>
      </w:r>
      <w:r>
        <w:tab/>
        <w:t>2.038e0</w:t>
      </w:r>
    </w:p>
    <w:p w:rsidR="00B65DC9" w:rsidRDefault="00B65DC9" w:rsidP="00B65DC9">
      <w:r>
        <w:t>778.6450</w:t>
      </w:r>
      <w:r>
        <w:tab/>
        <w:t>2.025e0</w:t>
      </w:r>
    </w:p>
    <w:p w:rsidR="00B65DC9" w:rsidRDefault="00B65DC9" w:rsidP="00B65DC9">
      <w:r>
        <w:t>778.6843</w:t>
      </w:r>
      <w:r>
        <w:tab/>
        <w:t>1.013e0</w:t>
      </w:r>
    </w:p>
    <w:p w:rsidR="00B65DC9" w:rsidRDefault="00B65DC9" w:rsidP="00B65DC9">
      <w:r>
        <w:t>778.7698</w:t>
      </w:r>
      <w:r>
        <w:tab/>
        <w:t>1.013e0</w:t>
      </w:r>
    </w:p>
    <w:p w:rsidR="00B65DC9" w:rsidRDefault="00B65DC9" w:rsidP="00B65DC9">
      <w:r>
        <w:t>778.7864</w:t>
      </w:r>
      <w:r>
        <w:tab/>
        <w:t>1.013e0</w:t>
      </w:r>
    </w:p>
    <w:p w:rsidR="00B65DC9" w:rsidRDefault="00B65DC9" w:rsidP="00B65DC9">
      <w:r>
        <w:t>778.9047</w:t>
      </w:r>
      <w:r>
        <w:tab/>
        <w:t>1.025e0</w:t>
      </w:r>
    </w:p>
    <w:p w:rsidR="00B65DC9" w:rsidRDefault="00B65DC9" w:rsidP="00B65DC9">
      <w:r>
        <w:lastRenderedPageBreak/>
        <w:t>778.9705</w:t>
      </w:r>
      <w:r>
        <w:tab/>
        <w:t>1.013e0</w:t>
      </w:r>
    </w:p>
    <w:p w:rsidR="00B65DC9" w:rsidRDefault="00B65DC9" w:rsidP="00B65DC9">
      <w:r>
        <w:t>779.0084</w:t>
      </w:r>
      <w:r>
        <w:tab/>
        <w:t>1.266e-2</w:t>
      </w:r>
    </w:p>
    <w:p w:rsidR="00B65DC9" w:rsidRDefault="00B65DC9" w:rsidP="00B65DC9">
      <w:r>
        <w:t>779.0757</w:t>
      </w:r>
      <w:r>
        <w:tab/>
        <w:t>1.013e0</w:t>
      </w:r>
    </w:p>
    <w:p w:rsidR="00B65DC9" w:rsidRDefault="00B65DC9" w:rsidP="00B65DC9">
      <w:r>
        <w:t>779.0971</w:t>
      </w:r>
      <w:r>
        <w:tab/>
        <w:t>2.532e-2</w:t>
      </w:r>
    </w:p>
    <w:p w:rsidR="00B65DC9" w:rsidRDefault="00B65DC9" w:rsidP="00B65DC9">
      <w:r>
        <w:t>779.1116</w:t>
      </w:r>
      <w:r>
        <w:tab/>
        <w:t>3.038e0</w:t>
      </w:r>
    </w:p>
    <w:p w:rsidR="00B65DC9" w:rsidRDefault="00B65DC9" w:rsidP="00B65DC9">
      <w:r>
        <w:t>779.1151</w:t>
      </w:r>
      <w:r>
        <w:tab/>
        <w:t>5.063e0</w:t>
      </w:r>
    </w:p>
    <w:p w:rsidR="00B65DC9" w:rsidRDefault="00B65DC9" w:rsidP="00B65DC9">
      <w:r>
        <w:t>779.2330</w:t>
      </w:r>
      <w:r>
        <w:tab/>
        <w:t>1.025e0</w:t>
      </w:r>
    </w:p>
    <w:p w:rsidR="00B65DC9" w:rsidRDefault="00B65DC9" w:rsidP="00B65DC9">
      <w:r>
        <w:t>779.2420</w:t>
      </w:r>
      <w:r>
        <w:tab/>
        <w:t>3.038e0</w:t>
      </w:r>
    </w:p>
    <w:p w:rsidR="00B65DC9" w:rsidRDefault="00B65DC9" w:rsidP="00B65DC9">
      <w:r>
        <w:t>779.2486</w:t>
      </w:r>
      <w:r>
        <w:tab/>
        <w:t>5.310e0</w:t>
      </w:r>
    </w:p>
    <w:p w:rsidR="00B65DC9" w:rsidRDefault="00B65DC9" w:rsidP="00B65DC9">
      <w:r>
        <w:t>779.2554</w:t>
      </w:r>
      <w:r>
        <w:tab/>
        <w:t>1.316e1</w:t>
      </w:r>
    </w:p>
    <w:p w:rsidR="00B65DC9" w:rsidRDefault="00B65DC9" w:rsidP="00B65DC9">
      <w:r>
        <w:t>779.2645</w:t>
      </w:r>
      <w:r>
        <w:tab/>
        <w:t>1.116e1</w:t>
      </w:r>
    </w:p>
    <w:p w:rsidR="00B65DC9" w:rsidRDefault="00B65DC9" w:rsidP="00B65DC9">
      <w:r>
        <w:t>779.3651</w:t>
      </w:r>
      <w:r>
        <w:tab/>
        <w:t>1.013e0</w:t>
      </w:r>
    </w:p>
    <w:p w:rsidR="00B65DC9" w:rsidRDefault="00B65DC9" w:rsidP="00B65DC9">
      <w:r>
        <w:t>779.3793</w:t>
      </w:r>
      <w:r>
        <w:tab/>
        <w:t>2.025e0</w:t>
      </w:r>
    </w:p>
    <w:p w:rsidR="00B65DC9" w:rsidRDefault="00B65DC9" w:rsidP="00B65DC9">
      <w:r>
        <w:t>779.3852</w:t>
      </w:r>
      <w:r>
        <w:tab/>
        <w:t>5.063e0</w:t>
      </w:r>
    </w:p>
    <w:p w:rsidR="00B65DC9" w:rsidRDefault="00B65DC9" w:rsidP="00B65DC9">
      <w:r>
        <w:t>779.3878</w:t>
      </w:r>
      <w:r>
        <w:tab/>
        <w:t>4.051e0</w:t>
      </w:r>
    </w:p>
    <w:p w:rsidR="00B65DC9" w:rsidRDefault="00B65DC9" w:rsidP="00B65DC9">
      <w:r>
        <w:t>779.5215</w:t>
      </w:r>
      <w:r>
        <w:tab/>
        <w:t>2.025e0</w:t>
      </w:r>
    </w:p>
    <w:p w:rsidR="00B65DC9" w:rsidRDefault="00B65DC9" w:rsidP="00B65DC9">
      <w:r>
        <w:t>779.5361</w:t>
      </w:r>
      <w:r>
        <w:tab/>
        <w:t>2.025e0</w:t>
      </w:r>
    </w:p>
    <w:p w:rsidR="00B65DC9" w:rsidRDefault="00B65DC9" w:rsidP="00B65DC9">
      <w:r>
        <w:t>779.6288</w:t>
      </w:r>
      <w:r>
        <w:tab/>
        <w:t>1.025e0</w:t>
      </w:r>
    </w:p>
    <w:p w:rsidR="00B65DC9" w:rsidRDefault="00B65DC9" w:rsidP="00B65DC9">
      <w:r>
        <w:t>779.7177</w:t>
      </w:r>
      <w:r>
        <w:tab/>
        <w:t>5.063e0</w:t>
      </w:r>
    </w:p>
    <w:p w:rsidR="00B65DC9" w:rsidRDefault="00B65DC9" w:rsidP="00B65DC9">
      <w:r>
        <w:lastRenderedPageBreak/>
        <w:t>779.7468</w:t>
      </w:r>
      <w:r>
        <w:tab/>
        <w:t>1.266e-2</w:t>
      </w:r>
    </w:p>
    <w:p w:rsidR="00B65DC9" w:rsidRDefault="00B65DC9" w:rsidP="00B65DC9">
      <w:r>
        <w:t>779.7667</w:t>
      </w:r>
      <w:r>
        <w:tab/>
        <w:t>2.025e0</w:t>
      </w:r>
    </w:p>
    <w:p w:rsidR="00B65DC9" w:rsidRDefault="00B65DC9" w:rsidP="00B65DC9">
      <w:r>
        <w:t>779.7731</w:t>
      </w:r>
      <w:r>
        <w:tab/>
        <w:t>1.013e0</w:t>
      </w:r>
    </w:p>
    <w:p w:rsidR="00B65DC9" w:rsidRDefault="00B65DC9" w:rsidP="00B65DC9">
      <w:r>
        <w:t>779.8253</w:t>
      </w:r>
      <w:r>
        <w:tab/>
        <w:t>1.266e-2</w:t>
      </w:r>
    </w:p>
    <w:p w:rsidR="00B65DC9" w:rsidRDefault="00B65DC9" w:rsidP="00B65DC9">
      <w:r>
        <w:t>779.8802</w:t>
      </w:r>
      <w:r>
        <w:tab/>
        <w:t>3.038e0</w:t>
      </w:r>
    </w:p>
    <w:p w:rsidR="00B65DC9" w:rsidRDefault="00B65DC9" w:rsidP="00B65DC9">
      <w:r>
        <w:t>779.9358</w:t>
      </w:r>
      <w:r>
        <w:tab/>
        <w:t>2.025e0</w:t>
      </w:r>
    </w:p>
    <w:p w:rsidR="00B65DC9" w:rsidRDefault="00B65DC9" w:rsidP="00B65DC9">
      <w:r>
        <w:t>779.9819</w:t>
      </w:r>
      <w:r>
        <w:tab/>
        <w:t>1.025e0</w:t>
      </w:r>
    </w:p>
    <w:p w:rsidR="00B65DC9" w:rsidRDefault="00B65DC9" w:rsidP="00B65DC9">
      <w:r>
        <w:t>779.9951</w:t>
      </w:r>
      <w:r>
        <w:tab/>
        <w:t>2.025e0</w:t>
      </w:r>
    </w:p>
    <w:p w:rsidR="00B65DC9" w:rsidRDefault="00B65DC9" w:rsidP="00B65DC9">
      <w:r>
        <w:t>780.0627</w:t>
      </w:r>
      <w:r>
        <w:tab/>
        <w:t>1.013e0</w:t>
      </w:r>
    </w:p>
    <w:p w:rsidR="00B65DC9" w:rsidRDefault="00B65DC9" w:rsidP="00B65DC9">
      <w:r>
        <w:t>780.0703</w:t>
      </w:r>
      <w:r>
        <w:tab/>
        <w:t>2.025e0</w:t>
      </w:r>
    </w:p>
    <w:p w:rsidR="00B65DC9" w:rsidRDefault="00B65DC9" w:rsidP="00B65DC9">
      <w:r>
        <w:t>780.1526</w:t>
      </w:r>
      <w:r>
        <w:tab/>
        <w:t>2.025e0</w:t>
      </w:r>
    </w:p>
    <w:p w:rsidR="00B65DC9" w:rsidRDefault="00B65DC9" w:rsidP="00B65DC9">
      <w:r>
        <w:t>780.2197</w:t>
      </w:r>
      <w:r>
        <w:tab/>
        <w:t>3.038e0</w:t>
      </w:r>
    </w:p>
    <w:p w:rsidR="00B65DC9" w:rsidRDefault="00B65DC9" w:rsidP="00B65DC9">
      <w:r>
        <w:t>780.2583</w:t>
      </w:r>
      <w:r>
        <w:tab/>
        <w:t>2.025e0</w:t>
      </w:r>
    </w:p>
    <w:p w:rsidR="00B65DC9" w:rsidRDefault="00B65DC9" w:rsidP="00B65DC9">
      <w:r>
        <w:t>780.2712</w:t>
      </w:r>
      <w:r>
        <w:tab/>
        <w:t>2.051e0</w:t>
      </w:r>
    </w:p>
    <w:p w:rsidR="00B65DC9" w:rsidRDefault="00B65DC9" w:rsidP="00B65DC9">
      <w:r>
        <w:t>780.2817</w:t>
      </w:r>
      <w:r>
        <w:tab/>
        <w:t>7.089e0</w:t>
      </w:r>
    </w:p>
    <w:p w:rsidR="00B65DC9" w:rsidRDefault="00B65DC9" w:rsidP="00B65DC9">
      <w:r>
        <w:t>780.2875</w:t>
      </w:r>
      <w:r>
        <w:tab/>
        <w:t>7.089e0</w:t>
      </w:r>
    </w:p>
    <w:p w:rsidR="00B65DC9" w:rsidRDefault="00B65DC9" w:rsidP="00B65DC9">
      <w:r>
        <w:t>780.3085</w:t>
      </w:r>
      <w:r>
        <w:tab/>
        <w:t>2.025e0</w:t>
      </w:r>
    </w:p>
    <w:p w:rsidR="00B65DC9" w:rsidRDefault="00B65DC9" w:rsidP="00B65DC9">
      <w:r>
        <w:t>780.3350</w:t>
      </w:r>
      <w:r>
        <w:tab/>
        <w:t>1.266e-2</w:t>
      </w:r>
    </w:p>
    <w:p w:rsidR="00B65DC9" w:rsidRDefault="00B65DC9" w:rsidP="00B65DC9">
      <w:r>
        <w:t>780.4188</w:t>
      </w:r>
      <w:r>
        <w:tab/>
        <w:t>3.797e-2</w:t>
      </w:r>
    </w:p>
    <w:p w:rsidR="00B65DC9" w:rsidRDefault="00B65DC9" w:rsidP="00B65DC9">
      <w:r>
        <w:lastRenderedPageBreak/>
        <w:t>780.4720</w:t>
      </w:r>
      <w:r>
        <w:tab/>
        <w:t>2.025e0</w:t>
      </w:r>
    </w:p>
    <w:p w:rsidR="00B65DC9" w:rsidRDefault="00B65DC9" w:rsidP="00B65DC9">
      <w:r>
        <w:t>780.5369</w:t>
      </w:r>
      <w:r>
        <w:tab/>
        <w:t>1.013e0</w:t>
      </w:r>
    </w:p>
    <w:p w:rsidR="00B65DC9" w:rsidRDefault="00B65DC9" w:rsidP="00B65DC9">
      <w:r>
        <w:t>780.5633</w:t>
      </w:r>
      <w:r>
        <w:tab/>
        <w:t>1.266e-2</w:t>
      </w:r>
    </w:p>
    <w:p w:rsidR="00B65DC9" w:rsidRDefault="00B65DC9" w:rsidP="00B65DC9">
      <w:r>
        <w:t>780.5743</w:t>
      </w:r>
      <w:r>
        <w:tab/>
        <w:t>1.266e-2</w:t>
      </w:r>
    </w:p>
    <w:p w:rsidR="00B65DC9" w:rsidRDefault="00B65DC9" w:rsidP="00B65DC9">
      <w:r>
        <w:t>780.6241</w:t>
      </w:r>
      <w:r>
        <w:tab/>
        <w:t>1.013e0</w:t>
      </w:r>
    </w:p>
    <w:p w:rsidR="00B65DC9" w:rsidRDefault="00B65DC9" w:rsidP="00B65DC9">
      <w:r>
        <w:t>780.6302</w:t>
      </w:r>
      <w:r>
        <w:tab/>
        <w:t>1.013e0</w:t>
      </w:r>
    </w:p>
    <w:p w:rsidR="00B65DC9" w:rsidRDefault="00B65DC9" w:rsidP="00B65DC9">
      <w:r>
        <w:t>780.6498</w:t>
      </w:r>
      <w:r>
        <w:tab/>
        <w:t>2.025e0</w:t>
      </w:r>
    </w:p>
    <w:p w:rsidR="00B65DC9" w:rsidRDefault="00B65DC9" w:rsidP="00B65DC9">
      <w:r>
        <w:t>780.6577</w:t>
      </w:r>
      <w:r>
        <w:tab/>
        <w:t>1.013e0</w:t>
      </w:r>
    </w:p>
    <w:p w:rsidR="00B65DC9" w:rsidRDefault="00B65DC9" w:rsidP="00B65DC9">
      <w:r>
        <w:t>780.7261</w:t>
      </w:r>
      <w:r>
        <w:tab/>
        <w:t>1.013e0</w:t>
      </w:r>
    </w:p>
    <w:p w:rsidR="00B65DC9" w:rsidRDefault="00B65DC9" w:rsidP="00B65DC9">
      <w:r>
        <w:t>780.7961</w:t>
      </w:r>
      <w:r>
        <w:tab/>
        <w:t>3.051e0</w:t>
      </w:r>
    </w:p>
    <w:p w:rsidR="00B65DC9" w:rsidRDefault="00B65DC9" w:rsidP="00B65DC9">
      <w:r>
        <w:t>780.9070</w:t>
      </w:r>
      <w:r>
        <w:tab/>
        <w:t>1.266e-2</w:t>
      </w:r>
    </w:p>
    <w:p w:rsidR="00B65DC9" w:rsidRDefault="00B65DC9" w:rsidP="00B65DC9">
      <w:r>
        <w:t>780.9191</w:t>
      </w:r>
      <w:r>
        <w:tab/>
        <w:t>1.025e0</w:t>
      </w:r>
    </w:p>
    <w:p w:rsidR="00B65DC9" w:rsidRDefault="00B65DC9" w:rsidP="00B65DC9">
      <w:r>
        <w:t>780.9597</w:t>
      </w:r>
      <w:r>
        <w:tab/>
        <w:t>1.013e0</w:t>
      </w:r>
    </w:p>
    <w:p w:rsidR="00B65DC9" w:rsidRDefault="00B65DC9" w:rsidP="00B65DC9">
      <w:r>
        <w:t>780.9728</w:t>
      </w:r>
      <w:r>
        <w:tab/>
        <w:t>2.532e-2</w:t>
      </w:r>
    </w:p>
    <w:p w:rsidR="00B65DC9" w:rsidRDefault="00B65DC9" w:rsidP="00B65DC9">
      <w:r>
        <w:t>781.0510</w:t>
      </w:r>
      <w:r>
        <w:tab/>
        <w:t>2.025e0</w:t>
      </w:r>
    </w:p>
    <w:p w:rsidR="00B65DC9" w:rsidRDefault="00B65DC9" w:rsidP="00B65DC9">
      <w:r>
        <w:t>781.0784</w:t>
      </w:r>
      <w:r>
        <w:tab/>
        <w:t>1.013e0</w:t>
      </w:r>
    </w:p>
    <w:p w:rsidR="00B65DC9" w:rsidRDefault="00B65DC9" w:rsidP="00B65DC9">
      <w:r>
        <w:t>781.0905</w:t>
      </w:r>
      <w:r>
        <w:tab/>
        <w:t>1.013e0</w:t>
      </w:r>
    </w:p>
    <w:p w:rsidR="00B65DC9" w:rsidRDefault="00B65DC9" w:rsidP="00B65DC9">
      <w:r>
        <w:t>781.0971</w:t>
      </w:r>
      <w:r>
        <w:tab/>
        <w:t>2.025e0</w:t>
      </w:r>
    </w:p>
    <w:p w:rsidR="00B65DC9" w:rsidRDefault="00B65DC9" w:rsidP="00B65DC9">
      <w:r>
        <w:t>781.1564</w:t>
      </w:r>
      <w:r>
        <w:tab/>
        <w:t>1.013e0</w:t>
      </w:r>
    </w:p>
    <w:p w:rsidR="00B65DC9" w:rsidRDefault="00B65DC9" w:rsidP="00B65DC9">
      <w:r>
        <w:lastRenderedPageBreak/>
        <w:t>781.1575</w:t>
      </w:r>
      <w:r>
        <w:tab/>
        <w:t>1.013e0</w:t>
      </w:r>
    </w:p>
    <w:p w:rsidR="00B65DC9" w:rsidRDefault="00B65DC9" w:rsidP="00B65DC9">
      <w:r>
        <w:t>781.2025</w:t>
      </w:r>
      <w:r>
        <w:tab/>
        <w:t>1.013e0</w:t>
      </w:r>
    </w:p>
    <w:p w:rsidR="00B65DC9" w:rsidRDefault="00B65DC9" w:rsidP="00B65DC9">
      <w:r>
        <w:t>781.2356</w:t>
      </w:r>
      <w:r>
        <w:tab/>
        <w:t>1.266e-2</w:t>
      </w:r>
    </w:p>
    <w:p w:rsidR="00B65DC9" w:rsidRDefault="00B65DC9" w:rsidP="00B65DC9">
      <w:r>
        <w:t>781.2751</w:t>
      </w:r>
      <w:r>
        <w:tab/>
        <w:t>1.266e-2</w:t>
      </w:r>
    </w:p>
    <w:p w:rsidR="00B65DC9" w:rsidRDefault="00B65DC9" w:rsidP="00B65DC9">
      <w:r>
        <w:t>781.2802</w:t>
      </w:r>
      <w:r>
        <w:tab/>
        <w:t>2.025e0</w:t>
      </w:r>
    </w:p>
    <w:p w:rsidR="00B65DC9" w:rsidRDefault="00B65DC9" w:rsidP="00B65DC9">
      <w:r>
        <w:t>781.3389</w:t>
      </w:r>
      <w:r>
        <w:tab/>
        <w:t>1.013e0</w:t>
      </w:r>
    </w:p>
    <w:p w:rsidR="00B65DC9" w:rsidRDefault="00B65DC9" w:rsidP="00B65DC9">
      <w:r>
        <w:t>781.3840</w:t>
      </w:r>
      <w:r>
        <w:tab/>
        <w:t>2.025e0</w:t>
      </w:r>
    </w:p>
    <w:p w:rsidR="00B65DC9" w:rsidRDefault="00B65DC9" w:rsidP="00B65DC9">
      <w:r>
        <w:t>781.3976</w:t>
      </w:r>
      <w:r>
        <w:tab/>
        <w:t>5.063e0</w:t>
      </w:r>
    </w:p>
    <w:p w:rsidR="00B65DC9" w:rsidRDefault="00B65DC9" w:rsidP="00B65DC9">
      <w:r>
        <w:t>781.4680</w:t>
      </w:r>
      <w:r>
        <w:tab/>
        <w:t>3.038e0</w:t>
      </w:r>
    </w:p>
    <w:p w:rsidR="00B65DC9" w:rsidRDefault="00B65DC9" w:rsidP="00B65DC9">
      <w:r>
        <w:t>781.4818</w:t>
      </w:r>
      <w:r>
        <w:tab/>
        <w:t>1.038e0</w:t>
      </w:r>
    </w:p>
    <w:p w:rsidR="00B65DC9" w:rsidRDefault="00B65DC9" w:rsidP="00B65DC9">
      <w:r>
        <w:t>781.5719</w:t>
      </w:r>
      <w:r>
        <w:tab/>
        <w:t>2.025e0</w:t>
      </w:r>
    </w:p>
    <w:p w:rsidR="00B65DC9" w:rsidRDefault="00B65DC9" w:rsidP="00B65DC9">
      <w:r>
        <w:t>781.6367</w:t>
      </w:r>
      <w:r>
        <w:tab/>
        <w:t>2.025e0</w:t>
      </w:r>
    </w:p>
    <w:p w:rsidR="00B65DC9" w:rsidRDefault="00B65DC9" w:rsidP="00B65DC9">
      <w:r>
        <w:t>781.6445</w:t>
      </w:r>
      <w:r>
        <w:tab/>
        <w:t>1.266e-2</w:t>
      </w:r>
    </w:p>
    <w:p w:rsidR="00B65DC9" w:rsidRDefault="00B65DC9" w:rsidP="00B65DC9">
      <w:r>
        <w:t>781.6841</w:t>
      </w:r>
      <w:r>
        <w:tab/>
        <w:t>3.038e0</w:t>
      </w:r>
    </w:p>
    <w:p w:rsidR="00B65DC9" w:rsidRDefault="00B65DC9" w:rsidP="00B65DC9">
      <w:r>
        <w:t>781.9519</w:t>
      </w:r>
      <w:r>
        <w:tab/>
        <w:t>3.038e0</w:t>
      </w:r>
    </w:p>
    <w:p w:rsidR="00B65DC9" w:rsidRDefault="00B65DC9" w:rsidP="00B65DC9">
      <w:r>
        <w:t>781.9853</w:t>
      </w:r>
      <w:r>
        <w:tab/>
        <w:t>1.013e0</w:t>
      </w:r>
    </w:p>
    <w:p w:rsidR="00B65DC9" w:rsidRDefault="00B65DC9" w:rsidP="00B65DC9">
      <w:r>
        <w:t>782.0237</w:t>
      </w:r>
      <w:r>
        <w:tab/>
        <w:t>2.025e0</w:t>
      </w:r>
    </w:p>
    <w:p w:rsidR="00B65DC9" w:rsidRDefault="00B65DC9" w:rsidP="00B65DC9">
      <w:r>
        <w:t>782.1206</w:t>
      </w:r>
      <w:r>
        <w:tab/>
        <w:t>1.013e0</w:t>
      </w:r>
    </w:p>
    <w:p w:rsidR="00B65DC9" w:rsidRDefault="00B65DC9" w:rsidP="00B65DC9">
      <w:r>
        <w:t>782.2256</w:t>
      </w:r>
      <w:r>
        <w:tab/>
        <w:t>4.051e0</w:t>
      </w:r>
    </w:p>
    <w:p w:rsidR="00B65DC9" w:rsidRDefault="00B65DC9" w:rsidP="00B65DC9">
      <w:r>
        <w:lastRenderedPageBreak/>
        <w:t>782.2816</w:t>
      </w:r>
      <w:r>
        <w:tab/>
        <w:t>3.038e0</w:t>
      </w:r>
    </w:p>
    <w:p w:rsidR="00B65DC9" w:rsidRDefault="00B65DC9" w:rsidP="00B65DC9">
      <w:r>
        <w:t>782.3055</w:t>
      </w:r>
      <w:r>
        <w:tab/>
        <w:t>2.025e0</w:t>
      </w:r>
    </w:p>
    <w:p w:rsidR="00B65DC9" w:rsidRDefault="00B65DC9" w:rsidP="00B65DC9">
      <w:r>
        <w:t>782.3573</w:t>
      </w:r>
      <w:r>
        <w:tab/>
        <w:t>2.025e0</w:t>
      </w:r>
    </w:p>
    <w:p w:rsidR="00B65DC9" w:rsidRDefault="00B65DC9" w:rsidP="00B65DC9">
      <w:r>
        <w:t>782.3715</w:t>
      </w:r>
      <w:r>
        <w:tab/>
        <w:t>4.051e0</w:t>
      </w:r>
    </w:p>
    <w:p w:rsidR="00B65DC9" w:rsidRDefault="00B65DC9" w:rsidP="00B65DC9">
      <w:r>
        <w:t>782.4270</w:t>
      </w:r>
      <w:r>
        <w:tab/>
        <w:t>1.013e0</w:t>
      </w:r>
    </w:p>
    <w:p w:rsidR="00B65DC9" w:rsidRDefault="00B65DC9" w:rsidP="00B65DC9">
      <w:r>
        <w:t>782.4962</w:t>
      </w:r>
      <w:r>
        <w:tab/>
        <w:t>1.013e0</w:t>
      </w:r>
    </w:p>
    <w:p w:rsidR="00B65DC9" w:rsidRDefault="00B65DC9" w:rsidP="00B65DC9">
      <w:r>
        <w:t>782.5007</w:t>
      </w:r>
      <w:r>
        <w:tab/>
        <w:t>4.051e0</w:t>
      </w:r>
    </w:p>
    <w:p w:rsidR="00B65DC9" w:rsidRDefault="00B65DC9" w:rsidP="00B65DC9">
      <w:r>
        <w:t>782.5074</w:t>
      </w:r>
      <w:r>
        <w:tab/>
        <w:t>2.025e0</w:t>
      </w:r>
    </w:p>
    <w:p w:rsidR="00B65DC9" w:rsidRDefault="00B65DC9" w:rsidP="00B65DC9">
      <w:r>
        <w:t>782.5684</w:t>
      </w:r>
      <w:r>
        <w:tab/>
        <w:t>1.025e0</w:t>
      </w:r>
    </w:p>
    <w:p w:rsidR="00B65DC9" w:rsidRDefault="00B65DC9" w:rsidP="00B65DC9">
      <w:r>
        <w:t>782.6143</w:t>
      </w:r>
      <w:r>
        <w:tab/>
        <w:t>1.266e-2</w:t>
      </w:r>
    </w:p>
    <w:p w:rsidR="00B65DC9" w:rsidRDefault="00B65DC9" w:rsidP="00B65DC9">
      <w:r>
        <w:t>782.6871</w:t>
      </w:r>
      <w:r>
        <w:tab/>
        <w:t>3.038e0</w:t>
      </w:r>
    </w:p>
    <w:p w:rsidR="00B65DC9" w:rsidRDefault="00B65DC9" w:rsidP="00B65DC9">
      <w:r>
        <w:t>782.7017</w:t>
      </w:r>
      <w:r>
        <w:tab/>
        <w:t>1.013e0</w:t>
      </w:r>
    </w:p>
    <w:p w:rsidR="00B65DC9" w:rsidRDefault="00B65DC9" w:rsidP="00B65DC9">
      <w:r>
        <w:t>782.7159</w:t>
      </w:r>
      <w:r>
        <w:tab/>
        <w:t>1.013e0</w:t>
      </w:r>
    </w:p>
    <w:p w:rsidR="00B65DC9" w:rsidRDefault="00B65DC9" w:rsidP="00B65DC9">
      <w:r>
        <w:t>782.7202</w:t>
      </w:r>
      <w:r>
        <w:tab/>
        <w:t>3.038e0</w:t>
      </w:r>
    </w:p>
    <w:p w:rsidR="00B65DC9" w:rsidRDefault="00B65DC9" w:rsidP="00B65DC9">
      <w:r>
        <w:t>782.8064</w:t>
      </w:r>
      <w:r>
        <w:tab/>
        <w:t>1.266e-2</w:t>
      </w:r>
    </w:p>
    <w:p w:rsidR="00B65DC9" w:rsidRDefault="00B65DC9" w:rsidP="00B65DC9">
      <w:r>
        <w:t>782.8114</w:t>
      </w:r>
      <w:r>
        <w:tab/>
        <w:t>2.025e0</w:t>
      </w:r>
    </w:p>
    <w:p w:rsidR="00B65DC9" w:rsidRDefault="00B65DC9" w:rsidP="00B65DC9">
      <w:r>
        <w:t>782.8420</w:t>
      </w:r>
      <w:r>
        <w:tab/>
        <w:t>2.025e0</w:t>
      </w:r>
    </w:p>
    <w:p w:rsidR="00B65DC9" w:rsidRDefault="00B65DC9" w:rsidP="00B65DC9">
      <w:r>
        <w:t>782.8697</w:t>
      </w:r>
      <w:r>
        <w:tab/>
        <w:t>1.013e0</w:t>
      </w:r>
    </w:p>
    <w:p w:rsidR="00B65DC9" w:rsidRDefault="00B65DC9" w:rsidP="00B65DC9">
      <w:r>
        <w:t>782.9040</w:t>
      </w:r>
      <w:r>
        <w:tab/>
        <w:t>2.025e0</w:t>
      </w:r>
    </w:p>
    <w:p w:rsidR="00B65DC9" w:rsidRDefault="00B65DC9" w:rsidP="00B65DC9">
      <w:r>
        <w:lastRenderedPageBreak/>
        <w:t>783.0797</w:t>
      </w:r>
      <w:r>
        <w:tab/>
        <w:t>2.025e0</w:t>
      </w:r>
    </w:p>
    <w:p w:rsidR="00B65DC9" w:rsidRDefault="00B65DC9" w:rsidP="00B65DC9">
      <w:r>
        <w:t>783.0839</w:t>
      </w:r>
      <w:r>
        <w:tab/>
        <w:t>1.266e-2</w:t>
      </w:r>
    </w:p>
    <w:p w:rsidR="00B65DC9" w:rsidRDefault="00B65DC9" w:rsidP="00B65DC9">
      <w:r>
        <w:t>783.1922</w:t>
      </w:r>
      <w:r>
        <w:tab/>
        <w:t>1.013e0</w:t>
      </w:r>
    </w:p>
    <w:p w:rsidR="00B65DC9" w:rsidRDefault="00B65DC9" w:rsidP="00B65DC9">
      <w:r>
        <w:t>783.2690</w:t>
      </w:r>
      <w:r>
        <w:tab/>
        <w:t>2.025e0</w:t>
      </w:r>
    </w:p>
    <w:p w:rsidR="00B65DC9" w:rsidRDefault="00B65DC9" w:rsidP="00B65DC9">
      <w:r>
        <w:t>783.3119</w:t>
      </w:r>
      <w:r>
        <w:tab/>
        <w:t>2.025e0</w:t>
      </w:r>
    </w:p>
    <w:p w:rsidR="00B65DC9" w:rsidRDefault="00B65DC9" w:rsidP="00B65DC9">
      <w:r>
        <w:t>783.3879</w:t>
      </w:r>
      <w:r>
        <w:tab/>
        <w:t>1.013e0</w:t>
      </w:r>
    </w:p>
    <w:p w:rsidR="00B65DC9" w:rsidRDefault="00B65DC9" w:rsidP="00B65DC9">
      <w:r>
        <w:t>783.3967</w:t>
      </w:r>
      <w:r>
        <w:tab/>
        <w:t>1.266e-2</w:t>
      </w:r>
    </w:p>
    <w:p w:rsidR="00B65DC9" w:rsidRDefault="00B65DC9" w:rsidP="00B65DC9">
      <w:r>
        <w:t>783.4409</w:t>
      </w:r>
      <w:r>
        <w:tab/>
        <w:t>1.266e-2</w:t>
      </w:r>
    </w:p>
    <w:p w:rsidR="00B65DC9" w:rsidRDefault="00B65DC9" w:rsidP="00B65DC9">
      <w:r>
        <w:t>783.4818</w:t>
      </w:r>
      <w:r>
        <w:tab/>
        <w:t>2.025e0</w:t>
      </w:r>
    </w:p>
    <w:p w:rsidR="00B65DC9" w:rsidRDefault="00B65DC9" w:rsidP="00B65DC9">
      <w:r>
        <w:t>783.5157</w:t>
      </w:r>
      <w:r>
        <w:tab/>
        <w:t>2.025e0</w:t>
      </w:r>
    </w:p>
    <w:p w:rsidR="00B65DC9" w:rsidRDefault="00B65DC9" w:rsidP="00B65DC9">
      <w:r>
        <w:t>783.5472</w:t>
      </w:r>
      <w:r>
        <w:tab/>
        <w:t>2.532e-2</w:t>
      </w:r>
    </w:p>
    <w:p w:rsidR="00B65DC9" w:rsidRDefault="00B65DC9" w:rsidP="00B65DC9">
      <w:r>
        <w:t>783.5995</w:t>
      </w:r>
      <w:r>
        <w:tab/>
        <w:t>1.266e-2</w:t>
      </w:r>
    </w:p>
    <w:p w:rsidR="00B65DC9" w:rsidRDefault="00B65DC9" w:rsidP="00B65DC9">
      <w:r>
        <w:t>783.6260</w:t>
      </w:r>
      <w:r>
        <w:tab/>
        <w:t>1.013e0</w:t>
      </w:r>
    </w:p>
    <w:p w:rsidR="00B65DC9" w:rsidRDefault="00B65DC9" w:rsidP="00B65DC9">
      <w:r>
        <w:t>783.6445</w:t>
      </w:r>
      <w:r>
        <w:tab/>
        <w:t>2.532e-2</w:t>
      </w:r>
    </w:p>
    <w:p w:rsidR="00B65DC9" w:rsidRDefault="00B65DC9" w:rsidP="00B65DC9">
      <w:r>
        <w:t>783.6531</w:t>
      </w:r>
      <w:r>
        <w:tab/>
        <w:t>2.038e0</w:t>
      </w:r>
    </w:p>
    <w:p w:rsidR="00B65DC9" w:rsidRDefault="00B65DC9" w:rsidP="00B65DC9">
      <w:r>
        <w:t>783.6857</w:t>
      </w:r>
      <w:r>
        <w:tab/>
        <w:t>2.532e-2</w:t>
      </w:r>
    </w:p>
    <w:p w:rsidR="00B65DC9" w:rsidRDefault="00B65DC9" w:rsidP="00B65DC9">
      <w:r>
        <w:t>783.6921</w:t>
      </w:r>
      <w:r>
        <w:tab/>
        <w:t>1.013e0</w:t>
      </w:r>
    </w:p>
    <w:p w:rsidR="00B65DC9" w:rsidRDefault="00B65DC9" w:rsidP="00B65DC9">
      <w:r>
        <w:t>783.7450</w:t>
      </w:r>
      <w:r>
        <w:tab/>
        <w:t>1.013e0</w:t>
      </w:r>
    </w:p>
    <w:p w:rsidR="00B65DC9" w:rsidRDefault="00B65DC9" w:rsidP="00B65DC9">
      <w:r>
        <w:t>783.7861</w:t>
      </w:r>
      <w:r>
        <w:tab/>
        <w:t>2.025e0</w:t>
      </w:r>
    </w:p>
    <w:p w:rsidR="00B65DC9" w:rsidRDefault="00B65DC9" w:rsidP="00B65DC9">
      <w:r>
        <w:lastRenderedPageBreak/>
        <w:t>783.7932</w:t>
      </w:r>
      <w:r>
        <w:tab/>
        <w:t>2.025e0</w:t>
      </w:r>
    </w:p>
    <w:p w:rsidR="00B65DC9" w:rsidRDefault="00B65DC9" w:rsidP="00B65DC9">
      <w:r>
        <w:t>783.8047</w:t>
      </w:r>
      <w:r>
        <w:tab/>
        <w:t>1.013e0</w:t>
      </w:r>
    </w:p>
    <w:p w:rsidR="00B65DC9" w:rsidRDefault="00B65DC9" w:rsidP="00B65DC9">
      <w:r>
        <w:t>783.8729</w:t>
      </w:r>
      <w:r>
        <w:tab/>
        <w:t>1.013e0</w:t>
      </w:r>
    </w:p>
    <w:p w:rsidR="00B65DC9" w:rsidRDefault="00B65DC9" w:rsidP="00B65DC9">
      <w:r>
        <w:t>783.9919</w:t>
      </w:r>
      <w:r>
        <w:tab/>
        <w:t>1.013e0</w:t>
      </w:r>
    </w:p>
    <w:p w:rsidR="00B65DC9" w:rsidRDefault="00B65DC9" w:rsidP="00B65DC9">
      <w:r>
        <w:t>784.0106</w:t>
      </w:r>
      <w:r>
        <w:tab/>
        <w:t>1.013e0</w:t>
      </w:r>
    </w:p>
    <w:p w:rsidR="00B65DC9" w:rsidRDefault="00B65DC9" w:rsidP="00B65DC9">
      <w:r>
        <w:t>784.0228</w:t>
      </w:r>
      <w:r>
        <w:tab/>
        <w:t>1.013e0</w:t>
      </w:r>
    </w:p>
    <w:p w:rsidR="00B65DC9" w:rsidRDefault="00B65DC9" w:rsidP="00B65DC9">
      <w:r>
        <w:t>784.0255</w:t>
      </w:r>
      <w:r>
        <w:tab/>
        <w:t>1.266e-2</w:t>
      </w:r>
    </w:p>
    <w:p w:rsidR="00B65DC9" w:rsidRDefault="00B65DC9" w:rsidP="00B65DC9">
      <w:r>
        <w:t>784.1110</w:t>
      </w:r>
      <w:r>
        <w:tab/>
        <w:t>1.013e0</w:t>
      </w:r>
    </w:p>
    <w:p w:rsidR="00B65DC9" w:rsidRDefault="00B65DC9" w:rsidP="00B65DC9">
      <w:r>
        <w:t>784.1563</w:t>
      </w:r>
      <w:r>
        <w:tab/>
        <w:t>2.025e0</w:t>
      </w:r>
    </w:p>
    <w:p w:rsidR="00B65DC9" w:rsidRDefault="00B65DC9" w:rsidP="00B65DC9">
      <w:r>
        <w:t>784.2478</w:t>
      </w:r>
      <w:r>
        <w:tab/>
        <w:t>2.025e0</w:t>
      </w:r>
    </w:p>
    <w:p w:rsidR="00B65DC9" w:rsidRDefault="00B65DC9" w:rsidP="00B65DC9">
      <w:r>
        <w:t>784.2983</w:t>
      </w:r>
      <w:r>
        <w:tab/>
        <w:t>1.013e0</w:t>
      </w:r>
    </w:p>
    <w:p w:rsidR="00B65DC9" w:rsidRDefault="00B65DC9" w:rsidP="00B65DC9">
      <w:r>
        <w:t>784.3474</w:t>
      </w:r>
      <w:r>
        <w:tab/>
        <w:t>2.025e0</w:t>
      </w:r>
    </w:p>
    <w:p w:rsidR="00B65DC9" w:rsidRDefault="00B65DC9" w:rsidP="00B65DC9">
      <w:r>
        <w:t>784.3510</w:t>
      </w:r>
      <w:r>
        <w:tab/>
        <w:t>1.025e0</w:t>
      </w:r>
    </w:p>
    <w:p w:rsidR="00B65DC9" w:rsidRDefault="00B65DC9" w:rsidP="00B65DC9">
      <w:r>
        <w:t>784.3826</w:t>
      </w:r>
      <w:r>
        <w:tab/>
        <w:t>1.013e0</w:t>
      </w:r>
    </w:p>
    <w:p w:rsidR="00B65DC9" w:rsidRDefault="00B65DC9" w:rsidP="00B65DC9">
      <w:r>
        <w:t>784.4268</w:t>
      </w:r>
      <w:r>
        <w:tab/>
        <w:t>2.025e0</w:t>
      </w:r>
    </w:p>
    <w:p w:rsidR="00B65DC9" w:rsidRDefault="00B65DC9" w:rsidP="00B65DC9">
      <w:r>
        <w:t>784.4639</w:t>
      </w:r>
      <w:r>
        <w:tab/>
        <w:t>3.063e0</w:t>
      </w:r>
    </w:p>
    <w:p w:rsidR="00B65DC9" w:rsidRDefault="00B65DC9" w:rsidP="00B65DC9">
      <w:r>
        <w:t>784.4859</w:t>
      </w:r>
      <w:r>
        <w:tab/>
        <w:t>1.266e-2</w:t>
      </w:r>
    </w:p>
    <w:p w:rsidR="00B65DC9" w:rsidRDefault="00B65DC9" w:rsidP="00B65DC9">
      <w:r>
        <w:t>784.5098</w:t>
      </w:r>
      <w:r>
        <w:tab/>
        <w:t>5.063e0</w:t>
      </w:r>
    </w:p>
    <w:p w:rsidR="00B65DC9" w:rsidRDefault="00B65DC9" w:rsidP="00B65DC9">
      <w:r>
        <w:t>784.6306</w:t>
      </w:r>
      <w:r>
        <w:tab/>
        <w:t>2.532e-2</w:t>
      </w:r>
    </w:p>
    <w:p w:rsidR="00B65DC9" w:rsidRDefault="00B65DC9" w:rsidP="00B65DC9">
      <w:r>
        <w:lastRenderedPageBreak/>
        <w:t>784.6696</w:t>
      </w:r>
      <w:r>
        <w:tab/>
        <w:t>2.288e0</w:t>
      </w:r>
    </w:p>
    <w:p w:rsidR="00B65DC9" w:rsidRDefault="00B65DC9" w:rsidP="00B65DC9">
      <w:r>
        <w:t>784.7774</w:t>
      </w:r>
      <w:r>
        <w:tab/>
        <w:t>1.013e0</w:t>
      </w:r>
    </w:p>
    <w:p w:rsidR="00B65DC9" w:rsidRDefault="00B65DC9" w:rsidP="00B65DC9">
      <w:r>
        <w:t>784.8171</w:t>
      </w:r>
      <w:r>
        <w:tab/>
        <w:t>1.013e0</w:t>
      </w:r>
    </w:p>
    <w:p w:rsidR="00B65DC9" w:rsidRDefault="00B65DC9" w:rsidP="00B65DC9">
      <w:r>
        <w:t>784.9258</w:t>
      </w:r>
      <w:r>
        <w:tab/>
        <w:t>2.038e0</w:t>
      </w:r>
    </w:p>
    <w:p w:rsidR="00B65DC9" w:rsidRDefault="00B65DC9" w:rsidP="00B65DC9">
      <w:r>
        <w:t>784.9786</w:t>
      </w:r>
      <w:r>
        <w:tab/>
        <w:t>1.013e0</w:t>
      </w:r>
    </w:p>
    <w:p w:rsidR="00B65DC9" w:rsidRDefault="00B65DC9" w:rsidP="00B65DC9">
      <w:r>
        <w:t>785.0123</w:t>
      </w:r>
      <w:r>
        <w:tab/>
        <w:t>2.025e0</w:t>
      </w:r>
    </w:p>
    <w:p w:rsidR="00B65DC9" w:rsidRDefault="00B65DC9" w:rsidP="00B65DC9">
      <w:r>
        <w:t>785.0433</w:t>
      </w:r>
      <w:r>
        <w:tab/>
        <w:t>1.013e0</w:t>
      </w:r>
    </w:p>
    <w:p w:rsidR="00B65DC9" w:rsidRDefault="00B65DC9" w:rsidP="00B65DC9">
      <w:r>
        <w:t>785.1227</w:t>
      </w:r>
      <w:r>
        <w:tab/>
        <w:t>2.025e0</w:t>
      </w:r>
    </w:p>
    <w:p w:rsidR="00B65DC9" w:rsidRDefault="00B65DC9" w:rsidP="00B65DC9">
      <w:r>
        <w:t>785.1626</w:t>
      </w:r>
      <w:r>
        <w:tab/>
        <w:t>1.013e0</w:t>
      </w:r>
    </w:p>
    <w:p w:rsidR="00B65DC9" w:rsidRDefault="00B65DC9" w:rsidP="00B65DC9">
      <w:r>
        <w:t>785.1997</w:t>
      </w:r>
      <w:r>
        <w:tab/>
        <w:t>1.013e0</w:t>
      </w:r>
    </w:p>
    <w:p w:rsidR="00B65DC9" w:rsidRDefault="00B65DC9" w:rsidP="00B65DC9">
      <w:r>
        <w:t>785.2543</w:t>
      </w:r>
      <w:r>
        <w:tab/>
        <w:t>1.013e0</w:t>
      </w:r>
    </w:p>
    <w:p w:rsidR="00B65DC9" w:rsidRDefault="00B65DC9" w:rsidP="00B65DC9">
      <w:r>
        <w:t>785.2681</w:t>
      </w:r>
      <w:r>
        <w:tab/>
        <w:t>1.038e0</w:t>
      </w:r>
    </w:p>
    <w:p w:rsidR="00B65DC9" w:rsidRDefault="00B65DC9" w:rsidP="00B65DC9">
      <w:r>
        <w:t>785.4395</w:t>
      </w:r>
      <w:r>
        <w:tab/>
        <w:t>2.025e0</w:t>
      </w:r>
    </w:p>
    <w:p w:rsidR="00B65DC9" w:rsidRDefault="00B65DC9" w:rsidP="00B65DC9">
      <w:r>
        <w:t>785.4797</w:t>
      </w:r>
      <w:r>
        <w:tab/>
        <w:t>2.532e-2</w:t>
      </w:r>
    </w:p>
    <w:p w:rsidR="00B65DC9" w:rsidRDefault="00B65DC9" w:rsidP="00B65DC9">
      <w:r>
        <w:t>785.5227</w:t>
      </w:r>
      <w:r>
        <w:tab/>
        <w:t>1.025e0</w:t>
      </w:r>
    </w:p>
    <w:p w:rsidR="00B65DC9" w:rsidRDefault="00B65DC9" w:rsidP="00B65DC9">
      <w:r>
        <w:t>785.5577</w:t>
      </w:r>
      <w:r>
        <w:tab/>
        <w:t>2.025e0</w:t>
      </w:r>
    </w:p>
    <w:p w:rsidR="00B65DC9" w:rsidRDefault="00B65DC9" w:rsidP="00B65DC9">
      <w:r>
        <w:t>785.5734</w:t>
      </w:r>
      <w:r>
        <w:tab/>
        <w:t>2.038e0</w:t>
      </w:r>
    </w:p>
    <w:p w:rsidR="00B65DC9" w:rsidRDefault="00B65DC9" w:rsidP="00B65DC9">
      <w:r>
        <w:t>785.5931</w:t>
      </w:r>
      <w:r>
        <w:tab/>
        <w:t>2.025e0</w:t>
      </w:r>
    </w:p>
    <w:p w:rsidR="00B65DC9" w:rsidRDefault="00B65DC9" w:rsidP="00B65DC9">
      <w:r>
        <w:t>785.6251</w:t>
      </w:r>
      <w:r>
        <w:tab/>
        <w:t>1.013e0</w:t>
      </w:r>
    </w:p>
    <w:p w:rsidR="00B65DC9" w:rsidRDefault="00B65DC9" w:rsidP="00B65DC9">
      <w:r>
        <w:lastRenderedPageBreak/>
        <w:t>785.6454</w:t>
      </w:r>
      <w:r>
        <w:tab/>
        <w:t>2.025e0</w:t>
      </w:r>
    </w:p>
    <w:p w:rsidR="00B65DC9" w:rsidRDefault="00B65DC9" w:rsidP="00B65DC9">
      <w:r>
        <w:t>785.6520</w:t>
      </w:r>
      <w:r>
        <w:tab/>
        <w:t>2.025e0</w:t>
      </w:r>
    </w:p>
    <w:p w:rsidR="00B65DC9" w:rsidRDefault="00B65DC9" w:rsidP="00B65DC9">
      <w:r>
        <w:t>785.9092</w:t>
      </w:r>
      <w:r>
        <w:tab/>
        <w:t>2.025e0</w:t>
      </w:r>
    </w:p>
    <w:p w:rsidR="00B65DC9" w:rsidRDefault="00B65DC9" w:rsidP="00B65DC9">
      <w:r>
        <w:t>785.9532</w:t>
      </w:r>
      <w:r>
        <w:tab/>
        <w:t>2.025e0</w:t>
      </w:r>
    </w:p>
    <w:p w:rsidR="00B65DC9" w:rsidRDefault="00B65DC9" w:rsidP="00B65DC9">
      <w:r>
        <w:t>786.0068</w:t>
      </w:r>
      <w:r>
        <w:tab/>
        <w:t>2.025e0</w:t>
      </w:r>
    </w:p>
    <w:p w:rsidR="00B65DC9" w:rsidRDefault="00B65DC9" w:rsidP="00B65DC9">
      <w:r>
        <w:t>786.0662</w:t>
      </w:r>
      <w:r>
        <w:tab/>
        <w:t>2.025e0</w:t>
      </w:r>
    </w:p>
    <w:p w:rsidR="00B65DC9" w:rsidRDefault="00B65DC9" w:rsidP="00B65DC9">
      <w:r>
        <w:t>786.1343</w:t>
      </w:r>
      <w:r>
        <w:tab/>
        <w:t>2.025e0</w:t>
      </w:r>
    </w:p>
    <w:p w:rsidR="00B65DC9" w:rsidRDefault="00B65DC9" w:rsidP="00B65DC9">
      <w:r>
        <w:t>786.1606</w:t>
      </w:r>
      <w:r>
        <w:tab/>
        <w:t>2.025e0</w:t>
      </w:r>
    </w:p>
    <w:p w:rsidR="00B65DC9" w:rsidRDefault="00B65DC9" w:rsidP="00B65DC9">
      <w:r>
        <w:t>786.1850</w:t>
      </w:r>
      <w:r>
        <w:tab/>
        <w:t>1.266e-2</w:t>
      </w:r>
    </w:p>
    <w:p w:rsidR="00B65DC9" w:rsidRDefault="00B65DC9" w:rsidP="00B65DC9">
      <w:r>
        <w:t>786.2024</w:t>
      </w:r>
      <w:r>
        <w:tab/>
        <w:t>1.013e0</w:t>
      </w:r>
    </w:p>
    <w:p w:rsidR="00B65DC9" w:rsidRDefault="00B65DC9" w:rsidP="00B65DC9">
      <w:r>
        <w:t>786.2886</w:t>
      </w:r>
      <w:r>
        <w:tab/>
        <w:t>1.266e-2</w:t>
      </w:r>
    </w:p>
    <w:p w:rsidR="00B65DC9" w:rsidRDefault="00B65DC9" w:rsidP="00B65DC9">
      <w:r>
        <w:t>786.3295</w:t>
      </w:r>
      <w:r>
        <w:tab/>
        <w:t>2.025e0</w:t>
      </w:r>
    </w:p>
    <w:p w:rsidR="00B65DC9" w:rsidRDefault="00B65DC9" w:rsidP="00B65DC9">
      <w:r>
        <w:t>786.3483</w:t>
      </w:r>
      <w:r>
        <w:tab/>
        <w:t>2.025e0</w:t>
      </w:r>
    </w:p>
    <w:p w:rsidR="00B65DC9" w:rsidRDefault="00B65DC9" w:rsidP="00B65DC9">
      <w:r>
        <w:t>786.3903</w:t>
      </w:r>
      <w:r>
        <w:tab/>
        <w:t>3.038e0</w:t>
      </w:r>
    </w:p>
    <w:p w:rsidR="00B65DC9" w:rsidRDefault="00B65DC9" w:rsidP="00B65DC9">
      <w:r>
        <w:t>786.4576</w:t>
      </w:r>
      <w:r>
        <w:tab/>
        <w:t>1.013e0</w:t>
      </w:r>
    </w:p>
    <w:p w:rsidR="00B65DC9" w:rsidRDefault="00B65DC9" w:rsidP="00B65DC9">
      <w:r>
        <w:t>786.4786</w:t>
      </w:r>
      <w:r>
        <w:tab/>
        <w:t>6.076e0</w:t>
      </w:r>
    </w:p>
    <w:p w:rsidR="00B65DC9" w:rsidRDefault="00B65DC9" w:rsidP="00B65DC9">
      <w:r>
        <w:t>786.5630</w:t>
      </w:r>
      <w:r>
        <w:tab/>
        <w:t>3.038e0</w:t>
      </w:r>
    </w:p>
    <w:p w:rsidR="00B65DC9" w:rsidRDefault="00B65DC9" w:rsidP="00B65DC9">
      <w:r>
        <w:t>786.5738</w:t>
      </w:r>
      <w:r>
        <w:tab/>
        <w:t>3.038e0</w:t>
      </w:r>
    </w:p>
    <w:p w:rsidR="00B65DC9" w:rsidRDefault="00B65DC9" w:rsidP="00B65DC9">
      <w:r>
        <w:t>786.5930</w:t>
      </w:r>
      <w:r>
        <w:tab/>
        <w:t>1.025e0</w:t>
      </w:r>
    </w:p>
    <w:p w:rsidR="00B65DC9" w:rsidRDefault="00B65DC9" w:rsidP="00B65DC9">
      <w:r>
        <w:lastRenderedPageBreak/>
        <w:t>786.6102</w:t>
      </w:r>
      <w:r>
        <w:tab/>
        <w:t>1.013e0</w:t>
      </w:r>
    </w:p>
    <w:p w:rsidR="00B65DC9" w:rsidRDefault="00B65DC9" w:rsidP="00B65DC9">
      <w:r>
        <w:t>786.6602</w:t>
      </w:r>
      <w:r>
        <w:tab/>
        <w:t>1.013e0</w:t>
      </w:r>
    </w:p>
    <w:p w:rsidR="00B65DC9" w:rsidRDefault="00B65DC9" w:rsidP="00B65DC9">
      <w:r>
        <w:t>786.7133</w:t>
      </w:r>
      <w:r>
        <w:tab/>
        <w:t>1.013e0</w:t>
      </w:r>
    </w:p>
    <w:p w:rsidR="00B65DC9" w:rsidRDefault="00B65DC9" w:rsidP="00B65DC9">
      <w:r>
        <w:t>786.7266</w:t>
      </w:r>
      <w:r>
        <w:tab/>
        <w:t>1.013e0</w:t>
      </w:r>
    </w:p>
    <w:p w:rsidR="00B65DC9" w:rsidRDefault="00B65DC9" w:rsidP="00B65DC9">
      <w:r>
        <w:t>786.7408</w:t>
      </w:r>
      <w:r>
        <w:tab/>
        <w:t>2.025e0</w:t>
      </w:r>
    </w:p>
    <w:p w:rsidR="00B65DC9" w:rsidRDefault="00B65DC9" w:rsidP="00B65DC9">
      <w:r>
        <w:t>786.8543</w:t>
      </w:r>
      <w:r>
        <w:tab/>
        <w:t>2.025e0</w:t>
      </w:r>
    </w:p>
    <w:p w:rsidR="00B65DC9" w:rsidRDefault="00B65DC9" w:rsidP="00B65DC9">
      <w:r>
        <w:t>786.8859</w:t>
      </w:r>
      <w:r>
        <w:tab/>
        <w:t>2.025e0</w:t>
      </w:r>
    </w:p>
    <w:p w:rsidR="00B65DC9" w:rsidRDefault="00B65DC9" w:rsidP="00B65DC9">
      <w:r>
        <w:t>786.9002</w:t>
      </w:r>
      <w:r>
        <w:tab/>
        <w:t>1.013e0</w:t>
      </w:r>
    </w:p>
    <w:p w:rsidR="00B65DC9" w:rsidRDefault="00B65DC9" w:rsidP="00B65DC9">
      <w:r>
        <w:t>787.0453</w:t>
      </w:r>
      <w:r>
        <w:tab/>
        <w:t>1.013e0</w:t>
      </w:r>
    </w:p>
    <w:p w:rsidR="00B65DC9" w:rsidRDefault="00B65DC9" w:rsidP="00B65DC9">
      <w:r>
        <w:t>787.0596</w:t>
      </w:r>
      <w:r>
        <w:tab/>
        <w:t>1.266e-2</w:t>
      </w:r>
    </w:p>
    <w:p w:rsidR="00B65DC9" w:rsidRDefault="00B65DC9" w:rsidP="00B65DC9">
      <w:r>
        <w:t>787.0718</w:t>
      </w:r>
      <w:r>
        <w:tab/>
        <w:t>1.266e-2</w:t>
      </w:r>
    </w:p>
    <w:p w:rsidR="00B65DC9" w:rsidRDefault="00B65DC9" w:rsidP="00B65DC9">
      <w:r>
        <w:t>787.2313</w:t>
      </w:r>
      <w:r>
        <w:tab/>
        <w:t>1.013e0</w:t>
      </w:r>
    </w:p>
    <w:p w:rsidR="00B65DC9" w:rsidRDefault="00B65DC9" w:rsidP="00B65DC9">
      <w:r>
        <w:t>787.2859</w:t>
      </w:r>
      <w:r>
        <w:tab/>
        <w:t>2.532e-2</w:t>
      </w:r>
    </w:p>
    <w:p w:rsidR="00B65DC9" w:rsidRDefault="00B65DC9" w:rsidP="00B65DC9">
      <w:r>
        <w:t>787.3680</w:t>
      </w:r>
      <w:r>
        <w:tab/>
        <w:t>2.532e-2</w:t>
      </w:r>
    </w:p>
    <w:p w:rsidR="00B65DC9" w:rsidRDefault="00B65DC9" w:rsidP="00B65DC9">
      <w:r>
        <w:t>787.4039</w:t>
      </w:r>
      <w:r>
        <w:tab/>
        <w:t>1.013e0</w:t>
      </w:r>
    </w:p>
    <w:p w:rsidR="00B65DC9" w:rsidRDefault="00B65DC9" w:rsidP="00B65DC9">
      <w:r>
        <w:t>787.4050</w:t>
      </w:r>
      <w:r>
        <w:tab/>
        <w:t>1.013e0</w:t>
      </w:r>
    </w:p>
    <w:p w:rsidR="00B65DC9" w:rsidRDefault="00B65DC9" w:rsidP="00B65DC9">
      <w:r>
        <w:t>787.4106</w:t>
      </w:r>
      <w:r>
        <w:tab/>
        <w:t>2.532e-2</w:t>
      </w:r>
    </w:p>
    <w:p w:rsidR="00B65DC9" w:rsidRDefault="00B65DC9" w:rsidP="00B65DC9">
      <w:r>
        <w:t>787.4804</w:t>
      </w:r>
      <w:r>
        <w:tab/>
        <w:t>3.038e0</w:t>
      </w:r>
    </w:p>
    <w:p w:rsidR="00B65DC9" w:rsidRDefault="00B65DC9" w:rsidP="00B65DC9">
      <w:r>
        <w:t>787.5116</w:t>
      </w:r>
      <w:r>
        <w:tab/>
        <w:t>1.025e0</w:t>
      </w:r>
    </w:p>
    <w:p w:rsidR="00B65DC9" w:rsidRDefault="00B65DC9" w:rsidP="00B65DC9">
      <w:r>
        <w:lastRenderedPageBreak/>
        <w:t>787.5156</w:t>
      </w:r>
      <w:r>
        <w:tab/>
        <w:t>3.038e0</w:t>
      </w:r>
    </w:p>
    <w:p w:rsidR="00B65DC9" w:rsidRDefault="00B65DC9" w:rsidP="00B65DC9">
      <w:r>
        <w:t>787.5284</w:t>
      </w:r>
      <w:r>
        <w:tab/>
        <w:t>1.013e0</w:t>
      </w:r>
    </w:p>
    <w:p w:rsidR="00B65DC9" w:rsidRDefault="00B65DC9" w:rsidP="00B65DC9">
      <w:r>
        <w:t>787.5965</w:t>
      </w:r>
      <w:r>
        <w:tab/>
        <w:t>1.013e0</w:t>
      </w:r>
    </w:p>
    <w:p w:rsidR="00B65DC9" w:rsidRDefault="00B65DC9" w:rsidP="00B65DC9">
      <w:r>
        <w:t>787.6598</w:t>
      </w:r>
      <w:r>
        <w:tab/>
        <w:t>2.025e0</w:t>
      </w:r>
    </w:p>
    <w:p w:rsidR="00B65DC9" w:rsidRDefault="00B65DC9" w:rsidP="00B65DC9">
      <w:r>
        <w:t>787.6645</w:t>
      </w:r>
      <w:r>
        <w:tab/>
        <w:t>1.013e0</w:t>
      </w:r>
    </w:p>
    <w:p w:rsidR="00B65DC9" w:rsidRDefault="00B65DC9" w:rsidP="00B65DC9">
      <w:r>
        <w:t>787.6830</w:t>
      </w:r>
      <w:r>
        <w:tab/>
        <w:t>1.013e0</w:t>
      </w:r>
    </w:p>
    <w:p w:rsidR="00B65DC9" w:rsidRDefault="00B65DC9" w:rsidP="00B65DC9">
      <w:r>
        <w:t>787.6893</w:t>
      </w:r>
      <w:r>
        <w:tab/>
        <w:t>2.025e0</w:t>
      </w:r>
    </w:p>
    <w:p w:rsidR="00B65DC9" w:rsidRDefault="00B65DC9" w:rsidP="00B65DC9">
      <w:r>
        <w:t>787.9534</w:t>
      </w:r>
      <w:r>
        <w:tab/>
        <w:t>1.013e0</w:t>
      </w:r>
    </w:p>
    <w:p w:rsidR="00B65DC9" w:rsidRDefault="00B65DC9" w:rsidP="00B65DC9">
      <w:r>
        <w:t>788.0253</w:t>
      </w:r>
      <w:r>
        <w:tab/>
        <w:t>2.025e0</w:t>
      </w:r>
    </w:p>
    <w:p w:rsidR="00B65DC9" w:rsidRDefault="00B65DC9" w:rsidP="00B65DC9">
      <w:r>
        <w:t>788.0479</w:t>
      </w:r>
      <w:r>
        <w:tab/>
        <w:t>2.025e0</w:t>
      </w:r>
    </w:p>
    <w:p w:rsidR="00B65DC9" w:rsidRDefault="00B65DC9" w:rsidP="00B65DC9">
      <w:r>
        <w:t>788.0951</w:t>
      </w:r>
      <w:r>
        <w:tab/>
        <w:t>1.013e0</w:t>
      </w:r>
    </w:p>
    <w:p w:rsidR="00B65DC9" w:rsidRDefault="00B65DC9" w:rsidP="00B65DC9">
      <w:r>
        <w:t>788.1071</w:t>
      </w:r>
      <w:r>
        <w:tab/>
        <w:t>1.013e0</w:t>
      </w:r>
    </w:p>
    <w:p w:rsidR="00B65DC9" w:rsidRDefault="00B65DC9" w:rsidP="00B65DC9">
      <w:r>
        <w:t>788.1404</w:t>
      </w:r>
      <w:r>
        <w:tab/>
        <w:t>1.013e0</w:t>
      </w:r>
    </w:p>
    <w:p w:rsidR="00B65DC9" w:rsidRDefault="00B65DC9" w:rsidP="00B65DC9">
      <w:r>
        <w:t>788.1415</w:t>
      </w:r>
      <w:r>
        <w:tab/>
        <w:t>1.013e0</w:t>
      </w:r>
    </w:p>
    <w:p w:rsidR="00B65DC9" w:rsidRDefault="00B65DC9" w:rsidP="00B65DC9">
      <w:r>
        <w:t>788.3079</w:t>
      </w:r>
      <w:r>
        <w:tab/>
        <w:t>2.532e-2</w:t>
      </w:r>
    </w:p>
    <w:p w:rsidR="00B65DC9" w:rsidRDefault="00B65DC9" w:rsidP="00B65DC9">
      <w:r>
        <w:t>788.3391</w:t>
      </w:r>
      <w:r>
        <w:tab/>
        <w:t>2.025e0</w:t>
      </w:r>
    </w:p>
    <w:p w:rsidR="00B65DC9" w:rsidRDefault="00B65DC9" w:rsidP="00B65DC9">
      <w:r>
        <w:t>788.4409</w:t>
      </w:r>
      <w:r>
        <w:tab/>
        <w:t>1.013e0</w:t>
      </w:r>
    </w:p>
    <w:p w:rsidR="00B65DC9" w:rsidRDefault="00B65DC9" w:rsidP="00B65DC9">
      <w:r>
        <w:t>788.4420</w:t>
      </w:r>
      <w:r>
        <w:tab/>
        <w:t>1.013e0</w:t>
      </w:r>
    </w:p>
    <w:p w:rsidR="00B65DC9" w:rsidRDefault="00B65DC9" w:rsidP="00B65DC9">
      <w:r>
        <w:t>788.4730</w:t>
      </w:r>
      <w:r>
        <w:tab/>
        <w:t>2.025e0</w:t>
      </w:r>
    </w:p>
    <w:p w:rsidR="00B65DC9" w:rsidRDefault="00B65DC9" w:rsidP="00B65DC9">
      <w:r>
        <w:lastRenderedPageBreak/>
        <w:t>788.5664</w:t>
      </w:r>
      <w:r>
        <w:tab/>
        <w:t>2.025e0</w:t>
      </w:r>
    </w:p>
    <w:p w:rsidR="00B65DC9" w:rsidRDefault="00B65DC9" w:rsidP="00B65DC9">
      <w:r>
        <w:t>788.5873</w:t>
      </w:r>
      <w:r>
        <w:tab/>
        <w:t>2.025e0</w:t>
      </w:r>
    </w:p>
    <w:p w:rsidR="00B65DC9" w:rsidRDefault="00B65DC9" w:rsidP="00B65DC9">
      <w:r>
        <w:t>788.6804</w:t>
      </w:r>
      <w:r>
        <w:tab/>
        <w:t>1.013e0</w:t>
      </w:r>
    </w:p>
    <w:p w:rsidR="00B65DC9" w:rsidRDefault="00B65DC9" w:rsidP="00B65DC9">
      <w:r>
        <w:t>788.7199</w:t>
      </w:r>
      <w:r>
        <w:tab/>
        <w:t>2.025e0</w:t>
      </w:r>
    </w:p>
    <w:p w:rsidR="00B65DC9" w:rsidRDefault="00B65DC9" w:rsidP="00B65DC9">
      <w:r>
        <w:t>788.8041</w:t>
      </w:r>
      <w:r>
        <w:tab/>
        <w:t>1.266e-2</w:t>
      </w:r>
    </w:p>
    <w:p w:rsidR="00B65DC9" w:rsidRDefault="00B65DC9" w:rsidP="00B65DC9">
      <w:r>
        <w:t>788.8713</w:t>
      </w:r>
      <w:r>
        <w:tab/>
        <w:t>1.013e0</w:t>
      </w:r>
    </w:p>
    <w:p w:rsidR="00B65DC9" w:rsidRDefault="00B65DC9" w:rsidP="00B65DC9">
      <w:r>
        <w:t>788.9609</w:t>
      </w:r>
      <w:r>
        <w:tab/>
        <w:t>1.013e0</w:t>
      </w:r>
    </w:p>
    <w:p w:rsidR="00B65DC9" w:rsidRDefault="00B65DC9" w:rsidP="00B65DC9">
      <w:r>
        <w:t>788.9727</w:t>
      </w:r>
      <w:r>
        <w:tab/>
        <w:t>1.038e0</w:t>
      </w:r>
    </w:p>
    <w:p w:rsidR="00B65DC9" w:rsidRDefault="00B65DC9" w:rsidP="00B65DC9">
      <w:r>
        <w:t>789.0930</w:t>
      </w:r>
      <w:r>
        <w:tab/>
        <w:t>1.013e0</w:t>
      </w:r>
    </w:p>
    <w:p w:rsidR="00B65DC9" w:rsidRDefault="00B65DC9" w:rsidP="00B65DC9">
      <w:r>
        <w:t>789.0941</w:t>
      </w:r>
      <w:r>
        <w:tab/>
        <w:t>1.266e-2</w:t>
      </w:r>
    </w:p>
    <w:p w:rsidR="00B65DC9" w:rsidRDefault="00B65DC9" w:rsidP="00B65DC9">
      <w:r>
        <w:t>789.1944</w:t>
      </w:r>
      <w:r>
        <w:tab/>
        <w:t>2.025e0</w:t>
      </w:r>
    </w:p>
    <w:p w:rsidR="00B65DC9" w:rsidRDefault="00B65DC9" w:rsidP="00B65DC9">
      <w:r>
        <w:t>789.1995</w:t>
      </w:r>
      <w:r>
        <w:tab/>
        <w:t>1.013e0</w:t>
      </w:r>
    </w:p>
    <w:p w:rsidR="00B65DC9" w:rsidRDefault="00B65DC9" w:rsidP="00B65DC9">
      <w:r>
        <w:t>789.2278</w:t>
      </w:r>
      <w:r>
        <w:tab/>
        <w:t>1.013e0</w:t>
      </w:r>
    </w:p>
    <w:p w:rsidR="00B65DC9" w:rsidRDefault="00B65DC9" w:rsidP="00B65DC9">
      <w:r>
        <w:t>789.2718</w:t>
      </w:r>
      <w:r>
        <w:tab/>
        <w:t>2.025e0</w:t>
      </w:r>
    </w:p>
    <w:p w:rsidR="00B65DC9" w:rsidRDefault="00B65DC9" w:rsidP="00B65DC9">
      <w:r>
        <w:t>789.3077</w:t>
      </w:r>
      <w:r>
        <w:tab/>
        <w:t>4.051e0</w:t>
      </w:r>
    </w:p>
    <w:p w:rsidR="00B65DC9" w:rsidRDefault="00B65DC9" w:rsidP="00B65DC9">
      <w:r>
        <w:t>789.3394</w:t>
      </w:r>
      <w:r>
        <w:tab/>
        <w:t>2.025e0</w:t>
      </w:r>
    </w:p>
    <w:p w:rsidR="00B65DC9" w:rsidRDefault="00B65DC9" w:rsidP="00B65DC9">
      <w:r>
        <w:t>789.3693</w:t>
      </w:r>
      <w:r>
        <w:tab/>
        <w:t>3.038e0</w:t>
      </w:r>
    </w:p>
    <w:p w:rsidR="00B65DC9" w:rsidRDefault="00B65DC9" w:rsidP="00B65DC9">
      <w:r>
        <w:t>789.3912</w:t>
      </w:r>
      <w:r>
        <w:tab/>
        <w:t>2.025e0</w:t>
      </w:r>
    </w:p>
    <w:p w:rsidR="00B65DC9" w:rsidRDefault="00B65DC9" w:rsidP="00B65DC9">
      <w:r>
        <w:t>789.5003</w:t>
      </w:r>
      <w:r>
        <w:tab/>
        <w:t>1.013e0</w:t>
      </w:r>
    </w:p>
    <w:p w:rsidR="00B65DC9" w:rsidRDefault="00B65DC9" w:rsidP="00B65DC9">
      <w:r>
        <w:lastRenderedPageBreak/>
        <w:t>789.5601</w:t>
      </w:r>
      <w:r>
        <w:tab/>
        <w:t>1.266e-2</w:t>
      </w:r>
    </w:p>
    <w:p w:rsidR="00B65DC9" w:rsidRDefault="00B65DC9" w:rsidP="00B65DC9">
      <w:r>
        <w:t>789.5722</w:t>
      </w:r>
      <w:r>
        <w:tab/>
        <w:t>2.025e0</w:t>
      </w:r>
    </w:p>
    <w:p w:rsidR="00B65DC9" w:rsidRDefault="00B65DC9" w:rsidP="00B65DC9">
      <w:r>
        <w:t>789.5944</w:t>
      </w:r>
      <w:r>
        <w:tab/>
        <w:t>3.038e0</w:t>
      </w:r>
    </w:p>
    <w:p w:rsidR="00B65DC9" w:rsidRDefault="00B65DC9" w:rsidP="00B65DC9">
      <w:r>
        <w:t>789.6188</w:t>
      </w:r>
      <w:r>
        <w:tab/>
        <w:t>3.038e0</w:t>
      </w:r>
    </w:p>
    <w:p w:rsidR="00B65DC9" w:rsidRDefault="00B65DC9" w:rsidP="00B65DC9">
      <w:r>
        <w:t>789.6529</w:t>
      </w:r>
      <w:r>
        <w:tab/>
        <w:t>2.025e0</w:t>
      </w:r>
    </w:p>
    <w:p w:rsidR="00B65DC9" w:rsidRDefault="00B65DC9" w:rsidP="00B65DC9">
      <w:r>
        <w:t>789.6838</w:t>
      </w:r>
      <w:r>
        <w:tab/>
        <w:t>3.038e0</w:t>
      </w:r>
    </w:p>
    <w:p w:rsidR="00B65DC9" w:rsidRDefault="00B65DC9" w:rsidP="00B65DC9">
      <w:r>
        <w:t>789.7856</w:t>
      </w:r>
      <w:r>
        <w:tab/>
        <w:t>1.013e0</w:t>
      </w:r>
    </w:p>
    <w:p w:rsidR="00B65DC9" w:rsidRDefault="00B65DC9" w:rsidP="00B65DC9">
      <w:r>
        <w:t>789.8572</w:t>
      </w:r>
      <w:r>
        <w:tab/>
        <w:t>1.013e0</w:t>
      </w:r>
    </w:p>
    <w:p w:rsidR="00B65DC9" w:rsidRDefault="00B65DC9" w:rsidP="00B65DC9">
      <w:r>
        <w:t>789.9448</w:t>
      </w:r>
      <w:r>
        <w:tab/>
        <w:t>2.025e0</w:t>
      </w:r>
    </w:p>
    <w:p w:rsidR="00B65DC9" w:rsidRDefault="00B65DC9" w:rsidP="00B65DC9">
      <w:r>
        <w:t>790.0260</w:t>
      </w:r>
      <w:r>
        <w:tab/>
        <w:t>2.025e0</w:t>
      </w:r>
    </w:p>
    <w:p w:rsidR="00B65DC9" w:rsidRDefault="00B65DC9" w:rsidP="00B65DC9">
      <w:r>
        <w:t>790.1296</w:t>
      </w:r>
      <w:r>
        <w:tab/>
        <w:t>1.013e0</w:t>
      </w:r>
    </w:p>
    <w:p w:rsidR="00B65DC9" w:rsidRDefault="00B65DC9" w:rsidP="00B65DC9">
      <w:r>
        <w:t>790.2279</w:t>
      </w:r>
      <w:r>
        <w:tab/>
        <w:t>2.025e0</w:t>
      </w:r>
    </w:p>
    <w:p w:rsidR="00B65DC9" w:rsidRDefault="00B65DC9" w:rsidP="00B65DC9">
      <w:r>
        <w:t>790.3065</w:t>
      </w:r>
      <w:r>
        <w:tab/>
        <w:t>2.025e0</w:t>
      </w:r>
    </w:p>
    <w:p w:rsidR="00B65DC9" w:rsidRDefault="00B65DC9" w:rsidP="00B65DC9">
      <w:r>
        <w:t>790.3165</w:t>
      </w:r>
      <w:r>
        <w:tab/>
        <w:t>5.063e0</w:t>
      </w:r>
    </w:p>
    <w:p w:rsidR="00B65DC9" w:rsidRDefault="00B65DC9" w:rsidP="00B65DC9">
      <w:r>
        <w:t>790.3460</w:t>
      </w:r>
      <w:r>
        <w:tab/>
        <w:t>2.025e0</w:t>
      </w:r>
    </w:p>
    <w:p w:rsidR="00B65DC9" w:rsidRDefault="00B65DC9" w:rsidP="00B65DC9">
      <w:r>
        <w:t>790.4689</w:t>
      </w:r>
      <w:r>
        <w:tab/>
        <w:t>1.013e0</w:t>
      </w:r>
    </w:p>
    <w:p w:rsidR="00B65DC9" w:rsidRDefault="00B65DC9" w:rsidP="00B65DC9">
      <w:r>
        <w:t>790.4872</w:t>
      </w:r>
      <w:r>
        <w:tab/>
        <w:t>3.038e0</w:t>
      </w:r>
    </w:p>
    <w:p w:rsidR="00B65DC9" w:rsidRDefault="00B65DC9" w:rsidP="00B65DC9">
      <w:r>
        <w:t>790.5321</w:t>
      </w:r>
      <w:r>
        <w:tab/>
        <w:t>3.038e0</w:t>
      </w:r>
    </w:p>
    <w:p w:rsidR="00B65DC9" w:rsidRDefault="00B65DC9" w:rsidP="00B65DC9">
      <w:r>
        <w:t>790.5529</w:t>
      </w:r>
      <w:r>
        <w:tab/>
        <w:t>3.798e-2</w:t>
      </w:r>
    </w:p>
    <w:p w:rsidR="00B65DC9" w:rsidRDefault="00B65DC9" w:rsidP="00B65DC9">
      <w:r>
        <w:lastRenderedPageBreak/>
        <w:t>790.5557</w:t>
      </w:r>
      <w:r>
        <w:tab/>
        <w:t>4.051e0</w:t>
      </w:r>
    </w:p>
    <w:p w:rsidR="00B65DC9" w:rsidRDefault="00B65DC9" w:rsidP="00B65DC9">
      <w:r>
        <w:t>790.6092</w:t>
      </w:r>
      <w:r>
        <w:tab/>
        <w:t>2.025e0</w:t>
      </w:r>
    </w:p>
    <w:p w:rsidR="00B65DC9" w:rsidRDefault="00B65DC9" w:rsidP="00B65DC9">
      <w:r>
        <w:t>790.6132</w:t>
      </w:r>
      <w:r>
        <w:tab/>
        <w:t>2.532e-2</w:t>
      </w:r>
    </w:p>
    <w:p w:rsidR="00B65DC9" w:rsidRDefault="00B65DC9" w:rsidP="00B65DC9">
      <w:r>
        <w:t>790.6834</w:t>
      </w:r>
      <w:r>
        <w:tab/>
        <w:t>2.025e0</w:t>
      </w:r>
    </w:p>
    <w:p w:rsidR="00B65DC9" w:rsidRDefault="00B65DC9" w:rsidP="00B65DC9">
      <w:r>
        <w:t>790.7139</w:t>
      </w:r>
      <w:r>
        <w:tab/>
        <w:t>2.025e0</w:t>
      </w:r>
    </w:p>
    <w:p w:rsidR="00B65DC9" w:rsidRDefault="00B65DC9" w:rsidP="00B65DC9">
      <w:r>
        <w:t>790.7322</w:t>
      </w:r>
      <w:r>
        <w:tab/>
        <w:t>1.013e0</w:t>
      </w:r>
    </w:p>
    <w:p w:rsidR="00B65DC9" w:rsidRDefault="00B65DC9" w:rsidP="00B65DC9">
      <w:r>
        <w:t>790.7958</w:t>
      </w:r>
      <w:r>
        <w:tab/>
        <w:t>2.025e0</w:t>
      </w:r>
    </w:p>
    <w:p w:rsidR="00B65DC9" w:rsidRDefault="00B65DC9" w:rsidP="00B65DC9">
      <w:r>
        <w:t>790.8400</w:t>
      </w:r>
      <w:r>
        <w:tab/>
        <w:t>1.013e0</w:t>
      </w:r>
    </w:p>
    <w:p w:rsidR="00B65DC9" w:rsidRDefault="00B65DC9" w:rsidP="00B65DC9">
      <w:r>
        <w:t>790.8790</w:t>
      </w:r>
      <w:r>
        <w:tab/>
        <w:t>1.013e0</w:t>
      </w:r>
    </w:p>
    <w:p w:rsidR="00B65DC9" w:rsidRDefault="00B65DC9" w:rsidP="00B65DC9">
      <w:r>
        <w:t>790.8831</w:t>
      </w:r>
      <w:r>
        <w:tab/>
        <w:t>3.038e0</w:t>
      </w:r>
    </w:p>
    <w:p w:rsidR="00B65DC9" w:rsidRDefault="00B65DC9" w:rsidP="00B65DC9">
      <w:r>
        <w:t>790.9590</w:t>
      </w:r>
      <w:r>
        <w:tab/>
        <w:t>1.013e0</w:t>
      </w:r>
    </w:p>
    <w:p w:rsidR="00B65DC9" w:rsidRDefault="00B65DC9" w:rsidP="00B65DC9">
      <w:r>
        <w:t>790.9800</w:t>
      </w:r>
      <w:r>
        <w:tab/>
        <w:t>1.013e0</w:t>
      </w:r>
    </w:p>
    <w:p w:rsidR="00B65DC9" w:rsidRDefault="00B65DC9" w:rsidP="00B65DC9">
      <w:r>
        <w:t>790.9857</w:t>
      </w:r>
      <w:r>
        <w:tab/>
        <w:t>1.013e0</w:t>
      </w:r>
    </w:p>
    <w:p w:rsidR="00B65DC9" w:rsidRDefault="00B65DC9" w:rsidP="00B65DC9">
      <w:r>
        <w:t>791.0394</w:t>
      </w:r>
      <w:r>
        <w:tab/>
        <w:t>2.025e0</w:t>
      </w:r>
    </w:p>
    <w:p w:rsidR="00B65DC9" w:rsidRDefault="00B65DC9" w:rsidP="00B65DC9">
      <w:r>
        <w:t>791.0802</w:t>
      </w:r>
      <w:r>
        <w:tab/>
        <w:t>1.266e-2</w:t>
      </w:r>
    </w:p>
    <w:p w:rsidR="00B65DC9" w:rsidRDefault="00B65DC9" w:rsidP="00B65DC9">
      <w:r>
        <w:t>791.1151</w:t>
      </w:r>
      <w:r>
        <w:tab/>
        <w:t>1.013e0</w:t>
      </w:r>
    </w:p>
    <w:p w:rsidR="00B65DC9" w:rsidRDefault="00B65DC9" w:rsidP="00B65DC9">
      <w:r>
        <w:t>791.1458</w:t>
      </w:r>
      <w:r>
        <w:tab/>
        <w:t>1.013e0</w:t>
      </w:r>
    </w:p>
    <w:p w:rsidR="00B65DC9" w:rsidRDefault="00B65DC9" w:rsidP="00B65DC9">
      <w:r>
        <w:t>791.2139</w:t>
      </w:r>
      <w:r>
        <w:tab/>
        <w:t>2.025e0</w:t>
      </w:r>
    </w:p>
    <w:p w:rsidR="00B65DC9" w:rsidRDefault="00B65DC9" w:rsidP="00B65DC9">
      <w:r>
        <w:t>791.2229</w:t>
      </w:r>
      <w:r>
        <w:tab/>
        <w:t>2.025e0</w:t>
      </w:r>
    </w:p>
    <w:p w:rsidR="00B65DC9" w:rsidRDefault="00B65DC9" w:rsidP="00B65DC9">
      <w:r>
        <w:lastRenderedPageBreak/>
        <w:t>791.2516</w:t>
      </w:r>
      <w:r>
        <w:tab/>
        <w:t>2.025e0</w:t>
      </w:r>
    </w:p>
    <w:p w:rsidR="00B65DC9" w:rsidRDefault="00B65DC9" w:rsidP="00B65DC9">
      <w:r>
        <w:t>791.4047</w:t>
      </w:r>
      <w:r>
        <w:tab/>
        <w:t>1.266e-2</w:t>
      </w:r>
    </w:p>
    <w:p w:rsidR="00B65DC9" w:rsidRDefault="00B65DC9" w:rsidP="00B65DC9">
      <w:r>
        <w:t>791.4996</w:t>
      </w:r>
      <w:r>
        <w:tab/>
        <w:t>2.025e0</w:t>
      </w:r>
    </w:p>
    <w:p w:rsidR="00B65DC9" w:rsidRDefault="00B65DC9" w:rsidP="00B65DC9">
      <w:r>
        <w:t>791.5396</w:t>
      </w:r>
      <w:r>
        <w:tab/>
        <w:t>2.025e0</w:t>
      </w:r>
    </w:p>
    <w:p w:rsidR="00B65DC9" w:rsidRDefault="00B65DC9" w:rsidP="00B65DC9">
      <w:r>
        <w:t>791.5607</w:t>
      </w:r>
      <w:r>
        <w:tab/>
        <w:t>1.013e0</w:t>
      </w:r>
    </w:p>
    <w:p w:rsidR="00B65DC9" w:rsidRDefault="00B65DC9" w:rsidP="00B65DC9">
      <w:r>
        <w:t>791.6264</w:t>
      </w:r>
      <w:r>
        <w:tab/>
        <w:t>1.013e0</w:t>
      </w:r>
    </w:p>
    <w:p w:rsidR="00B65DC9" w:rsidRDefault="00B65DC9" w:rsidP="00B65DC9">
      <w:r>
        <w:t>791.6501</w:t>
      </w:r>
      <w:r>
        <w:tab/>
        <w:t>2.025e0</w:t>
      </w:r>
    </w:p>
    <w:p w:rsidR="00B65DC9" w:rsidRDefault="00B65DC9" w:rsidP="00B65DC9">
      <w:r>
        <w:t>791.6932</w:t>
      </w:r>
      <w:r>
        <w:tab/>
        <w:t>1.013e0</w:t>
      </w:r>
    </w:p>
    <w:p w:rsidR="00B65DC9" w:rsidRDefault="00B65DC9" w:rsidP="00B65DC9">
      <w:r>
        <w:t>791.7466</w:t>
      </w:r>
      <w:r>
        <w:tab/>
        <w:t>2.025e0</w:t>
      </w:r>
    </w:p>
    <w:p w:rsidR="00B65DC9" w:rsidRDefault="00B65DC9" w:rsidP="00B65DC9">
      <w:r>
        <w:t>791.8628</w:t>
      </w:r>
      <w:r>
        <w:tab/>
        <w:t>1.266e-2</w:t>
      </w:r>
    </w:p>
    <w:p w:rsidR="00B65DC9" w:rsidRDefault="00B65DC9" w:rsidP="00B65DC9">
      <w:r>
        <w:t>791.9905</w:t>
      </w:r>
      <w:r>
        <w:tab/>
        <w:t>2.025e0</w:t>
      </w:r>
    </w:p>
    <w:p w:rsidR="00B65DC9" w:rsidRDefault="00B65DC9" w:rsidP="00B65DC9">
      <w:r>
        <w:t>792.0755</w:t>
      </w:r>
      <w:r>
        <w:tab/>
        <w:t>3.038e0</w:t>
      </w:r>
    </w:p>
    <w:p w:rsidR="00B65DC9" w:rsidRDefault="00B65DC9" w:rsidP="00B65DC9">
      <w:r>
        <w:t>792.0950</w:t>
      </w:r>
      <w:r>
        <w:tab/>
        <w:t>1.013e0</w:t>
      </w:r>
    </w:p>
    <w:p w:rsidR="00B65DC9" w:rsidRDefault="00B65DC9" w:rsidP="00B65DC9">
      <w:r>
        <w:t>792.1474</w:t>
      </w:r>
      <w:r>
        <w:tab/>
        <w:t>1.013e0</w:t>
      </w:r>
    </w:p>
    <w:p w:rsidR="00B65DC9" w:rsidRDefault="00B65DC9" w:rsidP="00B65DC9">
      <w:r>
        <w:t>792.1862</w:t>
      </w:r>
      <w:r>
        <w:tab/>
        <w:t>1.013e0</w:t>
      </w:r>
    </w:p>
    <w:p w:rsidR="00B65DC9" w:rsidRDefault="00B65DC9" w:rsidP="00B65DC9">
      <w:r>
        <w:t>792.2176</w:t>
      </w:r>
      <w:r>
        <w:tab/>
        <w:t>2.025e0</w:t>
      </w:r>
    </w:p>
    <w:p w:rsidR="00B65DC9" w:rsidRDefault="00B65DC9" w:rsidP="00B65DC9">
      <w:r>
        <w:t>792.2276</w:t>
      </w:r>
      <w:r>
        <w:tab/>
        <w:t>1.266e-2</w:t>
      </w:r>
    </w:p>
    <w:p w:rsidR="00B65DC9" w:rsidRDefault="00B65DC9" w:rsidP="00B65DC9">
      <w:r>
        <w:t>792.3478</w:t>
      </w:r>
      <w:r>
        <w:tab/>
        <w:t>1.013e0</w:t>
      </w:r>
    </w:p>
    <w:p w:rsidR="00B65DC9" w:rsidRDefault="00B65DC9" w:rsidP="00B65DC9">
      <w:r>
        <w:t>792.3880</w:t>
      </w:r>
      <w:r>
        <w:tab/>
        <w:t>2.025e0</w:t>
      </w:r>
    </w:p>
    <w:p w:rsidR="00B65DC9" w:rsidRDefault="00B65DC9" w:rsidP="00B65DC9">
      <w:r>
        <w:lastRenderedPageBreak/>
        <w:t>792.4414</w:t>
      </w:r>
      <w:r>
        <w:tab/>
        <w:t>1.013e0</w:t>
      </w:r>
    </w:p>
    <w:p w:rsidR="00B65DC9" w:rsidRDefault="00B65DC9" w:rsidP="00B65DC9">
      <w:r>
        <w:t>792.4897</w:t>
      </w:r>
      <w:r>
        <w:tab/>
        <w:t>5.906e0</w:t>
      </w:r>
    </w:p>
    <w:p w:rsidR="00B65DC9" w:rsidRDefault="00B65DC9" w:rsidP="00B65DC9">
      <w:r>
        <w:t>792.4974</w:t>
      </w:r>
      <w:r>
        <w:tab/>
        <w:t>4.051e0</w:t>
      </w:r>
    </w:p>
    <w:p w:rsidR="00B65DC9" w:rsidRDefault="00B65DC9" w:rsidP="00B65DC9">
      <w:r>
        <w:t>792.5035</w:t>
      </w:r>
      <w:r>
        <w:tab/>
        <w:t>4.051e0</w:t>
      </w:r>
    </w:p>
    <w:p w:rsidR="00B65DC9" w:rsidRDefault="00B65DC9" w:rsidP="00B65DC9">
      <w:r>
        <w:t>792.5290</w:t>
      </w:r>
      <w:r>
        <w:tab/>
        <w:t>4.051e0</w:t>
      </w:r>
    </w:p>
    <w:p w:rsidR="00B65DC9" w:rsidRDefault="00B65DC9" w:rsidP="00B65DC9">
      <w:r>
        <w:t>792.6049</w:t>
      </w:r>
      <w:r>
        <w:tab/>
        <w:t>2.025e0</w:t>
      </w:r>
    </w:p>
    <w:p w:rsidR="00B65DC9" w:rsidRDefault="00B65DC9" w:rsidP="00B65DC9">
      <w:r>
        <w:t>792.6149</w:t>
      </w:r>
      <w:r>
        <w:tab/>
        <w:t>1.025e0</w:t>
      </w:r>
    </w:p>
    <w:p w:rsidR="00B65DC9" w:rsidRDefault="00B65DC9" w:rsidP="00B65DC9">
      <w:r>
        <w:t>792.6320</w:t>
      </w:r>
      <w:r>
        <w:tab/>
        <w:t>2.422e0</w:t>
      </w:r>
    </w:p>
    <w:p w:rsidR="00B65DC9" w:rsidRDefault="00B65DC9" w:rsidP="00B65DC9">
      <w:r>
        <w:t>792.6553</w:t>
      </w:r>
      <w:r>
        <w:tab/>
        <w:t>1.013e0</w:t>
      </w:r>
    </w:p>
    <w:p w:rsidR="00B65DC9" w:rsidRDefault="00B65DC9" w:rsidP="00B65DC9">
      <w:r>
        <w:t>792.6630</w:t>
      </w:r>
      <w:r>
        <w:tab/>
        <w:t>2.025e0</w:t>
      </w:r>
    </w:p>
    <w:p w:rsidR="00B65DC9" w:rsidRDefault="00B65DC9" w:rsidP="00B65DC9">
      <w:r>
        <w:t>792.6954</w:t>
      </w:r>
      <w:r>
        <w:tab/>
        <w:t>1.266e-2</w:t>
      </w:r>
    </w:p>
    <w:p w:rsidR="00B65DC9" w:rsidRDefault="00B65DC9" w:rsidP="00B65DC9">
      <w:r>
        <w:t>792.7292</w:t>
      </w:r>
      <w:r>
        <w:tab/>
        <w:t>1.013e0</w:t>
      </w:r>
    </w:p>
    <w:p w:rsidR="00B65DC9" w:rsidRDefault="00B65DC9" w:rsidP="00B65DC9">
      <w:r>
        <w:t>792.8160</w:t>
      </w:r>
      <w:r>
        <w:tab/>
        <w:t>1.013e0</w:t>
      </w:r>
    </w:p>
    <w:p w:rsidR="00B65DC9" w:rsidRDefault="00B65DC9" w:rsidP="00B65DC9">
      <w:r>
        <w:t>792.8535</w:t>
      </w:r>
      <w:r>
        <w:tab/>
        <w:t>2.025e0</w:t>
      </w:r>
    </w:p>
    <w:p w:rsidR="00B65DC9" w:rsidRDefault="00B65DC9" w:rsidP="00B65DC9">
      <w:r>
        <w:t>792.8654</w:t>
      </w:r>
      <w:r>
        <w:tab/>
        <w:t>1.013e0</w:t>
      </w:r>
    </w:p>
    <w:p w:rsidR="00B65DC9" w:rsidRDefault="00B65DC9" w:rsidP="00B65DC9">
      <w:r>
        <w:t>792.9495</w:t>
      </w:r>
      <w:r>
        <w:tab/>
        <w:t>1.266e-2</w:t>
      </w:r>
    </w:p>
    <w:p w:rsidR="00B65DC9" w:rsidRDefault="00B65DC9" w:rsidP="00B65DC9">
      <w:r>
        <w:t>792.9670</w:t>
      </w:r>
      <w:r>
        <w:tab/>
        <w:t>1.013e0</w:t>
      </w:r>
    </w:p>
    <w:p w:rsidR="00B65DC9" w:rsidRDefault="00B65DC9" w:rsidP="00B65DC9">
      <w:r>
        <w:t>793.0833</w:t>
      </w:r>
      <w:r>
        <w:tab/>
        <w:t>1.266e-2</w:t>
      </w:r>
    </w:p>
    <w:p w:rsidR="00B65DC9" w:rsidRDefault="00B65DC9" w:rsidP="00B65DC9">
      <w:r>
        <w:t>793.1204</w:t>
      </w:r>
      <w:r>
        <w:tab/>
        <w:t>1.266e-2</w:t>
      </w:r>
    </w:p>
    <w:p w:rsidR="00B65DC9" w:rsidRDefault="00B65DC9" w:rsidP="00B65DC9">
      <w:r>
        <w:lastRenderedPageBreak/>
        <w:t>793.2048</w:t>
      </w:r>
      <w:r>
        <w:tab/>
        <w:t>3.038e0</w:t>
      </w:r>
    </w:p>
    <w:p w:rsidR="00B65DC9" w:rsidRDefault="00B65DC9" w:rsidP="00B65DC9">
      <w:r>
        <w:t>793.2059</w:t>
      </w:r>
      <w:r>
        <w:tab/>
        <w:t>8.101e0</w:t>
      </w:r>
    </w:p>
    <w:p w:rsidR="00B65DC9" w:rsidRDefault="00B65DC9" w:rsidP="00B65DC9">
      <w:r>
        <w:t>793.2149</w:t>
      </w:r>
      <w:r>
        <w:tab/>
        <w:t>5.063e0</w:t>
      </w:r>
    </w:p>
    <w:p w:rsidR="00B65DC9" w:rsidRDefault="00B65DC9" w:rsidP="00B65DC9">
      <w:r>
        <w:t>793.2427</w:t>
      </w:r>
      <w:r>
        <w:tab/>
        <w:t>1.114e1</w:t>
      </w:r>
    </w:p>
    <w:p w:rsidR="00B65DC9" w:rsidRDefault="00B65DC9" w:rsidP="00B65DC9">
      <w:r>
        <w:t>793.2900</w:t>
      </w:r>
      <w:r>
        <w:tab/>
        <w:t>1.013e0</w:t>
      </w:r>
    </w:p>
    <w:p w:rsidR="00B65DC9" w:rsidRDefault="00B65DC9" w:rsidP="00B65DC9">
      <w:r>
        <w:t>793.3406</w:t>
      </w:r>
      <w:r>
        <w:tab/>
        <w:t>1.266e-2</w:t>
      </w:r>
    </w:p>
    <w:p w:rsidR="00B65DC9" w:rsidRDefault="00B65DC9" w:rsidP="00B65DC9">
      <w:r>
        <w:t>793.3754</w:t>
      </w:r>
      <w:r>
        <w:tab/>
        <w:t>1.266e-2</w:t>
      </w:r>
    </w:p>
    <w:p w:rsidR="00B65DC9" w:rsidRDefault="00B65DC9" w:rsidP="00B65DC9">
      <w:r>
        <w:t>793.5175</w:t>
      </w:r>
      <w:r>
        <w:tab/>
        <w:t>3.063e0</w:t>
      </w:r>
    </w:p>
    <w:p w:rsidR="00B65DC9" w:rsidRDefault="00B65DC9" w:rsidP="00B65DC9">
      <w:r>
        <w:t>793.5191</w:t>
      </w:r>
      <w:r>
        <w:tab/>
        <w:t>2.025e0</w:t>
      </w:r>
    </w:p>
    <w:p w:rsidR="00B65DC9" w:rsidRDefault="00B65DC9" w:rsidP="00B65DC9">
      <w:r>
        <w:t>793.6587</w:t>
      </w:r>
      <w:r>
        <w:tab/>
        <w:t>2.025e0</w:t>
      </w:r>
    </w:p>
    <w:p w:rsidR="00B65DC9" w:rsidRDefault="00B65DC9" w:rsidP="00B65DC9">
      <w:r>
        <w:t>793.6721</w:t>
      </w:r>
      <w:r>
        <w:tab/>
        <w:t>1.013e0</w:t>
      </w:r>
    </w:p>
    <w:p w:rsidR="00B65DC9" w:rsidRDefault="00B65DC9" w:rsidP="00B65DC9">
      <w:r>
        <w:t>793.7143</w:t>
      </w:r>
      <w:r>
        <w:tab/>
        <w:t>5.063e0</w:t>
      </w:r>
    </w:p>
    <w:p w:rsidR="00B65DC9" w:rsidRDefault="00B65DC9" w:rsidP="00B65DC9">
      <w:r>
        <w:t>793.7658</w:t>
      </w:r>
      <w:r>
        <w:tab/>
        <w:t>1.013e0</w:t>
      </w:r>
    </w:p>
    <w:p w:rsidR="00B65DC9" w:rsidRDefault="00B65DC9" w:rsidP="00B65DC9">
      <w:r>
        <w:t>793.8854</w:t>
      </w:r>
      <w:r>
        <w:tab/>
        <w:t>1.013e0</w:t>
      </w:r>
    </w:p>
    <w:p w:rsidR="00B65DC9" w:rsidRDefault="00B65DC9" w:rsidP="00B65DC9">
      <w:r>
        <w:t>793.9009</w:t>
      </w:r>
      <w:r>
        <w:tab/>
        <w:t>1.013e0</w:t>
      </w:r>
    </w:p>
    <w:p w:rsidR="00B65DC9" w:rsidRDefault="00B65DC9" w:rsidP="00B65DC9">
      <w:r>
        <w:t>793.9358</w:t>
      </w:r>
      <w:r>
        <w:tab/>
        <w:t>1.013e0</w:t>
      </w:r>
    </w:p>
    <w:p w:rsidR="00B65DC9" w:rsidRDefault="00B65DC9" w:rsidP="00B65DC9">
      <w:r>
        <w:t>793.9532</w:t>
      </w:r>
      <w:r>
        <w:tab/>
        <w:t>1.013e0</w:t>
      </w:r>
    </w:p>
    <w:p w:rsidR="00B65DC9" w:rsidRDefault="00B65DC9" w:rsidP="00B65DC9">
      <w:r>
        <w:t>793.9667</w:t>
      </w:r>
      <w:r>
        <w:tab/>
        <w:t>1.013e0</w:t>
      </w:r>
    </w:p>
    <w:p w:rsidR="00B65DC9" w:rsidRDefault="00B65DC9" w:rsidP="00B65DC9">
      <w:r>
        <w:t>794.0197</w:t>
      </w:r>
      <w:r>
        <w:tab/>
        <w:t>2.025e0</w:t>
      </w:r>
    </w:p>
    <w:p w:rsidR="00B65DC9" w:rsidRDefault="00B65DC9" w:rsidP="00B65DC9">
      <w:r>
        <w:lastRenderedPageBreak/>
        <w:t>794.0650</w:t>
      </w:r>
      <w:r>
        <w:tab/>
        <w:t>2.532e-2</w:t>
      </w:r>
    </w:p>
    <w:p w:rsidR="00B65DC9" w:rsidRDefault="00B65DC9" w:rsidP="00B65DC9">
      <w:r>
        <w:t>794.1675</w:t>
      </w:r>
      <w:r>
        <w:tab/>
        <w:t>1.013e0</w:t>
      </w:r>
    </w:p>
    <w:p w:rsidR="00B65DC9" w:rsidRDefault="00B65DC9" w:rsidP="00B65DC9">
      <w:r>
        <w:t>794.2152</w:t>
      </w:r>
      <w:r>
        <w:tab/>
        <w:t>1.013e1</w:t>
      </w:r>
    </w:p>
    <w:p w:rsidR="00B65DC9" w:rsidRDefault="00B65DC9" w:rsidP="00B65DC9">
      <w:r>
        <w:t>794.2241</w:t>
      </w:r>
      <w:r>
        <w:tab/>
        <w:t>1.013e0</w:t>
      </w:r>
    </w:p>
    <w:p w:rsidR="00B65DC9" w:rsidRDefault="00B65DC9" w:rsidP="00B65DC9">
      <w:r>
        <w:t>794.2278</w:t>
      </w:r>
      <w:r>
        <w:tab/>
        <w:t>2.025e0</w:t>
      </w:r>
    </w:p>
    <w:p w:rsidR="00B65DC9" w:rsidRDefault="00B65DC9" w:rsidP="00B65DC9">
      <w:r>
        <w:t>794.3419</w:t>
      </w:r>
      <w:r>
        <w:tab/>
        <w:t>2.025e0</w:t>
      </w:r>
    </w:p>
    <w:p w:rsidR="00B65DC9" w:rsidRDefault="00B65DC9" w:rsidP="00B65DC9">
      <w:r>
        <w:t>794.3774</w:t>
      </w:r>
      <w:r>
        <w:tab/>
        <w:t>1.013e0</w:t>
      </w:r>
    </w:p>
    <w:p w:rsidR="00B65DC9" w:rsidRDefault="00B65DC9" w:rsidP="00B65DC9">
      <w:r>
        <w:t>794.3963</w:t>
      </w:r>
      <w:r>
        <w:tab/>
        <w:t>1.266e-2</w:t>
      </w:r>
    </w:p>
    <w:p w:rsidR="00B65DC9" w:rsidRDefault="00B65DC9" w:rsidP="00B65DC9">
      <w:r>
        <w:t>794.4901</w:t>
      </w:r>
      <w:r>
        <w:tab/>
        <w:t>1.013e0</w:t>
      </w:r>
    </w:p>
    <w:p w:rsidR="00B65DC9" w:rsidRDefault="00B65DC9" w:rsidP="00B65DC9">
      <w:r>
        <w:t>794.5223</w:t>
      </w:r>
      <w:r>
        <w:tab/>
        <w:t>2.025e0</w:t>
      </w:r>
    </w:p>
    <w:p w:rsidR="00B65DC9" w:rsidRDefault="00B65DC9" w:rsidP="00B65DC9">
      <w:r>
        <w:t>794.5471</w:t>
      </w:r>
      <w:r>
        <w:tab/>
        <w:t>1.013e0</w:t>
      </w:r>
    </w:p>
    <w:p w:rsidR="00B65DC9" w:rsidRDefault="00B65DC9" w:rsidP="00B65DC9">
      <w:r>
        <w:t>794.5981</w:t>
      </w:r>
      <w:r>
        <w:tab/>
        <w:t>2.025e0</w:t>
      </w:r>
    </w:p>
    <w:p w:rsidR="00B65DC9" w:rsidRDefault="00B65DC9" w:rsidP="00B65DC9">
      <w:r>
        <w:t>794.6499</w:t>
      </w:r>
      <w:r>
        <w:tab/>
        <w:t>1.013e0</w:t>
      </w:r>
    </w:p>
    <w:p w:rsidR="00B65DC9" w:rsidRDefault="00B65DC9" w:rsidP="00B65DC9">
      <w:r>
        <w:t>794.6647</w:t>
      </w:r>
      <w:r>
        <w:tab/>
        <w:t>1.025e0</w:t>
      </w:r>
    </w:p>
    <w:p w:rsidR="00B65DC9" w:rsidRDefault="00B65DC9" w:rsidP="00B65DC9">
      <w:r>
        <w:t>794.7004</w:t>
      </w:r>
      <w:r>
        <w:tab/>
        <w:t>1.266e-2</w:t>
      </w:r>
    </w:p>
    <w:p w:rsidR="00B65DC9" w:rsidRDefault="00B65DC9" w:rsidP="00B65DC9">
      <w:r>
        <w:t>794.7258</w:t>
      </w:r>
      <w:r>
        <w:tab/>
        <w:t>2.025e0</w:t>
      </w:r>
    </w:p>
    <w:p w:rsidR="00B65DC9" w:rsidRDefault="00B65DC9" w:rsidP="00B65DC9">
      <w:r>
        <w:t>794.7448</w:t>
      </w:r>
      <w:r>
        <w:tab/>
        <w:t>1.013e0</w:t>
      </w:r>
    </w:p>
    <w:p w:rsidR="00B65DC9" w:rsidRDefault="00B65DC9" w:rsidP="00B65DC9">
      <w:r>
        <w:t>794.7974</w:t>
      </w:r>
      <w:r>
        <w:tab/>
        <w:t>1.013e0</w:t>
      </w:r>
    </w:p>
    <w:p w:rsidR="00B65DC9" w:rsidRDefault="00B65DC9" w:rsidP="00B65DC9">
      <w:r>
        <w:t>794.8191</w:t>
      </w:r>
      <w:r>
        <w:tab/>
        <w:t>1.266e-2</w:t>
      </w:r>
    </w:p>
    <w:p w:rsidR="00B65DC9" w:rsidRDefault="00B65DC9" w:rsidP="00B65DC9">
      <w:r>
        <w:lastRenderedPageBreak/>
        <w:t>794.8534</w:t>
      </w:r>
      <w:r>
        <w:tab/>
        <w:t>1.013e0</w:t>
      </w:r>
    </w:p>
    <w:p w:rsidR="00B65DC9" w:rsidRDefault="00B65DC9" w:rsidP="00B65DC9">
      <w:r>
        <w:t>794.9515</w:t>
      </w:r>
      <w:r>
        <w:tab/>
        <w:t>2.532e-2</w:t>
      </w:r>
    </w:p>
    <w:p w:rsidR="00B65DC9" w:rsidRDefault="00B65DC9" w:rsidP="00B65DC9">
      <w:r>
        <w:t>795.0253</w:t>
      </w:r>
      <w:r>
        <w:tab/>
        <w:t>1.013e0</w:t>
      </w:r>
    </w:p>
    <w:p w:rsidR="00B65DC9" w:rsidRDefault="00B65DC9" w:rsidP="00B65DC9">
      <w:r>
        <w:t>795.0389</w:t>
      </w:r>
      <w:r>
        <w:tab/>
        <w:t>1.013e0</w:t>
      </w:r>
    </w:p>
    <w:p w:rsidR="00B65DC9" w:rsidRDefault="00B65DC9" w:rsidP="00B65DC9">
      <w:r>
        <w:t>795.0855</w:t>
      </w:r>
      <w:r>
        <w:tab/>
        <w:t>2.025e0</w:t>
      </w:r>
    </w:p>
    <w:p w:rsidR="00B65DC9" w:rsidRDefault="00B65DC9" w:rsidP="00B65DC9">
      <w:r>
        <w:t>795.0918</w:t>
      </w:r>
      <w:r>
        <w:tab/>
        <w:t>1.013e0</w:t>
      </w:r>
    </w:p>
    <w:p w:rsidR="00B65DC9" w:rsidRDefault="00B65DC9" w:rsidP="00B65DC9">
      <w:r>
        <w:t>795.1057</w:t>
      </w:r>
      <w:r>
        <w:tab/>
        <w:t>1.266e-2</w:t>
      </w:r>
    </w:p>
    <w:p w:rsidR="00B65DC9" w:rsidRDefault="00B65DC9" w:rsidP="00B65DC9">
      <w:r>
        <w:t>795.2006</w:t>
      </w:r>
      <w:r>
        <w:tab/>
        <w:t>5.063e0</w:t>
      </w:r>
    </w:p>
    <w:p w:rsidR="00B65DC9" w:rsidRDefault="00B65DC9" w:rsidP="00B65DC9">
      <w:r>
        <w:t>795.2181</w:t>
      </w:r>
      <w:r>
        <w:tab/>
        <w:t>2.532e-2</w:t>
      </w:r>
    </w:p>
    <w:p w:rsidR="00B65DC9" w:rsidRDefault="00B65DC9" w:rsidP="00B65DC9">
      <w:r>
        <w:t>795.2262</w:t>
      </w:r>
      <w:r>
        <w:tab/>
        <w:t>1.014e1</w:t>
      </w:r>
    </w:p>
    <w:p w:rsidR="00B65DC9" w:rsidRDefault="00B65DC9" w:rsidP="00B65DC9">
      <w:r>
        <w:t>795.2341</w:t>
      </w:r>
      <w:r>
        <w:tab/>
        <w:t>2.025e0</w:t>
      </w:r>
    </w:p>
    <w:p w:rsidR="00B65DC9" w:rsidRDefault="00B65DC9" w:rsidP="00B65DC9">
      <w:r>
        <w:t>795.2451</w:t>
      </w:r>
      <w:r>
        <w:tab/>
        <w:t>5.063e0</w:t>
      </w:r>
    </w:p>
    <w:p w:rsidR="00B65DC9" w:rsidRDefault="00B65DC9" w:rsidP="00B65DC9">
      <w:r>
        <w:t>795.3605</w:t>
      </w:r>
      <w:r>
        <w:tab/>
        <w:t>1.013e0</w:t>
      </w:r>
    </w:p>
    <w:p w:rsidR="00B65DC9" w:rsidRDefault="00B65DC9" w:rsidP="00B65DC9">
      <w:r>
        <w:t>795.4053</w:t>
      </w:r>
      <w:r>
        <w:tab/>
        <w:t>3.038e0</w:t>
      </w:r>
    </w:p>
    <w:p w:rsidR="00B65DC9" w:rsidRDefault="00B65DC9" w:rsidP="00B65DC9">
      <w:r>
        <w:t>795.4304</w:t>
      </w:r>
      <w:r>
        <w:tab/>
        <w:t>3.038e0</w:t>
      </w:r>
    </w:p>
    <w:p w:rsidR="00B65DC9" w:rsidRDefault="00B65DC9" w:rsidP="00B65DC9">
      <w:r>
        <w:t>795.4429</w:t>
      </w:r>
      <w:r>
        <w:tab/>
        <w:t>1.025e0</w:t>
      </w:r>
    </w:p>
    <w:p w:rsidR="00B65DC9" w:rsidRDefault="00B65DC9" w:rsidP="00B65DC9">
      <w:r>
        <w:t>795.4765</w:t>
      </w:r>
      <w:r>
        <w:tab/>
        <w:t>3.038e0</w:t>
      </w:r>
    </w:p>
    <w:p w:rsidR="00B65DC9" w:rsidRDefault="00B65DC9" w:rsidP="00B65DC9">
      <w:r>
        <w:t>795.5620</w:t>
      </w:r>
      <w:r>
        <w:tab/>
        <w:t>3.038e0</w:t>
      </w:r>
    </w:p>
    <w:p w:rsidR="00B65DC9" w:rsidRDefault="00B65DC9" w:rsidP="00B65DC9">
      <w:r>
        <w:t>795.5762</w:t>
      </w:r>
      <w:r>
        <w:tab/>
        <w:t>1.013e0</w:t>
      </w:r>
    </w:p>
    <w:p w:rsidR="00B65DC9" w:rsidRDefault="00B65DC9" w:rsidP="00B65DC9">
      <w:r>
        <w:lastRenderedPageBreak/>
        <w:t>795.6154</w:t>
      </w:r>
      <w:r>
        <w:tab/>
        <w:t>1.013e0</w:t>
      </w:r>
    </w:p>
    <w:p w:rsidR="00B65DC9" w:rsidRDefault="00B65DC9" w:rsidP="00B65DC9">
      <w:r>
        <w:t>795.6880</w:t>
      </w:r>
      <w:r>
        <w:tab/>
        <w:t>3.038e0</w:t>
      </w:r>
    </w:p>
    <w:p w:rsidR="00B65DC9" w:rsidRDefault="00B65DC9" w:rsidP="00B65DC9">
      <w:r>
        <w:t>795.7532</w:t>
      </w:r>
      <w:r>
        <w:tab/>
        <w:t>1.013e0</w:t>
      </w:r>
    </w:p>
    <w:p w:rsidR="00B65DC9" w:rsidRDefault="00B65DC9" w:rsidP="00B65DC9">
      <w:r>
        <w:t>795.7629</w:t>
      </w:r>
      <w:r>
        <w:tab/>
        <w:t>2.025e0</w:t>
      </w:r>
    </w:p>
    <w:p w:rsidR="00B65DC9" w:rsidRDefault="00B65DC9" w:rsidP="00B65DC9">
      <w:r>
        <w:t>795.8369</w:t>
      </w:r>
      <w:r>
        <w:tab/>
        <w:t>2.025e0</w:t>
      </w:r>
    </w:p>
    <w:p w:rsidR="00B65DC9" w:rsidRDefault="00B65DC9" w:rsidP="00B65DC9">
      <w:r>
        <w:t>795.8570</w:t>
      </w:r>
      <w:r>
        <w:tab/>
        <w:t>1.013e0</w:t>
      </w:r>
    </w:p>
    <w:p w:rsidR="00B65DC9" w:rsidRDefault="00B65DC9" w:rsidP="00B65DC9">
      <w:r>
        <w:t>795.9587</w:t>
      </w:r>
      <w:r>
        <w:tab/>
        <w:t>2.025e0</w:t>
      </w:r>
    </w:p>
    <w:p w:rsidR="00B65DC9" w:rsidRDefault="00B65DC9" w:rsidP="00B65DC9">
      <w:r>
        <w:t>796.0157</w:t>
      </w:r>
      <w:r>
        <w:tab/>
        <w:t>2.025e0</w:t>
      </w:r>
    </w:p>
    <w:p w:rsidR="00B65DC9" w:rsidRDefault="00B65DC9" w:rsidP="00B65DC9">
      <w:r>
        <w:t>796.1612</w:t>
      </w:r>
      <w:r>
        <w:tab/>
        <w:t>1.013e0</w:t>
      </w:r>
    </w:p>
    <w:p w:rsidR="00B65DC9" w:rsidRDefault="00B65DC9" w:rsidP="00B65DC9">
      <w:r>
        <w:t>796.1998</w:t>
      </w:r>
      <w:r>
        <w:tab/>
        <w:t>2.532e-2</w:t>
      </w:r>
    </w:p>
    <w:p w:rsidR="00B65DC9" w:rsidRDefault="00B65DC9" w:rsidP="00B65DC9">
      <w:r>
        <w:t>796.2057</w:t>
      </w:r>
      <w:r>
        <w:tab/>
        <w:t>3.051e0</w:t>
      </w:r>
    </w:p>
    <w:p w:rsidR="00B65DC9" w:rsidRDefault="00B65DC9" w:rsidP="00B65DC9">
      <w:r>
        <w:t>796.3283</w:t>
      </w:r>
      <w:r>
        <w:tab/>
        <w:t>3.038e0</w:t>
      </w:r>
    </w:p>
    <w:p w:rsidR="00B65DC9" w:rsidRDefault="00B65DC9" w:rsidP="00B65DC9">
      <w:r>
        <w:t>796.3682</w:t>
      </w:r>
      <w:r>
        <w:tab/>
        <w:t>1.013e0</w:t>
      </w:r>
    </w:p>
    <w:p w:rsidR="00B65DC9" w:rsidRDefault="00B65DC9" w:rsidP="00B65DC9">
      <w:r>
        <w:t>796.3757</w:t>
      </w:r>
      <w:r>
        <w:tab/>
        <w:t>4.051e0</w:t>
      </w:r>
    </w:p>
    <w:p w:rsidR="00B65DC9" w:rsidRDefault="00B65DC9" w:rsidP="00B65DC9">
      <w:r>
        <w:t>796.4343</w:t>
      </w:r>
      <w:r>
        <w:tab/>
        <w:t>2.025e0</w:t>
      </w:r>
    </w:p>
    <w:p w:rsidR="00B65DC9" w:rsidRDefault="00B65DC9" w:rsidP="00B65DC9">
      <w:r>
        <w:t>796.4667</w:t>
      </w:r>
      <w:r>
        <w:tab/>
        <w:t>3.038e0</w:t>
      </w:r>
    </w:p>
    <w:p w:rsidR="00B65DC9" w:rsidRDefault="00B65DC9" w:rsidP="00B65DC9">
      <w:r>
        <w:t>796.4777</w:t>
      </w:r>
      <w:r>
        <w:tab/>
        <w:t>3.038e0</w:t>
      </w:r>
    </w:p>
    <w:p w:rsidR="00B65DC9" w:rsidRDefault="00B65DC9" w:rsidP="00B65DC9">
      <w:r>
        <w:t>796.5548</w:t>
      </w:r>
      <w:r>
        <w:tab/>
        <w:t>4.051e0</w:t>
      </w:r>
    </w:p>
    <w:p w:rsidR="00B65DC9" w:rsidRDefault="00B65DC9" w:rsidP="00B65DC9">
      <w:r>
        <w:t>796.5579</w:t>
      </w:r>
      <w:r>
        <w:tab/>
        <w:t>4.051e0</w:t>
      </w:r>
    </w:p>
    <w:p w:rsidR="00B65DC9" w:rsidRDefault="00B65DC9" w:rsidP="00B65DC9">
      <w:r>
        <w:lastRenderedPageBreak/>
        <w:t>796.5821</w:t>
      </w:r>
      <w:r>
        <w:tab/>
        <w:t>1.013e0</w:t>
      </w:r>
    </w:p>
    <w:p w:rsidR="00B65DC9" w:rsidRDefault="00B65DC9" w:rsidP="00B65DC9">
      <w:r>
        <w:t>796.6627</w:t>
      </w:r>
      <w:r>
        <w:tab/>
        <w:t>1.013e0</w:t>
      </w:r>
    </w:p>
    <w:p w:rsidR="00B65DC9" w:rsidRDefault="00B65DC9" w:rsidP="00B65DC9">
      <w:r>
        <w:t>796.6896</w:t>
      </w:r>
      <w:r>
        <w:tab/>
        <w:t>1.266e-2</w:t>
      </w:r>
    </w:p>
    <w:p w:rsidR="00B65DC9" w:rsidRDefault="00B65DC9" w:rsidP="00B65DC9">
      <w:r>
        <w:t>796.6906</w:t>
      </w:r>
      <w:r>
        <w:tab/>
        <w:t>1.013e0</w:t>
      </w:r>
    </w:p>
    <w:p w:rsidR="00B65DC9" w:rsidRDefault="00B65DC9" w:rsidP="00B65DC9">
      <w:r>
        <w:t>796.7164</w:t>
      </w:r>
      <w:r>
        <w:tab/>
        <w:t>1.013e0</w:t>
      </w:r>
    </w:p>
    <w:p w:rsidR="00B65DC9" w:rsidRDefault="00B65DC9" w:rsidP="00B65DC9">
      <w:r>
        <w:t>796.7836</w:t>
      </w:r>
      <w:r>
        <w:tab/>
        <w:t>1.013e0</w:t>
      </w:r>
    </w:p>
    <w:p w:rsidR="00B65DC9" w:rsidRDefault="00B65DC9" w:rsidP="00B65DC9">
      <w:r>
        <w:t>796.8115</w:t>
      </w:r>
      <w:r>
        <w:tab/>
        <w:t>1.013e0</w:t>
      </w:r>
    </w:p>
    <w:p w:rsidR="00B65DC9" w:rsidRDefault="00B65DC9" w:rsidP="00B65DC9">
      <w:r>
        <w:t>796.8239</w:t>
      </w:r>
      <w:r>
        <w:tab/>
        <w:t>1.013e0</w:t>
      </w:r>
    </w:p>
    <w:p w:rsidR="00B65DC9" w:rsidRDefault="00B65DC9" w:rsidP="00B65DC9">
      <w:r>
        <w:t>796.8777</w:t>
      </w:r>
      <w:r>
        <w:tab/>
        <w:t>1.013e0</w:t>
      </w:r>
    </w:p>
    <w:p w:rsidR="00B65DC9" w:rsidRDefault="00B65DC9" w:rsidP="00B65DC9">
      <w:r>
        <w:t>796.9045</w:t>
      </w:r>
      <w:r>
        <w:tab/>
        <w:t>1.013e0</w:t>
      </w:r>
    </w:p>
    <w:p w:rsidR="00B65DC9" w:rsidRDefault="00B65DC9" w:rsidP="00B65DC9">
      <w:r>
        <w:t>796.9265</w:t>
      </w:r>
      <w:r>
        <w:tab/>
        <w:t>1.013e0</w:t>
      </w:r>
    </w:p>
    <w:p w:rsidR="00B65DC9" w:rsidRDefault="00B65DC9" w:rsidP="00B65DC9">
      <w:r>
        <w:t>797.0026</w:t>
      </w:r>
      <w:r>
        <w:tab/>
        <w:t>2.025e0</w:t>
      </w:r>
    </w:p>
    <w:p w:rsidR="00B65DC9" w:rsidRDefault="00B65DC9" w:rsidP="00B65DC9">
      <w:r>
        <w:t>797.0793</w:t>
      </w:r>
      <w:r>
        <w:tab/>
        <w:t>1.266e-2</w:t>
      </w:r>
    </w:p>
    <w:p w:rsidR="00B65DC9" w:rsidRDefault="00B65DC9" w:rsidP="00B65DC9">
      <w:r>
        <w:t>797.2003</w:t>
      </w:r>
      <w:r>
        <w:tab/>
        <w:t>1.266e-2</w:t>
      </w:r>
    </w:p>
    <w:p w:rsidR="00B65DC9" w:rsidRDefault="00B65DC9" w:rsidP="00B65DC9">
      <w:r>
        <w:t>797.2365</w:t>
      </w:r>
      <w:r>
        <w:tab/>
        <w:t>6.076e0</w:t>
      </w:r>
    </w:p>
    <w:p w:rsidR="00B65DC9" w:rsidRDefault="00B65DC9" w:rsidP="00B65DC9">
      <w:r>
        <w:t>797.2563</w:t>
      </w:r>
      <w:r>
        <w:tab/>
        <w:t>4.051e0</w:t>
      </w:r>
    </w:p>
    <w:p w:rsidR="00B65DC9" w:rsidRDefault="00B65DC9" w:rsidP="00B65DC9">
      <w:r>
        <w:t>797.3162</w:t>
      </w:r>
      <w:r>
        <w:tab/>
        <w:t>1.013e0</w:t>
      </w:r>
    </w:p>
    <w:p w:rsidR="00B65DC9" w:rsidRDefault="00B65DC9" w:rsidP="00B65DC9">
      <w:r>
        <w:t>797.3268</w:t>
      </w:r>
      <w:r>
        <w:tab/>
        <w:t>2.025e0</w:t>
      </w:r>
    </w:p>
    <w:p w:rsidR="00B65DC9" w:rsidRDefault="00B65DC9" w:rsidP="00B65DC9">
      <w:r>
        <w:t>797.3639</w:t>
      </w:r>
      <w:r>
        <w:tab/>
        <w:t>3.038e0</w:t>
      </w:r>
    </w:p>
    <w:p w:rsidR="00B65DC9" w:rsidRDefault="00B65DC9" w:rsidP="00B65DC9">
      <w:r>
        <w:lastRenderedPageBreak/>
        <w:t>797.3885</w:t>
      </w:r>
      <w:r>
        <w:tab/>
        <w:t>1.013e0</w:t>
      </w:r>
    </w:p>
    <w:p w:rsidR="00B65DC9" w:rsidRDefault="00B65DC9" w:rsidP="00B65DC9">
      <w:r>
        <w:t>797.4523</w:t>
      </w:r>
      <w:r>
        <w:tab/>
        <w:t>1.013e0</w:t>
      </w:r>
    </w:p>
    <w:p w:rsidR="00B65DC9" w:rsidRDefault="00B65DC9" w:rsidP="00B65DC9">
      <w:r>
        <w:t>797.5048</w:t>
      </w:r>
      <w:r>
        <w:tab/>
        <w:t>3.936e0</w:t>
      </w:r>
    </w:p>
    <w:p w:rsidR="00B65DC9" w:rsidRDefault="00B65DC9" w:rsidP="00B65DC9">
      <w:r>
        <w:t>797.5115</w:t>
      </w:r>
      <w:r>
        <w:tab/>
        <w:t>2.025e0</w:t>
      </w:r>
    </w:p>
    <w:p w:rsidR="00B65DC9" w:rsidRDefault="00B65DC9" w:rsidP="00B65DC9">
      <w:r>
        <w:t>797.5229</w:t>
      </w:r>
      <w:r>
        <w:tab/>
        <w:t>1.013e0</w:t>
      </w:r>
    </w:p>
    <w:p w:rsidR="00B65DC9" w:rsidRDefault="00B65DC9" w:rsidP="00B65DC9">
      <w:r>
        <w:t>797.5374</w:t>
      </w:r>
      <w:r>
        <w:tab/>
        <w:t>1.013e0</w:t>
      </w:r>
    </w:p>
    <w:p w:rsidR="00B65DC9" w:rsidRDefault="00B65DC9" w:rsidP="00B65DC9">
      <w:r>
        <w:t>797.6052</w:t>
      </w:r>
      <w:r>
        <w:tab/>
        <w:t>2.025e0</w:t>
      </w:r>
    </w:p>
    <w:p w:rsidR="00B65DC9" w:rsidRDefault="00B65DC9" w:rsidP="00B65DC9">
      <w:r>
        <w:t>797.6865</w:t>
      </w:r>
      <w:r>
        <w:tab/>
        <w:t>2.532e-2</w:t>
      </w:r>
    </w:p>
    <w:p w:rsidR="00B65DC9" w:rsidRDefault="00B65DC9" w:rsidP="00B65DC9">
      <w:r>
        <w:t>797.7166</w:t>
      </w:r>
      <w:r>
        <w:tab/>
        <w:t>2.025e0</w:t>
      </w:r>
    </w:p>
    <w:p w:rsidR="00B65DC9" w:rsidRDefault="00B65DC9" w:rsidP="00B65DC9">
      <w:r>
        <w:t>797.8257</w:t>
      </w:r>
      <w:r>
        <w:tab/>
        <w:t>1.013e0</w:t>
      </w:r>
    </w:p>
    <w:p w:rsidR="00B65DC9" w:rsidRDefault="00B65DC9" w:rsidP="00B65DC9">
      <w:r>
        <w:t>797.8458</w:t>
      </w:r>
      <w:r>
        <w:tab/>
        <w:t>1.266e-2</w:t>
      </w:r>
    </w:p>
    <w:p w:rsidR="00B65DC9" w:rsidRDefault="00B65DC9" w:rsidP="00B65DC9">
      <w:r>
        <w:t>797.8670</w:t>
      </w:r>
      <w:r>
        <w:tab/>
        <w:t>2.025e0</w:t>
      </w:r>
    </w:p>
    <w:p w:rsidR="00B65DC9" w:rsidRDefault="00B65DC9" w:rsidP="00B65DC9">
      <w:r>
        <w:t>797.8936</w:t>
      </w:r>
      <w:r>
        <w:tab/>
        <w:t>1.013e0</w:t>
      </w:r>
    </w:p>
    <w:p w:rsidR="00B65DC9" w:rsidRDefault="00B65DC9" w:rsidP="00B65DC9">
      <w:r>
        <w:t>797.9534</w:t>
      </w:r>
      <w:r>
        <w:tab/>
        <w:t>1.266e-2</w:t>
      </w:r>
    </w:p>
    <w:p w:rsidR="00B65DC9" w:rsidRDefault="00B65DC9" w:rsidP="00B65DC9">
      <w:r>
        <w:t>797.9947</w:t>
      </w:r>
      <w:r>
        <w:tab/>
        <w:t>1.266e-2</w:t>
      </w:r>
    </w:p>
    <w:p w:rsidR="00B65DC9" w:rsidRDefault="00B65DC9" w:rsidP="00B65DC9">
      <w:r>
        <w:t>798.0125</w:t>
      </w:r>
      <w:r>
        <w:tab/>
        <w:t>1.013e0</w:t>
      </w:r>
    </w:p>
    <w:p w:rsidR="00B65DC9" w:rsidRDefault="00B65DC9" w:rsidP="00B65DC9">
      <w:r>
        <w:t>798.0745</w:t>
      </w:r>
      <w:r>
        <w:tab/>
        <w:t>1.266e-2</w:t>
      </w:r>
    </w:p>
    <w:p w:rsidR="00B65DC9" w:rsidRDefault="00B65DC9" w:rsidP="00B65DC9">
      <w:r>
        <w:t>798.1159</w:t>
      </w:r>
      <w:r>
        <w:tab/>
        <w:t>1.013e0</w:t>
      </w:r>
    </w:p>
    <w:p w:rsidR="00B65DC9" w:rsidRDefault="00B65DC9" w:rsidP="00B65DC9">
      <w:r>
        <w:t>798.1418</w:t>
      </w:r>
      <w:r>
        <w:tab/>
        <w:t>1.013e0</w:t>
      </w:r>
    </w:p>
    <w:p w:rsidR="00B65DC9" w:rsidRDefault="00B65DC9" w:rsidP="00B65DC9">
      <w:r>
        <w:lastRenderedPageBreak/>
        <w:t>798.2495</w:t>
      </w:r>
      <w:r>
        <w:tab/>
        <w:t>2.025e0</w:t>
      </w:r>
    </w:p>
    <w:p w:rsidR="00B65DC9" w:rsidRDefault="00B65DC9" w:rsidP="00B65DC9">
      <w:r>
        <w:t>798.2675</w:t>
      </w:r>
      <w:r>
        <w:tab/>
        <w:t>3.038e0</w:t>
      </w:r>
    </w:p>
    <w:p w:rsidR="00B65DC9" w:rsidRDefault="00B65DC9" w:rsidP="00B65DC9">
      <w:r>
        <w:t>798.3437</w:t>
      </w:r>
      <w:r>
        <w:tab/>
        <w:t>1.266e-2</w:t>
      </w:r>
    </w:p>
    <w:p w:rsidR="00B65DC9" w:rsidRDefault="00B65DC9" w:rsidP="00B65DC9">
      <w:r>
        <w:t>798.3923</w:t>
      </w:r>
      <w:r>
        <w:tab/>
        <w:t>1.038e0</w:t>
      </w:r>
    </w:p>
    <w:p w:rsidR="00B65DC9" w:rsidRDefault="00B65DC9" w:rsidP="00B65DC9">
      <w:r>
        <w:t>798.4514</w:t>
      </w:r>
      <w:r>
        <w:tab/>
        <w:t>1.013e0</w:t>
      </w:r>
    </w:p>
    <w:p w:rsidR="00B65DC9" w:rsidRDefault="00B65DC9" w:rsidP="00B65DC9">
      <w:r>
        <w:t>798.4659</w:t>
      </w:r>
      <w:r>
        <w:tab/>
        <w:t>2.025e0</w:t>
      </w:r>
    </w:p>
    <w:p w:rsidR="00B65DC9" w:rsidRDefault="00B65DC9" w:rsidP="00B65DC9">
      <w:r>
        <w:t>798.4821</w:t>
      </w:r>
      <w:r>
        <w:tab/>
        <w:t>2.025e0</w:t>
      </w:r>
    </w:p>
    <w:p w:rsidR="00B65DC9" w:rsidRDefault="00B65DC9" w:rsidP="00B65DC9">
      <w:r>
        <w:t>798.5803</w:t>
      </w:r>
      <w:r>
        <w:tab/>
        <w:t>2.025e0</w:t>
      </w:r>
    </w:p>
    <w:p w:rsidR="00B65DC9" w:rsidRDefault="00B65DC9" w:rsidP="00B65DC9">
      <w:r>
        <w:t>798.6130</w:t>
      </w:r>
      <w:r>
        <w:tab/>
        <w:t>1.266e-2</w:t>
      </w:r>
    </w:p>
    <w:p w:rsidR="00B65DC9" w:rsidRDefault="00B65DC9" w:rsidP="00B65DC9">
      <w:r>
        <w:t>798.7072</w:t>
      </w:r>
      <w:r>
        <w:tab/>
        <w:t>1.013e0</w:t>
      </w:r>
    </w:p>
    <w:p w:rsidR="00B65DC9" w:rsidRDefault="00B65DC9" w:rsidP="00B65DC9">
      <w:r>
        <w:t>799.0305</w:t>
      </w:r>
      <w:r>
        <w:tab/>
        <w:t>1.013e0</w:t>
      </w:r>
    </w:p>
    <w:p w:rsidR="00B65DC9" w:rsidRDefault="00B65DC9" w:rsidP="00B65DC9">
      <w:r>
        <w:t>799.0986</w:t>
      </w:r>
      <w:r>
        <w:tab/>
        <w:t>1.266e-2</w:t>
      </w:r>
    </w:p>
    <w:p w:rsidR="00B65DC9" w:rsidRDefault="00B65DC9" w:rsidP="00B65DC9">
      <w:r>
        <w:t>799.1434</w:t>
      </w:r>
      <w:r>
        <w:tab/>
        <w:t>2.025e0</w:t>
      </w:r>
    </w:p>
    <w:p w:rsidR="00B65DC9" w:rsidRDefault="00B65DC9" w:rsidP="00B65DC9">
      <w:r>
        <w:t>799.2115</w:t>
      </w:r>
      <w:r>
        <w:tab/>
        <w:t>3.038e0</w:t>
      </w:r>
    </w:p>
    <w:p w:rsidR="00B65DC9" w:rsidRDefault="00B65DC9" w:rsidP="00B65DC9">
      <w:r>
        <w:t>799.2327</w:t>
      </w:r>
      <w:r>
        <w:tab/>
        <w:t>1.013e0</w:t>
      </w:r>
    </w:p>
    <w:p w:rsidR="00B65DC9" w:rsidRDefault="00B65DC9" w:rsidP="00B65DC9">
      <w:r>
        <w:t>799.2731</w:t>
      </w:r>
      <w:r>
        <w:tab/>
        <w:t>2.532e-2</w:t>
      </w:r>
    </w:p>
    <w:p w:rsidR="00B65DC9" w:rsidRDefault="00B65DC9" w:rsidP="00B65DC9">
      <w:r>
        <w:t>799.2876</w:t>
      </w:r>
      <w:r>
        <w:tab/>
        <w:t>1.013e0</w:t>
      </w:r>
    </w:p>
    <w:p w:rsidR="00B65DC9" w:rsidRDefault="00B65DC9" w:rsidP="00B65DC9">
      <w:r>
        <w:t>799.2943</w:t>
      </w:r>
      <w:r>
        <w:tab/>
        <w:t>2.025e0</w:t>
      </w:r>
    </w:p>
    <w:p w:rsidR="00B65DC9" w:rsidRDefault="00B65DC9" w:rsidP="00B65DC9">
      <w:r>
        <w:t>799.4359</w:t>
      </w:r>
      <w:r>
        <w:tab/>
        <w:t>1.013e0</w:t>
      </w:r>
    </w:p>
    <w:p w:rsidR="00B65DC9" w:rsidRDefault="00B65DC9" w:rsidP="00B65DC9">
      <w:r>
        <w:lastRenderedPageBreak/>
        <w:t>799.4389</w:t>
      </w:r>
      <w:r>
        <w:tab/>
        <w:t>1.013e0</w:t>
      </w:r>
    </w:p>
    <w:p w:rsidR="00B65DC9" w:rsidRDefault="00B65DC9" w:rsidP="00B65DC9">
      <w:r>
        <w:t>799.4561</w:t>
      </w:r>
      <w:r>
        <w:tab/>
        <w:t>2.025e0</w:t>
      </w:r>
    </w:p>
    <w:p w:rsidR="00B65DC9" w:rsidRDefault="00B65DC9" w:rsidP="00B65DC9">
      <w:r>
        <w:t>799.5206</w:t>
      </w:r>
      <w:r>
        <w:tab/>
        <w:t>3.038e0</w:t>
      </w:r>
    </w:p>
    <w:p w:rsidR="00B65DC9" w:rsidRDefault="00B65DC9" w:rsidP="00B65DC9">
      <w:r>
        <w:t>799.5302</w:t>
      </w:r>
      <w:r>
        <w:tab/>
        <w:t>1.013e0</w:t>
      </w:r>
    </w:p>
    <w:p w:rsidR="00B65DC9" w:rsidRDefault="00B65DC9" w:rsidP="00B65DC9">
      <w:r>
        <w:t>799.5427</w:t>
      </w:r>
      <w:r>
        <w:tab/>
        <w:t>1.013e0</w:t>
      </w:r>
    </w:p>
    <w:p w:rsidR="00B65DC9" w:rsidRDefault="00B65DC9" w:rsidP="00B65DC9">
      <w:r>
        <w:t>799.5563</w:t>
      </w:r>
      <w:r>
        <w:tab/>
        <w:t>2.025e0</w:t>
      </w:r>
    </w:p>
    <w:p w:rsidR="00B65DC9" w:rsidRDefault="00B65DC9" w:rsidP="00B65DC9">
      <w:r>
        <w:t>799.5749</w:t>
      </w:r>
      <w:r>
        <w:tab/>
        <w:t>1.013e0</w:t>
      </w:r>
    </w:p>
    <w:p w:rsidR="00B65DC9" w:rsidRDefault="00B65DC9" w:rsidP="00B65DC9">
      <w:r>
        <w:t>799.5841</w:t>
      </w:r>
      <w:r>
        <w:tab/>
        <w:t>1.013e0</w:t>
      </w:r>
    </w:p>
    <w:p w:rsidR="00B65DC9" w:rsidRDefault="00B65DC9" w:rsidP="00B65DC9">
      <w:r>
        <w:t>799.6616</w:t>
      </w:r>
      <w:r>
        <w:tab/>
        <w:t>2.025e0</w:t>
      </w:r>
    </w:p>
    <w:p w:rsidR="00B65DC9" w:rsidRDefault="00B65DC9" w:rsidP="00B65DC9">
      <w:r>
        <w:t>799.6775</w:t>
      </w:r>
      <w:r>
        <w:tab/>
        <w:t>1.013e0</w:t>
      </w:r>
    </w:p>
    <w:p w:rsidR="00B65DC9" w:rsidRDefault="00B65DC9" w:rsidP="00B65DC9">
      <w:r>
        <w:t>799.7584</w:t>
      </w:r>
      <w:r>
        <w:tab/>
        <w:t>1.013e0</w:t>
      </w:r>
    </w:p>
    <w:p w:rsidR="00B65DC9" w:rsidRDefault="00B65DC9" w:rsidP="00B65DC9">
      <w:r>
        <w:t>799.8134</w:t>
      </w:r>
      <w:r>
        <w:tab/>
        <w:t>1.266e-2</w:t>
      </w:r>
    </w:p>
    <w:p w:rsidR="00B65DC9" w:rsidRDefault="00B65DC9" w:rsidP="00B65DC9">
      <w:r>
        <w:t>799.8528</w:t>
      </w:r>
      <w:r>
        <w:tab/>
        <w:t>1.013e0</w:t>
      </w:r>
    </w:p>
    <w:p w:rsidR="00B65DC9" w:rsidRDefault="00B65DC9" w:rsidP="00B65DC9">
      <w:r>
        <w:t>799.8641</w:t>
      </w:r>
      <w:r>
        <w:tab/>
        <w:t>1.013e0</w:t>
      </w:r>
    </w:p>
    <w:p w:rsidR="00B65DC9" w:rsidRDefault="00B65DC9" w:rsidP="00B65DC9">
      <w:r>
        <w:t>799.8807</w:t>
      </w:r>
      <w:r>
        <w:tab/>
        <w:t>1.013e0</w:t>
      </w:r>
    </w:p>
    <w:p w:rsidR="00B65DC9" w:rsidRDefault="00B65DC9" w:rsidP="00B65DC9">
      <w:r>
        <w:t>799.9624</w:t>
      </w:r>
      <w:r>
        <w:tab/>
        <w:t>2.025e0</w:t>
      </w:r>
    </w:p>
    <w:p w:rsidR="00B65DC9" w:rsidRDefault="00B65DC9" w:rsidP="00B65DC9">
      <w:r>
        <w:t>799.9876</w:t>
      </w:r>
      <w:r>
        <w:tab/>
        <w:t>1.013e0</w:t>
      </w:r>
    </w:p>
    <w:p w:rsidR="00B65DC9" w:rsidRDefault="00B65DC9" w:rsidP="00B65DC9">
      <w:r>
        <w:t>800.0748</w:t>
      </w:r>
      <w:r>
        <w:tab/>
        <w:t>2.025e0</w:t>
      </w:r>
    </w:p>
    <w:p w:rsidR="00B65DC9" w:rsidRDefault="00B65DC9" w:rsidP="00B65DC9">
      <w:r>
        <w:t>800.1074</w:t>
      </w:r>
      <w:r>
        <w:tab/>
        <w:t>2.025e0</w:t>
      </w:r>
    </w:p>
    <w:p w:rsidR="00B65DC9" w:rsidRDefault="00B65DC9" w:rsidP="00B65DC9">
      <w:r>
        <w:lastRenderedPageBreak/>
        <w:t>800.1219</w:t>
      </w:r>
      <w:r>
        <w:tab/>
        <w:t>2.532e-2</w:t>
      </w:r>
    </w:p>
    <w:p w:rsidR="00B65DC9" w:rsidRDefault="00B65DC9" w:rsidP="00B65DC9">
      <w:r>
        <w:t>800.2035</w:t>
      </w:r>
      <w:r>
        <w:tab/>
        <w:t>2.025e0</w:t>
      </w:r>
    </w:p>
    <w:p w:rsidR="00B65DC9" w:rsidRDefault="00B65DC9" w:rsidP="00B65DC9">
      <w:r>
        <w:t>800.2198</w:t>
      </w:r>
      <w:r>
        <w:tab/>
        <w:t>1.013e0</w:t>
      </w:r>
    </w:p>
    <w:p w:rsidR="00B65DC9" w:rsidRDefault="00B65DC9" w:rsidP="00B65DC9">
      <w:r>
        <w:t>800.2505</w:t>
      </w:r>
      <w:r>
        <w:tab/>
        <w:t>3.038e0</w:t>
      </w:r>
    </w:p>
    <w:p w:rsidR="00B65DC9" w:rsidRDefault="00B65DC9" w:rsidP="00B65DC9">
      <w:r>
        <w:t>800.3095</w:t>
      </w:r>
      <w:r>
        <w:tab/>
        <w:t>3.051e0</w:t>
      </w:r>
    </w:p>
    <w:p w:rsidR="00B65DC9" w:rsidRDefault="00B65DC9" w:rsidP="00B65DC9">
      <w:r>
        <w:t>800.3226</w:t>
      </w:r>
      <w:r>
        <w:tab/>
        <w:t>1.266e-2</w:t>
      </w:r>
    </w:p>
    <w:p w:rsidR="00B65DC9" w:rsidRDefault="00B65DC9" w:rsidP="00B65DC9">
      <w:r>
        <w:t>800.3519</w:t>
      </w:r>
      <w:r>
        <w:tab/>
        <w:t>1.013e0</w:t>
      </w:r>
    </w:p>
    <w:p w:rsidR="00B65DC9" w:rsidRDefault="00B65DC9" w:rsidP="00B65DC9">
      <w:r>
        <w:t>800.3788</w:t>
      </w:r>
      <w:r>
        <w:tab/>
        <w:t>1.013e0</w:t>
      </w:r>
    </w:p>
    <w:p w:rsidR="00B65DC9" w:rsidRDefault="00B65DC9" w:rsidP="00B65DC9">
      <w:r>
        <w:t>800.4261</w:t>
      </w:r>
      <w:r>
        <w:tab/>
        <w:t>2.025e0</w:t>
      </w:r>
    </w:p>
    <w:p w:rsidR="00B65DC9" w:rsidRDefault="00B65DC9" w:rsidP="00B65DC9">
      <w:r>
        <w:t>800.4410</w:t>
      </w:r>
      <w:r>
        <w:tab/>
        <w:t>1.266e-2</w:t>
      </w:r>
    </w:p>
    <w:p w:rsidR="00B65DC9" w:rsidRDefault="00B65DC9" w:rsidP="00B65DC9">
      <w:r>
        <w:t>800.4656</w:t>
      </w:r>
      <w:r>
        <w:tab/>
        <w:t>2.025e0</w:t>
      </w:r>
    </w:p>
    <w:p w:rsidR="00B65DC9" w:rsidRDefault="00B65DC9" w:rsidP="00B65DC9">
      <w:r>
        <w:t>800.4946</w:t>
      </w:r>
      <w:r>
        <w:tab/>
        <w:t>2.025e0</w:t>
      </w:r>
    </w:p>
    <w:p w:rsidR="00B65DC9" w:rsidRDefault="00B65DC9" w:rsidP="00B65DC9">
      <w:r>
        <w:t>800.5948</w:t>
      </w:r>
      <w:r>
        <w:tab/>
        <w:t>1.266e-2</w:t>
      </w:r>
    </w:p>
    <w:p w:rsidR="00B65DC9" w:rsidRDefault="00B65DC9" w:rsidP="00B65DC9">
      <w:r>
        <w:t>800.6353</w:t>
      </w:r>
      <w:r>
        <w:tab/>
        <w:t>1.013e0</w:t>
      </w:r>
    </w:p>
    <w:p w:rsidR="00B65DC9" w:rsidRDefault="00B65DC9" w:rsidP="00B65DC9">
      <w:r>
        <w:t>800.6623</w:t>
      </w:r>
      <w:r>
        <w:tab/>
        <w:t>1.266e-2</w:t>
      </w:r>
    </w:p>
    <w:p w:rsidR="00B65DC9" w:rsidRDefault="00B65DC9" w:rsidP="00B65DC9">
      <w:r>
        <w:t>800.6776</w:t>
      </w:r>
      <w:r>
        <w:tab/>
        <w:t>3.051e0</w:t>
      </w:r>
    </w:p>
    <w:p w:rsidR="00B65DC9" w:rsidRDefault="00B65DC9" w:rsidP="00B65DC9">
      <w:r>
        <w:t>800.7973</w:t>
      </w:r>
      <w:r>
        <w:tab/>
        <w:t>1.013e0</w:t>
      </w:r>
    </w:p>
    <w:p w:rsidR="00B65DC9" w:rsidRDefault="00B65DC9" w:rsidP="00B65DC9">
      <w:r>
        <w:t>800.8243</w:t>
      </w:r>
      <w:r>
        <w:tab/>
        <w:t>1.266e-2</w:t>
      </w:r>
    </w:p>
    <w:p w:rsidR="00B65DC9" w:rsidRDefault="00B65DC9" w:rsidP="00B65DC9">
      <w:r>
        <w:t>800.8823</w:t>
      </w:r>
      <w:r>
        <w:tab/>
        <w:t>1.266e-2</w:t>
      </w:r>
    </w:p>
    <w:p w:rsidR="00B65DC9" w:rsidRDefault="00B65DC9" w:rsidP="00B65DC9">
      <w:r>
        <w:lastRenderedPageBreak/>
        <w:t>800.8995</w:t>
      </w:r>
      <w:r>
        <w:tab/>
        <w:t>1.013e0</w:t>
      </w:r>
    </w:p>
    <w:p w:rsidR="00B65DC9" w:rsidRDefault="00B65DC9" w:rsidP="00B65DC9">
      <w:r>
        <w:t>800.9005</w:t>
      </w:r>
      <w:r>
        <w:tab/>
        <w:t>1.266e-2</w:t>
      </w:r>
    </w:p>
    <w:p w:rsidR="00B65DC9" w:rsidRDefault="00B65DC9" w:rsidP="00B65DC9">
      <w:r>
        <w:t>800.9040</w:t>
      </w:r>
      <w:r>
        <w:tab/>
        <w:t>2.025e0</w:t>
      </w:r>
    </w:p>
    <w:p w:rsidR="00B65DC9" w:rsidRDefault="00B65DC9" w:rsidP="00B65DC9">
      <w:r>
        <w:t>801.0014</w:t>
      </w:r>
      <w:r>
        <w:tab/>
        <w:t>1.013e0</w:t>
      </w:r>
    </w:p>
    <w:p w:rsidR="00B65DC9" w:rsidRDefault="00B65DC9" w:rsidP="00B65DC9">
      <w:r>
        <w:t>801.0396</w:t>
      </w:r>
      <w:r>
        <w:tab/>
        <w:t>1.025e0</w:t>
      </w:r>
    </w:p>
    <w:p w:rsidR="00B65DC9" w:rsidRDefault="00B65DC9" w:rsidP="00B65DC9">
      <w:r>
        <w:t>801.0432</w:t>
      </w:r>
      <w:r>
        <w:tab/>
        <w:t>2.025e0</w:t>
      </w:r>
    </w:p>
    <w:p w:rsidR="00B65DC9" w:rsidRDefault="00B65DC9" w:rsidP="00B65DC9">
      <w:r>
        <w:t>801.0684</w:t>
      </w:r>
      <w:r>
        <w:tab/>
        <w:t>1.013e0</w:t>
      </w:r>
    </w:p>
    <w:p w:rsidR="00B65DC9" w:rsidRDefault="00B65DC9" w:rsidP="00B65DC9">
      <w:r>
        <w:t>801.0742</w:t>
      </w:r>
      <w:r>
        <w:tab/>
        <w:t>3.038e0</w:t>
      </w:r>
    </w:p>
    <w:p w:rsidR="00B65DC9" w:rsidRDefault="00B65DC9" w:rsidP="00B65DC9">
      <w:r>
        <w:t>801.2393</w:t>
      </w:r>
      <w:r>
        <w:tab/>
        <w:t>1.013e0</w:t>
      </w:r>
    </w:p>
    <w:p w:rsidR="00B65DC9" w:rsidRDefault="00B65DC9" w:rsidP="00B65DC9">
      <w:r>
        <w:t>801.2638</w:t>
      </w:r>
      <w:r>
        <w:tab/>
        <w:t>2.532e-2</w:t>
      </w:r>
    </w:p>
    <w:p w:rsidR="00B65DC9" w:rsidRDefault="00B65DC9" w:rsidP="00B65DC9">
      <w:r>
        <w:t>801.2970</w:t>
      </w:r>
      <w:r>
        <w:tab/>
        <w:t>1.013e0</w:t>
      </w:r>
    </w:p>
    <w:p w:rsidR="00B65DC9" w:rsidRDefault="00B65DC9" w:rsidP="00B65DC9">
      <w:r>
        <w:t>801.3008</w:t>
      </w:r>
      <w:r>
        <w:tab/>
        <w:t>4.051e0</w:t>
      </w:r>
    </w:p>
    <w:p w:rsidR="00B65DC9" w:rsidRDefault="00B65DC9" w:rsidP="00B65DC9">
      <w:r>
        <w:t>801.3240</w:t>
      </w:r>
      <w:r>
        <w:tab/>
        <w:t>1.013e0</w:t>
      </w:r>
    </w:p>
    <w:p w:rsidR="00B65DC9" w:rsidRDefault="00B65DC9" w:rsidP="00B65DC9">
      <w:r>
        <w:t>801.3510</w:t>
      </w:r>
      <w:r>
        <w:tab/>
        <w:t>1.013e0</w:t>
      </w:r>
    </w:p>
    <w:p w:rsidR="00B65DC9" w:rsidRDefault="00B65DC9" w:rsidP="00B65DC9">
      <w:r>
        <w:t>801.4050</w:t>
      </w:r>
      <w:r>
        <w:tab/>
        <w:t>2.025e0</w:t>
      </w:r>
    </w:p>
    <w:p w:rsidR="00B65DC9" w:rsidRDefault="00B65DC9" w:rsidP="00B65DC9">
      <w:r>
        <w:t>801.4400</w:t>
      </w:r>
      <w:r>
        <w:tab/>
        <w:t>3.038e0</w:t>
      </w:r>
    </w:p>
    <w:p w:rsidR="00B65DC9" w:rsidRDefault="00B65DC9" w:rsidP="00B65DC9">
      <w:r>
        <w:t>801.4659</w:t>
      </w:r>
      <w:r>
        <w:tab/>
        <w:t>2.025e0</w:t>
      </w:r>
    </w:p>
    <w:p w:rsidR="00B65DC9" w:rsidRDefault="00B65DC9" w:rsidP="00B65DC9">
      <w:r>
        <w:t>801.4833</w:t>
      </w:r>
      <w:r>
        <w:tab/>
        <w:t>3.038e0</w:t>
      </w:r>
    </w:p>
    <w:p w:rsidR="00B65DC9" w:rsidRDefault="00B65DC9" w:rsidP="00B65DC9">
      <w:r>
        <w:t>801.4937</w:t>
      </w:r>
      <w:r>
        <w:tab/>
        <w:t>1.013e0</w:t>
      </w:r>
    </w:p>
    <w:p w:rsidR="00B65DC9" w:rsidRDefault="00B65DC9" w:rsidP="00B65DC9">
      <w:r>
        <w:lastRenderedPageBreak/>
        <w:t>801.6375</w:t>
      </w:r>
      <w:r>
        <w:tab/>
        <w:t>2.025e0</w:t>
      </w:r>
    </w:p>
    <w:p w:rsidR="00B65DC9" w:rsidRDefault="00B65DC9" w:rsidP="00B65DC9">
      <w:r>
        <w:t>801.7156</w:t>
      </w:r>
      <w:r>
        <w:tab/>
        <w:t>5.063e0</w:t>
      </w:r>
    </w:p>
    <w:p w:rsidR="00B65DC9" w:rsidRDefault="00B65DC9" w:rsidP="00B65DC9">
      <w:r>
        <w:t>801.7307</w:t>
      </w:r>
      <w:r>
        <w:tab/>
        <w:t>1.013e0</w:t>
      </w:r>
    </w:p>
    <w:p w:rsidR="00B65DC9" w:rsidRDefault="00B65DC9" w:rsidP="00B65DC9">
      <w:r>
        <w:t>801.8791</w:t>
      </w:r>
      <w:r>
        <w:tab/>
        <w:t>2.025e0</w:t>
      </w:r>
    </w:p>
    <w:p w:rsidR="00B65DC9" w:rsidRDefault="00B65DC9" w:rsidP="00B65DC9">
      <w:r>
        <w:t>801.9321</w:t>
      </w:r>
      <w:r>
        <w:tab/>
        <w:t>1.013e0</w:t>
      </w:r>
    </w:p>
    <w:p w:rsidR="00B65DC9" w:rsidRDefault="00B65DC9" w:rsidP="00B65DC9">
      <w:r>
        <w:t>801.9909</w:t>
      </w:r>
      <w:r>
        <w:tab/>
        <w:t>3.038e0</w:t>
      </w:r>
    </w:p>
    <w:p w:rsidR="00B65DC9" w:rsidRDefault="00B65DC9" w:rsidP="00B65DC9">
      <w:r>
        <w:t>801.9998</w:t>
      </w:r>
      <w:r>
        <w:tab/>
        <w:t>1.266e-2</w:t>
      </w:r>
    </w:p>
    <w:p w:rsidR="00B65DC9" w:rsidRDefault="00B65DC9" w:rsidP="00B65DC9">
      <w:r>
        <w:t>802.0626</w:t>
      </w:r>
      <w:r>
        <w:tab/>
        <w:t>2.025e0</w:t>
      </w:r>
    </w:p>
    <w:p w:rsidR="00B65DC9" w:rsidRDefault="00B65DC9" w:rsidP="00B65DC9">
      <w:r>
        <w:t>802.1079</w:t>
      </w:r>
      <w:r>
        <w:tab/>
        <w:t>1.013e0</w:t>
      </w:r>
    </w:p>
    <w:p w:rsidR="00B65DC9" w:rsidRDefault="00B65DC9" w:rsidP="00B65DC9">
      <w:r>
        <w:t>802.1630</w:t>
      </w:r>
      <w:r>
        <w:tab/>
        <w:t>1.013e0</w:t>
      </w:r>
    </w:p>
    <w:p w:rsidR="00B65DC9" w:rsidRDefault="00B65DC9" w:rsidP="00B65DC9">
      <w:r>
        <w:t>802.2283</w:t>
      </w:r>
      <w:r>
        <w:tab/>
        <w:t>2.025e0</w:t>
      </w:r>
    </w:p>
    <w:p w:rsidR="00B65DC9" w:rsidRDefault="00B65DC9" w:rsidP="00B65DC9">
      <w:r>
        <w:t>802.2634</w:t>
      </w:r>
      <w:r>
        <w:tab/>
        <w:t>2.025e0</w:t>
      </w:r>
    </w:p>
    <w:p w:rsidR="00B65DC9" w:rsidRDefault="00B65DC9" w:rsidP="00B65DC9">
      <w:r>
        <w:t>802.2986</w:t>
      </w:r>
      <w:r>
        <w:tab/>
        <w:t>3.038e0</w:t>
      </w:r>
    </w:p>
    <w:p w:rsidR="00B65DC9" w:rsidRDefault="00B65DC9" w:rsidP="00B65DC9">
      <w:r>
        <w:t>802.3478</w:t>
      </w:r>
      <w:r>
        <w:tab/>
        <w:t>2.025e0</w:t>
      </w:r>
    </w:p>
    <w:p w:rsidR="00B65DC9" w:rsidRDefault="00B65DC9" w:rsidP="00B65DC9">
      <w:r>
        <w:t>802.3683</w:t>
      </w:r>
      <w:r>
        <w:tab/>
        <w:t>4.051e0</w:t>
      </w:r>
    </w:p>
    <w:p w:rsidR="00B65DC9" w:rsidRDefault="00B65DC9" w:rsidP="00B65DC9">
      <w:r>
        <w:t>802.3862</w:t>
      </w:r>
      <w:r>
        <w:tab/>
        <w:t>2.025e0</w:t>
      </w:r>
    </w:p>
    <w:p w:rsidR="00B65DC9" w:rsidRDefault="00B65DC9" w:rsidP="00B65DC9">
      <w:r>
        <w:t>802.4075</w:t>
      </w:r>
      <w:r>
        <w:tab/>
        <w:t>2.025e0</w:t>
      </w:r>
    </w:p>
    <w:p w:rsidR="00B65DC9" w:rsidRDefault="00B65DC9" w:rsidP="00B65DC9">
      <w:r>
        <w:t>802.4838</w:t>
      </w:r>
      <w:r>
        <w:tab/>
        <w:t>2.025e0</w:t>
      </w:r>
    </w:p>
    <w:p w:rsidR="00B65DC9" w:rsidRDefault="00B65DC9" w:rsidP="00B65DC9">
      <w:r>
        <w:t>802.5417</w:t>
      </w:r>
      <w:r>
        <w:tab/>
        <w:t>1.013e0</w:t>
      </w:r>
    </w:p>
    <w:p w:rsidR="00B65DC9" w:rsidRDefault="00B65DC9" w:rsidP="00B65DC9">
      <w:r>
        <w:lastRenderedPageBreak/>
        <w:t>802.5809</w:t>
      </w:r>
      <w:r>
        <w:tab/>
        <w:t>2.038e0</w:t>
      </w:r>
    </w:p>
    <w:p w:rsidR="00B65DC9" w:rsidRDefault="00B65DC9" w:rsidP="00B65DC9">
      <w:r>
        <w:t>802.6489</w:t>
      </w:r>
      <w:r>
        <w:tab/>
        <w:t>1.013e0</w:t>
      </w:r>
    </w:p>
    <w:p w:rsidR="00B65DC9" w:rsidRDefault="00B65DC9" w:rsidP="00B65DC9">
      <w:r>
        <w:t>802.6760</w:t>
      </w:r>
      <w:r>
        <w:tab/>
        <w:t>1.013e0</w:t>
      </w:r>
    </w:p>
    <w:p w:rsidR="00B65DC9" w:rsidRDefault="00B65DC9" w:rsidP="00B65DC9">
      <w:r>
        <w:t>802.7166</w:t>
      </w:r>
      <w:r>
        <w:tab/>
        <w:t>1.013e0</w:t>
      </w:r>
    </w:p>
    <w:p w:rsidR="00B65DC9" w:rsidRDefault="00B65DC9" w:rsidP="00B65DC9">
      <w:r>
        <w:t>802.7978</w:t>
      </w:r>
      <w:r>
        <w:tab/>
        <w:t>1.013e0</w:t>
      </w:r>
    </w:p>
    <w:p w:rsidR="00B65DC9" w:rsidRDefault="00B65DC9" w:rsidP="00B65DC9">
      <w:r>
        <w:t>802.8180</w:t>
      </w:r>
      <w:r>
        <w:tab/>
        <w:t>1.266e-2</w:t>
      </w:r>
    </w:p>
    <w:p w:rsidR="00B65DC9" w:rsidRDefault="00B65DC9" w:rsidP="00B65DC9">
      <w:r>
        <w:t>802.8925</w:t>
      </w:r>
      <w:r>
        <w:tab/>
        <w:t>1.266e-2</w:t>
      </w:r>
    </w:p>
    <w:p w:rsidR="00B65DC9" w:rsidRDefault="00B65DC9" w:rsidP="00B65DC9">
      <w:r>
        <w:t>802.9033</w:t>
      </w:r>
      <w:r>
        <w:tab/>
        <w:t>1.266e-2</w:t>
      </w:r>
    </w:p>
    <w:p w:rsidR="00B65DC9" w:rsidRDefault="00B65DC9" w:rsidP="00B65DC9">
      <w:r>
        <w:t>803.0132</w:t>
      </w:r>
      <w:r>
        <w:tab/>
        <w:t>1.025e0</w:t>
      </w:r>
    </w:p>
    <w:p w:rsidR="00B65DC9" w:rsidRDefault="00B65DC9" w:rsidP="00B65DC9">
      <w:r>
        <w:t>803.0560</w:t>
      </w:r>
      <w:r>
        <w:tab/>
        <w:t>2.025e0</w:t>
      </w:r>
    </w:p>
    <w:p w:rsidR="00B65DC9" w:rsidRDefault="00B65DC9" w:rsidP="00B65DC9">
      <w:r>
        <w:t>803.2432</w:t>
      </w:r>
      <w:r>
        <w:tab/>
        <w:t>1.013e0</w:t>
      </w:r>
    </w:p>
    <w:p w:rsidR="00B65DC9" w:rsidRDefault="00B65DC9" w:rsidP="00B65DC9">
      <w:r>
        <w:t>803.2443</w:t>
      </w:r>
      <w:r>
        <w:tab/>
        <w:t>2.025e0</w:t>
      </w:r>
    </w:p>
    <w:p w:rsidR="00B65DC9" w:rsidRDefault="00B65DC9" w:rsidP="00B65DC9">
      <w:r>
        <w:t>803.3264</w:t>
      </w:r>
      <w:r>
        <w:tab/>
        <w:t>1.013e0</w:t>
      </w:r>
    </w:p>
    <w:p w:rsidR="00B65DC9" w:rsidRDefault="00B65DC9" w:rsidP="00B65DC9">
      <w:r>
        <w:t>803.3393</w:t>
      </w:r>
      <w:r>
        <w:tab/>
        <w:t>1.025e0</w:t>
      </w:r>
    </w:p>
    <w:p w:rsidR="00B65DC9" w:rsidRDefault="00B65DC9" w:rsidP="00B65DC9">
      <w:r>
        <w:t>803.3611</w:t>
      </w:r>
      <w:r>
        <w:tab/>
        <w:t>2.038e0</w:t>
      </w:r>
    </w:p>
    <w:p w:rsidR="00B65DC9" w:rsidRDefault="00B65DC9" w:rsidP="00B65DC9">
      <w:r>
        <w:t>803.4293</w:t>
      </w:r>
      <w:r>
        <w:tab/>
        <w:t>1.266e-2</w:t>
      </w:r>
    </w:p>
    <w:p w:rsidR="00B65DC9" w:rsidRDefault="00B65DC9" w:rsidP="00B65DC9">
      <w:r>
        <w:t>803.4476</w:t>
      </w:r>
      <w:r>
        <w:tab/>
        <w:t>3.038e0</w:t>
      </w:r>
    </w:p>
    <w:p w:rsidR="00B65DC9" w:rsidRDefault="00B65DC9" w:rsidP="00B65DC9">
      <w:r>
        <w:t>803.4800</w:t>
      </w:r>
      <w:r>
        <w:tab/>
        <w:t>1.266e-2</w:t>
      </w:r>
    </w:p>
    <w:p w:rsidR="00B65DC9" w:rsidRDefault="00B65DC9" w:rsidP="00B65DC9">
      <w:r>
        <w:t>803.4972</w:t>
      </w:r>
      <w:r>
        <w:tab/>
        <w:t>1.013e0</w:t>
      </w:r>
    </w:p>
    <w:p w:rsidR="00B65DC9" w:rsidRDefault="00B65DC9" w:rsidP="00B65DC9">
      <w:r>
        <w:lastRenderedPageBreak/>
        <w:t>803.5435</w:t>
      </w:r>
      <w:r>
        <w:tab/>
        <w:t>1.013e0</w:t>
      </w:r>
    </w:p>
    <w:p w:rsidR="00B65DC9" w:rsidRDefault="00B65DC9" w:rsidP="00B65DC9">
      <w:r>
        <w:t>803.5692</w:t>
      </w:r>
      <w:r>
        <w:tab/>
        <w:t>1.025e0</w:t>
      </w:r>
    </w:p>
    <w:p w:rsidR="00B65DC9" w:rsidRDefault="00B65DC9" w:rsidP="00B65DC9">
      <w:r>
        <w:t>803.6245</w:t>
      </w:r>
      <w:r>
        <w:tab/>
        <w:t>2.025e0</w:t>
      </w:r>
    </w:p>
    <w:p w:rsidR="00B65DC9" w:rsidRDefault="00B65DC9" w:rsidP="00B65DC9">
      <w:r>
        <w:t>803.6373</w:t>
      </w:r>
      <w:r>
        <w:tab/>
        <w:t>1.266e-2</w:t>
      </w:r>
    </w:p>
    <w:p w:rsidR="00B65DC9" w:rsidRDefault="00B65DC9" w:rsidP="00B65DC9">
      <w:r>
        <w:t>803.6561</w:t>
      </w:r>
      <w:r>
        <w:tab/>
        <w:t>3.038e0</w:t>
      </w:r>
    </w:p>
    <w:p w:rsidR="00B65DC9" w:rsidRDefault="00B65DC9" w:rsidP="00B65DC9">
      <w:r>
        <w:t>803.7196</w:t>
      </w:r>
      <w:r>
        <w:tab/>
        <w:t>1.013e0</w:t>
      </w:r>
    </w:p>
    <w:p w:rsidR="00B65DC9" w:rsidRDefault="00B65DC9" w:rsidP="00B65DC9">
      <w:r>
        <w:t>803.7457</w:t>
      </w:r>
      <w:r>
        <w:tab/>
        <w:t>1.013e0</w:t>
      </w:r>
    </w:p>
    <w:p w:rsidR="00B65DC9" w:rsidRDefault="00B65DC9" w:rsidP="00B65DC9">
      <w:r>
        <w:t>803.7728</w:t>
      </w:r>
      <w:r>
        <w:tab/>
        <w:t>1.266e-2</w:t>
      </w:r>
    </w:p>
    <w:p w:rsidR="00B65DC9" w:rsidRDefault="00B65DC9" w:rsidP="00B65DC9">
      <w:r>
        <w:t>803.8288</w:t>
      </w:r>
      <w:r>
        <w:tab/>
        <w:t>2.025e0</w:t>
      </w:r>
    </w:p>
    <w:p w:rsidR="00B65DC9" w:rsidRDefault="00B65DC9" w:rsidP="00B65DC9">
      <w:r>
        <w:t>803.8541</w:t>
      </w:r>
      <w:r>
        <w:tab/>
        <w:t>1.013e0</w:t>
      </w:r>
    </w:p>
    <w:p w:rsidR="00B65DC9" w:rsidRDefault="00B65DC9" w:rsidP="00B65DC9">
      <w:r>
        <w:t>803.8958</w:t>
      </w:r>
      <w:r>
        <w:tab/>
        <w:t>1.013e0</w:t>
      </w:r>
    </w:p>
    <w:p w:rsidR="00B65DC9" w:rsidRDefault="00B65DC9" w:rsidP="00B65DC9">
      <w:r>
        <w:t>803.9489</w:t>
      </w:r>
      <w:r>
        <w:tab/>
        <w:t>1.013e0</w:t>
      </w:r>
    </w:p>
    <w:p w:rsidR="00B65DC9" w:rsidRDefault="00B65DC9" w:rsidP="00B65DC9">
      <w:r>
        <w:t>804.0233</w:t>
      </w:r>
      <w:r>
        <w:tab/>
        <w:t>1.013e0</w:t>
      </w:r>
    </w:p>
    <w:p w:rsidR="00B65DC9" w:rsidRDefault="00B65DC9" w:rsidP="00B65DC9">
      <w:r>
        <w:t>804.0505</w:t>
      </w:r>
      <w:r>
        <w:tab/>
        <w:t>2.025e0</w:t>
      </w:r>
    </w:p>
    <w:p w:rsidR="00B65DC9" w:rsidRDefault="00B65DC9" w:rsidP="00B65DC9">
      <w:r>
        <w:t>804.0653</w:t>
      </w:r>
      <w:r>
        <w:tab/>
        <w:t>2.025e0</w:t>
      </w:r>
    </w:p>
    <w:p w:rsidR="00B65DC9" w:rsidRDefault="00B65DC9" w:rsidP="00B65DC9">
      <w:r>
        <w:t>804.1630</w:t>
      </w:r>
      <w:r>
        <w:tab/>
        <w:t>2.025e0</w:t>
      </w:r>
    </w:p>
    <w:p w:rsidR="00B65DC9" w:rsidRDefault="00B65DC9" w:rsidP="00B65DC9">
      <w:r>
        <w:t>804.1668</w:t>
      </w:r>
      <w:r>
        <w:tab/>
        <w:t>1.013e0</w:t>
      </w:r>
    </w:p>
    <w:p w:rsidR="00B65DC9" w:rsidRDefault="00B65DC9" w:rsidP="00B65DC9">
      <w:r>
        <w:t>804.1929</w:t>
      </w:r>
      <w:r>
        <w:tab/>
        <w:t>1.013e0</w:t>
      </w:r>
    </w:p>
    <w:p w:rsidR="00B65DC9" w:rsidRDefault="00B65DC9" w:rsidP="00B65DC9">
      <w:r>
        <w:t>804.2471</w:t>
      </w:r>
      <w:r>
        <w:tab/>
        <w:t>2.025e0</w:t>
      </w:r>
    </w:p>
    <w:p w:rsidR="00B65DC9" w:rsidRDefault="00B65DC9" w:rsidP="00B65DC9">
      <w:r>
        <w:lastRenderedPageBreak/>
        <w:t>804.2635</w:t>
      </w:r>
      <w:r>
        <w:tab/>
        <w:t>2.302e0</w:t>
      </w:r>
    </w:p>
    <w:p w:rsidR="00B65DC9" w:rsidRDefault="00B65DC9" w:rsidP="00B65DC9">
      <w:r>
        <w:t>804.3284</w:t>
      </w:r>
      <w:r>
        <w:tab/>
        <w:t>2.025e0</w:t>
      </w:r>
    </w:p>
    <w:p w:rsidR="00B65DC9" w:rsidRDefault="00B65DC9" w:rsidP="00B65DC9">
      <w:r>
        <w:t>804.3525</w:t>
      </w:r>
      <w:r>
        <w:tab/>
        <w:t>2.025e0</w:t>
      </w:r>
    </w:p>
    <w:p w:rsidR="00B65DC9" w:rsidRDefault="00B65DC9" w:rsidP="00B65DC9">
      <w:r>
        <w:t>804.4098</w:t>
      </w:r>
      <w:r>
        <w:tab/>
        <w:t>2.025e0</w:t>
      </w:r>
    </w:p>
    <w:p w:rsidR="00B65DC9" w:rsidRDefault="00B65DC9" w:rsidP="00B65DC9">
      <w:r>
        <w:t>804.4640</w:t>
      </w:r>
      <w:r>
        <w:tab/>
        <w:t>1.013e0</w:t>
      </w:r>
    </w:p>
    <w:p w:rsidR="00B65DC9" w:rsidRDefault="00B65DC9" w:rsidP="00B65DC9">
      <w:r>
        <w:t>804.4650</w:t>
      </w:r>
      <w:r>
        <w:tab/>
        <w:t>2.025e0</w:t>
      </w:r>
    </w:p>
    <w:p w:rsidR="00B65DC9" w:rsidRDefault="00B65DC9" w:rsidP="00B65DC9">
      <w:r>
        <w:t>804.5410</w:t>
      </w:r>
      <w:r>
        <w:tab/>
        <w:t>2.025e0</w:t>
      </w:r>
    </w:p>
    <w:p w:rsidR="00B65DC9" w:rsidRDefault="00B65DC9" w:rsidP="00B65DC9">
      <w:r>
        <w:t>804.5861</w:t>
      </w:r>
      <w:r>
        <w:tab/>
        <w:t>2.025e0</w:t>
      </w:r>
    </w:p>
    <w:p w:rsidR="00B65DC9" w:rsidRDefault="00B65DC9" w:rsidP="00B65DC9">
      <w:r>
        <w:t>804.6094</w:t>
      </w:r>
      <w:r>
        <w:tab/>
        <w:t>2.025e0</w:t>
      </w:r>
    </w:p>
    <w:p w:rsidR="00B65DC9" w:rsidRDefault="00B65DC9" w:rsidP="00B65DC9">
      <w:r>
        <w:t>804.6134</w:t>
      </w:r>
      <w:r>
        <w:tab/>
        <w:t>2.025e0</w:t>
      </w:r>
    </w:p>
    <w:p w:rsidR="00B65DC9" w:rsidRDefault="00B65DC9" w:rsidP="00B65DC9">
      <w:r>
        <w:t>804.7081</w:t>
      </w:r>
      <w:r>
        <w:tab/>
        <w:t>1.013e0</w:t>
      </w:r>
    </w:p>
    <w:p w:rsidR="00B65DC9" w:rsidRDefault="00B65DC9" w:rsidP="00B65DC9">
      <w:r>
        <w:t>804.7200</w:t>
      </w:r>
      <w:r>
        <w:tab/>
        <w:t>1.266e-2</w:t>
      </w:r>
    </w:p>
    <w:p w:rsidR="00B65DC9" w:rsidRDefault="00B65DC9" w:rsidP="00B65DC9">
      <w:r>
        <w:t>804.7634</w:t>
      </w:r>
      <w:r>
        <w:tab/>
        <w:t>1.013e0</w:t>
      </w:r>
    </w:p>
    <w:p w:rsidR="00B65DC9" w:rsidRDefault="00B65DC9" w:rsidP="00B65DC9">
      <w:r>
        <w:t>804.8573</w:t>
      </w:r>
      <w:r>
        <w:tab/>
        <w:t>1.013e0</w:t>
      </w:r>
    </w:p>
    <w:p w:rsidR="00B65DC9" w:rsidRDefault="00B65DC9" w:rsidP="00B65DC9">
      <w:r>
        <w:t>804.9540</w:t>
      </w:r>
      <w:r>
        <w:tab/>
        <w:t>2.025e0</w:t>
      </w:r>
    </w:p>
    <w:p w:rsidR="00B65DC9" w:rsidRDefault="00B65DC9" w:rsidP="00B65DC9">
      <w:r>
        <w:t>805.0247</w:t>
      </w:r>
      <w:r>
        <w:tab/>
        <w:t>1.013e0</w:t>
      </w:r>
    </w:p>
    <w:p w:rsidR="00B65DC9" w:rsidRDefault="00B65DC9" w:rsidP="00B65DC9">
      <w:r>
        <w:t>805.0607</w:t>
      </w:r>
      <w:r>
        <w:tab/>
        <w:t>2.025e0</w:t>
      </w:r>
    </w:p>
    <w:p w:rsidR="00B65DC9" w:rsidRDefault="00B65DC9" w:rsidP="00B65DC9">
      <w:r>
        <w:t>805.2644</w:t>
      </w:r>
      <w:r>
        <w:tab/>
        <w:t>1.013e0</w:t>
      </w:r>
    </w:p>
    <w:p w:rsidR="00B65DC9" w:rsidRDefault="00B65DC9" w:rsidP="00B65DC9">
      <w:r>
        <w:t>805.3051</w:t>
      </w:r>
      <w:r>
        <w:tab/>
        <w:t>1.013e0</w:t>
      </w:r>
    </w:p>
    <w:p w:rsidR="00B65DC9" w:rsidRDefault="00B65DC9" w:rsidP="00B65DC9">
      <w:r>
        <w:lastRenderedPageBreak/>
        <w:t>805.3464</w:t>
      </w:r>
      <w:r>
        <w:tab/>
        <w:t>1.013e0</w:t>
      </w:r>
    </w:p>
    <w:p w:rsidR="00B65DC9" w:rsidRDefault="00B65DC9" w:rsidP="00B65DC9">
      <w:r>
        <w:t>805.3527</w:t>
      </w:r>
      <w:r>
        <w:tab/>
        <w:t>2.025e0</w:t>
      </w:r>
    </w:p>
    <w:p w:rsidR="00B65DC9" w:rsidRDefault="00B65DC9" w:rsidP="00B65DC9">
      <w:r>
        <w:t>805.4137</w:t>
      </w:r>
      <w:r>
        <w:tab/>
        <w:t>1.013e0</w:t>
      </w:r>
    </w:p>
    <w:p w:rsidR="00B65DC9" w:rsidRDefault="00B65DC9" w:rsidP="00B65DC9">
      <w:r>
        <w:t>805.4446</w:t>
      </w:r>
      <w:r>
        <w:tab/>
        <w:t>2.025e0</w:t>
      </w:r>
    </w:p>
    <w:p w:rsidR="00B65DC9" w:rsidRDefault="00B65DC9" w:rsidP="00B65DC9">
      <w:r>
        <w:t>805.4493</w:t>
      </w:r>
      <w:r>
        <w:tab/>
        <w:t>1.013e0</w:t>
      </w:r>
    </w:p>
    <w:p w:rsidR="00B65DC9" w:rsidRDefault="00B65DC9" w:rsidP="00B65DC9">
      <w:r>
        <w:t>805.4545</w:t>
      </w:r>
      <w:r>
        <w:tab/>
        <w:t>1.013e0</w:t>
      </w:r>
    </w:p>
    <w:p w:rsidR="00B65DC9" w:rsidRDefault="00B65DC9" w:rsidP="00B65DC9">
      <w:r>
        <w:t>805.5505</w:t>
      </w:r>
      <w:r>
        <w:tab/>
        <w:t>2.025e0</w:t>
      </w:r>
    </w:p>
    <w:p w:rsidR="00B65DC9" w:rsidRDefault="00B65DC9" w:rsidP="00B65DC9">
      <w:r>
        <w:t>805.5584</w:t>
      </w:r>
      <w:r>
        <w:tab/>
        <w:t>4.051e0</w:t>
      </w:r>
    </w:p>
    <w:p w:rsidR="00B65DC9" w:rsidRDefault="00B65DC9" w:rsidP="00B65DC9">
      <w:r>
        <w:t>805.5630</w:t>
      </w:r>
      <w:r>
        <w:tab/>
        <w:t>1.013e0</w:t>
      </w:r>
    </w:p>
    <w:p w:rsidR="00B65DC9" w:rsidRDefault="00B65DC9" w:rsidP="00B65DC9">
      <w:r>
        <w:t>805.5804</w:t>
      </w:r>
      <w:r>
        <w:tab/>
        <w:t>2.025e0</w:t>
      </w:r>
    </w:p>
    <w:p w:rsidR="00B65DC9" w:rsidRDefault="00B65DC9" w:rsidP="00B65DC9">
      <w:r>
        <w:t>805.6467</w:t>
      </w:r>
      <w:r>
        <w:tab/>
        <w:t>3.038e0</w:t>
      </w:r>
    </w:p>
    <w:p w:rsidR="00B65DC9" w:rsidRDefault="00B65DC9" w:rsidP="00B65DC9">
      <w:r>
        <w:t>805.6870</w:t>
      </w:r>
      <w:r>
        <w:tab/>
        <w:t>1.013e0</w:t>
      </w:r>
    </w:p>
    <w:p w:rsidR="00B65DC9" w:rsidRDefault="00B65DC9" w:rsidP="00B65DC9">
      <w:r>
        <w:t>805.7538</w:t>
      </w:r>
      <w:r>
        <w:tab/>
        <w:t>1.013e0</w:t>
      </w:r>
    </w:p>
    <w:p w:rsidR="00B65DC9" w:rsidRDefault="00B65DC9" w:rsidP="00B65DC9">
      <w:r>
        <w:t>805.8065</w:t>
      </w:r>
      <w:r>
        <w:tab/>
        <w:t>1.013e0</w:t>
      </w:r>
    </w:p>
    <w:p w:rsidR="00B65DC9" w:rsidRDefault="00B65DC9" w:rsidP="00B65DC9">
      <w:r>
        <w:t>805.8890</w:t>
      </w:r>
      <w:r>
        <w:tab/>
        <w:t>1.266e-2</w:t>
      </w:r>
    </w:p>
    <w:p w:rsidR="00B65DC9" w:rsidRDefault="00B65DC9" w:rsidP="00B65DC9">
      <w:r>
        <w:t>805.9084</w:t>
      </w:r>
      <w:r>
        <w:tab/>
        <w:t>1.013e0</w:t>
      </w:r>
    </w:p>
    <w:p w:rsidR="00B65DC9" w:rsidRDefault="00B65DC9" w:rsidP="00B65DC9">
      <w:r>
        <w:t>805.9235</w:t>
      </w:r>
      <w:r>
        <w:tab/>
        <w:t>3.038e0</w:t>
      </w:r>
    </w:p>
    <w:p w:rsidR="00B65DC9" w:rsidRDefault="00B65DC9" w:rsidP="00B65DC9">
      <w:r>
        <w:t>805.9705</w:t>
      </w:r>
      <w:r>
        <w:tab/>
        <w:t>1.266e-2</w:t>
      </w:r>
    </w:p>
    <w:p w:rsidR="00B65DC9" w:rsidRDefault="00B65DC9" w:rsidP="00B65DC9">
      <w:r>
        <w:t>806.0394</w:t>
      </w:r>
      <w:r>
        <w:tab/>
        <w:t>1.013e0</w:t>
      </w:r>
    </w:p>
    <w:p w:rsidR="00B65DC9" w:rsidRDefault="00B65DC9" w:rsidP="00B65DC9">
      <w:r>
        <w:lastRenderedPageBreak/>
        <w:t>806.0927</w:t>
      </w:r>
      <w:r>
        <w:tab/>
        <w:t>2.025e0</w:t>
      </w:r>
    </w:p>
    <w:p w:rsidR="00B65DC9" w:rsidRDefault="00B65DC9" w:rsidP="00B65DC9">
      <w:r>
        <w:t>806.1606</w:t>
      </w:r>
      <w:r>
        <w:tab/>
        <w:t>1.013e0</w:t>
      </w:r>
    </w:p>
    <w:p w:rsidR="00B65DC9" w:rsidRDefault="00B65DC9" w:rsidP="00B65DC9">
      <w:r>
        <w:t>806.2084</w:t>
      </w:r>
      <w:r>
        <w:tab/>
        <w:t>3.038e0</w:t>
      </w:r>
    </w:p>
    <w:p w:rsidR="00B65DC9" w:rsidRDefault="00B65DC9" w:rsidP="00B65DC9">
      <w:r>
        <w:t>806.2693</w:t>
      </w:r>
      <w:r>
        <w:tab/>
        <w:t>1.266e-2</w:t>
      </w:r>
    </w:p>
    <w:p w:rsidR="00B65DC9" w:rsidRDefault="00B65DC9" w:rsidP="00B65DC9">
      <w:r>
        <w:t>806.2817</w:t>
      </w:r>
      <w:r>
        <w:tab/>
        <w:t>1.013e0</w:t>
      </w:r>
    </w:p>
    <w:p w:rsidR="00B65DC9" w:rsidRDefault="00B65DC9" w:rsidP="00B65DC9">
      <w:r>
        <w:t>806.3043</w:t>
      </w:r>
      <w:r>
        <w:tab/>
        <w:t>2.025e0</w:t>
      </w:r>
    </w:p>
    <w:p w:rsidR="00B65DC9" w:rsidRDefault="00B65DC9" w:rsidP="00B65DC9">
      <w:r>
        <w:t>806.3270</w:t>
      </w:r>
      <w:r>
        <w:tab/>
        <w:t>3.798e-2</w:t>
      </w:r>
    </w:p>
    <w:p w:rsidR="00B65DC9" w:rsidRDefault="00B65DC9" w:rsidP="00B65DC9">
      <w:r>
        <w:t>806.3320</w:t>
      </w:r>
      <w:r>
        <w:tab/>
        <w:t>2.025e0</w:t>
      </w:r>
    </w:p>
    <w:p w:rsidR="00B65DC9" w:rsidRDefault="00B65DC9" w:rsidP="00B65DC9">
      <w:r>
        <w:t>806.3645</w:t>
      </w:r>
      <w:r>
        <w:tab/>
        <w:t>1.025e0</w:t>
      </w:r>
    </w:p>
    <w:p w:rsidR="00B65DC9" w:rsidRDefault="00B65DC9" w:rsidP="00B65DC9">
      <w:r>
        <w:t>806.3655</w:t>
      </w:r>
      <w:r>
        <w:tab/>
        <w:t>3.038e0</w:t>
      </w:r>
    </w:p>
    <w:p w:rsidR="00B65DC9" w:rsidRDefault="00B65DC9" w:rsidP="00B65DC9">
      <w:r>
        <w:t>806.4370</w:t>
      </w:r>
      <w:r>
        <w:tab/>
        <w:t>4.051e0</w:t>
      </w:r>
    </w:p>
    <w:p w:rsidR="00B65DC9" w:rsidRDefault="00B65DC9" w:rsidP="00B65DC9">
      <w:r>
        <w:t>806.4418</w:t>
      </w:r>
      <w:r>
        <w:tab/>
        <w:t>3.038e0</w:t>
      </w:r>
    </w:p>
    <w:p w:rsidR="00B65DC9" w:rsidRDefault="00B65DC9" w:rsidP="00B65DC9">
      <w:r>
        <w:t>806.5142</w:t>
      </w:r>
      <w:r>
        <w:tab/>
        <w:t>3.038e0</w:t>
      </w:r>
    </w:p>
    <w:p w:rsidR="00B65DC9" w:rsidRDefault="00B65DC9" w:rsidP="00B65DC9">
      <w:r>
        <w:t>806.5171</w:t>
      </w:r>
      <w:r>
        <w:tab/>
        <w:t>2.025e0</w:t>
      </w:r>
    </w:p>
    <w:p w:rsidR="00B65DC9" w:rsidRDefault="00B65DC9" w:rsidP="00B65DC9">
      <w:r>
        <w:t>806.5862</w:t>
      </w:r>
      <w:r>
        <w:tab/>
        <w:t>1.013e0</w:t>
      </w:r>
    </w:p>
    <w:p w:rsidR="00B65DC9" w:rsidRDefault="00B65DC9" w:rsidP="00B65DC9">
      <w:r>
        <w:t>806.6364</w:t>
      </w:r>
      <w:r>
        <w:tab/>
        <w:t>1.266e-2</w:t>
      </w:r>
    </w:p>
    <w:p w:rsidR="00B65DC9" w:rsidRDefault="00B65DC9" w:rsidP="00B65DC9">
      <w:r>
        <w:t>806.6499</w:t>
      </w:r>
      <w:r>
        <w:tab/>
        <w:t>1.013e0</w:t>
      </w:r>
    </w:p>
    <w:p w:rsidR="00B65DC9" w:rsidRDefault="00B65DC9" w:rsidP="00B65DC9">
      <w:r>
        <w:t>806.7340</w:t>
      </w:r>
      <w:r>
        <w:tab/>
        <w:t>2.025e0</w:t>
      </w:r>
    </w:p>
    <w:p w:rsidR="00B65DC9" w:rsidRDefault="00B65DC9" w:rsidP="00B65DC9">
      <w:r>
        <w:t>806.8179</w:t>
      </w:r>
      <w:r>
        <w:tab/>
        <w:t>2.025e0</w:t>
      </w:r>
    </w:p>
    <w:p w:rsidR="00B65DC9" w:rsidRDefault="00B65DC9" w:rsidP="00B65DC9">
      <w:r>
        <w:lastRenderedPageBreak/>
        <w:t>806.8324</w:t>
      </w:r>
      <w:r>
        <w:tab/>
        <w:t>2.025e0</w:t>
      </w:r>
    </w:p>
    <w:p w:rsidR="00B65DC9" w:rsidRDefault="00B65DC9" w:rsidP="00B65DC9">
      <w:r>
        <w:t>806.8403</w:t>
      </w:r>
      <w:r>
        <w:tab/>
        <w:t>1.013e0</w:t>
      </w:r>
    </w:p>
    <w:p w:rsidR="00B65DC9" w:rsidRDefault="00B65DC9" w:rsidP="00B65DC9">
      <w:r>
        <w:t>806.8413</w:t>
      </w:r>
      <w:r>
        <w:tab/>
        <w:t>1.266e-2</w:t>
      </w:r>
    </w:p>
    <w:p w:rsidR="00B65DC9" w:rsidRDefault="00B65DC9" w:rsidP="00B65DC9">
      <w:r>
        <w:t>806.9083</w:t>
      </w:r>
      <w:r>
        <w:tab/>
        <w:t>2.025e0</w:t>
      </w:r>
    </w:p>
    <w:p w:rsidR="00B65DC9" w:rsidRDefault="00B65DC9" w:rsidP="00B65DC9">
      <w:r>
        <w:t>806.9763</w:t>
      </w:r>
      <w:r>
        <w:tab/>
        <w:t>1.266e-2</w:t>
      </w:r>
    </w:p>
    <w:p w:rsidR="00B65DC9" w:rsidRDefault="00B65DC9" w:rsidP="00B65DC9">
      <w:r>
        <w:t>806.9773</w:t>
      </w:r>
      <w:r>
        <w:tab/>
        <w:t>1.013e0</w:t>
      </w:r>
    </w:p>
    <w:p w:rsidR="00B65DC9" w:rsidRDefault="00B65DC9" w:rsidP="00B65DC9">
      <w:r>
        <w:t>806.9899</w:t>
      </w:r>
      <w:r>
        <w:tab/>
        <w:t>1.013e0</w:t>
      </w:r>
    </w:p>
    <w:p w:rsidR="00B65DC9" w:rsidRDefault="00B65DC9" w:rsidP="00B65DC9">
      <w:r>
        <w:t>807.1803</w:t>
      </w:r>
      <w:r>
        <w:tab/>
        <w:t>2.025e0</w:t>
      </w:r>
    </w:p>
    <w:p w:rsidR="00B65DC9" w:rsidRDefault="00B65DC9" w:rsidP="00B65DC9">
      <w:r>
        <w:t>807.2211</w:t>
      </w:r>
      <w:r>
        <w:tab/>
        <w:t>1.013e0</w:t>
      </w:r>
    </w:p>
    <w:p w:rsidR="00B65DC9" w:rsidRDefault="00B65DC9" w:rsidP="00B65DC9">
      <w:r>
        <w:t>807.2493</w:t>
      </w:r>
      <w:r>
        <w:tab/>
        <w:t>1.013e0</w:t>
      </w:r>
    </w:p>
    <w:p w:rsidR="00B65DC9" w:rsidRDefault="00B65DC9" w:rsidP="00B65DC9">
      <w:r>
        <w:t>807.2649</w:t>
      </w:r>
      <w:r>
        <w:tab/>
        <w:t>1.025e0</w:t>
      </w:r>
    </w:p>
    <w:p w:rsidR="00B65DC9" w:rsidRDefault="00B65DC9" w:rsidP="00B65DC9">
      <w:r>
        <w:t>807.3300</w:t>
      </w:r>
      <w:r>
        <w:tab/>
        <w:t>1.013e0</w:t>
      </w:r>
    </w:p>
    <w:p w:rsidR="00B65DC9" w:rsidRDefault="00B65DC9" w:rsidP="00B65DC9">
      <w:r>
        <w:t>807.3383</w:t>
      </w:r>
      <w:r>
        <w:tab/>
        <w:t>3.038e0</w:t>
      </w:r>
    </w:p>
    <w:p w:rsidR="00B65DC9" w:rsidRDefault="00B65DC9" w:rsidP="00B65DC9">
      <w:r>
        <w:t>807.3436</w:t>
      </w:r>
      <w:r>
        <w:tab/>
        <w:t>1.013e0</w:t>
      </w:r>
    </w:p>
    <w:p w:rsidR="00B65DC9" w:rsidRDefault="00B65DC9" w:rsidP="00B65DC9">
      <w:r>
        <w:t>807.4116</w:t>
      </w:r>
      <w:r>
        <w:tab/>
        <w:t>1.013e0</w:t>
      </w:r>
    </w:p>
    <w:p w:rsidR="00B65DC9" w:rsidRDefault="00B65DC9" w:rsidP="00B65DC9">
      <w:r>
        <w:t>807.5204</w:t>
      </w:r>
      <w:r>
        <w:tab/>
        <w:t>1.013e0</w:t>
      </w:r>
    </w:p>
    <w:p w:rsidR="00B65DC9" w:rsidRDefault="00B65DC9" w:rsidP="00B65DC9">
      <w:r>
        <w:t>807.5299</w:t>
      </w:r>
      <w:r>
        <w:tab/>
        <w:t>2.025e0</w:t>
      </w:r>
    </w:p>
    <w:p w:rsidR="00B65DC9" w:rsidRDefault="00B65DC9" w:rsidP="00B65DC9">
      <w:r>
        <w:t>807.5538</w:t>
      </w:r>
      <w:r>
        <w:tab/>
        <w:t>2.025e0</w:t>
      </w:r>
    </w:p>
    <w:p w:rsidR="00B65DC9" w:rsidRDefault="00B65DC9" w:rsidP="00B65DC9">
      <w:r>
        <w:t>807.6566</w:t>
      </w:r>
      <w:r>
        <w:tab/>
        <w:t>1.013e0</w:t>
      </w:r>
    </w:p>
    <w:p w:rsidR="00B65DC9" w:rsidRDefault="00B65DC9" w:rsidP="00B65DC9">
      <w:r>
        <w:lastRenderedPageBreak/>
        <w:t>807.7801</w:t>
      </w:r>
      <w:r>
        <w:tab/>
        <w:t>1.013e0</w:t>
      </w:r>
    </w:p>
    <w:p w:rsidR="00B65DC9" w:rsidRDefault="00B65DC9" w:rsidP="00B65DC9">
      <w:r>
        <w:t>807.7927</w:t>
      </w:r>
      <w:r>
        <w:tab/>
        <w:t>1.013e0</w:t>
      </w:r>
    </w:p>
    <w:p w:rsidR="00B65DC9" w:rsidRDefault="00B65DC9" w:rsidP="00B65DC9">
      <w:r>
        <w:t>807.8764</w:t>
      </w:r>
      <w:r>
        <w:tab/>
        <w:t>1.013e0</w:t>
      </w:r>
    </w:p>
    <w:p w:rsidR="00B65DC9" w:rsidRDefault="00B65DC9" w:rsidP="00B65DC9">
      <w:r>
        <w:t>807.8839</w:t>
      </w:r>
      <w:r>
        <w:tab/>
        <w:t>2.025e0</w:t>
      </w:r>
    </w:p>
    <w:p w:rsidR="00B65DC9" w:rsidRDefault="00B65DC9" w:rsidP="00B65DC9">
      <w:r>
        <w:t>807.9628</w:t>
      </w:r>
      <w:r>
        <w:tab/>
        <w:t>2.025e0</w:t>
      </w:r>
    </w:p>
    <w:p w:rsidR="00B65DC9" w:rsidRDefault="00B65DC9" w:rsidP="00B65DC9">
      <w:r>
        <w:t>808.0524</w:t>
      </w:r>
      <w:r>
        <w:tab/>
        <w:t>1.013e0</w:t>
      </w:r>
    </w:p>
    <w:p w:rsidR="00B65DC9" w:rsidRDefault="00B65DC9" w:rsidP="00B65DC9">
      <w:r>
        <w:t>808.1392</w:t>
      </w:r>
      <w:r>
        <w:tab/>
        <w:t>2.532e-2</w:t>
      </w:r>
    </w:p>
    <w:p w:rsidR="00B65DC9" w:rsidRDefault="00B65DC9" w:rsidP="00B65DC9">
      <w:r>
        <w:t>808.2022</w:t>
      </w:r>
      <w:r>
        <w:tab/>
        <w:t>1.013e0</w:t>
      </w:r>
    </w:p>
    <w:p w:rsidR="00B65DC9" w:rsidRDefault="00B65DC9" w:rsidP="00B65DC9">
      <w:r>
        <w:t>808.2671</w:t>
      </w:r>
      <w:r>
        <w:tab/>
        <w:t>1.266e-2</w:t>
      </w:r>
    </w:p>
    <w:p w:rsidR="00B65DC9" w:rsidRDefault="00B65DC9" w:rsidP="00B65DC9">
      <w:r>
        <w:t>808.2828</w:t>
      </w:r>
      <w:r>
        <w:tab/>
        <w:t>1.013e0</w:t>
      </w:r>
    </w:p>
    <w:p w:rsidR="00B65DC9" w:rsidRDefault="00B65DC9" w:rsidP="00B65DC9">
      <w:r>
        <w:t>808.3211</w:t>
      </w:r>
      <w:r>
        <w:tab/>
        <w:t>2.025e0</w:t>
      </w:r>
    </w:p>
    <w:p w:rsidR="00B65DC9" w:rsidRDefault="00B65DC9" w:rsidP="00B65DC9">
      <w:r>
        <w:t>808.3510</w:t>
      </w:r>
      <w:r>
        <w:tab/>
        <w:t>1.013e0</w:t>
      </w:r>
    </w:p>
    <w:p w:rsidR="00B65DC9" w:rsidRDefault="00B65DC9" w:rsidP="00B65DC9">
      <w:r>
        <w:t>808.3552</w:t>
      </w:r>
      <w:r>
        <w:tab/>
        <w:t>3.038e0</w:t>
      </w:r>
    </w:p>
    <w:p w:rsidR="00B65DC9" w:rsidRDefault="00B65DC9" w:rsidP="00B65DC9">
      <w:r>
        <w:t>808.4182</w:t>
      </w:r>
      <w:r>
        <w:tab/>
        <w:t>2.025e0</w:t>
      </w:r>
    </w:p>
    <w:p w:rsidR="00B65DC9" w:rsidRDefault="00B65DC9" w:rsidP="00B65DC9">
      <w:r>
        <w:t>808.5009</w:t>
      </w:r>
      <w:r>
        <w:tab/>
        <w:t>1.266e-2</w:t>
      </w:r>
    </w:p>
    <w:p w:rsidR="00B65DC9" w:rsidRDefault="00B65DC9" w:rsidP="00B65DC9">
      <w:r>
        <w:t>808.5211</w:t>
      </w:r>
      <w:r>
        <w:tab/>
        <w:t>1.013e0</w:t>
      </w:r>
    </w:p>
    <w:p w:rsidR="00B65DC9" w:rsidRDefault="00B65DC9" w:rsidP="00B65DC9">
      <w:r>
        <w:t>808.5553</w:t>
      </w:r>
      <w:r>
        <w:tab/>
        <w:t>1.013e0</w:t>
      </w:r>
    </w:p>
    <w:p w:rsidR="00B65DC9" w:rsidRDefault="00B65DC9" w:rsidP="00B65DC9">
      <w:r>
        <w:t>808.5962</w:t>
      </w:r>
      <w:r>
        <w:tab/>
        <w:t>1.266e-2</w:t>
      </w:r>
    </w:p>
    <w:p w:rsidR="00B65DC9" w:rsidRDefault="00B65DC9" w:rsidP="00B65DC9">
      <w:r>
        <w:t>808.6235</w:t>
      </w:r>
      <w:r>
        <w:tab/>
        <w:t>1.013e0</w:t>
      </w:r>
    </w:p>
    <w:p w:rsidR="00B65DC9" w:rsidRDefault="00B65DC9" w:rsidP="00B65DC9">
      <w:r>
        <w:lastRenderedPageBreak/>
        <w:t>808.7052</w:t>
      </w:r>
      <w:r>
        <w:tab/>
        <w:t>1.013e0</w:t>
      </w:r>
    </w:p>
    <w:p w:rsidR="00B65DC9" w:rsidRDefault="00B65DC9" w:rsidP="00B65DC9">
      <w:r>
        <w:t>808.8776</w:t>
      </w:r>
      <w:r>
        <w:tab/>
        <w:t>2.025e0</w:t>
      </w:r>
    </w:p>
    <w:p w:rsidR="00B65DC9" w:rsidRDefault="00B65DC9" w:rsidP="00B65DC9">
      <w:r>
        <w:t>808.8824</w:t>
      </w:r>
      <w:r>
        <w:tab/>
        <w:t>1.013e0</w:t>
      </w:r>
    </w:p>
    <w:p w:rsidR="00B65DC9" w:rsidRDefault="00B65DC9" w:rsidP="00B65DC9">
      <w:r>
        <w:t>809.0132</w:t>
      </w:r>
      <w:r>
        <w:tab/>
        <w:t>1.266e-2</w:t>
      </w:r>
    </w:p>
    <w:p w:rsidR="00B65DC9" w:rsidRDefault="00B65DC9" w:rsidP="00B65DC9">
      <w:r>
        <w:t>809.0334</w:t>
      </w:r>
      <w:r>
        <w:tab/>
        <w:t>1.013e0</w:t>
      </w:r>
    </w:p>
    <w:p w:rsidR="00B65DC9" w:rsidRDefault="00B65DC9" w:rsidP="00B65DC9">
      <w:r>
        <w:t>809.0460</w:t>
      </w:r>
      <w:r>
        <w:tab/>
        <w:t>2.025e0</w:t>
      </w:r>
    </w:p>
    <w:p w:rsidR="00B65DC9" w:rsidRDefault="00B65DC9" w:rsidP="00B65DC9">
      <w:r>
        <w:t>809.1675</w:t>
      </w:r>
      <w:r>
        <w:tab/>
        <w:t>1.013e0</w:t>
      </w:r>
    </w:p>
    <w:p w:rsidR="00B65DC9" w:rsidRDefault="00B65DC9" w:rsidP="00B65DC9">
      <w:r>
        <w:t>809.1973</w:t>
      </w:r>
      <w:r>
        <w:tab/>
        <w:t>3.038e0</w:t>
      </w:r>
    </w:p>
    <w:p w:rsidR="00B65DC9" w:rsidRDefault="00B65DC9" w:rsidP="00B65DC9">
      <w:r>
        <w:t>809.2096</w:t>
      </w:r>
      <w:r>
        <w:tab/>
        <w:t>1.013e0</w:t>
      </w:r>
    </w:p>
    <w:p w:rsidR="00B65DC9" w:rsidRDefault="00B65DC9" w:rsidP="00B65DC9">
      <w:r>
        <w:t>809.2515</w:t>
      </w:r>
      <w:r>
        <w:tab/>
        <w:t>1.013e0</w:t>
      </w:r>
    </w:p>
    <w:p w:rsidR="00B65DC9" w:rsidRDefault="00B65DC9" w:rsidP="00B65DC9">
      <w:r>
        <w:t>809.2725</w:t>
      </w:r>
      <w:r>
        <w:tab/>
        <w:t>2.025e0</w:t>
      </w:r>
    </w:p>
    <w:p w:rsidR="00B65DC9" w:rsidRDefault="00B65DC9" w:rsidP="00B65DC9">
      <w:r>
        <w:t>809.2914</w:t>
      </w:r>
      <w:r>
        <w:tab/>
        <w:t>1.013e0</w:t>
      </w:r>
    </w:p>
    <w:p w:rsidR="00B65DC9" w:rsidRDefault="00B65DC9" w:rsidP="00B65DC9">
      <w:r>
        <w:t>809.3459</w:t>
      </w:r>
      <w:r>
        <w:tab/>
        <w:t>1.013e0</w:t>
      </w:r>
    </w:p>
    <w:p w:rsidR="00B65DC9" w:rsidRDefault="00B65DC9" w:rsidP="00B65DC9">
      <w:r>
        <w:t>809.3525</w:t>
      </w:r>
      <w:r>
        <w:tab/>
        <w:t>1.013e0</w:t>
      </w:r>
    </w:p>
    <w:p w:rsidR="00B65DC9" w:rsidRDefault="00B65DC9" w:rsidP="00B65DC9">
      <w:r>
        <w:t>809.4619</w:t>
      </w:r>
      <w:r>
        <w:tab/>
        <w:t>2.532e-2</w:t>
      </w:r>
    </w:p>
    <w:p w:rsidR="00B65DC9" w:rsidRDefault="00B65DC9" w:rsidP="00B65DC9">
      <w:r>
        <w:t>809.4780</w:t>
      </w:r>
      <w:r>
        <w:tab/>
        <w:t>2.025e0</w:t>
      </w:r>
    </w:p>
    <w:p w:rsidR="00B65DC9" w:rsidRDefault="00B65DC9" w:rsidP="00B65DC9">
      <w:r>
        <w:t>809.4824</w:t>
      </w:r>
      <w:r>
        <w:tab/>
        <w:t>1.013e0</w:t>
      </w:r>
    </w:p>
    <w:p w:rsidR="00B65DC9" w:rsidRDefault="00B65DC9" w:rsidP="00B65DC9">
      <w:r>
        <w:t>809.4960</w:t>
      </w:r>
      <w:r>
        <w:tab/>
        <w:t>1.013e0</w:t>
      </w:r>
    </w:p>
    <w:p w:rsidR="00B65DC9" w:rsidRDefault="00B65DC9" w:rsidP="00B65DC9">
      <w:r>
        <w:t>809.5778</w:t>
      </w:r>
      <w:r>
        <w:tab/>
        <w:t>1.013e0</w:t>
      </w:r>
    </w:p>
    <w:p w:rsidR="00B65DC9" w:rsidRDefault="00B65DC9" w:rsidP="00B65DC9">
      <w:r>
        <w:lastRenderedPageBreak/>
        <w:t>809.7417</w:t>
      </w:r>
      <w:r>
        <w:tab/>
        <w:t>1.013e0</w:t>
      </w:r>
    </w:p>
    <w:p w:rsidR="00B65DC9" w:rsidRDefault="00B65DC9" w:rsidP="00B65DC9">
      <w:r>
        <w:t>809.7645</w:t>
      </w:r>
      <w:r>
        <w:tab/>
        <w:t>3.038e0</w:t>
      </w:r>
    </w:p>
    <w:p w:rsidR="00B65DC9" w:rsidRDefault="00B65DC9" w:rsidP="00B65DC9">
      <w:r>
        <w:t>809.8871</w:t>
      </w:r>
      <w:r>
        <w:tab/>
        <w:t>2.025e0</w:t>
      </w:r>
    </w:p>
    <w:p w:rsidR="00B65DC9" w:rsidRDefault="00B65DC9" w:rsidP="00B65DC9">
      <w:r>
        <w:t>809.8963</w:t>
      </w:r>
      <w:r>
        <w:tab/>
        <w:t>1.013e0</w:t>
      </w:r>
    </w:p>
    <w:p w:rsidR="00B65DC9" w:rsidRDefault="00B65DC9" w:rsidP="00B65DC9">
      <w:r>
        <w:t>809.9078</w:t>
      </w:r>
      <w:r>
        <w:tab/>
        <w:t>2.025e0</w:t>
      </w:r>
    </w:p>
    <w:p w:rsidR="00B65DC9" w:rsidRDefault="00B65DC9" w:rsidP="00B65DC9">
      <w:r>
        <w:t>809.9599</w:t>
      </w:r>
      <w:r>
        <w:tab/>
        <w:t>1.266e-2</w:t>
      </w:r>
    </w:p>
    <w:p w:rsidR="00B65DC9" w:rsidRDefault="00B65DC9" w:rsidP="00B65DC9">
      <w:r>
        <w:t>810.0155</w:t>
      </w:r>
      <w:r>
        <w:tab/>
        <w:t>1.013e0</w:t>
      </w:r>
    </w:p>
    <w:p w:rsidR="00B65DC9" w:rsidRDefault="00B65DC9" w:rsidP="00B65DC9">
      <w:r>
        <w:t>810.0659</w:t>
      </w:r>
      <w:r>
        <w:tab/>
        <w:t>3.038e0</w:t>
      </w:r>
    </w:p>
    <w:p w:rsidR="00B65DC9" w:rsidRDefault="00B65DC9" w:rsidP="00B65DC9">
      <w:r>
        <w:t>810.1100</w:t>
      </w:r>
      <w:r>
        <w:tab/>
        <w:t>1.013e0</w:t>
      </w:r>
    </w:p>
    <w:p w:rsidR="00B65DC9" w:rsidRDefault="00B65DC9" w:rsidP="00B65DC9">
      <w:r>
        <w:t>810.1333</w:t>
      </w:r>
      <w:r>
        <w:tab/>
        <w:t>1.013e0</w:t>
      </w:r>
    </w:p>
    <w:p w:rsidR="00B65DC9" w:rsidRDefault="00B65DC9" w:rsidP="00B65DC9">
      <w:r>
        <w:t>810.1663</w:t>
      </w:r>
      <w:r>
        <w:tab/>
        <w:t>1.013e0</w:t>
      </w:r>
    </w:p>
    <w:p w:rsidR="00B65DC9" w:rsidRDefault="00B65DC9" w:rsidP="00B65DC9">
      <w:r>
        <w:t>810.1674</w:t>
      </w:r>
      <w:r>
        <w:tab/>
        <w:t>1.013e0</w:t>
      </w:r>
    </w:p>
    <w:p w:rsidR="00B65DC9" w:rsidRDefault="00B65DC9" w:rsidP="00B65DC9">
      <w:r>
        <w:t>810.2346</w:t>
      </w:r>
      <w:r>
        <w:tab/>
        <w:t>2.025e0</w:t>
      </w:r>
    </w:p>
    <w:p w:rsidR="00B65DC9" w:rsidRDefault="00B65DC9" w:rsidP="00B65DC9">
      <w:r>
        <w:t>810.2465</w:t>
      </w:r>
      <w:r>
        <w:tab/>
        <w:t>1.266e-2</w:t>
      </w:r>
    </w:p>
    <w:p w:rsidR="00B65DC9" w:rsidRDefault="00B65DC9" w:rsidP="00B65DC9">
      <w:r>
        <w:t>810.3011</w:t>
      </w:r>
      <w:r>
        <w:tab/>
        <w:t>1.266e-2</w:t>
      </w:r>
    </w:p>
    <w:p w:rsidR="00B65DC9" w:rsidRDefault="00B65DC9" w:rsidP="00B65DC9">
      <w:r>
        <w:t>810.3558</w:t>
      </w:r>
      <w:r>
        <w:tab/>
        <w:t>1.013e0</w:t>
      </w:r>
    </w:p>
    <w:p w:rsidR="00B65DC9" w:rsidRDefault="00B65DC9" w:rsidP="00B65DC9">
      <w:r>
        <w:t>810.4240</w:t>
      </w:r>
      <w:r>
        <w:tab/>
        <w:t>1.013e0</w:t>
      </w:r>
    </w:p>
    <w:p w:rsidR="00B65DC9" w:rsidRDefault="00B65DC9" w:rsidP="00B65DC9">
      <w:r>
        <w:t>810.4272</w:t>
      </w:r>
      <w:r>
        <w:tab/>
        <w:t>3.038e0</w:t>
      </w:r>
    </w:p>
    <w:p w:rsidR="00B65DC9" w:rsidRDefault="00B65DC9" w:rsidP="00B65DC9">
      <w:r>
        <w:t>810.4287</w:t>
      </w:r>
      <w:r>
        <w:tab/>
        <w:t>1.038e0</w:t>
      </w:r>
    </w:p>
    <w:p w:rsidR="00B65DC9" w:rsidRDefault="00B65DC9" w:rsidP="00B65DC9">
      <w:r>
        <w:lastRenderedPageBreak/>
        <w:t>810.5469</w:t>
      </w:r>
      <w:r>
        <w:tab/>
        <w:t>1.266e-2</w:t>
      </w:r>
    </w:p>
    <w:p w:rsidR="00B65DC9" w:rsidRDefault="00B65DC9" w:rsidP="00B65DC9">
      <w:r>
        <w:t>810.5524</w:t>
      </w:r>
      <w:r>
        <w:tab/>
        <w:t>2.025e0</w:t>
      </w:r>
    </w:p>
    <w:p w:rsidR="00B65DC9" w:rsidRDefault="00B65DC9" w:rsidP="00B65DC9">
      <w:r>
        <w:t>810.6082</w:t>
      </w:r>
      <w:r>
        <w:tab/>
        <w:t>2.025e0</w:t>
      </w:r>
    </w:p>
    <w:p w:rsidR="00B65DC9" w:rsidRDefault="00B65DC9" w:rsidP="00B65DC9">
      <w:r>
        <w:t>810.6175</w:t>
      </w:r>
      <w:r>
        <w:tab/>
        <w:t>2.025e0</w:t>
      </w:r>
    </w:p>
    <w:p w:rsidR="00B65DC9" w:rsidRDefault="00B65DC9" w:rsidP="00B65DC9">
      <w:r>
        <w:t>810.6932</w:t>
      </w:r>
      <w:r>
        <w:tab/>
        <w:t>1.266e-2</w:t>
      </w:r>
    </w:p>
    <w:p w:rsidR="00B65DC9" w:rsidRDefault="00B65DC9" w:rsidP="00B65DC9">
      <w:r>
        <w:t>810.7027</w:t>
      </w:r>
      <w:r>
        <w:tab/>
        <w:t>2.532e-2</w:t>
      </w:r>
    </w:p>
    <w:p w:rsidR="00B65DC9" w:rsidRDefault="00B65DC9" w:rsidP="00B65DC9">
      <w:r>
        <w:t>810.9294</w:t>
      </w:r>
      <w:r>
        <w:tab/>
        <w:t>1.013e0</w:t>
      </w:r>
    </w:p>
    <w:p w:rsidR="00B65DC9" w:rsidRDefault="00B65DC9" w:rsidP="00B65DC9">
      <w:r>
        <w:t>810.9646</w:t>
      </w:r>
      <w:r>
        <w:tab/>
        <w:t>2.025e0</w:t>
      </w:r>
    </w:p>
    <w:p w:rsidR="00B65DC9" w:rsidRDefault="00B65DC9" w:rsidP="00B65DC9">
      <w:r>
        <w:t>810.9977</w:t>
      </w:r>
      <w:r>
        <w:tab/>
        <w:t>1.013e0</w:t>
      </w:r>
    </w:p>
    <w:p w:rsidR="00B65DC9" w:rsidRDefault="00B65DC9" w:rsidP="00B65DC9">
      <w:r>
        <w:t>811.0388</w:t>
      </w:r>
      <w:r>
        <w:tab/>
        <w:t>2.025e0</w:t>
      </w:r>
    </w:p>
    <w:p w:rsidR="00B65DC9" w:rsidRDefault="00B65DC9" w:rsidP="00B65DC9">
      <w:r>
        <w:t>811.0934</w:t>
      </w:r>
      <w:r>
        <w:tab/>
        <w:t>1.013e0</w:t>
      </w:r>
    </w:p>
    <w:p w:rsidR="00B65DC9" w:rsidRDefault="00B65DC9" w:rsidP="00B65DC9">
      <w:r>
        <w:t>811.1286</w:t>
      </w:r>
      <w:r>
        <w:tab/>
        <w:t>2.025e0</w:t>
      </w:r>
    </w:p>
    <w:p w:rsidR="00B65DC9" w:rsidRDefault="00B65DC9" w:rsidP="00B65DC9">
      <w:r>
        <w:t>811.1481</w:t>
      </w:r>
      <w:r>
        <w:tab/>
        <w:t>1.266e-2</w:t>
      </w:r>
    </w:p>
    <w:p w:rsidR="00B65DC9" w:rsidRDefault="00B65DC9" w:rsidP="00B65DC9">
      <w:r>
        <w:t>811.2028</w:t>
      </w:r>
      <w:r>
        <w:tab/>
        <w:t>1.013e0</w:t>
      </w:r>
    </w:p>
    <w:p w:rsidR="00B65DC9" w:rsidRDefault="00B65DC9" w:rsidP="00B65DC9">
      <w:r>
        <w:t>811.2183</w:t>
      </w:r>
      <w:r>
        <w:tab/>
        <w:t>1.266e-2</w:t>
      </w:r>
    </w:p>
    <w:p w:rsidR="00B65DC9" w:rsidRDefault="00B65DC9" w:rsidP="00B65DC9">
      <w:r>
        <w:t>811.2722</w:t>
      </w:r>
      <w:r>
        <w:tab/>
        <w:t>2.025e0</w:t>
      </w:r>
    </w:p>
    <w:p w:rsidR="00B65DC9" w:rsidRDefault="00B65DC9" w:rsidP="00B65DC9">
      <w:r>
        <w:t>811.4368</w:t>
      </w:r>
      <w:r>
        <w:tab/>
        <w:t>3.038e0</w:t>
      </w:r>
    </w:p>
    <w:p w:rsidR="00B65DC9" w:rsidRDefault="00B65DC9" w:rsidP="00B65DC9">
      <w:r>
        <w:t>811.4767</w:t>
      </w:r>
      <w:r>
        <w:tab/>
        <w:t>4.051e0</w:t>
      </w:r>
    </w:p>
    <w:p w:rsidR="00B65DC9" w:rsidRDefault="00B65DC9" w:rsidP="00B65DC9">
      <w:r>
        <w:t>811.6129</w:t>
      </w:r>
      <w:r>
        <w:tab/>
        <w:t>1.266e-2</w:t>
      </w:r>
    </w:p>
    <w:p w:rsidR="00B65DC9" w:rsidRDefault="00B65DC9" w:rsidP="00B65DC9">
      <w:r>
        <w:lastRenderedPageBreak/>
        <w:t>811.7103</w:t>
      </w:r>
      <w:r>
        <w:tab/>
        <w:t>1.266e-2</w:t>
      </w:r>
    </w:p>
    <w:p w:rsidR="00B65DC9" w:rsidRDefault="00B65DC9" w:rsidP="00B65DC9">
      <w:r>
        <w:t>811.7451</w:t>
      </w:r>
      <w:r>
        <w:tab/>
        <w:t>2.025e0</w:t>
      </w:r>
    </w:p>
    <w:p w:rsidR="00B65DC9" w:rsidRDefault="00B65DC9" w:rsidP="00B65DC9">
      <w:r>
        <w:t>811.7906</w:t>
      </w:r>
      <w:r>
        <w:tab/>
        <w:t>1.013e0</w:t>
      </w:r>
    </w:p>
    <w:p w:rsidR="00B65DC9" w:rsidRDefault="00B65DC9" w:rsidP="00B65DC9">
      <w:r>
        <w:t>811.8206</w:t>
      </w:r>
      <w:r>
        <w:tab/>
        <w:t>2.025e0</w:t>
      </w:r>
    </w:p>
    <w:p w:rsidR="00B65DC9" w:rsidRDefault="00B65DC9" w:rsidP="00B65DC9">
      <w:r>
        <w:t>811.9559</w:t>
      </w:r>
      <w:r>
        <w:tab/>
        <w:t>1.013e0</w:t>
      </w:r>
    </w:p>
    <w:p w:rsidR="00B65DC9" w:rsidRDefault="00B65DC9" w:rsidP="00B65DC9">
      <w:r>
        <w:t>811.9572</w:t>
      </w:r>
      <w:r>
        <w:tab/>
        <w:t>2.025e0</w:t>
      </w:r>
    </w:p>
    <w:p w:rsidR="00B65DC9" w:rsidRDefault="00B65DC9" w:rsidP="00B65DC9">
      <w:r>
        <w:t>812.0505</w:t>
      </w:r>
      <w:r>
        <w:tab/>
        <w:t>1.013e0</w:t>
      </w:r>
    </w:p>
    <w:p w:rsidR="00B65DC9" w:rsidRDefault="00B65DC9" w:rsidP="00B65DC9">
      <w:r>
        <w:t>812.1463</w:t>
      </w:r>
      <w:r>
        <w:tab/>
        <w:t>1.013e0</w:t>
      </w:r>
    </w:p>
    <w:p w:rsidR="00B65DC9" w:rsidRDefault="00B65DC9" w:rsidP="00B65DC9">
      <w:r>
        <w:t>812.1611</w:t>
      </w:r>
      <w:r>
        <w:tab/>
        <w:t>1.013e0</w:t>
      </w:r>
    </w:p>
    <w:p w:rsidR="00B65DC9" w:rsidRDefault="00B65DC9" w:rsidP="00B65DC9">
      <w:r>
        <w:t>812.2158</w:t>
      </w:r>
      <w:r>
        <w:tab/>
        <w:t>1.266e-2</w:t>
      </w:r>
    </w:p>
    <w:p w:rsidR="00B65DC9" w:rsidRDefault="00B65DC9" w:rsidP="00B65DC9">
      <w:r>
        <w:t>812.3004</w:t>
      </w:r>
      <w:r>
        <w:tab/>
        <w:t>2.025e0</w:t>
      </w:r>
    </w:p>
    <w:p w:rsidR="00B65DC9" w:rsidRDefault="00B65DC9" w:rsidP="00B65DC9">
      <w:r>
        <w:t>812.3242</w:t>
      </w:r>
      <w:r>
        <w:tab/>
        <w:t>1.266e-2</w:t>
      </w:r>
    </w:p>
    <w:p w:rsidR="00B65DC9" w:rsidRDefault="00B65DC9" w:rsidP="00B65DC9">
      <w:r>
        <w:t>812.3379</w:t>
      </w:r>
      <w:r>
        <w:tab/>
        <w:t>1.013e0</w:t>
      </w:r>
    </w:p>
    <w:p w:rsidR="00B65DC9" w:rsidRDefault="00B65DC9" w:rsidP="00B65DC9">
      <w:r>
        <w:t>812.4753</w:t>
      </w:r>
      <w:r>
        <w:tab/>
        <w:t>3.038e0</w:t>
      </w:r>
    </w:p>
    <w:p w:rsidR="00B65DC9" w:rsidRDefault="00B65DC9" w:rsidP="00B65DC9">
      <w:r>
        <w:t>812.4919</w:t>
      </w:r>
      <w:r>
        <w:tab/>
        <w:t>1.266e-2</w:t>
      </w:r>
    </w:p>
    <w:p w:rsidR="00B65DC9" w:rsidRDefault="00B65DC9" w:rsidP="00B65DC9">
      <w:r>
        <w:t>812.4953</w:t>
      </w:r>
      <w:r>
        <w:tab/>
        <w:t>2.532e-2</w:t>
      </w:r>
    </w:p>
    <w:p w:rsidR="00B65DC9" w:rsidRDefault="00B65DC9" w:rsidP="00B65DC9">
      <w:r>
        <w:t>812.5817</w:t>
      </w:r>
      <w:r>
        <w:tab/>
        <w:t>4.051e0</w:t>
      </w:r>
    </w:p>
    <w:p w:rsidR="00B65DC9" w:rsidRDefault="00B65DC9" w:rsidP="00B65DC9">
      <w:r>
        <w:t>812.5962</w:t>
      </w:r>
      <w:r>
        <w:tab/>
        <w:t>2.025e0</w:t>
      </w:r>
    </w:p>
    <w:p w:rsidR="00B65DC9" w:rsidRDefault="00B65DC9" w:rsidP="00B65DC9">
      <w:r>
        <w:t>812.6564</w:t>
      </w:r>
      <w:r>
        <w:tab/>
        <w:t>2.025e0</w:t>
      </w:r>
    </w:p>
    <w:p w:rsidR="00B65DC9" w:rsidRDefault="00B65DC9" w:rsidP="00B65DC9">
      <w:r>
        <w:lastRenderedPageBreak/>
        <w:t>812.6797</w:t>
      </w:r>
      <w:r>
        <w:tab/>
        <w:t>3.038e0</w:t>
      </w:r>
    </w:p>
    <w:p w:rsidR="00B65DC9" w:rsidRDefault="00B65DC9" w:rsidP="00B65DC9">
      <w:r>
        <w:t>812.7141</w:t>
      </w:r>
      <w:r>
        <w:tab/>
        <w:t>2.038e0</w:t>
      </w:r>
    </w:p>
    <w:p w:rsidR="00B65DC9" w:rsidRDefault="00B65DC9" w:rsidP="00B65DC9">
      <w:r>
        <w:t>812.8729</w:t>
      </w:r>
      <w:r>
        <w:tab/>
        <w:t>1.013e0</w:t>
      </w:r>
    </w:p>
    <w:p w:rsidR="00B65DC9" w:rsidRDefault="00B65DC9" w:rsidP="00B65DC9">
      <w:r>
        <w:t>812.9951</w:t>
      </w:r>
      <w:r>
        <w:tab/>
        <w:t>1.013e0</w:t>
      </w:r>
    </w:p>
    <w:p w:rsidR="00B65DC9" w:rsidRDefault="00B65DC9" w:rsidP="00B65DC9">
      <w:r>
        <w:t>813.0048</w:t>
      </w:r>
      <w:r>
        <w:tab/>
        <w:t>2.025e0</w:t>
      </w:r>
    </w:p>
    <w:p w:rsidR="00B65DC9" w:rsidRDefault="00B65DC9" w:rsidP="00B65DC9">
      <w:r>
        <w:t>813.0088</w:t>
      </w:r>
      <w:r>
        <w:tab/>
        <w:t>1.013e0</w:t>
      </w:r>
    </w:p>
    <w:p w:rsidR="00B65DC9" w:rsidRDefault="00B65DC9" w:rsidP="00B65DC9">
      <w:r>
        <w:t>813.0278</w:t>
      </w:r>
      <w:r>
        <w:tab/>
        <w:t>2.025e0</w:t>
      </w:r>
    </w:p>
    <w:p w:rsidR="00B65DC9" w:rsidRDefault="00B65DC9" w:rsidP="00B65DC9">
      <w:r>
        <w:t>813.0635</w:t>
      </w:r>
      <w:r>
        <w:tab/>
        <w:t>1.266e-2</w:t>
      </w:r>
    </w:p>
    <w:p w:rsidR="00B65DC9" w:rsidRDefault="00B65DC9" w:rsidP="00B65DC9">
      <w:r>
        <w:t>813.2711</w:t>
      </w:r>
      <w:r>
        <w:tab/>
        <w:t>1.013e0</w:t>
      </w:r>
    </w:p>
    <w:p w:rsidR="00B65DC9" w:rsidRDefault="00B65DC9" w:rsidP="00B65DC9">
      <w:r>
        <w:t>813.2897</w:t>
      </w:r>
      <w:r>
        <w:tab/>
        <w:t>1.013e0</w:t>
      </w:r>
    </w:p>
    <w:p w:rsidR="00B65DC9" w:rsidRDefault="00B65DC9" w:rsidP="00B65DC9">
      <w:r>
        <w:t>813.3736</w:t>
      </w:r>
      <w:r>
        <w:tab/>
        <w:t>1.013e0</w:t>
      </w:r>
    </w:p>
    <w:p w:rsidR="00B65DC9" w:rsidRDefault="00B65DC9" w:rsidP="00B65DC9">
      <w:r>
        <w:t>813.3787</w:t>
      </w:r>
      <w:r>
        <w:tab/>
        <w:t>1.013e0</w:t>
      </w:r>
    </w:p>
    <w:p w:rsidR="00B65DC9" w:rsidRDefault="00B65DC9" w:rsidP="00B65DC9">
      <w:r>
        <w:t>813.3921</w:t>
      </w:r>
      <w:r>
        <w:tab/>
        <w:t>2.038e0</w:t>
      </w:r>
    </w:p>
    <w:p w:rsidR="00B65DC9" w:rsidRDefault="00B65DC9" w:rsidP="00B65DC9">
      <w:r>
        <w:t>813.4371</w:t>
      </w:r>
      <w:r>
        <w:tab/>
        <w:t>2.025e0</w:t>
      </w:r>
    </w:p>
    <w:p w:rsidR="00B65DC9" w:rsidRDefault="00B65DC9" w:rsidP="00B65DC9">
      <w:r>
        <w:t>813.4661</w:t>
      </w:r>
      <w:r>
        <w:tab/>
        <w:t>2.025e0</w:t>
      </w:r>
    </w:p>
    <w:p w:rsidR="00B65DC9" w:rsidRDefault="00B65DC9" w:rsidP="00B65DC9">
      <w:r>
        <w:t>813.5031</w:t>
      </w:r>
      <w:r>
        <w:tab/>
        <w:t>1.013e0</w:t>
      </w:r>
    </w:p>
    <w:p w:rsidR="00B65DC9" w:rsidRDefault="00B65DC9" w:rsidP="00B65DC9">
      <w:r>
        <w:t>813.5226</w:t>
      </w:r>
      <w:r>
        <w:tab/>
        <w:t>5.063e0</w:t>
      </w:r>
    </w:p>
    <w:p w:rsidR="00B65DC9" w:rsidRDefault="00B65DC9" w:rsidP="00B65DC9">
      <w:r>
        <w:t>813.5269</w:t>
      </w:r>
      <w:r>
        <w:tab/>
        <w:t>3.038e0</w:t>
      </w:r>
    </w:p>
    <w:p w:rsidR="00B65DC9" w:rsidRDefault="00B65DC9" w:rsidP="00B65DC9">
      <w:r>
        <w:t>813.6528</w:t>
      </w:r>
      <w:r>
        <w:tab/>
        <w:t>1.266e-2</w:t>
      </w:r>
    </w:p>
    <w:p w:rsidR="00B65DC9" w:rsidRDefault="00B65DC9" w:rsidP="00B65DC9">
      <w:r>
        <w:lastRenderedPageBreak/>
        <w:t>813.6664</w:t>
      </w:r>
      <w:r>
        <w:tab/>
        <w:t>1.013e0</w:t>
      </w:r>
    </w:p>
    <w:p w:rsidR="00B65DC9" w:rsidRDefault="00B65DC9" w:rsidP="00B65DC9">
      <w:r>
        <w:t>813.8492</w:t>
      </w:r>
      <w:r>
        <w:tab/>
        <w:t>1.013e0</w:t>
      </w:r>
    </w:p>
    <w:p w:rsidR="00B65DC9" w:rsidRDefault="00B65DC9" w:rsidP="00B65DC9">
      <w:r>
        <w:t>813.9158</w:t>
      </w:r>
      <w:r>
        <w:tab/>
        <w:t>1.013e0</w:t>
      </w:r>
    </w:p>
    <w:p w:rsidR="00B65DC9" w:rsidRDefault="00B65DC9" w:rsidP="00B65DC9">
      <w:r>
        <w:t>813.9169</w:t>
      </w:r>
      <w:r>
        <w:tab/>
        <w:t>1.013e0</w:t>
      </w:r>
    </w:p>
    <w:p w:rsidR="00B65DC9" w:rsidRDefault="00B65DC9" w:rsidP="00B65DC9">
      <w:r>
        <w:t>813.9835</w:t>
      </w:r>
      <w:r>
        <w:tab/>
        <w:t>1.013e0</w:t>
      </w:r>
    </w:p>
    <w:p w:rsidR="00B65DC9" w:rsidRDefault="00B65DC9" w:rsidP="00B65DC9">
      <w:r>
        <w:t>814.0776</w:t>
      </w:r>
      <w:r>
        <w:tab/>
        <w:t>3.038e0</w:t>
      </w:r>
    </w:p>
    <w:p w:rsidR="00B65DC9" w:rsidRDefault="00B65DC9" w:rsidP="00B65DC9">
      <w:r>
        <w:t>814.1037</w:t>
      </w:r>
      <w:r>
        <w:tab/>
        <w:t>1.013e0</w:t>
      </w:r>
    </w:p>
    <w:p w:rsidR="00B65DC9" w:rsidRDefault="00B65DC9" w:rsidP="00B65DC9">
      <w:r>
        <w:t>814.1601</w:t>
      </w:r>
      <w:r>
        <w:tab/>
        <w:t>1.266e-2</w:t>
      </w:r>
    </w:p>
    <w:p w:rsidR="00B65DC9" w:rsidRDefault="00B65DC9" w:rsidP="00B65DC9">
      <w:r>
        <w:t>814.1611</w:t>
      </w:r>
      <w:r>
        <w:tab/>
        <w:t>1.013e0</w:t>
      </w:r>
    </w:p>
    <w:p w:rsidR="00B65DC9" w:rsidRDefault="00B65DC9" w:rsidP="00B65DC9">
      <w:r>
        <w:t>814.2561</w:t>
      </w:r>
      <w:r>
        <w:tab/>
        <w:t>1.013e0</w:t>
      </w:r>
    </w:p>
    <w:p w:rsidR="00B65DC9" w:rsidRDefault="00B65DC9" w:rsidP="00B65DC9">
      <w:r>
        <w:t>814.2972</w:t>
      </w:r>
      <w:r>
        <w:tab/>
        <w:t>1.013e0</w:t>
      </w:r>
    </w:p>
    <w:p w:rsidR="00B65DC9" w:rsidRDefault="00B65DC9" w:rsidP="00B65DC9">
      <w:r>
        <w:t>814.3120</w:t>
      </w:r>
      <w:r>
        <w:tab/>
        <w:t>1.013e0</w:t>
      </w:r>
    </w:p>
    <w:p w:rsidR="00B65DC9" w:rsidRDefault="00B65DC9" w:rsidP="00B65DC9">
      <w:r>
        <w:t>814.3521</w:t>
      </w:r>
      <w:r>
        <w:tab/>
        <w:t>1.013e0</w:t>
      </w:r>
    </w:p>
    <w:p w:rsidR="00B65DC9" w:rsidRDefault="00B65DC9" w:rsidP="00B65DC9">
      <w:r>
        <w:t>814.3572</w:t>
      </w:r>
      <w:r>
        <w:tab/>
        <w:t>1.013e0</w:t>
      </w:r>
    </w:p>
    <w:p w:rsidR="00B65DC9" w:rsidRDefault="00B65DC9" w:rsidP="00B65DC9">
      <w:r>
        <w:t>814.4150</w:t>
      </w:r>
      <w:r>
        <w:tab/>
        <w:t>2.025e0</w:t>
      </w:r>
    </w:p>
    <w:p w:rsidR="00B65DC9" w:rsidRDefault="00B65DC9" w:rsidP="00B65DC9">
      <w:r>
        <w:t>814.4301</w:t>
      </w:r>
      <w:r>
        <w:tab/>
        <w:t>2.025e0</w:t>
      </w:r>
    </w:p>
    <w:p w:rsidR="00B65DC9" w:rsidRDefault="00B65DC9" w:rsidP="00B65DC9">
      <w:r>
        <w:t>814.4619</w:t>
      </w:r>
      <w:r>
        <w:tab/>
        <w:t>3.038e0</w:t>
      </w:r>
    </w:p>
    <w:p w:rsidR="00B65DC9" w:rsidRDefault="00B65DC9" w:rsidP="00B65DC9">
      <w:r>
        <w:t>814.4893</w:t>
      </w:r>
      <w:r>
        <w:tab/>
        <w:t>1.013e0</w:t>
      </w:r>
    </w:p>
    <w:p w:rsidR="00B65DC9" w:rsidRDefault="00B65DC9" w:rsidP="00B65DC9">
      <w:r>
        <w:t>814.5442</w:t>
      </w:r>
      <w:r>
        <w:tab/>
        <w:t>1.013e0</w:t>
      </w:r>
    </w:p>
    <w:p w:rsidR="00B65DC9" w:rsidRDefault="00B65DC9" w:rsidP="00B65DC9">
      <w:r>
        <w:lastRenderedPageBreak/>
        <w:t>814.5652</w:t>
      </w:r>
      <w:r>
        <w:tab/>
        <w:t>3.038e0</w:t>
      </w:r>
    </w:p>
    <w:p w:rsidR="00B65DC9" w:rsidRDefault="00B65DC9" w:rsidP="00B65DC9">
      <w:r>
        <w:t>814.6128</w:t>
      </w:r>
      <w:r>
        <w:tab/>
        <w:t>1.013e0</w:t>
      </w:r>
    </w:p>
    <w:p w:rsidR="00B65DC9" w:rsidRDefault="00B65DC9" w:rsidP="00B65DC9">
      <w:r>
        <w:t>814.6539</w:t>
      </w:r>
      <w:r>
        <w:tab/>
        <w:t>1.013e0</w:t>
      </w:r>
    </w:p>
    <w:p w:rsidR="00B65DC9" w:rsidRDefault="00B65DC9" w:rsidP="00B65DC9">
      <w:r>
        <w:t>814.7500</w:t>
      </w:r>
      <w:r>
        <w:tab/>
        <w:t>1.013e0</w:t>
      </w:r>
    </w:p>
    <w:p w:rsidR="00B65DC9" w:rsidRDefault="00B65DC9" w:rsidP="00B65DC9">
      <w:r>
        <w:t>814.7648</w:t>
      </w:r>
      <w:r>
        <w:tab/>
        <w:t>1.266e-2</w:t>
      </w:r>
    </w:p>
    <w:p w:rsidR="00B65DC9" w:rsidRDefault="00B65DC9" w:rsidP="00B65DC9">
      <w:r>
        <w:t>814.8080</w:t>
      </w:r>
      <w:r>
        <w:tab/>
        <w:t>2.025e0</w:t>
      </w:r>
    </w:p>
    <w:p w:rsidR="00B65DC9" w:rsidRDefault="00B65DC9" w:rsidP="00B65DC9">
      <w:r>
        <w:t>814.9147</w:t>
      </w:r>
      <w:r>
        <w:tab/>
        <w:t>1.025e0</w:t>
      </w:r>
    </w:p>
    <w:p w:rsidR="00B65DC9" w:rsidRDefault="00B65DC9" w:rsidP="00B65DC9">
      <w:r>
        <w:t>814.9164</w:t>
      </w:r>
      <w:r>
        <w:tab/>
        <w:t>1.013e0</w:t>
      </w:r>
    </w:p>
    <w:p w:rsidR="00B65DC9" w:rsidRDefault="00B65DC9" w:rsidP="00B65DC9">
      <w:r>
        <w:t>814.9422</w:t>
      </w:r>
      <w:r>
        <w:tab/>
        <w:t>1.013e0</w:t>
      </w:r>
    </w:p>
    <w:p w:rsidR="00B65DC9" w:rsidRDefault="00B65DC9" w:rsidP="00B65DC9">
      <w:r>
        <w:t>815.0189</w:t>
      </w:r>
      <w:r>
        <w:tab/>
        <w:t>1.013e0</w:t>
      </w:r>
    </w:p>
    <w:p w:rsidR="00B65DC9" w:rsidRDefault="00B65DC9" w:rsidP="00B65DC9">
      <w:r>
        <w:t>815.0520</w:t>
      </w:r>
      <w:r>
        <w:tab/>
        <w:t>1.266e-2</w:t>
      </w:r>
    </w:p>
    <w:p w:rsidR="00B65DC9" w:rsidRDefault="00B65DC9" w:rsidP="00B65DC9">
      <w:r>
        <w:t>815.1123</w:t>
      </w:r>
      <w:r>
        <w:tab/>
        <w:t>5.063e0</w:t>
      </w:r>
    </w:p>
    <w:p w:rsidR="00B65DC9" w:rsidRDefault="00B65DC9" w:rsidP="00B65DC9">
      <w:r>
        <w:t>815.1804</w:t>
      </w:r>
      <w:r>
        <w:tab/>
        <w:t>2.025e0</w:t>
      </w:r>
    </w:p>
    <w:p w:rsidR="00B65DC9" w:rsidRDefault="00B65DC9" w:rsidP="00B65DC9">
      <w:r>
        <w:t>815.3107</w:t>
      </w:r>
      <w:r>
        <w:tab/>
        <w:t>2.025e0</w:t>
      </w:r>
    </w:p>
    <w:p w:rsidR="00B65DC9" w:rsidRDefault="00B65DC9" w:rsidP="00B65DC9">
      <w:r>
        <w:t>815.3757</w:t>
      </w:r>
      <w:r>
        <w:tab/>
        <w:t>3.051e0</w:t>
      </w:r>
    </w:p>
    <w:p w:rsidR="00B65DC9" w:rsidRDefault="00B65DC9" w:rsidP="00B65DC9">
      <w:r>
        <w:t>815.3984</w:t>
      </w:r>
      <w:r>
        <w:tab/>
        <w:t>4.051e0</w:t>
      </w:r>
    </w:p>
    <w:p w:rsidR="00B65DC9" w:rsidRDefault="00B65DC9" w:rsidP="00B65DC9">
      <w:r>
        <w:t>815.4091</w:t>
      </w:r>
      <w:r>
        <w:tab/>
        <w:t>1.013e0</w:t>
      </w:r>
    </w:p>
    <w:p w:rsidR="00B65DC9" w:rsidRDefault="00B65DC9" w:rsidP="00B65DC9">
      <w:r>
        <w:t>815.4601</w:t>
      </w:r>
      <w:r>
        <w:tab/>
        <w:t>1.266e-2</w:t>
      </w:r>
    </w:p>
    <w:p w:rsidR="00B65DC9" w:rsidRDefault="00B65DC9" w:rsidP="00B65DC9">
      <w:r>
        <w:t>815.4640</w:t>
      </w:r>
      <w:r>
        <w:tab/>
        <w:t>1.266e-2</w:t>
      </w:r>
    </w:p>
    <w:p w:rsidR="00B65DC9" w:rsidRDefault="00B65DC9" w:rsidP="00B65DC9">
      <w:r>
        <w:lastRenderedPageBreak/>
        <w:t>815.5052</w:t>
      </w:r>
      <w:r>
        <w:tab/>
        <w:t>3.038e0</w:t>
      </w:r>
    </w:p>
    <w:p w:rsidR="00B65DC9" w:rsidRDefault="00B65DC9" w:rsidP="00B65DC9">
      <w:r>
        <w:t>815.6140</w:t>
      </w:r>
      <w:r>
        <w:tab/>
        <w:t>3.798e-2</w:t>
      </w:r>
    </w:p>
    <w:p w:rsidR="00B65DC9" w:rsidRDefault="00B65DC9" w:rsidP="00B65DC9">
      <w:r>
        <w:t>815.6445</w:t>
      </w:r>
      <w:r>
        <w:tab/>
        <w:t>1.025e0</w:t>
      </w:r>
    </w:p>
    <w:p w:rsidR="00B65DC9" w:rsidRDefault="00B65DC9" w:rsidP="00B65DC9">
      <w:r>
        <w:t>815.7137</w:t>
      </w:r>
      <w:r>
        <w:tab/>
        <w:t>1.013e0</w:t>
      </w:r>
    </w:p>
    <w:p w:rsidR="00B65DC9" w:rsidRDefault="00B65DC9" w:rsidP="00B65DC9">
      <w:r>
        <w:t>815.7250</w:t>
      </w:r>
      <w:r>
        <w:tab/>
        <w:t>1.013e0</w:t>
      </w:r>
    </w:p>
    <w:p w:rsidR="00B65DC9" w:rsidRDefault="00B65DC9" w:rsidP="00B65DC9">
      <w:r>
        <w:t>815.7312</w:t>
      </w:r>
      <w:r>
        <w:tab/>
        <w:t>2.025e0</w:t>
      </w:r>
    </w:p>
    <w:p w:rsidR="00B65DC9" w:rsidRDefault="00B65DC9" w:rsidP="00B65DC9">
      <w:r>
        <w:t>815.7398</w:t>
      </w:r>
      <w:r>
        <w:tab/>
        <w:t>1.266e-2</w:t>
      </w:r>
    </w:p>
    <w:p w:rsidR="00B65DC9" w:rsidRDefault="00B65DC9" w:rsidP="00B65DC9">
      <w:r>
        <w:t>815.8339</w:t>
      </w:r>
      <w:r>
        <w:tab/>
        <w:t>1.013e0</w:t>
      </w:r>
    </w:p>
    <w:p w:rsidR="00B65DC9" w:rsidRDefault="00B65DC9" w:rsidP="00B65DC9">
      <w:r>
        <w:t>815.8428</w:t>
      </w:r>
      <w:r>
        <w:tab/>
        <w:t>2.025e0</w:t>
      </w:r>
    </w:p>
    <w:p w:rsidR="00B65DC9" w:rsidRDefault="00B65DC9" w:rsidP="00B65DC9">
      <w:r>
        <w:t>815.8762</w:t>
      </w:r>
      <w:r>
        <w:tab/>
        <w:t>1.013e0</w:t>
      </w:r>
    </w:p>
    <w:p w:rsidR="00B65DC9" w:rsidRDefault="00B65DC9" w:rsidP="00B65DC9">
      <w:r>
        <w:t>815.9691</w:t>
      </w:r>
      <w:r>
        <w:tab/>
        <w:t>1.266e-2</w:t>
      </w:r>
    </w:p>
    <w:p w:rsidR="00B65DC9" w:rsidRDefault="00B65DC9" w:rsidP="00B65DC9">
      <w:r>
        <w:t>816.0031</w:t>
      </w:r>
      <w:r>
        <w:tab/>
        <w:t>1.266e-2</w:t>
      </w:r>
    </w:p>
    <w:p w:rsidR="00B65DC9" w:rsidRDefault="00B65DC9" w:rsidP="00B65DC9">
      <w:r>
        <w:t>816.0407</w:t>
      </w:r>
      <w:r>
        <w:tab/>
        <w:t>2.025e0</w:t>
      </w:r>
    </w:p>
    <w:p w:rsidR="00B65DC9" w:rsidRDefault="00B65DC9" w:rsidP="00B65DC9">
      <w:r>
        <w:t>816.0884</w:t>
      </w:r>
      <w:r>
        <w:tab/>
        <w:t>1.266e-2</w:t>
      </w:r>
    </w:p>
    <w:p w:rsidR="00B65DC9" w:rsidRDefault="00B65DC9" w:rsidP="00B65DC9">
      <w:r>
        <w:t>816.1923</w:t>
      </w:r>
      <w:r>
        <w:tab/>
        <w:t>1.013e0</w:t>
      </w:r>
    </w:p>
    <w:p w:rsidR="00B65DC9" w:rsidRDefault="00B65DC9" w:rsidP="00B65DC9">
      <w:r>
        <w:t>816.2759</w:t>
      </w:r>
      <w:r>
        <w:tab/>
        <w:t>2.025e0</w:t>
      </w:r>
    </w:p>
    <w:p w:rsidR="00B65DC9" w:rsidRDefault="00B65DC9" w:rsidP="00B65DC9">
      <w:r>
        <w:t>816.4606</w:t>
      </w:r>
      <w:r>
        <w:tab/>
        <w:t>1.013e0</w:t>
      </w:r>
    </w:p>
    <w:p w:rsidR="00B65DC9" w:rsidRDefault="00B65DC9" w:rsidP="00B65DC9">
      <w:r>
        <w:t>816.5012</w:t>
      </w:r>
      <w:r>
        <w:tab/>
        <w:t>4.051e0</w:t>
      </w:r>
    </w:p>
    <w:p w:rsidR="00B65DC9" w:rsidRDefault="00B65DC9" w:rsidP="00B65DC9">
      <w:r>
        <w:t>816.5036</w:t>
      </w:r>
      <w:r>
        <w:tab/>
        <w:t>2.025e0</w:t>
      </w:r>
    </w:p>
    <w:p w:rsidR="00B65DC9" w:rsidRDefault="00B65DC9" w:rsidP="00B65DC9">
      <w:r>
        <w:lastRenderedPageBreak/>
        <w:t>816.5133</w:t>
      </w:r>
      <w:r>
        <w:tab/>
        <w:t>3.038e0</w:t>
      </w:r>
    </w:p>
    <w:p w:rsidR="00B65DC9" w:rsidRDefault="00B65DC9" w:rsidP="00B65DC9">
      <w:r>
        <w:t>816.5283</w:t>
      </w:r>
      <w:r>
        <w:tab/>
        <w:t>1.266e-2</w:t>
      </w:r>
    </w:p>
    <w:p w:rsidR="00B65DC9" w:rsidRDefault="00B65DC9" w:rsidP="00B65DC9">
      <w:r>
        <w:t>816.5794</w:t>
      </w:r>
      <w:r>
        <w:tab/>
        <w:t>1.013e0</w:t>
      </w:r>
    </w:p>
    <w:p w:rsidR="00B65DC9" w:rsidRDefault="00B65DC9" w:rsidP="00B65DC9">
      <w:r>
        <w:t>816.6133</w:t>
      </w:r>
      <w:r>
        <w:tab/>
        <w:t>1.013e0</w:t>
      </w:r>
    </w:p>
    <w:p w:rsidR="00B65DC9" w:rsidRDefault="00B65DC9" w:rsidP="00B65DC9">
      <w:r>
        <w:t>816.6638</w:t>
      </w:r>
      <w:r>
        <w:tab/>
        <w:t>1.013e0</w:t>
      </w:r>
    </w:p>
    <w:p w:rsidR="00B65DC9" w:rsidRDefault="00B65DC9" w:rsidP="00B65DC9">
      <w:r>
        <w:t>816.6985</w:t>
      </w:r>
      <w:r>
        <w:tab/>
        <w:t>1.013e0</w:t>
      </w:r>
    </w:p>
    <w:p w:rsidR="00B65DC9" w:rsidRDefault="00B65DC9" w:rsidP="00B65DC9">
      <w:r>
        <w:t>816.7435</w:t>
      </w:r>
      <w:r>
        <w:tab/>
        <w:t>1.013e0</w:t>
      </w:r>
    </w:p>
    <w:p w:rsidR="00B65DC9" w:rsidRDefault="00B65DC9" w:rsidP="00B65DC9">
      <w:r>
        <w:t>816.8524</w:t>
      </w:r>
      <w:r>
        <w:tab/>
        <w:t>1.266e-2</w:t>
      </w:r>
    </w:p>
    <w:p w:rsidR="00B65DC9" w:rsidRDefault="00B65DC9" w:rsidP="00B65DC9">
      <w:r>
        <w:t>816.9350</w:t>
      </w:r>
      <w:r>
        <w:tab/>
        <w:t>1.013e0</w:t>
      </w:r>
    </w:p>
    <w:p w:rsidR="00B65DC9" w:rsidRDefault="00B65DC9" w:rsidP="00B65DC9">
      <w:r>
        <w:t>816.9454</w:t>
      </w:r>
      <w:r>
        <w:tab/>
        <w:t>3.038e0</w:t>
      </w:r>
    </w:p>
    <w:p w:rsidR="00B65DC9" w:rsidRDefault="00B65DC9" w:rsidP="00B65DC9">
      <w:r>
        <w:t>816.9774</w:t>
      </w:r>
      <w:r>
        <w:tab/>
        <w:t>1.013e0</w:t>
      </w:r>
    </w:p>
    <w:p w:rsidR="00B65DC9" w:rsidRDefault="00B65DC9" w:rsidP="00B65DC9">
      <w:r>
        <w:t>817.0588</w:t>
      </w:r>
      <w:r>
        <w:tab/>
        <w:t>1.013e0</w:t>
      </w:r>
    </w:p>
    <w:p w:rsidR="00B65DC9" w:rsidRDefault="00B65DC9" w:rsidP="00B65DC9">
      <w:r>
        <w:t>817.1070</w:t>
      </w:r>
      <w:r>
        <w:tab/>
        <w:t>2.025e0</w:t>
      </w:r>
    </w:p>
    <w:p w:rsidR="00B65DC9" w:rsidRDefault="00B65DC9" w:rsidP="00B65DC9">
      <w:r>
        <w:t>817.1139</w:t>
      </w:r>
      <w:r>
        <w:tab/>
        <w:t>1.013e0</w:t>
      </w:r>
    </w:p>
    <w:p w:rsidR="00B65DC9" w:rsidRDefault="00B65DC9" w:rsidP="00B65DC9">
      <w:r>
        <w:t>817.1938</w:t>
      </w:r>
      <w:r>
        <w:tab/>
        <w:t>2.025e0</w:t>
      </w:r>
    </w:p>
    <w:p w:rsidR="00B65DC9" w:rsidRDefault="00B65DC9" w:rsidP="00B65DC9">
      <w:r>
        <w:t>817.1965</w:t>
      </w:r>
      <w:r>
        <w:tab/>
        <w:t>1.013e0</w:t>
      </w:r>
    </w:p>
    <w:p w:rsidR="00B65DC9" w:rsidRDefault="00B65DC9" w:rsidP="00B65DC9">
      <w:r>
        <w:t>817.2476</w:t>
      </w:r>
      <w:r>
        <w:tab/>
        <w:t>2.025e0</w:t>
      </w:r>
    </w:p>
    <w:p w:rsidR="00B65DC9" w:rsidRDefault="00B65DC9" w:rsidP="00B65DC9">
      <w:r>
        <w:t>817.3076</w:t>
      </w:r>
      <w:r>
        <w:tab/>
        <w:t>1.013e0</w:t>
      </w:r>
    </w:p>
    <w:p w:rsidR="00B65DC9" w:rsidRDefault="00B65DC9" w:rsidP="00B65DC9">
      <w:r>
        <w:t>817.3511</w:t>
      </w:r>
      <w:r>
        <w:tab/>
        <w:t>2.025e0</w:t>
      </w:r>
    </w:p>
    <w:p w:rsidR="00B65DC9" w:rsidRDefault="00B65DC9" w:rsidP="00B65DC9">
      <w:r>
        <w:lastRenderedPageBreak/>
        <w:t>817.3851</w:t>
      </w:r>
      <w:r>
        <w:tab/>
        <w:t>3.038e0</w:t>
      </w:r>
    </w:p>
    <w:p w:rsidR="00B65DC9" w:rsidRDefault="00B65DC9" w:rsidP="00B65DC9">
      <w:r>
        <w:t>817.3941</w:t>
      </w:r>
      <w:r>
        <w:tab/>
        <w:t>1.013e0</w:t>
      </w:r>
    </w:p>
    <w:p w:rsidR="00B65DC9" w:rsidRDefault="00B65DC9" w:rsidP="00B65DC9">
      <w:r>
        <w:t>817.5417</w:t>
      </w:r>
      <w:r>
        <w:tab/>
        <w:t>1.013e0</w:t>
      </w:r>
    </w:p>
    <w:p w:rsidR="00B65DC9" w:rsidRDefault="00B65DC9" w:rsidP="00B65DC9">
      <w:r>
        <w:t>817.6509</w:t>
      </w:r>
      <w:r>
        <w:tab/>
        <w:t>2.025e0</w:t>
      </w:r>
    </w:p>
    <w:p w:rsidR="00B65DC9" w:rsidRDefault="00B65DC9" w:rsidP="00B65DC9">
      <w:r>
        <w:t>817.6792</w:t>
      </w:r>
      <w:r>
        <w:tab/>
        <w:t>4.051e0</w:t>
      </w:r>
    </w:p>
    <w:p w:rsidR="00B65DC9" w:rsidRDefault="00B65DC9" w:rsidP="00B65DC9">
      <w:r>
        <w:t>817.7059</w:t>
      </w:r>
      <w:r>
        <w:tab/>
        <w:t>1.013e0</w:t>
      </w:r>
    </w:p>
    <w:p w:rsidR="00B65DC9" w:rsidRDefault="00B65DC9" w:rsidP="00B65DC9">
      <w:r>
        <w:t>817.7610</w:t>
      </w:r>
      <w:r>
        <w:tab/>
        <w:t>1.013e0</w:t>
      </w:r>
    </w:p>
    <w:p w:rsidR="00B65DC9" w:rsidRDefault="00B65DC9" w:rsidP="00B65DC9">
      <w:r>
        <w:t>817.8156</w:t>
      </w:r>
      <w:r>
        <w:tab/>
        <w:t>2.025e0</w:t>
      </w:r>
    </w:p>
    <w:p w:rsidR="00B65DC9" w:rsidRDefault="00B65DC9" w:rsidP="00B65DC9">
      <w:r>
        <w:t>817.8574</w:t>
      </w:r>
      <w:r>
        <w:tab/>
        <w:t>2.025e0</w:t>
      </w:r>
    </w:p>
    <w:p w:rsidR="00B65DC9" w:rsidRDefault="00B65DC9" w:rsidP="00B65DC9">
      <w:r>
        <w:t>817.8873</w:t>
      </w:r>
      <w:r>
        <w:tab/>
        <w:t>2.025e0</w:t>
      </w:r>
    </w:p>
    <w:p w:rsidR="00B65DC9" w:rsidRDefault="00B65DC9" w:rsidP="00B65DC9">
      <w:r>
        <w:t>817.9016</w:t>
      </w:r>
      <w:r>
        <w:tab/>
        <w:t>1.013e0</w:t>
      </w:r>
    </w:p>
    <w:p w:rsidR="00B65DC9" w:rsidRDefault="00B65DC9" w:rsidP="00B65DC9">
      <w:r>
        <w:t>817.9691</w:t>
      </w:r>
      <w:r>
        <w:tab/>
        <w:t>1.013e0</w:t>
      </w:r>
    </w:p>
    <w:p w:rsidR="00B65DC9" w:rsidRDefault="00B65DC9" w:rsidP="00B65DC9">
      <w:r>
        <w:t>818.1478</w:t>
      </w:r>
      <w:r>
        <w:tab/>
        <w:t>1.013e0</w:t>
      </w:r>
    </w:p>
    <w:p w:rsidR="00B65DC9" w:rsidRDefault="00B65DC9" w:rsidP="00B65DC9">
      <w:r>
        <w:t>818.2294</w:t>
      </w:r>
      <w:r>
        <w:tab/>
        <w:t>1.013e0</w:t>
      </w:r>
    </w:p>
    <w:p w:rsidR="00B65DC9" w:rsidRDefault="00B65DC9" w:rsidP="00B65DC9">
      <w:r>
        <w:t>818.4033</w:t>
      </w:r>
      <w:r>
        <w:tab/>
        <w:t>2.025e0</w:t>
      </w:r>
    </w:p>
    <w:p w:rsidR="00B65DC9" w:rsidRDefault="00B65DC9" w:rsidP="00B65DC9">
      <w:r>
        <w:t>818.4626</w:t>
      </w:r>
      <w:r>
        <w:tab/>
        <w:t>1.013e0</w:t>
      </w:r>
    </w:p>
    <w:p w:rsidR="00B65DC9" w:rsidRDefault="00B65DC9" w:rsidP="00B65DC9">
      <w:r>
        <w:t>818.4785</w:t>
      </w:r>
      <w:r>
        <w:tab/>
        <w:t>1.013e0</w:t>
      </w:r>
    </w:p>
    <w:p w:rsidR="00B65DC9" w:rsidRDefault="00B65DC9" w:rsidP="00B65DC9">
      <w:r>
        <w:t>818.5739</w:t>
      </w:r>
      <w:r>
        <w:tab/>
        <w:t>1.013e0</w:t>
      </w:r>
    </w:p>
    <w:p w:rsidR="00B65DC9" w:rsidRDefault="00B65DC9" w:rsidP="00B65DC9">
      <w:r>
        <w:t>818.6015</w:t>
      </w:r>
      <w:r>
        <w:tab/>
        <w:t>1.013e0</w:t>
      </w:r>
    </w:p>
    <w:p w:rsidR="00B65DC9" w:rsidRDefault="00B65DC9" w:rsidP="00B65DC9">
      <w:r>
        <w:lastRenderedPageBreak/>
        <w:t>818.6705</w:t>
      </w:r>
      <w:r>
        <w:tab/>
        <w:t>1.266e-2</w:t>
      </w:r>
    </w:p>
    <w:p w:rsidR="00B65DC9" w:rsidRDefault="00B65DC9" w:rsidP="00B65DC9">
      <w:r>
        <w:t>818.7670</w:t>
      </w:r>
      <w:r>
        <w:tab/>
        <w:t>1.013e0</w:t>
      </w:r>
    </w:p>
    <w:p w:rsidR="00B65DC9" w:rsidRDefault="00B65DC9" w:rsidP="00B65DC9">
      <w:r>
        <w:t>818.8359</w:t>
      </w:r>
      <w:r>
        <w:tab/>
        <w:t>1.266e-2</w:t>
      </w:r>
    </w:p>
    <w:p w:rsidR="00B65DC9" w:rsidRDefault="00B65DC9" w:rsidP="00B65DC9">
      <w:r>
        <w:t>818.8685</w:t>
      </w:r>
      <w:r>
        <w:tab/>
        <w:t>2.025e0</w:t>
      </w:r>
    </w:p>
    <w:p w:rsidR="00B65DC9" w:rsidRDefault="00B65DC9" w:rsidP="00B65DC9">
      <w:r>
        <w:t>819.0014</w:t>
      </w:r>
      <w:r>
        <w:tab/>
        <w:t>1.013e0</w:t>
      </w:r>
    </w:p>
    <w:p w:rsidR="00B65DC9" w:rsidRDefault="00B65DC9" w:rsidP="00B65DC9">
      <w:r>
        <w:t>819.1072</w:t>
      </w:r>
      <w:r>
        <w:tab/>
        <w:t>1.266e-2</w:t>
      </w:r>
    </w:p>
    <w:p w:rsidR="00B65DC9" w:rsidRDefault="00B65DC9" w:rsidP="00B65DC9">
      <w:r>
        <w:t>819.2221</w:t>
      </w:r>
      <w:r>
        <w:tab/>
        <w:t>1.013e0</w:t>
      </w:r>
    </w:p>
    <w:p w:rsidR="00B65DC9" w:rsidRDefault="00B65DC9" w:rsidP="00B65DC9">
      <w:r>
        <w:t>819.2697</w:t>
      </w:r>
      <w:r>
        <w:tab/>
        <w:t>2.025e0</w:t>
      </w:r>
    </w:p>
    <w:p w:rsidR="00B65DC9" w:rsidRDefault="00B65DC9" w:rsidP="00B65DC9">
      <w:r>
        <w:t>819.3049</w:t>
      </w:r>
      <w:r>
        <w:tab/>
        <w:t>1.013e0</w:t>
      </w:r>
    </w:p>
    <w:p w:rsidR="00B65DC9" w:rsidRDefault="00B65DC9" w:rsidP="00B65DC9">
      <w:r>
        <w:t>819.3298</w:t>
      </w:r>
      <w:r>
        <w:tab/>
        <w:t>3.038e0</w:t>
      </w:r>
    </w:p>
    <w:p w:rsidR="00B65DC9" w:rsidRDefault="00B65DC9" w:rsidP="00B65DC9">
      <w:r>
        <w:t>819.3761</w:t>
      </w:r>
      <w:r>
        <w:tab/>
        <w:t>3.038e0</w:t>
      </w:r>
    </w:p>
    <w:p w:rsidR="00B65DC9" w:rsidRDefault="00B65DC9" w:rsidP="00B65DC9">
      <w:r>
        <w:t>819.3943</w:t>
      </w:r>
      <w:r>
        <w:tab/>
        <w:t>1.013e0</w:t>
      </w:r>
    </w:p>
    <w:p w:rsidR="00B65DC9" w:rsidRDefault="00B65DC9" w:rsidP="00B65DC9">
      <w:r>
        <w:t>819.4443</w:t>
      </w:r>
      <w:r>
        <w:tab/>
        <w:t>1.266e-2</w:t>
      </w:r>
    </w:p>
    <w:p w:rsidR="00B65DC9" w:rsidRDefault="00B65DC9" w:rsidP="00B65DC9">
      <w:r>
        <w:t>819.4958</w:t>
      </w:r>
      <w:r>
        <w:tab/>
        <w:t>2.025e0</w:t>
      </w:r>
    </w:p>
    <w:p w:rsidR="00B65DC9" w:rsidRDefault="00B65DC9" w:rsidP="00B65DC9">
      <w:r>
        <w:t>819.5317</w:t>
      </w:r>
      <w:r>
        <w:tab/>
        <w:t>3.038e0</w:t>
      </w:r>
    </w:p>
    <w:p w:rsidR="00B65DC9" w:rsidRDefault="00B65DC9" w:rsidP="00B65DC9">
      <w:r>
        <w:t>819.5480</w:t>
      </w:r>
      <w:r>
        <w:tab/>
        <w:t>1.013e0</w:t>
      </w:r>
    </w:p>
    <w:p w:rsidR="00B65DC9" w:rsidRDefault="00B65DC9" w:rsidP="00B65DC9">
      <w:r>
        <w:t>819.5778</w:t>
      </w:r>
      <w:r>
        <w:tab/>
        <w:t>4.051e0</w:t>
      </w:r>
    </w:p>
    <w:p w:rsidR="00B65DC9" w:rsidRDefault="00B65DC9" w:rsidP="00B65DC9">
      <w:r>
        <w:t>819.6032</w:t>
      </w:r>
      <w:r>
        <w:tab/>
        <w:t>2.025e0</w:t>
      </w:r>
    </w:p>
    <w:p w:rsidR="00B65DC9" w:rsidRDefault="00B65DC9" w:rsidP="00B65DC9">
      <w:r>
        <w:t>819.6423</w:t>
      </w:r>
      <w:r>
        <w:tab/>
        <w:t>2.025e0</w:t>
      </w:r>
    </w:p>
    <w:p w:rsidR="00B65DC9" w:rsidRDefault="00B65DC9" w:rsidP="00B65DC9">
      <w:r>
        <w:lastRenderedPageBreak/>
        <w:t>819.7465</w:t>
      </w:r>
      <w:r>
        <w:tab/>
        <w:t>1.013e0</w:t>
      </w:r>
    </w:p>
    <w:p w:rsidR="00B65DC9" w:rsidRDefault="00B65DC9" w:rsidP="00B65DC9">
      <w:r>
        <w:t>819.8018</w:t>
      </w:r>
      <w:r>
        <w:tab/>
        <w:t>1.013e0</w:t>
      </w:r>
    </w:p>
    <w:p w:rsidR="00B65DC9" w:rsidRDefault="00B65DC9" w:rsidP="00B65DC9">
      <w:r>
        <w:t>819.8273</w:t>
      </w:r>
      <w:r>
        <w:tab/>
        <w:t>2.025e0</w:t>
      </w:r>
    </w:p>
    <w:p w:rsidR="00B65DC9" w:rsidRDefault="00B65DC9" w:rsidP="00B65DC9">
      <w:r>
        <w:t>819.8351</w:t>
      </w:r>
      <w:r>
        <w:tab/>
        <w:t>1.266e-2</w:t>
      </w:r>
    </w:p>
    <w:p w:rsidR="00B65DC9" w:rsidRDefault="00B65DC9" w:rsidP="00B65DC9">
      <w:r>
        <w:t>819.9271</w:t>
      </w:r>
      <w:r>
        <w:tab/>
        <w:t>2.025e0</w:t>
      </w:r>
    </w:p>
    <w:p w:rsidR="00B65DC9" w:rsidRDefault="00B65DC9" w:rsidP="00B65DC9">
      <w:r>
        <w:t>819.9318</w:t>
      </w:r>
      <w:r>
        <w:tab/>
        <w:t>2.025e0</w:t>
      </w:r>
    </w:p>
    <w:p w:rsidR="00B65DC9" w:rsidRDefault="00B65DC9" w:rsidP="00B65DC9">
      <w:r>
        <w:t>819.9813</w:t>
      </w:r>
      <w:r>
        <w:tab/>
        <w:t>1.013e0</w:t>
      </w:r>
    </w:p>
    <w:p w:rsidR="00B65DC9" w:rsidRDefault="00B65DC9" w:rsidP="00B65DC9">
      <w:r>
        <w:t>820.0770</w:t>
      </w:r>
      <w:r>
        <w:tab/>
        <w:t>2.025e0</w:t>
      </w:r>
    </w:p>
    <w:p w:rsidR="00B65DC9" w:rsidRDefault="00B65DC9" w:rsidP="00B65DC9">
      <w:r>
        <w:t>820.2432</w:t>
      </w:r>
      <w:r>
        <w:tab/>
        <w:t>1.013e0</w:t>
      </w:r>
    </w:p>
    <w:p w:rsidR="00B65DC9" w:rsidRDefault="00B65DC9" w:rsidP="00B65DC9">
      <w:r>
        <w:t>820.2892</w:t>
      </w:r>
      <w:r>
        <w:tab/>
        <w:t>3.038e0</w:t>
      </w:r>
    </w:p>
    <w:p w:rsidR="00B65DC9" w:rsidRDefault="00B65DC9" w:rsidP="00B65DC9">
      <w:r>
        <w:t>820.3026</w:t>
      </w:r>
      <w:r>
        <w:tab/>
        <w:t>3.038e0</w:t>
      </w:r>
    </w:p>
    <w:p w:rsidR="00B65DC9" w:rsidRDefault="00B65DC9" w:rsidP="00B65DC9">
      <w:r>
        <w:t>820.3145</w:t>
      </w:r>
      <w:r>
        <w:tab/>
        <w:t>3.038e0</w:t>
      </w:r>
    </w:p>
    <w:p w:rsidR="00B65DC9" w:rsidRDefault="00B65DC9" w:rsidP="00B65DC9">
      <w:r>
        <w:t>820.3265</w:t>
      </w:r>
      <w:r>
        <w:tab/>
        <w:t>1.266e-2</w:t>
      </w:r>
    </w:p>
    <w:p w:rsidR="00B65DC9" w:rsidRDefault="00B65DC9" w:rsidP="00B65DC9">
      <w:r>
        <w:t>820.4105</w:t>
      </w:r>
      <w:r>
        <w:tab/>
        <w:t>1.013e0</w:t>
      </w:r>
    </w:p>
    <w:p w:rsidR="00B65DC9" w:rsidRDefault="00B65DC9" w:rsidP="00B65DC9">
      <w:r>
        <w:t>820.4537</w:t>
      </w:r>
      <w:r>
        <w:tab/>
        <w:t>2.025e0</w:t>
      </w:r>
    </w:p>
    <w:p w:rsidR="00B65DC9" w:rsidRDefault="00B65DC9" w:rsidP="00B65DC9">
      <w:r>
        <w:t>820.5891</w:t>
      </w:r>
      <w:r>
        <w:tab/>
        <w:t>2.025e0</w:t>
      </w:r>
    </w:p>
    <w:p w:rsidR="00B65DC9" w:rsidRDefault="00B65DC9" w:rsidP="00B65DC9">
      <w:r>
        <w:t>820.6032</w:t>
      </w:r>
      <w:r>
        <w:tab/>
        <w:t>5.141e0</w:t>
      </w:r>
    </w:p>
    <w:p w:rsidR="00B65DC9" w:rsidRDefault="00B65DC9" w:rsidP="00B65DC9">
      <w:r>
        <w:t>820.6344</w:t>
      </w:r>
      <w:r>
        <w:tab/>
        <w:t>6.076e0</w:t>
      </w:r>
    </w:p>
    <w:p w:rsidR="00B65DC9" w:rsidRDefault="00B65DC9" w:rsidP="00B65DC9">
      <w:r>
        <w:t>820.7972</w:t>
      </w:r>
      <w:r>
        <w:tab/>
        <w:t>1.025e0</w:t>
      </w:r>
    </w:p>
    <w:p w:rsidR="00B65DC9" w:rsidRDefault="00B65DC9" w:rsidP="00B65DC9">
      <w:r>
        <w:lastRenderedPageBreak/>
        <w:t>820.8665</w:t>
      </w:r>
      <w:r>
        <w:tab/>
        <w:t>1.013e0</w:t>
      </w:r>
    </w:p>
    <w:p w:rsidR="00B65DC9" w:rsidRDefault="00B65DC9" w:rsidP="00B65DC9">
      <w:r>
        <w:t>820.9069</w:t>
      </w:r>
      <w:r>
        <w:tab/>
        <w:t>1.013e0</w:t>
      </w:r>
    </w:p>
    <w:p w:rsidR="00B65DC9" w:rsidRDefault="00B65DC9" w:rsidP="00B65DC9">
      <w:r>
        <w:t>820.9655</w:t>
      </w:r>
      <w:r>
        <w:tab/>
        <w:t>2.025e0</w:t>
      </w:r>
    </w:p>
    <w:p w:rsidR="00B65DC9" w:rsidRDefault="00B65DC9" w:rsidP="00B65DC9">
      <w:r>
        <w:t>821.1419</w:t>
      </w:r>
      <w:r>
        <w:tab/>
        <w:t>1.013e0</w:t>
      </w:r>
    </w:p>
    <w:p w:rsidR="00B65DC9" w:rsidRDefault="00B65DC9" w:rsidP="00B65DC9">
      <w:r>
        <w:t>821.1625</w:t>
      </w:r>
      <w:r>
        <w:tab/>
        <w:t>3.038e0</w:t>
      </w:r>
    </w:p>
    <w:p w:rsidR="00B65DC9" w:rsidRDefault="00B65DC9" w:rsidP="00B65DC9">
      <w:r>
        <w:t>821.1870</w:t>
      </w:r>
      <w:r>
        <w:tab/>
        <w:t>2.025e0</w:t>
      </w:r>
    </w:p>
    <w:p w:rsidR="00B65DC9" w:rsidRDefault="00B65DC9" w:rsidP="00B65DC9">
      <w:r>
        <w:t>821.2016</w:t>
      </w:r>
      <w:r>
        <w:tab/>
        <w:t>3.038e0</w:t>
      </w:r>
    </w:p>
    <w:p w:rsidR="00B65DC9" w:rsidRDefault="00B65DC9" w:rsidP="00B65DC9">
      <w:r>
        <w:t>821.2387</w:t>
      </w:r>
      <w:r>
        <w:tab/>
        <w:t>1.013e0</w:t>
      </w:r>
    </w:p>
    <w:p w:rsidR="00B65DC9" w:rsidRDefault="00B65DC9" w:rsidP="00B65DC9">
      <w:r>
        <w:t>821.2526</w:t>
      </w:r>
      <w:r>
        <w:tab/>
        <w:t>1.013e0</w:t>
      </w:r>
    </w:p>
    <w:p w:rsidR="00B65DC9" w:rsidRDefault="00B65DC9" w:rsidP="00B65DC9">
      <w:r>
        <w:t>821.3470</w:t>
      </w:r>
      <w:r>
        <w:tab/>
        <w:t>3.038e0</w:t>
      </w:r>
    </w:p>
    <w:p w:rsidR="00B65DC9" w:rsidRDefault="00B65DC9" w:rsidP="00B65DC9">
      <w:r>
        <w:t>821.3643</w:t>
      </w:r>
      <w:r>
        <w:tab/>
        <w:t>4.051e0</w:t>
      </w:r>
    </w:p>
    <w:p w:rsidR="00B65DC9" w:rsidRDefault="00B65DC9" w:rsidP="00B65DC9">
      <w:r>
        <w:t>821.3923</w:t>
      </w:r>
      <w:r>
        <w:tab/>
        <w:t>2.025e0</w:t>
      </w:r>
    </w:p>
    <w:p w:rsidR="00B65DC9" w:rsidRDefault="00B65DC9" w:rsidP="00B65DC9">
      <w:r>
        <w:t>821.4437</w:t>
      </w:r>
      <w:r>
        <w:tab/>
        <w:t>3.038e0</w:t>
      </w:r>
    </w:p>
    <w:p w:rsidR="00B65DC9" w:rsidRDefault="00B65DC9" w:rsidP="00B65DC9">
      <w:r>
        <w:t>821.4545</w:t>
      </w:r>
      <w:r>
        <w:tab/>
        <w:t>2.025e0</w:t>
      </w:r>
    </w:p>
    <w:p w:rsidR="00B65DC9" w:rsidRDefault="00B65DC9" w:rsidP="00B65DC9">
      <w:r>
        <w:t>821.4797</w:t>
      </w:r>
      <w:r>
        <w:tab/>
        <w:t>1.013e0</w:t>
      </w:r>
    </w:p>
    <w:p w:rsidR="00B65DC9" w:rsidRDefault="00B65DC9" w:rsidP="00B65DC9">
      <w:r>
        <w:t>821.5765</w:t>
      </w:r>
      <w:r>
        <w:tab/>
        <w:t>2.025e0</w:t>
      </w:r>
    </w:p>
    <w:p w:rsidR="00B65DC9" w:rsidRDefault="00B65DC9" w:rsidP="00B65DC9">
      <w:r>
        <w:t>821.5822</w:t>
      </w:r>
      <w:r>
        <w:tab/>
        <w:t>1.266e-2</w:t>
      </w:r>
    </w:p>
    <w:p w:rsidR="00B65DC9" w:rsidRDefault="00B65DC9" w:rsidP="00B65DC9">
      <w:r>
        <w:t>821.5845</w:t>
      </w:r>
      <w:r>
        <w:tab/>
        <w:t>1.013e0</w:t>
      </w:r>
    </w:p>
    <w:p w:rsidR="00B65DC9" w:rsidRDefault="00B65DC9" w:rsidP="00B65DC9">
      <w:r>
        <w:t>821.5994</w:t>
      </w:r>
      <w:r>
        <w:tab/>
        <w:t>1.013e0</w:t>
      </w:r>
    </w:p>
    <w:p w:rsidR="00B65DC9" w:rsidRDefault="00B65DC9" w:rsidP="00B65DC9">
      <w:r>
        <w:lastRenderedPageBreak/>
        <w:t>821.6952</w:t>
      </w:r>
      <w:r>
        <w:tab/>
        <w:t>1.013e0</w:t>
      </w:r>
    </w:p>
    <w:p w:rsidR="00B65DC9" w:rsidRDefault="00B65DC9" w:rsidP="00B65DC9">
      <w:r>
        <w:t>821.7090</w:t>
      </w:r>
      <w:r>
        <w:tab/>
        <w:t>1.013e0</w:t>
      </w:r>
    </w:p>
    <w:p w:rsidR="00B65DC9" w:rsidRDefault="00B65DC9" w:rsidP="00B65DC9">
      <w:r>
        <w:t>821.8041</w:t>
      </w:r>
      <w:r>
        <w:tab/>
        <w:t>4.051e0</w:t>
      </w:r>
    </w:p>
    <w:p w:rsidR="00B65DC9" w:rsidRDefault="00B65DC9" w:rsidP="00B65DC9">
      <w:r>
        <w:t>821.8101</w:t>
      </w:r>
      <w:r>
        <w:tab/>
        <w:t>2.532e-2</w:t>
      </w:r>
    </w:p>
    <w:p w:rsidR="00B65DC9" w:rsidRDefault="00B65DC9" w:rsidP="00B65DC9">
      <w:r>
        <w:t>821.8337</w:t>
      </w:r>
      <w:r>
        <w:tab/>
        <w:t>3.038e0</w:t>
      </w:r>
    </w:p>
    <w:p w:rsidR="00B65DC9" w:rsidRDefault="00B65DC9" w:rsidP="00B65DC9">
      <w:r>
        <w:t>821.8411</w:t>
      </w:r>
      <w:r>
        <w:tab/>
        <w:t>2.025e0</w:t>
      </w:r>
    </w:p>
    <w:p w:rsidR="00B65DC9" w:rsidRDefault="00B65DC9" w:rsidP="00B65DC9">
      <w:r>
        <w:t>821.8876</w:t>
      </w:r>
      <w:r>
        <w:tab/>
        <w:t>1.013e0</w:t>
      </w:r>
    </w:p>
    <w:p w:rsidR="00B65DC9" w:rsidRDefault="00B65DC9" w:rsidP="00B65DC9">
      <w:r>
        <w:t>821.9858</w:t>
      </w:r>
      <w:r>
        <w:tab/>
        <w:t>1.266e-2</w:t>
      </w:r>
    </w:p>
    <w:p w:rsidR="00B65DC9" w:rsidRDefault="00B65DC9" w:rsidP="00B65DC9">
      <w:r>
        <w:t>822.0273</w:t>
      </w:r>
      <w:r>
        <w:tab/>
        <w:t>2.025e0</w:t>
      </w:r>
    </w:p>
    <w:p w:rsidR="00B65DC9" w:rsidRDefault="00B65DC9" w:rsidP="00B65DC9">
      <w:r>
        <w:t>822.0688</w:t>
      </w:r>
      <w:r>
        <w:tab/>
        <w:t>1.013e0</w:t>
      </w:r>
    </w:p>
    <w:p w:rsidR="00B65DC9" w:rsidRDefault="00B65DC9" w:rsidP="00B65DC9">
      <w:r>
        <w:t>822.0965</w:t>
      </w:r>
      <w:r>
        <w:tab/>
        <w:t>1.025e0</w:t>
      </w:r>
    </w:p>
    <w:p w:rsidR="00B65DC9" w:rsidRDefault="00B65DC9" w:rsidP="00B65DC9">
      <w:r>
        <w:t>822.1796</w:t>
      </w:r>
      <w:r>
        <w:tab/>
        <w:t>1.013e0</w:t>
      </w:r>
    </w:p>
    <w:p w:rsidR="00B65DC9" w:rsidRDefault="00B65DC9" w:rsidP="00B65DC9">
      <w:r>
        <w:t>822.1873</w:t>
      </w:r>
      <w:r>
        <w:tab/>
        <w:t>4.051e0</w:t>
      </w:r>
    </w:p>
    <w:p w:rsidR="00B65DC9" w:rsidRDefault="00B65DC9" w:rsidP="00B65DC9">
      <w:r>
        <w:t>822.2077</w:t>
      </w:r>
      <w:r>
        <w:tab/>
        <w:t>1.266e-2</w:t>
      </w:r>
    </w:p>
    <w:p w:rsidR="00B65DC9" w:rsidRDefault="00B65DC9" w:rsidP="00B65DC9">
      <w:r>
        <w:t>822.2603</w:t>
      </w:r>
      <w:r>
        <w:tab/>
        <w:t>1.013e0</w:t>
      </w:r>
    </w:p>
    <w:p w:rsidR="00B65DC9" w:rsidRDefault="00B65DC9" w:rsidP="00B65DC9">
      <w:r>
        <w:t>822.2765</w:t>
      </w:r>
      <w:r>
        <w:tab/>
        <w:t>1.266e-2</w:t>
      </w:r>
    </w:p>
    <w:p w:rsidR="00B65DC9" w:rsidRDefault="00B65DC9" w:rsidP="00B65DC9">
      <w:r>
        <w:t>822.3105</w:t>
      </w:r>
      <w:r>
        <w:tab/>
        <w:t>1.013e0</w:t>
      </w:r>
    </w:p>
    <w:p w:rsidR="00B65DC9" w:rsidRDefault="00B65DC9" w:rsidP="00B65DC9">
      <w:r>
        <w:t>822.3734</w:t>
      </w:r>
      <w:r>
        <w:tab/>
        <w:t>1.013e0</w:t>
      </w:r>
    </w:p>
    <w:p w:rsidR="00B65DC9" w:rsidRDefault="00B65DC9" w:rsidP="00B65DC9">
      <w:r>
        <w:t>822.3745</w:t>
      </w:r>
      <w:r>
        <w:tab/>
        <w:t>1.013e0</w:t>
      </w:r>
    </w:p>
    <w:p w:rsidR="00B65DC9" w:rsidRDefault="00B65DC9" w:rsidP="00B65DC9">
      <w:r>
        <w:lastRenderedPageBreak/>
        <w:t>822.3911</w:t>
      </w:r>
      <w:r>
        <w:tab/>
        <w:t>3.038e0</w:t>
      </w:r>
    </w:p>
    <w:p w:rsidR="00B65DC9" w:rsidRDefault="00B65DC9" w:rsidP="00B65DC9">
      <w:r>
        <w:t>822.4377</w:t>
      </w:r>
      <w:r>
        <w:tab/>
        <w:t>3.038e0</w:t>
      </w:r>
    </w:p>
    <w:p w:rsidR="00B65DC9" w:rsidRDefault="00B65DC9" w:rsidP="00B65DC9">
      <w:r>
        <w:t>822.4714</w:t>
      </w:r>
      <w:r>
        <w:tab/>
        <w:t>1.013e0</w:t>
      </w:r>
    </w:p>
    <w:p w:rsidR="00B65DC9" w:rsidRDefault="00B65DC9" w:rsidP="00B65DC9">
      <w:r>
        <w:t>822.5052</w:t>
      </w:r>
      <w:r>
        <w:tab/>
        <w:t>2.025e0</w:t>
      </w:r>
    </w:p>
    <w:p w:rsidR="00B65DC9" w:rsidRDefault="00B65DC9" w:rsidP="00B65DC9">
      <w:r>
        <w:t>822.5435</w:t>
      </w:r>
      <w:r>
        <w:tab/>
        <w:t>2.025e0</w:t>
      </w:r>
    </w:p>
    <w:p w:rsidR="00B65DC9" w:rsidRDefault="00B65DC9" w:rsidP="00B65DC9">
      <w:r>
        <w:t>822.5566</w:t>
      </w:r>
      <w:r>
        <w:tab/>
        <w:t>2.025e0</w:t>
      </w:r>
    </w:p>
    <w:p w:rsidR="00B65DC9" w:rsidRDefault="00B65DC9" w:rsidP="00B65DC9">
      <w:r>
        <w:t>822.5734</w:t>
      </w:r>
      <w:r>
        <w:tab/>
        <w:t>2.025e0</w:t>
      </w:r>
    </w:p>
    <w:p w:rsidR="00B65DC9" w:rsidRDefault="00B65DC9" w:rsidP="00B65DC9">
      <w:r>
        <w:t>822.5883</w:t>
      </w:r>
      <w:r>
        <w:tab/>
        <w:t>2.025e0</w:t>
      </w:r>
    </w:p>
    <w:p w:rsidR="00B65DC9" w:rsidRDefault="00B65DC9" w:rsidP="00B65DC9">
      <w:r>
        <w:t>822.6266</w:t>
      </w:r>
      <w:r>
        <w:tab/>
        <w:t>2.025e0</w:t>
      </w:r>
    </w:p>
    <w:p w:rsidR="00B65DC9" w:rsidRDefault="00B65DC9" w:rsidP="00B65DC9">
      <w:r>
        <w:t>822.6657</w:t>
      </w:r>
      <w:r>
        <w:tab/>
        <w:t>1.266e-2</w:t>
      </w:r>
    </w:p>
    <w:p w:rsidR="00B65DC9" w:rsidRDefault="00B65DC9" w:rsidP="00B65DC9">
      <w:r>
        <w:t>822.6814</w:t>
      </w:r>
      <w:r>
        <w:tab/>
        <w:t>2.025e0</w:t>
      </w:r>
    </w:p>
    <w:p w:rsidR="00B65DC9" w:rsidRDefault="00B65DC9" w:rsidP="00B65DC9">
      <w:r>
        <w:t>822.7183</w:t>
      </w:r>
      <w:r>
        <w:tab/>
        <w:t>1.013e0</w:t>
      </w:r>
    </w:p>
    <w:p w:rsidR="00B65DC9" w:rsidRDefault="00B65DC9" w:rsidP="00B65DC9">
      <w:r>
        <w:t>822.7263</w:t>
      </w:r>
      <w:r>
        <w:tab/>
        <w:t>4.051e0</w:t>
      </w:r>
    </w:p>
    <w:p w:rsidR="00B65DC9" w:rsidRDefault="00B65DC9" w:rsidP="00B65DC9">
      <w:r>
        <w:t>822.7682</w:t>
      </w:r>
      <w:r>
        <w:tab/>
        <w:t>1.013e0</w:t>
      </w:r>
    </w:p>
    <w:p w:rsidR="00B65DC9" w:rsidRDefault="00B65DC9" w:rsidP="00B65DC9">
      <w:r>
        <w:t>822.8475</w:t>
      </w:r>
      <w:r>
        <w:tab/>
        <w:t>2.025e0</w:t>
      </w:r>
    </w:p>
    <w:p w:rsidR="00B65DC9" w:rsidRDefault="00B65DC9" w:rsidP="00B65DC9">
      <w:r>
        <w:t>822.9092</w:t>
      </w:r>
      <w:r>
        <w:tab/>
        <w:t>2.025e0</w:t>
      </w:r>
    </w:p>
    <w:p w:rsidR="00B65DC9" w:rsidRDefault="00B65DC9" w:rsidP="00B65DC9">
      <w:r>
        <w:t>822.9929</w:t>
      </w:r>
      <w:r>
        <w:tab/>
        <w:t>2.025e0</w:t>
      </w:r>
    </w:p>
    <w:p w:rsidR="00B65DC9" w:rsidRDefault="00B65DC9" w:rsidP="00B65DC9">
      <w:r>
        <w:t>823.0068</w:t>
      </w:r>
      <w:r>
        <w:tab/>
        <w:t>1.013e0</w:t>
      </w:r>
    </w:p>
    <w:p w:rsidR="00B65DC9" w:rsidRDefault="00B65DC9" w:rsidP="00B65DC9">
      <w:r>
        <w:t>823.0734</w:t>
      </w:r>
      <w:r>
        <w:tab/>
        <w:t>1.013e0</w:t>
      </w:r>
    </w:p>
    <w:p w:rsidR="00B65DC9" w:rsidRDefault="00B65DC9" w:rsidP="00B65DC9">
      <w:r>
        <w:lastRenderedPageBreak/>
        <w:t>823.0745</w:t>
      </w:r>
      <w:r>
        <w:tab/>
        <w:t>1.013e0</w:t>
      </w:r>
    </w:p>
    <w:p w:rsidR="00B65DC9" w:rsidRDefault="00B65DC9" w:rsidP="00B65DC9">
      <w:r>
        <w:t>823.1236</w:t>
      </w:r>
      <w:r>
        <w:tab/>
        <w:t>1.266e-2</w:t>
      </w:r>
    </w:p>
    <w:p w:rsidR="00B65DC9" w:rsidRDefault="00B65DC9" w:rsidP="00B65DC9">
      <w:r>
        <w:t>823.1918</w:t>
      </w:r>
      <w:r>
        <w:tab/>
        <w:t>1.266e-2</w:t>
      </w:r>
    </w:p>
    <w:p w:rsidR="00B65DC9" w:rsidRDefault="00B65DC9" w:rsidP="00B65DC9">
      <w:r>
        <w:t>823.2435</w:t>
      </w:r>
      <w:r>
        <w:tab/>
        <w:t>1.013e0</w:t>
      </w:r>
    </w:p>
    <w:p w:rsidR="00B65DC9" w:rsidRDefault="00B65DC9" w:rsidP="00B65DC9">
      <w:r>
        <w:t>823.2991</w:t>
      </w:r>
      <w:r>
        <w:tab/>
        <w:t>2.025e0</w:t>
      </w:r>
    </w:p>
    <w:p w:rsidR="00B65DC9" w:rsidRDefault="00B65DC9" w:rsidP="00B65DC9">
      <w:r>
        <w:t>823.3432</w:t>
      </w:r>
      <w:r>
        <w:tab/>
        <w:t>2.025e0</w:t>
      </w:r>
    </w:p>
    <w:p w:rsidR="00B65DC9" w:rsidRDefault="00B65DC9" w:rsidP="00B65DC9">
      <w:r>
        <w:t>823.3787</w:t>
      </w:r>
      <w:r>
        <w:tab/>
        <w:t>2.025e0</w:t>
      </w:r>
    </w:p>
    <w:p w:rsidR="00B65DC9" w:rsidRDefault="00B65DC9" w:rsidP="00B65DC9">
      <w:r>
        <w:t>823.3859</w:t>
      </w:r>
      <w:r>
        <w:tab/>
        <w:t>1.013e0</w:t>
      </w:r>
    </w:p>
    <w:p w:rsidR="00B65DC9" w:rsidRDefault="00B65DC9" w:rsidP="00B65DC9">
      <w:r>
        <w:t>823.4493</w:t>
      </w:r>
      <w:r>
        <w:tab/>
        <w:t>5.063e0</w:t>
      </w:r>
    </w:p>
    <w:p w:rsidR="00B65DC9" w:rsidRDefault="00B65DC9" w:rsidP="00B65DC9">
      <w:r>
        <w:t>823.5373</w:t>
      </w:r>
      <w:r>
        <w:tab/>
        <w:t>1.013e0</w:t>
      </w:r>
    </w:p>
    <w:p w:rsidR="00B65DC9" w:rsidRDefault="00B65DC9" w:rsidP="00B65DC9">
      <w:r>
        <w:t>823.5457</w:t>
      </w:r>
      <w:r>
        <w:tab/>
        <w:t>3.038e0</w:t>
      </w:r>
    </w:p>
    <w:p w:rsidR="00B65DC9" w:rsidRDefault="00B65DC9" w:rsidP="00B65DC9">
      <w:r>
        <w:t>823.6205</w:t>
      </w:r>
      <w:r>
        <w:tab/>
        <w:t>1.013e0</w:t>
      </w:r>
    </w:p>
    <w:p w:rsidR="00B65DC9" w:rsidRDefault="00B65DC9" w:rsidP="00B65DC9">
      <w:r>
        <w:t>823.6270</w:t>
      </w:r>
      <w:r>
        <w:tab/>
        <w:t>2.025e0</w:t>
      </w:r>
    </w:p>
    <w:p w:rsidR="00B65DC9" w:rsidRDefault="00B65DC9" w:rsidP="00B65DC9">
      <w:r>
        <w:t>823.7379</w:t>
      </w:r>
      <w:r>
        <w:tab/>
        <w:t>3.038e0</w:t>
      </w:r>
    </w:p>
    <w:p w:rsidR="00B65DC9" w:rsidRDefault="00B65DC9" w:rsidP="00B65DC9">
      <w:r>
        <w:t>823.7741</w:t>
      </w:r>
      <w:r>
        <w:tab/>
        <w:t>1.013e0</w:t>
      </w:r>
    </w:p>
    <w:p w:rsidR="00B65DC9" w:rsidRDefault="00B65DC9" w:rsidP="00B65DC9">
      <w:r>
        <w:t>823.8840</w:t>
      </w:r>
      <w:r>
        <w:tab/>
        <w:t>1.266e-2</w:t>
      </w:r>
    </w:p>
    <w:p w:rsidR="00B65DC9" w:rsidRDefault="00B65DC9" w:rsidP="00B65DC9">
      <w:r>
        <w:t>823.8979</w:t>
      </w:r>
      <w:r>
        <w:tab/>
        <w:t>1.013e0</w:t>
      </w:r>
    </w:p>
    <w:p w:rsidR="00B65DC9" w:rsidRDefault="00B65DC9" w:rsidP="00B65DC9">
      <w:r>
        <w:t>823.9716</w:t>
      </w:r>
      <w:r>
        <w:tab/>
        <w:t>1.013e0</w:t>
      </w:r>
    </w:p>
    <w:p w:rsidR="00B65DC9" w:rsidRDefault="00B65DC9" w:rsidP="00B65DC9">
      <w:r>
        <w:t>823.9727</w:t>
      </w:r>
      <w:r>
        <w:tab/>
        <w:t>1.013e0</w:t>
      </w:r>
    </w:p>
    <w:p w:rsidR="00B65DC9" w:rsidRDefault="00B65DC9" w:rsidP="00B65DC9">
      <w:r>
        <w:lastRenderedPageBreak/>
        <w:t>824.0505</w:t>
      </w:r>
      <w:r>
        <w:tab/>
        <w:t>1.013e0</w:t>
      </w:r>
    </w:p>
    <w:p w:rsidR="00B65DC9" w:rsidRDefault="00B65DC9" w:rsidP="00B65DC9">
      <w:r>
        <w:t>824.1754</w:t>
      </w:r>
      <w:r>
        <w:tab/>
        <w:t>1.013e0</w:t>
      </w:r>
    </w:p>
    <w:p w:rsidR="00B65DC9" w:rsidRDefault="00B65DC9" w:rsidP="00B65DC9">
      <w:r>
        <w:t>824.1927</w:t>
      </w:r>
      <w:r>
        <w:tab/>
        <w:t>1.013e0</w:t>
      </w:r>
    </w:p>
    <w:p w:rsidR="00B65DC9" w:rsidRDefault="00B65DC9" w:rsidP="00B65DC9">
      <w:r>
        <w:t>824.3280</w:t>
      </w:r>
      <w:r>
        <w:tab/>
        <w:t>1.013e0</w:t>
      </w:r>
    </w:p>
    <w:p w:rsidR="00B65DC9" w:rsidRDefault="00B65DC9" w:rsidP="00B65DC9">
      <w:r>
        <w:t>824.3531</w:t>
      </w:r>
      <w:r>
        <w:tab/>
        <w:t>2.025e0</w:t>
      </w:r>
    </w:p>
    <w:p w:rsidR="00B65DC9" w:rsidRDefault="00B65DC9" w:rsidP="00B65DC9">
      <w:r>
        <w:t>824.3557</w:t>
      </w:r>
      <w:r>
        <w:tab/>
        <w:t>1.013e0</w:t>
      </w:r>
    </w:p>
    <w:p w:rsidR="00B65DC9" w:rsidRDefault="00B65DC9" w:rsidP="00B65DC9">
      <w:r>
        <w:t>824.3953</w:t>
      </w:r>
      <w:r>
        <w:tab/>
        <w:t>2.025e0</w:t>
      </w:r>
    </w:p>
    <w:p w:rsidR="00B65DC9" w:rsidRDefault="00B65DC9" w:rsidP="00B65DC9">
      <w:r>
        <w:t>824.4014</w:t>
      </w:r>
      <w:r>
        <w:tab/>
        <w:t>3.038e0</w:t>
      </w:r>
    </w:p>
    <w:p w:rsidR="00B65DC9" w:rsidRDefault="00B65DC9" w:rsidP="00B65DC9">
      <w:r>
        <w:t>824.4304</w:t>
      </w:r>
      <w:r>
        <w:tab/>
        <w:t>1.013e0</w:t>
      </w:r>
    </w:p>
    <w:p w:rsidR="00B65DC9" w:rsidRDefault="00B65DC9" w:rsidP="00B65DC9">
      <w:r>
        <w:t>824.4798</w:t>
      </w:r>
      <w:r>
        <w:tab/>
        <w:t>3.038e0</w:t>
      </w:r>
    </w:p>
    <w:p w:rsidR="00B65DC9" w:rsidRDefault="00B65DC9" w:rsidP="00B65DC9">
      <w:r>
        <w:t>824.4814</w:t>
      </w:r>
      <w:r>
        <w:tab/>
        <w:t>7.089e0</w:t>
      </w:r>
    </w:p>
    <w:p w:rsidR="00B65DC9" w:rsidRDefault="00B65DC9" w:rsidP="00B65DC9">
      <w:r>
        <w:t>824.4927</w:t>
      </w:r>
      <w:r>
        <w:tab/>
        <w:t>4.051e0</w:t>
      </w:r>
    </w:p>
    <w:p w:rsidR="00B65DC9" w:rsidRDefault="00B65DC9" w:rsidP="00B65DC9">
      <w:r>
        <w:t>824.5651</w:t>
      </w:r>
      <w:r>
        <w:tab/>
        <w:t>2.653e0</w:t>
      </w:r>
    </w:p>
    <w:p w:rsidR="00B65DC9" w:rsidRDefault="00B65DC9" w:rsidP="00B65DC9">
      <w:r>
        <w:t>824.6840</w:t>
      </w:r>
      <w:r>
        <w:tab/>
        <w:t>1.013e0</w:t>
      </w:r>
    </w:p>
    <w:p w:rsidR="00B65DC9" w:rsidRDefault="00B65DC9" w:rsidP="00B65DC9">
      <w:r>
        <w:t>824.7516</w:t>
      </w:r>
      <w:r>
        <w:tab/>
        <w:t>2.532e-2</w:t>
      </w:r>
    </w:p>
    <w:p w:rsidR="00B65DC9" w:rsidRDefault="00B65DC9" w:rsidP="00B65DC9">
      <w:r>
        <w:t>824.7871</w:t>
      </w:r>
      <w:r>
        <w:tab/>
        <w:t>1.013e0</w:t>
      </w:r>
    </w:p>
    <w:p w:rsidR="00B65DC9" w:rsidRDefault="00B65DC9" w:rsidP="00B65DC9">
      <w:r>
        <w:t>824.8347</w:t>
      </w:r>
      <w:r>
        <w:tab/>
        <w:t>2.025e0</w:t>
      </w:r>
    </w:p>
    <w:p w:rsidR="00B65DC9" w:rsidRDefault="00B65DC9" w:rsidP="00B65DC9">
      <w:r>
        <w:t>824.9052</w:t>
      </w:r>
      <w:r>
        <w:tab/>
        <w:t>2.025e0</w:t>
      </w:r>
    </w:p>
    <w:p w:rsidR="00B65DC9" w:rsidRDefault="00B65DC9" w:rsidP="00B65DC9">
      <w:r>
        <w:t>824.9548</w:t>
      </w:r>
      <w:r>
        <w:tab/>
        <w:t>3.038e0</w:t>
      </w:r>
    </w:p>
    <w:p w:rsidR="00B65DC9" w:rsidRDefault="00B65DC9" w:rsidP="00B65DC9">
      <w:r>
        <w:lastRenderedPageBreak/>
        <w:t>824.9852</w:t>
      </w:r>
      <w:r>
        <w:tab/>
        <w:t>2.025e0</w:t>
      </w:r>
    </w:p>
    <w:p w:rsidR="00B65DC9" w:rsidRDefault="00B65DC9" w:rsidP="00B65DC9">
      <w:r>
        <w:t>824.9890</w:t>
      </w:r>
      <w:r>
        <w:tab/>
        <w:t>2.025e0</w:t>
      </w:r>
    </w:p>
    <w:p w:rsidR="00B65DC9" w:rsidRDefault="00B65DC9" w:rsidP="00B65DC9">
      <w:r>
        <w:t>825.0567</w:t>
      </w:r>
      <w:r>
        <w:tab/>
        <w:t>1.013e0</w:t>
      </w:r>
    </w:p>
    <w:p w:rsidR="00B65DC9" w:rsidRDefault="00B65DC9" w:rsidP="00B65DC9">
      <w:r>
        <w:t>825.1602</w:t>
      </w:r>
      <w:r>
        <w:tab/>
        <w:t>4.051e0</w:t>
      </w:r>
    </w:p>
    <w:p w:rsidR="00B65DC9" w:rsidRDefault="00B65DC9" w:rsidP="00B65DC9">
      <w:r>
        <w:t>825.2092</w:t>
      </w:r>
      <w:r>
        <w:tab/>
        <w:t>2.532e-2</w:t>
      </w:r>
    </w:p>
    <w:p w:rsidR="00B65DC9" w:rsidRDefault="00B65DC9" w:rsidP="00B65DC9">
      <w:r>
        <w:t>825.2671</w:t>
      </w:r>
      <w:r>
        <w:tab/>
        <w:t>2.025e0</w:t>
      </w:r>
    </w:p>
    <w:p w:rsidR="00B65DC9" w:rsidRDefault="00B65DC9" w:rsidP="00B65DC9">
      <w:r>
        <w:t>825.3116</w:t>
      </w:r>
      <w:r>
        <w:tab/>
        <w:t>2.025e0</w:t>
      </w:r>
    </w:p>
    <w:p w:rsidR="00B65DC9" w:rsidRDefault="00B65DC9" w:rsidP="00B65DC9">
      <w:r>
        <w:t>825.3278</w:t>
      </w:r>
      <w:r>
        <w:tab/>
        <w:t>1.266e-2</w:t>
      </w:r>
    </w:p>
    <w:p w:rsidR="00B65DC9" w:rsidRDefault="00B65DC9" w:rsidP="00B65DC9">
      <w:r>
        <w:t>825.3618</w:t>
      </w:r>
      <w:r>
        <w:tab/>
        <w:t>1.266e-2</w:t>
      </w:r>
    </w:p>
    <w:p w:rsidR="00B65DC9" w:rsidRDefault="00B65DC9" w:rsidP="00B65DC9">
      <w:r>
        <w:t>825.4089</w:t>
      </w:r>
      <w:r>
        <w:tab/>
        <w:t>4.051e0</w:t>
      </w:r>
    </w:p>
    <w:p w:rsidR="00B65DC9" w:rsidRDefault="00B65DC9" w:rsidP="00B65DC9">
      <w:r>
        <w:t>825.4346</w:t>
      </w:r>
      <w:r>
        <w:tab/>
        <w:t>4.051e0</w:t>
      </w:r>
    </w:p>
    <w:p w:rsidR="00B65DC9" w:rsidRDefault="00B65DC9" w:rsidP="00B65DC9">
      <w:r>
        <w:t>825.4667</w:t>
      </w:r>
      <w:r>
        <w:tab/>
        <w:t>1.025e0</w:t>
      </w:r>
    </w:p>
    <w:p w:rsidR="00B65DC9" w:rsidRDefault="00B65DC9" w:rsidP="00B65DC9">
      <w:r>
        <w:t>825.4691</w:t>
      </w:r>
      <w:r>
        <w:tab/>
        <w:t>3.221e0</w:t>
      </w:r>
    </w:p>
    <w:p w:rsidR="00B65DC9" w:rsidRDefault="00B65DC9" w:rsidP="00B65DC9">
      <w:r>
        <w:t>825.5548</w:t>
      </w:r>
      <w:r>
        <w:tab/>
        <w:t>3.038e0</w:t>
      </w:r>
    </w:p>
    <w:p w:rsidR="00B65DC9" w:rsidRDefault="00B65DC9" w:rsidP="00B65DC9">
      <w:r>
        <w:t>825.5573</w:t>
      </w:r>
      <w:r>
        <w:tab/>
        <w:t>2.025e0</w:t>
      </w:r>
    </w:p>
    <w:p w:rsidR="00B65DC9" w:rsidRDefault="00B65DC9" w:rsidP="00B65DC9">
      <w:r>
        <w:t>825.5640</w:t>
      </w:r>
      <w:r>
        <w:tab/>
        <w:t>1.013e0</w:t>
      </w:r>
    </w:p>
    <w:p w:rsidR="00B65DC9" w:rsidRDefault="00B65DC9" w:rsidP="00B65DC9">
      <w:r>
        <w:t>825.6805</w:t>
      </w:r>
      <w:r>
        <w:tab/>
        <w:t>2.025e0</w:t>
      </w:r>
    </w:p>
    <w:p w:rsidR="00B65DC9" w:rsidRDefault="00B65DC9" w:rsidP="00B65DC9">
      <w:r>
        <w:t>825.6840</w:t>
      </w:r>
      <w:r>
        <w:tab/>
        <w:t>1.013e0</w:t>
      </w:r>
    </w:p>
    <w:p w:rsidR="00B65DC9" w:rsidRDefault="00B65DC9" w:rsidP="00B65DC9">
      <w:r>
        <w:t>825.7092</w:t>
      </w:r>
      <w:r>
        <w:tab/>
        <w:t>2.532e-2</w:t>
      </w:r>
    </w:p>
    <w:p w:rsidR="00B65DC9" w:rsidRDefault="00B65DC9" w:rsidP="00B65DC9">
      <w:r>
        <w:lastRenderedPageBreak/>
        <w:t>825.7447</w:t>
      </w:r>
      <w:r>
        <w:tab/>
        <w:t>1.013e0</w:t>
      </w:r>
    </w:p>
    <w:p w:rsidR="00B65DC9" w:rsidRDefault="00B65DC9" w:rsidP="00B65DC9">
      <w:r>
        <w:t>825.7527</w:t>
      </w:r>
      <w:r>
        <w:tab/>
        <w:t>1.013e0</w:t>
      </w:r>
    </w:p>
    <w:p w:rsidR="00B65DC9" w:rsidRDefault="00B65DC9" w:rsidP="00B65DC9">
      <w:r>
        <w:t>825.8142</w:t>
      </w:r>
      <w:r>
        <w:tab/>
        <w:t>1.013e0</w:t>
      </w:r>
    </w:p>
    <w:p w:rsidR="00B65DC9" w:rsidRDefault="00B65DC9" w:rsidP="00B65DC9">
      <w:r>
        <w:t>825.9810</w:t>
      </w:r>
      <w:r>
        <w:tab/>
        <w:t>1.013e0</w:t>
      </w:r>
    </w:p>
    <w:p w:rsidR="00B65DC9" w:rsidRDefault="00B65DC9" w:rsidP="00B65DC9">
      <w:r>
        <w:t>826.0005</w:t>
      </w:r>
      <w:r>
        <w:tab/>
        <w:t>2.532e-2</w:t>
      </w:r>
    </w:p>
    <w:p w:rsidR="00B65DC9" w:rsidRDefault="00B65DC9" w:rsidP="00B65DC9">
      <w:r>
        <w:t>826.1254</w:t>
      </w:r>
      <w:r>
        <w:tab/>
        <w:t>1.013e0</w:t>
      </w:r>
    </w:p>
    <w:p w:rsidR="00B65DC9" w:rsidRDefault="00B65DC9" w:rsidP="00B65DC9">
      <w:r>
        <w:t>826.1340</w:t>
      </w:r>
      <w:r>
        <w:tab/>
        <w:t>1.013e0</w:t>
      </w:r>
    </w:p>
    <w:p w:rsidR="00B65DC9" w:rsidRDefault="00B65DC9" w:rsidP="00B65DC9">
      <w:r>
        <w:t>826.1479</w:t>
      </w:r>
      <w:r>
        <w:tab/>
        <w:t>1.013e0</w:t>
      </w:r>
    </w:p>
    <w:p w:rsidR="00B65DC9" w:rsidRDefault="00B65DC9" w:rsidP="00B65DC9">
      <w:r>
        <w:t>826.2092</w:t>
      </w:r>
      <w:r>
        <w:tab/>
        <w:t>1.013e0</w:t>
      </w:r>
    </w:p>
    <w:p w:rsidR="00B65DC9" w:rsidRDefault="00B65DC9" w:rsidP="00B65DC9">
      <w:r>
        <w:t>826.2383</w:t>
      </w:r>
      <w:r>
        <w:tab/>
        <w:t>2.025e0</w:t>
      </w:r>
    </w:p>
    <w:p w:rsidR="00B65DC9" w:rsidRDefault="00B65DC9" w:rsidP="00B65DC9">
      <w:r>
        <w:t>826.3451</w:t>
      </w:r>
      <w:r>
        <w:tab/>
        <w:t>1.266e-2</w:t>
      </w:r>
    </w:p>
    <w:p w:rsidR="00B65DC9" w:rsidRDefault="00B65DC9" w:rsidP="00B65DC9">
      <w:r>
        <w:t>826.3585</w:t>
      </w:r>
      <w:r>
        <w:tab/>
        <w:t>4.051e0</w:t>
      </w:r>
    </w:p>
    <w:p w:rsidR="00B65DC9" w:rsidRDefault="00B65DC9" w:rsidP="00B65DC9">
      <w:r>
        <w:t>826.4122</w:t>
      </w:r>
      <w:r>
        <w:tab/>
        <w:t>1.013e0</w:t>
      </w:r>
    </w:p>
    <w:p w:rsidR="00B65DC9" w:rsidRDefault="00B65DC9" w:rsidP="00B65DC9">
      <w:r>
        <w:t>826.4471</w:t>
      </w:r>
      <w:r>
        <w:tab/>
        <w:t>3.038e0</w:t>
      </w:r>
    </w:p>
    <w:p w:rsidR="00B65DC9" w:rsidRDefault="00B65DC9" w:rsidP="00B65DC9">
      <w:r>
        <w:t>826.4677</w:t>
      </w:r>
      <w:r>
        <w:tab/>
        <w:t>2.025e0</w:t>
      </w:r>
    </w:p>
    <w:p w:rsidR="00B65DC9" w:rsidRDefault="00B65DC9" w:rsidP="00B65DC9">
      <w:r>
        <w:t>826.5524</w:t>
      </w:r>
      <w:r>
        <w:tab/>
        <w:t>1.013e0</w:t>
      </w:r>
    </w:p>
    <w:p w:rsidR="00B65DC9" w:rsidRDefault="00B65DC9" w:rsidP="00B65DC9">
      <w:r>
        <w:t>826.5726</w:t>
      </w:r>
      <w:r>
        <w:tab/>
        <w:t>2.025e0</w:t>
      </w:r>
    </w:p>
    <w:p w:rsidR="00B65DC9" w:rsidRDefault="00B65DC9" w:rsidP="00B65DC9">
      <w:r>
        <w:t>826.6572</w:t>
      </w:r>
      <w:r>
        <w:tab/>
        <w:t>2.025e0</w:t>
      </w:r>
    </w:p>
    <w:p w:rsidR="00B65DC9" w:rsidRDefault="00B65DC9" w:rsidP="00B65DC9">
      <w:r>
        <w:t>826.6839</w:t>
      </w:r>
      <w:r>
        <w:tab/>
        <w:t>1.266e-2</w:t>
      </w:r>
    </w:p>
    <w:p w:rsidR="00B65DC9" w:rsidRDefault="00B65DC9" w:rsidP="00B65DC9">
      <w:r>
        <w:lastRenderedPageBreak/>
        <w:t>826.7183</w:t>
      </w:r>
      <w:r>
        <w:tab/>
        <w:t>1.013e0</w:t>
      </w:r>
    </w:p>
    <w:p w:rsidR="00B65DC9" w:rsidRDefault="00B65DC9" w:rsidP="00B65DC9">
      <w:r>
        <w:t>826.7602</w:t>
      </w:r>
      <w:r>
        <w:tab/>
        <w:t>2.025e0</w:t>
      </w:r>
    </w:p>
    <w:p w:rsidR="00B65DC9" w:rsidRDefault="00B65DC9" w:rsidP="00B65DC9">
      <w:r>
        <w:t>826.7944</w:t>
      </w:r>
      <w:r>
        <w:tab/>
        <w:t>2.025e0</w:t>
      </w:r>
    </w:p>
    <w:p w:rsidR="00B65DC9" w:rsidRDefault="00B65DC9" w:rsidP="00B65DC9">
      <w:r>
        <w:t>826.8364</w:t>
      </w:r>
      <w:r>
        <w:tab/>
        <w:t>1.266e-2</w:t>
      </w:r>
    </w:p>
    <w:p w:rsidR="00B65DC9" w:rsidRDefault="00B65DC9" w:rsidP="00B65DC9">
      <w:r>
        <w:t>826.8713</w:t>
      </w:r>
      <w:r>
        <w:tab/>
        <w:t>1.013e0</w:t>
      </w:r>
    </w:p>
    <w:p w:rsidR="00B65DC9" w:rsidRDefault="00B65DC9" w:rsidP="00B65DC9">
      <w:r>
        <w:t>826.9388</w:t>
      </w:r>
      <w:r>
        <w:tab/>
        <w:t>1.013e0</w:t>
      </w:r>
    </w:p>
    <w:p w:rsidR="00B65DC9" w:rsidRDefault="00B65DC9" w:rsidP="00B65DC9">
      <w:r>
        <w:t>826.9688</w:t>
      </w:r>
      <w:r>
        <w:tab/>
        <w:t>1.013e0</w:t>
      </w:r>
    </w:p>
    <w:p w:rsidR="00B65DC9" w:rsidRDefault="00B65DC9" w:rsidP="00B65DC9">
      <w:r>
        <w:t>827.0244</w:t>
      </w:r>
      <w:r>
        <w:tab/>
        <w:t>2.025e0</w:t>
      </w:r>
    </w:p>
    <w:p w:rsidR="00B65DC9" w:rsidRDefault="00B65DC9" w:rsidP="00B65DC9">
      <w:r>
        <w:t>827.1274</w:t>
      </w:r>
      <w:r>
        <w:tab/>
        <w:t>3.038e0</w:t>
      </w:r>
    </w:p>
    <w:p w:rsidR="00B65DC9" w:rsidRDefault="00B65DC9" w:rsidP="00B65DC9">
      <w:r>
        <w:t>827.1637</w:t>
      </w:r>
      <w:r>
        <w:tab/>
        <w:t>1.013e0</w:t>
      </w:r>
    </w:p>
    <w:p w:rsidR="00B65DC9" w:rsidRDefault="00B65DC9" w:rsidP="00B65DC9">
      <w:r>
        <w:t>827.1866</w:t>
      </w:r>
      <w:r>
        <w:tab/>
        <w:t>2.025e0</w:t>
      </w:r>
    </w:p>
    <w:p w:rsidR="00B65DC9" w:rsidRDefault="00B65DC9" w:rsidP="00B65DC9">
      <w:r>
        <w:t>827.1916</w:t>
      </w:r>
      <w:r>
        <w:tab/>
        <w:t>3.038e0</w:t>
      </w:r>
    </w:p>
    <w:p w:rsidR="00B65DC9" w:rsidRDefault="00B65DC9" w:rsidP="00B65DC9">
      <w:r>
        <w:t>827.2473</w:t>
      </w:r>
      <w:r>
        <w:tab/>
        <w:t>1.013e0</w:t>
      </w:r>
    </w:p>
    <w:p w:rsidR="00B65DC9" w:rsidRDefault="00B65DC9" w:rsidP="00B65DC9">
      <w:r>
        <w:t>827.2689</w:t>
      </w:r>
      <w:r>
        <w:tab/>
        <w:t>2.025e0</w:t>
      </w:r>
    </w:p>
    <w:p w:rsidR="00B65DC9" w:rsidRDefault="00B65DC9" w:rsidP="00B65DC9">
      <w:r>
        <w:t>827.3169</w:t>
      </w:r>
      <w:r>
        <w:tab/>
        <w:t>1.013e0</w:t>
      </w:r>
    </w:p>
    <w:p w:rsidR="00B65DC9" w:rsidRDefault="00B65DC9" w:rsidP="00B65DC9">
      <w:r>
        <w:t>827.4462</w:t>
      </w:r>
      <w:r>
        <w:tab/>
        <w:t>2.025e0</w:t>
      </w:r>
    </w:p>
    <w:p w:rsidR="00B65DC9" w:rsidRDefault="00B65DC9" w:rsidP="00B65DC9">
      <w:r>
        <w:t>827.5254</w:t>
      </w:r>
      <w:r>
        <w:tab/>
        <w:t>3.038e0</w:t>
      </w:r>
    </w:p>
    <w:p w:rsidR="00B65DC9" w:rsidRDefault="00B65DC9" w:rsidP="00B65DC9">
      <w:r>
        <w:t>827.5397</w:t>
      </w:r>
      <w:r>
        <w:tab/>
        <w:t>1.013e0</w:t>
      </w:r>
    </w:p>
    <w:p w:rsidR="00B65DC9" w:rsidRDefault="00B65DC9" w:rsidP="00B65DC9">
      <w:r>
        <w:t>827.5536</w:t>
      </w:r>
      <w:r>
        <w:tab/>
        <w:t>1.266e-2</w:t>
      </w:r>
    </w:p>
    <w:p w:rsidR="00B65DC9" w:rsidRDefault="00B65DC9" w:rsidP="00B65DC9">
      <w:r>
        <w:lastRenderedPageBreak/>
        <w:t>827.6372</w:t>
      </w:r>
      <w:r>
        <w:tab/>
        <w:t>1.013e0</w:t>
      </w:r>
    </w:p>
    <w:p w:rsidR="00B65DC9" w:rsidRDefault="00B65DC9" w:rsidP="00B65DC9">
      <w:r>
        <w:t>827.6522</w:t>
      </w:r>
      <w:r>
        <w:tab/>
        <w:t>1.013e0</w:t>
      </w:r>
    </w:p>
    <w:p w:rsidR="00B65DC9" w:rsidRDefault="00B65DC9" w:rsidP="00B65DC9">
      <w:r>
        <w:t>827.6570</w:t>
      </w:r>
      <w:r>
        <w:tab/>
        <w:t>3.038e0</w:t>
      </w:r>
    </w:p>
    <w:p w:rsidR="00B65DC9" w:rsidRDefault="00B65DC9" w:rsidP="00B65DC9">
      <w:r>
        <w:t>827.7347</w:t>
      </w:r>
      <w:r>
        <w:tab/>
        <w:t>2.532e-2</w:t>
      </w:r>
    </w:p>
    <w:p w:rsidR="00B65DC9" w:rsidRDefault="00B65DC9" w:rsidP="00B65DC9">
      <w:r>
        <w:t>827.7771</w:t>
      </w:r>
      <w:r>
        <w:tab/>
        <w:t>2.025e0</w:t>
      </w:r>
    </w:p>
    <w:p w:rsidR="00B65DC9" w:rsidRDefault="00B65DC9" w:rsidP="00B65DC9">
      <w:r>
        <w:t>827.8533</w:t>
      </w:r>
      <w:r>
        <w:tab/>
        <w:t>1.013e0</w:t>
      </w:r>
    </w:p>
    <w:p w:rsidR="00B65DC9" w:rsidRDefault="00B65DC9" w:rsidP="00B65DC9">
      <w:r>
        <w:t>827.9381</w:t>
      </w:r>
      <w:r>
        <w:tab/>
        <w:t>1.013e0</w:t>
      </w:r>
    </w:p>
    <w:p w:rsidR="00B65DC9" w:rsidRDefault="00B65DC9" w:rsidP="00B65DC9">
      <w:r>
        <w:t>828.0906</w:t>
      </w:r>
      <w:r>
        <w:tab/>
        <w:t>1.013e0</w:t>
      </w:r>
    </w:p>
    <w:p w:rsidR="00B65DC9" w:rsidRDefault="00B65DC9" w:rsidP="00B65DC9">
      <w:r>
        <w:t>828.1013</w:t>
      </w:r>
      <w:r>
        <w:tab/>
        <w:t>2.025e0</w:t>
      </w:r>
    </w:p>
    <w:p w:rsidR="00B65DC9" w:rsidRDefault="00B65DC9" w:rsidP="00B65DC9">
      <w:r>
        <w:t>828.1406</w:t>
      </w:r>
      <w:r>
        <w:tab/>
        <w:t>1.013e0</w:t>
      </w:r>
    </w:p>
    <w:p w:rsidR="00B65DC9" w:rsidRDefault="00B65DC9" w:rsidP="00B65DC9">
      <w:r>
        <w:t>828.2504</w:t>
      </w:r>
      <w:r>
        <w:tab/>
        <w:t>1.013e0</w:t>
      </w:r>
    </w:p>
    <w:p w:rsidR="00B65DC9" w:rsidRDefault="00B65DC9" w:rsidP="00B65DC9">
      <w:r>
        <w:t>828.3062</w:t>
      </w:r>
      <w:r>
        <w:tab/>
        <w:t>2.025e0</w:t>
      </w:r>
    </w:p>
    <w:p w:rsidR="00B65DC9" w:rsidRDefault="00B65DC9" w:rsidP="00B65DC9">
      <w:r>
        <w:t>828.3106</w:t>
      </w:r>
      <w:r>
        <w:tab/>
        <w:t>1.266e-2</w:t>
      </w:r>
    </w:p>
    <w:p w:rsidR="00B65DC9" w:rsidRDefault="00B65DC9" w:rsidP="00B65DC9">
      <w:r>
        <w:t>828.4108</w:t>
      </w:r>
      <w:r>
        <w:tab/>
        <w:t>2.025e0</w:t>
      </w:r>
    </w:p>
    <w:p w:rsidR="00B65DC9" w:rsidRDefault="00B65DC9" w:rsidP="00B65DC9">
      <w:r>
        <w:t>828.4500</w:t>
      </w:r>
      <w:r>
        <w:tab/>
        <w:t>6.076e0</w:t>
      </w:r>
    </w:p>
    <w:p w:rsidR="00B65DC9" w:rsidRDefault="00B65DC9" w:rsidP="00B65DC9">
      <w:r>
        <w:t>828.4620</w:t>
      </w:r>
      <w:r>
        <w:tab/>
        <w:t>4.051e0</w:t>
      </w:r>
    </w:p>
    <w:p w:rsidR="00B65DC9" w:rsidRDefault="00B65DC9" w:rsidP="00B65DC9">
      <w:r>
        <w:t>828.5432</w:t>
      </w:r>
      <w:r>
        <w:tab/>
        <w:t>1.013e0</w:t>
      </w:r>
    </w:p>
    <w:p w:rsidR="00B65DC9" w:rsidRDefault="00B65DC9" w:rsidP="00B65DC9">
      <w:r>
        <w:t>828.6163</w:t>
      </w:r>
      <w:r>
        <w:tab/>
        <w:t>1.013e0</w:t>
      </w:r>
    </w:p>
    <w:p w:rsidR="00B65DC9" w:rsidRDefault="00B65DC9" w:rsidP="00B65DC9">
      <w:r>
        <w:t>828.6548</w:t>
      </w:r>
      <w:r>
        <w:tab/>
        <w:t>1.013e0</w:t>
      </w:r>
    </w:p>
    <w:p w:rsidR="00B65DC9" w:rsidRDefault="00B65DC9" w:rsidP="00B65DC9">
      <w:r>
        <w:lastRenderedPageBreak/>
        <w:t>828.7310</w:t>
      </w:r>
      <w:r>
        <w:tab/>
        <w:t>3.038e0</w:t>
      </w:r>
    </w:p>
    <w:p w:rsidR="00B65DC9" w:rsidRDefault="00B65DC9" w:rsidP="00B65DC9">
      <w:r>
        <w:t>828.7674</w:t>
      </w:r>
      <w:r>
        <w:tab/>
        <w:t>1.013e0</w:t>
      </w:r>
    </w:p>
    <w:p w:rsidR="00B65DC9" w:rsidRDefault="00B65DC9" w:rsidP="00B65DC9">
      <w:r>
        <w:t>828.8056</w:t>
      </w:r>
      <w:r>
        <w:tab/>
        <w:t>2.025e0</w:t>
      </w:r>
    </w:p>
    <w:p w:rsidR="00B65DC9" w:rsidRDefault="00B65DC9" w:rsidP="00B65DC9">
      <w:r>
        <w:t>828.8787</w:t>
      </w:r>
      <w:r>
        <w:tab/>
        <w:t>2.025e0</w:t>
      </w:r>
    </w:p>
    <w:p w:rsidR="00B65DC9" w:rsidRDefault="00B65DC9" w:rsidP="00B65DC9">
      <w:r>
        <w:t>828.9375</w:t>
      </w:r>
      <w:r>
        <w:tab/>
        <w:t>1.013e0</w:t>
      </w:r>
    </w:p>
    <w:p w:rsidR="00B65DC9" w:rsidRDefault="00B65DC9" w:rsidP="00B65DC9">
      <w:r>
        <w:t>829.0587</w:t>
      </w:r>
      <w:r>
        <w:tab/>
        <w:t>2.532e-2</w:t>
      </w:r>
    </w:p>
    <w:p w:rsidR="00B65DC9" w:rsidRDefault="00B65DC9" w:rsidP="00B65DC9">
      <w:r>
        <w:t>829.1570</w:t>
      </w:r>
      <w:r>
        <w:tab/>
        <w:t>1.013e0</w:t>
      </w:r>
    </w:p>
    <w:p w:rsidR="00B65DC9" w:rsidRDefault="00B65DC9" w:rsidP="00B65DC9">
      <w:r>
        <w:t>829.1921</w:t>
      </w:r>
      <w:r>
        <w:tab/>
        <w:t>1.013e0</w:t>
      </w:r>
    </w:p>
    <w:p w:rsidR="00B65DC9" w:rsidRDefault="00B65DC9" w:rsidP="00B65DC9">
      <w:r>
        <w:t>829.1989</w:t>
      </w:r>
      <w:r>
        <w:tab/>
        <w:t>1.013e0</w:t>
      </w:r>
    </w:p>
    <w:p w:rsidR="00B65DC9" w:rsidRDefault="00B65DC9" w:rsidP="00B65DC9">
      <w:r>
        <w:t>829.2358</w:t>
      </w:r>
      <w:r>
        <w:tab/>
        <w:t>7.071e0</w:t>
      </w:r>
    </w:p>
    <w:p w:rsidR="00B65DC9" w:rsidRDefault="00B65DC9" w:rsidP="00B65DC9">
      <w:r>
        <w:t>829.2687</w:t>
      </w:r>
      <w:r>
        <w:tab/>
        <w:t>1.013e0</w:t>
      </w:r>
    </w:p>
    <w:p w:rsidR="00B65DC9" w:rsidRDefault="00B65DC9" w:rsidP="00B65DC9">
      <w:r>
        <w:t>829.3010</w:t>
      </w:r>
      <w:r>
        <w:tab/>
        <w:t>3.038e0</w:t>
      </w:r>
    </w:p>
    <w:p w:rsidR="00B65DC9" w:rsidRDefault="00B65DC9" w:rsidP="00B65DC9">
      <w:r>
        <w:t>829.4304</w:t>
      </w:r>
      <w:r>
        <w:tab/>
        <w:t>1.013e0</w:t>
      </w:r>
    </w:p>
    <w:p w:rsidR="00B65DC9" w:rsidRDefault="00B65DC9" w:rsidP="00B65DC9">
      <w:r>
        <w:t>829.4501</w:t>
      </w:r>
      <w:r>
        <w:tab/>
        <w:t>1.013e0</w:t>
      </w:r>
    </w:p>
    <w:p w:rsidR="00B65DC9" w:rsidRDefault="00B65DC9" w:rsidP="00B65DC9">
      <w:r>
        <w:t>829.5060</w:t>
      </w:r>
      <w:r>
        <w:tab/>
        <w:t>1.013e0</w:t>
      </w:r>
    </w:p>
    <w:p w:rsidR="00B65DC9" w:rsidRDefault="00B65DC9" w:rsidP="00B65DC9">
      <w:r>
        <w:t>829.5103</w:t>
      </w:r>
      <w:r>
        <w:tab/>
        <w:t>3.038e0</w:t>
      </w:r>
    </w:p>
    <w:p w:rsidR="00B65DC9" w:rsidRDefault="00B65DC9" w:rsidP="00B65DC9">
      <w:r>
        <w:t>829.5642</w:t>
      </w:r>
      <w:r>
        <w:tab/>
        <w:t>1.013e0</w:t>
      </w:r>
    </w:p>
    <w:p w:rsidR="00B65DC9" w:rsidRDefault="00B65DC9" w:rsidP="00B65DC9">
      <w:r>
        <w:t>829.5679</w:t>
      </w:r>
      <w:r>
        <w:tab/>
        <w:t>3.038e0</w:t>
      </w:r>
    </w:p>
    <w:p w:rsidR="00B65DC9" w:rsidRDefault="00B65DC9" w:rsidP="00B65DC9">
      <w:r>
        <w:t>829.6317</w:t>
      </w:r>
      <w:r>
        <w:tab/>
        <w:t>1.266e-2</w:t>
      </w:r>
    </w:p>
    <w:p w:rsidR="00B65DC9" w:rsidRDefault="00B65DC9" w:rsidP="00B65DC9">
      <w:r>
        <w:lastRenderedPageBreak/>
        <w:t>829.6595</w:t>
      </w:r>
      <w:r>
        <w:tab/>
        <w:t>2.038e0</w:t>
      </w:r>
    </w:p>
    <w:p w:rsidR="00B65DC9" w:rsidRDefault="00B65DC9" w:rsidP="00B65DC9">
      <w:r>
        <w:t>829.6875</w:t>
      </w:r>
      <w:r>
        <w:tab/>
        <w:t>1.013e0</w:t>
      </w:r>
    </w:p>
    <w:p w:rsidR="00B65DC9" w:rsidRDefault="00B65DC9" w:rsidP="00B65DC9">
      <w:r>
        <w:t>829.7573</w:t>
      </w:r>
      <w:r>
        <w:tab/>
        <w:t>1.266e-2</w:t>
      </w:r>
    </w:p>
    <w:p w:rsidR="00B65DC9" w:rsidRDefault="00B65DC9" w:rsidP="00B65DC9">
      <w:r>
        <w:t>829.8830</w:t>
      </w:r>
      <w:r>
        <w:tab/>
        <w:t>1.266e-2</w:t>
      </w:r>
    </w:p>
    <w:p w:rsidR="00B65DC9" w:rsidRDefault="00B65DC9" w:rsidP="00B65DC9">
      <w:r>
        <w:t>829.9724</w:t>
      </w:r>
      <w:r>
        <w:tab/>
        <w:t>1.266e-2</w:t>
      </w:r>
    </w:p>
    <w:p w:rsidR="00B65DC9" w:rsidRDefault="00B65DC9" w:rsidP="00B65DC9">
      <w:r>
        <w:t>830.0845</w:t>
      </w:r>
      <w:r>
        <w:tab/>
        <w:t>2.025e0</w:t>
      </w:r>
    </w:p>
    <w:p w:rsidR="00B65DC9" w:rsidRDefault="00B65DC9" w:rsidP="00B65DC9">
      <w:r>
        <w:t>830.1065</w:t>
      </w:r>
      <w:r>
        <w:tab/>
        <w:t>1.013e0</w:t>
      </w:r>
    </w:p>
    <w:p w:rsidR="00B65DC9" w:rsidRDefault="00B65DC9" w:rsidP="00B65DC9">
      <w:r>
        <w:t>830.2043</w:t>
      </w:r>
      <w:r>
        <w:tab/>
        <w:t>1.266e-2</w:t>
      </w:r>
    </w:p>
    <w:p w:rsidR="00B65DC9" w:rsidRDefault="00B65DC9" w:rsidP="00B65DC9">
      <w:r>
        <w:t>830.2881</w:t>
      </w:r>
      <w:r>
        <w:tab/>
        <w:t>1.013e0</w:t>
      </w:r>
    </w:p>
    <w:p w:rsidR="00B65DC9" w:rsidRDefault="00B65DC9" w:rsidP="00B65DC9">
      <w:r>
        <w:t>830.2945</w:t>
      </w:r>
      <w:r>
        <w:tab/>
        <w:t>1.038e0</w:t>
      </w:r>
    </w:p>
    <w:p w:rsidR="00B65DC9" w:rsidRDefault="00B65DC9" w:rsidP="00B65DC9">
      <w:r>
        <w:t>830.3782</w:t>
      </w:r>
      <w:r>
        <w:tab/>
        <w:t>2.532e-2</w:t>
      </w:r>
    </w:p>
    <w:p w:rsidR="00B65DC9" w:rsidRDefault="00B65DC9" w:rsidP="00B65DC9">
      <w:r>
        <w:t>830.3956</w:t>
      </w:r>
      <w:r>
        <w:tab/>
        <w:t>3.038e0</w:t>
      </w:r>
    </w:p>
    <w:p w:rsidR="00B65DC9" w:rsidRDefault="00B65DC9" w:rsidP="00B65DC9">
      <w:r>
        <w:t>830.4630</w:t>
      </w:r>
      <w:r>
        <w:tab/>
        <w:t>2.025e0</w:t>
      </w:r>
    </w:p>
    <w:p w:rsidR="00B65DC9" w:rsidRDefault="00B65DC9" w:rsidP="00B65DC9">
      <w:r>
        <w:t>830.4782</w:t>
      </w:r>
      <w:r>
        <w:tab/>
        <w:t>3.038e0</w:t>
      </w:r>
    </w:p>
    <w:p w:rsidR="00B65DC9" w:rsidRDefault="00B65DC9" w:rsidP="00B65DC9">
      <w:r>
        <w:t>830.5306</w:t>
      </w:r>
      <w:r>
        <w:tab/>
        <w:t>1.013e0</w:t>
      </w:r>
    </w:p>
    <w:p w:rsidR="00B65DC9" w:rsidRDefault="00B65DC9" w:rsidP="00B65DC9">
      <w:r>
        <w:t>830.5848</w:t>
      </w:r>
      <w:r>
        <w:tab/>
        <w:t>5.063e0</w:t>
      </w:r>
    </w:p>
    <w:p w:rsidR="00B65DC9" w:rsidRDefault="00B65DC9" w:rsidP="00B65DC9">
      <w:r>
        <w:t>830.6337</w:t>
      </w:r>
      <w:r>
        <w:tab/>
        <w:t>1.013e0</w:t>
      </w:r>
    </w:p>
    <w:p w:rsidR="00B65DC9" w:rsidRDefault="00B65DC9" w:rsidP="00B65DC9">
      <w:r>
        <w:t>830.7850</w:t>
      </w:r>
      <w:r>
        <w:tab/>
        <w:t>1.013e0</w:t>
      </w:r>
    </w:p>
    <w:p w:rsidR="00B65DC9" w:rsidRDefault="00B65DC9" w:rsidP="00B65DC9">
      <w:r>
        <w:t>830.8403</w:t>
      </w:r>
      <w:r>
        <w:tab/>
        <w:t>2.025e0</w:t>
      </w:r>
    </w:p>
    <w:p w:rsidR="00B65DC9" w:rsidRDefault="00B65DC9" w:rsidP="00B65DC9">
      <w:r>
        <w:lastRenderedPageBreak/>
        <w:t>830.8701</w:t>
      </w:r>
      <w:r>
        <w:tab/>
        <w:t>4.051e0</w:t>
      </w:r>
    </w:p>
    <w:p w:rsidR="00B65DC9" w:rsidRDefault="00B65DC9" w:rsidP="00B65DC9">
      <w:r>
        <w:t>830.8752</w:t>
      </w:r>
      <w:r>
        <w:tab/>
        <w:t>1.013e0</w:t>
      </w:r>
    </w:p>
    <w:p w:rsidR="00B65DC9" w:rsidRDefault="00B65DC9" w:rsidP="00B65DC9">
      <w:r>
        <w:t>830.9632</w:t>
      </w:r>
      <w:r>
        <w:tab/>
        <w:t>2.025e0</w:t>
      </w:r>
    </w:p>
    <w:p w:rsidR="00B65DC9" w:rsidRDefault="00B65DC9" w:rsidP="00B65DC9">
      <w:r>
        <w:t>831.0048</w:t>
      </w:r>
      <w:r>
        <w:tab/>
        <w:t>1.013e0</w:t>
      </w:r>
    </w:p>
    <w:p w:rsidR="00B65DC9" w:rsidRDefault="00B65DC9" w:rsidP="00B65DC9">
      <w:r>
        <w:t>831.0115</w:t>
      </w:r>
      <w:r>
        <w:tab/>
        <w:t>3.038e0</w:t>
      </w:r>
    </w:p>
    <w:p w:rsidR="00B65DC9" w:rsidRDefault="00B65DC9" w:rsidP="00B65DC9">
      <w:r>
        <w:t>831.0570</w:t>
      </w:r>
      <w:r>
        <w:tab/>
        <w:t>1.013e0</w:t>
      </w:r>
    </w:p>
    <w:p w:rsidR="00B65DC9" w:rsidRDefault="00B65DC9" w:rsidP="00B65DC9">
      <w:r>
        <w:t>831.1917</w:t>
      </w:r>
      <w:r>
        <w:tab/>
        <w:t>2.025e0</w:t>
      </w:r>
    </w:p>
    <w:p w:rsidR="00B65DC9" w:rsidRDefault="00B65DC9" w:rsidP="00B65DC9">
      <w:r>
        <w:t>831.2078</w:t>
      </w:r>
      <w:r>
        <w:tab/>
        <w:t>7.078e0</w:t>
      </w:r>
    </w:p>
    <w:p w:rsidR="00B65DC9" w:rsidRDefault="00B65DC9" w:rsidP="00B65DC9">
      <w:r>
        <w:t>831.2529</w:t>
      </w:r>
      <w:r>
        <w:tab/>
        <w:t>1.013e0</w:t>
      </w:r>
    </w:p>
    <w:p w:rsidR="00B65DC9" w:rsidRDefault="00B65DC9" w:rsidP="00B65DC9">
      <w:r>
        <w:t>831.3037</w:t>
      </w:r>
      <w:r>
        <w:tab/>
        <w:t>2.025e0</w:t>
      </w:r>
    </w:p>
    <w:p w:rsidR="00B65DC9" w:rsidRDefault="00B65DC9" w:rsidP="00B65DC9">
      <w:r>
        <w:t>831.3441</w:t>
      </w:r>
      <w:r>
        <w:tab/>
        <w:t>2.025e0</w:t>
      </w:r>
    </w:p>
    <w:p w:rsidR="00B65DC9" w:rsidRDefault="00B65DC9" w:rsidP="00B65DC9">
      <w:r>
        <w:t>831.3788</w:t>
      </w:r>
      <w:r>
        <w:tab/>
        <w:t>2.025e0</w:t>
      </w:r>
    </w:p>
    <w:p w:rsidR="00B65DC9" w:rsidRDefault="00B65DC9" w:rsidP="00B65DC9">
      <w:r>
        <w:t>831.4627</w:t>
      </w:r>
      <w:r>
        <w:tab/>
        <w:t>2.025e0</w:t>
      </w:r>
    </w:p>
    <w:p w:rsidR="00B65DC9" w:rsidRDefault="00B65DC9" w:rsidP="00B65DC9">
      <w:r>
        <w:t>831.5467</w:t>
      </w:r>
      <w:r>
        <w:tab/>
        <w:t>2.025e0</w:t>
      </w:r>
    </w:p>
    <w:p w:rsidR="00B65DC9" w:rsidRDefault="00B65DC9" w:rsidP="00B65DC9">
      <w:r>
        <w:t>831.5813</w:t>
      </w:r>
      <w:r>
        <w:tab/>
        <w:t>1.013e0</w:t>
      </w:r>
    </w:p>
    <w:p w:rsidR="00B65DC9" w:rsidRDefault="00B65DC9" w:rsidP="00B65DC9">
      <w:r>
        <w:t>831.6754</w:t>
      </w:r>
      <w:r>
        <w:tab/>
        <w:t>2.025e0</w:t>
      </w:r>
    </w:p>
    <w:p w:rsidR="00B65DC9" w:rsidRDefault="00B65DC9" w:rsidP="00B65DC9">
      <w:r>
        <w:t>831.6835</w:t>
      </w:r>
      <w:r>
        <w:tab/>
        <w:t>1.013e0</w:t>
      </w:r>
    </w:p>
    <w:p w:rsidR="00B65DC9" w:rsidRDefault="00B65DC9" w:rsidP="00B65DC9">
      <w:r>
        <w:t>831.6846</w:t>
      </w:r>
      <w:r>
        <w:tab/>
        <w:t>4.051e0</w:t>
      </w:r>
    </w:p>
    <w:p w:rsidR="00B65DC9" w:rsidRDefault="00B65DC9" w:rsidP="00B65DC9">
      <w:r>
        <w:t>831.7612</w:t>
      </w:r>
      <w:r>
        <w:tab/>
        <w:t>2.025e0</w:t>
      </w:r>
    </w:p>
    <w:p w:rsidR="00B65DC9" w:rsidRDefault="00B65DC9" w:rsidP="00B65DC9">
      <w:r>
        <w:lastRenderedPageBreak/>
        <w:t>831.7695</w:t>
      </w:r>
      <w:r>
        <w:tab/>
        <w:t>1.266e-2</w:t>
      </w:r>
    </w:p>
    <w:p w:rsidR="00B65DC9" w:rsidRDefault="00B65DC9" w:rsidP="00B65DC9">
      <w:r>
        <w:t>831.8406</w:t>
      </w:r>
      <w:r>
        <w:tab/>
        <w:t>1.013e0</w:t>
      </w:r>
    </w:p>
    <w:p w:rsidR="00B65DC9" w:rsidRDefault="00B65DC9" w:rsidP="00B65DC9">
      <w:r>
        <w:t>831.8758</w:t>
      </w:r>
      <w:r>
        <w:tab/>
        <w:t>2.025e0</w:t>
      </w:r>
    </w:p>
    <w:p w:rsidR="00B65DC9" w:rsidRDefault="00B65DC9" w:rsidP="00B65DC9">
      <w:r>
        <w:t>831.9677</w:t>
      </w:r>
      <w:r>
        <w:tab/>
        <w:t>1.013e0</w:t>
      </w:r>
    </w:p>
    <w:p w:rsidR="00B65DC9" w:rsidRDefault="00B65DC9" w:rsidP="00B65DC9">
      <w:r>
        <w:t>832.0366</w:t>
      </w:r>
      <w:r>
        <w:tab/>
        <w:t>1.013e0</w:t>
      </w:r>
    </w:p>
    <w:p w:rsidR="00B65DC9" w:rsidRDefault="00B65DC9" w:rsidP="00B65DC9">
      <w:r>
        <w:t>832.0566</w:t>
      </w:r>
      <w:r>
        <w:tab/>
        <w:t>1.013e0</w:t>
      </w:r>
    </w:p>
    <w:p w:rsidR="00B65DC9" w:rsidRDefault="00B65DC9" w:rsidP="00B65DC9">
      <w:r>
        <w:t>832.0814</w:t>
      </w:r>
      <w:r>
        <w:tab/>
        <w:t>2.025e0</w:t>
      </w:r>
    </w:p>
    <w:p w:rsidR="00B65DC9" w:rsidRDefault="00B65DC9" w:rsidP="00B65DC9">
      <w:r>
        <w:t>832.1066</w:t>
      </w:r>
      <w:r>
        <w:tab/>
        <w:t>1.266e-2</w:t>
      </w:r>
    </w:p>
    <w:p w:rsidR="00B65DC9" w:rsidRDefault="00B65DC9" w:rsidP="00B65DC9">
      <w:r>
        <w:t>832.1906</w:t>
      </w:r>
      <w:r>
        <w:tab/>
        <w:t>1.013e0</w:t>
      </w:r>
    </w:p>
    <w:p w:rsidR="00B65DC9" w:rsidRDefault="00B65DC9" w:rsidP="00B65DC9">
      <w:r>
        <w:t>832.2319</w:t>
      </w:r>
      <w:r>
        <w:tab/>
        <w:t>1.013e1</w:t>
      </w:r>
    </w:p>
    <w:p w:rsidR="00B65DC9" w:rsidRDefault="00B65DC9" w:rsidP="00B65DC9">
      <w:r>
        <w:t>832.2831</w:t>
      </w:r>
      <w:r>
        <w:tab/>
        <w:t>3.038e0</w:t>
      </w:r>
    </w:p>
    <w:p w:rsidR="00B65DC9" w:rsidRDefault="00B65DC9" w:rsidP="00B65DC9">
      <w:r>
        <w:t>832.2886</w:t>
      </w:r>
      <w:r>
        <w:tab/>
        <w:t>1.013e0</w:t>
      </w:r>
    </w:p>
    <w:p w:rsidR="00B65DC9" w:rsidRDefault="00B65DC9" w:rsidP="00B65DC9">
      <w:r>
        <w:t>832.3596</w:t>
      </w:r>
      <w:r>
        <w:tab/>
        <w:t>1.266e-2</w:t>
      </w:r>
    </w:p>
    <w:p w:rsidR="00B65DC9" w:rsidRDefault="00B65DC9" w:rsidP="00B65DC9">
      <w:r>
        <w:t>832.3676</w:t>
      </w:r>
      <w:r>
        <w:tab/>
        <w:t>2.025e0</w:t>
      </w:r>
    </w:p>
    <w:p w:rsidR="00B65DC9" w:rsidRDefault="00B65DC9" w:rsidP="00B65DC9">
      <w:r>
        <w:t>832.4438</w:t>
      </w:r>
      <w:r>
        <w:tab/>
        <w:t>2.025e0</w:t>
      </w:r>
    </w:p>
    <w:p w:rsidR="00B65DC9" w:rsidRDefault="00B65DC9" w:rsidP="00B65DC9">
      <w:r>
        <w:t>832.4824</w:t>
      </w:r>
      <w:r>
        <w:tab/>
        <w:t>2.025e0</w:t>
      </w:r>
    </w:p>
    <w:p w:rsidR="00B65DC9" w:rsidRDefault="00B65DC9" w:rsidP="00B65DC9">
      <w:r>
        <w:t>832.5139</w:t>
      </w:r>
      <w:r>
        <w:tab/>
        <w:t>1.013e0</w:t>
      </w:r>
    </w:p>
    <w:p w:rsidR="00B65DC9" w:rsidRDefault="00B65DC9" w:rsidP="00B65DC9">
      <w:r>
        <w:t>832.5729</w:t>
      </w:r>
      <w:r>
        <w:tab/>
        <w:t>2.532e-2</w:t>
      </w:r>
    </w:p>
    <w:p w:rsidR="00B65DC9" w:rsidRDefault="00B65DC9" w:rsidP="00B65DC9">
      <w:r>
        <w:t>832.6354</w:t>
      </w:r>
      <w:r>
        <w:tab/>
        <w:t>3.798e-2</w:t>
      </w:r>
    </w:p>
    <w:p w:rsidR="00B65DC9" w:rsidRDefault="00B65DC9" w:rsidP="00B65DC9">
      <w:r>
        <w:lastRenderedPageBreak/>
        <w:t>832.7339</w:t>
      </w:r>
      <w:r>
        <w:tab/>
        <w:t>1.013e0</w:t>
      </w:r>
    </w:p>
    <w:p w:rsidR="00B65DC9" w:rsidRDefault="00B65DC9" w:rsidP="00B65DC9">
      <w:r>
        <w:t>832.7369</w:t>
      </w:r>
      <w:r>
        <w:tab/>
        <w:t>1.266e-2</w:t>
      </w:r>
    </w:p>
    <w:p w:rsidR="00B65DC9" w:rsidRDefault="00B65DC9" w:rsidP="00B65DC9">
      <w:r>
        <w:t>832.8189</w:t>
      </w:r>
      <w:r>
        <w:tab/>
        <w:t>1.013e0</w:t>
      </w:r>
    </w:p>
    <w:p w:rsidR="00B65DC9" w:rsidRDefault="00B65DC9" w:rsidP="00B65DC9">
      <w:r>
        <w:t>832.8524</w:t>
      </w:r>
      <w:r>
        <w:tab/>
        <w:t>1.266e-2</w:t>
      </w:r>
    </w:p>
    <w:p w:rsidR="00B65DC9" w:rsidRDefault="00B65DC9" w:rsidP="00B65DC9">
      <w:r>
        <w:t>832.9892</w:t>
      </w:r>
      <w:r>
        <w:tab/>
        <w:t>1.266e-2</w:t>
      </w:r>
    </w:p>
    <w:p w:rsidR="00B65DC9" w:rsidRDefault="00B65DC9" w:rsidP="00B65DC9">
      <w:r>
        <w:t>833.0211</w:t>
      </w:r>
      <w:r>
        <w:tab/>
        <w:t>1.266e-2</w:t>
      </w:r>
    </w:p>
    <w:p w:rsidR="00B65DC9" w:rsidRDefault="00B65DC9" w:rsidP="00B65DC9">
      <w:r>
        <w:t>833.0558</w:t>
      </w:r>
      <w:r>
        <w:tab/>
        <w:t>1.013e0</w:t>
      </w:r>
    </w:p>
    <w:p w:rsidR="00B65DC9" w:rsidRDefault="00B65DC9" w:rsidP="00B65DC9">
      <w:r>
        <w:t>833.1060</w:t>
      </w:r>
      <w:r>
        <w:tab/>
        <w:t>1.013e0</w:t>
      </w:r>
    </w:p>
    <w:p w:rsidR="00B65DC9" w:rsidRDefault="00B65DC9" w:rsidP="00B65DC9">
      <w:r>
        <w:t>833.2275</w:t>
      </w:r>
      <w:r>
        <w:tab/>
        <w:t>1.266e-2</w:t>
      </w:r>
    </w:p>
    <w:p w:rsidR="00B65DC9" w:rsidRDefault="00B65DC9" w:rsidP="00B65DC9">
      <w:r>
        <w:t>833.2592</w:t>
      </w:r>
      <w:r>
        <w:tab/>
        <w:t>3.038e0</w:t>
      </w:r>
    </w:p>
    <w:p w:rsidR="00B65DC9" w:rsidRDefault="00B65DC9" w:rsidP="00B65DC9">
      <w:r>
        <w:t>833.2696</w:t>
      </w:r>
      <w:r>
        <w:tab/>
        <w:t>2.025e0</w:t>
      </w:r>
    </w:p>
    <w:p w:rsidR="00B65DC9" w:rsidRDefault="00B65DC9" w:rsidP="00B65DC9">
      <w:r>
        <w:t>833.3429</w:t>
      </w:r>
      <w:r>
        <w:tab/>
        <w:t>1.013e0</w:t>
      </w:r>
    </w:p>
    <w:p w:rsidR="00B65DC9" w:rsidRDefault="00B65DC9" w:rsidP="00B65DC9">
      <w:r>
        <w:t>833.3956</w:t>
      </w:r>
      <w:r>
        <w:tab/>
        <w:t>4.051e0</w:t>
      </w:r>
    </w:p>
    <w:p w:rsidR="00B65DC9" w:rsidRDefault="00B65DC9" w:rsidP="00B65DC9">
      <w:r>
        <w:t>833.4740</w:t>
      </w:r>
      <w:r>
        <w:tab/>
        <w:t>2.025e0</w:t>
      </w:r>
    </w:p>
    <w:p w:rsidR="00B65DC9" w:rsidRDefault="00B65DC9" w:rsidP="00B65DC9">
      <w:r>
        <w:t>833.4795</w:t>
      </w:r>
      <w:r>
        <w:tab/>
        <w:t>6.076e0</w:t>
      </w:r>
    </w:p>
    <w:p w:rsidR="00B65DC9" w:rsidRDefault="00B65DC9" w:rsidP="00B65DC9">
      <w:r>
        <w:t>833.6335</w:t>
      </w:r>
      <w:r>
        <w:tab/>
        <w:t>2.025e0</w:t>
      </w:r>
    </w:p>
    <w:p w:rsidR="00B65DC9" w:rsidRDefault="00B65DC9" w:rsidP="00B65DC9">
      <w:r>
        <w:t>833.6973</w:t>
      </w:r>
      <w:r>
        <w:tab/>
        <w:t>2.025e0</w:t>
      </w:r>
    </w:p>
    <w:p w:rsidR="00B65DC9" w:rsidRDefault="00B65DC9" w:rsidP="00B65DC9">
      <w:r>
        <w:t>833.7324</w:t>
      </w:r>
      <w:r>
        <w:tab/>
        <w:t>1.266e-2</w:t>
      </w:r>
    </w:p>
    <w:p w:rsidR="00B65DC9" w:rsidRDefault="00B65DC9" w:rsidP="00B65DC9">
      <w:r>
        <w:t>833.8306</w:t>
      </w:r>
      <w:r>
        <w:tab/>
        <w:t>1.013e0</w:t>
      </w:r>
    </w:p>
    <w:p w:rsidR="00B65DC9" w:rsidRDefault="00B65DC9" w:rsidP="00B65DC9">
      <w:r>
        <w:lastRenderedPageBreak/>
        <w:t>833.8447</w:t>
      </w:r>
      <w:r>
        <w:tab/>
        <w:t>1.013e0</w:t>
      </w:r>
    </w:p>
    <w:p w:rsidR="00B65DC9" w:rsidRDefault="00B65DC9" w:rsidP="00B65DC9">
      <w:r>
        <w:t>833.9148</w:t>
      </w:r>
      <w:r>
        <w:tab/>
        <w:t>1.266e-2</w:t>
      </w:r>
    </w:p>
    <w:p w:rsidR="00B65DC9" w:rsidRDefault="00B65DC9" w:rsidP="00B65DC9">
      <w:r>
        <w:t>834.0130</w:t>
      </w:r>
      <w:r>
        <w:tab/>
        <w:t>1.013e0</w:t>
      </w:r>
    </w:p>
    <w:p w:rsidR="00B65DC9" w:rsidRDefault="00B65DC9" w:rsidP="00B65DC9">
      <w:r>
        <w:t>834.0551</w:t>
      </w:r>
      <w:r>
        <w:tab/>
        <w:t>1.266e-2</w:t>
      </w:r>
    </w:p>
    <w:p w:rsidR="00B65DC9" w:rsidRDefault="00B65DC9" w:rsidP="00B65DC9">
      <w:r>
        <w:t>834.0972</w:t>
      </w:r>
      <w:r>
        <w:tab/>
        <w:t>1.013e0</w:t>
      </w:r>
    </w:p>
    <w:p w:rsidR="00B65DC9" w:rsidRDefault="00B65DC9" w:rsidP="00B65DC9">
      <w:r>
        <w:t>834.2621</w:t>
      </w:r>
      <w:r>
        <w:tab/>
        <w:t>3.038e0</w:t>
      </w:r>
    </w:p>
    <w:p w:rsidR="00B65DC9" w:rsidRDefault="00B65DC9" w:rsidP="00B65DC9">
      <w:r>
        <w:t>834.3007</w:t>
      </w:r>
      <w:r>
        <w:tab/>
        <w:t>2.025e0</w:t>
      </w:r>
    </w:p>
    <w:p w:rsidR="00B65DC9" w:rsidRDefault="00B65DC9" w:rsidP="00B65DC9">
      <w:r>
        <w:t>834.3077</w:t>
      </w:r>
      <w:r>
        <w:tab/>
        <w:t>1.013e0</w:t>
      </w:r>
    </w:p>
    <w:p w:rsidR="00B65DC9" w:rsidRDefault="00B65DC9" w:rsidP="00B65DC9">
      <w:r>
        <w:t>834.3358</w:t>
      </w:r>
      <w:r>
        <w:tab/>
        <w:t>2.025e0</w:t>
      </w:r>
    </w:p>
    <w:p w:rsidR="00B65DC9" w:rsidRDefault="00B65DC9" w:rsidP="00B65DC9">
      <w:r>
        <w:t>834.4843</w:t>
      </w:r>
      <w:r>
        <w:tab/>
        <w:t>2.025e0</w:t>
      </w:r>
    </w:p>
    <w:p w:rsidR="00B65DC9" w:rsidRDefault="00B65DC9" w:rsidP="00B65DC9">
      <w:r>
        <w:t>834.5085</w:t>
      </w:r>
      <w:r>
        <w:tab/>
        <w:t>3.038e0</w:t>
      </w:r>
    </w:p>
    <w:p w:rsidR="00B65DC9" w:rsidRDefault="00B65DC9" w:rsidP="00B65DC9">
      <w:r>
        <w:t>834.5341</w:t>
      </w:r>
      <w:r>
        <w:tab/>
        <w:t>5.063e-2</w:t>
      </w:r>
    </w:p>
    <w:p w:rsidR="00B65DC9" w:rsidRDefault="00B65DC9" w:rsidP="00B65DC9">
      <w:r>
        <w:t>834.5930</w:t>
      </w:r>
      <w:r>
        <w:tab/>
        <w:t>2.025e0</w:t>
      </w:r>
    </w:p>
    <w:p w:rsidR="00B65DC9" w:rsidRDefault="00B65DC9" w:rsidP="00B65DC9">
      <w:r>
        <w:t>834.6869</w:t>
      </w:r>
      <w:r>
        <w:tab/>
        <w:t>1.013e0</w:t>
      </w:r>
    </w:p>
    <w:p w:rsidR="00B65DC9" w:rsidRDefault="00B65DC9" w:rsidP="00B65DC9">
      <w:r>
        <w:t>834.6982</w:t>
      </w:r>
      <w:r>
        <w:tab/>
        <w:t>2.038e0</w:t>
      </w:r>
    </w:p>
    <w:p w:rsidR="00B65DC9" w:rsidRDefault="00B65DC9" w:rsidP="00B65DC9">
      <w:r>
        <w:t>834.7150</w:t>
      </w:r>
      <w:r>
        <w:tab/>
        <w:t>1.013e0</w:t>
      </w:r>
    </w:p>
    <w:p w:rsidR="00B65DC9" w:rsidRDefault="00B65DC9" w:rsidP="00B65DC9">
      <w:r>
        <w:t>834.8168</w:t>
      </w:r>
      <w:r>
        <w:tab/>
        <w:t>1.266e-2</w:t>
      </w:r>
    </w:p>
    <w:p w:rsidR="00B65DC9" w:rsidRDefault="00B65DC9" w:rsidP="00B65DC9">
      <w:r>
        <w:t>834.8292</w:t>
      </w:r>
      <w:r>
        <w:tab/>
        <w:t>1.025e0</w:t>
      </w:r>
    </w:p>
    <w:p w:rsidR="00B65DC9" w:rsidRDefault="00B65DC9" w:rsidP="00B65DC9">
      <w:r>
        <w:t>834.8842</w:t>
      </w:r>
      <w:r>
        <w:tab/>
        <w:t>2.025e0</w:t>
      </w:r>
    </w:p>
    <w:p w:rsidR="00B65DC9" w:rsidRDefault="00B65DC9" w:rsidP="00B65DC9">
      <w:r>
        <w:lastRenderedPageBreak/>
        <w:t>834.9959</w:t>
      </w:r>
      <w:r>
        <w:tab/>
        <w:t>1.013e0</w:t>
      </w:r>
    </w:p>
    <w:p w:rsidR="00B65DC9" w:rsidRDefault="00B65DC9" w:rsidP="00B65DC9">
      <w:r>
        <w:t>835.0723</w:t>
      </w:r>
      <w:r>
        <w:tab/>
        <w:t>1.266e-2</w:t>
      </w:r>
    </w:p>
    <w:p w:rsidR="00B65DC9" w:rsidRDefault="00B65DC9" w:rsidP="00B65DC9">
      <w:r>
        <w:t>835.0872</w:t>
      </w:r>
      <w:r>
        <w:tab/>
        <w:t>2.025e0</w:t>
      </w:r>
    </w:p>
    <w:p w:rsidR="00B65DC9" w:rsidRDefault="00B65DC9" w:rsidP="00B65DC9">
      <w:r>
        <w:t>835.1645</w:t>
      </w:r>
      <w:r>
        <w:tab/>
        <w:t>1.013e0</w:t>
      </w:r>
    </w:p>
    <w:p w:rsidR="00B65DC9" w:rsidRDefault="00B65DC9" w:rsidP="00B65DC9">
      <w:r>
        <w:t>835.2067</w:t>
      </w:r>
      <w:r>
        <w:tab/>
        <w:t>2.025e0</w:t>
      </w:r>
    </w:p>
    <w:p w:rsidR="00B65DC9" w:rsidRDefault="00B65DC9" w:rsidP="00B65DC9">
      <w:r>
        <w:t>835.2291</w:t>
      </w:r>
      <w:r>
        <w:tab/>
        <w:t>3.038e0</w:t>
      </w:r>
    </w:p>
    <w:p w:rsidR="00B65DC9" w:rsidRDefault="00B65DC9" w:rsidP="00B65DC9">
      <w:r>
        <w:t>835.3208</w:t>
      </w:r>
      <w:r>
        <w:tab/>
        <w:t>8.101e0</w:t>
      </w:r>
    </w:p>
    <w:p w:rsidR="00B65DC9" w:rsidRDefault="00B65DC9" w:rsidP="00B65DC9">
      <w:r>
        <w:t>835.3351</w:t>
      </w:r>
      <w:r>
        <w:tab/>
        <w:t>8.101e0</w:t>
      </w:r>
    </w:p>
    <w:p w:rsidR="00B65DC9" w:rsidRDefault="00B65DC9" w:rsidP="00B65DC9">
      <w:r>
        <w:t>835.3442</w:t>
      </w:r>
      <w:r>
        <w:tab/>
        <w:t>1.316e1</w:t>
      </w:r>
    </w:p>
    <w:p w:rsidR="00B65DC9" w:rsidRDefault="00B65DC9" w:rsidP="00B65DC9">
      <w:r>
        <w:t>835.3452</w:t>
      </w:r>
      <w:r>
        <w:tab/>
        <w:t>2.837e1</w:t>
      </w:r>
    </w:p>
    <w:p w:rsidR="00B65DC9" w:rsidRDefault="00B65DC9" w:rsidP="00B65DC9">
      <w:r>
        <w:t>835.3577</w:t>
      </w:r>
      <w:r>
        <w:tab/>
        <w:t>4.051e0</w:t>
      </w:r>
    </w:p>
    <w:p w:rsidR="00B65DC9" w:rsidRDefault="00B65DC9" w:rsidP="00B65DC9">
      <w:r>
        <w:t>835.5299</w:t>
      </w:r>
      <w:r>
        <w:tab/>
        <w:t>1.013e0</w:t>
      </w:r>
    </w:p>
    <w:p w:rsidR="00B65DC9" w:rsidRDefault="00B65DC9" w:rsidP="00B65DC9">
      <w:r>
        <w:t>835.5450</w:t>
      </w:r>
      <w:r>
        <w:tab/>
        <w:t>1.013e0</w:t>
      </w:r>
    </w:p>
    <w:p w:rsidR="00B65DC9" w:rsidRDefault="00B65DC9" w:rsidP="00B65DC9">
      <w:r>
        <w:t>835.6057</w:t>
      </w:r>
      <w:r>
        <w:tab/>
        <w:t>3.668e0</w:t>
      </w:r>
    </w:p>
    <w:p w:rsidR="00B65DC9" w:rsidRDefault="00B65DC9" w:rsidP="00B65DC9">
      <w:r>
        <w:t>835.6296</w:t>
      </w:r>
      <w:r>
        <w:tab/>
        <w:t>2.025e0</w:t>
      </w:r>
    </w:p>
    <w:p w:rsidR="00B65DC9" w:rsidRDefault="00B65DC9" w:rsidP="00B65DC9">
      <w:r>
        <w:t>835.6846</w:t>
      </w:r>
      <w:r>
        <w:tab/>
        <w:t>1.013e0</w:t>
      </w:r>
    </w:p>
    <w:p w:rsidR="00B65DC9" w:rsidRDefault="00B65DC9" w:rsidP="00B65DC9">
      <w:r>
        <w:t>835.7073</w:t>
      </w:r>
      <w:r>
        <w:tab/>
        <w:t>2.025e0</w:t>
      </w:r>
    </w:p>
    <w:p w:rsidR="00B65DC9" w:rsidRDefault="00B65DC9" w:rsidP="00B65DC9">
      <w:r>
        <w:t>835.7126</w:t>
      </w:r>
      <w:r>
        <w:tab/>
        <w:t>1.013e0</w:t>
      </w:r>
    </w:p>
    <w:p w:rsidR="00B65DC9" w:rsidRDefault="00B65DC9" w:rsidP="00B65DC9">
      <w:r>
        <w:t>835.7689</w:t>
      </w:r>
      <w:r>
        <w:tab/>
        <w:t>1.013e0</w:t>
      </w:r>
    </w:p>
    <w:p w:rsidR="00B65DC9" w:rsidRDefault="00B65DC9" w:rsidP="00B65DC9">
      <w:r>
        <w:lastRenderedPageBreak/>
        <w:t>835.7905</w:t>
      </w:r>
      <w:r>
        <w:tab/>
        <w:t>2.025e0</w:t>
      </w:r>
    </w:p>
    <w:p w:rsidR="00B65DC9" w:rsidRDefault="00B65DC9" w:rsidP="00B65DC9">
      <w:r>
        <w:t>835.8350</w:t>
      </w:r>
      <w:r>
        <w:tab/>
        <w:t>2.025e0</w:t>
      </w:r>
    </w:p>
    <w:p w:rsidR="00B65DC9" w:rsidRDefault="00B65DC9" w:rsidP="00B65DC9">
      <w:r>
        <w:t>835.8674</w:t>
      </w:r>
      <w:r>
        <w:tab/>
        <w:t>1.013e0</w:t>
      </w:r>
    </w:p>
    <w:p w:rsidR="00B65DC9" w:rsidRDefault="00B65DC9" w:rsidP="00B65DC9">
      <w:r>
        <w:t>835.9196</w:t>
      </w:r>
      <w:r>
        <w:tab/>
        <w:t>2.025e0</w:t>
      </w:r>
    </w:p>
    <w:p w:rsidR="00B65DC9" w:rsidRDefault="00B65DC9" w:rsidP="00B65DC9">
      <w:r>
        <w:t>835.9377</w:t>
      </w:r>
      <w:r>
        <w:tab/>
        <w:t>1.266e-2</w:t>
      </w:r>
    </w:p>
    <w:p w:rsidR="00B65DC9" w:rsidRDefault="00B65DC9" w:rsidP="00B65DC9">
      <w:r>
        <w:t>836.0719</w:t>
      </w:r>
      <w:r>
        <w:tab/>
        <w:t>1.013e0</w:t>
      </w:r>
    </w:p>
    <w:p w:rsidR="00B65DC9" w:rsidRDefault="00B65DC9" w:rsidP="00B65DC9">
      <w:r>
        <w:t>836.1059</w:t>
      </w:r>
      <w:r>
        <w:tab/>
        <w:t>1.013e0</w:t>
      </w:r>
    </w:p>
    <w:p w:rsidR="00B65DC9" w:rsidRDefault="00B65DC9" w:rsidP="00B65DC9">
      <w:r>
        <w:t>836.1276</w:t>
      </w:r>
      <w:r>
        <w:tab/>
        <w:t>2.025e0</w:t>
      </w:r>
    </w:p>
    <w:p w:rsidR="00B65DC9" w:rsidRDefault="00B65DC9" w:rsidP="00B65DC9">
      <w:r>
        <w:t>836.1909</w:t>
      </w:r>
      <w:r>
        <w:tab/>
        <w:t>4.051e0</w:t>
      </w:r>
    </w:p>
    <w:p w:rsidR="00B65DC9" w:rsidRDefault="00B65DC9" w:rsidP="00B65DC9">
      <w:r>
        <w:t>836.2261</w:t>
      </w:r>
      <w:r>
        <w:tab/>
        <w:t>2.025e0</w:t>
      </w:r>
    </w:p>
    <w:p w:rsidR="00B65DC9" w:rsidRDefault="00B65DC9" w:rsidP="00B65DC9">
      <w:r>
        <w:t>836.2455</w:t>
      </w:r>
      <w:r>
        <w:tab/>
        <w:t>3.038e0</w:t>
      </w:r>
    </w:p>
    <w:p w:rsidR="00B65DC9" w:rsidRDefault="00B65DC9" w:rsidP="00B65DC9">
      <w:r>
        <w:t>836.2705</w:t>
      </w:r>
      <w:r>
        <w:tab/>
        <w:t>3.038e0</w:t>
      </w:r>
    </w:p>
    <w:p w:rsidR="00B65DC9" w:rsidRDefault="00B65DC9" w:rsidP="00B65DC9">
      <w:r>
        <w:t>836.3304</w:t>
      </w:r>
      <w:r>
        <w:tab/>
        <w:t>6.089e0</w:t>
      </w:r>
    </w:p>
    <w:p w:rsidR="00B65DC9" w:rsidRDefault="00B65DC9" w:rsidP="00B65DC9">
      <w:r>
        <w:t>836.3433</w:t>
      </w:r>
      <w:r>
        <w:tab/>
        <w:t>1.517e0</w:t>
      </w:r>
    </w:p>
    <w:p w:rsidR="00B65DC9" w:rsidRDefault="00B65DC9" w:rsidP="00B65DC9">
      <w:r>
        <w:t>836.3481</w:t>
      </w:r>
      <w:r>
        <w:tab/>
        <w:t>2.532e1</w:t>
      </w:r>
    </w:p>
    <w:p w:rsidR="00B65DC9" w:rsidRDefault="00B65DC9" w:rsidP="00B65DC9">
      <w:r>
        <w:t>836.3604</w:t>
      </w:r>
      <w:r>
        <w:tab/>
        <w:t>5.063e0</w:t>
      </w:r>
    </w:p>
    <w:p w:rsidR="00B65DC9" w:rsidRDefault="00B65DC9" w:rsidP="00B65DC9">
      <w:r>
        <w:t>836.4598</w:t>
      </w:r>
      <w:r>
        <w:tab/>
        <w:t>2.025e0</w:t>
      </w:r>
    </w:p>
    <w:p w:rsidR="00B65DC9" w:rsidRDefault="00B65DC9" w:rsidP="00B65DC9">
      <w:r>
        <w:t>836.5145</w:t>
      </w:r>
      <w:r>
        <w:tab/>
        <w:t>2.025e0</w:t>
      </w:r>
    </w:p>
    <w:p w:rsidR="00B65DC9" w:rsidRDefault="00B65DC9" w:rsidP="00B65DC9">
      <w:r>
        <w:t>836.5567</w:t>
      </w:r>
      <w:r>
        <w:tab/>
        <w:t>1.013e0</w:t>
      </w:r>
    </w:p>
    <w:p w:rsidR="00B65DC9" w:rsidRDefault="00B65DC9" w:rsidP="00B65DC9">
      <w:r>
        <w:lastRenderedPageBreak/>
        <w:t>836.6638</w:t>
      </w:r>
      <w:r>
        <w:tab/>
        <w:t>1.013e0</w:t>
      </w:r>
    </w:p>
    <w:p w:rsidR="00B65DC9" w:rsidRDefault="00B65DC9" w:rsidP="00B65DC9">
      <w:r>
        <w:t>836.6974</w:t>
      </w:r>
      <w:r>
        <w:tab/>
        <w:t>1.013e0</w:t>
      </w:r>
    </w:p>
    <w:p w:rsidR="00B65DC9" w:rsidRDefault="00B65DC9" w:rsidP="00B65DC9">
      <w:r>
        <w:t>836.7256</w:t>
      </w:r>
      <w:r>
        <w:tab/>
        <w:t>1.013e0</w:t>
      </w:r>
    </w:p>
    <w:p w:rsidR="00B65DC9" w:rsidRDefault="00B65DC9" w:rsidP="00B65DC9">
      <w:r>
        <w:t>836.7819</w:t>
      </w:r>
      <w:r>
        <w:tab/>
        <w:t>1.013e0</w:t>
      </w:r>
    </w:p>
    <w:p w:rsidR="00B65DC9" w:rsidRDefault="00B65DC9" w:rsidP="00B65DC9">
      <w:r>
        <w:t>836.8447</w:t>
      </w:r>
      <w:r>
        <w:tab/>
        <w:t>2.025e0</w:t>
      </w:r>
    </w:p>
    <w:p w:rsidR="00B65DC9" w:rsidRDefault="00B65DC9" w:rsidP="00B65DC9">
      <w:r>
        <w:t>836.9509</w:t>
      </w:r>
      <w:r>
        <w:tab/>
        <w:t>1.013e0</w:t>
      </w:r>
    </w:p>
    <w:p w:rsidR="00B65DC9" w:rsidRDefault="00B65DC9" w:rsidP="00B65DC9">
      <w:r>
        <w:t>836.9855</w:t>
      </w:r>
      <w:r>
        <w:tab/>
        <w:t>2.025e0</w:t>
      </w:r>
    </w:p>
    <w:p w:rsidR="00B65DC9" w:rsidRDefault="00B65DC9" w:rsidP="00B65DC9">
      <w:r>
        <w:t>837.1761</w:t>
      </w:r>
      <w:r>
        <w:tab/>
        <w:t>1.266e-2</w:t>
      </w:r>
    </w:p>
    <w:p w:rsidR="00B65DC9" w:rsidRDefault="00B65DC9" w:rsidP="00B65DC9">
      <w:r>
        <w:t>837.1807</w:t>
      </w:r>
      <w:r>
        <w:tab/>
        <w:t>2.025e0</w:t>
      </w:r>
    </w:p>
    <w:p w:rsidR="00B65DC9" w:rsidRDefault="00B65DC9" w:rsidP="00B65DC9">
      <w:r>
        <w:t>837.2396</w:t>
      </w:r>
      <w:r>
        <w:tab/>
        <w:t>1.013e0</w:t>
      </w:r>
    </w:p>
    <w:p w:rsidR="00B65DC9" w:rsidRDefault="00B65DC9" w:rsidP="00B65DC9">
      <w:r>
        <w:t>837.2891</w:t>
      </w:r>
      <w:r>
        <w:tab/>
        <w:t>2.025e0</w:t>
      </w:r>
    </w:p>
    <w:p w:rsidR="00B65DC9" w:rsidRDefault="00B65DC9" w:rsidP="00B65DC9">
      <w:r>
        <w:t>837.3201</w:t>
      </w:r>
      <w:r>
        <w:tab/>
        <w:t>4.051e0</w:t>
      </w:r>
    </w:p>
    <w:p w:rsidR="00B65DC9" w:rsidRDefault="00B65DC9" w:rsidP="00B65DC9">
      <w:r>
        <w:t>837.3472</w:t>
      </w:r>
      <w:r>
        <w:tab/>
        <w:t>9.114e0</w:t>
      </w:r>
    </w:p>
    <w:p w:rsidR="00B65DC9" w:rsidRDefault="00B65DC9" w:rsidP="00B65DC9">
      <w:r>
        <w:t>837.4590</w:t>
      </w:r>
      <w:r>
        <w:tab/>
        <w:t>2.025e0</w:t>
      </w:r>
    </w:p>
    <w:p w:rsidR="00B65DC9" w:rsidRDefault="00B65DC9" w:rsidP="00B65DC9">
      <w:r>
        <w:t>837.4720</w:t>
      </w:r>
      <w:r>
        <w:tab/>
        <w:t>1.266e-2</w:t>
      </w:r>
    </w:p>
    <w:p w:rsidR="00B65DC9" w:rsidRDefault="00B65DC9" w:rsidP="00B65DC9">
      <w:r>
        <w:t>837.4891</w:t>
      </w:r>
      <w:r>
        <w:tab/>
        <w:t>2.025e0</w:t>
      </w:r>
    </w:p>
    <w:p w:rsidR="00B65DC9" w:rsidRDefault="00B65DC9" w:rsidP="00B65DC9">
      <w:r>
        <w:t>837.4985</w:t>
      </w:r>
      <w:r>
        <w:tab/>
        <w:t>2.025e0</w:t>
      </w:r>
    </w:p>
    <w:p w:rsidR="00B65DC9" w:rsidRDefault="00B65DC9" w:rsidP="00B65DC9">
      <w:r>
        <w:t>837.5911</w:t>
      </w:r>
      <w:r>
        <w:tab/>
        <w:t>2.025e0</w:t>
      </w:r>
    </w:p>
    <w:p w:rsidR="00B65DC9" w:rsidRDefault="00B65DC9" w:rsidP="00B65DC9">
      <w:r>
        <w:t>837.6542</w:t>
      </w:r>
      <w:r>
        <w:tab/>
        <w:t>4.051e0</w:t>
      </w:r>
    </w:p>
    <w:p w:rsidR="00B65DC9" w:rsidRDefault="00B65DC9" w:rsidP="00B65DC9">
      <w:r>
        <w:lastRenderedPageBreak/>
        <w:t>837.6807</w:t>
      </w:r>
      <w:r>
        <w:tab/>
        <w:t>1.013e0</w:t>
      </w:r>
    </w:p>
    <w:p w:rsidR="00B65DC9" w:rsidRDefault="00B65DC9" w:rsidP="00B65DC9">
      <w:r>
        <w:t>837.7267</w:t>
      </w:r>
      <w:r>
        <w:tab/>
        <w:t>1.266e-2</w:t>
      </w:r>
    </w:p>
    <w:p w:rsidR="00B65DC9" w:rsidRDefault="00B65DC9" w:rsidP="00B65DC9">
      <w:r>
        <w:t>837.7977</w:t>
      </w:r>
      <w:r>
        <w:tab/>
        <w:t>1.266e-2</w:t>
      </w:r>
    </w:p>
    <w:p w:rsidR="00B65DC9" w:rsidRDefault="00B65DC9" w:rsidP="00B65DC9">
      <w:r>
        <w:t>837.8243</w:t>
      </w:r>
      <w:r>
        <w:tab/>
        <w:t>1.266e-2</w:t>
      </w:r>
    </w:p>
    <w:p w:rsidR="00B65DC9" w:rsidRDefault="00B65DC9" w:rsidP="00B65DC9">
      <w:r>
        <w:t>837.8525</w:t>
      </w:r>
      <w:r>
        <w:tab/>
        <w:t>1.013e0</w:t>
      </w:r>
    </w:p>
    <w:p w:rsidR="00B65DC9" w:rsidRDefault="00B65DC9" w:rsidP="00B65DC9">
      <w:r>
        <w:t>837.9348</w:t>
      </w:r>
      <w:r>
        <w:tab/>
        <w:t>1.266e-2</w:t>
      </w:r>
    </w:p>
    <w:p w:rsidR="00B65DC9" w:rsidRDefault="00B65DC9" w:rsidP="00B65DC9">
      <w:r>
        <w:t>837.9589</w:t>
      </w:r>
      <w:r>
        <w:tab/>
        <w:t>2.025e0</w:t>
      </w:r>
    </w:p>
    <w:p w:rsidR="00B65DC9" w:rsidRDefault="00B65DC9" w:rsidP="00B65DC9">
      <w:r>
        <w:t>838.0368</w:t>
      </w:r>
      <w:r>
        <w:tab/>
        <w:t>1.013e0</w:t>
      </w:r>
    </w:p>
    <w:p w:rsidR="00B65DC9" w:rsidRDefault="00B65DC9" w:rsidP="00B65DC9">
      <w:r>
        <w:t>838.0580</w:t>
      </w:r>
      <w:r>
        <w:tab/>
        <w:t>2.025e0</w:t>
      </w:r>
    </w:p>
    <w:p w:rsidR="00B65DC9" w:rsidRDefault="00B65DC9" w:rsidP="00B65DC9">
      <w:r>
        <w:t>838.1714</w:t>
      </w:r>
      <w:r>
        <w:tab/>
        <w:t>1.025e0</w:t>
      </w:r>
    </w:p>
    <w:p w:rsidR="00B65DC9" w:rsidRDefault="00B65DC9" w:rsidP="00B65DC9">
      <w:r>
        <w:t>838.1907</w:t>
      </w:r>
      <w:r>
        <w:tab/>
        <w:t>2.025e0</w:t>
      </w:r>
    </w:p>
    <w:p w:rsidR="00B65DC9" w:rsidRDefault="00B65DC9" w:rsidP="00B65DC9">
      <w:r>
        <w:t>838.1965</w:t>
      </w:r>
      <w:r>
        <w:tab/>
        <w:t>3.038e0</w:t>
      </w:r>
    </w:p>
    <w:p w:rsidR="00B65DC9" w:rsidRDefault="00B65DC9" w:rsidP="00B65DC9">
      <w:r>
        <w:t>838.2197</w:t>
      </w:r>
      <w:r>
        <w:tab/>
        <w:t>1.025e0</w:t>
      </w:r>
    </w:p>
    <w:p w:rsidR="00B65DC9" w:rsidRDefault="00B65DC9" w:rsidP="00B65DC9">
      <w:r>
        <w:t>838.2899</w:t>
      </w:r>
      <w:r>
        <w:tab/>
        <w:t>4.486e0</w:t>
      </w:r>
    </w:p>
    <w:p w:rsidR="00B65DC9" w:rsidRDefault="00B65DC9" w:rsidP="00B65DC9">
      <w:r>
        <w:t>838.3318</w:t>
      </w:r>
      <w:r>
        <w:tab/>
        <w:t>2.025e0</w:t>
      </w:r>
    </w:p>
    <w:p w:rsidR="00B65DC9" w:rsidRDefault="00B65DC9" w:rsidP="00B65DC9">
      <w:r>
        <w:t>838.3600</w:t>
      </w:r>
      <w:r>
        <w:tab/>
        <w:t>1.013e0</w:t>
      </w:r>
    </w:p>
    <w:p w:rsidR="00B65DC9" w:rsidRDefault="00B65DC9" w:rsidP="00B65DC9">
      <w:r>
        <w:t>838.3676</w:t>
      </w:r>
      <w:r>
        <w:tab/>
        <w:t>2.025e0</w:t>
      </w:r>
    </w:p>
    <w:p w:rsidR="00B65DC9" w:rsidRDefault="00B65DC9" w:rsidP="00B65DC9">
      <w:r>
        <w:t>838.4432</w:t>
      </w:r>
      <w:r>
        <w:tab/>
        <w:t>2.025e0</w:t>
      </w:r>
    </w:p>
    <w:p w:rsidR="00B65DC9" w:rsidRDefault="00B65DC9" w:rsidP="00B65DC9">
      <w:r>
        <w:t>838.4446</w:t>
      </w:r>
      <w:r>
        <w:tab/>
        <w:t>1.013e0</w:t>
      </w:r>
    </w:p>
    <w:p w:rsidR="00B65DC9" w:rsidRDefault="00B65DC9" w:rsidP="00B65DC9">
      <w:r>
        <w:lastRenderedPageBreak/>
        <w:t>838.4739</w:t>
      </w:r>
      <w:r>
        <w:tab/>
        <w:t>1.013e0</w:t>
      </w:r>
    </w:p>
    <w:p w:rsidR="00B65DC9" w:rsidRDefault="00B65DC9" w:rsidP="00B65DC9">
      <w:r>
        <w:t>838.4754</w:t>
      </w:r>
      <w:r>
        <w:tab/>
        <w:t>1.013e0</w:t>
      </w:r>
    </w:p>
    <w:p w:rsidR="00B65DC9" w:rsidRDefault="00B65DC9" w:rsidP="00B65DC9">
      <w:r>
        <w:t>838.5433</w:t>
      </w:r>
      <w:r>
        <w:tab/>
        <w:t>1.013e0</w:t>
      </w:r>
    </w:p>
    <w:p w:rsidR="00B65DC9" w:rsidRDefault="00B65DC9" w:rsidP="00B65DC9">
      <w:r>
        <w:t>838.5527</w:t>
      </w:r>
      <w:r>
        <w:tab/>
        <w:t>2.025e0</w:t>
      </w:r>
    </w:p>
    <w:p w:rsidR="00B65DC9" w:rsidRDefault="00B65DC9" w:rsidP="00B65DC9">
      <w:r>
        <w:t>838.5575</w:t>
      </w:r>
      <w:r>
        <w:tab/>
        <w:t>1.025e0</w:t>
      </w:r>
    </w:p>
    <w:p w:rsidR="00B65DC9" w:rsidRDefault="00B65DC9" w:rsidP="00B65DC9">
      <w:r>
        <w:t>838.6537</w:t>
      </w:r>
      <w:r>
        <w:tab/>
        <w:t>2.025e0</w:t>
      </w:r>
    </w:p>
    <w:p w:rsidR="00B65DC9" w:rsidRDefault="00B65DC9" w:rsidP="00B65DC9">
      <w:r>
        <w:t>838.6562</w:t>
      </w:r>
      <w:r>
        <w:tab/>
        <w:t>1.266e-2</w:t>
      </w:r>
    </w:p>
    <w:p w:rsidR="00B65DC9" w:rsidRDefault="00B65DC9" w:rsidP="00B65DC9">
      <w:r>
        <w:t>838.8549</w:t>
      </w:r>
      <w:r>
        <w:tab/>
        <w:t>1.025e0</w:t>
      </w:r>
    </w:p>
    <w:p w:rsidR="00B65DC9" w:rsidRDefault="00B65DC9" w:rsidP="00B65DC9">
      <w:r>
        <w:t>838.8820</w:t>
      </w:r>
      <w:r>
        <w:tab/>
        <w:t>1.013e0</w:t>
      </w:r>
    </w:p>
    <w:p w:rsidR="00B65DC9" w:rsidRDefault="00B65DC9" w:rsidP="00B65DC9">
      <w:r>
        <w:t>838.9525</w:t>
      </w:r>
      <w:r>
        <w:tab/>
        <w:t>1.266e-2</w:t>
      </w:r>
    </w:p>
    <w:p w:rsidR="00B65DC9" w:rsidRDefault="00B65DC9" w:rsidP="00B65DC9">
      <w:r>
        <w:t>838.9949</w:t>
      </w:r>
      <w:r>
        <w:tab/>
        <w:t>1.013e0</w:t>
      </w:r>
    </w:p>
    <w:p w:rsidR="00B65DC9" w:rsidRDefault="00B65DC9" w:rsidP="00B65DC9">
      <w:r>
        <w:t>839.0683</w:t>
      </w:r>
      <w:r>
        <w:tab/>
        <w:t>1.013e0</w:t>
      </w:r>
    </w:p>
    <w:p w:rsidR="00B65DC9" w:rsidRDefault="00B65DC9" w:rsidP="00B65DC9">
      <w:r>
        <w:t>839.0937</w:t>
      </w:r>
      <w:r>
        <w:tab/>
        <w:t>1.013e0</w:t>
      </w:r>
    </w:p>
    <w:p w:rsidR="00B65DC9" w:rsidRDefault="00B65DC9" w:rsidP="00B65DC9">
      <w:r>
        <w:t>839.1207</w:t>
      </w:r>
      <w:r>
        <w:tab/>
        <w:t>1.266e-2</w:t>
      </w:r>
    </w:p>
    <w:p w:rsidR="00B65DC9" w:rsidRDefault="00B65DC9" w:rsidP="00B65DC9">
      <w:r>
        <w:t>839.1218</w:t>
      </w:r>
      <w:r>
        <w:tab/>
        <w:t>2.025e0</w:t>
      </w:r>
    </w:p>
    <w:p w:rsidR="00B65DC9" w:rsidRDefault="00B65DC9" w:rsidP="00B65DC9">
      <w:r>
        <w:t>839.3312</w:t>
      </w:r>
      <w:r>
        <w:tab/>
        <w:t>2.025e0</w:t>
      </w:r>
    </w:p>
    <w:p w:rsidR="00B65DC9" w:rsidRDefault="00B65DC9" w:rsidP="00B65DC9">
      <w:r>
        <w:t>839.3619</w:t>
      </w:r>
      <w:r>
        <w:tab/>
        <w:t>1.266e-2</w:t>
      </w:r>
    </w:p>
    <w:p w:rsidR="00B65DC9" w:rsidRDefault="00B65DC9" w:rsidP="00B65DC9">
      <w:r>
        <w:t>839.3759</w:t>
      </w:r>
      <w:r>
        <w:tab/>
        <w:t>1.013e0</w:t>
      </w:r>
    </w:p>
    <w:p w:rsidR="00B65DC9" w:rsidRDefault="00B65DC9" w:rsidP="00B65DC9">
      <w:r>
        <w:t>839.3820</w:t>
      </w:r>
      <w:r>
        <w:tab/>
        <w:t>3.038e0</w:t>
      </w:r>
    </w:p>
    <w:p w:rsidR="00B65DC9" w:rsidRDefault="00B65DC9" w:rsidP="00B65DC9">
      <w:r>
        <w:lastRenderedPageBreak/>
        <w:t>839.4254</w:t>
      </w:r>
      <w:r>
        <w:tab/>
        <w:t>2.025e0</w:t>
      </w:r>
    </w:p>
    <w:p w:rsidR="00B65DC9" w:rsidRDefault="00B65DC9" w:rsidP="00B65DC9">
      <w:r>
        <w:t>839.4914</w:t>
      </w:r>
      <w:r>
        <w:tab/>
        <w:t>3.038e0</w:t>
      </w:r>
    </w:p>
    <w:p w:rsidR="00B65DC9" w:rsidRDefault="00B65DC9" w:rsidP="00B65DC9">
      <w:r>
        <w:t>839.6121</w:t>
      </w:r>
      <w:r>
        <w:tab/>
        <w:t>1.013e0</w:t>
      </w:r>
    </w:p>
    <w:p w:rsidR="00B65DC9" w:rsidRDefault="00B65DC9" w:rsidP="00B65DC9">
      <w:r>
        <w:t>839.6595</w:t>
      </w:r>
      <w:r>
        <w:tab/>
        <w:t>2.025e0</w:t>
      </w:r>
    </w:p>
    <w:p w:rsidR="00B65DC9" w:rsidRDefault="00B65DC9" w:rsidP="00B65DC9">
      <w:r>
        <w:t>839.6785</w:t>
      </w:r>
      <w:r>
        <w:tab/>
        <w:t>1.013e0</w:t>
      </w:r>
    </w:p>
    <w:p w:rsidR="00B65DC9" w:rsidRDefault="00B65DC9" w:rsidP="00B65DC9">
      <w:r>
        <w:t>839.6968</w:t>
      </w:r>
      <w:r>
        <w:tab/>
        <w:t>1.013e0</w:t>
      </w:r>
    </w:p>
    <w:p w:rsidR="00B65DC9" w:rsidRDefault="00B65DC9" w:rsidP="00B65DC9">
      <w:r>
        <w:t>839.7043</w:t>
      </w:r>
      <w:r>
        <w:tab/>
        <w:t>2.025e0</w:t>
      </w:r>
    </w:p>
    <w:p w:rsidR="00B65DC9" w:rsidRDefault="00B65DC9" w:rsidP="00B65DC9">
      <w:r>
        <w:t>839.7219</w:t>
      </w:r>
      <w:r>
        <w:tab/>
        <w:t>2.025e0</w:t>
      </w:r>
    </w:p>
    <w:p w:rsidR="00B65DC9" w:rsidRDefault="00B65DC9" w:rsidP="00B65DC9">
      <w:r>
        <w:t>839.7632</w:t>
      </w:r>
      <w:r>
        <w:tab/>
        <w:t>1.013e0</w:t>
      </w:r>
    </w:p>
    <w:p w:rsidR="00B65DC9" w:rsidRDefault="00B65DC9" w:rsidP="00B65DC9">
      <w:r>
        <w:t>839.8839</w:t>
      </w:r>
      <w:r>
        <w:tab/>
        <w:t>2.025e0</w:t>
      </w:r>
    </w:p>
    <w:p w:rsidR="00B65DC9" w:rsidRDefault="00B65DC9" w:rsidP="00B65DC9">
      <w:r>
        <w:t>839.8986</w:t>
      </w:r>
      <w:r>
        <w:tab/>
        <w:t>1.266e-2</w:t>
      </w:r>
    </w:p>
    <w:p w:rsidR="00B65DC9" w:rsidRDefault="00B65DC9" w:rsidP="00B65DC9">
      <w:r>
        <w:t>839.9058</w:t>
      </w:r>
      <w:r>
        <w:tab/>
        <w:t>2.025e0</w:t>
      </w:r>
    </w:p>
    <w:p w:rsidR="00B65DC9" w:rsidRDefault="00B65DC9" w:rsidP="00B65DC9">
      <w:r>
        <w:t>839.9833</w:t>
      </w:r>
      <w:r>
        <w:tab/>
        <w:t>1.013e0</w:t>
      </w:r>
    </w:p>
    <w:p w:rsidR="00B65DC9" w:rsidRDefault="00B65DC9" w:rsidP="00B65DC9">
      <w:r>
        <w:t>839.9904</w:t>
      </w:r>
      <w:r>
        <w:tab/>
        <w:t>2.025e0</w:t>
      </w:r>
    </w:p>
    <w:p w:rsidR="00B65DC9" w:rsidRDefault="00B65DC9" w:rsidP="00B65DC9">
      <w:r>
        <w:t>840.0681</w:t>
      </w:r>
      <w:r>
        <w:tab/>
        <w:t>1.266e-2</w:t>
      </w:r>
    </w:p>
    <w:p w:rsidR="00B65DC9" w:rsidRDefault="00B65DC9" w:rsidP="00B65DC9">
      <w:r>
        <w:t>840.1387</w:t>
      </w:r>
      <w:r>
        <w:tab/>
        <w:t>1.013e0</w:t>
      </w:r>
    </w:p>
    <w:p w:rsidR="00B65DC9" w:rsidRDefault="00B65DC9" w:rsidP="00B65DC9">
      <w:r>
        <w:t>840.1398</w:t>
      </w:r>
      <w:r>
        <w:tab/>
        <w:t>1.266e-2</w:t>
      </w:r>
    </w:p>
    <w:p w:rsidR="00B65DC9" w:rsidRDefault="00B65DC9" w:rsidP="00B65DC9">
      <w:r>
        <w:t>840.2377</w:t>
      </w:r>
      <w:r>
        <w:tab/>
        <w:t>1.025e0</w:t>
      </w:r>
    </w:p>
    <w:p w:rsidR="00B65DC9" w:rsidRDefault="00B65DC9" w:rsidP="00B65DC9">
      <w:r>
        <w:t>840.2801</w:t>
      </w:r>
      <w:r>
        <w:tab/>
        <w:t>1.266e-2</w:t>
      </w:r>
    </w:p>
    <w:p w:rsidR="00B65DC9" w:rsidRDefault="00B65DC9" w:rsidP="00B65DC9">
      <w:r>
        <w:lastRenderedPageBreak/>
        <w:t>840.2926</w:t>
      </w:r>
      <w:r>
        <w:tab/>
        <w:t>2.025e0</w:t>
      </w:r>
    </w:p>
    <w:p w:rsidR="00B65DC9" w:rsidRDefault="00B65DC9" w:rsidP="00B65DC9">
      <w:r>
        <w:t>840.3801</w:t>
      </w:r>
      <w:r>
        <w:tab/>
        <w:t>1.013e0</w:t>
      </w:r>
    </w:p>
    <w:p w:rsidR="00B65DC9" w:rsidRDefault="00B65DC9" w:rsidP="00B65DC9">
      <w:r>
        <w:t>840.4319</w:t>
      </w:r>
      <w:r>
        <w:tab/>
        <w:t>3.156e0</w:t>
      </w:r>
    </w:p>
    <w:p w:rsidR="00B65DC9" w:rsidRDefault="00B65DC9" w:rsidP="00B65DC9">
      <w:r>
        <w:t>840.4752</w:t>
      </w:r>
      <w:r>
        <w:tab/>
        <w:t>1.013e0</w:t>
      </w:r>
    </w:p>
    <w:p w:rsidR="00B65DC9" w:rsidRDefault="00B65DC9" w:rsidP="00B65DC9">
      <w:r>
        <w:t>840.5165</w:t>
      </w:r>
      <w:r>
        <w:tab/>
        <w:t>2.025e0</w:t>
      </w:r>
    </w:p>
    <w:p w:rsidR="00B65DC9" w:rsidRDefault="00B65DC9" w:rsidP="00B65DC9">
      <w:r>
        <w:t>840.6098</w:t>
      </w:r>
      <w:r>
        <w:tab/>
        <w:t>1.013e0</w:t>
      </w:r>
    </w:p>
    <w:p w:rsidR="00B65DC9" w:rsidRDefault="00B65DC9" w:rsidP="00B65DC9">
      <w:r>
        <w:t>840.6271</w:t>
      </w:r>
      <w:r>
        <w:tab/>
        <w:t>1.266e-2</w:t>
      </w:r>
    </w:p>
    <w:p w:rsidR="00B65DC9" w:rsidRDefault="00B65DC9" w:rsidP="00B65DC9">
      <w:r>
        <w:t>840.6445</w:t>
      </w:r>
      <w:r>
        <w:tab/>
        <w:t>1.013e0</w:t>
      </w:r>
    </w:p>
    <w:p w:rsidR="00B65DC9" w:rsidRDefault="00B65DC9" w:rsidP="00B65DC9">
      <w:r>
        <w:t>840.7053</w:t>
      </w:r>
      <w:r>
        <w:tab/>
        <w:t>1.013e0</w:t>
      </w:r>
    </w:p>
    <w:p w:rsidR="00B65DC9" w:rsidRDefault="00B65DC9" w:rsidP="00B65DC9">
      <w:r>
        <w:t>840.7204</w:t>
      </w:r>
      <w:r>
        <w:tab/>
        <w:t>2.025e0</w:t>
      </w:r>
    </w:p>
    <w:p w:rsidR="00B65DC9" w:rsidRDefault="00B65DC9" w:rsidP="00B65DC9">
      <w:r>
        <w:t>840.7291</w:t>
      </w:r>
      <w:r>
        <w:tab/>
        <w:t>1.266e-2</w:t>
      </w:r>
    </w:p>
    <w:p w:rsidR="00B65DC9" w:rsidRDefault="00B65DC9" w:rsidP="00B65DC9">
      <w:r>
        <w:t>840.7466</w:t>
      </w:r>
      <w:r>
        <w:tab/>
        <w:t>1.013e0</w:t>
      </w:r>
    </w:p>
    <w:p w:rsidR="00B65DC9" w:rsidRDefault="00B65DC9" w:rsidP="00B65DC9">
      <w:r>
        <w:t>840.8456</w:t>
      </w:r>
      <w:r>
        <w:tab/>
        <w:t>2.532e-2</w:t>
      </w:r>
    </w:p>
    <w:p w:rsidR="00B65DC9" w:rsidRDefault="00B65DC9" w:rsidP="00B65DC9">
      <w:r>
        <w:t>840.8951</w:t>
      </w:r>
      <w:r>
        <w:tab/>
        <w:t>2.025e0</w:t>
      </w:r>
    </w:p>
    <w:p w:rsidR="00B65DC9" w:rsidRDefault="00B65DC9" w:rsidP="00B65DC9">
      <w:r>
        <w:t>840.9022</w:t>
      </w:r>
      <w:r>
        <w:tab/>
        <w:t>1.013e0</w:t>
      </w:r>
    </w:p>
    <w:p w:rsidR="00B65DC9" w:rsidRDefault="00B65DC9" w:rsidP="00B65DC9">
      <w:r>
        <w:t>840.9305</w:t>
      </w:r>
      <w:r>
        <w:tab/>
        <w:t>1.266e-2</w:t>
      </w:r>
    </w:p>
    <w:p w:rsidR="00B65DC9" w:rsidRDefault="00B65DC9" w:rsidP="00B65DC9">
      <w:r>
        <w:t>840.9618</w:t>
      </w:r>
      <w:r>
        <w:tab/>
        <w:t>2.025e0</w:t>
      </w:r>
    </w:p>
    <w:p w:rsidR="00B65DC9" w:rsidRDefault="00B65DC9" w:rsidP="00B65DC9">
      <w:r>
        <w:t>841.0577</w:t>
      </w:r>
      <w:r>
        <w:tab/>
        <w:t>1.013e0</w:t>
      </w:r>
    </w:p>
    <w:p w:rsidR="00B65DC9" w:rsidRDefault="00B65DC9" w:rsidP="00B65DC9">
      <w:r>
        <w:t>841.0676</w:t>
      </w:r>
      <w:r>
        <w:tab/>
        <w:t>1.013e0</w:t>
      </w:r>
    </w:p>
    <w:p w:rsidR="00B65DC9" w:rsidRDefault="00B65DC9" w:rsidP="00B65DC9">
      <w:r>
        <w:lastRenderedPageBreak/>
        <w:t>841.1144</w:t>
      </w:r>
      <w:r>
        <w:tab/>
        <w:t>1.013e0</w:t>
      </w:r>
    </w:p>
    <w:p w:rsidR="00B65DC9" w:rsidRDefault="00B65DC9" w:rsidP="00B65DC9">
      <w:r>
        <w:t>841.2312</w:t>
      </w:r>
      <w:r>
        <w:tab/>
        <w:t>3.038e0</w:t>
      </w:r>
    </w:p>
    <w:p w:rsidR="00B65DC9" w:rsidRDefault="00B65DC9" w:rsidP="00B65DC9">
      <w:r>
        <w:t>841.2957</w:t>
      </w:r>
      <w:r>
        <w:tab/>
        <w:t>2.025e0</w:t>
      </w:r>
    </w:p>
    <w:p w:rsidR="00B65DC9" w:rsidRDefault="00B65DC9" w:rsidP="00B65DC9">
      <w:r>
        <w:t>841.3266</w:t>
      </w:r>
      <w:r>
        <w:tab/>
        <w:t>1.013e0</w:t>
      </w:r>
    </w:p>
    <w:p w:rsidR="00B65DC9" w:rsidRDefault="00B65DC9" w:rsidP="00B65DC9">
      <w:r>
        <w:t>841.3852</w:t>
      </w:r>
      <w:r>
        <w:tab/>
        <w:t>2.025e0</w:t>
      </w:r>
    </w:p>
    <w:p w:rsidR="00B65DC9" w:rsidRDefault="00B65DC9" w:rsidP="00B65DC9">
      <w:r>
        <w:t>841.5018</w:t>
      </w:r>
      <w:r>
        <w:tab/>
        <w:t>2.025e0</w:t>
      </w:r>
    </w:p>
    <w:p w:rsidR="00B65DC9" w:rsidRDefault="00B65DC9" w:rsidP="00B65DC9">
      <w:r>
        <w:t>841.5389</w:t>
      </w:r>
      <w:r>
        <w:tab/>
        <w:t>1.013e0</w:t>
      </w:r>
    </w:p>
    <w:p w:rsidR="00B65DC9" w:rsidRDefault="00B65DC9" w:rsidP="00B65DC9">
      <w:r>
        <w:t>841.6107</w:t>
      </w:r>
      <w:r>
        <w:tab/>
        <w:t>1.266e-2</w:t>
      </w:r>
    </w:p>
    <w:p w:rsidR="00B65DC9" w:rsidRDefault="00B65DC9" w:rsidP="00B65DC9">
      <w:r>
        <w:t>841.7013</w:t>
      </w:r>
      <w:r>
        <w:tab/>
        <w:t>2.025e0</w:t>
      </w:r>
    </w:p>
    <w:p w:rsidR="00B65DC9" w:rsidRDefault="00B65DC9" w:rsidP="00B65DC9">
      <w:r>
        <w:t>841.7236</w:t>
      </w:r>
      <w:r>
        <w:tab/>
        <w:t>3.038e0</w:t>
      </w:r>
    </w:p>
    <w:p w:rsidR="00B65DC9" w:rsidRDefault="00B65DC9" w:rsidP="00B65DC9">
      <w:r>
        <w:t>841.7512</w:t>
      </w:r>
      <w:r>
        <w:tab/>
        <w:t>1.266e-2</w:t>
      </w:r>
    </w:p>
    <w:p w:rsidR="00B65DC9" w:rsidRDefault="00B65DC9" w:rsidP="00B65DC9">
      <w:r>
        <w:t>841.8121</w:t>
      </w:r>
      <w:r>
        <w:tab/>
        <w:t>1.013e0</w:t>
      </w:r>
    </w:p>
    <w:p w:rsidR="00B65DC9" w:rsidRDefault="00B65DC9" w:rsidP="00B65DC9">
      <w:r>
        <w:t>841.8132</w:t>
      </w:r>
      <w:r>
        <w:tab/>
        <w:t>1.013e0</w:t>
      </w:r>
    </w:p>
    <w:p w:rsidR="00B65DC9" w:rsidRDefault="00B65DC9" w:rsidP="00B65DC9">
      <w:r>
        <w:t>841.8939</w:t>
      </w:r>
      <w:r>
        <w:tab/>
        <w:t>1.013e0</w:t>
      </w:r>
    </w:p>
    <w:p w:rsidR="00B65DC9" w:rsidRDefault="00B65DC9" w:rsidP="00B65DC9">
      <w:r>
        <w:t>841.9211</w:t>
      </w:r>
      <w:r>
        <w:tab/>
        <w:t>1.266e-2</w:t>
      </w:r>
    </w:p>
    <w:p w:rsidR="00B65DC9" w:rsidRDefault="00B65DC9" w:rsidP="00B65DC9">
      <w:r>
        <w:t>842.0202</w:t>
      </w:r>
      <w:r>
        <w:tab/>
        <w:t>1.013e0</w:t>
      </w:r>
    </w:p>
    <w:p w:rsidR="00B65DC9" w:rsidRDefault="00B65DC9" w:rsidP="00B65DC9">
      <w:r>
        <w:t>842.0234</w:t>
      </w:r>
      <w:r>
        <w:tab/>
        <w:t>4.051e0</w:t>
      </w:r>
    </w:p>
    <w:p w:rsidR="00B65DC9" w:rsidRDefault="00B65DC9" w:rsidP="00B65DC9">
      <w:r>
        <w:t>842.0344</w:t>
      </w:r>
      <w:r>
        <w:tab/>
        <w:t>1.266e-2</w:t>
      </w:r>
    </w:p>
    <w:p w:rsidR="00B65DC9" w:rsidRDefault="00B65DC9" w:rsidP="00B65DC9">
      <w:r>
        <w:t>842.2185</w:t>
      </w:r>
      <w:r>
        <w:tab/>
        <w:t>1.013e0</w:t>
      </w:r>
    </w:p>
    <w:p w:rsidR="00B65DC9" w:rsidRDefault="00B65DC9" w:rsidP="00B65DC9">
      <w:r>
        <w:lastRenderedPageBreak/>
        <w:t>842.2351</w:t>
      </w:r>
      <w:r>
        <w:tab/>
        <w:t>1.013e0</w:t>
      </w:r>
    </w:p>
    <w:p w:rsidR="00B65DC9" w:rsidRDefault="00B65DC9" w:rsidP="00B65DC9">
      <w:r>
        <w:t>842.3035</w:t>
      </w:r>
      <w:r>
        <w:tab/>
        <w:t>1.013e0</w:t>
      </w:r>
    </w:p>
    <w:p w:rsidR="00B65DC9" w:rsidRDefault="00B65DC9" w:rsidP="00B65DC9">
      <w:r>
        <w:t>842.3754</w:t>
      </w:r>
      <w:r>
        <w:tab/>
        <w:t>1.013e0</w:t>
      </w:r>
    </w:p>
    <w:p w:rsidR="00B65DC9" w:rsidRDefault="00B65DC9" w:rsidP="00B65DC9">
      <w:r>
        <w:t>842.4746</w:t>
      </w:r>
      <w:r>
        <w:tab/>
        <w:t>1.013e0</w:t>
      </w:r>
    </w:p>
    <w:p w:rsidR="00B65DC9" w:rsidRDefault="00B65DC9" w:rsidP="00B65DC9">
      <w:r>
        <w:t>842.5032</w:t>
      </w:r>
      <w:r>
        <w:tab/>
        <w:t>1.025e0</w:t>
      </w:r>
    </w:p>
    <w:p w:rsidR="00B65DC9" w:rsidRDefault="00B65DC9" w:rsidP="00B65DC9">
      <w:r>
        <w:t>842.5160</w:t>
      </w:r>
      <w:r>
        <w:tab/>
        <w:t>2.025e0</w:t>
      </w:r>
    </w:p>
    <w:p w:rsidR="00B65DC9" w:rsidRDefault="00B65DC9" w:rsidP="00B65DC9">
      <w:r>
        <w:t>842.5219</w:t>
      </w:r>
      <w:r>
        <w:tab/>
        <w:t>3.038e0</w:t>
      </w:r>
    </w:p>
    <w:p w:rsidR="00B65DC9" w:rsidRDefault="00B65DC9" w:rsidP="00B65DC9">
      <w:r>
        <w:t>842.5302</w:t>
      </w:r>
      <w:r>
        <w:tab/>
        <w:t>1.013e0</w:t>
      </w:r>
    </w:p>
    <w:p w:rsidR="00B65DC9" w:rsidRDefault="00B65DC9" w:rsidP="00B65DC9">
      <w:r>
        <w:t>842.6223</w:t>
      </w:r>
      <w:r>
        <w:tab/>
        <w:t>2.025e0</w:t>
      </w:r>
    </w:p>
    <w:p w:rsidR="00B65DC9" w:rsidRDefault="00B65DC9" w:rsidP="00B65DC9">
      <w:r>
        <w:t>842.6387</w:t>
      </w:r>
      <w:r>
        <w:tab/>
        <w:t>3.038e0</w:t>
      </w:r>
    </w:p>
    <w:p w:rsidR="00B65DC9" w:rsidRDefault="00B65DC9" w:rsidP="00B65DC9">
      <w:r>
        <w:t>842.7496</w:t>
      </w:r>
      <w:r>
        <w:tab/>
        <w:t>2.025e0</w:t>
      </w:r>
    </w:p>
    <w:p w:rsidR="00B65DC9" w:rsidRDefault="00B65DC9" w:rsidP="00B65DC9">
      <w:r>
        <w:t>842.7711</w:t>
      </w:r>
      <w:r>
        <w:tab/>
        <w:t>1.013e0</w:t>
      </w:r>
    </w:p>
    <w:p w:rsidR="00B65DC9" w:rsidRDefault="00B65DC9" w:rsidP="00B65DC9">
      <w:r>
        <w:t>842.7788</w:t>
      </w:r>
      <w:r>
        <w:tab/>
        <w:t>1.013e0</w:t>
      </w:r>
    </w:p>
    <w:p w:rsidR="00B65DC9" w:rsidRDefault="00B65DC9" w:rsidP="00B65DC9">
      <w:r>
        <w:t>842.8680</w:t>
      </w:r>
      <w:r>
        <w:tab/>
        <w:t>3.038e0</w:t>
      </w:r>
    </w:p>
    <w:p w:rsidR="00B65DC9" w:rsidRDefault="00B65DC9" w:rsidP="00B65DC9">
      <w:r>
        <w:t>842.8760</w:t>
      </w:r>
      <w:r>
        <w:tab/>
        <w:t>2.025e0</w:t>
      </w:r>
    </w:p>
    <w:p w:rsidR="00B65DC9" w:rsidRDefault="00B65DC9" w:rsidP="00B65DC9">
      <w:r>
        <w:t>842.9641</w:t>
      </w:r>
      <w:r>
        <w:tab/>
        <w:t>2.025e0</w:t>
      </w:r>
    </w:p>
    <w:p w:rsidR="00B65DC9" w:rsidRDefault="00B65DC9" w:rsidP="00B65DC9">
      <w:r>
        <w:t>843.0404</w:t>
      </w:r>
      <w:r>
        <w:tab/>
        <w:t>1.013e0</w:t>
      </w:r>
    </w:p>
    <w:p w:rsidR="00B65DC9" w:rsidRDefault="00B65DC9" w:rsidP="00B65DC9">
      <w:r>
        <w:t>843.1407</w:t>
      </w:r>
      <w:r>
        <w:tab/>
        <w:t>1.013e0</w:t>
      </w:r>
    </w:p>
    <w:p w:rsidR="00B65DC9" w:rsidRDefault="00B65DC9" w:rsidP="00B65DC9">
      <w:r>
        <w:t>843.2390</w:t>
      </w:r>
      <w:r>
        <w:tab/>
        <w:t>1.013e0</w:t>
      </w:r>
    </w:p>
    <w:p w:rsidR="00B65DC9" w:rsidRDefault="00B65DC9" w:rsidP="00B65DC9">
      <w:r>
        <w:lastRenderedPageBreak/>
        <w:t>843.2446</w:t>
      </w:r>
      <w:r>
        <w:tab/>
        <w:t>2.025e0</w:t>
      </w:r>
    </w:p>
    <w:p w:rsidR="00B65DC9" w:rsidRDefault="00B65DC9" w:rsidP="00B65DC9">
      <w:r>
        <w:t>843.2473</w:t>
      </w:r>
      <w:r>
        <w:tab/>
        <w:t>2.025e0</w:t>
      </w:r>
    </w:p>
    <w:p w:rsidR="00B65DC9" w:rsidRDefault="00B65DC9" w:rsidP="00B65DC9">
      <w:r>
        <w:t>843.2531</w:t>
      </w:r>
      <w:r>
        <w:tab/>
        <w:t>1.013e0</w:t>
      </w:r>
    </w:p>
    <w:p w:rsidR="00B65DC9" w:rsidRDefault="00B65DC9" w:rsidP="00B65DC9">
      <w:r>
        <w:t>843.4244</w:t>
      </w:r>
      <w:r>
        <w:tab/>
        <w:t>1.013e0</w:t>
      </w:r>
    </w:p>
    <w:p w:rsidR="00B65DC9" w:rsidRDefault="00B65DC9" w:rsidP="00B65DC9">
      <w:r>
        <w:t>843.4902</w:t>
      </w:r>
      <w:r>
        <w:tab/>
        <w:t>1.013e0</w:t>
      </w:r>
    </w:p>
    <w:p w:rsidR="00B65DC9" w:rsidRDefault="00B65DC9" w:rsidP="00B65DC9">
      <w:r>
        <w:t>843.5368</w:t>
      </w:r>
      <w:r>
        <w:tab/>
        <w:t>1.266e-2</w:t>
      </w:r>
    </w:p>
    <w:p w:rsidR="00B65DC9" w:rsidRDefault="00B65DC9" w:rsidP="00B65DC9">
      <w:r>
        <w:t>843.5913</w:t>
      </w:r>
      <w:r>
        <w:tab/>
        <w:t>1.013e0</w:t>
      </w:r>
    </w:p>
    <w:p w:rsidR="00B65DC9" w:rsidRDefault="00B65DC9" w:rsidP="00B65DC9">
      <w:r>
        <w:t>843.6376</w:t>
      </w:r>
      <w:r>
        <w:tab/>
        <w:t>2.025e0</w:t>
      </w:r>
    </w:p>
    <w:p w:rsidR="00B65DC9" w:rsidRDefault="00B65DC9" w:rsidP="00B65DC9">
      <w:r>
        <w:t>843.6656</w:t>
      </w:r>
      <w:r>
        <w:tab/>
        <w:t>1.013e0</w:t>
      </w:r>
    </w:p>
    <w:p w:rsidR="00B65DC9" w:rsidRDefault="00B65DC9" w:rsidP="00B65DC9">
      <w:r>
        <w:t>843.7003</w:t>
      </w:r>
      <w:r>
        <w:tab/>
        <w:t>2.025e0</w:t>
      </w:r>
    </w:p>
    <w:p w:rsidR="00B65DC9" w:rsidRDefault="00B65DC9" w:rsidP="00B65DC9">
      <w:r>
        <w:t>843.7496</w:t>
      </w:r>
      <w:r>
        <w:tab/>
        <w:t>1.013e0</w:t>
      </w:r>
    </w:p>
    <w:p w:rsidR="00B65DC9" w:rsidRDefault="00B65DC9" w:rsidP="00B65DC9">
      <w:r>
        <w:t>843.7933</w:t>
      </w:r>
      <w:r>
        <w:tab/>
        <w:t>3.038e0</w:t>
      </w:r>
    </w:p>
    <w:p w:rsidR="00B65DC9" w:rsidRDefault="00B65DC9" w:rsidP="00B65DC9">
      <w:r>
        <w:t>843.8929</w:t>
      </w:r>
      <w:r>
        <w:tab/>
        <w:t>2.025e0</w:t>
      </w:r>
    </w:p>
    <w:p w:rsidR="00B65DC9" w:rsidRDefault="00B65DC9" w:rsidP="00B65DC9">
      <w:r>
        <w:t>843.9155</w:t>
      </w:r>
      <w:r>
        <w:tab/>
        <w:t>3.038e0</w:t>
      </w:r>
    </w:p>
    <w:p w:rsidR="00B65DC9" w:rsidRDefault="00B65DC9" w:rsidP="00B65DC9">
      <w:r>
        <w:t>843.9793</w:t>
      </w:r>
      <w:r>
        <w:tab/>
        <w:t>1.013e0</w:t>
      </w:r>
    </w:p>
    <w:p w:rsidR="00B65DC9" w:rsidRDefault="00B65DC9" w:rsidP="00B65DC9">
      <w:r>
        <w:t>844.0760</w:t>
      </w:r>
      <w:r>
        <w:tab/>
        <w:t>1.013e0</w:t>
      </w:r>
    </w:p>
    <w:p w:rsidR="00B65DC9" w:rsidRDefault="00B65DC9" w:rsidP="00B65DC9">
      <w:r>
        <w:t>844.1044</w:t>
      </w:r>
      <w:r>
        <w:tab/>
        <w:t>1.266e-2</w:t>
      </w:r>
    </w:p>
    <w:p w:rsidR="00B65DC9" w:rsidRDefault="00B65DC9" w:rsidP="00B65DC9">
      <w:r>
        <w:t>844.1172</w:t>
      </w:r>
      <w:r>
        <w:tab/>
        <w:t>1.013e0</w:t>
      </w:r>
    </w:p>
    <w:p w:rsidR="00B65DC9" w:rsidRDefault="00B65DC9" w:rsidP="00B65DC9">
      <w:r>
        <w:t>844.2863</w:t>
      </w:r>
      <w:r>
        <w:tab/>
        <w:t>1.013e0</w:t>
      </w:r>
    </w:p>
    <w:p w:rsidR="00B65DC9" w:rsidRDefault="00B65DC9" w:rsidP="00B65DC9">
      <w:r>
        <w:lastRenderedPageBreak/>
        <w:t>844.3032</w:t>
      </w:r>
      <w:r>
        <w:tab/>
        <w:t>2.532e-2</w:t>
      </w:r>
    </w:p>
    <w:p w:rsidR="00B65DC9" w:rsidRDefault="00B65DC9" w:rsidP="00B65DC9">
      <w:r>
        <w:t>844.3526</w:t>
      </w:r>
      <w:r>
        <w:tab/>
        <w:t>5.063e0</w:t>
      </w:r>
    </w:p>
    <w:p w:rsidR="00B65DC9" w:rsidRDefault="00B65DC9" w:rsidP="00B65DC9">
      <w:r>
        <w:t>844.4025</w:t>
      </w:r>
      <w:r>
        <w:tab/>
        <w:t>1.266e-2</w:t>
      </w:r>
    </w:p>
    <w:p w:rsidR="00B65DC9" w:rsidRDefault="00B65DC9" w:rsidP="00B65DC9">
      <w:r>
        <w:t>844.4731</w:t>
      </w:r>
      <w:r>
        <w:tab/>
        <w:t>3.038e0</w:t>
      </w:r>
    </w:p>
    <w:p w:rsidR="00B65DC9" w:rsidRDefault="00B65DC9" w:rsidP="00B65DC9">
      <w:r>
        <w:t>844.5446</w:t>
      </w:r>
      <w:r>
        <w:tab/>
        <w:t>1.266e-2</w:t>
      </w:r>
    </w:p>
    <w:p w:rsidR="00B65DC9" w:rsidRDefault="00B65DC9" w:rsidP="00B65DC9">
      <w:r>
        <w:t>844.5742</w:t>
      </w:r>
      <w:r>
        <w:tab/>
        <w:t>1.459e0</w:t>
      </w:r>
    </w:p>
    <w:p w:rsidR="00B65DC9" w:rsidRDefault="00B65DC9" w:rsidP="00B65DC9">
      <w:r>
        <w:t>844.6701</w:t>
      </w:r>
      <w:r>
        <w:tab/>
        <w:t>1.727e0</w:t>
      </w:r>
    </w:p>
    <w:p w:rsidR="00B65DC9" w:rsidRDefault="00B65DC9" w:rsidP="00B65DC9">
      <w:r>
        <w:t>844.6993</w:t>
      </w:r>
      <w:r>
        <w:tab/>
        <w:t>2.025e0</w:t>
      </w:r>
    </w:p>
    <w:p w:rsidR="00B65DC9" w:rsidRDefault="00B65DC9" w:rsidP="00B65DC9">
      <w:r>
        <w:t>844.7603</w:t>
      </w:r>
      <w:r>
        <w:tab/>
        <w:t>2.025e0</w:t>
      </w:r>
    </w:p>
    <w:p w:rsidR="00B65DC9" w:rsidRDefault="00B65DC9" w:rsidP="00B65DC9">
      <w:r>
        <w:t>844.7860</w:t>
      </w:r>
      <w:r>
        <w:tab/>
        <w:t>1.013e0</w:t>
      </w:r>
    </w:p>
    <w:p w:rsidR="00B65DC9" w:rsidRDefault="00B65DC9" w:rsidP="00B65DC9">
      <w:r>
        <w:t>844.8854</w:t>
      </w:r>
      <w:r>
        <w:tab/>
        <w:t>1.013e0</w:t>
      </w:r>
    </w:p>
    <w:p w:rsidR="00B65DC9" w:rsidRDefault="00B65DC9" w:rsidP="00B65DC9">
      <w:r>
        <w:t>845.1128</w:t>
      </w:r>
      <w:r>
        <w:tab/>
        <w:t>1.266e-2</w:t>
      </w:r>
    </w:p>
    <w:p w:rsidR="00B65DC9" w:rsidRDefault="00B65DC9" w:rsidP="00B65DC9">
      <w:r>
        <w:t>845.1555</w:t>
      </w:r>
      <w:r>
        <w:tab/>
        <w:t>1.013e0</w:t>
      </w:r>
    </w:p>
    <w:p w:rsidR="00B65DC9" w:rsidRDefault="00B65DC9" w:rsidP="00B65DC9">
      <w:r>
        <w:t>845.1656</w:t>
      </w:r>
      <w:r>
        <w:tab/>
        <w:t>2.025e0</w:t>
      </w:r>
    </w:p>
    <w:p w:rsidR="00B65DC9" w:rsidRDefault="00B65DC9" w:rsidP="00B65DC9">
      <w:r>
        <w:t>845.2134</w:t>
      </w:r>
      <w:r>
        <w:tab/>
        <w:t>1.266e-2</w:t>
      </w:r>
    </w:p>
    <w:p w:rsidR="00B65DC9" w:rsidRDefault="00B65DC9" w:rsidP="00B65DC9">
      <w:r>
        <w:t>845.2501</w:t>
      </w:r>
      <w:r>
        <w:tab/>
        <w:t>1.013e0</w:t>
      </w:r>
    </w:p>
    <w:p w:rsidR="00B65DC9" w:rsidRDefault="00B65DC9" w:rsidP="00B65DC9">
      <w:r>
        <w:t>845.3347</w:t>
      </w:r>
      <w:r>
        <w:tab/>
        <w:t>1.013e0</w:t>
      </w:r>
    </w:p>
    <w:p w:rsidR="00B65DC9" w:rsidRDefault="00B65DC9" w:rsidP="00B65DC9">
      <w:r>
        <w:t>845.3555</w:t>
      </w:r>
      <w:r>
        <w:tab/>
        <w:t>1.013e0</w:t>
      </w:r>
    </w:p>
    <w:p w:rsidR="00B65DC9" w:rsidRDefault="00B65DC9" w:rsidP="00B65DC9">
      <w:r>
        <w:t>845.3971</w:t>
      </w:r>
      <w:r>
        <w:tab/>
        <w:t>1.013e0</w:t>
      </w:r>
    </w:p>
    <w:p w:rsidR="00B65DC9" w:rsidRDefault="00B65DC9" w:rsidP="00B65DC9">
      <w:r>
        <w:lastRenderedPageBreak/>
        <w:t>845.4021</w:t>
      </w:r>
      <w:r>
        <w:tab/>
        <w:t>1.013e0</w:t>
      </w:r>
    </w:p>
    <w:p w:rsidR="00B65DC9" w:rsidRDefault="00B65DC9" w:rsidP="00B65DC9">
      <w:r>
        <w:t>845.4255</w:t>
      </w:r>
      <w:r>
        <w:tab/>
        <w:t>1.013e0</w:t>
      </w:r>
    </w:p>
    <w:p w:rsidR="00B65DC9" w:rsidRDefault="00B65DC9" w:rsidP="00B65DC9">
      <w:r>
        <w:t>845.4966</w:t>
      </w:r>
      <w:r>
        <w:tab/>
        <w:t>1.013e0</w:t>
      </w:r>
    </w:p>
    <w:p w:rsidR="00B65DC9" w:rsidRDefault="00B65DC9" w:rsidP="00B65DC9">
      <w:r>
        <w:t>845.5050</w:t>
      </w:r>
      <w:r>
        <w:tab/>
        <w:t>1.013e0</w:t>
      </w:r>
    </w:p>
    <w:p w:rsidR="00B65DC9" w:rsidRDefault="00B65DC9" w:rsidP="00B65DC9">
      <w:r>
        <w:t>845.5535</w:t>
      </w:r>
      <w:r>
        <w:tab/>
        <w:t>1.013e0</w:t>
      </w:r>
    </w:p>
    <w:p w:rsidR="00B65DC9" w:rsidRDefault="00B65DC9" w:rsidP="00B65DC9">
      <w:r>
        <w:t>845.5961</w:t>
      </w:r>
      <w:r>
        <w:tab/>
        <w:t>1.266e-2</w:t>
      </w:r>
    </w:p>
    <w:p w:rsidR="00B65DC9" w:rsidRDefault="00B65DC9" w:rsidP="00B65DC9">
      <w:r>
        <w:t>845.6731</w:t>
      </w:r>
      <w:r>
        <w:tab/>
        <w:t>1.013e0</w:t>
      </w:r>
    </w:p>
    <w:p w:rsidR="00B65DC9" w:rsidRDefault="00B65DC9" w:rsidP="00B65DC9">
      <w:r>
        <w:t>845.6814</w:t>
      </w:r>
      <w:r>
        <w:tab/>
        <w:t>1.013e0</w:t>
      </w:r>
    </w:p>
    <w:p w:rsidR="00B65DC9" w:rsidRDefault="00B65DC9" w:rsidP="00B65DC9">
      <w:r>
        <w:t>845.6942</w:t>
      </w:r>
      <w:r>
        <w:tab/>
        <w:t>2.532e-2</w:t>
      </w:r>
    </w:p>
    <w:p w:rsidR="00B65DC9" w:rsidRDefault="00B65DC9" w:rsidP="00B65DC9">
      <w:r>
        <w:t>845.7587</w:t>
      </w:r>
      <w:r>
        <w:tab/>
        <w:t>1.013e0</w:t>
      </w:r>
    </w:p>
    <w:p w:rsidR="00B65DC9" w:rsidRDefault="00B65DC9" w:rsidP="00B65DC9">
      <w:r>
        <w:t>845.8484</w:t>
      </w:r>
      <w:r>
        <w:tab/>
        <w:t>2.025e0</w:t>
      </w:r>
    </w:p>
    <w:p w:rsidR="00B65DC9" w:rsidRDefault="00B65DC9" w:rsidP="00B65DC9">
      <w:r>
        <w:t>845.8959</w:t>
      </w:r>
      <w:r>
        <w:tab/>
        <w:t>1.013e0</w:t>
      </w:r>
    </w:p>
    <w:p w:rsidR="00B65DC9" w:rsidRDefault="00B65DC9" w:rsidP="00B65DC9">
      <w:r>
        <w:t>845.9232</w:t>
      </w:r>
      <w:r>
        <w:tab/>
        <w:t>1.013e0</w:t>
      </w:r>
    </w:p>
    <w:p w:rsidR="00B65DC9" w:rsidRDefault="00B65DC9" w:rsidP="00B65DC9">
      <w:r>
        <w:t>845.9613</w:t>
      </w:r>
      <w:r>
        <w:tab/>
        <w:t>1.266e-2</w:t>
      </w:r>
    </w:p>
    <w:p w:rsidR="00B65DC9" w:rsidRDefault="00B65DC9" w:rsidP="00B65DC9">
      <w:r>
        <w:t>846.0027</w:t>
      </w:r>
      <w:r>
        <w:tab/>
        <w:t>2.025e0</w:t>
      </w:r>
    </w:p>
    <w:p w:rsidR="00B65DC9" w:rsidRDefault="00B65DC9" w:rsidP="00B65DC9">
      <w:r>
        <w:t>846.0085</w:t>
      </w:r>
      <w:r>
        <w:tab/>
        <w:t>1.013e0</w:t>
      </w:r>
    </w:p>
    <w:p w:rsidR="00B65DC9" w:rsidRDefault="00B65DC9" w:rsidP="00B65DC9">
      <w:r>
        <w:t>846.2324</w:t>
      </w:r>
      <w:r>
        <w:tab/>
        <w:t>1.013e0</w:t>
      </w:r>
    </w:p>
    <w:p w:rsidR="00B65DC9" w:rsidRDefault="00B65DC9" w:rsidP="00B65DC9">
      <w:r>
        <w:t>846.2504</w:t>
      </w:r>
      <w:r>
        <w:tab/>
        <w:t>1.013e0</w:t>
      </w:r>
    </w:p>
    <w:p w:rsidR="00B65DC9" w:rsidRDefault="00B65DC9" w:rsidP="00B65DC9">
      <w:r>
        <w:t>846.2875</w:t>
      </w:r>
      <w:r>
        <w:tab/>
        <w:t>2.025e0</w:t>
      </w:r>
    </w:p>
    <w:p w:rsidR="00B65DC9" w:rsidRDefault="00B65DC9" w:rsidP="00B65DC9">
      <w:r>
        <w:lastRenderedPageBreak/>
        <w:t>846.4223</w:t>
      </w:r>
      <w:r>
        <w:tab/>
        <w:t>1.025e0</w:t>
      </w:r>
    </w:p>
    <w:p w:rsidR="00B65DC9" w:rsidRDefault="00B65DC9" w:rsidP="00B65DC9">
      <w:r>
        <w:t>846.4354</w:t>
      </w:r>
      <w:r>
        <w:tab/>
        <w:t>2.025e0</w:t>
      </w:r>
    </w:p>
    <w:p w:rsidR="00B65DC9" w:rsidRDefault="00B65DC9" w:rsidP="00B65DC9">
      <w:r>
        <w:t>846.4496</w:t>
      </w:r>
      <w:r>
        <w:tab/>
        <w:t>1.013e0</w:t>
      </w:r>
    </w:p>
    <w:p w:rsidR="00B65DC9" w:rsidRDefault="00B65DC9" w:rsidP="00B65DC9">
      <w:r>
        <w:t>846.5146</w:t>
      </w:r>
      <w:r>
        <w:tab/>
        <w:t>3.038e0</w:t>
      </w:r>
    </w:p>
    <w:p w:rsidR="00B65DC9" w:rsidRDefault="00B65DC9" w:rsidP="00B65DC9">
      <w:r>
        <w:t>846.5208</w:t>
      </w:r>
      <w:r>
        <w:tab/>
        <w:t>1.266e-2</w:t>
      </w:r>
    </w:p>
    <w:p w:rsidR="00B65DC9" w:rsidRDefault="00B65DC9" w:rsidP="00B65DC9">
      <w:r>
        <w:t>846.5718</w:t>
      </w:r>
      <w:r>
        <w:tab/>
        <w:t>3.038e0</w:t>
      </w:r>
    </w:p>
    <w:p w:rsidR="00B65DC9" w:rsidRDefault="00B65DC9" w:rsidP="00B65DC9">
      <w:r>
        <w:t>846.6552</w:t>
      </w:r>
      <w:r>
        <w:tab/>
        <w:t>1.013e0</w:t>
      </w:r>
    </w:p>
    <w:p w:rsidR="00B65DC9" w:rsidRDefault="00B65DC9" w:rsidP="00B65DC9">
      <w:r>
        <w:t>846.6644</w:t>
      </w:r>
      <w:r>
        <w:tab/>
        <w:t>5.076e0</w:t>
      </w:r>
    </w:p>
    <w:p w:rsidR="00B65DC9" w:rsidRDefault="00B65DC9" w:rsidP="00B65DC9">
      <w:r>
        <w:t>846.7059</w:t>
      </w:r>
      <w:r>
        <w:tab/>
        <w:t>1.013e0</w:t>
      </w:r>
    </w:p>
    <w:p w:rsidR="00B65DC9" w:rsidRDefault="00B65DC9" w:rsidP="00B65DC9">
      <w:r>
        <w:t>846.7628</w:t>
      </w:r>
      <w:r>
        <w:tab/>
        <w:t>1.013e0</w:t>
      </w:r>
    </w:p>
    <w:p w:rsidR="00B65DC9" w:rsidRDefault="00B65DC9" w:rsidP="00B65DC9">
      <w:r>
        <w:t>846.7905</w:t>
      </w:r>
      <w:r>
        <w:tab/>
        <w:t>2.025e0</w:t>
      </w:r>
    </w:p>
    <w:p w:rsidR="00B65DC9" w:rsidRDefault="00B65DC9" w:rsidP="00B65DC9">
      <w:r>
        <w:t>846.8063</w:t>
      </w:r>
      <w:r>
        <w:tab/>
        <w:t>1.013e0</w:t>
      </w:r>
    </w:p>
    <w:p w:rsidR="00B65DC9" w:rsidRDefault="00B65DC9" w:rsidP="00B65DC9">
      <w:r>
        <w:t>846.8728</w:t>
      </w:r>
      <w:r>
        <w:tab/>
        <w:t>3.038e0</w:t>
      </w:r>
    </w:p>
    <w:p w:rsidR="00B65DC9" w:rsidRDefault="00B65DC9" w:rsidP="00B65DC9">
      <w:r>
        <w:t>846.8767</w:t>
      </w:r>
      <w:r>
        <w:tab/>
        <w:t>1.266e-2</w:t>
      </w:r>
    </w:p>
    <w:p w:rsidR="00B65DC9" w:rsidRDefault="00B65DC9" w:rsidP="00B65DC9">
      <w:r>
        <w:t>846.9153</w:t>
      </w:r>
      <w:r>
        <w:tab/>
        <w:t>2.025e0</w:t>
      </w:r>
    </w:p>
    <w:p w:rsidR="00B65DC9" w:rsidRDefault="00B65DC9" w:rsidP="00B65DC9">
      <w:r>
        <w:t>847.0087</w:t>
      </w:r>
      <w:r>
        <w:tab/>
        <w:t>1.025e0</w:t>
      </w:r>
    </w:p>
    <w:p w:rsidR="00B65DC9" w:rsidRDefault="00B65DC9" w:rsidP="00B65DC9">
      <w:r>
        <w:t>847.0761</w:t>
      </w:r>
      <w:r>
        <w:tab/>
        <w:t>1.266e-2</w:t>
      </w:r>
    </w:p>
    <w:p w:rsidR="00B65DC9" w:rsidRDefault="00B65DC9" w:rsidP="00B65DC9">
      <w:r>
        <w:t>847.1306</w:t>
      </w:r>
      <w:r>
        <w:tab/>
        <w:t>2.038e0</w:t>
      </w:r>
    </w:p>
    <w:p w:rsidR="00B65DC9" w:rsidRDefault="00B65DC9" w:rsidP="00B65DC9">
      <w:r>
        <w:t>847.1883</w:t>
      </w:r>
      <w:r>
        <w:tab/>
        <w:t>2.025e0</w:t>
      </w:r>
    </w:p>
    <w:p w:rsidR="00B65DC9" w:rsidRDefault="00B65DC9" w:rsidP="00B65DC9">
      <w:r>
        <w:lastRenderedPageBreak/>
        <w:t>847.2321</w:t>
      </w:r>
      <w:r>
        <w:tab/>
        <w:t>1.266e-2</w:t>
      </w:r>
    </w:p>
    <w:p w:rsidR="00B65DC9" w:rsidRDefault="00B65DC9" w:rsidP="00B65DC9">
      <w:r>
        <w:t>847.2481</w:t>
      </w:r>
      <w:r>
        <w:tab/>
        <w:t>1.013e0</w:t>
      </w:r>
    </w:p>
    <w:p w:rsidR="00B65DC9" w:rsidRDefault="00B65DC9" w:rsidP="00B65DC9">
      <w:r>
        <w:t>847.3088</w:t>
      </w:r>
      <w:r>
        <w:tab/>
        <w:t>2.025e0</w:t>
      </w:r>
    </w:p>
    <w:p w:rsidR="00B65DC9" w:rsidRDefault="00B65DC9" w:rsidP="00B65DC9">
      <w:r>
        <w:t>847.3396</w:t>
      </w:r>
      <w:r>
        <w:tab/>
        <w:t>2.025e0</w:t>
      </w:r>
    </w:p>
    <w:p w:rsidR="00B65DC9" w:rsidRDefault="00B65DC9" w:rsidP="00B65DC9">
      <w:r>
        <w:t>847.4465</w:t>
      </w:r>
      <w:r>
        <w:tab/>
        <w:t>1.013e0</w:t>
      </w:r>
    </w:p>
    <w:p w:rsidR="00B65DC9" w:rsidRDefault="00B65DC9" w:rsidP="00B65DC9">
      <w:r>
        <w:t>847.4902</w:t>
      </w:r>
      <w:r>
        <w:tab/>
        <w:t>2.025e0</w:t>
      </w:r>
    </w:p>
    <w:p w:rsidR="00B65DC9" w:rsidRDefault="00B65DC9" w:rsidP="00B65DC9">
      <w:r>
        <w:t>847.5320</w:t>
      </w:r>
      <w:r>
        <w:tab/>
        <w:t>1.013e0</w:t>
      </w:r>
    </w:p>
    <w:p w:rsidR="00B65DC9" w:rsidRDefault="00B65DC9" w:rsidP="00B65DC9">
      <w:r>
        <w:t>847.5873</w:t>
      </w:r>
      <w:r>
        <w:tab/>
        <w:t>1.266e-2</w:t>
      </w:r>
    </w:p>
    <w:p w:rsidR="00B65DC9" w:rsidRDefault="00B65DC9" w:rsidP="00B65DC9">
      <w:r>
        <w:t>847.6370</w:t>
      </w:r>
      <w:r>
        <w:tab/>
        <w:t>1.013e0</w:t>
      </w:r>
    </w:p>
    <w:p w:rsidR="00B65DC9" w:rsidRDefault="00B65DC9" w:rsidP="00B65DC9">
      <w:r>
        <w:t>847.6558</w:t>
      </w:r>
      <w:r>
        <w:tab/>
        <w:t>3.038e0</w:t>
      </w:r>
    </w:p>
    <w:p w:rsidR="00B65DC9" w:rsidRDefault="00B65DC9" w:rsidP="00B65DC9">
      <w:r>
        <w:t>847.6717</w:t>
      </w:r>
      <w:r>
        <w:tab/>
        <w:t>1.013e0</w:t>
      </w:r>
    </w:p>
    <w:p w:rsidR="00B65DC9" w:rsidRDefault="00B65DC9" w:rsidP="00B65DC9">
      <w:r>
        <w:t>847.7040</w:t>
      </w:r>
      <w:r>
        <w:tab/>
        <w:t>1.013e0</w:t>
      </w:r>
    </w:p>
    <w:p w:rsidR="00B65DC9" w:rsidRDefault="00B65DC9" w:rsidP="00B65DC9">
      <w:r>
        <w:t>847.7560</w:t>
      </w:r>
      <w:r>
        <w:tab/>
        <w:t>1.013e0</w:t>
      </w:r>
    </w:p>
    <w:p w:rsidR="00B65DC9" w:rsidRDefault="00B65DC9" w:rsidP="00B65DC9">
      <w:r>
        <w:t>847.8582</w:t>
      </w:r>
      <w:r>
        <w:tab/>
        <w:t>2.025e0</w:t>
      </w:r>
    </w:p>
    <w:p w:rsidR="00B65DC9" w:rsidRDefault="00B65DC9" w:rsidP="00B65DC9">
      <w:r>
        <w:t>847.8896</w:t>
      </w:r>
      <w:r>
        <w:tab/>
        <w:t>1.025e0</w:t>
      </w:r>
    </w:p>
    <w:p w:rsidR="00B65DC9" w:rsidRDefault="00B65DC9" w:rsidP="00B65DC9">
      <w:r>
        <w:t>847.9036</w:t>
      </w:r>
      <w:r>
        <w:tab/>
        <w:t>1.013e0</w:t>
      </w:r>
    </w:p>
    <w:p w:rsidR="00B65DC9" w:rsidRDefault="00B65DC9" w:rsidP="00B65DC9">
      <w:r>
        <w:t>847.9923</w:t>
      </w:r>
      <w:r>
        <w:tab/>
        <w:t>1.013e0</w:t>
      </w:r>
    </w:p>
    <w:p w:rsidR="00B65DC9" w:rsidRDefault="00B65DC9" w:rsidP="00B65DC9">
      <w:r>
        <w:t>848.0451</w:t>
      </w:r>
      <w:r>
        <w:tab/>
        <w:t>1.013e0</w:t>
      </w:r>
    </w:p>
    <w:p w:rsidR="00B65DC9" w:rsidRDefault="00B65DC9" w:rsidP="00B65DC9">
      <w:r>
        <w:t>848.0604</w:t>
      </w:r>
      <w:r>
        <w:tab/>
        <w:t>1.013e0</w:t>
      </w:r>
    </w:p>
    <w:p w:rsidR="00B65DC9" w:rsidRDefault="00B65DC9" w:rsidP="00B65DC9">
      <w:r>
        <w:lastRenderedPageBreak/>
        <w:t>848.1877</w:t>
      </w:r>
      <w:r>
        <w:tab/>
        <w:t>1.013e0</w:t>
      </w:r>
    </w:p>
    <w:p w:rsidR="00B65DC9" w:rsidRDefault="00B65DC9" w:rsidP="00B65DC9">
      <w:r>
        <w:t>848.2075</w:t>
      </w:r>
      <w:r>
        <w:tab/>
        <w:t>2.025e0</w:t>
      </w:r>
    </w:p>
    <w:p w:rsidR="00B65DC9" w:rsidRDefault="00B65DC9" w:rsidP="00B65DC9">
      <w:r>
        <w:t>848.3716</w:t>
      </w:r>
      <w:r>
        <w:tab/>
        <w:t>2.025e0</w:t>
      </w:r>
    </w:p>
    <w:p w:rsidR="00B65DC9" w:rsidRDefault="00B65DC9" w:rsidP="00B65DC9">
      <w:r>
        <w:t>848.4741</w:t>
      </w:r>
      <w:r>
        <w:tab/>
        <w:t>1.013e0</w:t>
      </w:r>
    </w:p>
    <w:p w:rsidR="00B65DC9" w:rsidRDefault="00B65DC9" w:rsidP="00B65DC9">
      <w:r>
        <w:t>848.4942</w:t>
      </w:r>
      <w:r>
        <w:tab/>
        <w:t>2.025e0</w:t>
      </w:r>
    </w:p>
    <w:p w:rsidR="00B65DC9" w:rsidRDefault="00B65DC9" w:rsidP="00B65DC9">
      <w:r>
        <w:t>848.5015</w:t>
      </w:r>
      <w:r>
        <w:tab/>
        <w:t>2.025e0</w:t>
      </w:r>
    </w:p>
    <w:p w:rsidR="00B65DC9" w:rsidRDefault="00B65DC9" w:rsidP="00B65DC9">
      <w:r>
        <w:t>848.5818</w:t>
      </w:r>
      <w:r>
        <w:tab/>
        <w:t>3.038e0</w:t>
      </w:r>
    </w:p>
    <w:p w:rsidR="00B65DC9" w:rsidRDefault="00B65DC9" w:rsidP="00B65DC9">
      <w:r>
        <w:t>848.6024</w:t>
      </w:r>
      <w:r>
        <w:tab/>
        <w:t>1.266e-2</w:t>
      </w:r>
    </w:p>
    <w:p w:rsidR="00B65DC9" w:rsidRDefault="00B65DC9" w:rsidP="00B65DC9">
      <w:r>
        <w:t>848.6359</w:t>
      </w:r>
      <w:r>
        <w:tab/>
        <w:t>1.013e0</w:t>
      </w:r>
    </w:p>
    <w:p w:rsidR="00B65DC9" w:rsidRDefault="00B65DC9" w:rsidP="00B65DC9">
      <w:r>
        <w:t>848.6400</w:t>
      </w:r>
      <w:r>
        <w:tab/>
        <w:t>2.532e-2</w:t>
      </w:r>
    </w:p>
    <w:p w:rsidR="00B65DC9" w:rsidRDefault="00B65DC9" w:rsidP="00B65DC9">
      <w:r>
        <w:t>848.7440</w:t>
      </w:r>
      <w:r>
        <w:tab/>
        <w:t>1.013e0</w:t>
      </w:r>
    </w:p>
    <w:p w:rsidR="00B65DC9" w:rsidRDefault="00B65DC9" w:rsidP="00B65DC9">
      <w:r>
        <w:t>848.7665</w:t>
      </w:r>
      <w:r>
        <w:tab/>
        <w:t>2.025e0</w:t>
      </w:r>
    </w:p>
    <w:p w:rsidR="00B65DC9" w:rsidRDefault="00B65DC9" w:rsidP="00B65DC9">
      <w:r>
        <w:t>848.7868</w:t>
      </w:r>
      <w:r>
        <w:tab/>
        <w:t>1.013e0</w:t>
      </w:r>
    </w:p>
    <w:p w:rsidR="00B65DC9" w:rsidRDefault="00B65DC9" w:rsidP="00B65DC9">
      <w:r>
        <w:t>848.9067</w:t>
      </w:r>
      <w:r>
        <w:tab/>
        <w:t>1.013e0</w:t>
      </w:r>
    </w:p>
    <w:p w:rsidR="00B65DC9" w:rsidRDefault="00B65DC9" w:rsidP="00B65DC9">
      <w:r>
        <w:t>848.9529</w:t>
      </w:r>
      <w:r>
        <w:tab/>
        <w:t>2.025e0</w:t>
      </w:r>
    </w:p>
    <w:p w:rsidR="00B65DC9" w:rsidRDefault="00B65DC9" w:rsidP="00B65DC9">
      <w:r>
        <w:t>848.9734</w:t>
      </w:r>
      <w:r>
        <w:tab/>
        <w:t>1.013e0</w:t>
      </w:r>
    </w:p>
    <w:p w:rsidR="00B65DC9" w:rsidRDefault="00B65DC9" w:rsidP="00B65DC9">
      <w:r>
        <w:t>849.0009</w:t>
      </w:r>
      <w:r>
        <w:tab/>
        <w:t>1.013e0</w:t>
      </w:r>
    </w:p>
    <w:p w:rsidR="00B65DC9" w:rsidRDefault="00B65DC9" w:rsidP="00B65DC9">
      <w:r>
        <w:t>849.1365</w:t>
      </w:r>
      <w:r>
        <w:tab/>
        <w:t>2.025e0</w:t>
      </w:r>
    </w:p>
    <w:p w:rsidR="00B65DC9" w:rsidRDefault="00B65DC9" w:rsidP="00B65DC9">
      <w:r>
        <w:t>849.1865</w:t>
      </w:r>
      <w:r>
        <w:tab/>
        <w:t>1.013e0</w:t>
      </w:r>
    </w:p>
    <w:p w:rsidR="00B65DC9" w:rsidRDefault="00B65DC9" w:rsidP="00B65DC9">
      <w:r>
        <w:lastRenderedPageBreak/>
        <w:t>849.2198</w:t>
      </w:r>
      <w:r>
        <w:tab/>
        <w:t>3.038e0</w:t>
      </w:r>
    </w:p>
    <w:p w:rsidR="00B65DC9" w:rsidRDefault="00B65DC9" w:rsidP="00B65DC9">
      <w:r>
        <w:t>849.2441</w:t>
      </w:r>
      <w:r>
        <w:tab/>
        <w:t>2.025e0</w:t>
      </w:r>
    </w:p>
    <w:p w:rsidR="00B65DC9" w:rsidRDefault="00B65DC9" w:rsidP="00B65DC9">
      <w:r>
        <w:t>849.3511</w:t>
      </w:r>
      <w:r>
        <w:tab/>
        <w:t>2.025e0</w:t>
      </w:r>
    </w:p>
    <w:p w:rsidR="00B65DC9" w:rsidRDefault="00B65DC9" w:rsidP="00B65DC9">
      <w:r>
        <w:t>849.3926</w:t>
      </w:r>
      <w:r>
        <w:tab/>
        <w:t>2.025e0</w:t>
      </w:r>
    </w:p>
    <w:p w:rsidR="00B65DC9" w:rsidRDefault="00B65DC9" w:rsidP="00B65DC9">
      <w:r>
        <w:t>849.4001</w:t>
      </w:r>
      <w:r>
        <w:tab/>
        <w:t>3.038e0</w:t>
      </w:r>
    </w:p>
    <w:p w:rsidR="00B65DC9" w:rsidRDefault="00B65DC9" w:rsidP="00B65DC9">
      <w:r>
        <w:t>849.4075</w:t>
      </w:r>
      <w:r>
        <w:tab/>
        <w:t>2.025e0</w:t>
      </w:r>
    </w:p>
    <w:p w:rsidR="00B65DC9" w:rsidRDefault="00B65DC9" w:rsidP="00B65DC9">
      <w:r>
        <w:t>849.4306</w:t>
      </w:r>
      <w:r>
        <w:tab/>
        <w:t>1.266e-2</w:t>
      </w:r>
    </w:p>
    <w:p w:rsidR="00B65DC9" w:rsidRDefault="00B65DC9" w:rsidP="00B65DC9">
      <w:r>
        <w:t>849.5435</w:t>
      </w:r>
      <w:r>
        <w:tab/>
        <w:t>1.266e-2</w:t>
      </w:r>
    </w:p>
    <w:p w:rsidR="00B65DC9" w:rsidRDefault="00B65DC9" w:rsidP="00B65DC9">
      <w:r>
        <w:t>849.6084</w:t>
      </w:r>
      <w:r>
        <w:tab/>
        <w:t>3.038e0</w:t>
      </w:r>
    </w:p>
    <w:p w:rsidR="00B65DC9" w:rsidRDefault="00B65DC9" w:rsidP="00B65DC9">
      <w:r>
        <w:t>849.6170</w:t>
      </w:r>
      <w:r>
        <w:tab/>
        <w:t>1.266e-2</w:t>
      </w:r>
    </w:p>
    <w:p w:rsidR="00B65DC9" w:rsidRDefault="00B65DC9" w:rsidP="00B65DC9">
      <w:r>
        <w:t>849.6694</w:t>
      </w:r>
      <w:r>
        <w:tab/>
        <w:t>1.266e-2</w:t>
      </w:r>
    </w:p>
    <w:p w:rsidR="00B65DC9" w:rsidRDefault="00B65DC9" w:rsidP="00B65DC9">
      <w:r>
        <w:t>849.6874</w:t>
      </w:r>
      <w:r>
        <w:tab/>
        <w:t>1.266e-2</w:t>
      </w:r>
    </w:p>
    <w:p w:rsidR="00B65DC9" w:rsidRDefault="00B65DC9" w:rsidP="00B65DC9">
      <w:r>
        <w:t>849.7275</w:t>
      </w:r>
      <w:r>
        <w:tab/>
        <w:t>3.038e0</w:t>
      </w:r>
    </w:p>
    <w:p w:rsidR="00B65DC9" w:rsidRDefault="00B65DC9" w:rsidP="00B65DC9">
      <w:r>
        <w:t>849.7434</w:t>
      </w:r>
      <w:r>
        <w:tab/>
        <w:t>1.013e0</w:t>
      </w:r>
    </w:p>
    <w:p w:rsidR="00B65DC9" w:rsidRDefault="00B65DC9" w:rsidP="00B65DC9">
      <w:r>
        <w:t>849.8643</w:t>
      </w:r>
      <w:r>
        <w:tab/>
        <w:t>2.025e0</w:t>
      </w:r>
    </w:p>
    <w:p w:rsidR="00B65DC9" w:rsidRDefault="00B65DC9" w:rsidP="00B65DC9">
      <w:r>
        <w:t>849.9017</w:t>
      </w:r>
      <w:r>
        <w:tab/>
        <w:t>1.013e0</w:t>
      </w:r>
    </w:p>
    <w:p w:rsidR="00B65DC9" w:rsidRDefault="00B65DC9" w:rsidP="00B65DC9">
      <w:r>
        <w:t>849.9731</w:t>
      </w:r>
      <w:r>
        <w:tab/>
        <w:t>1.013e0</w:t>
      </w:r>
    </w:p>
    <w:p w:rsidR="00B65DC9" w:rsidRDefault="00B65DC9" w:rsidP="00B65DC9">
      <w:r>
        <w:t>849.9863</w:t>
      </w:r>
      <w:r>
        <w:tab/>
        <w:t>1.013e0</w:t>
      </w:r>
    </w:p>
    <w:p w:rsidR="00B65DC9" w:rsidRDefault="00B65DC9" w:rsidP="00B65DC9">
      <w:r>
        <w:t>849.9897</w:t>
      </w:r>
      <w:r>
        <w:tab/>
        <w:t>1.013e0</w:t>
      </w:r>
    </w:p>
    <w:p w:rsidR="00B65DC9" w:rsidRDefault="00B65DC9" w:rsidP="00B65DC9">
      <w:r>
        <w:lastRenderedPageBreak/>
        <w:t>850.0435</w:t>
      </w:r>
      <w:r>
        <w:tab/>
        <w:t>1.266e-2</w:t>
      </w:r>
    </w:p>
    <w:p w:rsidR="00B65DC9" w:rsidRDefault="00B65DC9" w:rsidP="00B65DC9">
      <w:r>
        <w:t>850.0677</w:t>
      </w:r>
      <w:r>
        <w:tab/>
        <w:t>2.025e0</w:t>
      </w:r>
    </w:p>
    <w:p w:rsidR="00B65DC9" w:rsidRDefault="00B65DC9" w:rsidP="00B65DC9">
      <w:r>
        <w:t>850.1446</w:t>
      </w:r>
      <w:r>
        <w:tab/>
        <w:t>1.013e0</w:t>
      </w:r>
    </w:p>
    <w:p w:rsidR="00B65DC9" w:rsidRDefault="00B65DC9" w:rsidP="00B65DC9">
      <w:r>
        <w:t>850.1792</w:t>
      </w:r>
      <w:r>
        <w:tab/>
        <w:t>2.025e0</w:t>
      </w:r>
    </w:p>
    <w:p w:rsidR="00B65DC9" w:rsidRDefault="00B65DC9" w:rsidP="00B65DC9">
      <w:r>
        <w:t>850.2286</w:t>
      </w:r>
      <w:r>
        <w:tab/>
        <w:t>1.013e0</w:t>
      </w:r>
    </w:p>
    <w:p w:rsidR="00B65DC9" w:rsidRDefault="00B65DC9" w:rsidP="00B65DC9">
      <w:r>
        <w:t>850.2297</w:t>
      </w:r>
      <w:r>
        <w:tab/>
        <w:t>1.013e0</w:t>
      </w:r>
    </w:p>
    <w:p w:rsidR="00B65DC9" w:rsidRDefault="00B65DC9" w:rsidP="00B65DC9">
      <w:r>
        <w:t>850.2864</w:t>
      </w:r>
      <w:r>
        <w:tab/>
        <w:t>1.013e0</w:t>
      </w:r>
    </w:p>
    <w:p w:rsidR="00B65DC9" w:rsidRDefault="00B65DC9" w:rsidP="00B65DC9">
      <w:r>
        <w:t>850.2951</w:t>
      </w:r>
      <w:r>
        <w:tab/>
        <w:t>1.013e0</w:t>
      </w:r>
    </w:p>
    <w:p w:rsidR="00B65DC9" w:rsidRDefault="00B65DC9" w:rsidP="00B65DC9">
      <w:r>
        <w:t>850.3161</w:t>
      </w:r>
      <w:r>
        <w:tab/>
        <w:t>1.013e0</w:t>
      </w:r>
    </w:p>
    <w:p w:rsidR="00B65DC9" w:rsidRDefault="00B65DC9" w:rsidP="00B65DC9">
      <w:r>
        <w:t>850.3722</w:t>
      </w:r>
      <w:r>
        <w:tab/>
        <w:t>1.013e0</w:t>
      </w:r>
    </w:p>
    <w:p w:rsidR="00B65DC9" w:rsidRDefault="00B65DC9" w:rsidP="00B65DC9">
      <w:r>
        <w:t>850.4455</w:t>
      </w:r>
      <w:r>
        <w:tab/>
        <w:t>2.532e-2</w:t>
      </w:r>
    </w:p>
    <w:p w:rsidR="00B65DC9" w:rsidRDefault="00B65DC9" w:rsidP="00B65DC9">
      <w:r>
        <w:t>850.4943</w:t>
      </w:r>
      <w:r>
        <w:tab/>
        <w:t>3.038e0</w:t>
      </w:r>
    </w:p>
    <w:p w:rsidR="00B65DC9" w:rsidRDefault="00B65DC9" w:rsidP="00B65DC9">
      <w:r>
        <w:t>850.5056</w:t>
      </w:r>
      <w:r>
        <w:tab/>
        <w:t>3.038e0</w:t>
      </w:r>
    </w:p>
    <w:p w:rsidR="00B65DC9" w:rsidRDefault="00B65DC9" w:rsidP="00B65DC9">
      <w:r>
        <w:t>850.5073</w:t>
      </w:r>
      <w:r>
        <w:tab/>
        <w:t>2.025e0</w:t>
      </w:r>
    </w:p>
    <w:p w:rsidR="00B65DC9" w:rsidRDefault="00B65DC9" w:rsidP="00B65DC9">
      <w:r>
        <w:t>850.5833</w:t>
      </w:r>
      <w:r>
        <w:tab/>
        <w:t>1.013e0</w:t>
      </w:r>
    </w:p>
    <w:p w:rsidR="00B65DC9" w:rsidRDefault="00B65DC9" w:rsidP="00B65DC9">
      <w:r>
        <w:t>850.6163</w:t>
      </w:r>
      <w:r>
        <w:tab/>
        <w:t>1.013e0</w:t>
      </w:r>
    </w:p>
    <w:p w:rsidR="00B65DC9" w:rsidRDefault="00B65DC9" w:rsidP="00B65DC9">
      <w:r>
        <w:t>850.6505</w:t>
      </w:r>
      <w:r>
        <w:tab/>
        <w:t>1.013e0</w:t>
      </w:r>
    </w:p>
    <w:p w:rsidR="00B65DC9" w:rsidRDefault="00B65DC9" w:rsidP="00B65DC9">
      <w:r>
        <w:t>850.6677</w:t>
      </w:r>
      <w:r>
        <w:tab/>
        <w:t>1.013e0</w:t>
      </w:r>
    </w:p>
    <w:p w:rsidR="00B65DC9" w:rsidRDefault="00B65DC9" w:rsidP="00B65DC9">
      <w:r>
        <w:t>850.7173</w:t>
      </w:r>
      <w:r>
        <w:tab/>
        <w:t>1.013e0</w:t>
      </w:r>
    </w:p>
    <w:p w:rsidR="00B65DC9" w:rsidRDefault="00B65DC9" w:rsidP="00B65DC9">
      <w:r>
        <w:lastRenderedPageBreak/>
        <w:t>850.8333</w:t>
      </w:r>
      <w:r>
        <w:tab/>
        <w:t>2.025e0</w:t>
      </w:r>
    </w:p>
    <w:p w:rsidR="00B65DC9" w:rsidRDefault="00B65DC9" w:rsidP="00B65DC9">
      <w:r>
        <w:t>850.8962</w:t>
      </w:r>
      <w:r>
        <w:tab/>
        <w:t>3.038e0</w:t>
      </w:r>
    </w:p>
    <w:p w:rsidR="00B65DC9" w:rsidRDefault="00B65DC9" w:rsidP="00B65DC9">
      <w:r>
        <w:t>850.9102</w:t>
      </w:r>
      <w:r>
        <w:tab/>
        <w:t>2.025e0</w:t>
      </w:r>
    </w:p>
    <w:p w:rsidR="00B65DC9" w:rsidRDefault="00B65DC9" w:rsidP="00B65DC9">
      <w:r>
        <w:t>850.9299</w:t>
      </w:r>
      <w:r>
        <w:tab/>
        <w:t>1.013e0</w:t>
      </w:r>
    </w:p>
    <w:p w:rsidR="00B65DC9" w:rsidRDefault="00B65DC9" w:rsidP="00B65DC9">
      <w:r>
        <w:t>850.9453</w:t>
      </w:r>
      <w:r>
        <w:tab/>
        <w:t>1.013e0</w:t>
      </w:r>
    </w:p>
    <w:p w:rsidR="00B65DC9" w:rsidRDefault="00B65DC9" w:rsidP="00B65DC9">
      <w:r>
        <w:t>851.0101</w:t>
      </w:r>
      <w:r>
        <w:tab/>
        <w:t>2.025e0</w:t>
      </w:r>
    </w:p>
    <w:p w:rsidR="00B65DC9" w:rsidRDefault="00B65DC9" w:rsidP="00B65DC9">
      <w:r>
        <w:t>851.0157</w:t>
      </w:r>
      <w:r>
        <w:tab/>
        <w:t>1.013e0</w:t>
      </w:r>
    </w:p>
    <w:p w:rsidR="00B65DC9" w:rsidRDefault="00B65DC9" w:rsidP="00B65DC9">
      <w:r>
        <w:t>851.0300</w:t>
      </w:r>
      <w:r>
        <w:tab/>
        <w:t>1.013e0</w:t>
      </w:r>
    </w:p>
    <w:p w:rsidR="00B65DC9" w:rsidRDefault="00B65DC9" w:rsidP="00B65DC9">
      <w:r>
        <w:t>851.1015</w:t>
      </w:r>
      <w:r>
        <w:tab/>
        <w:t>1.013e0</w:t>
      </w:r>
    </w:p>
    <w:p w:rsidR="00B65DC9" w:rsidRDefault="00B65DC9" w:rsidP="00B65DC9">
      <w:r>
        <w:t>851.2017</w:t>
      </w:r>
      <w:r>
        <w:tab/>
        <w:t>1.013e0</w:t>
      </w:r>
    </w:p>
    <w:p w:rsidR="00B65DC9" w:rsidRDefault="00B65DC9" w:rsidP="00B65DC9">
      <w:r>
        <w:t>851.3068</w:t>
      </w:r>
      <w:r>
        <w:tab/>
        <w:t>2.025e0</w:t>
      </w:r>
    </w:p>
    <w:p w:rsidR="00B65DC9" w:rsidRDefault="00B65DC9" w:rsidP="00B65DC9">
      <w:r>
        <w:t>851.3108</w:t>
      </w:r>
      <w:r>
        <w:tab/>
        <w:t>1.013e0</w:t>
      </w:r>
    </w:p>
    <w:p w:rsidR="00B65DC9" w:rsidRDefault="00B65DC9" w:rsidP="00B65DC9">
      <w:r>
        <w:t>851.3411</w:t>
      </w:r>
      <w:r>
        <w:tab/>
        <w:t>3.520e0</w:t>
      </w:r>
    </w:p>
    <w:p w:rsidR="00B65DC9" w:rsidRDefault="00B65DC9" w:rsidP="00B65DC9">
      <w:r>
        <w:t>851.3603</w:t>
      </w:r>
      <w:r>
        <w:tab/>
        <w:t>1.266e-2</w:t>
      </w:r>
    </w:p>
    <w:p w:rsidR="00B65DC9" w:rsidRDefault="00B65DC9" w:rsidP="00B65DC9">
      <w:r>
        <w:t>851.4521</w:t>
      </w:r>
      <w:r>
        <w:tab/>
        <w:t>4.051e0</w:t>
      </w:r>
    </w:p>
    <w:p w:rsidR="00B65DC9" w:rsidRDefault="00B65DC9" w:rsidP="00B65DC9">
      <w:r>
        <w:t>851.5858</w:t>
      </w:r>
      <w:r>
        <w:tab/>
        <w:t>2.025e0</w:t>
      </w:r>
    </w:p>
    <w:p w:rsidR="00B65DC9" w:rsidRDefault="00B65DC9" w:rsidP="00B65DC9">
      <w:r>
        <w:t>851.6558</w:t>
      </w:r>
      <w:r>
        <w:tab/>
        <w:t>2.025e0</w:t>
      </w:r>
    </w:p>
    <w:p w:rsidR="00B65DC9" w:rsidRDefault="00B65DC9" w:rsidP="00B65DC9">
      <w:r>
        <w:t>851.6661</w:t>
      </w:r>
      <w:r>
        <w:tab/>
        <w:t>2.532e-2</w:t>
      </w:r>
    </w:p>
    <w:p w:rsidR="00B65DC9" w:rsidRDefault="00B65DC9" w:rsidP="00B65DC9">
      <w:r>
        <w:t>851.7256</w:t>
      </w:r>
      <w:r>
        <w:tab/>
        <w:t>2.025e0</w:t>
      </w:r>
    </w:p>
    <w:p w:rsidR="00B65DC9" w:rsidRDefault="00B65DC9" w:rsidP="00B65DC9">
      <w:r>
        <w:lastRenderedPageBreak/>
        <w:t>851.7791</w:t>
      </w:r>
      <w:r>
        <w:tab/>
        <w:t>2.025e0</w:t>
      </w:r>
    </w:p>
    <w:p w:rsidR="00B65DC9" w:rsidRDefault="00B65DC9" w:rsidP="00B65DC9">
      <w:r>
        <w:t>851.7885</w:t>
      </w:r>
      <w:r>
        <w:tab/>
        <w:t>1.013e0</w:t>
      </w:r>
    </w:p>
    <w:p w:rsidR="00B65DC9" w:rsidRDefault="00B65DC9" w:rsidP="00B65DC9">
      <w:r>
        <w:t>851.8359</w:t>
      </w:r>
      <w:r>
        <w:tab/>
        <w:t>1.013e0</w:t>
      </w:r>
    </w:p>
    <w:p w:rsidR="00B65DC9" w:rsidRDefault="00B65DC9" w:rsidP="00B65DC9">
      <w:r>
        <w:t>851.8871</w:t>
      </w:r>
      <w:r>
        <w:tab/>
        <w:t>1.013e0</w:t>
      </w:r>
    </w:p>
    <w:p w:rsidR="00B65DC9" w:rsidRDefault="00B65DC9" w:rsidP="00B65DC9">
      <w:r>
        <w:t>852.0033</w:t>
      </w:r>
      <w:r>
        <w:tab/>
        <w:t>1.266e-2</w:t>
      </w:r>
    </w:p>
    <w:p w:rsidR="00B65DC9" w:rsidRDefault="00B65DC9" w:rsidP="00B65DC9">
      <w:r>
        <w:t>852.0557</w:t>
      </w:r>
      <w:r>
        <w:tab/>
        <w:t>1.013e0</w:t>
      </w:r>
    </w:p>
    <w:p w:rsidR="00B65DC9" w:rsidRDefault="00B65DC9" w:rsidP="00B65DC9">
      <w:r>
        <w:t>852.1355</w:t>
      </w:r>
      <w:r>
        <w:tab/>
        <w:t>3.038e0</w:t>
      </w:r>
    </w:p>
    <w:p w:rsidR="00B65DC9" w:rsidRDefault="00B65DC9" w:rsidP="00B65DC9">
      <w:r>
        <w:t>852.1521</w:t>
      </w:r>
      <w:r>
        <w:tab/>
        <w:t>2.025e0</w:t>
      </w:r>
    </w:p>
    <w:p w:rsidR="00B65DC9" w:rsidRDefault="00B65DC9" w:rsidP="00B65DC9">
      <w:r>
        <w:t>852.2072</w:t>
      </w:r>
      <w:r>
        <w:tab/>
        <w:t>1.013e0</w:t>
      </w:r>
    </w:p>
    <w:p w:rsidR="00B65DC9" w:rsidRDefault="00B65DC9" w:rsidP="00B65DC9">
      <w:r>
        <w:t>852.2325</w:t>
      </w:r>
      <w:r>
        <w:tab/>
        <w:t>1.013e0</w:t>
      </w:r>
    </w:p>
    <w:p w:rsidR="00B65DC9" w:rsidRDefault="00B65DC9" w:rsidP="00B65DC9">
      <w:r>
        <w:t>852.3218</w:t>
      </w:r>
      <w:r>
        <w:tab/>
        <w:t>3.038e0</w:t>
      </w:r>
    </w:p>
    <w:p w:rsidR="00B65DC9" w:rsidRDefault="00B65DC9" w:rsidP="00B65DC9">
      <w:r>
        <w:t>852.3438</w:t>
      </w:r>
      <w:r>
        <w:tab/>
        <w:t>1.013e0</w:t>
      </w:r>
    </w:p>
    <w:p w:rsidR="00B65DC9" w:rsidRDefault="00B65DC9" w:rsidP="00B65DC9">
      <w:r>
        <w:t>852.3757</w:t>
      </w:r>
      <w:r>
        <w:tab/>
        <w:t>1.013e0</w:t>
      </w:r>
    </w:p>
    <w:p w:rsidR="00B65DC9" w:rsidRDefault="00B65DC9" w:rsidP="00B65DC9">
      <w:r>
        <w:t>852.3934</w:t>
      </w:r>
      <w:r>
        <w:tab/>
        <w:t>1.013e0</w:t>
      </w:r>
    </w:p>
    <w:p w:rsidR="00B65DC9" w:rsidRDefault="00B65DC9" w:rsidP="00B65DC9">
      <w:r>
        <w:t>852.4822</w:t>
      </w:r>
      <w:r>
        <w:tab/>
        <w:t>4.051e0</w:t>
      </w:r>
    </w:p>
    <w:p w:rsidR="00B65DC9" w:rsidRDefault="00B65DC9" w:rsidP="00B65DC9">
      <w:r>
        <w:t>852.6142</w:t>
      </w:r>
      <w:r>
        <w:tab/>
        <w:t>1.013e0</w:t>
      </w:r>
    </w:p>
    <w:p w:rsidR="00B65DC9" w:rsidRDefault="00B65DC9" w:rsidP="00B65DC9">
      <w:r>
        <w:t>852.6480</w:t>
      </w:r>
      <w:r>
        <w:tab/>
        <w:t>1.013e0</w:t>
      </w:r>
    </w:p>
    <w:p w:rsidR="00B65DC9" w:rsidRDefault="00B65DC9" w:rsidP="00B65DC9">
      <w:r>
        <w:t>852.7161</w:t>
      </w:r>
      <w:r>
        <w:tab/>
        <w:t>1.013e0</w:t>
      </w:r>
    </w:p>
    <w:p w:rsidR="00B65DC9" w:rsidRDefault="00B65DC9" w:rsidP="00B65DC9">
      <w:r>
        <w:t>852.7266</w:t>
      </w:r>
      <w:r>
        <w:tab/>
        <w:t>2.025e0</w:t>
      </w:r>
    </w:p>
    <w:p w:rsidR="00B65DC9" w:rsidRDefault="00B65DC9" w:rsidP="00B65DC9">
      <w:r>
        <w:lastRenderedPageBreak/>
        <w:t>852.7340</w:t>
      </w:r>
      <w:r>
        <w:tab/>
        <w:t>1.013e0</w:t>
      </w:r>
    </w:p>
    <w:p w:rsidR="00B65DC9" w:rsidRDefault="00B65DC9" w:rsidP="00B65DC9">
      <w:r>
        <w:t>852.7878</w:t>
      </w:r>
      <w:r>
        <w:tab/>
        <w:t>3.038e0</w:t>
      </w:r>
    </w:p>
    <w:p w:rsidR="00B65DC9" w:rsidRDefault="00B65DC9" w:rsidP="00B65DC9">
      <w:r>
        <w:t>852.8848</w:t>
      </w:r>
      <w:r>
        <w:tab/>
        <w:t>1.013e0</w:t>
      </w:r>
    </w:p>
    <w:p w:rsidR="00B65DC9" w:rsidRDefault="00B65DC9" w:rsidP="00B65DC9">
      <w:r>
        <w:t>852.9060</w:t>
      </w:r>
      <w:r>
        <w:tab/>
        <w:t>1.013e0</w:t>
      </w:r>
    </w:p>
    <w:p w:rsidR="00B65DC9" w:rsidRDefault="00B65DC9" w:rsidP="00B65DC9">
      <w:r>
        <w:t>852.9474</w:t>
      </w:r>
      <w:r>
        <w:tab/>
        <w:t>3.038e0</w:t>
      </w:r>
    </w:p>
    <w:p w:rsidR="00B65DC9" w:rsidRDefault="00B65DC9" w:rsidP="00B65DC9">
      <w:r>
        <w:t>852.9921</w:t>
      </w:r>
      <w:r>
        <w:tab/>
        <w:t>2.025e0</w:t>
      </w:r>
    </w:p>
    <w:p w:rsidR="00B65DC9" w:rsidRDefault="00B65DC9" w:rsidP="00B65DC9">
      <w:r>
        <w:t>853.0494</w:t>
      </w:r>
      <w:r>
        <w:tab/>
        <w:t>1.013e0</w:t>
      </w:r>
    </w:p>
    <w:p w:rsidR="00B65DC9" w:rsidRDefault="00B65DC9" w:rsidP="00B65DC9">
      <w:r>
        <w:t>853.1727</w:t>
      </w:r>
      <w:r>
        <w:tab/>
        <w:t>1.266e-2</w:t>
      </w:r>
    </w:p>
    <w:p w:rsidR="00B65DC9" w:rsidRDefault="00B65DC9" w:rsidP="00B65DC9">
      <w:r>
        <w:t>853.2226</w:t>
      </w:r>
      <w:r>
        <w:tab/>
        <w:t>1.266e-2</w:t>
      </w:r>
    </w:p>
    <w:p w:rsidR="00B65DC9" w:rsidRDefault="00B65DC9" w:rsidP="00B65DC9">
      <w:r>
        <w:t>853.2399</w:t>
      </w:r>
      <w:r>
        <w:tab/>
        <w:t>1.013e0</w:t>
      </w:r>
    </w:p>
    <w:p w:rsidR="00B65DC9" w:rsidRDefault="00B65DC9" w:rsidP="00B65DC9">
      <w:r>
        <w:t>853.3159</w:t>
      </w:r>
      <w:r>
        <w:tab/>
        <w:t>3.038e0</w:t>
      </w:r>
    </w:p>
    <w:p w:rsidR="00B65DC9" w:rsidRDefault="00B65DC9" w:rsidP="00B65DC9">
      <w:r>
        <w:t>853.3218</w:t>
      </w:r>
      <w:r>
        <w:tab/>
        <w:t>1.013e0</w:t>
      </w:r>
    </w:p>
    <w:p w:rsidR="00B65DC9" w:rsidRDefault="00B65DC9" w:rsidP="00B65DC9">
      <w:r>
        <w:t>853.3251</w:t>
      </w:r>
      <w:r>
        <w:tab/>
        <w:t>1.013e0</w:t>
      </w:r>
    </w:p>
    <w:p w:rsidR="00B65DC9" w:rsidRDefault="00B65DC9" w:rsidP="00B65DC9">
      <w:r>
        <w:t>853.3936</w:t>
      </w:r>
      <w:r>
        <w:tab/>
        <w:t>1.025e0</w:t>
      </w:r>
    </w:p>
    <w:p w:rsidR="00B65DC9" w:rsidRDefault="00B65DC9" w:rsidP="00B65DC9">
      <w:r>
        <w:t>853.4783</w:t>
      </w:r>
      <w:r>
        <w:tab/>
        <w:t>1.013e0</w:t>
      </w:r>
    </w:p>
    <w:p w:rsidR="00B65DC9" w:rsidRDefault="00B65DC9" w:rsidP="00B65DC9">
      <w:r>
        <w:t>853.5798</w:t>
      </w:r>
      <w:r>
        <w:tab/>
        <w:t>1.038e0</w:t>
      </w:r>
    </w:p>
    <w:p w:rsidR="00B65DC9" w:rsidRDefault="00B65DC9" w:rsidP="00B65DC9">
      <w:r>
        <w:t>853.5959</w:t>
      </w:r>
      <w:r>
        <w:tab/>
        <w:t>1.025e0</w:t>
      </w:r>
    </w:p>
    <w:p w:rsidR="00B65DC9" w:rsidRDefault="00B65DC9" w:rsidP="00B65DC9">
      <w:r>
        <w:t>853.6765</w:t>
      </w:r>
      <w:r>
        <w:tab/>
        <w:t>3.038e0</w:t>
      </w:r>
    </w:p>
    <w:p w:rsidR="00B65DC9" w:rsidRDefault="00B65DC9" w:rsidP="00B65DC9">
      <w:r>
        <w:t>853.7235</w:t>
      </w:r>
      <w:r>
        <w:tab/>
        <w:t>1.013e0</w:t>
      </w:r>
    </w:p>
    <w:p w:rsidR="00B65DC9" w:rsidRDefault="00B65DC9" w:rsidP="00B65DC9">
      <w:r>
        <w:lastRenderedPageBreak/>
        <w:t>853.8240</w:t>
      </w:r>
      <w:r>
        <w:tab/>
        <w:t>1.013e0</w:t>
      </w:r>
    </w:p>
    <w:p w:rsidR="00B65DC9" w:rsidRDefault="00B65DC9" w:rsidP="00B65DC9">
      <w:r>
        <w:t>853.8328</w:t>
      </w:r>
      <w:r>
        <w:tab/>
        <w:t>1.013e0</w:t>
      </w:r>
    </w:p>
    <w:p w:rsidR="00B65DC9" w:rsidRDefault="00B65DC9" w:rsidP="00B65DC9">
      <w:r>
        <w:t>853.9173</w:t>
      </w:r>
      <w:r>
        <w:tab/>
        <w:t>1.013e0</w:t>
      </w:r>
    </w:p>
    <w:p w:rsidR="00B65DC9" w:rsidRDefault="00B65DC9" w:rsidP="00B65DC9">
      <w:r>
        <w:t>853.9467</w:t>
      </w:r>
      <w:r>
        <w:tab/>
        <w:t>3.038e0</w:t>
      </w:r>
    </w:p>
    <w:p w:rsidR="00B65DC9" w:rsidRDefault="00B65DC9" w:rsidP="00B65DC9">
      <w:r>
        <w:t>853.9536</w:t>
      </w:r>
      <w:r>
        <w:tab/>
        <w:t>1.266e-2</w:t>
      </w:r>
    </w:p>
    <w:p w:rsidR="00B65DC9" w:rsidRDefault="00B65DC9" w:rsidP="00B65DC9">
      <w:r>
        <w:t>854.1035</w:t>
      </w:r>
      <w:r>
        <w:tab/>
        <w:t>1.013e0</w:t>
      </w:r>
    </w:p>
    <w:p w:rsidR="00B65DC9" w:rsidRDefault="00B65DC9" w:rsidP="00B65DC9">
      <w:r>
        <w:t>854.1395</w:t>
      </w:r>
      <w:r>
        <w:tab/>
        <w:t>1.013e0</w:t>
      </w:r>
    </w:p>
    <w:p w:rsidR="00B65DC9" w:rsidRDefault="00B65DC9" w:rsidP="00B65DC9">
      <w:r>
        <w:t>854.2187</w:t>
      </w:r>
      <w:r>
        <w:tab/>
        <w:t>2.025e0</w:t>
      </w:r>
    </w:p>
    <w:p w:rsidR="00B65DC9" w:rsidRDefault="00B65DC9" w:rsidP="00B65DC9">
      <w:r>
        <w:t>854.2496</w:t>
      </w:r>
      <w:r>
        <w:tab/>
        <w:t>5.063e0</w:t>
      </w:r>
    </w:p>
    <w:p w:rsidR="00B65DC9" w:rsidRDefault="00B65DC9" w:rsidP="00B65DC9">
      <w:r>
        <w:t>854.2559</w:t>
      </w:r>
      <w:r>
        <w:tab/>
        <w:t>2.025e0</w:t>
      </w:r>
    </w:p>
    <w:p w:rsidR="00B65DC9" w:rsidRDefault="00B65DC9" w:rsidP="00B65DC9">
      <w:r>
        <w:t>854.3826</w:t>
      </w:r>
      <w:r>
        <w:tab/>
        <w:t>1.025e0</w:t>
      </w:r>
    </w:p>
    <w:p w:rsidR="00B65DC9" w:rsidRDefault="00B65DC9" w:rsidP="00B65DC9">
      <w:r>
        <w:t>854.4125</w:t>
      </w:r>
      <w:r>
        <w:tab/>
        <w:t>1.013e0</w:t>
      </w:r>
    </w:p>
    <w:p w:rsidR="00B65DC9" w:rsidRDefault="00B65DC9" w:rsidP="00B65DC9">
      <w:r>
        <w:t>854.4625</w:t>
      </w:r>
      <w:r>
        <w:tab/>
        <w:t>3.038e0</w:t>
      </w:r>
    </w:p>
    <w:p w:rsidR="00B65DC9" w:rsidRDefault="00B65DC9" w:rsidP="00B65DC9">
      <w:r>
        <w:t>854.5059</w:t>
      </w:r>
      <w:r>
        <w:tab/>
        <w:t>2.025e0</w:t>
      </w:r>
    </w:p>
    <w:p w:rsidR="00B65DC9" w:rsidRDefault="00B65DC9" w:rsidP="00B65DC9">
      <w:r>
        <w:t>854.5562</w:t>
      </w:r>
      <w:r>
        <w:tab/>
        <w:t>1.013e0</w:t>
      </w:r>
    </w:p>
    <w:p w:rsidR="00B65DC9" w:rsidRDefault="00B65DC9" w:rsidP="00B65DC9">
      <w:r>
        <w:t>854.5573</w:t>
      </w:r>
      <w:r>
        <w:tab/>
        <w:t>1.025e0</w:t>
      </w:r>
    </w:p>
    <w:p w:rsidR="00B65DC9" w:rsidRDefault="00B65DC9" w:rsidP="00B65DC9">
      <w:r>
        <w:t>854.5946</w:t>
      </w:r>
      <w:r>
        <w:tab/>
        <w:t>1.013e0</w:t>
      </w:r>
    </w:p>
    <w:p w:rsidR="00B65DC9" w:rsidRDefault="00B65DC9" w:rsidP="00B65DC9">
      <w:r>
        <w:t>854.6807</w:t>
      </w:r>
      <w:r>
        <w:tab/>
        <w:t>3.038e0</w:t>
      </w:r>
    </w:p>
    <w:p w:rsidR="00B65DC9" w:rsidRDefault="00B65DC9" w:rsidP="00B65DC9">
      <w:r>
        <w:t>854.6896</w:t>
      </w:r>
      <w:r>
        <w:tab/>
        <w:t>4.051e0</w:t>
      </w:r>
    </w:p>
    <w:p w:rsidR="00B65DC9" w:rsidRDefault="00B65DC9" w:rsidP="00B65DC9">
      <w:r>
        <w:lastRenderedPageBreak/>
        <w:t>854.7017</w:t>
      </w:r>
      <w:r>
        <w:tab/>
        <w:t>3.038e0</w:t>
      </w:r>
    </w:p>
    <w:p w:rsidR="00B65DC9" w:rsidRDefault="00B65DC9" w:rsidP="00B65DC9">
      <w:r>
        <w:t>854.7860</w:t>
      </w:r>
      <w:r>
        <w:tab/>
        <w:t>1.013e0</w:t>
      </w:r>
    </w:p>
    <w:p w:rsidR="00B65DC9" w:rsidRDefault="00B65DC9" w:rsidP="00B65DC9">
      <w:r>
        <w:t>854.8489</w:t>
      </w:r>
      <w:r>
        <w:tab/>
        <w:t>1.013e0</w:t>
      </w:r>
    </w:p>
    <w:p w:rsidR="00B65DC9" w:rsidRDefault="00B65DC9" w:rsidP="00B65DC9">
      <w:r>
        <w:t>854.8578</w:t>
      </w:r>
      <w:r>
        <w:tab/>
        <w:t>2.025e0</w:t>
      </w:r>
    </w:p>
    <w:p w:rsidR="00B65DC9" w:rsidRDefault="00B65DC9" w:rsidP="00B65DC9">
      <w:r>
        <w:t>854.9003</w:t>
      </w:r>
      <w:r>
        <w:tab/>
        <w:t>1.266e-2</w:t>
      </w:r>
    </w:p>
    <w:p w:rsidR="00B65DC9" w:rsidRDefault="00B65DC9" w:rsidP="00B65DC9">
      <w:r>
        <w:t>854.9150</w:t>
      </w:r>
      <w:r>
        <w:tab/>
        <w:t>2.532e-2</w:t>
      </w:r>
    </w:p>
    <w:p w:rsidR="00B65DC9" w:rsidRDefault="00B65DC9" w:rsidP="00B65DC9">
      <w:r>
        <w:t>854.9728</w:t>
      </w:r>
      <w:r>
        <w:tab/>
        <w:t>1.266e-2</w:t>
      </w:r>
    </w:p>
    <w:p w:rsidR="00B65DC9" w:rsidRDefault="00B65DC9" w:rsidP="00B65DC9">
      <w:r>
        <w:t>855.0338</w:t>
      </w:r>
      <w:r>
        <w:tab/>
        <w:t>1.013e0</w:t>
      </w:r>
    </w:p>
    <w:p w:rsidR="00B65DC9" w:rsidRDefault="00B65DC9" w:rsidP="00B65DC9">
      <w:r>
        <w:t>855.0512</w:t>
      </w:r>
      <w:r>
        <w:tab/>
        <w:t>1.266e-2</w:t>
      </w:r>
    </w:p>
    <w:p w:rsidR="00B65DC9" w:rsidRDefault="00B65DC9" w:rsidP="00B65DC9">
      <w:r>
        <w:t>855.1678</w:t>
      </w:r>
      <w:r>
        <w:tab/>
        <w:t>2.025e0</w:t>
      </w:r>
    </w:p>
    <w:p w:rsidR="00B65DC9" w:rsidRDefault="00B65DC9" w:rsidP="00B65DC9">
      <w:r>
        <w:t>855.1962</w:t>
      </w:r>
      <w:r>
        <w:tab/>
        <w:t>2.025e0</w:t>
      </w:r>
    </w:p>
    <w:p w:rsidR="00B65DC9" w:rsidRDefault="00B65DC9" w:rsidP="00B65DC9">
      <w:r>
        <w:t>855.4057</w:t>
      </w:r>
      <w:r>
        <w:tab/>
        <w:t>1.266e-2</w:t>
      </w:r>
    </w:p>
    <w:p w:rsidR="00B65DC9" w:rsidRDefault="00B65DC9" w:rsidP="00B65DC9">
      <w:r>
        <w:t>855.4233</w:t>
      </w:r>
      <w:r>
        <w:tab/>
        <w:t>1.013e0</w:t>
      </w:r>
    </w:p>
    <w:p w:rsidR="00B65DC9" w:rsidRDefault="00B65DC9" w:rsidP="00B65DC9">
      <w:r>
        <w:t>855.4913</w:t>
      </w:r>
      <w:r>
        <w:tab/>
        <w:t>1.266e-2</w:t>
      </w:r>
    </w:p>
    <w:p w:rsidR="00B65DC9" w:rsidRDefault="00B65DC9" w:rsidP="00B65DC9">
      <w:r>
        <w:t>855.5046</w:t>
      </w:r>
      <w:r>
        <w:tab/>
        <w:t>1.013e0</w:t>
      </w:r>
    </w:p>
    <w:p w:rsidR="00B65DC9" w:rsidRDefault="00B65DC9" w:rsidP="00B65DC9">
      <w:r>
        <w:t>855.5076</w:t>
      </w:r>
      <w:r>
        <w:tab/>
        <w:t>1.013e0</w:t>
      </w:r>
    </w:p>
    <w:p w:rsidR="00B65DC9" w:rsidRDefault="00B65DC9" w:rsidP="00B65DC9">
      <w:r>
        <w:t>855.5477</w:t>
      </w:r>
      <w:r>
        <w:tab/>
        <w:t>1.013e0</w:t>
      </w:r>
    </w:p>
    <w:p w:rsidR="00B65DC9" w:rsidRDefault="00B65DC9" w:rsidP="00B65DC9">
      <w:r>
        <w:t>855.7501</w:t>
      </w:r>
      <w:r>
        <w:tab/>
        <w:t>1.013e0</w:t>
      </w:r>
    </w:p>
    <w:p w:rsidR="00B65DC9" w:rsidRDefault="00B65DC9" w:rsidP="00B65DC9">
      <w:r>
        <w:t>855.7778</w:t>
      </w:r>
      <w:r>
        <w:tab/>
        <w:t>1.013e0</w:t>
      </w:r>
    </w:p>
    <w:p w:rsidR="00B65DC9" w:rsidRDefault="00B65DC9" w:rsidP="00B65DC9">
      <w:r>
        <w:lastRenderedPageBreak/>
        <w:t>855.8971</w:t>
      </w:r>
      <w:r>
        <w:tab/>
        <w:t>1.013e0</w:t>
      </w:r>
    </w:p>
    <w:p w:rsidR="00B65DC9" w:rsidRDefault="00B65DC9" w:rsidP="00B65DC9">
      <w:r>
        <w:t>855.9504</w:t>
      </w:r>
      <w:r>
        <w:tab/>
        <w:t>1.266e-2</w:t>
      </w:r>
    </w:p>
    <w:p w:rsidR="00B65DC9" w:rsidRDefault="00B65DC9" w:rsidP="00B65DC9">
      <w:r>
        <w:t>856.0161</w:t>
      </w:r>
      <w:r>
        <w:tab/>
        <w:t>1.013e0</w:t>
      </w:r>
    </w:p>
    <w:p w:rsidR="00B65DC9" w:rsidRDefault="00B65DC9" w:rsidP="00B65DC9">
      <w:r>
        <w:t>856.0202</w:t>
      </w:r>
      <w:r>
        <w:tab/>
        <w:t>3.038e0</w:t>
      </w:r>
    </w:p>
    <w:p w:rsidR="00B65DC9" w:rsidRDefault="00B65DC9" w:rsidP="00B65DC9">
      <w:r>
        <w:t>856.0655</w:t>
      </w:r>
      <w:r>
        <w:tab/>
        <w:t>2.025e0</w:t>
      </w:r>
    </w:p>
    <w:p w:rsidR="00B65DC9" w:rsidRDefault="00B65DC9" w:rsidP="00B65DC9">
      <w:r>
        <w:t>856.1241</w:t>
      </w:r>
      <w:r>
        <w:tab/>
        <w:t>1.013e0</w:t>
      </w:r>
    </w:p>
    <w:p w:rsidR="00B65DC9" w:rsidRDefault="00B65DC9" w:rsidP="00B65DC9">
      <w:r>
        <w:t>856.1518</w:t>
      </w:r>
      <w:r>
        <w:tab/>
        <w:t>1.025e0</w:t>
      </w:r>
    </w:p>
    <w:p w:rsidR="00B65DC9" w:rsidRDefault="00B65DC9" w:rsidP="00B65DC9">
      <w:r>
        <w:t>856.2194</w:t>
      </w:r>
      <w:r>
        <w:tab/>
        <w:t>1.013e0</w:t>
      </w:r>
    </w:p>
    <w:p w:rsidR="00B65DC9" w:rsidRDefault="00B65DC9" w:rsidP="00B65DC9">
      <w:r>
        <w:t>856.2968</w:t>
      </w:r>
      <w:r>
        <w:tab/>
        <w:t>1.013e0</w:t>
      </w:r>
    </w:p>
    <w:p w:rsidR="00B65DC9" w:rsidRDefault="00B65DC9" w:rsidP="00B65DC9">
      <w:r>
        <w:t>856.4538</w:t>
      </w:r>
      <w:r>
        <w:tab/>
        <w:t>2.038e0</w:t>
      </w:r>
    </w:p>
    <w:p w:rsidR="00B65DC9" w:rsidRDefault="00B65DC9" w:rsidP="00B65DC9">
      <w:r>
        <w:t>856.4725</w:t>
      </w:r>
      <w:r>
        <w:tab/>
        <w:t>1.266e-2</w:t>
      </w:r>
    </w:p>
    <w:p w:rsidR="00B65DC9" w:rsidRDefault="00B65DC9" w:rsidP="00B65DC9">
      <w:r>
        <w:t>856.5105</w:t>
      </w:r>
      <w:r>
        <w:tab/>
        <w:t>2.025e0</w:t>
      </w:r>
    </w:p>
    <w:p w:rsidR="00B65DC9" w:rsidRDefault="00B65DC9" w:rsidP="00B65DC9">
      <w:r>
        <w:t>856.5294</w:t>
      </w:r>
      <w:r>
        <w:tab/>
        <w:t>3.038e0</w:t>
      </w:r>
    </w:p>
    <w:p w:rsidR="00B65DC9" w:rsidRDefault="00B65DC9" w:rsidP="00B65DC9">
      <w:r>
        <w:t>856.5403</w:t>
      </w:r>
      <w:r>
        <w:tab/>
        <w:t>1.013e0</w:t>
      </w:r>
    </w:p>
    <w:p w:rsidR="00B65DC9" w:rsidRDefault="00B65DC9" w:rsidP="00B65DC9">
      <w:r>
        <w:t>856.5692</w:t>
      </w:r>
      <w:r>
        <w:tab/>
        <w:t>1.013e0</w:t>
      </w:r>
    </w:p>
    <w:p w:rsidR="00B65DC9" w:rsidRDefault="00B65DC9" w:rsidP="00B65DC9">
      <w:r>
        <w:t>856.6152</w:t>
      </w:r>
      <w:r>
        <w:tab/>
        <w:t>3.038e0</w:t>
      </w:r>
    </w:p>
    <w:p w:rsidR="00B65DC9" w:rsidRDefault="00B65DC9" w:rsidP="00B65DC9">
      <w:r>
        <w:t>856.6931</w:t>
      </w:r>
      <w:r>
        <w:tab/>
        <w:t>1.013e0</w:t>
      </w:r>
    </w:p>
    <w:p w:rsidR="00B65DC9" w:rsidRDefault="00B65DC9" w:rsidP="00B65DC9">
      <w:r>
        <w:t>856.7422</w:t>
      </w:r>
      <w:r>
        <w:tab/>
        <w:t>1.013e0</w:t>
      </w:r>
    </w:p>
    <w:p w:rsidR="00B65DC9" w:rsidRDefault="00B65DC9" w:rsidP="00B65DC9">
      <w:r>
        <w:t>856.7775</w:t>
      </w:r>
      <w:r>
        <w:tab/>
        <w:t>1.266e-2</w:t>
      </w:r>
    </w:p>
    <w:p w:rsidR="00B65DC9" w:rsidRDefault="00B65DC9" w:rsidP="00B65DC9">
      <w:r>
        <w:lastRenderedPageBreak/>
        <w:t>856.9202</w:t>
      </w:r>
      <w:r>
        <w:tab/>
        <w:t>3.038e0</w:t>
      </w:r>
    </w:p>
    <w:p w:rsidR="00B65DC9" w:rsidRDefault="00B65DC9" w:rsidP="00B65DC9">
      <w:r>
        <w:t>856.9510</w:t>
      </w:r>
      <w:r>
        <w:tab/>
        <w:t>2.025e0</w:t>
      </w:r>
    </w:p>
    <w:p w:rsidR="00B65DC9" w:rsidRDefault="00B65DC9" w:rsidP="00B65DC9">
      <w:r>
        <w:t>856.9807</w:t>
      </w:r>
      <w:r>
        <w:tab/>
        <w:t>1.013e0</w:t>
      </w:r>
    </w:p>
    <w:p w:rsidR="00B65DC9" w:rsidRDefault="00B65DC9" w:rsidP="00B65DC9">
      <w:r>
        <w:t>857.0298</w:t>
      </w:r>
      <w:r>
        <w:tab/>
        <w:t>1.013e0</w:t>
      </w:r>
    </w:p>
    <w:p w:rsidR="00B65DC9" w:rsidRDefault="00B65DC9" w:rsidP="00B65DC9">
      <w:r>
        <w:t>857.1667</w:t>
      </w:r>
      <w:r>
        <w:tab/>
        <w:t>2.025e0</w:t>
      </w:r>
    </w:p>
    <w:p w:rsidR="00B65DC9" w:rsidRDefault="00B65DC9" w:rsidP="00B65DC9">
      <w:r>
        <w:t>857.2202</w:t>
      </w:r>
      <w:r>
        <w:tab/>
        <w:t>1.013e1</w:t>
      </w:r>
    </w:p>
    <w:p w:rsidR="00B65DC9" w:rsidRDefault="00B65DC9" w:rsidP="00B65DC9">
      <w:r>
        <w:t>857.2315</w:t>
      </w:r>
      <w:r>
        <w:tab/>
        <w:t>1.013e0</w:t>
      </w:r>
    </w:p>
    <w:p w:rsidR="00B65DC9" w:rsidRDefault="00B65DC9" w:rsidP="00B65DC9">
      <w:r>
        <w:t>857.2858</w:t>
      </w:r>
      <w:r>
        <w:tab/>
        <w:t>1.013e0</w:t>
      </w:r>
    </w:p>
    <w:p w:rsidR="00B65DC9" w:rsidRDefault="00B65DC9" w:rsidP="00B65DC9">
      <w:r>
        <w:t>857.3251</w:t>
      </w:r>
      <w:r>
        <w:tab/>
        <w:t>2.025e0</w:t>
      </w:r>
    </w:p>
    <w:p w:rsidR="00B65DC9" w:rsidRDefault="00B65DC9" w:rsidP="00B65DC9">
      <w:r>
        <w:t>857.3335</w:t>
      </w:r>
      <w:r>
        <w:tab/>
        <w:t>1.013e0</w:t>
      </w:r>
    </w:p>
    <w:p w:rsidR="00B65DC9" w:rsidRDefault="00B65DC9" w:rsidP="00B65DC9">
      <w:r>
        <w:t>857.5388</w:t>
      </w:r>
      <w:r>
        <w:tab/>
        <w:t>1.013e0</w:t>
      </w:r>
    </w:p>
    <w:p w:rsidR="00B65DC9" w:rsidRDefault="00B65DC9" w:rsidP="00B65DC9">
      <w:r>
        <w:t>857.5629</w:t>
      </w:r>
      <w:r>
        <w:tab/>
        <w:t>1.013e0</w:t>
      </w:r>
    </w:p>
    <w:p w:rsidR="00B65DC9" w:rsidRDefault="00B65DC9" w:rsidP="00B65DC9">
      <w:r>
        <w:t>857.6494</w:t>
      </w:r>
      <w:r>
        <w:tab/>
        <w:t>1.013e0</w:t>
      </w:r>
    </w:p>
    <w:p w:rsidR="00B65DC9" w:rsidRDefault="00B65DC9" w:rsidP="00B65DC9">
      <w:r>
        <w:t>857.6618</w:t>
      </w:r>
      <w:r>
        <w:tab/>
        <w:t>2.025e0</w:t>
      </w:r>
    </w:p>
    <w:p w:rsidR="00B65DC9" w:rsidRDefault="00B65DC9" w:rsidP="00B65DC9">
      <w:r>
        <w:t>857.8436</w:t>
      </w:r>
      <w:r>
        <w:tab/>
        <w:t>1.013e0</w:t>
      </w:r>
    </w:p>
    <w:p w:rsidR="00B65DC9" w:rsidRDefault="00B65DC9" w:rsidP="00B65DC9">
      <w:r>
        <w:t>858.0182</w:t>
      </w:r>
      <w:r>
        <w:tab/>
        <w:t>2.025e0</w:t>
      </w:r>
    </w:p>
    <w:p w:rsidR="00B65DC9" w:rsidRDefault="00B65DC9" w:rsidP="00B65DC9">
      <w:r>
        <w:t>858.1313</w:t>
      </w:r>
      <w:r>
        <w:tab/>
        <w:t>1.266e-2</w:t>
      </w:r>
    </w:p>
    <w:p w:rsidR="00B65DC9" w:rsidRDefault="00B65DC9" w:rsidP="00B65DC9">
      <w:r>
        <w:t>858.1478</w:t>
      </w:r>
      <w:r>
        <w:tab/>
        <w:t>1.025e0</w:t>
      </w:r>
    </w:p>
    <w:p w:rsidR="00B65DC9" w:rsidRDefault="00B65DC9" w:rsidP="00B65DC9">
      <w:r>
        <w:t>858.1530</w:t>
      </w:r>
      <w:r>
        <w:tab/>
        <w:t>2.025e0</w:t>
      </w:r>
    </w:p>
    <w:p w:rsidR="00B65DC9" w:rsidRDefault="00B65DC9" w:rsidP="00B65DC9">
      <w:r>
        <w:lastRenderedPageBreak/>
        <w:t>858.1661</w:t>
      </w:r>
      <w:r>
        <w:tab/>
        <w:t>1.013e0</w:t>
      </w:r>
    </w:p>
    <w:p w:rsidR="00B65DC9" w:rsidRDefault="00B65DC9" w:rsidP="00B65DC9">
      <w:r>
        <w:t>858.3183</w:t>
      </w:r>
      <w:r>
        <w:tab/>
        <w:t>1.013e0</w:t>
      </w:r>
    </w:p>
    <w:p w:rsidR="00B65DC9" w:rsidRDefault="00B65DC9" w:rsidP="00B65DC9">
      <w:r>
        <w:t>858.3696</w:t>
      </w:r>
      <w:r>
        <w:tab/>
        <w:t>1.013e0</w:t>
      </w:r>
    </w:p>
    <w:p w:rsidR="00B65DC9" w:rsidRDefault="00B65DC9" w:rsidP="00B65DC9">
      <w:r>
        <w:t>858.4451</w:t>
      </w:r>
      <w:r>
        <w:tab/>
        <w:t>2.025e0</w:t>
      </w:r>
    </w:p>
    <w:p w:rsidR="00B65DC9" w:rsidRDefault="00B65DC9" w:rsidP="00B65DC9">
      <w:r>
        <w:t>858.4473</w:t>
      </w:r>
      <w:r>
        <w:tab/>
        <w:t>2.025e0</w:t>
      </w:r>
    </w:p>
    <w:p w:rsidR="00B65DC9" w:rsidRDefault="00B65DC9" w:rsidP="00B65DC9">
      <w:r>
        <w:t>858.4857</w:t>
      </w:r>
      <w:r>
        <w:tab/>
        <w:t>1.013e0</w:t>
      </w:r>
    </w:p>
    <w:p w:rsidR="00B65DC9" w:rsidRDefault="00B65DC9" w:rsidP="00B65DC9">
      <w:r>
        <w:t>858.5505</w:t>
      </w:r>
      <w:r>
        <w:tab/>
        <w:t>2.025e0</w:t>
      </w:r>
    </w:p>
    <w:p w:rsidR="00B65DC9" w:rsidRDefault="00B65DC9" w:rsidP="00B65DC9">
      <w:r>
        <w:t>858.6155</w:t>
      </w:r>
      <w:r>
        <w:tab/>
        <w:t>1.266e-2</w:t>
      </w:r>
    </w:p>
    <w:p w:rsidR="00B65DC9" w:rsidRDefault="00B65DC9" w:rsidP="00B65DC9">
      <w:r>
        <w:t>858.6371</w:t>
      </w:r>
      <w:r>
        <w:tab/>
        <w:t>2.025e0</w:t>
      </w:r>
    </w:p>
    <w:p w:rsidR="00B65DC9" w:rsidRDefault="00B65DC9" w:rsidP="00B65DC9">
      <w:r>
        <w:t>858.6443</w:t>
      </w:r>
      <w:r>
        <w:tab/>
        <w:t>1.013e0</w:t>
      </w:r>
    </w:p>
    <w:p w:rsidR="00B65DC9" w:rsidRDefault="00B65DC9" w:rsidP="00B65DC9">
      <w:r>
        <w:t>858.7165</w:t>
      </w:r>
      <w:r>
        <w:tab/>
        <w:t>1.013e0</w:t>
      </w:r>
    </w:p>
    <w:p w:rsidR="00B65DC9" w:rsidRDefault="00B65DC9" w:rsidP="00B65DC9">
      <w:r>
        <w:t>858.7598</w:t>
      </w:r>
      <w:r>
        <w:tab/>
        <w:t>1.013e0</w:t>
      </w:r>
    </w:p>
    <w:p w:rsidR="00B65DC9" w:rsidRDefault="00B65DC9" w:rsidP="00B65DC9">
      <w:r>
        <w:t>858.8186</w:t>
      </w:r>
      <w:r>
        <w:tab/>
        <w:t>1.013e0</w:t>
      </w:r>
    </w:p>
    <w:p w:rsidR="00B65DC9" w:rsidRDefault="00B65DC9" w:rsidP="00B65DC9">
      <w:r>
        <w:t>858.8426</w:t>
      </w:r>
      <w:r>
        <w:tab/>
        <w:t>1.013e0</w:t>
      </w:r>
    </w:p>
    <w:p w:rsidR="00B65DC9" w:rsidRDefault="00B65DC9" w:rsidP="00B65DC9">
      <w:r>
        <w:t>858.8605</w:t>
      </w:r>
      <w:r>
        <w:tab/>
        <w:t>2.025e0</w:t>
      </w:r>
    </w:p>
    <w:p w:rsidR="00B65DC9" w:rsidRDefault="00B65DC9" w:rsidP="00B65DC9">
      <w:r>
        <w:t>858.8752</w:t>
      </w:r>
      <w:r>
        <w:tab/>
        <w:t>1.013e0</w:t>
      </w:r>
    </w:p>
    <w:p w:rsidR="00B65DC9" w:rsidRDefault="00B65DC9" w:rsidP="00B65DC9">
      <w:r>
        <w:t>858.9459</w:t>
      </w:r>
      <w:r>
        <w:tab/>
        <w:t>1.025e0</w:t>
      </w:r>
    </w:p>
    <w:p w:rsidR="00B65DC9" w:rsidRDefault="00B65DC9" w:rsidP="00B65DC9">
      <w:r>
        <w:t>858.9938</w:t>
      </w:r>
      <w:r>
        <w:tab/>
        <w:t>1.013e0</w:t>
      </w:r>
    </w:p>
    <w:p w:rsidR="00B65DC9" w:rsidRDefault="00B65DC9" w:rsidP="00B65DC9">
      <w:r>
        <w:t>859.0460</w:t>
      </w:r>
      <w:r>
        <w:tab/>
        <w:t>1.266e-2</w:t>
      </w:r>
    </w:p>
    <w:p w:rsidR="00B65DC9" w:rsidRDefault="00B65DC9" w:rsidP="00B65DC9">
      <w:r>
        <w:lastRenderedPageBreak/>
        <w:t>859.0775</w:t>
      </w:r>
      <w:r>
        <w:tab/>
        <w:t>1.013e0</w:t>
      </w:r>
    </w:p>
    <w:p w:rsidR="00B65DC9" w:rsidRDefault="00B65DC9" w:rsidP="00B65DC9">
      <w:r>
        <w:t>859.1132</w:t>
      </w:r>
      <w:r>
        <w:tab/>
        <w:t>2.038e0</w:t>
      </w:r>
    </w:p>
    <w:p w:rsidR="00B65DC9" w:rsidRDefault="00B65DC9" w:rsidP="00B65DC9">
      <w:r>
        <w:t>859.1578</w:t>
      </w:r>
      <w:r>
        <w:tab/>
        <w:t>2.025e0</w:t>
      </w:r>
    </w:p>
    <w:p w:rsidR="00B65DC9" w:rsidRDefault="00B65DC9" w:rsidP="00B65DC9">
      <w:r>
        <w:t>859.1793</w:t>
      </w:r>
      <w:r>
        <w:tab/>
        <w:t>1.266e-2</w:t>
      </w:r>
    </w:p>
    <w:p w:rsidR="00B65DC9" w:rsidRDefault="00B65DC9" w:rsidP="00B65DC9">
      <w:r>
        <w:t>859.2216</w:t>
      </w:r>
      <w:r>
        <w:tab/>
        <w:t>1.013e0</w:t>
      </w:r>
    </w:p>
    <w:p w:rsidR="00B65DC9" w:rsidRDefault="00B65DC9" w:rsidP="00B65DC9">
      <w:r>
        <w:t>859.2949</w:t>
      </w:r>
      <w:r>
        <w:tab/>
        <w:t>1.013e0</w:t>
      </w:r>
    </w:p>
    <w:p w:rsidR="00B65DC9" w:rsidRDefault="00B65DC9" w:rsidP="00B65DC9">
      <w:r>
        <w:t>859.2987</w:t>
      </w:r>
      <w:r>
        <w:tab/>
        <w:t>1.013e0</w:t>
      </w:r>
    </w:p>
    <w:p w:rsidR="00B65DC9" w:rsidRDefault="00B65DC9" w:rsidP="00B65DC9">
      <w:r>
        <w:t>859.3828</w:t>
      </w:r>
      <w:r>
        <w:tab/>
        <w:t>1.013e0</w:t>
      </w:r>
    </w:p>
    <w:p w:rsidR="00B65DC9" w:rsidRDefault="00B65DC9" w:rsidP="00B65DC9">
      <w:r>
        <w:t>859.4175</w:t>
      </w:r>
      <w:r>
        <w:tab/>
        <w:t>1.013e0</w:t>
      </w:r>
    </w:p>
    <w:p w:rsidR="00B65DC9" w:rsidRDefault="00B65DC9" w:rsidP="00B65DC9">
      <w:r>
        <w:t>859.4350</w:t>
      </w:r>
      <w:r>
        <w:tab/>
        <w:t>1.013e0</w:t>
      </w:r>
    </w:p>
    <w:p w:rsidR="00B65DC9" w:rsidRDefault="00B65DC9" w:rsidP="00B65DC9">
      <w:r>
        <w:t>859.4526</w:t>
      </w:r>
      <w:r>
        <w:tab/>
        <w:t>1.013e0</w:t>
      </w:r>
    </w:p>
    <w:p w:rsidR="00B65DC9" w:rsidRDefault="00B65DC9" w:rsidP="00B65DC9">
      <w:r>
        <w:t>859.5020</w:t>
      </w:r>
      <w:r>
        <w:tab/>
        <w:t>2.025e0</w:t>
      </w:r>
    </w:p>
    <w:p w:rsidR="00B65DC9" w:rsidRDefault="00B65DC9" w:rsidP="00B65DC9">
      <w:r>
        <w:t>859.5313</w:t>
      </w:r>
      <w:r>
        <w:tab/>
        <w:t>2.025e0</w:t>
      </w:r>
    </w:p>
    <w:p w:rsidR="00B65DC9" w:rsidRDefault="00B65DC9" w:rsidP="00B65DC9">
      <w:r>
        <w:t>859.6159</w:t>
      </w:r>
      <w:r>
        <w:tab/>
        <w:t>2.025e0</w:t>
      </w:r>
    </w:p>
    <w:p w:rsidR="00B65DC9" w:rsidRDefault="00B65DC9" w:rsidP="00B65DC9">
      <w:r>
        <w:t>859.6461</w:t>
      </w:r>
      <w:r>
        <w:tab/>
        <w:t>3.038e0</w:t>
      </w:r>
    </w:p>
    <w:p w:rsidR="00B65DC9" w:rsidRDefault="00B65DC9" w:rsidP="00B65DC9">
      <w:r>
        <w:t>859.6474</w:t>
      </w:r>
      <w:r>
        <w:tab/>
        <w:t>2.025e0</w:t>
      </w:r>
    </w:p>
    <w:p w:rsidR="00B65DC9" w:rsidRDefault="00B65DC9" w:rsidP="00B65DC9">
      <w:r>
        <w:t>859.7126</w:t>
      </w:r>
      <w:r>
        <w:tab/>
        <w:t>1.013e0</w:t>
      </w:r>
    </w:p>
    <w:p w:rsidR="00B65DC9" w:rsidRDefault="00B65DC9" w:rsidP="00B65DC9">
      <w:r>
        <w:t>859.7494</w:t>
      </w:r>
      <w:r>
        <w:tab/>
        <w:t>3.528e0</w:t>
      </w:r>
    </w:p>
    <w:p w:rsidR="00B65DC9" w:rsidRDefault="00B65DC9" w:rsidP="00B65DC9">
      <w:r>
        <w:t>859.7722</w:t>
      </w:r>
      <w:r>
        <w:tab/>
        <w:t>2.025e0</w:t>
      </w:r>
    </w:p>
    <w:p w:rsidR="00B65DC9" w:rsidRDefault="00B65DC9" w:rsidP="00B65DC9">
      <w:r>
        <w:lastRenderedPageBreak/>
        <w:t>859.7892</w:t>
      </w:r>
      <w:r>
        <w:tab/>
        <w:t>1.025e0</w:t>
      </w:r>
    </w:p>
    <w:p w:rsidR="00B65DC9" w:rsidRDefault="00B65DC9" w:rsidP="00B65DC9">
      <w:r>
        <w:t>859.9016</w:t>
      </w:r>
      <w:r>
        <w:tab/>
        <w:t>2.532e-2</w:t>
      </w:r>
    </w:p>
    <w:p w:rsidR="00B65DC9" w:rsidRDefault="00B65DC9" w:rsidP="00B65DC9">
      <w:r>
        <w:t>859.9727</w:t>
      </w:r>
      <w:r>
        <w:tab/>
        <w:t>1.013e0</w:t>
      </w:r>
    </w:p>
    <w:p w:rsidR="00B65DC9" w:rsidRDefault="00B65DC9" w:rsidP="00B65DC9">
      <w:r>
        <w:t>859.9943</w:t>
      </w:r>
      <w:r>
        <w:tab/>
        <w:t>2.025e0</w:t>
      </w:r>
    </w:p>
    <w:p w:rsidR="00B65DC9" w:rsidRDefault="00B65DC9" w:rsidP="00B65DC9">
      <w:r>
        <w:t>860.0160</w:t>
      </w:r>
      <w:r>
        <w:tab/>
        <w:t>1.013e0</w:t>
      </w:r>
    </w:p>
    <w:p w:rsidR="00B65DC9" w:rsidRDefault="00B65DC9" w:rsidP="00B65DC9">
      <w:r>
        <w:t>860.0449</w:t>
      </w:r>
      <w:r>
        <w:tab/>
        <w:t>1.266e-2</w:t>
      </w:r>
    </w:p>
    <w:p w:rsidR="00B65DC9" w:rsidRDefault="00B65DC9" w:rsidP="00B65DC9">
      <w:r>
        <w:t>860.1114</w:t>
      </w:r>
      <w:r>
        <w:tab/>
        <w:t>1.013e0</w:t>
      </w:r>
    </w:p>
    <w:p w:rsidR="00B65DC9" w:rsidRDefault="00B65DC9" w:rsidP="00B65DC9">
      <w:r>
        <w:t>860.2039</w:t>
      </w:r>
      <w:r>
        <w:tab/>
        <w:t>1.013e0</w:t>
      </w:r>
    </w:p>
    <w:p w:rsidR="00B65DC9" w:rsidRDefault="00B65DC9" w:rsidP="00B65DC9">
      <w:r>
        <w:t>860.2183</w:t>
      </w:r>
      <w:r>
        <w:tab/>
        <w:t>1.013e0</w:t>
      </w:r>
    </w:p>
    <w:p w:rsidR="00B65DC9" w:rsidRDefault="00B65DC9" w:rsidP="00B65DC9">
      <w:r>
        <w:t>860.2791</w:t>
      </w:r>
      <w:r>
        <w:tab/>
        <w:t>2.025e0</w:t>
      </w:r>
    </w:p>
    <w:p w:rsidR="00B65DC9" w:rsidRDefault="00B65DC9" w:rsidP="00B65DC9">
      <w:r>
        <w:t>860.2974</w:t>
      </w:r>
      <w:r>
        <w:tab/>
        <w:t>1.013e0</w:t>
      </w:r>
    </w:p>
    <w:p w:rsidR="00B65DC9" w:rsidRDefault="00B65DC9" w:rsidP="00B65DC9">
      <w:r>
        <w:t>860.3484</w:t>
      </w:r>
      <w:r>
        <w:tab/>
        <w:t>1.013e0</w:t>
      </w:r>
    </w:p>
    <w:p w:rsidR="00B65DC9" w:rsidRDefault="00B65DC9" w:rsidP="00B65DC9">
      <w:r>
        <w:t>860.3629</w:t>
      </w:r>
      <w:r>
        <w:tab/>
        <w:t>1.013e0</w:t>
      </w:r>
    </w:p>
    <w:p w:rsidR="00B65DC9" w:rsidRDefault="00B65DC9" w:rsidP="00B65DC9">
      <w:r>
        <w:t>860.4496</w:t>
      </w:r>
      <w:r>
        <w:tab/>
        <w:t>1.013e0</w:t>
      </w:r>
    </w:p>
    <w:p w:rsidR="00B65DC9" w:rsidRDefault="00B65DC9" w:rsidP="00B65DC9">
      <w:r>
        <w:t>860.4832</w:t>
      </w:r>
      <w:r>
        <w:tab/>
        <w:t>1.013e0</w:t>
      </w:r>
    </w:p>
    <w:p w:rsidR="00B65DC9" w:rsidRDefault="00B65DC9" w:rsidP="00B65DC9">
      <w:r>
        <w:t>860.5139</w:t>
      </w:r>
      <w:r>
        <w:tab/>
        <w:t>2.025e0</w:t>
      </w:r>
    </w:p>
    <w:p w:rsidR="00B65DC9" w:rsidRDefault="00B65DC9" w:rsidP="00B65DC9">
      <w:r>
        <w:t>860.5278</w:t>
      </w:r>
      <w:r>
        <w:tab/>
        <w:t>2.025e0</w:t>
      </w:r>
    </w:p>
    <w:p w:rsidR="00B65DC9" w:rsidRDefault="00B65DC9" w:rsidP="00B65DC9">
      <w:r>
        <w:t>860.5797</w:t>
      </w:r>
      <w:r>
        <w:tab/>
        <w:t>1.013e0</w:t>
      </w:r>
    </w:p>
    <w:p w:rsidR="00B65DC9" w:rsidRDefault="00B65DC9" w:rsidP="00B65DC9">
      <w:r>
        <w:t>860.6231</w:t>
      </w:r>
      <w:r>
        <w:tab/>
        <w:t>1.266e-2</w:t>
      </w:r>
    </w:p>
    <w:p w:rsidR="00B65DC9" w:rsidRDefault="00B65DC9" w:rsidP="00B65DC9">
      <w:r>
        <w:lastRenderedPageBreak/>
        <w:t>860.6276</w:t>
      </w:r>
      <w:r>
        <w:tab/>
        <w:t>3.038e0</w:t>
      </w:r>
    </w:p>
    <w:p w:rsidR="00B65DC9" w:rsidRDefault="00B65DC9" w:rsidP="00B65DC9">
      <w:r>
        <w:t>860.6529</w:t>
      </w:r>
      <w:r>
        <w:tab/>
        <w:t>2.025e0</w:t>
      </w:r>
    </w:p>
    <w:p w:rsidR="00B65DC9" w:rsidRDefault="00B65DC9" w:rsidP="00B65DC9">
      <w:r>
        <w:t>860.7292</w:t>
      </w:r>
      <w:r>
        <w:tab/>
        <w:t>2.025e0</w:t>
      </w:r>
    </w:p>
    <w:p w:rsidR="00B65DC9" w:rsidRDefault="00B65DC9" w:rsidP="00B65DC9">
      <w:r>
        <w:t>860.7399</w:t>
      </w:r>
      <w:r>
        <w:tab/>
        <w:t>1.013e0</w:t>
      </w:r>
    </w:p>
    <w:p w:rsidR="00B65DC9" w:rsidRDefault="00B65DC9" w:rsidP="00B65DC9">
      <w:r>
        <w:t>860.7889</w:t>
      </w:r>
      <w:r>
        <w:tab/>
        <w:t>3.038e0</w:t>
      </w:r>
    </w:p>
    <w:p w:rsidR="00B65DC9" w:rsidRDefault="00B65DC9" w:rsidP="00B65DC9">
      <w:r>
        <w:t>860.9629</w:t>
      </w:r>
      <w:r>
        <w:tab/>
        <w:t>2.025e0</w:t>
      </w:r>
    </w:p>
    <w:p w:rsidR="00B65DC9" w:rsidRDefault="00B65DC9" w:rsidP="00B65DC9">
      <w:r>
        <w:t>860.9702</w:t>
      </w:r>
      <w:r>
        <w:tab/>
        <w:t>1.013e0</w:t>
      </w:r>
    </w:p>
    <w:p w:rsidR="00B65DC9" w:rsidRDefault="00B65DC9" w:rsidP="00B65DC9">
      <w:r>
        <w:t>860.9713</w:t>
      </w:r>
      <w:r>
        <w:tab/>
        <w:t>1.013e0</w:t>
      </w:r>
    </w:p>
    <w:p w:rsidR="00B65DC9" w:rsidRDefault="00B65DC9" w:rsidP="00B65DC9">
      <w:r>
        <w:t>860.9911</w:t>
      </w:r>
      <w:r>
        <w:tab/>
        <w:t>1.013e0</w:t>
      </w:r>
    </w:p>
    <w:p w:rsidR="00B65DC9" w:rsidRDefault="00B65DC9" w:rsidP="00B65DC9">
      <w:r>
        <w:t>861.1275</w:t>
      </w:r>
      <w:r>
        <w:tab/>
        <w:t>1.266e-2</w:t>
      </w:r>
    </w:p>
    <w:p w:rsidR="00B65DC9" w:rsidRDefault="00B65DC9" w:rsidP="00B65DC9">
      <w:r>
        <w:t>861.2114</w:t>
      </w:r>
      <w:r>
        <w:tab/>
        <w:t>1.013e0</w:t>
      </w:r>
    </w:p>
    <w:p w:rsidR="00B65DC9" w:rsidRDefault="00B65DC9" w:rsidP="00B65DC9">
      <w:r>
        <w:t>861.2607</w:t>
      </w:r>
      <w:r>
        <w:tab/>
        <w:t>1.013e0</w:t>
      </w:r>
    </w:p>
    <w:p w:rsidR="00B65DC9" w:rsidRDefault="00B65DC9" w:rsidP="00B65DC9">
      <w:r>
        <w:t>861.3313</w:t>
      </w:r>
      <w:r>
        <w:tab/>
        <w:t>2.025e0</w:t>
      </w:r>
    </w:p>
    <w:p w:rsidR="00B65DC9" w:rsidRDefault="00B65DC9" w:rsidP="00B65DC9">
      <w:r>
        <w:t>861.3550</w:t>
      </w:r>
      <w:r>
        <w:tab/>
        <w:t>2.025e0</w:t>
      </w:r>
    </w:p>
    <w:p w:rsidR="00B65DC9" w:rsidRDefault="00B65DC9" w:rsidP="00B65DC9">
      <w:r>
        <w:t>861.3898</w:t>
      </w:r>
      <w:r>
        <w:tab/>
        <w:t>1.013e0</w:t>
      </w:r>
    </w:p>
    <w:p w:rsidR="00B65DC9" w:rsidRDefault="00B65DC9" w:rsidP="00B65DC9">
      <w:r>
        <w:t>861.4343</w:t>
      </w:r>
      <w:r>
        <w:tab/>
        <w:t>2.025e0</w:t>
      </w:r>
    </w:p>
    <w:p w:rsidR="00B65DC9" w:rsidRDefault="00B65DC9" w:rsidP="00B65DC9">
      <w:r>
        <w:t>861.4477</w:t>
      </w:r>
      <w:r>
        <w:tab/>
        <w:t>1.013e0</w:t>
      </w:r>
    </w:p>
    <w:p w:rsidR="00B65DC9" w:rsidRDefault="00B65DC9" w:rsidP="00B65DC9">
      <w:r>
        <w:t>861.4639</w:t>
      </w:r>
      <w:r>
        <w:tab/>
        <w:t>1.013e0</w:t>
      </w:r>
    </w:p>
    <w:p w:rsidR="00B65DC9" w:rsidRDefault="00B65DC9" w:rsidP="00B65DC9">
      <w:r>
        <w:t>861.5212</w:t>
      </w:r>
      <w:r>
        <w:tab/>
        <w:t>1.013e0</w:t>
      </w:r>
    </w:p>
    <w:p w:rsidR="00B65DC9" w:rsidRDefault="00B65DC9" w:rsidP="00B65DC9">
      <w:r>
        <w:lastRenderedPageBreak/>
        <w:t>861.5391</w:t>
      </w:r>
      <w:r>
        <w:tab/>
        <w:t>2.025e0</w:t>
      </w:r>
    </w:p>
    <w:p w:rsidR="00B65DC9" w:rsidRDefault="00B65DC9" w:rsidP="00B65DC9">
      <w:r>
        <w:t>861.5798</w:t>
      </w:r>
      <w:r>
        <w:tab/>
        <w:t>3.038e0</w:t>
      </w:r>
    </w:p>
    <w:p w:rsidR="00B65DC9" w:rsidRDefault="00B65DC9" w:rsidP="00B65DC9">
      <w:r>
        <w:t>861.5999</w:t>
      </w:r>
      <w:r>
        <w:tab/>
        <w:t>3.038e0</w:t>
      </w:r>
    </w:p>
    <w:p w:rsidR="00B65DC9" w:rsidRDefault="00B65DC9" w:rsidP="00B65DC9">
      <w:r>
        <w:t>861.6080</w:t>
      </w:r>
      <w:r>
        <w:tab/>
        <w:t>1.013e0</w:t>
      </w:r>
    </w:p>
    <w:p w:rsidR="00B65DC9" w:rsidRDefault="00B65DC9" w:rsidP="00B65DC9">
      <w:r>
        <w:t>861.6879</w:t>
      </w:r>
      <w:r>
        <w:tab/>
        <w:t>1.177e0</w:t>
      </w:r>
    </w:p>
    <w:p w:rsidR="00B65DC9" w:rsidRDefault="00B65DC9" w:rsidP="00B65DC9">
      <w:r>
        <w:t>861.7062</w:t>
      </w:r>
      <w:r>
        <w:tab/>
        <w:t>2.532e-2</w:t>
      </w:r>
    </w:p>
    <w:p w:rsidR="00B65DC9" w:rsidRDefault="00B65DC9" w:rsidP="00B65DC9">
      <w:r>
        <w:t>861.7082</w:t>
      </w:r>
      <w:r>
        <w:tab/>
        <w:t>1.013e0</w:t>
      </w:r>
    </w:p>
    <w:p w:rsidR="00B65DC9" w:rsidRDefault="00B65DC9" w:rsidP="00B65DC9">
      <w:r>
        <w:t>861.7372</w:t>
      </w:r>
      <w:r>
        <w:tab/>
        <w:t>1.013e0</w:t>
      </w:r>
    </w:p>
    <w:p w:rsidR="00B65DC9" w:rsidRDefault="00B65DC9" w:rsidP="00B65DC9">
      <w:r>
        <w:t>861.7625</w:t>
      </w:r>
      <w:r>
        <w:tab/>
        <w:t>2.025e0</w:t>
      </w:r>
    </w:p>
    <w:p w:rsidR="00B65DC9" w:rsidRDefault="00B65DC9" w:rsidP="00B65DC9">
      <w:r>
        <w:t>861.7951</w:t>
      </w:r>
      <w:r>
        <w:tab/>
        <w:t>1.013e0</w:t>
      </w:r>
    </w:p>
    <w:p w:rsidR="00B65DC9" w:rsidRDefault="00B65DC9" w:rsidP="00B65DC9">
      <w:r>
        <w:t>861.8240</w:t>
      </w:r>
      <w:r>
        <w:tab/>
        <w:t>1.013e0</w:t>
      </w:r>
    </w:p>
    <w:p w:rsidR="00B65DC9" w:rsidRDefault="00B65DC9" w:rsidP="00B65DC9">
      <w:r>
        <w:t>861.8290</w:t>
      </w:r>
      <w:r>
        <w:tab/>
        <w:t>2.025e0</w:t>
      </w:r>
    </w:p>
    <w:p w:rsidR="00B65DC9" w:rsidRDefault="00B65DC9" w:rsidP="00B65DC9">
      <w:r>
        <w:t>861.8702</w:t>
      </w:r>
      <w:r>
        <w:tab/>
        <w:t>1.266e-2</w:t>
      </w:r>
    </w:p>
    <w:p w:rsidR="00B65DC9" w:rsidRDefault="00B65DC9" w:rsidP="00B65DC9">
      <w:r>
        <w:t>861.9254</w:t>
      </w:r>
      <w:r>
        <w:tab/>
        <w:t>1.266e-2</w:t>
      </w:r>
    </w:p>
    <w:p w:rsidR="00B65DC9" w:rsidRDefault="00B65DC9" w:rsidP="00B65DC9">
      <w:r>
        <w:t>861.9389</w:t>
      </w:r>
      <w:r>
        <w:tab/>
        <w:t>2.532e-2</w:t>
      </w:r>
    </w:p>
    <w:p w:rsidR="00B65DC9" w:rsidRDefault="00B65DC9" w:rsidP="00B65DC9">
      <w:r>
        <w:t>861.9410</w:t>
      </w:r>
      <w:r>
        <w:tab/>
        <w:t>1.013e0</w:t>
      </w:r>
    </w:p>
    <w:p w:rsidR="00B65DC9" w:rsidRDefault="00B65DC9" w:rsidP="00B65DC9">
      <w:r>
        <w:t>861.9929</w:t>
      </w:r>
      <w:r>
        <w:tab/>
        <w:t>2.025e0</w:t>
      </w:r>
    </w:p>
    <w:p w:rsidR="00B65DC9" w:rsidRDefault="00B65DC9" w:rsidP="00B65DC9">
      <w:r>
        <w:t>862.2134</w:t>
      </w:r>
      <w:r>
        <w:tab/>
        <w:t>2.025e0</w:t>
      </w:r>
    </w:p>
    <w:p w:rsidR="00B65DC9" w:rsidRDefault="00B65DC9" w:rsidP="00B65DC9">
      <w:r>
        <w:t>862.3300</w:t>
      </w:r>
      <w:r>
        <w:tab/>
        <w:t>1.216e1</w:t>
      </w:r>
    </w:p>
    <w:p w:rsidR="00B65DC9" w:rsidRDefault="00B65DC9" w:rsidP="00B65DC9">
      <w:r>
        <w:lastRenderedPageBreak/>
        <w:t>862.3326</w:t>
      </w:r>
      <w:r>
        <w:tab/>
        <w:t>5.063e0</w:t>
      </w:r>
    </w:p>
    <w:p w:rsidR="00B65DC9" w:rsidRDefault="00B65DC9" w:rsidP="00B65DC9">
      <w:r>
        <w:t>862.3503</w:t>
      </w:r>
      <w:r>
        <w:tab/>
        <w:t>1.063e0</w:t>
      </w:r>
    </w:p>
    <w:p w:rsidR="00B65DC9" w:rsidRDefault="00B65DC9" w:rsidP="00B65DC9">
      <w:r>
        <w:t>862.3618</w:t>
      </w:r>
      <w:r>
        <w:tab/>
        <w:t>1.013e1</w:t>
      </w:r>
    </w:p>
    <w:p w:rsidR="00B65DC9" w:rsidRDefault="00B65DC9" w:rsidP="00B65DC9">
      <w:r>
        <w:t>862.3658</w:t>
      </w:r>
      <w:r>
        <w:tab/>
        <w:t>6.101e0</w:t>
      </w:r>
    </w:p>
    <w:p w:rsidR="00B65DC9" w:rsidRDefault="00B65DC9" w:rsidP="00B65DC9">
      <w:r>
        <w:t>862.4468</w:t>
      </w:r>
      <w:r>
        <w:tab/>
        <w:t>1.025e0</w:t>
      </w:r>
    </w:p>
    <w:p w:rsidR="00B65DC9" w:rsidRDefault="00B65DC9" w:rsidP="00B65DC9">
      <w:r>
        <w:t>862.4630</w:t>
      </w:r>
      <w:r>
        <w:tab/>
        <w:t>1.038e0</w:t>
      </w:r>
    </w:p>
    <w:p w:rsidR="00B65DC9" w:rsidRDefault="00B65DC9" w:rsidP="00B65DC9">
      <w:r>
        <w:t>862.4981</w:t>
      </w:r>
      <w:r>
        <w:tab/>
        <w:t>2.025e0</w:t>
      </w:r>
    </w:p>
    <w:p w:rsidR="00B65DC9" w:rsidRDefault="00B65DC9" w:rsidP="00B65DC9">
      <w:r>
        <w:t>862.5812</w:t>
      </w:r>
      <w:r>
        <w:tab/>
        <w:t>3.038e0</w:t>
      </w:r>
    </w:p>
    <w:p w:rsidR="00B65DC9" w:rsidRDefault="00B65DC9" w:rsidP="00B65DC9">
      <w:r>
        <w:t>862.5990</w:t>
      </w:r>
      <w:r>
        <w:tab/>
        <w:t>2.025e0</w:t>
      </w:r>
    </w:p>
    <w:p w:rsidR="00B65DC9" w:rsidRDefault="00B65DC9" w:rsidP="00B65DC9">
      <w:r>
        <w:t>862.6039</w:t>
      </w:r>
      <w:r>
        <w:tab/>
        <w:t>2.025e0</w:t>
      </w:r>
    </w:p>
    <w:p w:rsidR="00B65DC9" w:rsidRDefault="00B65DC9" w:rsidP="00B65DC9">
      <w:r>
        <w:t>862.7802</w:t>
      </w:r>
      <w:r>
        <w:tab/>
        <w:t>1.266e-2</w:t>
      </w:r>
    </w:p>
    <w:p w:rsidR="00B65DC9" w:rsidRDefault="00B65DC9" w:rsidP="00B65DC9">
      <w:r>
        <w:t>862.8016</w:t>
      </w:r>
      <w:r>
        <w:tab/>
        <w:t>1.266e-2</w:t>
      </w:r>
    </w:p>
    <w:p w:rsidR="00B65DC9" w:rsidRDefault="00B65DC9" w:rsidP="00B65DC9">
      <w:r>
        <w:t>862.8130</w:t>
      </w:r>
      <w:r>
        <w:tab/>
        <w:t>2.025e0</w:t>
      </w:r>
    </w:p>
    <w:p w:rsidR="00B65DC9" w:rsidRDefault="00B65DC9" w:rsidP="00B65DC9">
      <w:r>
        <w:t>862.8188</w:t>
      </w:r>
      <w:r>
        <w:tab/>
        <w:t>1.013e0</w:t>
      </w:r>
    </w:p>
    <w:p w:rsidR="00B65DC9" w:rsidRDefault="00B65DC9" w:rsidP="00B65DC9">
      <w:r>
        <w:t>862.8961</w:t>
      </w:r>
      <w:r>
        <w:tab/>
        <w:t>1.266e-2</w:t>
      </w:r>
    </w:p>
    <w:p w:rsidR="00B65DC9" w:rsidRDefault="00B65DC9" w:rsidP="00B65DC9">
      <w:r>
        <w:t>862.9203</w:t>
      </w:r>
      <w:r>
        <w:tab/>
        <w:t>1.013e0</w:t>
      </w:r>
    </w:p>
    <w:p w:rsidR="00B65DC9" w:rsidRDefault="00B65DC9" w:rsidP="00B65DC9">
      <w:r>
        <w:t>862.9251</w:t>
      </w:r>
      <w:r>
        <w:tab/>
        <w:t>1.025e0</w:t>
      </w:r>
    </w:p>
    <w:p w:rsidR="00B65DC9" w:rsidRDefault="00B65DC9" w:rsidP="00B65DC9">
      <w:r>
        <w:t>862.9987</w:t>
      </w:r>
      <w:r>
        <w:tab/>
        <w:t>1.266e-2</w:t>
      </w:r>
    </w:p>
    <w:p w:rsidR="00B65DC9" w:rsidRDefault="00B65DC9" w:rsidP="00B65DC9">
      <w:r>
        <w:t>863.0429</w:t>
      </w:r>
      <w:r>
        <w:tab/>
        <w:t>2.376e0</w:t>
      </w:r>
    </w:p>
    <w:p w:rsidR="00B65DC9" w:rsidRDefault="00B65DC9" w:rsidP="00B65DC9">
      <w:r>
        <w:lastRenderedPageBreak/>
        <w:t>863.1234</w:t>
      </w:r>
      <w:r>
        <w:tab/>
        <w:t>1.013e0</w:t>
      </w:r>
    </w:p>
    <w:p w:rsidR="00B65DC9" w:rsidRDefault="00B65DC9" w:rsidP="00B65DC9">
      <w:r>
        <w:t>863.1426</w:t>
      </w:r>
      <w:r>
        <w:tab/>
        <w:t>1.013e0</w:t>
      </w:r>
    </w:p>
    <w:p w:rsidR="00B65DC9" w:rsidRDefault="00B65DC9" w:rsidP="00B65DC9">
      <w:r>
        <w:t>863.2615</w:t>
      </w:r>
      <w:r>
        <w:tab/>
        <w:t>2.025e0</w:t>
      </w:r>
    </w:p>
    <w:p w:rsidR="00B65DC9" w:rsidRDefault="00B65DC9" w:rsidP="00B65DC9">
      <w:r>
        <w:t>863.3409</w:t>
      </w:r>
      <w:r>
        <w:tab/>
        <w:t>4.051e0</w:t>
      </w:r>
    </w:p>
    <w:p w:rsidR="00B65DC9" w:rsidRDefault="00B65DC9" w:rsidP="00B65DC9">
      <w:r>
        <w:t>863.3593</w:t>
      </w:r>
      <w:r>
        <w:tab/>
        <w:t>4.565e0</w:t>
      </w:r>
    </w:p>
    <w:p w:rsidR="00B65DC9" w:rsidRDefault="00B65DC9" w:rsidP="00B65DC9">
      <w:r>
        <w:t>863.3667</w:t>
      </w:r>
      <w:r>
        <w:tab/>
        <w:t>5.063e0</w:t>
      </w:r>
    </w:p>
    <w:p w:rsidR="00B65DC9" w:rsidRDefault="00B65DC9" w:rsidP="00B65DC9">
      <w:r>
        <w:t>863.3715</w:t>
      </w:r>
      <w:r>
        <w:tab/>
        <w:t>1.418e1</w:t>
      </w:r>
    </w:p>
    <w:p w:rsidR="00B65DC9" w:rsidRDefault="00B65DC9" w:rsidP="00B65DC9">
      <w:r>
        <w:t>863.4845</w:t>
      </w:r>
      <w:r>
        <w:tab/>
        <w:t>2.025e0</w:t>
      </w:r>
    </w:p>
    <w:p w:rsidR="00B65DC9" w:rsidRDefault="00B65DC9" w:rsidP="00B65DC9">
      <w:r>
        <w:t>863.5341</w:t>
      </w:r>
      <w:r>
        <w:tab/>
        <w:t>1.025e0</w:t>
      </w:r>
    </w:p>
    <w:p w:rsidR="00B65DC9" w:rsidRDefault="00B65DC9" w:rsidP="00B65DC9">
      <w:r>
        <w:t>863.5552</w:t>
      </w:r>
      <w:r>
        <w:tab/>
        <w:t>2.025e0</w:t>
      </w:r>
    </w:p>
    <w:p w:rsidR="00B65DC9" w:rsidRDefault="00B65DC9" w:rsidP="00B65DC9">
      <w:r>
        <w:t>863.5861</w:t>
      </w:r>
      <w:r>
        <w:tab/>
        <w:t>2.025e0</w:t>
      </w:r>
    </w:p>
    <w:p w:rsidR="00B65DC9" w:rsidRDefault="00B65DC9" w:rsidP="00B65DC9">
      <w:r>
        <w:t>863.6028</w:t>
      </w:r>
      <w:r>
        <w:tab/>
        <w:t>2.025e0</w:t>
      </w:r>
    </w:p>
    <w:p w:rsidR="00B65DC9" w:rsidRDefault="00B65DC9" w:rsidP="00B65DC9">
      <w:r>
        <w:t>863.6241</w:t>
      </w:r>
      <w:r>
        <w:tab/>
        <w:t>4.051e0</w:t>
      </w:r>
    </w:p>
    <w:p w:rsidR="00B65DC9" w:rsidRDefault="00B65DC9" w:rsidP="00B65DC9">
      <w:r>
        <w:t>863.6448</w:t>
      </w:r>
      <w:r>
        <w:tab/>
        <w:t>3.038e0</w:t>
      </w:r>
    </w:p>
    <w:p w:rsidR="00B65DC9" w:rsidRDefault="00B65DC9" w:rsidP="00B65DC9">
      <w:r>
        <w:t>863.8179</w:t>
      </w:r>
      <w:r>
        <w:tab/>
        <w:t>1.013e0</w:t>
      </w:r>
    </w:p>
    <w:p w:rsidR="00B65DC9" w:rsidRDefault="00B65DC9" w:rsidP="00B65DC9">
      <w:r>
        <w:t>863.8243</w:t>
      </w:r>
      <w:r>
        <w:tab/>
        <w:t>1.013e0</w:t>
      </w:r>
    </w:p>
    <w:p w:rsidR="00B65DC9" w:rsidRDefault="00B65DC9" w:rsidP="00B65DC9">
      <w:r>
        <w:t>863.8679</w:t>
      </w:r>
      <w:r>
        <w:tab/>
        <w:t>1.266e-2</w:t>
      </w:r>
    </w:p>
    <w:p w:rsidR="00B65DC9" w:rsidRDefault="00B65DC9" w:rsidP="00B65DC9">
      <w:r>
        <w:t>864.0024</w:t>
      </w:r>
      <w:r>
        <w:tab/>
        <w:t>1.013e0</w:t>
      </w:r>
    </w:p>
    <w:p w:rsidR="00B65DC9" w:rsidRDefault="00B65DC9" w:rsidP="00B65DC9">
      <w:r>
        <w:t>864.0710</w:t>
      </w:r>
      <w:r>
        <w:tab/>
        <w:t>1.013e0</w:t>
      </w:r>
    </w:p>
    <w:p w:rsidR="00B65DC9" w:rsidRDefault="00B65DC9" w:rsidP="00B65DC9">
      <w:r>
        <w:lastRenderedPageBreak/>
        <w:t>864.1738</w:t>
      </w:r>
      <w:r>
        <w:tab/>
        <w:t>1.013e0</w:t>
      </w:r>
    </w:p>
    <w:p w:rsidR="00B65DC9" w:rsidRDefault="00B65DC9" w:rsidP="00B65DC9">
      <w:r>
        <w:t>864.2089</w:t>
      </w:r>
      <w:r>
        <w:tab/>
        <w:t>2.025e0</w:t>
      </w:r>
    </w:p>
    <w:p w:rsidR="00B65DC9" w:rsidRDefault="00B65DC9" w:rsidP="00B65DC9">
      <w:r>
        <w:t>864.3633</w:t>
      </w:r>
      <w:r>
        <w:tab/>
        <w:t>5.396e0</w:t>
      </w:r>
    </w:p>
    <w:p w:rsidR="00B65DC9" w:rsidRDefault="00B65DC9" w:rsidP="00B65DC9">
      <w:r>
        <w:t>864.3954</w:t>
      </w:r>
      <w:r>
        <w:tab/>
        <w:t>7.089e0</w:t>
      </w:r>
    </w:p>
    <w:p w:rsidR="00B65DC9" w:rsidRDefault="00B65DC9" w:rsidP="00B65DC9">
      <w:r>
        <w:t>864.5066</w:t>
      </w:r>
      <w:r>
        <w:tab/>
        <w:t>1.013e0</w:t>
      </w:r>
    </w:p>
    <w:p w:rsidR="00B65DC9" w:rsidRDefault="00B65DC9" w:rsidP="00B65DC9">
      <w:r>
        <w:t>864.5231</w:t>
      </w:r>
      <w:r>
        <w:tab/>
        <w:t>1.051e0</w:t>
      </w:r>
    </w:p>
    <w:p w:rsidR="00B65DC9" w:rsidRDefault="00B65DC9" w:rsidP="00B65DC9">
      <w:r>
        <w:t>864.5500</w:t>
      </w:r>
      <w:r>
        <w:tab/>
        <w:t>6.076e0</w:t>
      </w:r>
    </w:p>
    <w:p w:rsidR="00B65DC9" w:rsidRDefault="00B65DC9" w:rsidP="00B65DC9">
      <w:r>
        <w:t>864.5577</w:t>
      </w:r>
      <w:r>
        <w:tab/>
        <w:t>2.025e0</w:t>
      </w:r>
    </w:p>
    <w:p w:rsidR="00B65DC9" w:rsidRDefault="00B65DC9" w:rsidP="00B65DC9">
      <w:r>
        <w:t>864.6288</w:t>
      </w:r>
      <w:r>
        <w:tab/>
        <w:t>1.013e0</w:t>
      </w:r>
    </w:p>
    <w:p w:rsidR="00B65DC9" w:rsidRDefault="00B65DC9" w:rsidP="00B65DC9">
      <w:r>
        <w:t>864.6518</w:t>
      </w:r>
      <w:r>
        <w:tab/>
        <w:t>1.013e0</w:t>
      </w:r>
    </w:p>
    <w:p w:rsidR="00B65DC9" w:rsidRDefault="00B65DC9" w:rsidP="00B65DC9">
      <w:r>
        <w:t>864.6768</w:t>
      </w:r>
      <w:r>
        <w:tab/>
        <w:t>3.038e0</w:t>
      </w:r>
    </w:p>
    <w:p w:rsidR="00B65DC9" w:rsidRDefault="00B65DC9" w:rsidP="00B65DC9">
      <w:r>
        <w:t>864.7124</w:t>
      </w:r>
      <w:r>
        <w:tab/>
        <w:t>1.025e0</w:t>
      </w:r>
    </w:p>
    <w:p w:rsidR="00B65DC9" w:rsidRDefault="00B65DC9" w:rsidP="00B65DC9">
      <w:r>
        <w:t>864.8153</w:t>
      </w:r>
      <w:r>
        <w:tab/>
        <w:t>1.266e-2</w:t>
      </w:r>
    </w:p>
    <w:p w:rsidR="00B65DC9" w:rsidRDefault="00B65DC9" w:rsidP="00B65DC9">
      <w:r>
        <w:t>864.9678</w:t>
      </w:r>
      <w:r>
        <w:tab/>
        <w:t>1.266e-2</w:t>
      </w:r>
    </w:p>
    <w:p w:rsidR="00B65DC9" w:rsidRDefault="00B65DC9" w:rsidP="00B65DC9">
      <w:r>
        <w:t>864.9859</w:t>
      </w:r>
      <w:r>
        <w:tab/>
        <w:t>1.013e0</w:t>
      </w:r>
    </w:p>
    <w:p w:rsidR="00B65DC9" w:rsidRDefault="00B65DC9" w:rsidP="00B65DC9">
      <w:r>
        <w:t>865.2021</w:t>
      </w:r>
      <w:r>
        <w:tab/>
        <w:t>1.025e0</w:t>
      </w:r>
    </w:p>
    <w:p w:rsidR="00B65DC9" w:rsidRDefault="00B65DC9" w:rsidP="00B65DC9">
      <w:r>
        <w:t>865.2637</w:t>
      </w:r>
      <w:r>
        <w:tab/>
        <w:t>2.025e0</w:t>
      </w:r>
    </w:p>
    <w:p w:rsidR="00B65DC9" w:rsidRDefault="00B65DC9" w:rsidP="00B65DC9">
      <w:r>
        <w:t>865.3262</w:t>
      </w:r>
      <w:r>
        <w:tab/>
        <w:t>3.038e0</w:t>
      </w:r>
    </w:p>
    <w:p w:rsidR="00B65DC9" w:rsidRDefault="00B65DC9" w:rsidP="00B65DC9">
      <w:r>
        <w:t>865.3638</w:t>
      </w:r>
      <w:r>
        <w:tab/>
        <w:t>2.025e0</w:t>
      </w:r>
    </w:p>
    <w:p w:rsidR="00B65DC9" w:rsidRDefault="00B65DC9" w:rsidP="00B65DC9">
      <w:r>
        <w:lastRenderedPageBreak/>
        <w:t>865.3697</w:t>
      </w:r>
      <w:r>
        <w:tab/>
        <w:t>4.051e0</w:t>
      </w:r>
    </w:p>
    <w:p w:rsidR="00B65DC9" w:rsidRDefault="00B65DC9" w:rsidP="00B65DC9">
      <w:r>
        <w:t>865.3772</w:t>
      </w:r>
      <w:r>
        <w:tab/>
        <w:t>2.025e0</w:t>
      </w:r>
    </w:p>
    <w:p w:rsidR="00B65DC9" w:rsidRDefault="00B65DC9" w:rsidP="00B65DC9">
      <w:r>
        <w:t>865.3783</w:t>
      </w:r>
      <w:r>
        <w:tab/>
        <w:t>1.013e0</w:t>
      </w:r>
    </w:p>
    <w:p w:rsidR="00B65DC9" w:rsidRDefault="00B65DC9" w:rsidP="00B65DC9">
      <w:r>
        <w:t>865.4532</w:t>
      </w:r>
      <w:r>
        <w:tab/>
        <w:t>2.025e0</w:t>
      </w:r>
    </w:p>
    <w:p w:rsidR="00B65DC9" w:rsidRDefault="00B65DC9" w:rsidP="00B65DC9">
      <w:r>
        <w:t>865.4928</w:t>
      </w:r>
      <w:r>
        <w:tab/>
        <w:t>1.266e-2</w:t>
      </w:r>
    </w:p>
    <w:p w:rsidR="00B65DC9" w:rsidRDefault="00B65DC9" w:rsidP="00B65DC9">
      <w:r>
        <w:t>865.5420</w:t>
      </w:r>
      <w:r>
        <w:tab/>
        <w:t>1.013e0</w:t>
      </w:r>
    </w:p>
    <w:p w:rsidR="00B65DC9" w:rsidRDefault="00B65DC9" w:rsidP="00B65DC9">
      <w:r>
        <w:t>865.5643</w:t>
      </w:r>
      <w:r>
        <w:tab/>
        <w:t>2.025e0</w:t>
      </w:r>
    </w:p>
    <w:p w:rsidR="00B65DC9" w:rsidRDefault="00B65DC9" w:rsidP="00B65DC9">
      <w:r>
        <w:t>865.5953</w:t>
      </w:r>
      <w:r>
        <w:tab/>
        <w:t>2.025e0</w:t>
      </w:r>
    </w:p>
    <w:p w:rsidR="00B65DC9" w:rsidRDefault="00B65DC9" w:rsidP="00B65DC9">
      <w:r>
        <w:t>865.5964</w:t>
      </w:r>
      <w:r>
        <w:tab/>
        <w:t>1.013e0</w:t>
      </w:r>
    </w:p>
    <w:p w:rsidR="00B65DC9" w:rsidRDefault="00B65DC9" w:rsidP="00B65DC9">
      <w:r>
        <w:t>865.6791</w:t>
      </w:r>
      <w:r>
        <w:tab/>
        <w:t>1.013e0</w:t>
      </w:r>
    </w:p>
    <w:p w:rsidR="00B65DC9" w:rsidRDefault="00B65DC9" w:rsidP="00B65DC9">
      <w:r>
        <w:t>865.7198</w:t>
      </w:r>
      <w:r>
        <w:tab/>
        <w:t>4.051e0</w:t>
      </w:r>
    </w:p>
    <w:p w:rsidR="00B65DC9" w:rsidRDefault="00B65DC9" w:rsidP="00B65DC9">
      <w:r>
        <w:t>865.7272</w:t>
      </w:r>
      <w:r>
        <w:tab/>
        <w:t>1.013e0</w:t>
      </w:r>
    </w:p>
    <w:p w:rsidR="00B65DC9" w:rsidRDefault="00B65DC9" w:rsidP="00B65DC9">
      <w:r>
        <w:t>865.8290</w:t>
      </w:r>
      <w:r>
        <w:tab/>
        <w:t>1.266e-2</w:t>
      </w:r>
    </w:p>
    <w:p w:rsidR="00B65DC9" w:rsidRDefault="00B65DC9" w:rsidP="00B65DC9">
      <w:r>
        <w:t>865.8581</w:t>
      </w:r>
      <w:r>
        <w:tab/>
        <w:t>1.013e0</w:t>
      </w:r>
    </w:p>
    <w:p w:rsidR="00B65DC9" w:rsidRDefault="00B65DC9" w:rsidP="00B65DC9">
      <w:r>
        <w:t>865.8726</w:t>
      </w:r>
      <w:r>
        <w:tab/>
        <w:t>1.266e-2</w:t>
      </w:r>
    </w:p>
    <w:p w:rsidR="00B65DC9" w:rsidRDefault="00B65DC9" w:rsidP="00B65DC9">
      <w:r>
        <w:t>865.9744</w:t>
      </w:r>
      <w:r>
        <w:tab/>
        <w:t>1.013e0</w:t>
      </w:r>
    </w:p>
    <w:p w:rsidR="00B65DC9" w:rsidRDefault="00B65DC9" w:rsidP="00B65DC9">
      <w:r>
        <w:t>866.0181</w:t>
      </w:r>
      <w:r>
        <w:tab/>
        <w:t>1.025e0</w:t>
      </w:r>
    </w:p>
    <w:p w:rsidR="00B65DC9" w:rsidRDefault="00B65DC9" w:rsidP="00B65DC9">
      <w:r>
        <w:t>866.0752</w:t>
      </w:r>
      <w:r>
        <w:tab/>
        <w:t>2.532e-2</w:t>
      </w:r>
    </w:p>
    <w:p w:rsidR="00B65DC9" w:rsidRDefault="00B65DC9" w:rsidP="00B65DC9">
      <w:r>
        <w:t>866.1425</w:t>
      </w:r>
      <w:r>
        <w:tab/>
        <w:t>2.025e0</w:t>
      </w:r>
    </w:p>
    <w:p w:rsidR="00B65DC9" w:rsidRDefault="00B65DC9" w:rsidP="00B65DC9">
      <w:r>
        <w:lastRenderedPageBreak/>
        <w:t>866.2210</w:t>
      </w:r>
      <w:r>
        <w:tab/>
        <w:t>2.025e0</w:t>
      </w:r>
    </w:p>
    <w:p w:rsidR="00B65DC9" w:rsidRDefault="00B65DC9" w:rsidP="00B65DC9">
      <w:r>
        <w:t>866.3393</w:t>
      </w:r>
      <w:r>
        <w:tab/>
        <w:t>1.013e0</w:t>
      </w:r>
    </w:p>
    <w:p w:rsidR="00B65DC9" w:rsidRDefault="00B65DC9" w:rsidP="00B65DC9">
      <w:r>
        <w:t>866.4400</w:t>
      </w:r>
      <w:r>
        <w:tab/>
        <w:t>2.532e-2</w:t>
      </w:r>
    </w:p>
    <w:p w:rsidR="00B65DC9" w:rsidRDefault="00B65DC9" w:rsidP="00B65DC9">
      <w:r>
        <w:t>866.5070</w:t>
      </w:r>
      <w:r>
        <w:tab/>
        <w:t>1.266e-2</w:t>
      </w:r>
    </w:p>
    <w:p w:rsidR="00B65DC9" w:rsidRDefault="00B65DC9" w:rsidP="00B65DC9">
      <w:r>
        <w:t>866.5284</w:t>
      </w:r>
      <w:r>
        <w:tab/>
        <w:t>1.025e0</w:t>
      </w:r>
    </w:p>
    <w:p w:rsidR="00B65DC9" w:rsidRDefault="00B65DC9" w:rsidP="00B65DC9">
      <w:r>
        <w:t>866.5912</w:t>
      </w:r>
      <w:r>
        <w:tab/>
        <w:t>1.013e0</w:t>
      </w:r>
    </w:p>
    <w:p w:rsidR="00B65DC9" w:rsidRDefault="00B65DC9" w:rsidP="00B65DC9">
      <w:r>
        <w:t>866.6158</w:t>
      </w:r>
      <w:r>
        <w:tab/>
        <w:t>1.013e0</w:t>
      </w:r>
    </w:p>
    <w:p w:rsidR="00B65DC9" w:rsidRDefault="00B65DC9" w:rsidP="00B65DC9">
      <w:r>
        <w:t>866.6805</w:t>
      </w:r>
      <w:r>
        <w:tab/>
        <w:t>2.025e0</w:t>
      </w:r>
    </w:p>
    <w:p w:rsidR="00B65DC9" w:rsidRDefault="00B65DC9" w:rsidP="00B65DC9">
      <w:r>
        <w:t>866.7020</w:t>
      </w:r>
      <w:r>
        <w:tab/>
        <w:t>1.266e-2</w:t>
      </w:r>
    </w:p>
    <w:p w:rsidR="00B65DC9" w:rsidRDefault="00B65DC9" w:rsidP="00B65DC9">
      <w:r>
        <w:t>866.7457</w:t>
      </w:r>
      <w:r>
        <w:tab/>
        <w:t>1.013e0</w:t>
      </w:r>
    </w:p>
    <w:p w:rsidR="00B65DC9" w:rsidRDefault="00B65DC9" w:rsidP="00B65DC9">
      <w:r>
        <w:t>866.7893</w:t>
      </w:r>
      <w:r>
        <w:tab/>
        <w:t>1.013e0</w:t>
      </w:r>
    </w:p>
    <w:p w:rsidR="00B65DC9" w:rsidRDefault="00B65DC9" w:rsidP="00B65DC9">
      <w:r>
        <w:t>866.8185</w:t>
      </w:r>
      <w:r>
        <w:tab/>
        <w:t>1.013e0</w:t>
      </w:r>
    </w:p>
    <w:p w:rsidR="00B65DC9" w:rsidRDefault="00B65DC9" w:rsidP="00B65DC9">
      <w:r>
        <w:t>866.9128</w:t>
      </w:r>
      <w:r>
        <w:tab/>
        <w:t>1.013e0</w:t>
      </w:r>
    </w:p>
    <w:p w:rsidR="00B65DC9" w:rsidRDefault="00B65DC9" w:rsidP="00B65DC9">
      <w:r>
        <w:t>866.9203</w:t>
      </w:r>
      <w:r>
        <w:tab/>
        <w:t>1.013e0</w:t>
      </w:r>
    </w:p>
    <w:p w:rsidR="00B65DC9" w:rsidRDefault="00B65DC9" w:rsidP="00B65DC9">
      <w:r>
        <w:t>866.9641</w:t>
      </w:r>
      <w:r>
        <w:tab/>
        <w:t>1.013e0</w:t>
      </w:r>
    </w:p>
    <w:p w:rsidR="00B65DC9" w:rsidRDefault="00B65DC9" w:rsidP="00B65DC9">
      <w:r>
        <w:t>867.0564</w:t>
      </w:r>
      <w:r>
        <w:tab/>
        <w:t>2.025e0</w:t>
      </w:r>
    </w:p>
    <w:p w:rsidR="00B65DC9" w:rsidRDefault="00B65DC9" w:rsidP="00B65DC9">
      <w:r>
        <w:t>867.2054</w:t>
      </w:r>
      <w:r>
        <w:tab/>
        <w:t>2.025e0</w:t>
      </w:r>
    </w:p>
    <w:p w:rsidR="00B65DC9" w:rsidRDefault="00B65DC9" w:rsidP="00B65DC9">
      <w:r>
        <w:t>867.2305</w:t>
      </w:r>
      <w:r>
        <w:tab/>
        <w:t>2.025e0</w:t>
      </w:r>
    </w:p>
    <w:p w:rsidR="00B65DC9" w:rsidRDefault="00B65DC9" w:rsidP="00B65DC9">
      <w:r>
        <w:t>867.3565</w:t>
      </w:r>
      <w:r>
        <w:tab/>
        <w:t>3.798e-2</w:t>
      </w:r>
    </w:p>
    <w:p w:rsidR="00B65DC9" w:rsidRDefault="00B65DC9" w:rsidP="00B65DC9">
      <w:r>
        <w:lastRenderedPageBreak/>
        <w:t>867.3710</w:t>
      </w:r>
      <w:r>
        <w:tab/>
        <w:t>1.266e-2</w:t>
      </w:r>
    </w:p>
    <w:p w:rsidR="00B65DC9" w:rsidRDefault="00B65DC9" w:rsidP="00B65DC9">
      <w:r>
        <w:t>867.4652</w:t>
      </w:r>
      <w:r>
        <w:tab/>
        <w:t>2.025e0</w:t>
      </w:r>
    </w:p>
    <w:p w:rsidR="00B65DC9" w:rsidRDefault="00B65DC9" w:rsidP="00B65DC9">
      <w:r>
        <w:t>867.4821</w:t>
      </w:r>
      <w:r>
        <w:tab/>
        <w:t>3.038e0</w:t>
      </w:r>
    </w:p>
    <w:p w:rsidR="00B65DC9" w:rsidRDefault="00B65DC9" w:rsidP="00B65DC9">
      <w:r>
        <w:t>867.5904</w:t>
      </w:r>
      <w:r>
        <w:tab/>
        <w:t>1.013e0</w:t>
      </w:r>
    </w:p>
    <w:p w:rsidR="00B65DC9" w:rsidRDefault="00B65DC9" w:rsidP="00B65DC9">
      <w:r>
        <w:t>867.6122</w:t>
      </w:r>
      <w:r>
        <w:tab/>
        <w:t>2.025e0</w:t>
      </w:r>
    </w:p>
    <w:p w:rsidR="00B65DC9" w:rsidRDefault="00B65DC9" w:rsidP="00B65DC9">
      <w:r>
        <w:t>867.6487</w:t>
      </w:r>
      <w:r>
        <w:tab/>
        <w:t>1.013e0</w:t>
      </w:r>
    </w:p>
    <w:p w:rsidR="00B65DC9" w:rsidRDefault="00B65DC9" w:rsidP="00B65DC9">
      <w:r>
        <w:t>867.6573</w:t>
      </w:r>
      <w:r>
        <w:tab/>
        <w:t>1.013e0</w:t>
      </w:r>
    </w:p>
    <w:p w:rsidR="00B65DC9" w:rsidRDefault="00B65DC9" w:rsidP="00B65DC9">
      <w:r>
        <w:t>867.7632</w:t>
      </w:r>
      <w:r>
        <w:tab/>
        <w:t>2.025e0</w:t>
      </w:r>
    </w:p>
    <w:p w:rsidR="00B65DC9" w:rsidRDefault="00B65DC9" w:rsidP="00B65DC9">
      <w:r>
        <w:t>867.8953</w:t>
      </w:r>
      <w:r>
        <w:tab/>
        <w:t>1.013e0</w:t>
      </w:r>
    </w:p>
    <w:p w:rsidR="00B65DC9" w:rsidRDefault="00B65DC9" w:rsidP="00B65DC9">
      <w:r>
        <w:t>867.9789</w:t>
      </w:r>
      <w:r>
        <w:tab/>
        <w:t>1.013e0</w:t>
      </w:r>
    </w:p>
    <w:p w:rsidR="00B65DC9" w:rsidRDefault="00B65DC9" w:rsidP="00B65DC9">
      <w:r>
        <w:t>867.9839</w:t>
      </w:r>
      <w:r>
        <w:tab/>
        <w:t>1.266e-2</w:t>
      </w:r>
    </w:p>
    <w:p w:rsidR="00B65DC9" w:rsidRDefault="00B65DC9" w:rsidP="00B65DC9">
      <w:r>
        <w:t>868.1297</w:t>
      </w:r>
      <w:r>
        <w:tab/>
        <w:t>1.013e0</w:t>
      </w:r>
    </w:p>
    <w:p w:rsidR="00B65DC9" w:rsidRDefault="00B65DC9" w:rsidP="00B65DC9">
      <w:r>
        <w:t>868.1443</w:t>
      </w:r>
      <w:r>
        <w:tab/>
        <w:t>1.013e0</w:t>
      </w:r>
    </w:p>
    <w:p w:rsidR="00B65DC9" w:rsidRDefault="00B65DC9" w:rsidP="00B65DC9">
      <w:r>
        <w:t>868.1699</w:t>
      </w:r>
      <w:r>
        <w:tab/>
        <w:t>2.025e0</w:t>
      </w:r>
    </w:p>
    <w:p w:rsidR="00B65DC9" w:rsidRDefault="00B65DC9" w:rsidP="00B65DC9">
      <w:r>
        <w:t>868.2172</w:t>
      </w:r>
      <w:r>
        <w:tab/>
        <w:t>1.266e-2</w:t>
      </w:r>
    </w:p>
    <w:p w:rsidR="00B65DC9" w:rsidRDefault="00B65DC9" w:rsidP="00B65DC9">
      <w:r>
        <w:t>868.2474</w:t>
      </w:r>
      <w:r>
        <w:tab/>
        <w:t>2.025e0</w:t>
      </w:r>
    </w:p>
    <w:p w:rsidR="00B65DC9" w:rsidRDefault="00B65DC9" w:rsidP="00B65DC9">
      <w:r>
        <w:t>868.3338</w:t>
      </w:r>
      <w:r>
        <w:tab/>
        <w:t>1.013e0</w:t>
      </w:r>
    </w:p>
    <w:p w:rsidR="00B65DC9" w:rsidRDefault="00B65DC9" w:rsidP="00B65DC9">
      <w:r>
        <w:t>868.4751</w:t>
      </w:r>
      <w:r>
        <w:tab/>
        <w:t>2.532e-2</w:t>
      </w:r>
    </w:p>
    <w:p w:rsidR="00B65DC9" w:rsidRDefault="00B65DC9" w:rsidP="00B65DC9">
      <w:r>
        <w:t>868.5089</w:t>
      </w:r>
      <w:r>
        <w:tab/>
        <w:t>1.013e0</w:t>
      </w:r>
    </w:p>
    <w:p w:rsidR="00B65DC9" w:rsidRDefault="00B65DC9" w:rsidP="00B65DC9">
      <w:r>
        <w:lastRenderedPageBreak/>
        <w:t>868.5380</w:t>
      </w:r>
      <w:r>
        <w:tab/>
        <w:t>1.013e0</w:t>
      </w:r>
    </w:p>
    <w:p w:rsidR="00B65DC9" w:rsidRDefault="00B65DC9" w:rsidP="00B65DC9">
      <w:r>
        <w:t>868.5610</w:t>
      </w:r>
      <w:r>
        <w:tab/>
        <w:t>2.025e0</w:t>
      </w:r>
    </w:p>
    <w:p w:rsidR="00B65DC9" w:rsidRDefault="00B65DC9" w:rsidP="00B65DC9">
      <w:r>
        <w:t>868.5672</w:t>
      </w:r>
      <w:r>
        <w:tab/>
        <w:t>1.013e0</w:t>
      </w:r>
    </w:p>
    <w:p w:rsidR="00B65DC9" w:rsidRDefault="00B65DC9" w:rsidP="00B65DC9">
      <w:r>
        <w:t>868.6255</w:t>
      </w:r>
      <w:r>
        <w:tab/>
        <w:t>1.013e0</w:t>
      </w:r>
    </w:p>
    <w:p w:rsidR="00B65DC9" w:rsidRDefault="00B65DC9" w:rsidP="00B65DC9">
      <w:r>
        <w:t>868.6547</w:t>
      </w:r>
      <w:r>
        <w:tab/>
        <w:t>1.013e0</w:t>
      </w:r>
    </w:p>
    <w:p w:rsidR="00B65DC9" w:rsidRDefault="00B65DC9" w:rsidP="00B65DC9">
      <w:r>
        <w:t>868.7568</w:t>
      </w:r>
      <w:r>
        <w:tab/>
        <w:t>1.266e-2</w:t>
      </w:r>
    </w:p>
    <w:p w:rsidR="00B65DC9" w:rsidRDefault="00B65DC9" w:rsidP="00B65DC9">
      <w:r>
        <w:t>868.7873</w:t>
      </w:r>
      <w:r>
        <w:tab/>
        <w:t>2.025e0</w:t>
      </w:r>
    </w:p>
    <w:p w:rsidR="00B65DC9" w:rsidRDefault="00B65DC9" w:rsidP="00B65DC9">
      <w:r>
        <w:t>868.8075</w:t>
      </w:r>
      <w:r>
        <w:tab/>
        <w:t>1.013e0</w:t>
      </w:r>
    </w:p>
    <w:p w:rsidR="00B65DC9" w:rsidRDefault="00B65DC9" w:rsidP="00B65DC9">
      <w:r>
        <w:t>868.8601</w:t>
      </w:r>
      <w:r>
        <w:tab/>
        <w:t>1.266e-2</w:t>
      </w:r>
    </w:p>
    <w:p w:rsidR="00B65DC9" w:rsidRDefault="00B65DC9" w:rsidP="00B65DC9">
      <w:r>
        <w:t>868.9916</w:t>
      </w:r>
      <w:r>
        <w:tab/>
        <w:t>2.025e0</w:t>
      </w:r>
    </w:p>
    <w:p w:rsidR="00B65DC9" w:rsidRDefault="00B65DC9" w:rsidP="00B65DC9">
      <w:r>
        <w:t>869.0940</w:t>
      </w:r>
      <w:r>
        <w:tab/>
        <w:t>1.013e0</w:t>
      </w:r>
    </w:p>
    <w:p w:rsidR="00B65DC9" w:rsidRDefault="00B65DC9" w:rsidP="00B65DC9">
      <w:r>
        <w:t>869.1508</w:t>
      </w:r>
      <w:r>
        <w:tab/>
        <w:t>1.013e0</w:t>
      </w:r>
    </w:p>
    <w:p w:rsidR="00B65DC9" w:rsidRDefault="00B65DC9" w:rsidP="00B65DC9">
      <w:r>
        <w:t>869.1666</w:t>
      </w:r>
      <w:r>
        <w:tab/>
        <w:t>1.266e-2</w:t>
      </w:r>
    </w:p>
    <w:p w:rsidR="00B65DC9" w:rsidRDefault="00B65DC9" w:rsidP="00B65DC9">
      <w:r>
        <w:t>869.3630</w:t>
      </w:r>
      <w:r>
        <w:tab/>
        <w:t>3.038e0</w:t>
      </w:r>
    </w:p>
    <w:p w:rsidR="00B65DC9" w:rsidRDefault="00B65DC9" w:rsidP="00B65DC9">
      <w:r>
        <w:t>869.3900</w:t>
      </w:r>
      <w:r>
        <w:tab/>
        <w:t>3.038e0</w:t>
      </w:r>
    </w:p>
    <w:p w:rsidR="00B65DC9" w:rsidRDefault="00B65DC9" w:rsidP="00B65DC9">
      <w:r>
        <w:t>869.3990</w:t>
      </w:r>
      <w:r>
        <w:tab/>
        <w:t>2.025e0</w:t>
      </w:r>
    </w:p>
    <w:p w:rsidR="00B65DC9" w:rsidRDefault="00B65DC9" w:rsidP="00B65DC9">
      <w:r>
        <w:t>869.4155</w:t>
      </w:r>
      <w:r>
        <w:tab/>
        <w:t>1.013e0</w:t>
      </w:r>
    </w:p>
    <w:p w:rsidR="00B65DC9" w:rsidRDefault="00B65DC9" w:rsidP="00B65DC9">
      <w:r>
        <w:t>869.4677</w:t>
      </w:r>
      <w:r>
        <w:tab/>
        <w:t>1.266e-2</w:t>
      </w:r>
    </w:p>
    <w:p w:rsidR="00B65DC9" w:rsidRDefault="00B65DC9" w:rsidP="00B65DC9">
      <w:r>
        <w:t>869.5518</w:t>
      </w:r>
      <w:r>
        <w:tab/>
        <w:t>1.013e0</w:t>
      </w:r>
    </w:p>
    <w:p w:rsidR="00B65DC9" w:rsidRDefault="00B65DC9" w:rsidP="00B65DC9">
      <w:r>
        <w:lastRenderedPageBreak/>
        <w:t>869.5555</w:t>
      </w:r>
      <w:r>
        <w:tab/>
        <w:t>2.025e0</w:t>
      </w:r>
    </w:p>
    <w:p w:rsidR="00B65DC9" w:rsidRDefault="00B65DC9" w:rsidP="00B65DC9">
      <w:r>
        <w:t>869.5638</w:t>
      </w:r>
      <w:r>
        <w:tab/>
        <w:t>5.063e0</w:t>
      </w:r>
    </w:p>
    <w:p w:rsidR="00B65DC9" w:rsidRDefault="00B65DC9" w:rsidP="00B65DC9">
      <w:r>
        <w:t>869.5964</w:t>
      </w:r>
      <w:r>
        <w:tab/>
        <w:t>4.051e0</w:t>
      </w:r>
    </w:p>
    <w:p w:rsidR="00B65DC9" w:rsidRDefault="00B65DC9" w:rsidP="00B65DC9">
      <w:r>
        <w:t>869.6661</w:t>
      </w:r>
      <w:r>
        <w:tab/>
        <w:t>2.025e0</w:t>
      </w:r>
    </w:p>
    <w:p w:rsidR="00B65DC9" w:rsidRDefault="00B65DC9" w:rsidP="00B65DC9">
      <w:r>
        <w:t>869.6879</w:t>
      </w:r>
      <w:r>
        <w:tab/>
        <w:t>1.013e0</w:t>
      </w:r>
    </w:p>
    <w:p w:rsidR="00B65DC9" w:rsidRDefault="00B65DC9" w:rsidP="00B65DC9">
      <w:r>
        <w:t>869.7145</w:t>
      </w:r>
      <w:r>
        <w:tab/>
        <w:t>3.038e0</w:t>
      </w:r>
    </w:p>
    <w:p w:rsidR="00B65DC9" w:rsidRDefault="00B65DC9" w:rsidP="00B65DC9">
      <w:r>
        <w:t>869.7641</w:t>
      </w:r>
      <w:r>
        <w:tab/>
        <w:t>1.013e0</w:t>
      </w:r>
    </w:p>
    <w:p w:rsidR="00B65DC9" w:rsidRDefault="00B65DC9" w:rsidP="00B65DC9">
      <w:r>
        <w:t>869.7903</w:t>
      </w:r>
      <w:r>
        <w:tab/>
        <w:t>1.013e0</w:t>
      </w:r>
    </w:p>
    <w:p w:rsidR="00B65DC9" w:rsidRDefault="00B65DC9" w:rsidP="00B65DC9">
      <w:r>
        <w:t>869.8298</w:t>
      </w:r>
      <w:r>
        <w:tab/>
        <w:t>2.025e0</w:t>
      </w:r>
    </w:p>
    <w:p w:rsidR="00B65DC9" w:rsidRDefault="00B65DC9" w:rsidP="00B65DC9">
      <w:r>
        <w:t>869.8528</w:t>
      </w:r>
      <w:r>
        <w:tab/>
        <w:t>1.013e0</w:t>
      </w:r>
    </w:p>
    <w:p w:rsidR="00B65DC9" w:rsidRDefault="00B65DC9" w:rsidP="00B65DC9">
      <w:r>
        <w:t>869.8559</w:t>
      </w:r>
      <w:r>
        <w:tab/>
        <w:t>1.013e0</w:t>
      </w:r>
    </w:p>
    <w:p w:rsidR="00B65DC9" w:rsidRDefault="00B65DC9" w:rsidP="00B65DC9">
      <w:r>
        <w:t>869.9540</w:t>
      </w:r>
      <w:r>
        <w:tab/>
        <w:t>1.013e0</w:t>
      </w:r>
    </w:p>
    <w:p w:rsidR="00B65DC9" w:rsidRDefault="00B65DC9" w:rsidP="00B65DC9">
      <w:r>
        <w:t>869.9978</w:t>
      </w:r>
      <w:r>
        <w:tab/>
        <w:t>1.266e-2</w:t>
      </w:r>
    </w:p>
    <w:p w:rsidR="00B65DC9" w:rsidRDefault="00B65DC9" w:rsidP="00B65DC9">
      <w:r>
        <w:t>870.1157</w:t>
      </w:r>
      <w:r>
        <w:tab/>
        <w:t>2.025e0</w:t>
      </w:r>
    </w:p>
    <w:p w:rsidR="00B65DC9" w:rsidRDefault="00B65DC9" w:rsidP="00B65DC9">
      <w:r>
        <w:t>870.1439</w:t>
      </w:r>
      <w:r>
        <w:tab/>
        <w:t>1.013e0</w:t>
      </w:r>
    </w:p>
    <w:p w:rsidR="00B65DC9" w:rsidRDefault="00B65DC9" w:rsidP="00B65DC9">
      <w:r>
        <w:t>870.1946</w:t>
      </w:r>
      <w:r>
        <w:tab/>
        <w:t>1.013e0</w:t>
      </w:r>
    </w:p>
    <w:p w:rsidR="00B65DC9" w:rsidRDefault="00B65DC9" w:rsidP="00B65DC9">
      <w:r>
        <w:t>870.2582</w:t>
      </w:r>
      <w:r>
        <w:tab/>
        <w:t>3.038e0</w:t>
      </w:r>
    </w:p>
    <w:p w:rsidR="00B65DC9" w:rsidRDefault="00B65DC9" w:rsidP="00B65DC9">
      <w:r>
        <w:t>870.3153</w:t>
      </w:r>
      <w:r>
        <w:tab/>
        <w:t>3.038e0</w:t>
      </w:r>
    </w:p>
    <w:p w:rsidR="00B65DC9" w:rsidRDefault="00B65DC9" w:rsidP="00B65DC9">
      <w:r>
        <w:t>870.3193</w:t>
      </w:r>
      <w:r>
        <w:tab/>
        <w:t>1.013e0</w:t>
      </w:r>
    </w:p>
    <w:p w:rsidR="00B65DC9" w:rsidRDefault="00B65DC9" w:rsidP="00B65DC9">
      <w:r>
        <w:lastRenderedPageBreak/>
        <w:t>870.3339</w:t>
      </w:r>
      <w:r>
        <w:tab/>
        <w:t>1.266e-2</w:t>
      </w:r>
    </w:p>
    <w:p w:rsidR="00B65DC9" w:rsidRDefault="00B65DC9" w:rsidP="00B65DC9">
      <w:r>
        <w:t>870.3726</w:t>
      </w:r>
      <w:r>
        <w:tab/>
        <w:t>2.025e0</w:t>
      </w:r>
    </w:p>
    <w:p w:rsidR="00B65DC9" w:rsidRDefault="00B65DC9" w:rsidP="00B65DC9">
      <w:r>
        <w:t>870.4319</w:t>
      </w:r>
      <w:r>
        <w:tab/>
        <w:t>1.013e0</w:t>
      </w:r>
    </w:p>
    <w:p w:rsidR="00B65DC9" w:rsidRDefault="00B65DC9" w:rsidP="00B65DC9">
      <w:r>
        <w:t>870.5750</w:t>
      </w:r>
      <w:r>
        <w:tab/>
        <w:t>2.025e0</w:t>
      </w:r>
    </w:p>
    <w:p w:rsidR="00B65DC9" w:rsidRDefault="00B65DC9" w:rsidP="00B65DC9">
      <w:r>
        <w:t>870.5811</w:t>
      </w:r>
      <w:r>
        <w:tab/>
        <w:t>2.038e0</w:t>
      </w:r>
    </w:p>
    <w:p w:rsidR="00B65DC9" w:rsidRDefault="00B65DC9" w:rsidP="00B65DC9">
      <w:r>
        <w:t>870.5829</w:t>
      </w:r>
      <w:r>
        <w:tab/>
        <w:t>5.063e0</w:t>
      </w:r>
    </w:p>
    <w:p w:rsidR="00B65DC9" w:rsidRDefault="00B65DC9" w:rsidP="00B65DC9">
      <w:r>
        <w:t>870.8455</w:t>
      </w:r>
      <w:r>
        <w:tab/>
        <w:t>1.013e0</w:t>
      </w:r>
    </w:p>
    <w:p w:rsidR="00B65DC9" w:rsidRDefault="00B65DC9" w:rsidP="00B65DC9">
      <w:r>
        <w:t>870.8894</w:t>
      </w:r>
      <w:r>
        <w:tab/>
        <w:t>1.013e0</w:t>
      </w:r>
    </w:p>
    <w:p w:rsidR="00B65DC9" w:rsidRDefault="00B65DC9" w:rsidP="00B65DC9">
      <w:r>
        <w:t>870.9911</w:t>
      </w:r>
      <w:r>
        <w:tab/>
        <w:t>1.013e0</w:t>
      </w:r>
    </w:p>
    <w:p w:rsidR="00B65DC9" w:rsidRDefault="00B65DC9" w:rsidP="00B65DC9">
      <w:r>
        <w:t>871.0151</w:t>
      </w:r>
      <w:r>
        <w:tab/>
        <w:t>2.025e0</w:t>
      </w:r>
    </w:p>
    <w:p w:rsidR="00B65DC9" w:rsidRDefault="00B65DC9" w:rsidP="00B65DC9">
      <w:r>
        <w:t>871.0574</w:t>
      </w:r>
      <w:r>
        <w:tab/>
        <w:t>1.013e0</w:t>
      </w:r>
    </w:p>
    <w:p w:rsidR="00B65DC9" w:rsidRDefault="00B65DC9" w:rsidP="00B65DC9">
      <w:r>
        <w:t>871.0748</w:t>
      </w:r>
      <w:r>
        <w:tab/>
        <w:t>2.025e0</w:t>
      </w:r>
    </w:p>
    <w:p w:rsidR="00B65DC9" w:rsidRDefault="00B65DC9" w:rsidP="00B65DC9">
      <w:r>
        <w:t>871.1500</w:t>
      </w:r>
      <w:r>
        <w:tab/>
        <w:t>2.025e0</w:t>
      </w:r>
    </w:p>
    <w:p w:rsidR="00B65DC9" w:rsidRDefault="00B65DC9" w:rsidP="00B65DC9">
      <w:r>
        <w:t>871.2112</w:t>
      </w:r>
      <w:r>
        <w:tab/>
        <w:t>1.266e-2</w:t>
      </w:r>
    </w:p>
    <w:p w:rsidR="00B65DC9" w:rsidRDefault="00B65DC9" w:rsidP="00B65DC9">
      <w:r>
        <w:t>871.2601</w:t>
      </w:r>
      <w:r>
        <w:tab/>
        <w:t>1.013e0</w:t>
      </w:r>
    </w:p>
    <w:p w:rsidR="00B65DC9" w:rsidRDefault="00B65DC9" w:rsidP="00B65DC9">
      <w:r>
        <w:t>871.2709</w:t>
      </w:r>
      <w:r>
        <w:tab/>
        <w:t>1.013e0</w:t>
      </w:r>
    </w:p>
    <w:p w:rsidR="00B65DC9" w:rsidRDefault="00B65DC9" w:rsidP="00B65DC9">
      <w:r>
        <w:t>871.3293</w:t>
      </w:r>
      <w:r>
        <w:tab/>
        <w:t>1.266e-2</w:t>
      </w:r>
    </w:p>
    <w:p w:rsidR="00B65DC9" w:rsidRDefault="00B65DC9" w:rsidP="00B65DC9">
      <w:r>
        <w:t>871.3721</w:t>
      </w:r>
      <w:r>
        <w:tab/>
        <w:t>1.013e0</w:t>
      </w:r>
    </w:p>
    <w:p w:rsidR="00B65DC9" w:rsidRDefault="00B65DC9" w:rsidP="00B65DC9">
      <w:r>
        <w:t>871.3868</w:t>
      </w:r>
      <w:r>
        <w:tab/>
        <w:t>2.025e0</w:t>
      </w:r>
    </w:p>
    <w:p w:rsidR="00B65DC9" w:rsidRDefault="00B65DC9" w:rsidP="00B65DC9">
      <w:r>
        <w:lastRenderedPageBreak/>
        <w:t>871.4307</w:t>
      </w:r>
      <w:r>
        <w:tab/>
        <w:t>1.266e-2</w:t>
      </w:r>
    </w:p>
    <w:p w:rsidR="00B65DC9" w:rsidRDefault="00B65DC9" w:rsidP="00B65DC9">
      <w:r>
        <w:t>871.5408</w:t>
      </w:r>
      <w:r>
        <w:tab/>
        <w:t>2.025e0</w:t>
      </w:r>
    </w:p>
    <w:p w:rsidR="00B65DC9" w:rsidRDefault="00B65DC9" w:rsidP="00B65DC9">
      <w:r>
        <w:t>871.6074</w:t>
      </w:r>
      <w:r>
        <w:tab/>
        <w:t>1.013e0</w:t>
      </w:r>
    </w:p>
    <w:p w:rsidR="00B65DC9" w:rsidRDefault="00B65DC9" w:rsidP="00B65DC9">
      <w:r>
        <w:t>871.6825</w:t>
      </w:r>
      <w:r>
        <w:tab/>
        <w:t>1.013e0</w:t>
      </w:r>
    </w:p>
    <w:p w:rsidR="00B65DC9" w:rsidRDefault="00B65DC9" w:rsidP="00B65DC9">
      <w:r>
        <w:t>871.6941</w:t>
      </w:r>
      <w:r>
        <w:tab/>
        <w:t>1.013e0</w:t>
      </w:r>
    </w:p>
    <w:p w:rsidR="00B65DC9" w:rsidRDefault="00B65DC9" w:rsidP="00B65DC9">
      <w:r>
        <w:t>871.7526</w:t>
      </w:r>
      <w:r>
        <w:tab/>
        <w:t>1.266e-2</w:t>
      </w:r>
    </w:p>
    <w:p w:rsidR="00B65DC9" w:rsidRDefault="00B65DC9" w:rsidP="00B65DC9">
      <w:r>
        <w:t>871.8185</w:t>
      </w:r>
      <w:r>
        <w:tab/>
        <w:t>1.266e-2</w:t>
      </w:r>
    </w:p>
    <w:p w:rsidR="00B65DC9" w:rsidRDefault="00B65DC9" w:rsidP="00B65DC9">
      <w:r>
        <w:t>871.8258</w:t>
      </w:r>
      <w:r>
        <w:tab/>
        <w:t>1.013e0</w:t>
      </w:r>
    </w:p>
    <w:p w:rsidR="00B65DC9" w:rsidRDefault="00B65DC9" w:rsidP="00B65DC9">
      <w:r>
        <w:t>871.8931</w:t>
      </w:r>
      <w:r>
        <w:tab/>
        <w:t>2.025e0</w:t>
      </w:r>
    </w:p>
    <w:p w:rsidR="00B65DC9" w:rsidRDefault="00B65DC9" w:rsidP="00B65DC9">
      <w:r>
        <w:t>871.9199</w:t>
      </w:r>
      <w:r>
        <w:tab/>
        <w:t>1.013e0</w:t>
      </w:r>
    </w:p>
    <w:p w:rsidR="00B65DC9" w:rsidRDefault="00B65DC9" w:rsidP="00B65DC9">
      <w:r>
        <w:t>871.9371</w:t>
      </w:r>
      <w:r>
        <w:tab/>
        <w:t>1.266e-2</w:t>
      </w:r>
    </w:p>
    <w:p w:rsidR="00B65DC9" w:rsidRDefault="00B65DC9" w:rsidP="00B65DC9">
      <w:r>
        <w:t>872.0385</w:t>
      </w:r>
      <w:r>
        <w:tab/>
        <w:t>2.025e0</w:t>
      </w:r>
    </w:p>
    <w:p w:rsidR="00B65DC9" w:rsidRDefault="00B65DC9" w:rsidP="00B65DC9">
      <w:r>
        <w:t>872.0466</w:t>
      </w:r>
      <w:r>
        <w:tab/>
        <w:t>1.013e0</w:t>
      </w:r>
    </w:p>
    <w:p w:rsidR="00B65DC9" w:rsidRDefault="00B65DC9" w:rsidP="00B65DC9">
      <w:r>
        <w:t>872.2584</w:t>
      </w:r>
      <w:r>
        <w:tab/>
        <w:t>1.013e0</w:t>
      </w:r>
    </w:p>
    <w:p w:rsidR="00B65DC9" w:rsidRDefault="00B65DC9" w:rsidP="00B65DC9">
      <w:r>
        <w:t>872.3237</w:t>
      </w:r>
      <w:r>
        <w:tab/>
        <w:t>1.013e0</w:t>
      </w:r>
    </w:p>
    <w:p w:rsidR="00B65DC9" w:rsidRDefault="00B65DC9" w:rsidP="00B65DC9">
      <w:r>
        <w:t>872.4116</w:t>
      </w:r>
      <w:r>
        <w:tab/>
        <w:t>1.013e0</w:t>
      </w:r>
    </w:p>
    <w:p w:rsidR="00B65DC9" w:rsidRDefault="00B65DC9" w:rsidP="00B65DC9">
      <w:r>
        <w:t>872.4889</w:t>
      </w:r>
      <w:r>
        <w:tab/>
        <w:t>1.038e0</w:t>
      </w:r>
    </w:p>
    <w:p w:rsidR="00B65DC9" w:rsidRDefault="00B65DC9" w:rsidP="00B65DC9">
      <w:r>
        <w:t>872.5287</w:t>
      </w:r>
      <w:r>
        <w:tab/>
        <w:t>1.013e0</w:t>
      </w:r>
    </w:p>
    <w:p w:rsidR="00B65DC9" w:rsidRDefault="00B65DC9" w:rsidP="00B65DC9">
      <w:r>
        <w:t>872.5307</w:t>
      </w:r>
      <w:r>
        <w:tab/>
        <w:t>2.025e0</w:t>
      </w:r>
    </w:p>
    <w:p w:rsidR="00B65DC9" w:rsidRDefault="00B65DC9" w:rsidP="00B65DC9">
      <w:r>
        <w:lastRenderedPageBreak/>
        <w:t>872.5624</w:t>
      </w:r>
      <w:r>
        <w:tab/>
        <w:t>1.013e0</w:t>
      </w:r>
    </w:p>
    <w:p w:rsidR="00B65DC9" w:rsidRDefault="00B65DC9" w:rsidP="00B65DC9">
      <w:r>
        <w:t>872.6550</w:t>
      </w:r>
      <w:r>
        <w:tab/>
        <w:t>2.532e-2</w:t>
      </w:r>
    </w:p>
    <w:p w:rsidR="00B65DC9" w:rsidRDefault="00B65DC9" w:rsidP="00B65DC9">
      <w:r>
        <w:t>872.6617</w:t>
      </w:r>
      <w:r>
        <w:tab/>
        <w:t>1.266e-2</w:t>
      </w:r>
    </w:p>
    <w:p w:rsidR="00B65DC9" w:rsidRDefault="00B65DC9" w:rsidP="00B65DC9">
      <w:r>
        <w:t>872.7485</w:t>
      </w:r>
      <w:r>
        <w:tab/>
        <w:t>1.013e0</w:t>
      </w:r>
    </w:p>
    <w:p w:rsidR="00B65DC9" w:rsidRDefault="00B65DC9" w:rsidP="00B65DC9">
      <w:r>
        <w:t>872.8072</w:t>
      </w:r>
      <w:r>
        <w:tab/>
        <w:t>4.051e0</w:t>
      </w:r>
    </w:p>
    <w:p w:rsidR="00B65DC9" w:rsidRDefault="00B65DC9" w:rsidP="00B65DC9">
      <w:r>
        <w:t>872.9244</w:t>
      </w:r>
      <w:r>
        <w:tab/>
        <w:t>1.013e0</w:t>
      </w:r>
    </w:p>
    <w:p w:rsidR="00B65DC9" w:rsidRDefault="00B65DC9" w:rsidP="00B65DC9">
      <w:r>
        <w:t>872.9830</w:t>
      </w:r>
      <w:r>
        <w:tab/>
        <w:t>1.013e0</w:t>
      </w:r>
    </w:p>
    <w:p w:rsidR="00B65DC9" w:rsidRDefault="00B65DC9" w:rsidP="00B65DC9">
      <w:r>
        <w:t>873.0195</w:t>
      </w:r>
      <w:r>
        <w:tab/>
        <w:t>2.025e0</w:t>
      </w:r>
    </w:p>
    <w:p w:rsidR="00B65DC9" w:rsidRDefault="00B65DC9" w:rsidP="00B65DC9">
      <w:r>
        <w:t>873.2334</w:t>
      </w:r>
      <w:r>
        <w:tab/>
        <w:t>1.013e0</w:t>
      </w:r>
    </w:p>
    <w:p w:rsidR="00B65DC9" w:rsidRDefault="00B65DC9" w:rsidP="00B65DC9">
      <w:r>
        <w:t>873.2616</w:t>
      </w:r>
      <w:r>
        <w:tab/>
        <w:t>1.013e0</w:t>
      </w:r>
    </w:p>
    <w:p w:rsidR="00B65DC9" w:rsidRDefault="00B65DC9" w:rsidP="00B65DC9">
      <w:r>
        <w:t>873.3700</w:t>
      </w:r>
      <w:r>
        <w:tab/>
        <w:t>2.025e0</w:t>
      </w:r>
    </w:p>
    <w:p w:rsidR="00B65DC9" w:rsidRDefault="00B65DC9" w:rsidP="00B65DC9">
      <w:r>
        <w:t>873.4375</w:t>
      </w:r>
      <w:r>
        <w:tab/>
        <w:t>1.013e0</w:t>
      </w:r>
    </w:p>
    <w:p w:rsidR="00B65DC9" w:rsidRDefault="00B65DC9" w:rsidP="00B65DC9">
      <w:r>
        <w:t>873.4962</w:t>
      </w:r>
      <w:r>
        <w:tab/>
        <w:t>1.013e0</w:t>
      </w:r>
    </w:p>
    <w:p w:rsidR="00B65DC9" w:rsidRDefault="00B65DC9" w:rsidP="00B65DC9">
      <w:r>
        <w:t>873.4973</w:t>
      </w:r>
      <w:r>
        <w:tab/>
        <w:t>1.013e0</w:t>
      </w:r>
    </w:p>
    <w:p w:rsidR="00B65DC9" w:rsidRDefault="00B65DC9" w:rsidP="00B65DC9">
      <w:r>
        <w:t>873.5927</w:t>
      </w:r>
      <w:r>
        <w:tab/>
        <w:t>3.038e0</w:t>
      </w:r>
    </w:p>
    <w:p w:rsidR="00B65DC9" w:rsidRDefault="00B65DC9" w:rsidP="00B65DC9">
      <w:r>
        <w:t>873.6135</w:t>
      </w:r>
      <w:r>
        <w:tab/>
        <w:t>1.266e-2</w:t>
      </w:r>
    </w:p>
    <w:p w:rsidR="00B65DC9" w:rsidRDefault="00B65DC9" w:rsidP="00B65DC9">
      <w:r>
        <w:t>873.6440</w:t>
      </w:r>
      <w:r>
        <w:tab/>
        <w:t>1.013e0</w:t>
      </w:r>
    </w:p>
    <w:p w:rsidR="00B65DC9" w:rsidRDefault="00B65DC9" w:rsidP="00B65DC9">
      <w:r>
        <w:t>873.7309</w:t>
      </w:r>
      <w:r>
        <w:tab/>
        <w:t>1.025e0</w:t>
      </w:r>
    </w:p>
    <w:p w:rsidR="00B65DC9" w:rsidRDefault="00B65DC9" w:rsidP="00B65DC9">
      <w:r>
        <w:t>873.7907</w:t>
      </w:r>
      <w:r>
        <w:tab/>
        <w:t>1.013e0</w:t>
      </w:r>
    </w:p>
    <w:p w:rsidR="00B65DC9" w:rsidRDefault="00B65DC9" w:rsidP="00B65DC9">
      <w:r>
        <w:lastRenderedPageBreak/>
        <w:t>873.8042</w:t>
      </w:r>
      <w:r>
        <w:tab/>
        <w:t>1.013e0</w:t>
      </w:r>
    </w:p>
    <w:p w:rsidR="00B65DC9" w:rsidRDefault="00B65DC9" w:rsidP="00B65DC9">
      <w:r>
        <w:t>873.9803</w:t>
      </w:r>
      <w:r>
        <w:tab/>
        <w:t>1.013e0</w:t>
      </w:r>
    </w:p>
    <w:p w:rsidR="00B65DC9" w:rsidRDefault="00B65DC9" w:rsidP="00B65DC9">
      <w:r>
        <w:t>874.0684</w:t>
      </w:r>
      <w:r>
        <w:tab/>
        <w:t>1.013e0</w:t>
      </w:r>
    </w:p>
    <w:p w:rsidR="00B65DC9" w:rsidRDefault="00B65DC9" w:rsidP="00B65DC9">
      <w:r>
        <w:t>874.1561</w:t>
      </w:r>
      <w:r>
        <w:tab/>
        <w:t>2.025e0</w:t>
      </w:r>
    </w:p>
    <w:p w:rsidR="00B65DC9" w:rsidRDefault="00B65DC9" w:rsidP="00B65DC9">
      <w:r>
        <w:t>874.1711</w:t>
      </w:r>
      <w:r>
        <w:tab/>
        <w:t>1.013e0</w:t>
      </w:r>
    </w:p>
    <w:p w:rsidR="00B65DC9" w:rsidRDefault="00B65DC9" w:rsidP="00B65DC9">
      <w:r>
        <w:t>874.1913</w:t>
      </w:r>
      <w:r>
        <w:tab/>
        <w:t>3.038e0</w:t>
      </w:r>
    </w:p>
    <w:p w:rsidR="00B65DC9" w:rsidRDefault="00B65DC9" w:rsidP="00B65DC9">
      <w:r>
        <w:t>874.2036</w:t>
      </w:r>
      <w:r>
        <w:tab/>
        <w:t>1.013e0</w:t>
      </w:r>
    </w:p>
    <w:p w:rsidR="00B65DC9" w:rsidRDefault="00B65DC9" w:rsidP="00B65DC9">
      <w:r>
        <w:t>874.2738</w:t>
      </w:r>
      <w:r>
        <w:tab/>
        <w:t>1.266e-2</w:t>
      </w:r>
    </w:p>
    <w:p w:rsidR="00B65DC9" w:rsidRDefault="00B65DC9" w:rsidP="00B65DC9">
      <w:r>
        <w:t>874.3032</w:t>
      </w:r>
      <w:r>
        <w:tab/>
        <w:t>1.013e0</w:t>
      </w:r>
    </w:p>
    <w:p w:rsidR="00B65DC9" w:rsidRDefault="00B65DC9" w:rsidP="00B65DC9">
      <w:r>
        <w:t>874.3224</w:t>
      </w:r>
      <w:r>
        <w:tab/>
        <w:t>1.013e0</w:t>
      </w:r>
    </w:p>
    <w:p w:rsidR="00B65DC9" w:rsidRDefault="00B65DC9" w:rsidP="00B65DC9">
      <w:r>
        <w:t>874.3912</w:t>
      </w:r>
      <w:r>
        <w:tab/>
        <w:t>1.013e0</w:t>
      </w:r>
    </w:p>
    <w:p w:rsidR="00B65DC9" w:rsidRDefault="00B65DC9" w:rsidP="00B65DC9">
      <w:r>
        <w:t>874.4279</w:t>
      </w:r>
      <w:r>
        <w:tab/>
        <w:t>2.025e0</w:t>
      </w:r>
    </w:p>
    <w:p w:rsidR="00B65DC9" w:rsidRDefault="00B65DC9" w:rsidP="00B65DC9">
      <w:r>
        <w:t>874.5396</w:t>
      </w:r>
      <w:r>
        <w:tab/>
        <w:t>2.025e0</w:t>
      </w:r>
    </w:p>
    <w:p w:rsidR="00B65DC9" w:rsidRDefault="00B65DC9" w:rsidP="00B65DC9">
      <w:r>
        <w:t>874.5495</w:t>
      </w:r>
      <w:r>
        <w:tab/>
        <w:t>2.038e0</w:t>
      </w:r>
    </w:p>
    <w:p w:rsidR="00B65DC9" w:rsidRDefault="00B65DC9" w:rsidP="00B65DC9">
      <w:r>
        <w:t>874.5821</w:t>
      </w:r>
      <w:r>
        <w:tab/>
        <w:t>1.013e0</w:t>
      </w:r>
    </w:p>
    <w:p w:rsidR="00B65DC9" w:rsidRDefault="00B65DC9" w:rsidP="00B65DC9">
      <w:r>
        <w:t>874.6108</w:t>
      </w:r>
      <w:r>
        <w:tab/>
        <w:t>3.051e0</w:t>
      </w:r>
    </w:p>
    <w:p w:rsidR="00B65DC9" w:rsidRDefault="00B65DC9" w:rsidP="00B65DC9">
      <w:r>
        <w:t>874.6812</w:t>
      </w:r>
      <w:r>
        <w:tab/>
        <w:t>2.025e0</w:t>
      </w:r>
    </w:p>
    <w:p w:rsidR="00B65DC9" w:rsidRDefault="00B65DC9" w:rsidP="00B65DC9">
      <w:r>
        <w:t>874.6996</w:t>
      </w:r>
      <w:r>
        <w:tab/>
        <w:t>1.013e0</w:t>
      </w:r>
    </w:p>
    <w:p w:rsidR="00B65DC9" w:rsidRDefault="00B65DC9" w:rsidP="00B65DC9">
      <w:r>
        <w:t>874.7869</w:t>
      </w:r>
      <w:r>
        <w:tab/>
        <w:t>2.025e0</w:t>
      </w:r>
    </w:p>
    <w:p w:rsidR="00B65DC9" w:rsidRDefault="00B65DC9" w:rsidP="00B65DC9">
      <w:r>
        <w:lastRenderedPageBreak/>
        <w:t>874.8121</w:t>
      </w:r>
      <w:r>
        <w:tab/>
        <w:t>3.038e0</w:t>
      </w:r>
    </w:p>
    <w:p w:rsidR="00B65DC9" w:rsidRDefault="00B65DC9" w:rsidP="00B65DC9">
      <w:r>
        <w:t>874.8160</w:t>
      </w:r>
      <w:r>
        <w:tab/>
        <w:t>1.025e0</w:t>
      </w:r>
    </w:p>
    <w:p w:rsidR="00B65DC9" w:rsidRDefault="00B65DC9" w:rsidP="00B65DC9">
      <w:r>
        <w:t>874.9052</w:t>
      </w:r>
      <w:r>
        <w:tab/>
        <w:t>1.013e0</w:t>
      </w:r>
    </w:p>
    <w:p w:rsidR="00B65DC9" w:rsidRDefault="00B65DC9" w:rsidP="00B65DC9">
      <w:r>
        <w:t>874.9210</w:t>
      </w:r>
      <w:r>
        <w:tab/>
        <w:t>1.266e-2</w:t>
      </w:r>
    </w:p>
    <w:p w:rsidR="00B65DC9" w:rsidRDefault="00B65DC9" w:rsidP="00B65DC9">
      <w:r>
        <w:t>875.0961</w:t>
      </w:r>
      <w:r>
        <w:tab/>
        <w:t>1.013e0</w:t>
      </w:r>
    </w:p>
    <w:p w:rsidR="00B65DC9" w:rsidRDefault="00B65DC9" w:rsidP="00B65DC9">
      <w:r>
        <w:t>875.1549</w:t>
      </w:r>
      <w:r>
        <w:tab/>
        <w:t>1.266e-2</w:t>
      </w:r>
    </w:p>
    <w:p w:rsidR="00B65DC9" w:rsidRDefault="00B65DC9" w:rsidP="00B65DC9">
      <w:r>
        <w:t>875.1929</w:t>
      </w:r>
      <w:r>
        <w:tab/>
        <w:t>2.025e0</w:t>
      </w:r>
    </w:p>
    <w:p w:rsidR="00B65DC9" w:rsidRDefault="00B65DC9" w:rsidP="00B65DC9">
      <w:r>
        <w:t>875.2178</w:t>
      </w:r>
      <w:r>
        <w:tab/>
        <w:t>1.266e-2</w:t>
      </w:r>
    </w:p>
    <w:p w:rsidR="00B65DC9" w:rsidRDefault="00B65DC9" w:rsidP="00B65DC9">
      <w:r>
        <w:t>875.2578</w:t>
      </w:r>
      <w:r>
        <w:tab/>
        <w:t>1.013e0</w:t>
      </w:r>
    </w:p>
    <w:p w:rsidR="00B65DC9" w:rsidRDefault="00B65DC9" w:rsidP="00B65DC9">
      <w:r>
        <w:t>875.3165</w:t>
      </w:r>
      <w:r>
        <w:tab/>
        <w:t>1.266e-2</w:t>
      </w:r>
    </w:p>
    <w:p w:rsidR="00B65DC9" w:rsidRDefault="00B65DC9" w:rsidP="00B65DC9">
      <w:r>
        <w:t>875.4196</w:t>
      </w:r>
      <w:r>
        <w:tab/>
        <w:t>1.025e0</w:t>
      </w:r>
    </w:p>
    <w:p w:rsidR="00B65DC9" w:rsidRDefault="00B65DC9" w:rsidP="00B65DC9">
      <w:r>
        <w:t>875.4896</w:t>
      </w:r>
      <w:r>
        <w:tab/>
        <w:t>1.013e0</w:t>
      </w:r>
    </w:p>
    <w:p w:rsidR="00B65DC9" w:rsidRDefault="00B65DC9" w:rsidP="00B65DC9">
      <w:r>
        <w:t>875.5486</w:t>
      </w:r>
      <w:r>
        <w:tab/>
        <w:t>2.025e0</w:t>
      </w:r>
    </w:p>
    <w:p w:rsidR="00B65DC9" w:rsidRDefault="00B65DC9" w:rsidP="00B65DC9">
      <w:r>
        <w:t>875.6105</w:t>
      </w:r>
      <w:r>
        <w:tab/>
        <w:t>3.038e0</w:t>
      </w:r>
    </w:p>
    <w:p w:rsidR="00B65DC9" w:rsidRDefault="00B65DC9" w:rsidP="00B65DC9">
      <w:r>
        <w:t>875.7018</w:t>
      </w:r>
      <w:r>
        <w:tab/>
        <w:t>3.038e0</w:t>
      </w:r>
    </w:p>
    <w:p w:rsidR="00B65DC9" w:rsidRDefault="00B65DC9" w:rsidP="00B65DC9">
      <w:r>
        <w:t>875.7061</w:t>
      </w:r>
      <w:r>
        <w:tab/>
        <w:t>2.025e0</w:t>
      </w:r>
    </w:p>
    <w:p w:rsidR="00B65DC9" w:rsidRDefault="00B65DC9" w:rsidP="00B65DC9">
      <w:r>
        <w:t>875.7271</w:t>
      </w:r>
      <w:r>
        <w:tab/>
        <w:t>1.013e0</w:t>
      </w:r>
    </w:p>
    <w:p w:rsidR="00B65DC9" w:rsidRDefault="00B65DC9" w:rsidP="00B65DC9">
      <w:r>
        <w:t>875.7759</w:t>
      </w:r>
      <w:r>
        <w:tab/>
        <w:t>1.013e0</w:t>
      </w:r>
    </w:p>
    <w:p w:rsidR="00B65DC9" w:rsidRDefault="00B65DC9" w:rsidP="00B65DC9">
      <w:r>
        <w:t>875.7933</w:t>
      </w:r>
      <w:r>
        <w:tab/>
        <w:t>2.025e0</w:t>
      </w:r>
    </w:p>
    <w:p w:rsidR="00B65DC9" w:rsidRDefault="00B65DC9" w:rsidP="00B65DC9">
      <w:r>
        <w:lastRenderedPageBreak/>
        <w:t>875.8237</w:t>
      </w:r>
      <w:r>
        <w:tab/>
        <w:t>2.025e0</w:t>
      </w:r>
    </w:p>
    <w:p w:rsidR="00B65DC9" w:rsidRDefault="00B65DC9" w:rsidP="00B65DC9">
      <w:r>
        <w:t>875.8457</w:t>
      </w:r>
      <w:r>
        <w:tab/>
        <w:t>1.013e0</w:t>
      </w:r>
    </w:p>
    <w:p w:rsidR="00B65DC9" w:rsidRDefault="00B65DC9" w:rsidP="00B65DC9">
      <w:r>
        <w:t>875.9639</w:t>
      </w:r>
      <w:r>
        <w:tab/>
        <w:t>1.025e0</w:t>
      </w:r>
    </w:p>
    <w:p w:rsidR="00B65DC9" w:rsidRDefault="00B65DC9" w:rsidP="00B65DC9">
      <w:r>
        <w:t>875.9693</w:t>
      </w:r>
      <w:r>
        <w:tab/>
        <w:t>3.038e0</w:t>
      </w:r>
    </w:p>
    <w:p w:rsidR="00B65DC9" w:rsidRDefault="00B65DC9" w:rsidP="00B65DC9">
      <w:r>
        <w:t>876.0097</w:t>
      </w:r>
      <w:r>
        <w:tab/>
        <w:t>3.038e0</w:t>
      </w:r>
    </w:p>
    <w:p w:rsidR="00B65DC9" w:rsidRDefault="00B65DC9" w:rsidP="00B65DC9">
      <w:r>
        <w:t>876.0963</w:t>
      </w:r>
      <w:r>
        <w:tab/>
        <w:t>1.013e0</w:t>
      </w:r>
    </w:p>
    <w:p w:rsidR="00B65DC9" w:rsidRDefault="00B65DC9" w:rsidP="00B65DC9">
      <w:r>
        <w:t>876.1315</w:t>
      </w:r>
      <w:r>
        <w:tab/>
        <w:t>1.013e0</w:t>
      </w:r>
    </w:p>
    <w:p w:rsidR="00B65DC9" w:rsidRDefault="00B65DC9" w:rsidP="00B65DC9">
      <w:r>
        <w:t>876.1703</w:t>
      </w:r>
      <w:r>
        <w:tab/>
        <w:t>2.025e0</w:t>
      </w:r>
    </w:p>
    <w:p w:rsidR="00B65DC9" w:rsidRDefault="00B65DC9" w:rsidP="00B65DC9">
      <w:r>
        <w:t>876.1987</w:t>
      </w:r>
      <w:r>
        <w:tab/>
        <w:t>1.266e-2</w:t>
      </w:r>
    </w:p>
    <w:p w:rsidR="00B65DC9" w:rsidRDefault="00B65DC9" w:rsidP="00B65DC9">
      <w:r>
        <w:t>876.2428</w:t>
      </w:r>
      <w:r>
        <w:tab/>
        <w:t>1.013e0</w:t>
      </w:r>
    </w:p>
    <w:p w:rsidR="00B65DC9" w:rsidRDefault="00B65DC9" w:rsidP="00B65DC9">
      <w:r>
        <w:t>876.2684</w:t>
      </w:r>
      <w:r>
        <w:tab/>
        <w:t>1.013e0</w:t>
      </w:r>
    </w:p>
    <w:p w:rsidR="00B65DC9" w:rsidRDefault="00B65DC9" w:rsidP="00B65DC9">
      <w:r>
        <w:t>876.3311</w:t>
      </w:r>
      <w:r>
        <w:tab/>
        <w:t>1.013e0</w:t>
      </w:r>
    </w:p>
    <w:p w:rsidR="00B65DC9" w:rsidRDefault="00B65DC9" w:rsidP="00B65DC9">
      <w:r>
        <w:t>876.3572</w:t>
      </w:r>
      <w:r>
        <w:tab/>
        <w:t>2.025e0</w:t>
      </w:r>
    </w:p>
    <w:p w:rsidR="00B65DC9" w:rsidRDefault="00B65DC9" w:rsidP="00B65DC9">
      <w:r>
        <w:t>876.3899</w:t>
      </w:r>
      <w:r>
        <w:tab/>
        <w:t>1.013e0</w:t>
      </w:r>
    </w:p>
    <w:p w:rsidR="00B65DC9" w:rsidRDefault="00B65DC9" w:rsidP="00B65DC9">
      <w:r>
        <w:t>876.3965</w:t>
      </w:r>
      <w:r>
        <w:tab/>
        <w:t>2.025e0</w:t>
      </w:r>
    </w:p>
    <w:p w:rsidR="00B65DC9" w:rsidRDefault="00B65DC9" w:rsidP="00B65DC9">
      <w:r>
        <w:t>876.4523</w:t>
      </w:r>
      <w:r>
        <w:tab/>
        <w:t>1.013e0</w:t>
      </w:r>
    </w:p>
    <w:p w:rsidR="00B65DC9" w:rsidRDefault="00B65DC9" w:rsidP="00B65DC9">
      <w:r>
        <w:t>876.5439</w:t>
      </w:r>
      <w:r>
        <w:tab/>
        <w:t>2.532e-2</w:t>
      </w:r>
    </w:p>
    <w:p w:rsidR="00B65DC9" w:rsidRDefault="00B65DC9" w:rsidP="00B65DC9">
      <w:r>
        <w:t>876.5532</w:t>
      </w:r>
      <w:r>
        <w:tab/>
        <w:t>1.013e0</w:t>
      </w:r>
    </w:p>
    <w:p w:rsidR="00B65DC9" w:rsidRDefault="00B65DC9" w:rsidP="00B65DC9">
      <w:r>
        <w:t>876.5597</w:t>
      </w:r>
      <w:r>
        <w:tab/>
        <w:t>2.025e0</w:t>
      </w:r>
    </w:p>
    <w:p w:rsidR="00B65DC9" w:rsidRDefault="00B65DC9" w:rsidP="00B65DC9">
      <w:r>
        <w:lastRenderedPageBreak/>
        <w:t>876.6617</w:t>
      </w:r>
      <w:r>
        <w:tab/>
        <w:t>2.025e0</w:t>
      </w:r>
    </w:p>
    <w:p w:rsidR="00B65DC9" w:rsidRDefault="00B65DC9" w:rsidP="00B65DC9">
      <w:r>
        <w:t>876.6819</w:t>
      </w:r>
      <w:r>
        <w:tab/>
        <w:t>2.025e0</w:t>
      </w:r>
    </w:p>
    <w:p w:rsidR="00B65DC9" w:rsidRDefault="00B65DC9" w:rsidP="00B65DC9">
      <w:r>
        <w:t>876.6981</w:t>
      </w:r>
      <w:r>
        <w:tab/>
        <w:t>2.025e0</w:t>
      </w:r>
    </w:p>
    <w:p w:rsidR="00B65DC9" w:rsidRDefault="00B65DC9" w:rsidP="00B65DC9">
      <w:r>
        <w:t>876.8252</w:t>
      </w:r>
      <w:r>
        <w:tab/>
        <w:t>1.013e0</w:t>
      </w:r>
    </w:p>
    <w:p w:rsidR="00B65DC9" w:rsidRDefault="00B65DC9" w:rsidP="00B65DC9">
      <w:r>
        <w:t>876.8461</w:t>
      </w:r>
      <w:r>
        <w:tab/>
        <w:t>2.025e0</w:t>
      </w:r>
    </w:p>
    <w:p w:rsidR="00B65DC9" w:rsidRDefault="00B65DC9" w:rsidP="00B65DC9">
      <w:r>
        <w:t>877.0227</w:t>
      </w:r>
      <w:r>
        <w:tab/>
        <w:t>1.266e-2</w:t>
      </w:r>
    </w:p>
    <w:p w:rsidR="00B65DC9" w:rsidRDefault="00B65DC9" w:rsidP="00B65DC9">
      <w:r>
        <w:t>877.1417</w:t>
      </w:r>
      <w:r>
        <w:tab/>
        <w:t>1.013e0</w:t>
      </w:r>
    </w:p>
    <w:p w:rsidR="00B65DC9" w:rsidRDefault="00B65DC9" w:rsidP="00B65DC9">
      <w:r>
        <w:t>877.1517</w:t>
      </w:r>
      <w:r>
        <w:tab/>
        <w:t>4.051e0</w:t>
      </w:r>
    </w:p>
    <w:p w:rsidR="00B65DC9" w:rsidRDefault="00B65DC9" w:rsidP="00B65DC9">
      <w:r>
        <w:t>877.1552</w:t>
      </w:r>
      <w:r>
        <w:tab/>
        <w:t>1.013e0</w:t>
      </w:r>
    </w:p>
    <w:p w:rsidR="00B65DC9" w:rsidRDefault="00B65DC9" w:rsidP="00B65DC9">
      <w:r>
        <w:t>877.2447</w:t>
      </w:r>
      <w:r>
        <w:tab/>
        <w:t>1.013e0</w:t>
      </w:r>
    </w:p>
    <w:p w:rsidR="00B65DC9" w:rsidRDefault="00B65DC9" w:rsidP="00B65DC9">
      <w:r>
        <w:t>877.2473</w:t>
      </w:r>
      <w:r>
        <w:tab/>
        <w:t>1.013e0</w:t>
      </w:r>
    </w:p>
    <w:p w:rsidR="00B65DC9" w:rsidRDefault="00B65DC9" w:rsidP="00B65DC9">
      <w:r>
        <w:t>877.3172</w:t>
      </w:r>
      <w:r>
        <w:tab/>
        <w:t>2.025e0</w:t>
      </w:r>
    </w:p>
    <w:p w:rsidR="00B65DC9" w:rsidRDefault="00B65DC9" w:rsidP="00B65DC9">
      <w:r>
        <w:t>877.3831</w:t>
      </w:r>
      <w:r>
        <w:tab/>
        <w:t>1.013e0</w:t>
      </w:r>
    </w:p>
    <w:p w:rsidR="00B65DC9" w:rsidRDefault="00B65DC9" w:rsidP="00B65DC9">
      <w:r>
        <w:t>877.4086</w:t>
      </w:r>
      <w:r>
        <w:tab/>
        <w:t>3.038e0</w:t>
      </w:r>
    </w:p>
    <w:p w:rsidR="00B65DC9" w:rsidRDefault="00B65DC9" w:rsidP="00B65DC9">
      <w:r>
        <w:t>877.4929</w:t>
      </w:r>
      <w:r>
        <w:tab/>
        <w:t>1.025e0</w:t>
      </w:r>
    </w:p>
    <w:p w:rsidR="00B65DC9" w:rsidRDefault="00B65DC9" w:rsidP="00B65DC9">
      <w:r>
        <w:t>877.5982</w:t>
      </w:r>
      <w:r>
        <w:tab/>
        <w:t>1.013e0</w:t>
      </w:r>
    </w:p>
    <w:p w:rsidR="00B65DC9" w:rsidRDefault="00B65DC9" w:rsidP="00B65DC9">
      <w:r>
        <w:t>877.6118</w:t>
      </w:r>
      <w:r>
        <w:tab/>
        <w:t>1.266e-2</w:t>
      </w:r>
    </w:p>
    <w:p w:rsidR="00B65DC9" w:rsidRDefault="00B65DC9" w:rsidP="00B65DC9">
      <w:r>
        <w:t>877.6560</w:t>
      </w:r>
      <w:r>
        <w:tab/>
        <w:t>1.266e-2</w:t>
      </w:r>
    </w:p>
    <w:p w:rsidR="00B65DC9" w:rsidRDefault="00B65DC9" w:rsidP="00B65DC9">
      <w:r>
        <w:t>877.6707</w:t>
      </w:r>
      <w:r>
        <w:tab/>
        <w:t>1.266e-2</w:t>
      </w:r>
    </w:p>
    <w:p w:rsidR="00B65DC9" w:rsidRDefault="00B65DC9" w:rsidP="00B65DC9">
      <w:r>
        <w:lastRenderedPageBreak/>
        <w:t>877.7039</w:t>
      </w:r>
      <w:r>
        <w:tab/>
        <w:t>1.013e0</w:t>
      </w:r>
    </w:p>
    <w:p w:rsidR="00B65DC9" w:rsidRDefault="00B65DC9" w:rsidP="00B65DC9">
      <w:r>
        <w:t>877.8181</w:t>
      </w:r>
      <w:r>
        <w:tab/>
        <w:t>1.013e0</w:t>
      </w:r>
    </w:p>
    <w:p w:rsidR="00B65DC9" w:rsidRDefault="00B65DC9" w:rsidP="00B65DC9">
      <w:r>
        <w:t>877.8409</w:t>
      </w:r>
      <w:r>
        <w:tab/>
        <w:t>1.013e0</w:t>
      </w:r>
    </w:p>
    <w:p w:rsidR="00B65DC9" w:rsidRDefault="00B65DC9" w:rsidP="00B65DC9">
      <w:r>
        <w:t>877.8746</w:t>
      </w:r>
      <w:r>
        <w:tab/>
        <w:t>1.013e0</w:t>
      </w:r>
    </w:p>
    <w:p w:rsidR="00B65DC9" w:rsidRDefault="00B65DC9" w:rsidP="00B65DC9">
      <w:r>
        <w:t>877.8917</w:t>
      </w:r>
      <w:r>
        <w:tab/>
        <w:t>2.025e0</w:t>
      </w:r>
    </w:p>
    <w:p w:rsidR="00B65DC9" w:rsidRDefault="00B65DC9" w:rsidP="00B65DC9">
      <w:r>
        <w:t>877.9410</w:t>
      </w:r>
      <w:r>
        <w:tab/>
        <w:t>1.013e0</w:t>
      </w:r>
    </w:p>
    <w:p w:rsidR="00B65DC9" w:rsidRDefault="00B65DC9" w:rsidP="00B65DC9">
      <w:r>
        <w:t>878.0096</w:t>
      </w:r>
      <w:r>
        <w:tab/>
        <w:t>1.013e0</w:t>
      </w:r>
    </w:p>
    <w:p w:rsidR="00B65DC9" w:rsidRDefault="00B65DC9" w:rsidP="00B65DC9">
      <w:r>
        <w:t>878.0168</w:t>
      </w:r>
      <w:r>
        <w:tab/>
        <w:t>2.532e-2</w:t>
      </w:r>
    </w:p>
    <w:p w:rsidR="00B65DC9" w:rsidRDefault="00B65DC9" w:rsidP="00B65DC9">
      <w:r>
        <w:t>878.0569</w:t>
      </w:r>
      <w:r>
        <w:tab/>
        <w:t>2.025e0</w:t>
      </w:r>
    </w:p>
    <w:p w:rsidR="00B65DC9" w:rsidRDefault="00B65DC9" w:rsidP="00B65DC9">
      <w:r>
        <w:t>878.1939</w:t>
      </w:r>
      <w:r>
        <w:tab/>
        <w:t>2.025e0</w:t>
      </w:r>
    </w:p>
    <w:p w:rsidR="00B65DC9" w:rsidRDefault="00B65DC9" w:rsidP="00B65DC9">
      <w:r>
        <w:t>878.2316</w:t>
      </w:r>
      <w:r>
        <w:tab/>
        <w:t>1.013e0</w:t>
      </w:r>
    </w:p>
    <w:p w:rsidR="00B65DC9" w:rsidRDefault="00B65DC9" w:rsidP="00B65DC9">
      <w:r>
        <w:t>878.2729</w:t>
      </w:r>
      <w:r>
        <w:tab/>
        <w:t>1.987e0</w:t>
      </w:r>
    </w:p>
    <w:p w:rsidR="00B65DC9" w:rsidRDefault="00B65DC9" w:rsidP="00B65DC9">
      <w:r>
        <w:t>878.2859</w:t>
      </w:r>
      <w:r>
        <w:tab/>
        <w:t>3.038e0</w:t>
      </w:r>
    </w:p>
    <w:p w:rsidR="00B65DC9" w:rsidRDefault="00B65DC9" w:rsidP="00B65DC9">
      <w:r>
        <w:t>878.2925</w:t>
      </w:r>
      <w:r>
        <w:tab/>
        <w:t>2.025e0</w:t>
      </w:r>
    </w:p>
    <w:p w:rsidR="00B65DC9" w:rsidRDefault="00B65DC9" w:rsidP="00B65DC9">
      <w:r>
        <w:t>878.3192</w:t>
      </w:r>
      <w:r>
        <w:tab/>
        <w:t>1.013e0</w:t>
      </w:r>
    </w:p>
    <w:p w:rsidR="00B65DC9" w:rsidRDefault="00B65DC9" w:rsidP="00B65DC9">
      <w:r>
        <w:t>878.4224</w:t>
      </w:r>
      <w:r>
        <w:tab/>
        <w:t>2.025e0</w:t>
      </w:r>
    </w:p>
    <w:p w:rsidR="00B65DC9" w:rsidRDefault="00B65DC9" w:rsidP="00B65DC9">
      <w:r>
        <w:t>878.4519</w:t>
      </w:r>
      <w:r>
        <w:tab/>
        <w:t>1.266e-2</w:t>
      </w:r>
    </w:p>
    <w:p w:rsidR="00B65DC9" w:rsidRDefault="00B65DC9" w:rsidP="00B65DC9">
      <w:r>
        <w:t>878.4875</w:t>
      </w:r>
      <w:r>
        <w:tab/>
        <w:t>2.025e0</w:t>
      </w:r>
    </w:p>
    <w:p w:rsidR="00B65DC9" w:rsidRDefault="00B65DC9" w:rsidP="00B65DC9">
      <w:r>
        <w:t>878.5197</w:t>
      </w:r>
      <w:r>
        <w:tab/>
        <w:t>2.025e0</w:t>
      </w:r>
    </w:p>
    <w:p w:rsidR="00B65DC9" w:rsidRDefault="00B65DC9" w:rsidP="00B65DC9">
      <w:r>
        <w:lastRenderedPageBreak/>
        <w:t>878.5517</w:t>
      </w:r>
      <w:r>
        <w:tab/>
        <w:t>1.013e0</w:t>
      </w:r>
    </w:p>
    <w:p w:rsidR="00B65DC9" w:rsidRDefault="00B65DC9" w:rsidP="00B65DC9">
      <w:r>
        <w:t>878.6436</w:t>
      </w:r>
      <w:r>
        <w:tab/>
        <w:t>1.013e0</w:t>
      </w:r>
    </w:p>
    <w:p w:rsidR="00B65DC9" w:rsidRDefault="00B65DC9" w:rsidP="00B65DC9">
      <w:r>
        <w:t>878.6583</w:t>
      </w:r>
      <w:r>
        <w:tab/>
        <w:t>1.013e0</w:t>
      </w:r>
    </w:p>
    <w:p w:rsidR="00B65DC9" w:rsidRDefault="00B65DC9" w:rsidP="00B65DC9">
      <w:r>
        <w:t>878.6708</w:t>
      </w:r>
      <w:r>
        <w:tab/>
        <w:t>3.038e0</w:t>
      </w:r>
    </w:p>
    <w:p w:rsidR="00B65DC9" w:rsidRDefault="00B65DC9" w:rsidP="00B65DC9">
      <w:r>
        <w:t>878.7529</w:t>
      </w:r>
      <w:r>
        <w:tab/>
        <w:t>1.013e0</w:t>
      </w:r>
    </w:p>
    <w:p w:rsidR="00B65DC9" w:rsidRDefault="00B65DC9" w:rsidP="00B65DC9">
      <w:r>
        <w:t>878.7806</w:t>
      </w:r>
      <w:r>
        <w:tab/>
        <w:t>2.025e0</w:t>
      </w:r>
    </w:p>
    <w:p w:rsidR="00B65DC9" w:rsidRDefault="00B65DC9" w:rsidP="00B65DC9">
      <w:r>
        <w:t>878.8065</w:t>
      </w:r>
      <w:r>
        <w:tab/>
        <w:t>1.266e-2</w:t>
      </w:r>
    </w:p>
    <w:p w:rsidR="00B65DC9" w:rsidRDefault="00B65DC9" w:rsidP="00B65DC9">
      <w:r>
        <w:t>878.8955</w:t>
      </w:r>
      <w:r>
        <w:tab/>
        <w:t>1.013e0</w:t>
      </w:r>
    </w:p>
    <w:p w:rsidR="00B65DC9" w:rsidRDefault="00B65DC9" w:rsidP="00B65DC9">
      <w:r>
        <w:t>878.9305</w:t>
      </w:r>
      <w:r>
        <w:tab/>
        <w:t>2.025e0</w:t>
      </w:r>
    </w:p>
    <w:p w:rsidR="00B65DC9" w:rsidRDefault="00B65DC9" w:rsidP="00B65DC9">
      <w:r>
        <w:t>878.9534</w:t>
      </w:r>
      <w:r>
        <w:tab/>
        <w:t>1.013e0</w:t>
      </w:r>
    </w:p>
    <w:p w:rsidR="00B65DC9" w:rsidRDefault="00B65DC9" w:rsidP="00B65DC9">
      <w:r>
        <w:t>878.9725</w:t>
      </w:r>
      <w:r>
        <w:tab/>
        <w:t>1.013e0</w:t>
      </w:r>
    </w:p>
    <w:p w:rsidR="00B65DC9" w:rsidRDefault="00B65DC9" w:rsidP="00B65DC9">
      <w:r>
        <w:t>878.9909</w:t>
      </w:r>
      <w:r>
        <w:tab/>
        <w:t>1.013e0</w:t>
      </w:r>
    </w:p>
    <w:p w:rsidR="00B65DC9" w:rsidRDefault="00B65DC9" w:rsidP="00B65DC9">
      <w:r>
        <w:t>879.1110</w:t>
      </w:r>
      <w:r>
        <w:tab/>
        <w:t>2.025e0</w:t>
      </w:r>
    </w:p>
    <w:p w:rsidR="00B65DC9" w:rsidRDefault="00B65DC9" w:rsidP="00B65DC9">
      <w:r>
        <w:t>879.1168</w:t>
      </w:r>
      <w:r>
        <w:tab/>
        <w:t>1.013e0</w:t>
      </w:r>
    </w:p>
    <w:p w:rsidR="00B65DC9" w:rsidRDefault="00B65DC9" w:rsidP="00B65DC9">
      <w:r>
        <w:t>879.1747</w:t>
      </w:r>
      <w:r>
        <w:tab/>
        <w:t>1.013e0</w:t>
      </w:r>
    </w:p>
    <w:p w:rsidR="00B65DC9" w:rsidRDefault="00B65DC9" w:rsidP="00B65DC9">
      <w:r>
        <w:t>879.2485</w:t>
      </w:r>
      <w:r>
        <w:tab/>
        <w:t>1.013e0</w:t>
      </w:r>
    </w:p>
    <w:p w:rsidR="00B65DC9" w:rsidRDefault="00B65DC9" w:rsidP="00B65DC9">
      <w:r>
        <w:t>879.3665</w:t>
      </w:r>
      <w:r>
        <w:tab/>
        <w:t>1.013e0</w:t>
      </w:r>
    </w:p>
    <w:p w:rsidR="00B65DC9" w:rsidRDefault="00B65DC9" w:rsidP="00B65DC9">
      <w:r>
        <w:t>879.3802</w:t>
      </w:r>
      <w:r>
        <w:tab/>
        <w:t>1.013e0</w:t>
      </w:r>
    </w:p>
    <w:p w:rsidR="00B65DC9" w:rsidRDefault="00B65DC9" w:rsidP="00B65DC9">
      <w:r>
        <w:t>879.4109</w:t>
      </w:r>
      <w:r>
        <w:tab/>
        <w:t>2.038e0</w:t>
      </w:r>
    </w:p>
    <w:p w:rsidR="00B65DC9" w:rsidRDefault="00B65DC9" w:rsidP="00B65DC9">
      <w:r>
        <w:lastRenderedPageBreak/>
        <w:t>879.4987</w:t>
      </w:r>
      <w:r>
        <w:tab/>
        <w:t>1.266e-2</w:t>
      </w:r>
    </w:p>
    <w:p w:rsidR="00B65DC9" w:rsidRDefault="00B65DC9" w:rsidP="00B65DC9">
      <w:r>
        <w:t>879.5436</w:t>
      </w:r>
      <w:r>
        <w:tab/>
        <w:t>1.013e0</w:t>
      </w:r>
    </w:p>
    <w:p w:rsidR="00B65DC9" w:rsidRDefault="00B65DC9" w:rsidP="00B65DC9">
      <w:r>
        <w:t>879.5702</w:t>
      </w:r>
      <w:r>
        <w:tab/>
        <w:t>2.025e0</w:t>
      </w:r>
    </w:p>
    <w:p w:rsidR="00B65DC9" w:rsidRDefault="00B65DC9" w:rsidP="00B65DC9">
      <w:r>
        <w:t>879.6069</w:t>
      </w:r>
      <w:r>
        <w:tab/>
        <w:t>3.038e0</w:t>
      </w:r>
    </w:p>
    <w:p w:rsidR="00B65DC9" w:rsidRDefault="00B65DC9" w:rsidP="00B65DC9">
      <w:r>
        <w:t>879.6765</w:t>
      </w:r>
      <w:r>
        <w:tab/>
        <w:t>1.013e0</w:t>
      </w:r>
    </w:p>
    <w:p w:rsidR="00B65DC9" w:rsidRDefault="00B65DC9" w:rsidP="00B65DC9">
      <w:r>
        <w:t>879.6924</w:t>
      </w:r>
      <w:r>
        <w:tab/>
        <w:t>1.013e0</w:t>
      </w:r>
    </w:p>
    <w:p w:rsidR="00B65DC9" w:rsidRDefault="00B65DC9" w:rsidP="00B65DC9">
      <w:r>
        <w:t>879.9026</w:t>
      </w:r>
      <w:r>
        <w:tab/>
        <w:t>1.013e0</w:t>
      </w:r>
    </w:p>
    <w:p w:rsidR="00B65DC9" w:rsidRDefault="00B65DC9" w:rsidP="00B65DC9">
      <w:r>
        <w:t>879.9866</w:t>
      </w:r>
      <w:r>
        <w:tab/>
        <w:t>1.013e0</w:t>
      </w:r>
    </w:p>
    <w:p w:rsidR="00B65DC9" w:rsidRDefault="00B65DC9" w:rsidP="00B65DC9">
      <w:r>
        <w:t>880.0162</w:t>
      </w:r>
      <w:r>
        <w:tab/>
        <w:t>1.013e0</w:t>
      </w:r>
    </w:p>
    <w:p w:rsidR="00B65DC9" w:rsidRDefault="00B65DC9" w:rsidP="00B65DC9">
      <w:r>
        <w:t>880.1048</w:t>
      </w:r>
      <w:r>
        <w:tab/>
        <w:t>1.013e0</w:t>
      </w:r>
    </w:p>
    <w:p w:rsidR="00B65DC9" w:rsidRDefault="00B65DC9" w:rsidP="00B65DC9">
      <w:r>
        <w:t>880.1196</w:t>
      </w:r>
      <w:r>
        <w:tab/>
        <w:t>1.013e0</w:t>
      </w:r>
    </w:p>
    <w:p w:rsidR="00B65DC9" w:rsidRDefault="00B65DC9" w:rsidP="00B65DC9">
      <w:r>
        <w:t>880.1567</w:t>
      </w:r>
      <w:r>
        <w:tab/>
        <w:t>1.013e0</w:t>
      </w:r>
    </w:p>
    <w:p w:rsidR="00B65DC9" w:rsidRDefault="00B65DC9" w:rsidP="00B65DC9">
      <w:r>
        <w:t>880.2230</w:t>
      </w:r>
      <w:r>
        <w:tab/>
        <w:t>1.013e0</w:t>
      </w:r>
    </w:p>
    <w:p w:rsidR="00B65DC9" w:rsidRDefault="00B65DC9" w:rsidP="00B65DC9">
      <w:r>
        <w:t>880.4003</w:t>
      </w:r>
      <w:r>
        <w:tab/>
        <w:t>1.013e0</w:t>
      </w:r>
    </w:p>
    <w:p w:rsidR="00B65DC9" w:rsidRDefault="00B65DC9" w:rsidP="00B65DC9">
      <w:r>
        <w:t>880.4109</w:t>
      </w:r>
      <w:r>
        <w:tab/>
        <w:t>1.013e0</w:t>
      </w:r>
    </w:p>
    <w:p w:rsidR="00B65DC9" w:rsidRDefault="00B65DC9" w:rsidP="00B65DC9">
      <w:r>
        <w:t>880.4286</w:t>
      </w:r>
      <w:r>
        <w:tab/>
        <w:t>1.013e0</w:t>
      </w:r>
    </w:p>
    <w:p w:rsidR="00B65DC9" w:rsidRDefault="00B65DC9" w:rsidP="00B65DC9">
      <w:r>
        <w:t>880.4605</w:t>
      </w:r>
      <w:r>
        <w:tab/>
        <w:t>1.013e0</w:t>
      </w:r>
    </w:p>
    <w:p w:rsidR="00B65DC9" w:rsidRDefault="00B65DC9" w:rsidP="00B65DC9">
      <w:r>
        <w:t>880.5111</w:t>
      </w:r>
      <w:r>
        <w:tab/>
        <w:t>1.025e0</w:t>
      </w:r>
    </w:p>
    <w:p w:rsidR="00B65DC9" w:rsidRDefault="00B65DC9" w:rsidP="00B65DC9">
      <w:r>
        <w:t>880.5294</w:t>
      </w:r>
      <w:r>
        <w:tab/>
        <w:t>2.025e0</w:t>
      </w:r>
    </w:p>
    <w:p w:rsidR="00B65DC9" w:rsidRDefault="00B65DC9" w:rsidP="00B65DC9">
      <w:r>
        <w:lastRenderedPageBreak/>
        <w:t>880.5957</w:t>
      </w:r>
      <w:r>
        <w:tab/>
        <w:t>1.266e-2</w:t>
      </w:r>
    </w:p>
    <w:p w:rsidR="00B65DC9" w:rsidRDefault="00B65DC9" w:rsidP="00B65DC9">
      <w:r>
        <w:t>880.6072</w:t>
      </w:r>
      <w:r>
        <w:tab/>
        <w:t>1.013e0</w:t>
      </w:r>
    </w:p>
    <w:p w:rsidR="00B65DC9" w:rsidRDefault="00B65DC9" w:rsidP="00B65DC9">
      <w:r>
        <w:t>880.8141</w:t>
      </w:r>
      <w:r>
        <w:tab/>
        <w:t>1.013e0</w:t>
      </w:r>
    </w:p>
    <w:p w:rsidR="00B65DC9" w:rsidRDefault="00B65DC9" w:rsidP="00B65DC9">
      <w:r>
        <w:t>880.8234</w:t>
      </w:r>
      <w:r>
        <w:tab/>
        <w:t>2.025e0</w:t>
      </w:r>
    </w:p>
    <w:p w:rsidR="00B65DC9" w:rsidRDefault="00B65DC9" w:rsidP="00B65DC9">
      <w:r>
        <w:t>880.9400</w:t>
      </w:r>
      <w:r>
        <w:tab/>
        <w:t>2.025e0</w:t>
      </w:r>
    </w:p>
    <w:p w:rsidR="00B65DC9" w:rsidRDefault="00B65DC9" w:rsidP="00B65DC9">
      <w:r>
        <w:t>880.9915</w:t>
      </w:r>
      <w:r>
        <w:tab/>
        <w:t>1.013e0</w:t>
      </w:r>
    </w:p>
    <w:p w:rsidR="00B65DC9" w:rsidRDefault="00B65DC9" w:rsidP="00B65DC9">
      <w:r>
        <w:t>881.0359</w:t>
      </w:r>
      <w:r>
        <w:tab/>
        <w:t>1.013e0</w:t>
      </w:r>
    </w:p>
    <w:p w:rsidR="00B65DC9" w:rsidRDefault="00B65DC9" w:rsidP="00B65DC9">
      <w:r>
        <w:t>881.0814</w:t>
      </w:r>
      <w:r>
        <w:tab/>
        <w:t>1.013e0</w:t>
      </w:r>
    </w:p>
    <w:p w:rsidR="00B65DC9" w:rsidRDefault="00B65DC9" w:rsidP="00B65DC9">
      <w:r>
        <w:t>881.1394</w:t>
      </w:r>
      <w:r>
        <w:tab/>
        <w:t>1.013e0</w:t>
      </w:r>
    </w:p>
    <w:p w:rsidR="00B65DC9" w:rsidRDefault="00B65DC9" w:rsidP="00B65DC9">
      <w:r>
        <w:t>881.1700</w:t>
      </w:r>
      <w:r>
        <w:tab/>
        <w:t>1.266e-2</w:t>
      </w:r>
    </w:p>
    <w:p w:rsidR="00B65DC9" w:rsidRDefault="00B65DC9" w:rsidP="00B65DC9">
      <w:r>
        <w:t>881.2051</w:t>
      </w:r>
      <w:r>
        <w:tab/>
        <w:t>3.038e0</w:t>
      </w:r>
    </w:p>
    <w:p w:rsidR="00B65DC9" w:rsidRDefault="00B65DC9" w:rsidP="00B65DC9">
      <w:r>
        <w:t>881.2439</w:t>
      </w:r>
      <w:r>
        <w:tab/>
        <w:t>2.025e0</w:t>
      </w:r>
    </w:p>
    <w:p w:rsidR="00B65DC9" w:rsidRDefault="00B65DC9" w:rsidP="00B65DC9">
      <w:r>
        <w:t>881.2725</w:t>
      </w:r>
      <w:r>
        <w:tab/>
        <w:t>1.013e0</w:t>
      </w:r>
    </w:p>
    <w:p w:rsidR="00B65DC9" w:rsidRDefault="00B65DC9" w:rsidP="00B65DC9">
      <w:r>
        <w:t>881.2872</w:t>
      </w:r>
      <w:r>
        <w:tab/>
        <w:t>1.025e0</w:t>
      </w:r>
    </w:p>
    <w:p w:rsidR="00B65DC9" w:rsidRDefault="00B65DC9" w:rsidP="00B65DC9">
      <w:r>
        <w:t>881.3908</w:t>
      </w:r>
      <w:r>
        <w:tab/>
        <w:t>1.266e-2</w:t>
      </w:r>
    </w:p>
    <w:p w:rsidR="00B65DC9" w:rsidRDefault="00B65DC9" w:rsidP="00B65DC9">
      <w:r>
        <w:t>881.4363</w:t>
      </w:r>
      <w:r>
        <w:tab/>
        <w:t>1.013e0</w:t>
      </w:r>
    </w:p>
    <w:p w:rsidR="00B65DC9" w:rsidRDefault="00B65DC9" w:rsidP="00B65DC9">
      <w:r>
        <w:t>881.5715</w:t>
      </w:r>
      <w:r>
        <w:tab/>
        <w:t>2.025e0</w:t>
      </w:r>
    </w:p>
    <w:p w:rsidR="00B65DC9" w:rsidRDefault="00B65DC9" w:rsidP="00B65DC9">
      <w:r>
        <w:t>881.7797</w:t>
      </w:r>
      <w:r>
        <w:tab/>
        <w:t>1.013e0</w:t>
      </w:r>
    </w:p>
    <w:p w:rsidR="00B65DC9" w:rsidRDefault="00B65DC9" w:rsidP="00B65DC9">
      <w:r>
        <w:t>881.7850</w:t>
      </w:r>
      <w:r>
        <w:tab/>
        <w:t>2.025e0</w:t>
      </w:r>
    </w:p>
    <w:p w:rsidR="00B65DC9" w:rsidRDefault="00B65DC9" w:rsidP="00B65DC9">
      <w:r>
        <w:lastRenderedPageBreak/>
        <w:t>881.8495</w:t>
      </w:r>
      <w:r>
        <w:tab/>
        <w:t>1.266e-2</w:t>
      </w:r>
    </w:p>
    <w:p w:rsidR="00B65DC9" w:rsidRDefault="00B65DC9" w:rsidP="00B65DC9">
      <w:r>
        <w:t>881.9087</w:t>
      </w:r>
      <w:r>
        <w:tab/>
        <w:t>1.013e0</w:t>
      </w:r>
    </w:p>
    <w:p w:rsidR="00B65DC9" w:rsidRDefault="00B65DC9" w:rsidP="00B65DC9">
      <w:r>
        <w:t>881.9827</w:t>
      </w:r>
      <w:r>
        <w:tab/>
        <w:t>1.013e0</w:t>
      </w:r>
    </w:p>
    <w:p w:rsidR="00B65DC9" w:rsidRDefault="00B65DC9" w:rsidP="00B65DC9">
      <w:r>
        <w:t>881.9975</w:t>
      </w:r>
      <w:r>
        <w:tab/>
        <w:t>1.013e0</w:t>
      </w:r>
    </w:p>
    <w:p w:rsidR="00B65DC9" w:rsidRDefault="00B65DC9" w:rsidP="00B65DC9">
      <w:r>
        <w:t>882.0452</w:t>
      </w:r>
      <w:r>
        <w:tab/>
        <w:t>3.038e0</w:t>
      </w:r>
    </w:p>
    <w:p w:rsidR="00B65DC9" w:rsidRDefault="00B65DC9" w:rsidP="00B65DC9">
      <w:r>
        <w:t>882.0696</w:t>
      </w:r>
      <w:r>
        <w:tab/>
        <w:t>1.013e0</w:t>
      </w:r>
    </w:p>
    <w:p w:rsidR="00B65DC9" w:rsidRDefault="00B65DC9" w:rsidP="00B65DC9">
      <w:r>
        <w:t>882.1533</w:t>
      </w:r>
      <w:r>
        <w:tab/>
        <w:t>1.025e0</w:t>
      </w:r>
    </w:p>
    <w:p w:rsidR="00B65DC9" w:rsidRDefault="00B65DC9" w:rsidP="00B65DC9">
      <w:r>
        <w:t>882.1752</w:t>
      </w:r>
      <w:r>
        <w:tab/>
        <w:t>1.013e0</w:t>
      </w:r>
    </w:p>
    <w:p w:rsidR="00B65DC9" w:rsidRDefault="00B65DC9" w:rsidP="00B65DC9">
      <w:r>
        <w:t>882.2115</w:t>
      </w:r>
      <w:r>
        <w:tab/>
        <w:t>4.051e0</w:t>
      </w:r>
    </w:p>
    <w:p w:rsidR="00B65DC9" w:rsidRDefault="00B65DC9" w:rsidP="00B65DC9">
      <w:r>
        <w:t>882.2207</w:t>
      </w:r>
      <w:r>
        <w:tab/>
        <w:t>1.013e0</w:t>
      </w:r>
    </w:p>
    <w:p w:rsidR="00B65DC9" w:rsidRDefault="00B65DC9" w:rsidP="00B65DC9">
      <w:r>
        <w:t>882.3052</w:t>
      </w:r>
      <w:r>
        <w:tab/>
        <w:t>1.013e0</w:t>
      </w:r>
    </w:p>
    <w:p w:rsidR="00B65DC9" w:rsidRDefault="00B65DC9" w:rsidP="00B65DC9">
      <w:r>
        <w:t>882.3380</w:t>
      </w:r>
      <w:r>
        <w:tab/>
        <w:t>1.266e-2</w:t>
      </w:r>
    </w:p>
    <w:p w:rsidR="00B65DC9" w:rsidRDefault="00B65DC9" w:rsidP="00B65DC9">
      <w:r>
        <w:t>882.3482</w:t>
      </w:r>
      <w:r>
        <w:tab/>
        <w:t>3.038e0</w:t>
      </w:r>
    </w:p>
    <w:p w:rsidR="00B65DC9" w:rsidRDefault="00B65DC9" w:rsidP="00B65DC9">
      <w:r>
        <w:t>882.3676</w:t>
      </w:r>
      <w:r>
        <w:tab/>
        <w:t>1.266e-2</w:t>
      </w:r>
    </w:p>
    <w:p w:rsidR="00B65DC9" w:rsidRDefault="00B65DC9" w:rsidP="00B65DC9">
      <w:r>
        <w:t>882.4414</w:t>
      </w:r>
      <w:r>
        <w:tab/>
        <w:t>1.013e0</w:t>
      </w:r>
    </w:p>
    <w:p w:rsidR="00B65DC9" w:rsidRDefault="00B65DC9" w:rsidP="00B65DC9">
      <w:r>
        <w:t>882.4655</w:t>
      </w:r>
      <w:r>
        <w:tab/>
        <w:t>2.025e0</w:t>
      </w:r>
    </w:p>
    <w:p w:rsidR="00B65DC9" w:rsidRDefault="00B65DC9" w:rsidP="00B65DC9">
      <w:r>
        <w:t>882.5380</w:t>
      </w:r>
      <w:r>
        <w:tab/>
        <w:t>2.025e0</w:t>
      </w:r>
    </w:p>
    <w:p w:rsidR="00B65DC9" w:rsidRDefault="00B65DC9" w:rsidP="00B65DC9">
      <w:r>
        <w:t>882.5419</w:t>
      </w:r>
      <w:r>
        <w:tab/>
        <w:t>1.013e0</w:t>
      </w:r>
    </w:p>
    <w:p w:rsidR="00B65DC9" w:rsidRDefault="00B65DC9" w:rsidP="00B65DC9">
      <w:r>
        <w:t>882.5430</w:t>
      </w:r>
      <w:r>
        <w:tab/>
        <w:t>1.013e0</w:t>
      </w:r>
    </w:p>
    <w:p w:rsidR="00B65DC9" w:rsidRDefault="00B65DC9" w:rsidP="00B65DC9">
      <w:r>
        <w:lastRenderedPageBreak/>
        <w:t>882.5453</w:t>
      </w:r>
      <w:r>
        <w:tab/>
        <w:t>1.013e0</w:t>
      </w:r>
    </w:p>
    <w:p w:rsidR="00B65DC9" w:rsidRDefault="00B65DC9" w:rsidP="00B65DC9">
      <w:r>
        <w:t>882.6207</w:t>
      </w:r>
      <w:r>
        <w:tab/>
        <w:t>2.025e0</w:t>
      </w:r>
    </w:p>
    <w:p w:rsidR="00B65DC9" w:rsidRDefault="00B65DC9" w:rsidP="00B65DC9">
      <w:r>
        <w:t>882.6354</w:t>
      </w:r>
      <w:r>
        <w:tab/>
        <w:t>1.266e-2</w:t>
      </w:r>
    </w:p>
    <w:p w:rsidR="00B65DC9" w:rsidRDefault="00B65DC9" w:rsidP="00B65DC9">
      <w:r>
        <w:t>882.7083</w:t>
      </w:r>
      <w:r>
        <w:tab/>
        <w:t>1.013e0</w:t>
      </w:r>
    </w:p>
    <w:p w:rsidR="00B65DC9" w:rsidRDefault="00B65DC9" w:rsidP="00B65DC9">
      <w:r>
        <w:t>882.7265</w:t>
      </w:r>
      <w:r>
        <w:tab/>
        <w:t>2.025e0</w:t>
      </w:r>
    </w:p>
    <w:p w:rsidR="00B65DC9" w:rsidRDefault="00B65DC9" w:rsidP="00B65DC9">
      <w:r>
        <w:t>882.7352</w:t>
      </w:r>
      <w:r>
        <w:tab/>
        <w:t>2.025e0</w:t>
      </w:r>
    </w:p>
    <w:p w:rsidR="00B65DC9" w:rsidRDefault="00B65DC9" w:rsidP="00B65DC9">
      <w:r>
        <w:t>882.7918</w:t>
      </w:r>
      <w:r>
        <w:tab/>
        <w:t>3.038e0</w:t>
      </w:r>
    </w:p>
    <w:p w:rsidR="00B65DC9" w:rsidRDefault="00B65DC9" w:rsidP="00B65DC9">
      <w:r>
        <w:t>882.8270</w:t>
      </w:r>
      <w:r>
        <w:tab/>
        <w:t>1.013e0</w:t>
      </w:r>
    </w:p>
    <w:p w:rsidR="00B65DC9" w:rsidRDefault="00B65DC9" w:rsidP="00B65DC9">
      <w:r>
        <w:t>882.8416</w:t>
      </w:r>
      <w:r>
        <w:tab/>
        <w:t>1.013e0</w:t>
      </w:r>
    </w:p>
    <w:p w:rsidR="00B65DC9" w:rsidRDefault="00B65DC9" w:rsidP="00B65DC9">
      <w:r>
        <w:t>882.8428</w:t>
      </w:r>
      <w:r>
        <w:tab/>
        <w:t>1.013e0</w:t>
      </w:r>
    </w:p>
    <w:p w:rsidR="00B65DC9" w:rsidRDefault="00B65DC9" w:rsidP="00B65DC9">
      <w:r>
        <w:t>882.9465</w:t>
      </w:r>
      <w:r>
        <w:tab/>
        <w:t>1.013e0</w:t>
      </w:r>
    </w:p>
    <w:p w:rsidR="00B65DC9" w:rsidRDefault="00B65DC9" w:rsidP="00B65DC9">
      <w:r>
        <w:t>883.0275</w:t>
      </w:r>
      <w:r>
        <w:tab/>
        <w:t>2.025e0</w:t>
      </w:r>
    </w:p>
    <w:p w:rsidR="00B65DC9" w:rsidRDefault="00B65DC9" w:rsidP="00B65DC9">
      <w:r>
        <w:t>883.0638</w:t>
      </w:r>
      <w:r>
        <w:tab/>
        <w:t>1.013e0</w:t>
      </w:r>
    </w:p>
    <w:p w:rsidR="00B65DC9" w:rsidRDefault="00B65DC9" w:rsidP="00B65DC9">
      <w:r>
        <w:t>883.1001</w:t>
      </w:r>
      <w:r>
        <w:tab/>
        <w:t>1.043e0</w:t>
      </w:r>
    </w:p>
    <w:p w:rsidR="00B65DC9" w:rsidRDefault="00B65DC9" w:rsidP="00B65DC9">
      <w:r>
        <w:t>883.1271</w:t>
      </w:r>
      <w:r>
        <w:tab/>
        <w:t>2.025e0</w:t>
      </w:r>
    </w:p>
    <w:p w:rsidR="00B65DC9" w:rsidRDefault="00B65DC9" w:rsidP="00B65DC9">
      <w:r>
        <w:t>883.1898</w:t>
      </w:r>
      <w:r>
        <w:tab/>
        <w:t>2.025e0</w:t>
      </w:r>
    </w:p>
    <w:p w:rsidR="00B65DC9" w:rsidRDefault="00B65DC9" w:rsidP="00B65DC9">
      <w:r>
        <w:t>883.2391</w:t>
      </w:r>
      <w:r>
        <w:tab/>
        <w:t>4.051e0</w:t>
      </w:r>
    </w:p>
    <w:p w:rsidR="00B65DC9" w:rsidRDefault="00B65DC9" w:rsidP="00B65DC9">
      <w:r>
        <w:t>883.3010</w:t>
      </w:r>
      <w:r>
        <w:tab/>
        <w:t>1.013e0</w:t>
      </w:r>
    </w:p>
    <w:p w:rsidR="00B65DC9" w:rsidRDefault="00B65DC9" w:rsidP="00B65DC9">
      <w:r>
        <w:t>883.3192</w:t>
      </w:r>
      <w:r>
        <w:tab/>
        <w:t>1.013e0</w:t>
      </w:r>
    </w:p>
    <w:p w:rsidR="00B65DC9" w:rsidRDefault="00B65DC9" w:rsidP="00B65DC9">
      <w:r>
        <w:lastRenderedPageBreak/>
        <w:t>883.3746</w:t>
      </w:r>
      <w:r>
        <w:tab/>
        <w:t>2.025e0</w:t>
      </w:r>
    </w:p>
    <w:p w:rsidR="00B65DC9" w:rsidRDefault="00B65DC9" w:rsidP="00B65DC9">
      <w:r>
        <w:t>883.4504</w:t>
      </w:r>
      <w:r>
        <w:tab/>
        <w:t>1.013e0</w:t>
      </w:r>
    </w:p>
    <w:p w:rsidR="00B65DC9" w:rsidRDefault="00B65DC9" w:rsidP="00B65DC9">
      <w:r>
        <w:t>883.4937</w:t>
      </w:r>
      <w:r>
        <w:tab/>
        <w:t>1.013e0</w:t>
      </w:r>
    </w:p>
    <w:p w:rsidR="00B65DC9" w:rsidRDefault="00B65DC9" w:rsidP="00B65DC9">
      <w:r>
        <w:t>883.5209</w:t>
      </w:r>
      <w:r>
        <w:tab/>
        <w:t>3.038e0</w:t>
      </w:r>
    </w:p>
    <w:p w:rsidR="00B65DC9" w:rsidRDefault="00B65DC9" w:rsidP="00B65DC9">
      <w:r>
        <w:t>883.5393</w:t>
      </w:r>
      <w:r>
        <w:tab/>
        <w:t>1.013e0</w:t>
      </w:r>
    </w:p>
    <w:p w:rsidR="00B65DC9" w:rsidRDefault="00B65DC9" w:rsidP="00B65DC9">
      <w:r>
        <w:t>883.5681</w:t>
      </w:r>
      <w:r>
        <w:tab/>
        <w:t>2.025e0</w:t>
      </w:r>
    </w:p>
    <w:p w:rsidR="00B65DC9" w:rsidRDefault="00B65DC9" w:rsidP="00B65DC9">
      <w:r>
        <w:t>883.5723</w:t>
      </w:r>
      <w:r>
        <w:tab/>
        <w:t>1.013e0</w:t>
      </w:r>
    </w:p>
    <w:p w:rsidR="00B65DC9" w:rsidRDefault="00B65DC9" w:rsidP="00B65DC9">
      <w:r>
        <w:t>883.7161</w:t>
      </w:r>
      <w:r>
        <w:tab/>
        <w:t>1.013e0</w:t>
      </w:r>
    </w:p>
    <w:p w:rsidR="00B65DC9" w:rsidRDefault="00B65DC9" w:rsidP="00B65DC9">
      <w:r>
        <w:t>883.7469</w:t>
      </w:r>
      <w:r>
        <w:tab/>
        <w:t>1.266e-2</w:t>
      </w:r>
    </w:p>
    <w:p w:rsidR="00B65DC9" w:rsidRDefault="00B65DC9" w:rsidP="00B65DC9">
      <w:r>
        <w:t>883.9238</w:t>
      </w:r>
      <w:r>
        <w:tab/>
        <w:t>1.013e0</w:t>
      </w:r>
    </w:p>
    <w:p w:rsidR="00B65DC9" w:rsidRDefault="00B65DC9" w:rsidP="00B65DC9">
      <w:r>
        <w:t>884.0424</w:t>
      </w:r>
      <w:r>
        <w:tab/>
        <w:t>1.013e0</w:t>
      </w:r>
    </w:p>
    <w:p w:rsidR="00B65DC9" w:rsidRDefault="00B65DC9" w:rsidP="00B65DC9">
      <w:r>
        <w:t>884.1760</w:t>
      </w:r>
      <w:r>
        <w:tab/>
        <w:t>1.013e0</w:t>
      </w:r>
    </w:p>
    <w:p w:rsidR="00B65DC9" w:rsidRDefault="00B65DC9" w:rsidP="00B65DC9">
      <w:r>
        <w:t>884.2576</w:t>
      </w:r>
      <w:r>
        <w:tab/>
        <w:t>2.025e0</w:t>
      </w:r>
    </w:p>
    <w:p w:rsidR="00B65DC9" w:rsidRDefault="00B65DC9" w:rsidP="00B65DC9">
      <w:r>
        <w:t>884.2661</w:t>
      </w:r>
      <w:r>
        <w:tab/>
        <w:t>1.013e0</w:t>
      </w:r>
    </w:p>
    <w:p w:rsidR="00B65DC9" w:rsidRDefault="00B65DC9" w:rsidP="00B65DC9">
      <w:r>
        <w:t>884.2819</w:t>
      </w:r>
      <w:r>
        <w:tab/>
        <w:t>1.013e0</w:t>
      </w:r>
    </w:p>
    <w:p w:rsidR="00B65DC9" w:rsidRDefault="00B65DC9" w:rsidP="00B65DC9">
      <w:r>
        <w:t>884.3095</w:t>
      </w:r>
      <w:r>
        <w:tab/>
        <w:t>1.013e0</w:t>
      </w:r>
    </w:p>
    <w:p w:rsidR="00B65DC9" w:rsidRDefault="00B65DC9" w:rsidP="00B65DC9">
      <w:r>
        <w:t>884.3392</w:t>
      </w:r>
      <w:r>
        <w:tab/>
        <w:t>1.013e0</w:t>
      </w:r>
    </w:p>
    <w:p w:rsidR="00B65DC9" w:rsidRDefault="00B65DC9" w:rsidP="00B65DC9">
      <w:r>
        <w:t>884.4293</w:t>
      </w:r>
      <w:r>
        <w:tab/>
        <w:t>1.013e0</w:t>
      </w:r>
    </w:p>
    <w:p w:rsidR="00B65DC9" w:rsidRDefault="00B65DC9" w:rsidP="00B65DC9">
      <w:r>
        <w:t>884.4508</w:t>
      </w:r>
      <w:r>
        <w:tab/>
        <w:t>3.038e0</w:t>
      </w:r>
    </w:p>
    <w:p w:rsidR="00B65DC9" w:rsidRDefault="00B65DC9" w:rsidP="00B65DC9">
      <w:r>
        <w:lastRenderedPageBreak/>
        <w:t>884.4628</w:t>
      </w:r>
      <w:r>
        <w:tab/>
        <w:t>2.025e0</w:t>
      </w:r>
    </w:p>
    <w:p w:rsidR="00B65DC9" w:rsidRDefault="00B65DC9" w:rsidP="00B65DC9">
      <w:r>
        <w:t>884.5035</w:t>
      </w:r>
      <w:r>
        <w:tab/>
        <w:t>1.013e0</w:t>
      </w:r>
    </w:p>
    <w:p w:rsidR="00B65DC9" w:rsidRDefault="00B65DC9" w:rsidP="00B65DC9">
      <w:r>
        <w:t>884.5557</w:t>
      </w:r>
      <w:r>
        <w:tab/>
        <w:t>4.051e0</w:t>
      </w:r>
    </w:p>
    <w:p w:rsidR="00B65DC9" w:rsidRDefault="00B65DC9" w:rsidP="00B65DC9">
      <w:r>
        <w:t>884.7247</w:t>
      </w:r>
      <w:r>
        <w:tab/>
        <w:t>2.025e0</w:t>
      </w:r>
    </w:p>
    <w:p w:rsidR="00B65DC9" w:rsidRDefault="00B65DC9" w:rsidP="00B65DC9">
      <w:r>
        <w:t>884.7470</w:t>
      </w:r>
      <w:r>
        <w:tab/>
        <w:t>3.038e0</w:t>
      </w:r>
    </w:p>
    <w:p w:rsidR="00B65DC9" w:rsidRDefault="00B65DC9" w:rsidP="00B65DC9">
      <w:r>
        <w:t>884.8735</w:t>
      </w:r>
      <w:r>
        <w:tab/>
        <w:t>1.013e0</w:t>
      </w:r>
    </w:p>
    <w:p w:rsidR="00B65DC9" w:rsidRDefault="00B65DC9" w:rsidP="00B65DC9">
      <w:r>
        <w:t>884.9427</w:t>
      </w:r>
      <w:r>
        <w:tab/>
        <w:t>1.013e0</w:t>
      </w:r>
    </w:p>
    <w:p w:rsidR="00B65DC9" w:rsidRDefault="00B65DC9" w:rsidP="00B65DC9">
      <w:r>
        <w:t>885.0072</w:t>
      </w:r>
      <w:r>
        <w:tab/>
        <w:t>1.013e0</w:t>
      </w:r>
    </w:p>
    <w:p w:rsidR="00B65DC9" w:rsidRDefault="00B65DC9" w:rsidP="00B65DC9">
      <w:r>
        <w:t>885.1409</w:t>
      </w:r>
      <w:r>
        <w:tab/>
        <w:t>1.013e0</w:t>
      </w:r>
    </w:p>
    <w:p w:rsidR="00B65DC9" w:rsidRDefault="00B65DC9" w:rsidP="00B65DC9">
      <w:r>
        <w:t>885.2146</w:t>
      </w:r>
      <w:r>
        <w:tab/>
        <w:t>1.266e-2</w:t>
      </w:r>
    </w:p>
    <w:p w:rsidR="00B65DC9" w:rsidRDefault="00B65DC9" w:rsidP="00B65DC9">
      <w:r>
        <w:t>885.2300</w:t>
      </w:r>
      <w:r>
        <w:tab/>
        <w:t>1.013e0</w:t>
      </w:r>
    </w:p>
    <w:p w:rsidR="00B65DC9" w:rsidRDefault="00B65DC9" w:rsidP="00B65DC9">
      <w:r>
        <w:t>885.3150</w:t>
      </w:r>
      <w:r>
        <w:tab/>
        <w:t>1.013e0</w:t>
      </w:r>
    </w:p>
    <w:p w:rsidR="00B65DC9" w:rsidRDefault="00B65DC9" w:rsidP="00B65DC9">
      <w:r>
        <w:t>885.3333</w:t>
      </w:r>
      <w:r>
        <w:tab/>
        <w:t>2.025e0</w:t>
      </w:r>
    </w:p>
    <w:p w:rsidR="00B65DC9" w:rsidRDefault="00B65DC9" w:rsidP="00B65DC9">
      <w:r>
        <w:t>885.3657</w:t>
      </w:r>
      <w:r>
        <w:tab/>
        <w:t>2.025e0</w:t>
      </w:r>
    </w:p>
    <w:p w:rsidR="00B65DC9" w:rsidRDefault="00B65DC9" w:rsidP="00B65DC9">
      <w:r>
        <w:t>885.4231</w:t>
      </w:r>
      <w:r>
        <w:tab/>
        <w:t>1.013e0</w:t>
      </w:r>
    </w:p>
    <w:p w:rsidR="00B65DC9" w:rsidRDefault="00B65DC9" w:rsidP="00B65DC9">
      <w:r>
        <w:t>885.4677</w:t>
      </w:r>
      <w:r>
        <w:tab/>
        <w:t>2.025e0</w:t>
      </w:r>
    </w:p>
    <w:p w:rsidR="00B65DC9" w:rsidRDefault="00B65DC9" w:rsidP="00B65DC9">
      <w:r>
        <w:t>885.4688</w:t>
      </w:r>
      <w:r>
        <w:tab/>
        <w:t>1.013e0</w:t>
      </w:r>
    </w:p>
    <w:p w:rsidR="00B65DC9" w:rsidRDefault="00B65DC9" w:rsidP="00B65DC9">
      <w:r>
        <w:t>885.5805</w:t>
      </w:r>
      <w:r>
        <w:tab/>
        <w:t>2.025e0</w:t>
      </w:r>
    </w:p>
    <w:p w:rsidR="00B65DC9" w:rsidRDefault="00B65DC9" w:rsidP="00B65DC9">
      <w:r>
        <w:t>885.6171</w:t>
      </w:r>
      <w:r>
        <w:tab/>
        <w:t>2.025e0</w:t>
      </w:r>
    </w:p>
    <w:p w:rsidR="00B65DC9" w:rsidRDefault="00B65DC9" w:rsidP="00B65DC9">
      <w:r>
        <w:lastRenderedPageBreak/>
        <w:t>885.6697</w:t>
      </w:r>
      <w:r>
        <w:tab/>
        <w:t>1.013e0</w:t>
      </w:r>
    </w:p>
    <w:p w:rsidR="00B65DC9" w:rsidRDefault="00B65DC9" w:rsidP="00B65DC9">
      <w:r>
        <w:t>885.7351</w:t>
      </w:r>
      <w:r>
        <w:tab/>
        <w:t>1.013e0</w:t>
      </w:r>
    </w:p>
    <w:p w:rsidR="00B65DC9" w:rsidRDefault="00B65DC9" w:rsidP="00B65DC9">
      <w:r>
        <w:t>885.7363</w:t>
      </w:r>
      <w:r>
        <w:tab/>
        <w:t>1.013e0</w:t>
      </w:r>
    </w:p>
    <w:p w:rsidR="00B65DC9" w:rsidRDefault="00B65DC9" w:rsidP="00B65DC9">
      <w:r>
        <w:t>885.7872</w:t>
      </w:r>
      <w:r>
        <w:tab/>
        <w:t>2.025e0</w:t>
      </w:r>
    </w:p>
    <w:p w:rsidR="00B65DC9" w:rsidRDefault="00B65DC9" w:rsidP="00B65DC9">
      <w:r>
        <w:t>885.7910</w:t>
      </w:r>
      <w:r>
        <w:tab/>
        <w:t>2.025e0</w:t>
      </w:r>
    </w:p>
    <w:p w:rsidR="00B65DC9" w:rsidRDefault="00B65DC9" w:rsidP="00B65DC9">
      <w:r>
        <w:t>885.8054</w:t>
      </w:r>
      <w:r>
        <w:tab/>
        <w:t>1.013e0</w:t>
      </w:r>
    </w:p>
    <w:p w:rsidR="00B65DC9" w:rsidRDefault="00B65DC9" w:rsidP="00B65DC9">
      <w:r>
        <w:t>885.8804</w:t>
      </w:r>
      <w:r>
        <w:tab/>
        <w:t>2.025e0</w:t>
      </w:r>
    </w:p>
    <w:p w:rsidR="00B65DC9" w:rsidRDefault="00B65DC9" w:rsidP="00B65DC9">
      <w:r>
        <w:t>885.8837</w:t>
      </w:r>
      <w:r>
        <w:tab/>
        <w:t>1.013e0</w:t>
      </w:r>
    </w:p>
    <w:p w:rsidR="00B65DC9" w:rsidRDefault="00B65DC9" w:rsidP="00B65DC9">
      <w:r>
        <w:t>886.0472</w:t>
      </w:r>
      <w:r>
        <w:tab/>
        <w:t>1.013e0</w:t>
      </w:r>
    </w:p>
    <w:p w:rsidR="00B65DC9" w:rsidRDefault="00B65DC9" w:rsidP="00B65DC9">
      <w:r>
        <w:t>886.1429</w:t>
      </w:r>
      <w:r>
        <w:tab/>
        <w:t>1.013e0</w:t>
      </w:r>
    </w:p>
    <w:p w:rsidR="00B65DC9" w:rsidRDefault="00B65DC9" w:rsidP="00B65DC9">
      <w:r>
        <w:t>886.3160</w:t>
      </w:r>
      <w:r>
        <w:tab/>
        <w:t>1.013e0</w:t>
      </w:r>
    </w:p>
    <w:p w:rsidR="00B65DC9" w:rsidRDefault="00B65DC9" w:rsidP="00B65DC9">
      <w:r>
        <w:t>886.3359</w:t>
      </w:r>
      <w:r>
        <w:tab/>
        <w:t>3.038e0</w:t>
      </w:r>
    </w:p>
    <w:p w:rsidR="00B65DC9" w:rsidRDefault="00B65DC9" w:rsidP="00B65DC9">
      <w:r>
        <w:t>886.3447</w:t>
      </w:r>
      <w:r>
        <w:tab/>
        <w:t>1.013e0</w:t>
      </w:r>
    </w:p>
    <w:p w:rsidR="00B65DC9" w:rsidRDefault="00B65DC9" w:rsidP="00B65DC9">
      <w:r>
        <w:t>886.3755</w:t>
      </w:r>
      <w:r>
        <w:tab/>
        <w:t>1.013e0</w:t>
      </w:r>
    </w:p>
    <w:p w:rsidR="00B65DC9" w:rsidRDefault="00B65DC9" w:rsidP="00B65DC9">
      <w:r>
        <w:t>886.4934</w:t>
      </w:r>
      <w:r>
        <w:tab/>
        <w:t>2.025e0</w:t>
      </w:r>
    </w:p>
    <w:p w:rsidR="00B65DC9" w:rsidRDefault="00B65DC9" w:rsidP="00B65DC9">
      <w:r>
        <w:t>886.5231</w:t>
      </w:r>
      <w:r>
        <w:tab/>
        <w:t>2.025e0</w:t>
      </w:r>
    </w:p>
    <w:p w:rsidR="00B65DC9" w:rsidRDefault="00B65DC9" w:rsidP="00B65DC9">
      <w:r>
        <w:t>886.5507</w:t>
      </w:r>
      <w:r>
        <w:tab/>
        <w:t>1.013e0</w:t>
      </w:r>
    </w:p>
    <w:p w:rsidR="00B65DC9" w:rsidRDefault="00B65DC9" w:rsidP="00B65DC9">
      <w:r>
        <w:t>886.5826</w:t>
      </w:r>
      <w:r>
        <w:tab/>
        <w:t>1.013e0</w:t>
      </w:r>
    </w:p>
    <w:p w:rsidR="00B65DC9" w:rsidRDefault="00B65DC9" w:rsidP="00B65DC9">
      <w:r>
        <w:t>886.5845</w:t>
      </w:r>
      <w:r>
        <w:tab/>
        <w:t>2.025e0</w:t>
      </w:r>
    </w:p>
    <w:p w:rsidR="00B65DC9" w:rsidRDefault="00B65DC9" w:rsidP="00B65DC9">
      <w:r>
        <w:lastRenderedPageBreak/>
        <w:t>886.6719</w:t>
      </w:r>
      <w:r>
        <w:tab/>
        <w:t>1.013e0</w:t>
      </w:r>
    </w:p>
    <w:p w:rsidR="00B65DC9" w:rsidRDefault="00B65DC9" w:rsidP="00B65DC9">
      <w:r>
        <w:t>886.7427</w:t>
      </w:r>
      <w:r>
        <w:tab/>
        <w:t>2.025e0</w:t>
      </w:r>
    </w:p>
    <w:p w:rsidR="00B65DC9" w:rsidRDefault="00B65DC9" w:rsidP="00B65DC9">
      <w:r>
        <w:t>886.7502</w:t>
      </w:r>
      <w:r>
        <w:tab/>
        <w:t>2.025e0</w:t>
      </w:r>
    </w:p>
    <w:p w:rsidR="00B65DC9" w:rsidRDefault="00B65DC9" w:rsidP="00B65DC9">
      <w:r>
        <w:t>886.7834</w:t>
      </w:r>
      <w:r>
        <w:tab/>
        <w:t>2.025e0</w:t>
      </w:r>
    </w:p>
    <w:p w:rsidR="00B65DC9" w:rsidRDefault="00B65DC9" w:rsidP="00B65DC9">
      <w:r>
        <w:t>886.9174</w:t>
      </w:r>
      <w:r>
        <w:tab/>
        <w:t>2.532e-2</w:t>
      </w:r>
    </w:p>
    <w:p w:rsidR="00B65DC9" w:rsidRDefault="00B65DC9" w:rsidP="00B65DC9">
      <w:r>
        <w:t>886.9248</w:t>
      </w:r>
      <w:r>
        <w:tab/>
        <w:t>1.013e0</w:t>
      </w:r>
    </w:p>
    <w:p w:rsidR="00B65DC9" w:rsidRDefault="00B65DC9" w:rsidP="00B65DC9">
      <w:r>
        <w:t>886.9260</w:t>
      </w:r>
      <w:r>
        <w:tab/>
        <w:t>1.013e0</w:t>
      </w:r>
    </w:p>
    <w:p w:rsidR="00B65DC9" w:rsidRDefault="00B65DC9" w:rsidP="00B65DC9">
      <w:r>
        <w:t>886.9547</w:t>
      </w:r>
      <w:r>
        <w:tab/>
        <w:t>2.025e0</w:t>
      </w:r>
    </w:p>
    <w:p w:rsidR="00B65DC9" w:rsidRDefault="00B65DC9" w:rsidP="00B65DC9">
      <w:r>
        <w:t>887.0397</w:t>
      </w:r>
      <w:r>
        <w:tab/>
        <w:t>1.013e0</w:t>
      </w:r>
    </w:p>
    <w:p w:rsidR="00B65DC9" w:rsidRDefault="00B65DC9" w:rsidP="00B65DC9">
      <w:r>
        <w:t>887.0599</w:t>
      </w:r>
      <w:r>
        <w:tab/>
        <w:t>1.013e0</w:t>
      </w:r>
    </w:p>
    <w:p w:rsidR="00B65DC9" w:rsidRDefault="00B65DC9" w:rsidP="00B65DC9">
      <w:r>
        <w:t>887.2589</w:t>
      </w:r>
      <w:r>
        <w:tab/>
        <w:t>3.038e0</w:t>
      </w:r>
    </w:p>
    <w:p w:rsidR="00B65DC9" w:rsidRDefault="00B65DC9" w:rsidP="00B65DC9">
      <w:r>
        <w:t>887.3418</w:t>
      </w:r>
      <w:r>
        <w:tab/>
        <w:t>1.266e-2</w:t>
      </w:r>
    </w:p>
    <w:p w:rsidR="00B65DC9" w:rsidRDefault="00B65DC9" w:rsidP="00B65DC9">
      <w:r>
        <w:t>887.3597</w:t>
      </w:r>
      <w:r>
        <w:tab/>
        <w:t>1.013e0</w:t>
      </w:r>
    </w:p>
    <w:p w:rsidR="00B65DC9" w:rsidRDefault="00B65DC9" w:rsidP="00B65DC9">
      <w:r>
        <w:t>887.3713</w:t>
      </w:r>
      <w:r>
        <w:tab/>
        <w:t>1.013e0</w:t>
      </w:r>
    </w:p>
    <w:p w:rsidR="00B65DC9" w:rsidRDefault="00B65DC9" w:rsidP="00B65DC9">
      <w:r>
        <w:t>887.4160</w:t>
      </w:r>
      <w:r>
        <w:tab/>
        <w:t>1.013e0</w:t>
      </w:r>
    </w:p>
    <w:p w:rsidR="00B65DC9" w:rsidRDefault="00B65DC9" w:rsidP="00B65DC9">
      <w:r>
        <w:t>887.4619</w:t>
      </w:r>
      <w:r>
        <w:tab/>
        <w:t>1.013e0</w:t>
      </w:r>
    </w:p>
    <w:p w:rsidR="00B65DC9" w:rsidRDefault="00B65DC9" w:rsidP="00B65DC9">
      <w:r>
        <w:t>887.4905</w:t>
      </w:r>
      <w:r>
        <w:tab/>
        <w:t>1.013e0</w:t>
      </w:r>
    </w:p>
    <w:p w:rsidR="00B65DC9" w:rsidRDefault="00B65DC9" w:rsidP="00B65DC9">
      <w:r>
        <w:t>887.5322</w:t>
      </w:r>
      <w:r>
        <w:tab/>
        <w:t>2.025e0</w:t>
      </w:r>
    </w:p>
    <w:p w:rsidR="00B65DC9" w:rsidRDefault="00B65DC9" w:rsidP="00B65DC9">
      <w:r>
        <w:t>887.5809</w:t>
      </w:r>
      <w:r>
        <w:tab/>
        <w:t>1.013e0</w:t>
      </w:r>
    </w:p>
    <w:p w:rsidR="00B65DC9" w:rsidRDefault="00B65DC9" w:rsidP="00B65DC9">
      <w:r>
        <w:lastRenderedPageBreak/>
        <w:t>887.6096</w:t>
      </w:r>
      <w:r>
        <w:tab/>
        <w:t>1.013e0</w:t>
      </w:r>
    </w:p>
    <w:p w:rsidR="00B65DC9" w:rsidRDefault="00B65DC9" w:rsidP="00B65DC9">
      <w:r>
        <w:t>887.6309</w:t>
      </w:r>
      <w:r>
        <w:tab/>
        <w:t>2.025e0</w:t>
      </w:r>
    </w:p>
    <w:p w:rsidR="00B65DC9" w:rsidRDefault="00B65DC9" w:rsidP="00B65DC9">
      <w:r>
        <w:t>887.7491</w:t>
      </w:r>
      <w:r>
        <w:tab/>
        <w:t>2.025e0</w:t>
      </w:r>
    </w:p>
    <w:p w:rsidR="00B65DC9" w:rsidRDefault="00B65DC9" w:rsidP="00B65DC9">
      <w:r>
        <w:t>887.7619</w:t>
      </w:r>
      <w:r>
        <w:tab/>
        <w:t>6.076e0</w:t>
      </w:r>
    </w:p>
    <w:p w:rsidR="00B65DC9" w:rsidRDefault="00B65DC9" w:rsidP="00B65DC9">
      <w:r>
        <w:t>887.8192</w:t>
      </w:r>
      <w:r>
        <w:tab/>
        <w:t>1.013e0</w:t>
      </w:r>
    </w:p>
    <w:p w:rsidR="00B65DC9" w:rsidRDefault="00B65DC9" w:rsidP="00B65DC9">
      <w:r>
        <w:t>887.8479</w:t>
      </w:r>
      <w:r>
        <w:tab/>
        <w:t>2.025e0</w:t>
      </w:r>
    </w:p>
    <w:p w:rsidR="00B65DC9" w:rsidRDefault="00B65DC9" w:rsidP="00B65DC9">
      <w:r>
        <w:t>887.8652</w:t>
      </w:r>
      <w:r>
        <w:tab/>
        <w:t>2.025e0</w:t>
      </w:r>
    </w:p>
    <w:p w:rsidR="00B65DC9" w:rsidRDefault="00B65DC9" w:rsidP="00B65DC9">
      <w:r>
        <w:t>887.9675</w:t>
      </w:r>
      <w:r>
        <w:tab/>
        <w:t>1.266e-2</w:t>
      </w:r>
    </w:p>
    <w:p w:rsidR="00B65DC9" w:rsidRDefault="00B65DC9" w:rsidP="00B65DC9">
      <w:r>
        <w:t>888.0118</w:t>
      </w:r>
      <w:r>
        <w:tab/>
        <w:t>1.013e0</w:t>
      </w:r>
    </w:p>
    <w:p w:rsidR="00B65DC9" w:rsidRDefault="00B65DC9" w:rsidP="00B65DC9">
      <w:r>
        <w:t>888.0211</w:t>
      </w:r>
      <w:r>
        <w:tab/>
        <w:t>1.013e0</w:t>
      </w:r>
    </w:p>
    <w:p w:rsidR="00B65DC9" w:rsidRDefault="00B65DC9" w:rsidP="00B65DC9">
      <w:r>
        <w:t>888.0475</w:t>
      </w:r>
      <w:r>
        <w:tab/>
        <w:t>2.532e-2</w:t>
      </w:r>
    </w:p>
    <w:p w:rsidR="00B65DC9" w:rsidRDefault="00B65DC9" w:rsidP="00B65DC9">
      <w:r>
        <w:t>888.1011</w:t>
      </w:r>
      <w:r>
        <w:tab/>
        <w:t>1.013e0</w:t>
      </w:r>
    </w:p>
    <w:p w:rsidR="00B65DC9" w:rsidRDefault="00B65DC9" w:rsidP="00B65DC9">
      <w:r>
        <w:t>888.1285</w:t>
      </w:r>
      <w:r>
        <w:tab/>
        <w:t>2.025e0</w:t>
      </w:r>
    </w:p>
    <w:p w:rsidR="00B65DC9" w:rsidRDefault="00B65DC9" w:rsidP="00B65DC9">
      <w:r>
        <w:t>888.1608</w:t>
      </w:r>
      <w:r>
        <w:tab/>
        <w:t>1.013e0</w:t>
      </w:r>
    </w:p>
    <w:p w:rsidR="00B65DC9" w:rsidRDefault="00B65DC9" w:rsidP="00B65DC9">
      <w:r>
        <w:t>888.1906</w:t>
      </w:r>
      <w:r>
        <w:tab/>
        <w:t>1.013e0</w:t>
      </w:r>
    </w:p>
    <w:p w:rsidR="00B65DC9" w:rsidRDefault="00B65DC9" w:rsidP="00B65DC9">
      <w:r>
        <w:t>888.2391</w:t>
      </w:r>
      <w:r>
        <w:tab/>
        <w:t>1.013e0</w:t>
      </w:r>
    </w:p>
    <w:p w:rsidR="00B65DC9" w:rsidRDefault="00B65DC9" w:rsidP="00B65DC9">
      <w:r>
        <w:t>888.2911</w:t>
      </w:r>
      <w:r>
        <w:tab/>
        <w:t>1.013e0</w:t>
      </w:r>
    </w:p>
    <w:p w:rsidR="00B65DC9" w:rsidRDefault="00B65DC9" w:rsidP="00B65DC9">
      <w:r>
        <w:t>888.3258</w:t>
      </w:r>
      <w:r>
        <w:tab/>
        <w:t>1.266e-2</w:t>
      </w:r>
    </w:p>
    <w:p w:rsidR="00B65DC9" w:rsidRDefault="00B65DC9" w:rsidP="00B65DC9">
      <w:r>
        <w:t>888.4514</w:t>
      </w:r>
      <w:r>
        <w:tab/>
        <w:t>2.025e0</w:t>
      </w:r>
    </w:p>
    <w:p w:rsidR="00B65DC9" w:rsidRDefault="00B65DC9" w:rsidP="00B65DC9">
      <w:r>
        <w:lastRenderedPageBreak/>
        <w:t>888.4737</w:t>
      </w:r>
      <w:r>
        <w:tab/>
        <w:t>1.013e0</w:t>
      </w:r>
    </w:p>
    <w:p w:rsidR="00B65DC9" w:rsidRDefault="00B65DC9" w:rsidP="00B65DC9">
      <w:r>
        <w:t>888.5408</w:t>
      </w:r>
      <w:r>
        <w:tab/>
        <w:t>2.025e0</w:t>
      </w:r>
    </w:p>
    <w:p w:rsidR="00B65DC9" w:rsidRDefault="00B65DC9" w:rsidP="00B65DC9">
      <w:r>
        <w:t>888.5538</w:t>
      </w:r>
      <w:r>
        <w:tab/>
        <w:t>3.038e0</w:t>
      </w:r>
    </w:p>
    <w:p w:rsidR="00B65DC9" w:rsidRDefault="00B65DC9" w:rsidP="00B65DC9">
      <w:r>
        <w:t>888.5708</w:t>
      </w:r>
      <w:r>
        <w:tab/>
        <w:t>2.025e0</w:t>
      </w:r>
    </w:p>
    <w:p w:rsidR="00B65DC9" w:rsidRDefault="00B65DC9" w:rsidP="00B65DC9">
      <w:r>
        <w:t>888.6036</w:t>
      </w:r>
      <w:r>
        <w:tab/>
        <w:t>3.038e0</w:t>
      </w:r>
    </w:p>
    <w:p w:rsidR="00B65DC9" w:rsidRDefault="00B65DC9" w:rsidP="00B65DC9">
      <w:r>
        <w:t>888.6393</w:t>
      </w:r>
      <w:r>
        <w:tab/>
        <w:t>3.038e0</w:t>
      </w:r>
    </w:p>
    <w:p w:rsidR="00B65DC9" w:rsidRDefault="00B65DC9" w:rsidP="00B65DC9">
      <w:r>
        <w:t>888.6609</w:t>
      </w:r>
      <w:r>
        <w:tab/>
        <w:t>3.038e0</w:t>
      </w:r>
    </w:p>
    <w:p w:rsidR="00B65DC9" w:rsidRDefault="00B65DC9" w:rsidP="00B65DC9">
      <w:r>
        <w:t>888.6824</w:t>
      </w:r>
      <w:r>
        <w:tab/>
        <w:t>1.013e0</w:t>
      </w:r>
    </w:p>
    <w:p w:rsidR="00B65DC9" w:rsidRDefault="00B65DC9" w:rsidP="00B65DC9">
      <w:r>
        <w:t>888.7730</w:t>
      </w:r>
      <w:r>
        <w:tab/>
        <w:t>1.013e0</w:t>
      </w:r>
    </w:p>
    <w:p w:rsidR="00B65DC9" w:rsidRDefault="00B65DC9" w:rsidP="00B65DC9">
      <w:r>
        <w:t>888.8166</w:t>
      </w:r>
      <w:r>
        <w:tab/>
        <w:t>1.013e0</w:t>
      </w:r>
    </w:p>
    <w:p w:rsidR="00B65DC9" w:rsidRDefault="00B65DC9" w:rsidP="00B65DC9">
      <w:r>
        <w:t>888.8418</w:t>
      </w:r>
      <w:r>
        <w:tab/>
        <w:t>2.025e0</w:t>
      </w:r>
    </w:p>
    <w:p w:rsidR="00B65DC9" w:rsidRDefault="00B65DC9" w:rsidP="00B65DC9">
      <w:r>
        <w:t>888.8820</w:t>
      </w:r>
      <w:r>
        <w:tab/>
        <w:t>1.013e0</w:t>
      </w:r>
    </w:p>
    <w:p w:rsidR="00B65DC9" w:rsidRDefault="00B65DC9" w:rsidP="00B65DC9">
      <w:r>
        <w:t>888.9657</w:t>
      </w:r>
      <w:r>
        <w:tab/>
        <w:t>1.266e-2</w:t>
      </w:r>
    </w:p>
    <w:p w:rsidR="00B65DC9" w:rsidRDefault="00B65DC9" w:rsidP="00B65DC9">
      <w:r>
        <w:t>889.0712</w:t>
      </w:r>
      <w:r>
        <w:tab/>
        <w:t>1.013e0</w:t>
      </w:r>
    </w:p>
    <w:p w:rsidR="00B65DC9" w:rsidRDefault="00B65DC9" w:rsidP="00B65DC9">
      <w:r>
        <w:t>889.0762</w:t>
      </w:r>
      <w:r>
        <w:tab/>
        <w:t>3.038e0</w:t>
      </w:r>
    </w:p>
    <w:p w:rsidR="00B65DC9" w:rsidRDefault="00B65DC9" w:rsidP="00B65DC9">
      <w:r>
        <w:t>889.1570</w:t>
      </w:r>
      <w:r>
        <w:tab/>
        <w:t>3.038e0</w:t>
      </w:r>
    </w:p>
    <w:p w:rsidR="00B65DC9" w:rsidRDefault="00B65DC9" w:rsidP="00B65DC9">
      <w:r>
        <w:t>889.2205</w:t>
      </w:r>
      <w:r>
        <w:tab/>
        <w:t>1.013e0</w:t>
      </w:r>
    </w:p>
    <w:p w:rsidR="00B65DC9" w:rsidRDefault="00B65DC9" w:rsidP="00B65DC9">
      <w:r>
        <w:t>889.2789</w:t>
      </w:r>
      <w:r>
        <w:tab/>
        <w:t>1.013e0</w:t>
      </w:r>
    </w:p>
    <w:p w:rsidR="00B65DC9" w:rsidRDefault="00B65DC9" w:rsidP="00B65DC9">
      <w:r>
        <w:t>889.3032</w:t>
      </w:r>
      <w:r>
        <w:tab/>
        <w:t>3.038e0</w:t>
      </w:r>
    </w:p>
    <w:p w:rsidR="00B65DC9" w:rsidRDefault="00B65DC9" w:rsidP="00B65DC9">
      <w:r>
        <w:lastRenderedPageBreak/>
        <w:t>889.3099</w:t>
      </w:r>
      <w:r>
        <w:tab/>
        <w:t>1.013e0</w:t>
      </w:r>
    </w:p>
    <w:p w:rsidR="00B65DC9" w:rsidRDefault="00B65DC9" w:rsidP="00B65DC9">
      <w:r>
        <w:t>889.3685</w:t>
      </w:r>
      <w:r>
        <w:tab/>
        <w:t>1.013e0</w:t>
      </w:r>
    </w:p>
    <w:p w:rsidR="00B65DC9" w:rsidRDefault="00B65DC9" w:rsidP="00B65DC9">
      <w:r>
        <w:t>889.5419</w:t>
      </w:r>
      <w:r>
        <w:tab/>
        <w:t>1.013e0</w:t>
      </w:r>
    </w:p>
    <w:p w:rsidR="00B65DC9" w:rsidRDefault="00B65DC9" w:rsidP="00B65DC9">
      <w:r>
        <w:t>889.5479</w:t>
      </w:r>
      <w:r>
        <w:tab/>
        <w:t>3.038e0</w:t>
      </w:r>
    </w:p>
    <w:p w:rsidR="00B65DC9" w:rsidRDefault="00B65DC9" w:rsidP="00B65DC9">
      <w:r>
        <w:t>889.6072</w:t>
      </w:r>
      <w:r>
        <w:tab/>
        <w:t>1.013e0</w:t>
      </w:r>
    </w:p>
    <w:p w:rsidR="00B65DC9" w:rsidRDefault="00B65DC9" w:rsidP="00B65DC9">
      <w:r>
        <w:t>889.6221</w:t>
      </w:r>
      <w:r>
        <w:tab/>
        <w:t>2.025e0</w:t>
      </w:r>
    </w:p>
    <w:p w:rsidR="00B65DC9" w:rsidRDefault="00B65DC9" w:rsidP="00B65DC9">
      <w:r>
        <w:t>889.7863</w:t>
      </w:r>
      <w:r>
        <w:tab/>
        <w:t>1.266e-2</w:t>
      </w:r>
    </w:p>
    <w:p w:rsidR="00B65DC9" w:rsidRDefault="00B65DC9" w:rsidP="00B65DC9">
      <w:r>
        <w:t>889.7955</w:t>
      </w:r>
      <w:r>
        <w:tab/>
        <w:t>1.013e0</w:t>
      </w:r>
    </w:p>
    <w:p w:rsidR="00B65DC9" w:rsidRDefault="00B65DC9" w:rsidP="00B65DC9">
      <w:r>
        <w:t>889.8162</w:t>
      </w:r>
      <w:r>
        <w:tab/>
        <w:t>1.013e0</w:t>
      </w:r>
    </w:p>
    <w:p w:rsidR="00B65DC9" w:rsidRDefault="00B65DC9" w:rsidP="00B65DC9">
      <w:r>
        <w:t>889.8607</w:t>
      </w:r>
      <w:r>
        <w:tab/>
        <w:t>2.025e0</w:t>
      </w:r>
    </w:p>
    <w:p w:rsidR="00B65DC9" w:rsidRDefault="00B65DC9" w:rsidP="00B65DC9">
      <w:r>
        <w:t>889.9655</w:t>
      </w:r>
      <w:r>
        <w:tab/>
        <w:t>1.013e0</w:t>
      </w:r>
    </w:p>
    <w:p w:rsidR="00B65DC9" w:rsidRDefault="00B65DC9" w:rsidP="00B65DC9">
      <w:r>
        <w:t>889.9730</w:t>
      </w:r>
      <w:r>
        <w:tab/>
        <w:t>2.025e0</w:t>
      </w:r>
    </w:p>
    <w:p w:rsidR="00B65DC9" w:rsidRDefault="00B65DC9" w:rsidP="00B65DC9">
      <w:r>
        <w:t>890.0665</w:t>
      </w:r>
      <w:r>
        <w:tab/>
        <w:t>1.013e0</w:t>
      </w:r>
    </w:p>
    <w:p w:rsidR="00B65DC9" w:rsidRDefault="00B65DC9" w:rsidP="00B65DC9">
      <w:r>
        <w:t>890.1447</w:t>
      </w:r>
      <w:r>
        <w:tab/>
        <w:t>1.266e-2</w:t>
      </w:r>
    </w:p>
    <w:p w:rsidR="00B65DC9" w:rsidRDefault="00B65DC9" w:rsidP="00B65DC9">
      <w:r>
        <w:t>890.3239</w:t>
      </w:r>
      <w:r>
        <w:tab/>
        <w:t>5.063e0</w:t>
      </w:r>
    </w:p>
    <w:p w:rsidR="00B65DC9" w:rsidRDefault="00B65DC9" w:rsidP="00B65DC9">
      <w:r>
        <w:t>890.3388</w:t>
      </w:r>
      <w:r>
        <w:tab/>
        <w:t>1.038e0</w:t>
      </w:r>
    </w:p>
    <w:p w:rsidR="00B65DC9" w:rsidRDefault="00B65DC9" w:rsidP="00B65DC9">
      <w:r>
        <w:t>890.3698</w:t>
      </w:r>
      <w:r>
        <w:tab/>
        <w:t>5.063e0</w:t>
      </w:r>
    </w:p>
    <w:p w:rsidR="00B65DC9" w:rsidRDefault="00B65DC9" w:rsidP="00B65DC9">
      <w:r>
        <w:t>890.3949</w:t>
      </w:r>
      <w:r>
        <w:tab/>
        <w:t>2.025e0</w:t>
      </w:r>
    </w:p>
    <w:p w:rsidR="00B65DC9" w:rsidRDefault="00B65DC9" w:rsidP="00B65DC9">
      <w:r>
        <w:t>890.4240</w:t>
      </w:r>
      <w:r>
        <w:tab/>
        <w:t>4.051e0</w:t>
      </w:r>
    </w:p>
    <w:p w:rsidR="00B65DC9" w:rsidRDefault="00B65DC9" w:rsidP="00B65DC9">
      <w:r>
        <w:lastRenderedPageBreak/>
        <w:t>890.4284</w:t>
      </w:r>
      <w:r>
        <w:tab/>
        <w:t>1.013e0</w:t>
      </w:r>
    </w:p>
    <w:p w:rsidR="00B65DC9" w:rsidRDefault="00B65DC9" w:rsidP="00B65DC9">
      <w:r>
        <w:t>890.5330</w:t>
      </w:r>
      <w:r>
        <w:tab/>
        <w:t>1.013e0</w:t>
      </w:r>
    </w:p>
    <w:p w:rsidR="00B65DC9" w:rsidRDefault="00B65DC9" w:rsidP="00B65DC9">
      <w:r>
        <w:t>890.6088</w:t>
      </w:r>
      <w:r>
        <w:tab/>
        <w:t>2.025e0</w:t>
      </w:r>
    </w:p>
    <w:p w:rsidR="00B65DC9" w:rsidRDefault="00B65DC9" w:rsidP="00B65DC9">
      <w:r>
        <w:t>890.6312</w:t>
      </w:r>
      <w:r>
        <w:tab/>
        <w:t>2.025e0</w:t>
      </w:r>
    </w:p>
    <w:p w:rsidR="00B65DC9" w:rsidRDefault="00B65DC9" w:rsidP="00B65DC9">
      <w:r>
        <w:t>890.6736</w:t>
      </w:r>
      <w:r>
        <w:tab/>
        <w:t>3.038e0</w:t>
      </w:r>
    </w:p>
    <w:p w:rsidR="00B65DC9" w:rsidRDefault="00B65DC9" w:rsidP="00B65DC9">
      <w:r>
        <w:t>890.7869</w:t>
      </w:r>
      <w:r>
        <w:tab/>
        <w:t>1.013e0</w:t>
      </w:r>
    </w:p>
    <w:p w:rsidR="00B65DC9" w:rsidRDefault="00B65DC9" w:rsidP="00B65DC9">
      <w:r>
        <w:t>890.8271</w:t>
      </w:r>
      <w:r>
        <w:tab/>
        <w:t>2.025e0</w:t>
      </w:r>
    </w:p>
    <w:p w:rsidR="00B65DC9" w:rsidRDefault="00B65DC9" w:rsidP="00B65DC9">
      <w:r>
        <w:t>890.8329</w:t>
      </w:r>
      <w:r>
        <w:tab/>
        <w:t>1.013e0</w:t>
      </w:r>
    </w:p>
    <w:p w:rsidR="00B65DC9" w:rsidRDefault="00B65DC9" w:rsidP="00B65DC9">
      <w:r>
        <w:t>890.8617</w:t>
      </w:r>
      <w:r>
        <w:tab/>
        <w:t>2.025e0</w:t>
      </w:r>
    </w:p>
    <w:p w:rsidR="00B65DC9" w:rsidRDefault="00B65DC9" w:rsidP="00B65DC9">
      <w:r>
        <w:t>890.8915</w:t>
      </w:r>
      <w:r>
        <w:tab/>
        <w:t>1.013e0</w:t>
      </w:r>
    </w:p>
    <w:p w:rsidR="00B65DC9" w:rsidRDefault="00B65DC9" w:rsidP="00B65DC9">
      <w:r>
        <w:t>890.9364</w:t>
      </w:r>
      <w:r>
        <w:tab/>
        <w:t>1.013e0</w:t>
      </w:r>
    </w:p>
    <w:p w:rsidR="00B65DC9" w:rsidRDefault="00B65DC9" w:rsidP="00B65DC9">
      <w:r>
        <w:t>891.0634</w:t>
      </w:r>
      <w:r>
        <w:tab/>
        <w:t>1.013e0</w:t>
      </w:r>
    </w:p>
    <w:p w:rsidR="00B65DC9" w:rsidRDefault="00B65DC9" w:rsidP="00B65DC9">
      <w:r>
        <w:t>891.0859</w:t>
      </w:r>
      <w:r>
        <w:tab/>
        <w:t>1.013e0</w:t>
      </w:r>
    </w:p>
    <w:p w:rsidR="00B65DC9" w:rsidRDefault="00B65DC9" w:rsidP="00B65DC9">
      <w:r>
        <w:t>891.1157</w:t>
      </w:r>
      <w:r>
        <w:tab/>
        <w:t>1.266e-2</w:t>
      </w:r>
    </w:p>
    <w:p w:rsidR="00B65DC9" w:rsidRDefault="00B65DC9" w:rsidP="00B65DC9">
      <w:r>
        <w:t>891.1456</w:t>
      </w:r>
      <w:r>
        <w:tab/>
        <w:t>1.266e-2</w:t>
      </w:r>
    </w:p>
    <w:p w:rsidR="00B65DC9" w:rsidRDefault="00B65DC9" w:rsidP="00B65DC9">
      <w:r>
        <w:t>891.1826</w:t>
      </w:r>
      <w:r>
        <w:tab/>
        <w:t>2.025e0</w:t>
      </w:r>
    </w:p>
    <w:p w:rsidR="00B65DC9" w:rsidRDefault="00B65DC9" w:rsidP="00B65DC9">
      <w:r>
        <w:t>891.2054</w:t>
      </w:r>
      <w:r>
        <w:tab/>
        <w:t>1.013e0</w:t>
      </w:r>
    </w:p>
    <w:p w:rsidR="00B65DC9" w:rsidRDefault="00B65DC9" w:rsidP="00B65DC9">
      <w:r>
        <w:t>891.2418</w:t>
      </w:r>
      <w:r>
        <w:tab/>
        <w:t>2.025e0</w:t>
      </w:r>
    </w:p>
    <w:p w:rsidR="00B65DC9" w:rsidRDefault="00B65DC9" w:rsidP="00B65DC9">
      <w:r>
        <w:t>891.2999</w:t>
      </w:r>
      <w:r>
        <w:tab/>
        <w:t>5.063e0</w:t>
      </w:r>
    </w:p>
    <w:p w:rsidR="00B65DC9" w:rsidRDefault="00B65DC9" w:rsidP="00B65DC9">
      <w:r>
        <w:lastRenderedPageBreak/>
        <w:t>891.3225</w:t>
      </w:r>
      <w:r>
        <w:tab/>
        <w:t>2.025e0</w:t>
      </w:r>
    </w:p>
    <w:p w:rsidR="00B65DC9" w:rsidRDefault="00B65DC9" w:rsidP="00B65DC9">
      <w:r>
        <w:t>891.3400</w:t>
      </w:r>
      <w:r>
        <w:tab/>
        <w:t>2.532e-2</w:t>
      </w:r>
    </w:p>
    <w:p w:rsidR="00B65DC9" w:rsidRDefault="00B65DC9" w:rsidP="00B65DC9">
      <w:r>
        <w:t>891.5277</w:t>
      </w:r>
      <w:r>
        <w:tab/>
        <w:t>2.025e0</w:t>
      </w:r>
    </w:p>
    <w:p w:rsidR="00B65DC9" w:rsidRDefault="00B65DC9" w:rsidP="00B65DC9">
      <w:r>
        <w:t>891.5527</w:t>
      </w:r>
      <w:r>
        <w:tab/>
        <w:t>2.025e0</w:t>
      </w:r>
    </w:p>
    <w:p w:rsidR="00B65DC9" w:rsidRDefault="00B65DC9" w:rsidP="00B65DC9">
      <w:r>
        <w:t>891.7249</w:t>
      </w:r>
      <w:r>
        <w:tab/>
        <w:t>1.025e0</w:t>
      </w:r>
    </w:p>
    <w:p w:rsidR="00B65DC9" w:rsidRDefault="00B65DC9" w:rsidP="00B65DC9">
      <w:r>
        <w:t>891.7756</w:t>
      </w:r>
      <w:r>
        <w:tab/>
        <w:t>2.025e0</w:t>
      </w:r>
    </w:p>
    <w:p w:rsidR="00B65DC9" w:rsidRDefault="00B65DC9" w:rsidP="00B65DC9">
      <w:r>
        <w:t>891.9083</w:t>
      </w:r>
      <w:r>
        <w:tab/>
        <w:t>1.013e0</w:t>
      </w:r>
    </w:p>
    <w:p w:rsidR="00B65DC9" w:rsidRDefault="00B65DC9" w:rsidP="00B65DC9">
      <w:r>
        <w:t>891.9095</w:t>
      </w:r>
      <w:r>
        <w:tab/>
        <w:t>1.013e0</w:t>
      </w:r>
    </w:p>
    <w:p w:rsidR="00B65DC9" w:rsidRDefault="00B65DC9" w:rsidP="00B65DC9">
      <w:r>
        <w:t>891.9765</w:t>
      </w:r>
      <w:r>
        <w:tab/>
        <w:t>1.013e0</w:t>
      </w:r>
    </w:p>
    <w:p w:rsidR="00B65DC9" w:rsidRDefault="00B65DC9" w:rsidP="00B65DC9">
      <w:r>
        <w:t>891.9777</w:t>
      </w:r>
      <w:r>
        <w:tab/>
        <w:t>1.013e0</w:t>
      </w:r>
    </w:p>
    <w:p w:rsidR="00B65DC9" w:rsidRDefault="00B65DC9" w:rsidP="00B65DC9">
      <w:r>
        <w:t>892.1119</w:t>
      </w:r>
      <w:r>
        <w:tab/>
        <w:t>1.013e0</w:t>
      </w:r>
    </w:p>
    <w:p w:rsidR="00B65DC9" w:rsidRDefault="00B65DC9" w:rsidP="00B65DC9">
      <w:r>
        <w:t>892.2040</w:t>
      </w:r>
      <w:r>
        <w:tab/>
        <w:t>2.025e0</w:t>
      </w:r>
    </w:p>
    <w:p w:rsidR="00B65DC9" w:rsidRDefault="00B65DC9" w:rsidP="00B65DC9">
      <w:r>
        <w:t>892.2311</w:t>
      </w:r>
      <w:r>
        <w:tab/>
        <w:t>1.013e0</w:t>
      </w:r>
    </w:p>
    <w:p w:rsidR="00B65DC9" w:rsidRDefault="00B65DC9" w:rsidP="00B65DC9">
      <w:r>
        <w:t>892.2525</w:t>
      </w:r>
      <w:r>
        <w:tab/>
        <w:t>1.013e0</w:t>
      </w:r>
    </w:p>
    <w:p w:rsidR="00B65DC9" w:rsidRDefault="00B65DC9" w:rsidP="00B65DC9">
      <w:r>
        <w:t>892.2974</w:t>
      </w:r>
      <w:r>
        <w:tab/>
        <w:t>1.266e-2</w:t>
      </w:r>
    </w:p>
    <w:p w:rsidR="00B65DC9" w:rsidRDefault="00B65DC9" w:rsidP="00B65DC9">
      <w:r>
        <w:t>892.3541</w:t>
      </w:r>
      <w:r>
        <w:tab/>
        <w:t>3.038e0</w:t>
      </w:r>
    </w:p>
    <w:p w:rsidR="00B65DC9" w:rsidRDefault="00B65DC9" w:rsidP="00B65DC9">
      <w:r>
        <w:t>892.3567</w:t>
      </w:r>
      <w:r>
        <w:tab/>
        <w:t>2.025e0</w:t>
      </w:r>
    </w:p>
    <w:p w:rsidR="00B65DC9" w:rsidRDefault="00B65DC9" w:rsidP="00B65DC9">
      <w:r>
        <w:t>892.4661</w:t>
      </w:r>
      <w:r>
        <w:tab/>
        <w:t>1.266e-2</w:t>
      </w:r>
    </w:p>
    <w:p w:rsidR="00B65DC9" w:rsidRDefault="00B65DC9" w:rsidP="00B65DC9">
      <w:r>
        <w:t>892.4827</w:t>
      </w:r>
      <w:r>
        <w:tab/>
        <w:t>2.025e0</w:t>
      </w:r>
    </w:p>
    <w:p w:rsidR="00B65DC9" w:rsidRDefault="00B65DC9" w:rsidP="00B65DC9">
      <w:r>
        <w:lastRenderedPageBreak/>
        <w:t>892.4878</w:t>
      </w:r>
      <w:r>
        <w:tab/>
        <w:t>3.038e0</w:t>
      </w:r>
    </w:p>
    <w:p w:rsidR="00B65DC9" w:rsidRDefault="00B65DC9" w:rsidP="00B65DC9">
      <w:r>
        <w:t>892.5181</w:t>
      </w:r>
      <w:r>
        <w:tab/>
        <w:t>1.013e0</w:t>
      </w:r>
    </w:p>
    <w:p w:rsidR="00B65DC9" w:rsidRDefault="00B65DC9" w:rsidP="00B65DC9">
      <w:r>
        <w:t>892.5374</w:t>
      </w:r>
      <w:r>
        <w:tab/>
        <w:t>1.051e0</w:t>
      </w:r>
    </w:p>
    <w:p w:rsidR="00B65DC9" w:rsidRDefault="00B65DC9" w:rsidP="00B65DC9">
      <w:r>
        <w:t>892.6016</w:t>
      </w:r>
      <w:r>
        <w:tab/>
        <w:t>1.013e0</w:t>
      </w:r>
    </w:p>
    <w:p w:rsidR="00B65DC9" w:rsidRDefault="00B65DC9" w:rsidP="00B65DC9">
      <w:r>
        <w:t>892.6118</w:t>
      </w:r>
      <w:r>
        <w:tab/>
        <w:t>1.013e0</w:t>
      </w:r>
    </w:p>
    <w:p w:rsidR="00B65DC9" w:rsidRDefault="00B65DC9" w:rsidP="00B65DC9">
      <w:r>
        <w:t>892.6267</w:t>
      </w:r>
      <w:r>
        <w:tab/>
        <w:t>1.013e0</w:t>
      </w:r>
    </w:p>
    <w:p w:rsidR="00B65DC9" w:rsidRDefault="00B65DC9" w:rsidP="00B65DC9">
      <w:r>
        <w:t>892.6877</w:t>
      </w:r>
      <w:r>
        <w:tab/>
        <w:t>1.013e0</w:t>
      </w:r>
    </w:p>
    <w:p w:rsidR="00B65DC9" w:rsidRDefault="00B65DC9" w:rsidP="00B65DC9">
      <w:r>
        <w:t>892.7672</w:t>
      </w:r>
      <w:r>
        <w:tab/>
        <w:t>3.038e0</w:t>
      </w:r>
    </w:p>
    <w:p w:rsidR="00B65DC9" w:rsidRDefault="00B65DC9" w:rsidP="00B65DC9">
      <w:r>
        <w:t>892.8076</w:t>
      </w:r>
      <w:r>
        <w:tab/>
        <w:t>1.266e-2</w:t>
      </w:r>
    </w:p>
    <w:p w:rsidR="00B65DC9" w:rsidRDefault="00B65DC9" w:rsidP="00B65DC9">
      <w:r>
        <w:t>892.9244</w:t>
      </w:r>
      <w:r>
        <w:tab/>
        <w:t>1.013e0</w:t>
      </w:r>
    </w:p>
    <w:p w:rsidR="00B65DC9" w:rsidRDefault="00B65DC9" w:rsidP="00B65DC9">
      <w:r>
        <w:t>892.9573</w:t>
      </w:r>
      <w:r>
        <w:tab/>
        <w:t>1.013e0</w:t>
      </w:r>
    </w:p>
    <w:p w:rsidR="00B65DC9" w:rsidRDefault="00B65DC9" w:rsidP="00B65DC9">
      <w:r>
        <w:t>892.9712</w:t>
      </w:r>
      <w:r>
        <w:tab/>
        <w:t>2.025e0</w:t>
      </w:r>
    </w:p>
    <w:p w:rsidR="00B65DC9" w:rsidRDefault="00B65DC9" w:rsidP="00B65DC9">
      <w:r>
        <w:t>892.9726</w:t>
      </w:r>
      <w:r>
        <w:tab/>
        <w:t>1.013e0</w:t>
      </w:r>
    </w:p>
    <w:p w:rsidR="00B65DC9" w:rsidRDefault="00B65DC9" w:rsidP="00B65DC9">
      <w:r>
        <w:t>893.0549</w:t>
      </w:r>
      <w:r>
        <w:tab/>
        <w:t>2.025e0</w:t>
      </w:r>
    </w:p>
    <w:p w:rsidR="00B65DC9" w:rsidRDefault="00B65DC9" w:rsidP="00B65DC9">
      <w:r>
        <w:t>893.1306</w:t>
      </w:r>
      <w:r>
        <w:tab/>
        <w:t>3.038e0</w:t>
      </w:r>
    </w:p>
    <w:p w:rsidR="00B65DC9" w:rsidRDefault="00B65DC9" w:rsidP="00B65DC9">
      <w:r>
        <w:t>893.1776</w:t>
      </w:r>
      <w:r>
        <w:tab/>
        <w:t>1.013e0</w:t>
      </w:r>
    </w:p>
    <w:p w:rsidR="00B65DC9" w:rsidRDefault="00B65DC9" w:rsidP="00B65DC9">
      <w:r>
        <w:t>893.1970</w:t>
      </w:r>
      <w:r>
        <w:tab/>
        <w:t>1.013e0</w:t>
      </w:r>
    </w:p>
    <w:p w:rsidR="00B65DC9" w:rsidRDefault="00B65DC9" w:rsidP="00B65DC9">
      <w:r>
        <w:t>893.2258</w:t>
      </w:r>
      <w:r>
        <w:tab/>
        <w:t>1.013e0</w:t>
      </w:r>
    </w:p>
    <w:p w:rsidR="00B65DC9" w:rsidRDefault="00B65DC9" w:rsidP="00B65DC9">
      <w:r>
        <w:t>893.2955</w:t>
      </w:r>
      <w:r>
        <w:tab/>
        <w:t>1.013e0</w:t>
      </w:r>
    </w:p>
    <w:p w:rsidR="00B65DC9" w:rsidRDefault="00B65DC9" w:rsidP="00B65DC9">
      <w:r>
        <w:lastRenderedPageBreak/>
        <w:t>893.3307</w:t>
      </w:r>
      <w:r>
        <w:tab/>
        <w:t>1.013e0</w:t>
      </w:r>
    </w:p>
    <w:p w:rsidR="00B65DC9" w:rsidRDefault="00B65DC9" w:rsidP="00B65DC9">
      <w:r>
        <w:t>893.3318</w:t>
      </w:r>
      <w:r>
        <w:tab/>
        <w:t>1.013e0</w:t>
      </w:r>
    </w:p>
    <w:p w:rsidR="00B65DC9" w:rsidRDefault="00B65DC9" w:rsidP="00B65DC9">
      <w:r>
        <w:t>893.4136</w:t>
      </w:r>
      <w:r>
        <w:tab/>
        <w:t>1.013e0</w:t>
      </w:r>
    </w:p>
    <w:p w:rsidR="00B65DC9" w:rsidRDefault="00B65DC9" w:rsidP="00B65DC9">
      <w:r>
        <w:t>893.4893</w:t>
      </w:r>
      <w:r>
        <w:tab/>
        <w:t>3.038e0</w:t>
      </w:r>
    </w:p>
    <w:p w:rsidR="00B65DC9" w:rsidRDefault="00B65DC9" w:rsidP="00B65DC9">
      <w:r>
        <w:t>893.5105</w:t>
      </w:r>
      <w:r>
        <w:tab/>
        <w:t>3.038e0</w:t>
      </w:r>
    </w:p>
    <w:p w:rsidR="00B65DC9" w:rsidRDefault="00B65DC9" w:rsidP="00B65DC9">
      <w:r>
        <w:t>893.5242</w:t>
      </w:r>
      <w:r>
        <w:tab/>
        <w:t>2.025e0</w:t>
      </w:r>
    </w:p>
    <w:p w:rsidR="00B65DC9" w:rsidRDefault="00B65DC9" w:rsidP="00B65DC9">
      <w:r>
        <w:t>893.5704</w:t>
      </w:r>
      <w:r>
        <w:tab/>
        <w:t>1.013e0</w:t>
      </w:r>
    </w:p>
    <w:p w:rsidR="00B65DC9" w:rsidRDefault="00B65DC9" w:rsidP="00B65DC9">
      <w:r>
        <w:t>893.6004</w:t>
      </w:r>
      <w:r>
        <w:tab/>
        <w:t>2.038e0</w:t>
      </w:r>
    </w:p>
    <w:p w:rsidR="00B65DC9" w:rsidRDefault="00B65DC9" w:rsidP="00B65DC9">
      <w:r>
        <w:t>893.6460</w:t>
      </w:r>
      <w:r>
        <w:tab/>
        <w:t>2.025e0</w:t>
      </w:r>
    </w:p>
    <w:p w:rsidR="00B65DC9" w:rsidRDefault="00B65DC9" w:rsidP="00B65DC9">
      <w:r>
        <w:t>893.6615</w:t>
      </w:r>
      <w:r>
        <w:tab/>
        <w:t>1.013e0</w:t>
      </w:r>
    </w:p>
    <w:p w:rsidR="00B65DC9" w:rsidRDefault="00B65DC9" w:rsidP="00B65DC9">
      <w:r>
        <w:t>893.6842</w:t>
      </w:r>
      <w:r>
        <w:tab/>
        <w:t>2.025e0</w:t>
      </w:r>
    </w:p>
    <w:p w:rsidR="00B65DC9" w:rsidRDefault="00B65DC9" w:rsidP="00B65DC9">
      <w:r>
        <w:t>893.7803</w:t>
      </w:r>
      <w:r>
        <w:tab/>
        <w:t>1.013e0</w:t>
      </w:r>
    </w:p>
    <w:p w:rsidR="00B65DC9" w:rsidRDefault="00B65DC9" w:rsidP="00B65DC9">
      <w:r>
        <w:t>893.8253</w:t>
      </w:r>
      <w:r>
        <w:tab/>
        <w:t>1.013e0</w:t>
      </w:r>
    </w:p>
    <w:p w:rsidR="00B65DC9" w:rsidRDefault="00B65DC9" w:rsidP="00B65DC9">
      <w:r>
        <w:t>893.8402</w:t>
      </w:r>
      <w:r>
        <w:tab/>
        <w:t>1.013e0</w:t>
      </w:r>
    </w:p>
    <w:p w:rsidR="00B65DC9" w:rsidRDefault="00B65DC9" w:rsidP="00B65DC9">
      <w:r>
        <w:t>894.0051</w:t>
      </w:r>
      <w:r>
        <w:tab/>
        <w:t>1.266e-2</w:t>
      </w:r>
    </w:p>
    <w:p w:rsidR="00B65DC9" w:rsidRDefault="00B65DC9" w:rsidP="00B65DC9">
      <w:r>
        <w:t>894.0201</w:t>
      </w:r>
      <w:r>
        <w:tab/>
        <w:t>2.025e0</w:t>
      </w:r>
    </w:p>
    <w:p w:rsidR="00B65DC9" w:rsidRDefault="00B65DC9" w:rsidP="00B65DC9">
      <w:r>
        <w:t>894.0569</w:t>
      </w:r>
      <w:r>
        <w:tab/>
        <w:t>1.013e0</w:t>
      </w:r>
    </w:p>
    <w:p w:rsidR="00B65DC9" w:rsidRDefault="00B65DC9" w:rsidP="00B65DC9">
      <w:r>
        <w:t>894.1101</w:t>
      </w:r>
      <w:r>
        <w:tab/>
        <w:t>1.013e0</w:t>
      </w:r>
    </w:p>
    <w:p w:rsidR="00B65DC9" w:rsidRDefault="00B65DC9" w:rsidP="00B65DC9">
      <w:r>
        <w:t>894.1910</w:t>
      </w:r>
      <w:r>
        <w:tab/>
        <w:t>1.266e-2</w:t>
      </w:r>
    </w:p>
    <w:p w:rsidR="00B65DC9" w:rsidRDefault="00B65DC9" w:rsidP="00B65DC9">
      <w:r>
        <w:lastRenderedPageBreak/>
        <w:t>894.2432</w:t>
      </w:r>
      <w:r>
        <w:tab/>
        <w:t>1.013e0</w:t>
      </w:r>
    </w:p>
    <w:p w:rsidR="00B65DC9" w:rsidRDefault="00B65DC9" w:rsidP="00B65DC9">
      <w:r>
        <w:t>894.3264</w:t>
      </w:r>
      <w:r>
        <w:tab/>
        <w:t>1.013e0</w:t>
      </w:r>
    </w:p>
    <w:p w:rsidR="00B65DC9" w:rsidRDefault="00B65DC9" w:rsidP="00B65DC9">
      <w:r>
        <w:t>894.3351</w:t>
      </w:r>
      <w:r>
        <w:tab/>
        <w:t>1.013e0</w:t>
      </w:r>
    </w:p>
    <w:p w:rsidR="00B65DC9" w:rsidRDefault="00B65DC9" w:rsidP="00B65DC9">
      <w:r>
        <w:t>894.3708</w:t>
      </w:r>
      <w:r>
        <w:tab/>
        <w:t>2.025e0</w:t>
      </w:r>
    </w:p>
    <w:p w:rsidR="00B65DC9" w:rsidRDefault="00B65DC9" w:rsidP="00B65DC9">
      <w:r>
        <w:t>894.4266</w:t>
      </w:r>
      <w:r>
        <w:tab/>
        <w:t>1.013e0</w:t>
      </w:r>
    </w:p>
    <w:p w:rsidR="00B65DC9" w:rsidRDefault="00B65DC9" w:rsidP="00B65DC9">
      <w:r>
        <w:t>894.4592</w:t>
      </w:r>
      <w:r>
        <w:tab/>
        <w:t>4.051e0</w:t>
      </w:r>
    </w:p>
    <w:p w:rsidR="00B65DC9" w:rsidRDefault="00B65DC9" w:rsidP="00B65DC9">
      <w:r>
        <w:t>894.4962</w:t>
      </w:r>
      <w:r>
        <w:tab/>
        <w:t>1.266e-2</w:t>
      </w:r>
    </w:p>
    <w:p w:rsidR="00B65DC9" w:rsidRDefault="00B65DC9" w:rsidP="00B65DC9">
      <w:r>
        <w:t>894.6407</w:t>
      </w:r>
      <w:r>
        <w:tab/>
        <w:t>2.025e0</w:t>
      </w:r>
    </w:p>
    <w:p w:rsidR="00B65DC9" w:rsidRDefault="00B65DC9" w:rsidP="00B65DC9">
      <w:r>
        <w:t>894.7986</w:t>
      </w:r>
      <w:r>
        <w:tab/>
        <w:t>2.025e0</w:t>
      </w:r>
    </w:p>
    <w:p w:rsidR="00B65DC9" w:rsidRDefault="00B65DC9" w:rsidP="00B65DC9">
      <w:r>
        <w:t>894.8602</w:t>
      </w:r>
      <w:r>
        <w:tab/>
        <w:t>1.013e0</w:t>
      </w:r>
    </w:p>
    <w:p w:rsidR="00B65DC9" w:rsidRDefault="00B65DC9" w:rsidP="00B65DC9">
      <w:r>
        <w:t>894.8859</w:t>
      </w:r>
      <w:r>
        <w:tab/>
        <w:t>1.013e0</w:t>
      </w:r>
    </w:p>
    <w:p w:rsidR="00B65DC9" w:rsidRDefault="00B65DC9" w:rsidP="00B65DC9">
      <w:r>
        <w:t>894.9202</w:t>
      </w:r>
      <w:r>
        <w:tab/>
        <w:t>1.013e0</w:t>
      </w:r>
    </w:p>
    <w:p w:rsidR="00B65DC9" w:rsidRDefault="00B65DC9" w:rsidP="00B65DC9">
      <w:r>
        <w:t>894.9503</w:t>
      </w:r>
      <w:r>
        <w:tab/>
        <w:t>1.013e0</w:t>
      </w:r>
    </w:p>
    <w:p w:rsidR="00B65DC9" w:rsidRDefault="00B65DC9" w:rsidP="00B65DC9">
      <w:r>
        <w:t>894.9855</w:t>
      </w:r>
      <w:r>
        <w:tab/>
        <w:t>1.013e0</w:t>
      </w:r>
    </w:p>
    <w:p w:rsidR="00B65DC9" w:rsidRDefault="00B65DC9" w:rsidP="00B65DC9">
      <w:r>
        <w:t>894.9890</w:t>
      </w:r>
      <w:r>
        <w:tab/>
        <w:t>2.025e0</w:t>
      </w:r>
    </w:p>
    <w:p w:rsidR="00B65DC9" w:rsidRDefault="00B65DC9" w:rsidP="00B65DC9">
      <w:r>
        <w:t>895.0303</w:t>
      </w:r>
      <w:r>
        <w:tab/>
        <w:t>3.038e0</w:t>
      </w:r>
    </w:p>
    <w:p w:rsidR="00B65DC9" w:rsidRDefault="00B65DC9" w:rsidP="00B65DC9">
      <w:r>
        <w:t>895.1454</w:t>
      </w:r>
      <w:r>
        <w:tab/>
        <w:t>1.013e0</w:t>
      </w:r>
    </w:p>
    <w:p w:rsidR="00B65DC9" w:rsidRDefault="00B65DC9" w:rsidP="00B65DC9">
      <w:r>
        <w:t>895.2205</w:t>
      </w:r>
      <w:r>
        <w:tab/>
        <w:t>1.013e0</w:t>
      </w:r>
    </w:p>
    <w:p w:rsidR="00B65DC9" w:rsidRDefault="00B65DC9" w:rsidP="00B65DC9">
      <w:r>
        <w:t>895.2366</w:t>
      </w:r>
      <w:r>
        <w:tab/>
        <w:t>1.266e-2</w:t>
      </w:r>
    </w:p>
    <w:p w:rsidR="00B65DC9" w:rsidRDefault="00B65DC9" w:rsidP="00B65DC9">
      <w:r>
        <w:lastRenderedPageBreak/>
        <w:t>895.2870</w:t>
      </w:r>
      <w:r>
        <w:tab/>
        <w:t>2.025e0</w:t>
      </w:r>
    </w:p>
    <w:p w:rsidR="00B65DC9" w:rsidRDefault="00B65DC9" w:rsidP="00B65DC9">
      <w:r>
        <w:t>895.3561</w:t>
      </w:r>
      <w:r>
        <w:tab/>
        <w:t>1.013e0</w:t>
      </w:r>
    </w:p>
    <w:p w:rsidR="00B65DC9" w:rsidRDefault="00B65DC9" w:rsidP="00B65DC9">
      <w:r>
        <w:t>895.4318</w:t>
      </w:r>
      <w:r>
        <w:tab/>
        <w:t>1.013e0</w:t>
      </w:r>
    </w:p>
    <w:p w:rsidR="00B65DC9" w:rsidRDefault="00B65DC9" w:rsidP="00B65DC9">
      <w:r>
        <w:t>895.4618</w:t>
      </w:r>
      <w:r>
        <w:tab/>
        <w:t>2.025e0</w:t>
      </w:r>
    </w:p>
    <w:p w:rsidR="00B65DC9" w:rsidRDefault="00B65DC9" w:rsidP="00B65DC9">
      <w:r>
        <w:t>895.4811</w:t>
      </w:r>
      <w:r>
        <w:tab/>
        <w:t>2.025e0</w:t>
      </w:r>
    </w:p>
    <w:p w:rsidR="00B65DC9" w:rsidRDefault="00B65DC9" w:rsidP="00B65DC9">
      <w:r>
        <w:t>895.4919</w:t>
      </w:r>
      <w:r>
        <w:tab/>
        <w:t>1.266e-2</w:t>
      </w:r>
    </w:p>
    <w:p w:rsidR="00B65DC9" w:rsidRDefault="00B65DC9" w:rsidP="00B65DC9">
      <w:r>
        <w:t>895.5208</w:t>
      </w:r>
      <w:r>
        <w:tab/>
        <w:t>1.013e0</w:t>
      </w:r>
    </w:p>
    <w:p w:rsidR="00B65DC9" w:rsidRDefault="00B65DC9" w:rsidP="00B65DC9">
      <w:r>
        <w:t>895.6109</w:t>
      </w:r>
      <w:r>
        <w:tab/>
        <w:t>1.013e0</w:t>
      </w:r>
    </w:p>
    <w:p w:rsidR="00B65DC9" w:rsidRDefault="00B65DC9" w:rsidP="00B65DC9">
      <w:r>
        <w:t>895.6747</w:t>
      </w:r>
      <w:r>
        <w:tab/>
        <w:t>2.025e0</w:t>
      </w:r>
    </w:p>
    <w:p w:rsidR="00B65DC9" w:rsidRDefault="00B65DC9" w:rsidP="00B65DC9">
      <w:r>
        <w:t>895.7147</w:t>
      </w:r>
      <w:r>
        <w:tab/>
        <w:t>2.025e0</w:t>
      </w:r>
    </w:p>
    <w:p w:rsidR="00B65DC9" w:rsidRDefault="00B65DC9" w:rsidP="00B65DC9">
      <w:r>
        <w:t>895.7461</w:t>
      </w:r>
      <w:r>
        <w:tab/>
        <w:t>1.013e0</w:t>
      </w:r>
    </w:p>
    <w:p w:rsidR="00B65DC9" w:rsidRDefault="00B65DC9" w:rsidP="00B65DC9">
      <w:r>
        <w:t>895.8493</w:t>
      </w:r>
      <w:r>
        <w:tab/>
        <w:t>1.266e-2</w:t>
      </w:r>
    </w:p>
    <w:p w:rsidR="00B65DC9" w:rsidRDefault="00B65DC9" w:rsidP="00B65DC9">
      <w:r>
        <w:t>895.8513</w:t>
      </w:r>
      <w:r>
        <w:tab/>
        <w:t>1.013e0</w:t>
      </w:r>
    </w:p>
    <w:p w:rsidR="00B65DC9" w:rsidRDefault="00B65DC9" w:rsidP="00B65DC9">
      <w:r>
        <w:t>895.9846</w:t>
      </w:r>
      <w:r>
        <w:tab/>
        <w:t>1.266e-2</w:t>
      </w:r>
    </w:p>
    <w:p w:rsidR="00B65DC9" w:rsidRDefault="00B65DC9" w:rsidP="00B65DC9">
      <w:r>
        <w:t>896.0165</w:t>
      </w:r>
      <w:r>
        <w:tab/>
        <w:t>1.266e-2</w:t>
      </w:r>
    </w:p>
    <w:p w:rsidR="00B65DC9" w:rsidRDefault="00B65DC9" w:rsidP="00B65DC9">
      <w:r>
        <w:t>896.0327</w:t>
      </w:r>
      <w:r>
        <w:tab/>
        <w:t>1.013e0</w:t>
      </w:r>
    </w:p>
    <w:p w:rsidR="00B65DC9" w:rsidRDefault="00B65DC9" w:rsidP="00B65DC9">
      <w:r>
        <w:t>896.1368</w:t>
      </w:r>
      <w:r>
        <w:tab/>
        <w:t>1.013e0</w:t>
      </w:r>
    </w:p>
    <w:p w:rsidR="00B65DC9" w:rsidRDefault="00B65DC9" w:rsidP="00B65DC9">
      <w:r>
        <w:t>896.1830</w:t>
      </w:r>
      <w:r>
        <w:tab/>
        <w:t>1.013e0</w:t>
      </w:r>
    </w:p>
    <w:p w:rsidR="00B65DC9" w:rsidRDefault="00B65DC9" w:rsidP="00B65DC9">
      <w:r>
        <w:t>896.3183</w:t>
      </w:r>
      <w:r>
        <w:tab/>
        <w:t>1.013e0</w:t>
      </w:r>
    </w:p>
    <w:p w:rsidR="00B65DC9" w:rsidRDefault="00B65DC9" w:rsidP="00B65DC9">
      <w:r>
        <w:lastRenderedPageBreak/>
        <w:t>896.3382</w:t>
      </w:r>
      <w:r>
        <w:tab/>
        <w:t>1.013e0</w:t>
      </w:r>
    </w:p>
    <w:p w:rsidR="00B65DC9" w:rsidRDefault="00B65DC9" w:rsidP="00B65DC9">
      <w:r>
        <w:t>896.4073</w:t>
      </w:r>
      <w:r>
        <w:tab/>
        <w:t>1.013e0</w:t>
      </w:r>
    </w:p>
    <w:p w:rsidR="00B65DC9" w:rsidRDefault="00B65DC9" w:rsidP="00B65DC9">
      <w:r>
        <w:t>896.4395</w:t>
      </w:r>
      <w:r>
        <w:tab/>
        <w:t>1.266e-2</w:t>
      </w:r>
    </w:p>
    <w:p w:rsidR="00B65DC9" w:rsidRDefault="00B65DC9" w:rsidP="00B65DC9">
      <w:r>
        <w:t>896.4631</w:t>
      </w:r>
      <w:r>
        <w:tab/>
        <w:t>2.025e0</w:t>
      </w:r>
    </w:p>
    <w:p w:rsidR="00B65DC9" w:rsidRDefault="00B65DC9" w:rsidP="00B65DC9">
      <w:r>
        <w:t>896.5429</w:t>
      </w:r>
      <w:r>
        <w:tab/>
        <w:t>2.025e0</w:t>
      </w:r>
    </w:p>
    <w:p w:rsidR="00B65DC9" w:rsidRDefault="00B65DC9" w:rsidP="00B65DC9">
      <w:r>
        <w:t>896.5576</w:t>
      </w:r>
      <w:r>
        <w:tab/>
        <w:t>1.266e-2</w:t>
      </w:r>
    </w:p>
    <w:p w:rsidR="00B65DC9" w:rsidRDefault="00B65DC9" w:rsidP="00B65DC9">
      <w:r>
        <w:t>896.5746</w:t>
      </w:r>
      <w:r>
        <w:tab/>
        <w:t>2.051e0</w:t>
      </w:r>
    </w:p>
    <w:p w:rsidR="00B65DC9" w:rsidRDefault="00B65DC9" w:rsidP="00B65DC9">
      <w:r>
        <w:t>896.6215</w:t>
      </w:r>
      <w:r>
        <w:tab/>
        <w:t>2.025e0</w:t>
      </w:r>
    </w:p>
    <w:p w:rsidR="00B65DC9" w:rsidRDefault="00B65DC9" w:rsidP="00B65DC9">
      <w:r>
        <w:t>896.6608</w:t>
      </w:r>
      <w:r>
        <w:tab/>
        <w:t>1.013e0</w:t>
      </w:r>
    </w:p>
    <w:p w:rsidR="00B65DC9" w:rsidRDefault="00B65DC9" w:rsidP="00B65DC9">
      <w:r>
        <w:t>896.6968</w:t>
      </w:r>
      <w:r>
        <w:tab/>
        <w:t>3.038e0</w:t>
      </w:r>
    </w:p>
    <w:p w:rsidR="00B65DC9" w:rsidRDefault="00B65DC9" w:rsidP="00B65DC9">
      <w:r>
        <w:t>896.7306</w:t>
      </w:r>
      <w:r>
        <w:tab/>
        <w:t>2.025e0</w:t>
      </w:r>
    </w:p>
    <w:p w:rsidR="00B65DC9" w:rsidRDefault="00B65DC9" w:rsidP="00B65DC9">
      <w:r>
        <w:t>896.8133</w:t>
      </w:r>
      <w:r>
        <w:tab/>
        <w:t>1.025e0</w:t>
      </w:r>
    </w:p>
    <w:p w:rsidR="00B65DC9" w:rsidRDefault="00B65DC9" w:rsidP="00B65DC9">
      <w:r>
        <w:t>896.8584</w:t>
      </w:r>
      <w:r>
        <w:tab/>
        <w:t>1.013e0</w:t>
      </w:r>
    </w:p>
    <w:p w:rsidR="00B65DC9" w:rsidRDefault="00B65DC9" w:rsidP="00B65DC9">
      <w:r>
        <w:t>896.9148</w:t>
      </w:r>
      <w:r>
        <w:tab/>
        <w:t>1.013e0</w:t>
      </w:r>
    </w:p>
    <w:p w:rsidR="00B65DC9" w:rsidRDefault="00B65DC9" w:rsidP="00B65DC9">
      <w:r>
        <w:t>896.9186</w:t>
      </w:r>
      <w:r>
        <w:tab/>
        <w:t>1.013e0</w:t>
      </w:r>
    </w:p>
    <w:p w:rsidR="00B65DC9" w:rsidRDefault="00B65DC9" w:rsidP="00B65DC9">
      <w:r>
        <w:t>897.0540</w:t>
      </w:r>
      <w:r>
        <w:tab/>
        <w:t>1.013e0</w:t>
      </w:r>
    </w:p>
    <w:p w:rsidR="00B65DC9" w:rsidRDefault="00B65DC9" w:rsidP="00B65DC9">
      <w:r>
        <w:t>897.0591</w:t>
      </w:r>
      <w:r>
        <w:tab/>
        <w:t>2.025e0</w:t>
      </w:r>
    </w:p>
    <w:p w:rsidR="00B65DC9" w:rsidRDefault="00B65DC9" w:rsidP="00B65DC9">
      <w:r>
        <w:t>897.2056</w:t>
      </w:r>
      <w:r>
        <w:tab/>
        <w:t>2.025e0</w:t>
      </w:r>
    </w:p>
    <w:p w:rsidR="00B65DC9" w:rsidRDefault="00B65DC9" w:rsidP="00B65DC9">
      <w:r>
        <w:t>897.2450</w:t>
      </w:r>
      <w:r>
        <w:tab/>
        <w:t>3.038e0</w:t>
      </w:r>
    </w:p>
    <w:p w:rsidR="00B65DC9" w:rsidRDefault="00B65DC9" w:rsidP="00B65DC9">
      <w:r>
        <w:lastRenderedPageBreak/>
        <w:t>897.3849</w:t>
      </w:r>
      <w:r>
        <w:tab/>
        <w:t>2.025e0</w:t>
      </w:r>
    </w:p>
    <w:p w:rsidR="00B65DC9" w:rsidRDefault="00B65DC9" w:rsidP="00B65DC9">
      <w:r>
        <w:t>897.4731</w:t>
      </w:r>
      <w:r>
        <w:tab/>
        <w:t>1.013e0</w:t>
      </w:r>
    </w:p>
    <w:p w:rsidR="00B65DC9" w:rsidRDefault="00B65DC9" w:rsidP="00B65DC9">
      <w:r>
        <w:t>897.5053</w:t>
      </w:r>
      <w:r>
        <w:tab/>
        <w:t>2.025e0</w:t>
      </w:r>
    </w:p>
    <w:p w:rsidR="00B65DC9" w:rsidRDefault="00B65DC9" w:rsidP="00B65DC9">
      <w:r>
        <w:t>897.5204</w:t>
      </w:r>
      <w:r>
        <w:tab/>
        <w:t>2.025e0</w:t>
      </w:r>
    </w:p>
    <w:p w:rsidR="00B65DC9" w:rsidRDefault="00B65DC9" w:rsidP="00B65DC9">
      <w:r>
        <w:t>897.6257</w:t>
      </w:r>
      <w:r>
        <w:tab/>
        <w:t>1.266e-2</w:t>
      </w:r>
    </w:p>
    <w:p w:rsidR="00B65DC9" w:rsidRDefault="00B65DC9" w:rsidP="00B65DC9">
      <w:r>
        <w:t>897.6408</w:t>
      </w:r>
      <w:r>
        <w:tab/>
        <w:t>1.013e0</w:t>
      </w:r>
    </w:p>
    <w:p w:rsidR="00B65DC9" w:rsidRDefault="00B65DC9" w:rsidP="00B65DC9">
      <w:r>
        <w:t>897.6709</w:t>
      </w:r>
      <w:r>
        <w:tab/>
        <w:t>1.013e0</w:t>
      </w:r>
    </w:p>
    <w:p w:rsidR="00B65DC9" w:rsidRDefault="00B65DC9" w:rsidP="00B65DC9">
      <w:r>
        <w:t>897.7077</w:t>
      </w:r>
      <w:r>
        <w:tab/>
        <w:t>1.013e0</w:t>
      </w:r>
    </w:p>
    <w:p w:rsidR="00B65DC9" w:rsidRDefault="00B65DC9" w:rsidP="00B65DC9">
      <w:r>
        <w:t>897.7323</w:t>
      </w:r>
      <w:r>
        <w:tab/>
        <w:t>1.013e0</w:t>
      </w:r>
    </w:p>
    <w:p w:rsidR="00B65DC9" w:rsidRDefault="00B65DC9" w:rsidP="00B65DC9">
      <w:r>
        <w:t>897.8256</w:t>
      </w:r>
      <w:r>
        <w:tab/>
        <w:t>1.013e0</w:t>
      </w:r>
    </w:p>
    <w:p w:rsidR="00B65DC9" w:rsidRDefault="00B65DC9" w:rsidP="00B65DC9">
      <w:r>
        <w:t>897.9419</w:t>
      </w:r>
      <w:r>
        <w:tab/>
        <w:t>1.266e-2</w:t>
      </w:r>
    </w:p>
    <w:p w:rsidR="00B65DC9" w:rsidRDefault="00B65DC9" w:rsidP="00B65DC9">
      <w:r>
        <w:t>897.9581</w:t>
      </w:r>
      <w:r>
        <w:tab/>
        <w:t>1.013e0</w:t>
      </w:r>
    </w:p>
    <w:p w:rsidR="00B65DC9" w:rsidRDefault="00B65DC9" w:rsidP="00B65DC9">
      <w:r>
        <w:t>897.9720</w:t>
      </w:r>
      <w:r>
        <w:tab/>
        <w:t>1.013e0</w:t>
      </w:r>
    </w:p>
    <w:p w:rsidR="00B65DC9" w:rsidRDefault="00B65DC9" w:rsidP="00B65DC9">
      <w:r>
        <w:t>898.1075</w:t>
      </w:r>
      <w:r>
        <w:tab/>
        <w:t>1.013e0</w:t>
      </w:r>
    </w:p>
    <w:p w:rsidR="00B65DC9" w:rsidRDefault="00B65DC9" w:rsidP="00B65DC9">
      <w:r>
        <w:t>898.1305</w:t>
      </w:r>
      <w:r>
        <w:tab/>
        <w:t>1.013e0</w:t>
      </w:r>
    </w:p>
    <w:p w:rsidR="00B65DC9" w:rsidRDefault="00B65DC9" w:rsidP="00B65DC9">
      <w:r>
        <w:t>898.1444</w:t>
      </w:r>
      <w:r>
        <w:tab/>
        <w:t>2.025e0</w:t>
      </w:r>
    </w:p>
    <w:p w:rsidR="00B65DC9" w:rsidRDefault="00B65DC9" w:rsidP="00B65DC9">
      <w:r>
        <w:t>898.2130</w:t>
      </w:r>
      <w:r>
        <w:tab/>
        <w:t>1.013e0</w:t>
      </w:r>
    </w:p>
    <w:p w:rsidR="00B65DC9" w:rsidRDefault="00B65DC9" w:rsidP="00B65DC9">
      <w:r>
        <w:t>898.2485</w:t>
      </w:r>
      <w:r>
        <w:tab/>
        <w:t>1.013e0</w:t>
      </w:r>
    </w:p>
    <w:p w:rsidR="00B65DC9" w:rsidRDefault="00B65DC9" w:rsidP="00B65DC9">
      <w:r>
        <w:t>898.2710</w:t>
      </w:r>
      <w:r>
        <w:tab/>
        <w:t>2.025e0</w:t>
      </w:r>
    </w:p>
    <w:p w:rsidR="00B65DC9" w:rsidRDefault="00B65DC9" w:rsidP="00B65DC9">
      <w:r>
        <w:lastRenderedPageBreak/>
        <w:t>898.2808</w:t>
      </w:r>
      <w:r>
        <w:tab/>
        <w:t>2.025e0</w:t>
      </w:r>
    </w:p>
    <w:p w:rsidR="00B65DC9" w:rsidRDefault="00B65DC9" w:rsidP="00B65DC9">
      <w:r>
        <w:t>898.3647</w:t>
      </w:r>
      <w:r>
        <w:tab/>
        <w:t>1.013e0</w:t>
      </w:r>
    </w:p>
    <w:p w:rsidR="00B65DC9" w:rsidRDefault="00B65DC9" w:rsidP="00B65DC9">
      <w:r>
        <w:t>898.4639</w:t>
      </w:r>
      <w:r>
        <w:tab/>
        <w:t>4.051e0</w:t>
      </w:r>
    </w:p>
    <w:p w:rsidR="00B65DC9" w:rsidRDefault="00B65DC9" w:rsidP="00B65DC9">
      <w:r>
        <w:t>898.4702</w:t>
      </w:r>
      <w:r>
        <w:tab/>
        <w:t>2.025e0</w:t>
      </w:r>
    </w:p>
    <w:p w:rsidR="00B65DC9" w:rsidRDefault="00B65DC9" w:rsidP="00B65DC9">
      <w:r>
        <w:t>898.5745</w:t>
      </w:r>
      <w:r>
        <w:tab/>
        <w:t>1.013e0</w:t>
      </w:r>
    </w:p>
    <w:p w:rsidR="00B65DC9" w:rsidRDefault="00B65DC9" w:rsidP="00B65DC9">
      <w:r>
        <w:t>898.5757</w:t>
      </w:r>
      <w:r>
        <w:tab/>
        <w:t>1.013e0</w:t>
      </w:r>
    </w:p>
    <w:p w:rsidR="00B65DC9" w:rsidRDefault="00B65DC9" w:rsidP="00B65DC9">
      <w:r>
        <w:t>898.6197</w:t>
      </w:r>
      <w:r>
        <w:tab/>
        <w:t>1.266e-2</w:t>
      </w:r>
    </w:p>
    <w:p w:rsidR="00B65DC9" w:rsidRDefault="00B65DC9" w:rsidP="00B65DC9">
      <w:r>
        <w:t>898.6539</w:t>
      </w:r>
      <w:r>
        <w:tab/>
        <w:t>1.013e0</w:t>
      </w:r>
    </w:p>
    <w:p w:rsidR="00B65DC9" w:rsidRDefault="00B65DC9" w:rsidP="00B65DC9">
      <w:r>
        <w:t>898.6551</w:t>
      </w:r>
      <w:r>
        <w:tab/>
        <w:t>1.013e0</w:t>
      </w:r>
    </w:p>
    <w:p w:rsidR="00B65DC9" w:rsidRDefault="00B65DC9" w:rsidP="00B65DC9">
      <w:r>
        <w:t>898.7101</w:t>
      </w:r>
      <w:r>
        <w:tab/>
        <w:t>1.013e0</w:t>
      </w:r>
    </w:p>
    <w:p w:rsidR="00B65DC9" w:rsidRDefault="00B65DC9" w:rsidP="00B65DC9">
      <w:r>
        <w:t>898.7855</w:t>
      </w:r>
      <w:r>
        <w:tab/>
        <w:t>2.025e0</w:t>
      </w:r>
    </w:p>
    <w:p w:rsidR="00B65DC9" w:rsidRDefault="00B65DC9" w:rsidP="00B65DC9">
      <w:r>
        <w:t>898.8307</w:t>
      </w:r>
      <w:r>
        <w:tab/>
        <w:t>1.013e0</w:t>
      </w:r>
    </w:p>
    <w:p w:rsidR="00B65DC9" w:rsidRDefault="00B65DC9" w:rsidP="00B65DC9">
      <w:r>
        <w:t>898.8458</w:t>
      </w:r>
      <w:r>
        <w:tab/>
        <w:t>2.025e0</w:t>
      </w:r>
    </w:p>
    <w:p w:rsidR="00B65DC9" w:rsidRDefault="00B65DC9" w:rsidP="00B65DC9">
      <w:r>
        <w:t>898.8771</w:t>
      </w:r>
      <w:r>
        <w:tab/>
        <w:t>1.013e0</w:t>
      </w:r>
    </w:p>
    <w:p w:rsidR="00B65DC9" w:rsidRDefault="00B65DC9" w:rsidP="00B65DC9">
      <w:r>
        <w:t>898.8806</w:t>
      </w:r>
      <w:r>
        <w:tab/>
        <w:t>2.025e0</w:t>
      </w:r>
    </w:p>
    <w:p w:rsidR="00B65DC9" w:rsidRDefault="00B65DC9" w:rsidP="00B65DC9">
      <w:r>
        <w:t>898.9589</w:t>
      </w:r>
      <w:r>
        <w:tab/>
        <w:t>2.025e0</w:t>
      </w:r>
    </w:p>
    <w:p w:rsidR="00B65DC9" w:rsidRDefault="00B65DC9" w:rsidP="00B65DC9">
      <w:r>
        <w:t>899.0251</w:t>
      </w:r>
      <w:r>
        <w:tab/>
        <w:t>1.025e0</w:t>
      </w:r>
    </w:p>
    <w:p w:rsidR="00B65DC9" w:rsidRDefault="00B65DC9" w:rsidP="00B65DC9">
      <w:r>
        <w:t>899.0718</w:t>
      </w:r>
      <w:r>
        <w:tab/>
        <w:t>1.266e-2</w:t>
      </w:r>
    </w:p>
    <w:p w:rsidR="00B65DC9" w:rsidRDefault="00B65DC9" w:rsidP="00B65DC9">
      <w:r>
        <w:t>899.1020</w:t>
      </w:r>
      <w:r>
        <w:tab/>
        <w:t>1.013e0</w:t>
      </w:r>
    </w:p>
    <w:p w:rsidR="00B65DC9" w:rsidRDefault="00B65DC9" w:rsidP="00B65DC9">
      <w:r>
        <w:lastRenderedPageBreak/>
        <w:t>899.1624</w:t>
      </w:r>
      <w:r>
        <w:tab/>
        <w:t>1.013e0</w:t>
      </w:r>
    </w:p>
    <w:p w:rsidR="00B65DC9" w:rsidRDefault="00B65DC9" w:rsidP="00B65DC9">
      <w:r>
        <w:t>899.2528</w:t>
      </w:r>
      <w:r>
        <w:tab/>
        <w:t>1.013e0</w:t>
      </w:r>
    </w:p>
    <w:p w:rsidR="00B65DC9" w:rsidRDefault="00B65DC9" w:rsidP="00B65DC9">
      <w:r>
        <w:t>899.2599</w:t>
      </w:r>
      <w:r>
        <w:tab/>
        <w:t>2.025e0</w:t>
      </w:r>
    </w:p>
    <w:p w:rsidR="00B65DC9" w:rsidRDefault="00B65DC9" w:rsidP="00B65DC9">
      <w:r>
        <w:t>899.3433</w:t>
      </w:r>
      <w:r>
        <w:tab/>
        <w:t>1.013e0</w:t>
      </w:r>
    </w:p>
    <w:p w:rsidR="00B65DC9" w:rsidRDefault="00B65DC9" w:rsidP="00B65DC9">
      <w:r>
        <w:t>899.3583</w:t>
      </w:r>
      <w:r>
        <w:tab/>
        <w:t>1.266e-2</w:t>
      </w:r>
    </w:p>
    <w:p w:rsidR="00B65DC9" w:rsidRDefault="00B65DC9" w:rsidP="00B65DC9">
      <w:r>
        <w:t>899.3644</w:t>
      </w:r>
      <w:r>
        <w:tab/>
        <w:t>1.013e0</w:t>
      </w:r>
    </w:p>
    <w:p w:rsidR="00B65DC9" w:rsidRDefault="00B65DC9" w:rsidP="00B65DC9">
      <w:r>
        <w:t>899.4036</w:t>
      </w:r>
      <w:r>
        <w:tab/>
        <w:t>1.013e0</w:t>
      </w:r>
    </w:p>
    <w:p w:rsidR="00B65DC9" w:rsidRDefault="00B65DC9" w:rsidP="00B65DC9">
      <w:r>
        <w:t>899.5076</w:t>
      </w:r>
      <w:r>
        <w:tab/>
        <w:t>3.038e0</w:t>
      </w:r>
    </w:p>
    <w:p w:rsidR="00B65DC9" w:rsidRDefault="00B65DC9" w:rsidP="00B65DC9">
      <w:r>
        <w:t>899.5544</w:t>
      </w:r>
      <w:r>
        <w:tab/>
        <w:t>1.013e0</w:t>
      </w:r>
    </w:p>
    <w:p w:rsidR="00B65DC9" w:rsidRDefault="00B65DC9" w:rsidP="00B65DC9">
      <w:r>
        <w:t>899.6302</w:t>
      </w:r>
      <w:r>
        <w:tab/>
        <w:t>2.025e0</w:t>
      </w:r>
    </w:p>
    <w:p w:rsidR="00B65DC9" w:rsidRDefault="00B65DC9" w:rsidP="00B65DC9">
      <w:r>
        <w:t>899.6519</w:t>
      </w:r>
      <w:r>
        <w:tab/>
        <w:t>1.013e0</w:t>
      </w:r>
    </w:p>
    <w:p w:rsidR="00B65DC9" w:rsidRDefault="00B65DC9" w:rsidP="00B65DC9">
      <w:r>
        <w:t>899.6913</w:t>
      </w:r>
      <w:r>
        <w:tab/>
        <w:t>1.013e0</w:t>
      </w:r>
    </w:p>
    <w:p w:rsidR="00B65DC9" w:rsidRDefault="00B65DC9" w:rsidP="00B65DC9">
      <w:r>
        <w:t>899.7354</w:t>
      </w:r>
      <w:r>
        <w:tab/>
        <w:t>1.013e0</w:t>
      </w:r>
    </w:p>
    <w:p w:rsidR="00B65DC9" w:rsidRDefault="00B65DC9" w:rsidP="00B65DC9">
      <w:r>
        <w:t>899.7958</w:t>
      </w:r>
      <w:r>
        <w:tab/>
        <w:t>1.013e0</w:t>
      </w:r>
    </w:p>
    <w:p w:rsidR="00B65DC9" w:rsidRDefault="00B65DC9" w:rsidP="00B65DC9">
      <w:r>
        <w:t>899.8552</w:t>
      </w:r>
      <w:r>
        <w:tab/>
        <w:t>2.025e0</w:t>
      </w:r>
    </w:p>
    <w:p w:rsidR="00B65DC9" w:rsidRDefault="00B65DC9" w:rsidP="00B65DC9">
      <w:r>
        <w:t>899.8918</w:t>
      </w:r>
      <w:r>
        <w:tab/>
        <w:t>1.038e0</w:t>
      </w:r>
    </w:p>
    <w:p w:rsidR="00B65DC9" w:rsidRDefault="00B65DC9" w:rsidP="00B65DC9">
      <w:r>
        <w:t>899.9666</w:t>
      </w:r>
      <w:r>
        <w:tab/>
        <w:t>2.025e0</w:t>
      </w:r>
    </w:p>
    <w:p w:rsidR="00B65DC9" w:rsidRDefault="00B65DC9" w:rsidP="00B65DC9">
      <w:r>
        <w:t>900.0070</w:t>
      </w:r>
      <w:r>
        <w:tab/>
        <w:t>2.025e0</w:t>
      </w:r>
    </w:p>
    <w:p w:rsidR="00B65DC9" w:rsidRDefault="00B65DC9" w:rsidP="00B65DC9">
      <w:r>
        <w:t>900.1581</w:t>
      </w:r>
      <w:r>
        <w:tab/>
        <w:t>3.038e0</w:t>
      </w:r>
    </w:p>
    <w:p w:rsidR="00B65DC9" w:rsidRDefault="00B65DC9" w:rsidP="00B65DC9">
      <w:r>
        <w:lastRenderedPageBreak/>
        <w:t>900.1924</w:t>
      </w:r>
      <w:r>
        <w:tab/>
        <w:t>1.013e0</w:t>
      </w:r>
    </w:p>
    <w:p w:rsidR="00B65DC9" w:rsidRDefault="00B65DC9" w:rsidP="00B65DC9">
      <w:r>
        <w:t>900.2109</w:t>
      </w:r>
      <w:r>
        <w:tab/>
        <w:t>1.013e0</w:t>
      </w:r>
    </w:p>
    <w:p w:rsidR="00B65DC9" w:rsidRDefault="00B65DC9" w:rsidP="00B65DC9">
      <w:r>
        <w:t>900.2938</w:t>
      </w:r>
      <w:r>
        <w:tab/>
        <w:t>1.013e0</w:t>
      </w:r>
    </w:p>
    <w:p w:rsidR="00B65DC9" w:rsidRDefault="00B65DC9" w:rsidP="00B65DC9">
      <w:r>
        <w:t>900.3109</w:t>
      </w:r>
      <w:r>
        <w:tab/>
        <w:t>1.013e0</w:t>
      </w:r>
    </w:p>
    <w:p w:rsidR="00B65DC9" w:rsidRDefault="00B65DC9" w:rsidP="00B65DC9">
      <w:r>
        <w:t>900.3541</w:t>
      </w:r>
      <w:r>
        <w:tab/>
        <w:t>1.013e0</w:t>
      </w:r>
    </w:p>
    <w:p w:rsidR="00B65DC9" w:rsidRDefault="00B65DC9" w:rsidP="00B65DC9">
      <w:r>
        <w:t>900.4163</w:t>
      </w:r>
      <w:r>
        <w:tab/>
        <w:t>2.025e0</w:t>
      </w:r>
    </w:p>
    <w:p w:rsidR="00B65DC9" w:rsidRDefault="00B65DC9" w:rsidP="00B65DC9">
      <w:r>
        <w:t>900.4296</w:t>
      </w:r>
      <w:r>
        <w:tab/>
        <w:t>1.013e0</w:t>
      </w:r>
    </w:p>
    <w:p w:rsidR="00B65DC9" w:rsidRDefault="00B65DC9" w:rsidP="00B65DC9">
      <w:r>
        <w:t>900.4520</w:t>
      </w:r>
      <w:r>
        <w:tab/>
        <w:t>2.025e0</w:t>
      </w:r>
    </w:p>
    <w:p w:rsidR="00B65DC9" w:rsidRDefault="00B65DC9" w:rsidP="00B65DC9">
      <w:r>
        <w:t>900.4900</w:t>
      </w:r>
      <w:r>
        <w:tab/>
        <w:t>1.013e0</w:t>
      </w:r>
    </w:p>
    <w:p w:rsidR="00B65DC9" w:rsidRDefault="00B65DC9" w:rsidP="00B65DC9">
      <w:r>
        <w:t>900.5655</w:t>
      </w:r>
      <w:r>
        <w:tab/>
        <w:t>1.013e0</w:t>
      </w:r>
    </w:p>
    <w:p w:rsidR="00B65DC9" w:rsidRDefault="00B65DC9" w:rsidP="00B65DC9">
      <w:r>
        <w:t>900.6259</w:t>
      </w:r>
      <w:r>
        <w:tab/>
        <w:t>1.266e-2</w:t>
      </w:r>
    </w:p>
    <w:p w:rsidR="00B65DC9" w:rsidRDefault="00B65DC9" w:rsidP="00B65DC9">
      <w:r>
        <w:t>900.6453</w:t>
      </w:r>
      <w:r>
        <w:tab/>
        <w:t>3.038e0</w:t>
      </w:r>
    </w:p>
    <w:p w:rsidR="00B65DC9" w:rsidRDefault="00B65DC9" w:rsidP="00B65DC9">
      <w:r>
        <w:t>900.6863</w:t>
      </w:r>
      <w:r>
        <w:tab/>
        <w:t>1.266e-2</w:t>
      </w:r>
    </w:p>
    <w:p w:rsidR="00B65DC9" w:rsidRDefault="00B65DC9" w:rsidP="00B65DC9">
      <w:r>
        <w:t>900.7467</w:t>
      </w:r>
      <w:r>
        <w:tab/>
        <w:t>1.013e0</w:t>
      </w:r>
    </w:p>
    <w:p w:rsidR="00B65DC9" w:rsidRDefault="00B65DC9" w:rsidP="00B65DC9">
      <w:r>
        <w:t>900.8982</w:t>
      </w:r>
      <w:r>
        <w:tab/>
        <w:t>2.025e0</w:t>
      </w:r>
    </w:p>
    <w:p w:rsidR="00B65DC9" w:rsidRDefault="00B65DC9" w:rsidP="00B65DC9">
      <w:r>
        <w:t>900.9370</w:t>
      </w:r>
      <w:r>
        <w:tab/>
        <w:t>1.013e0</w:t>
      </w:r>
    </w:p>
    <w:p w:rsidR="00B65DC9" w:rsidRDefault="00B65DC9" w:rsidP="00B65DC9">
      <w:r>
        <w:t>900.9431</w:t>
      </w:r>
      <w:r>
        <w:tab/>
        <w:t>1.013e0</w:t>
      </w:r>
    </w:p>
    <w:p w:rsidR="00B65DC9" w:rsidRDefault="00B65DC9" w:rsidP="00B65DC9">
      <w:r>
        <w:t>900.9544</w:t>
      </w:r>
      <w:r>
        <w:tab/>
        <w:t>1.013e0</w:t>
      </w:r>
    </w:p>
    <w:p w:rsidR="00B65DC9" w:rsidRDefault="00B65DC9" w:rsidP="00B65DC9">
      <w:r>
        <w:t>901.0488</w:t>
      </w:r>
      <w:r>
        <w:tab/>
        <w:t>1.013e0</w:t>
      </w:r>
    </w:p>
    <w:p w:rsidR="00B65DC9" w:rsidRDefault="00B65DC9" w:rsidP="00B65DC9">
      <w:r>
        <w:lastRenderedPageBreak/>
        <w:t>901.1243</w:t>
      </w:r>
      <w:r>
        <w:tab/>
        <w:t>1.013e0</w:t>
      </w:r>
    </w:p>
    <w:p w:rsidR="00B65DC9" w:rsidRDefault="00B65DC9" w:rsidP="00B65DC9">
      <w:r>
        <w:t>901.2150</w:t>
      </w:r>
      <w:r>
        <w:tab/>
        <w:t>2.025e0</w:t>
      </w:r>
    </w:p>
    <w:p w:rsidR="00B65DC9" w:rsidRDefault="00B65DC9" w:rsidP="00B65DC9">
      <w:r>
        <w:t>901.2431</w:t>
      </w:r>
      <w:r>
        <w:tab/>
        <w:t>1.013e0</w:t>
      </w:r>
    </w:p>
    <w:p w:rsidR="00B65DC9" w:rsidRDefault="00B65DC9" w:rsidP="00B65DC9">
      <w:r>
        <w:t>901.3436</w:t>
      </w:r>
      <w:r>
        <w:tab/>
        <w:t>1.266e-2</w:t>
      </w:r>
    </w:p>
    <w:p w:rsidR="00B65DC9" w:rsidRDefault="00B65DC9" w:rsidP="00B65DC9">
      <w:r>
        <w:t>901.3510</w:t>
      </w:r>
      <w:r>
        <w:tab/>
        <w:t>2.025e0</w:t>
      </w:r>
    </w:p>
    <w:p w:rsidR="00B65DC9" w:rsidRDefault="00B65DC9" w:rsidP="00B65DC9">
      <w:r>
        <w:t>901.4126</w:t>
      </w:r>
      <w:r>
        <w:tab/>
        <w:t>1.013e0</w:t>
      </w:r>
    </w:p>
    <w:p w:rsidR="00B65DC9" w:rsidRDefault="00B65DC9" w:rsidP="00B65DC9">
      <w:r>
        <w:t>901.5638</w:t>
      </w:r>
      <w:r>
        <w:tab/>
        <w:t>1.013e0</w:t>
      </w:r>
    </w:p>
    <w:p w:rsidR="00B65DC9" w:rsidRDefault="00B65DC9" w:rsidP="00B65DC9">
      <w:r>
        <w:t>901.6125</w:t>
      </w:r>
      <w:r>
        <w:tab/>
        <w:t>2.025e0</w:t>
      </w:r>
    </w:p>
    <w:p w:rsidR="00B65DC9" w:rsidRDefault="00B65DC9" w:rsidP="00B65DC9">
      <w:r>
        <w:t>901.7742</w:t>
      </w:r>
      <w:r>
        <w:tab/>
        <w:t>1.013e0</w:t>
      </w:r>
    </w:p>
    <w:p w:rsidR="00B65DC9" w:rsidRDefault="00B65DC9" w:rsidP="00B65DC9">
      <w:r>
        <w:t>901.8339</w:t>
      </w:r>
      <w:r>
        <w:tab/>
        <w:t>3.038e0</w:t>
      </w:r>
    </w:p>
    <w:p w:rsidR="00B65DC9" w:rsidRDefault="00B65DC9" w:rsidP="00B65DC9">
      <w:r>
        <w:t>901.8353</w:t>
      </w:r>
      <w:r>
        <w:tab/>
        <w:t>2.025e0</w:t>
      </w:r>
    </w:p>
    <w:p w:rsidR="00B65DC9" w:rsidRDefault="00B65DC9" w:rsidP="00B65DC9">
      <w:r>
        <w:t>901.8649</w:t>
      </w:r>
      <w:r>
        <w:tab/>
        <w:t>1.013e0</w:t>
      </w:r>
    </w:p>
    <w:p w:rsidR="00B65DC9" w:rsidRDefault="00B65DC9" w:rsidP="00B65DC9">
      <w:r>
        <w:t>901.9266</w:t>
      </w:r>
      <w:r>
        <w:tab/>
        <w:t>1.013e0</w:t>
      </w:r>
    </w:p>
    <w:p w:rsidR="00B65DC9" w:rsidRDefault="00B65DC9" w:rsidP="00B65DC9">
      <w:r>
        <w:t>901.9557</w:t>
      </w:r>
      <w:r>
        <w:tab/>
        <w:t>1.013e0</w:t>
      </w:r>
    </w:p>
    <w:p w:rsidR="00B65DC9" w:rsidRDefault="00B65DC9" w:rsidP="00B65DC9">
      <w:r>
        <w:t>902.0695</w:t>
      </w:r>
      <w:r>
        <w:tab/>
        <w:t>1.013e0</w:t>
      </w:r>
    </w:p>
    <w:p w:rsidR="00B65DC9" w:rsidRDefault="00B65DC9" w:rsidP="00B65DC9">
      <w:r>
        <w:t>902.0959</w:t>
      </w:r>
      <w:r>
        <w:tab/>
        <w:t>2.532e-2</w:t>
      </w:r>
    </w:p>
    <w:p w:rsidR="00B65DC9" w:rsidRDefault="00B65DC9" w:rsidP="00B65DC9">
      <w:r>
        <w:t>902.1886</w:t>
      </w:r>
      <w:r>
        <w:tab/>
        <w:t>3.038e0</w:t>
      </w:r>
    </w:p>
    <w:p w:rsidR="00B65DC9" w:rsidRDefault="00B65DC9" w:rsidP="00B65DC9">
      <w:r>
        <w:t>902.2047</w:t>
      </w:r>
      <w:r>
        <w:tab/>
        <w:t>1.013e0</w:t>
      </w:r>
    </w:p>
    <w:p w:rsidR="00B65DC9" w:rsidRDefault="00B65DC9" w:rsidP="00B65DC9">
      <w:r>
        <w:t>902.2306</w:t>
      </w:r>
      <w:r>
        <w:tab/>
        <w:t>1.025e0</w:t>
      </w:r>
    </w:p>
    <w:p w:rsidR="00B65DC9" w:rsidRDefault="00B65DC9" w:rsidP="00B65DC9">
      <w:r>
        <w:lastRenderedPageBreak/>
        <w:t>902.2733</w:t>
      </w:r>
      <w:r>
        <w:tab/>
        <w:t>1.013e0</w:t>
      </w:r>
    </w:p>
    <w:p w:rsidR="00B65DC9" w:rsidRDefault="00B65DC9" w:rsidP="00B65DC9">
      <w:r>
        <w:t>902.2896</w:t>
      </w:r>
      <w:r>
        <w:tab/>
        <w:t>1.266e-2</w:t>
      </w:r>
    </w:p>
    <w:p w:rsidR="00B65DC9" w:rsidRDefault="00B65DC9" w:rsidP="00B65DC9">
      <w:r>
        <w:t>902.4094</w:t>
      </w:r>
      <w:r>
        <w:tab/>
        <w:t>1.013e0</w:t>
      </w:r>
    </w:p>
    <w:p w:rsidR="00B65DC9" w:rsidRDefault="00B65DC9" w:rsidP="00B65DC9">
      <w:r>
        <w:t>902.4850</w:t>
      </w:r>
      <w:r>
        <w:tab/>
        <w:t>1.266e-2</w:t>
      </w:r>
    </w:p>
    <w:p w:rsidR="00B65DC9" w:rsidRDefault="00B65DC9" w:rsidP="00B65DC9">
      <w:r>
        <w:t>902.5093</w:t>
      </w:r>
      <w:r>
        <w:tab/>
        <w:t>2.025e0</w:t>
      </w:r>
    </w:p>
    <w:p w:rsidR="00B65DC9" w:rsidRDefault="00B65DC9" w:rsidP="00B65DC9">
      <w:r>
        <w:t>902.5266</w:t>
      </w:r>
      <w:r>
        <w:tab/>
        <w:t>1.013e0</w:t>
      </w:r>
    </w:p>
    <w:p w:rsidR="00B65DC9" w:rsidRDefault="00B65DC9" w:rsidP="00B65DC9">
      <w:r>
        <w:t>902.5443</w:t>
      </w:r>
      <w:r>
        <w:tab/>
        <w:t>1.266e-2</w:t>
      </w:r>
    </w:p>
    <w:p w:rsidR="00B65DC9" w:rsidRDefault="00B65DC9" w:rsidP="00B65DC9">
      <w:r>
        <w:t>902.5455</w:t>
      </w:r>
      <w:r>
        <w:tab/>
        <w:t>1.013e0</w:t>
      </w:r>
    </w:p>
    <w:p w:rsidR="00B65DC9" w:rsidRDefault="00B65DC9" w:rsidP="00B65DC9">
      <w:r>
        <w:t>902.6061</w:t>
      </w:r>
      <w:r>
        <w:tab/>
        <w:t>1.013e0</w:t>
      </w:r>
    </w:p>
    <w:p w:rsidR="00B65DC9" w:rsidRDefault="00B65DC9" w:rsidP="00B65DC9">
      <w:r>
        <w:t>902.6097</w:t>
      </w:r>
      <w:r>
        <w:tab/>
        <w:t>1.266e-2</w:t>
      </w:r>
    </w:p>
    <w:p w:rsidR="00B65DC9" w:rsidRDefault="00B65DC9" w:rsidP="00B65DC9">
      <w:r>
        <w:t>902.6364</w:t>
      </w:r>
      <w:r>
        <w:tab/>
        <w:t>1.013e0</w:t>
      </w:r>
    </w:p>
    <w:p w:rsidR="00B65DC9" w:rsidRDefault="00B65DC9" w:rsidP="00B65DC9">
      <w:r>
        <w:t>902.7120</w:t>
      </w:r>
      <w:r>
        <w:tab/>
        <w:t>2.025e0</w:t>
      </w:r>
    </w:p>
    <w:p w:rsidR="00B65DC9" w:rsidRDefault="00B65DC9" w:rsidP="00B65DC9">
      <w:r>
        <w:t>902.7283</w:t>
      </w:r>
      <w:r>
        <w:tab/>
        <w:t>1.266e-2</w:t>
      </w:r>
    </w:p>
    <w:p w:rsidR="00B65DC9" w:rsidRDefault="00B65DC9" w:rsidP="00B65DC9">
      <w:r>
        <w:t>902.8793</w:t>
      </w:r>
      <w:r>
        <w:tab/>
        <w:t>1.013e0</w:t>
      </w:r>
    </w:p>
    <w:p w:rsidR="00B65DC9" w:rsidRDefault="00B65DC9" w:rsidP="00B65DC9">
      <w:r>
        <w:t>902.9088</w:t>
      </w:r>
      <w:r>
        <w:tab/>
        <w:t>2.025e0</w:t>
      </w:r>
    </w:p>
    <w:p w:rsidR="00B65DC9" w:rsidRDefault="00B65DC9" w:rsidP="00B65DC9">
      <w:r>
        <w:t>903.0148</w:t>
      </w:r>
      <w:r>
        <w:tab/>
        <w:t>1.013e0</w:t>
      </w:r>
    </w:p>
    <w:p w:rsidR="00B65DC9" w:rsidRDefault="00B65DC9" w:rsidP="00B65DC9">
      <w:r>
        <w:t>903.0602</w:t>
      </w:r>
      <w:r>
        <w:tab/>
        <w:t>2.025e0</w:t>
      </w:r>
    </w:p>
    <w:p w:rsidR="00B65DC9" w:rsidRDefault="00B65DC9" w:rsidP="00B65DC9">
      <w:r>
        <w:t>903.0839</w:t>
      </w:r>
      <w:r>
        <w:tab/>
        <w:t>1.013e0</w:t>
      </w:r>
    </w:p>
    <w:p w:rsidR="00B65DC9" w:rsidRDefault="00B65DC9" w:rsidP="00B65DC9">
      <w:r>
        <w:t>903.1056</w:t>
      </w:r>
      <w:r>
        <w:tab/>
        <w:t>1.013e0</w:t>
      </w:r>
    </w:p>
    <w:p w:rsidR="00B65DC9" w:rsidRDefault="00B65DC9" w:rsidP="00B65DC9">
      <w:r>
        <w:lastRenderedPageBreak/>
        <w:t>903.1813</w:t>
      </w:r>
      <w:r>
        <w:tab/>
        <w:t>1.013e0</w:t>
      </w:r>
    </w:p>
    <w:p w:rsidR="00B65DC9" w:rsidRDefault="00B65DC9" w:rsidP="00B65DC9">
      <w:r>
        <w:t>903.2267</w:t>
      </w:r>
      <w:r>
        <w:tab/>
        <w:t>1.013e0</w:t>
      </w:r>
    </w:p>
    <w:p w:rsidR="00B65DC9" w:rsidRDefault="00B65DC9" w:rsidP="00B65DC9">
      <w:r>
        <w:t>903.3065</w:t>
      </w:r>
      <w:r>
        <w:tab/>
        <w:t>5.063e0</w:t>
      </w:r>
    </w:p>
    <w:p w:rsidR="00B65DC9" w:rsidRDefault="00B65DC9" w:rsidP="00B65DC9">
      <w:r>
        <w:t>903.3188</w:t>
      </w:r>
      <w:r>
        <w:tab/>
        <w:t>2.532e-2</w:t>
      </w:r>
    </w:p>
    <w:p w:rsidR="00B65DC9" w:rsidRDefault="00B65DC9" w:rsidP="00B65DC9">
      <w:r>
        <w:t>903.3230</w:t>
      </w:r>
      <w:r>
        <w:tab/>
        <w:t>3.747e1</w:t>
      </w:r>
    </w:p>
    <w:p w:rsidR="00B65DC9" w:rsidRDefault="00B65DC9" w:rsidP="00B65DC9">
      <w:r>
        <w:t>903.3452</w:t>
      </w:r>
      <w:r>
        <w:tab/>
        <w:t>2.025e0</w:t>
      </w:r>
    </w:p>
    <w:p w:rsidR="00B65DC9" w:rsidRDefault="00B65DC9" w:rsidP="00B65DC9">
      <w:r>
        <w:t>903.4706</w:t>
      </w:r>
      <w:r>
        <w:tab/>
        <w:t>1.038e0</w:t>
      </w:r>
    </w:p>
    <w:p w:rsidR="00B65DC9" w:rsidRDefault="00B65DC9" w:rsidP="00B65DC9">
      <w:r>
        <w:t>903.6240</w:t>
      </w:r>
      <w:r>
        <w:tab/>
        <w:t>1.013e0</w:t>
      </w:r>
    </w:p>
    <w:p w:rsidR="00B65DC9" w:rsidRDefault="00B65DC9" w:rsidP="00B65DC9">
      <w:r>
        <w:t>903.6811</w:t>
      </w:r>
      <w:r>
        <w:tab/>
        <w:t>1.013e0</w:t>
      </w:r>
    </w:p>
    <w:p w:rsidR="00B65DC9" w:rsidRDefault="00B65DC9" w:rsidP="00B65DC9">
      <w:r>
        <w:t>903.6849</w:t>
      </w:r>
      <w:r>
        <w:tab/>
        <w:t>2.025e0</w:t>
      </w:r>
    </w:p>
    <w:p w:rsidR="00B65DC9" w:rsidRDefault="00B65DC9" w:rsidP="00B65DC9">
      <w:r>
        <w:t>903.6963</w:t>
      </w:r>
      <w:r>
        <w:tab/>
        <w:t>2.025e0</w:t>
      </w:r>
    </w:p>
    <w:p w:rsidR="00B65DC9" w:rsidRDefault="00B65DC9" w:rsidP="00B65DC9">
      <w:r>
        <w:t>903.6974</w:t>
      </w:r>
      <w:r>
        <w:tab/>
        <w:t>1.013e0</w:t>
      </w:r>
    </w:p>
    <w:p w:rsidR="00B65DC9" w:rsidRDefault="00B65DC9" w:rsidP="00B65DC9">
      <w:r>
        <w:t>903.7635</w:t>
      </w:r>
      <w:r>
        <w:tab/>
        <w:t>3.038e0</w:t>
      </w:r>
    </w:p>
    <w:p w:rsidR="00B65DC9" w:rsidRDefault="00B65DC9" w:rsidP="00B65DC9">
      <w:r>
        <w:t>903.9084</w:t>
      </w:r>
      <w:r>
        <w:tab/>
        <w:t>1.013e0</w:t>
      </w:r>
    </w:p>
    <w:p w:rsidR="00B65DC9" w:rsidRDefault="00B65DC9" w:rsidP="00B65DC9">
      <w:r>
        <w:t>903.9235</w:t>
      </w:r>
      <w:r>
        <w:tab/>
        <w:t>1.013e0</w:t>
      </w:r>
    </w:p>
    <w:p w:rsidR="00B65DC9" w:rsidRDefault="00B65DC9" w:rsidP="00B65DC9">
      <w:r>
        <w:t>903.9993</w:t>
      </w:r>
      <w:r>
        <w:tab/>
        <w:t>1.266e-2</w:t>
      </w:r>
    </w:p>
    <w:p w:rsidR="00B65DC9" w:rsidRDefault="00B65DC9" w:rsidP="00B65DC9">
      <w:r>
        <w:t>904.1812</w:t>
      </w:r>
      <w:r>
        <w:tab/>
        <w:t>1.013e0</w:t>
      </w:r>
    </w:p>
    <w:p w:rsidR="00B65DC9" w:rsidRDefault="00B65DC9" w:rsidP="00B65DC9">
      <w:r>
        <w:t>904.1949</w:t>
      </w:r>
      <w:r>
        <w:tab/>
        <w:t>3.038e0</w:t>
      </w:r>
    </w:p>
    <w:p w:rsidR="00B65DC9" w:rsidRDefault="00B65DC9" w:rsidP="00B65DC9">
      <w:r>
        <w:t>904.1982</w:t>
      </w:r>
      <w:r>
        <w:tab/>
        <w:t>1.013e0</w:t>
      </w:r>
    </w:p>
    <w:p w:rsidR="00B65DC9" w:rsidRDefault="00B65DC9" w:rsidP="00B65DC9">
      <w:r>
        <w:lastRenderedPageBreak/>
        <w:t>904.2677</w:t>
      </w:r>
      <w:r>
        <w:tab/>
        <w:t>1.013e0</w:t>
      </w:r>
    </w:p>
    <w:p w:rsidR="00B65DC9" w:rsidRDefault="00B65DC9" w:rsidP="00B65DC9">
      <w:r>
        <w:t>904.3376</w:t>
      </w:r>
      <w:r>
        <w:tab/>
        <w:t>2.867e1</w:t>
      </w:r>
    </w:p>
    <w:p w:rsidR="00B65DC9" w:rsidRDefault="00B65DC9" w:rsidP="00B65DC9">
      <w:r>
        <w:t>904.3422</w:t>
      </w:r>
      <w:r>
        <w:tab/>
        <w:t>2.025e0</w:t>
      </w:r>
    </w:p>
    <w:p w:rsidR="00B65DC9" w:rsidRDefault="00B65DC9" w:rsidP="00B65DC9">
      <w:r>
        <w:t>904.3700</w:t>
      </w:r>
      <w:r>
        <w:tab/>
        <w:t>3.038e0</w:t>
      </w:r>
    </w:p>
    <w:p w:rsidR="00B65DC9" w:rsidRDefault="00B65DC9" w:rsidP="00B65DC9">
      <w:r>
        <w:t>904.3854</w:t>
      </w:r>
      <w:r>
        <w:tab/>
        <w:t>1.013e0</w:t>
      </w:r>
    </w:p>
    <w:p w:rsidR="00B65DC9" w:rsidRDefault="00B65DC9" w:rsidP="00B65DC9">
      <w:r>
        <w:t>904.4086</w:t>
      </w:r>
      <w:r>
        <w:tab/>
        <w:t>2.025e0</w:t>
      </w:r>
    </w:p>
    <w:p w:rsidR="00B65DC9" w:rsidRDefault="00B65DC9" w:rsidP="00B65DC9">
      <w:r>
        <w:t>904.4611</w:t>
      </w:r>
      <w:r>
        <w:tab/>
        <w:t>2.025e0</w:t>
      </w:r>
    </w:p>
    <w:p w:rsidR="00B65DC9" w:rsidRDefault="00B65DC9" w:rsidP="00B65DC9">
      <w:r>
        <w:t>904.5549</w:t>
      </w:r>
      <w:r>
        <w:tab/>
        <w:t>1.013e0</w:t>
      </w:r>
    </w:p>
    <w:p w:rsidR="00B65DC9" w:rsidRDefault="00B65DC9" w:rsidP="00B65DC9">
      <w:r>
        <w:t>904.5667</w:t>
      </w:r>
      <w:r>
        <w:tab/>
        <w:t>3.038e0</w:t>
      </w:r>
    </w:p>
    <w:p w:rsidR="00B65DC9" w:rsidRDefault="00B65DC9" w:rsidP="00B65DC9">
      <w:r>
        <w:t>904.6057</w:t>
      </w:r>
      <w:r>
        <w:tab/>
        <w:t>1.013e0</w:t>
      </w:r>
    </w:p>
    <w:p w:rsidR="00B65DC9" w:rsidRDefault="00B65DC9" w:rsidP="00B65DC9">
      <w:r>
        <w:t>904.6208</w:t>
      </w:r>
      <w:r>
        <w:tab/>
        <w:t>1.266e-2</w:t>
      </w:r>
    </w:p>
    <w:p w:rsidR="00B65DC9" w:rsidRDefault="00B65DC9" w:rsidP="00B65DC9">
      <w:r>
        <w:t>904.6373</w:t>
      </w:r>
      <w:r>
        <w:tab/>
        <w:t>2.038e0</w:t>
      </w:r>
    </w:p>
    <w:p w:rsidR="00B65DC9" w:rsidRDefault="00B65DC9" w:rsidP="00B65DC9">
      <w:r>
        <w:t>904.6542</w:t>
      </w:r>
      <w:r>
        <w:tab/>
        <w:t>5.063e0</w:t>
      </w:r>
    </w:p>
    <w:p w:rsidR="00B65DC9" w:rsidRDefault="00B65DC9" w:rsidP="00B65DC9">
      <w:r>
        <w:t>904.7072</w:t>
      </w:r>
      <w:r>
        <w:tab/>
        <w:t>1.013e0</w:t>
      </w:r>
    </w:p>
    <w:p w:rsidR="00B65DC9" w:rsidRDefault="00B65DC9" w:rsidP="00B65DC9">
      <w:r>
        <w:t>904.8076</w:t>
      </w:r>
      <w:r>
        <w:tab/>
        <w:t>2.025e0</w:t>
      </w:r>
    </w:p>
    <w:p w:rsidR="00B65DC9" w:rsidRDefault="00B65DC9" w:rsidP="00B65DC9">
      <w:r>
        <w:t>904.8433</w:t>
      </w:r>
      <w:r>
        <w:tab/>
        <w:t>1.013e0</w:t>
      </w:r>
    </w:p>
    <w:p w:rsidR="00B65DC9" w:rsidRDefault="00B65DC9" w:rsidP="00B65DC9">
      <w:r>
        <w:t>904.8576</w:t>
      </w:r>
      <w:r>
        <w:tab/>
        <w:t>3.051e0</w:t>
      </w:r>
    </w:p>
    <w:p w:rsidR="00B65DC9" w:rsidRDefault="00B65DC9" w:rsidP="00B65DC9">
      <w:r>
        <w:t>904.9185</w:t>
      </w:r>
      <w:r>
        <w:tab/>
        <w:t>2.025e0</w:t>
      </w:r>
    </w:p>
    <w:p w:rsidR="00B65DC9" w:rsidRDefault="00B65DC9" w:rsidP="00B65DC9">
      <w:r>
        <w:t>904.9860</w:t>
      </w:r>
      <w:r>
        <w:tab/>
        <w:t>1.013e0</w:t>
      </w:r>
    </w:p>
    <w:p w:rsidR="00B65DC9" w:rsidRDefault="00B65DC9" w:rsidP="00B65DC9">
      <w:r>
        <w:lastRenderedPageBreak/>
        <w:t>905.1214</w:t>
      </w:r>
      <w:r>
        <w:tab/>
        <w:t>1.025e0</w:t>
      </w:r>
    </w:p>
    <w:p w:rsidR="00B65DC9" w:rsidRDefault="00B65DC9" w:rsidP="00B65DC9">
      <w:r>
        <w:t>905.1821</w:t>
      </w:r>
      <w:r>
        <w:tab/>
        <w:t>1.013e0</w:t>
      </w:r>
    </w:p>
    <w:p w:rsidR="00B65DC9" w:rsidRDefault="00B65DC9" w:rsidP="00B65DC9">
      <w:r>
        <w:t>905.2059</w:t>
      </w:r>
      <w:r>
        <w:tab/>
        <w:t>3.038e0</w:t>
      </w:r>
    </w:p>
    <w:p w:rsidR="00B65DC9" w:rsidRDefault="00B65DC9" w:rsidP="00B65DC9">
      <w:r>
        <w:t>905.2731</w:t>
      </w:r>
      <w:r>
        <w:tab/>
        <w:t>1.013e0</w:t>
      </w:r>
    </w:p>
    <w:p w:rsidR="00B65DC9" w:rsidRDefault="00B65DC9" w:rsidP="00B65DC9">
      <w:r>
        <w:t>905.3234</w:t>
      </w:r>
      <w:r>
        <w:tab/>
        <w:t>4.051e0</w:t>
      </w:r>
    </w:p>
    <w:p w:rsidR="00B65DC9" w:rsidRDefault="00B65DC9" w:rsidP="00B65DC9">
      <w:r>
        <w:t>905.3254</w:t>
      </w:r>
      <w:r>
        <w:tab/>
        <w:t>2.025e0</w:t>
      </w:r>
    </w:p>
    <w:p w:rsidR="00B65DC9" w:rsidRDefault="00B65DC9" w:rsidP="00B65DC9">
      <w:r>
        <w:t>905.3338</w:t>
      </w:r>
      <w:r>
        <w:tab/>
        <w:t>1.013e0</w:t>
      </w:r>
    </w:p>
    <w:p w:rsidR="00B65DC9" w:rsidRDefault="00B65DC9" w:rsidP="00B65DC9">
      <w:r>
        <w:t>905.3621</w:t>
      </w:r>
      <w:r>
        <w:tab/>
        <w:t>4.051e0</w:t>
      </w:r>
    </w:p>
    <w:p w:rsidR="00B65DC9" w:rsidRDefault="00B65DC9" w:rsidP="00B65DC9">
      <w:r>
        <w:t>905.5007</w:t>
      </w:r>
      <w:r>
        <w:tab/>
        <w:t>1.013e0</w:t>
      </w:r>
    </w:p>
    <w:p w:rsidR="00B65DC9" w:rsidRDefault="00B65DC9" w:rsidP="00B65DC9">
      <w:r>
        <w:t>905.5515</w:t>
      </w:r>
      <w:r>
        <w:tab/>
        <w:t>1.013e0</w:t>
      </w:r>
    </w:p>
    <w:p w:rsidR="00B65DC9" w:rsidRDefault="00B65DC9" w:rsidP="00B65DC9">
      <w:r>
        <w:t>905.5667</w:t>
      </w:r>
      <w:r>
        <w:tab/>
        <w:t>2.025e0</w:t>
      </w:r>
    </w:p>
    <w:p w:rsidR="00B65DC9" w:rsidRDefault="00B65DC9" w:rsidP="00B65DC9">
      <w:r>
        <w:t>905.5930</w:t>
      </w:r>
      <w:r>
        <w:tab/>
        <w:t>1.013e0</w:t>
      </w:r>
    </w:p>
    <w:p w:rsidR="00B65DC9" w:rsidRDefault="00B65DC9" w:rsidP="00B65DC9">
      <w:r>
        <w:t>905.6580</w:t>
      </w:r>
      <w:r>
        <w:tab/>
        <w:t>2.025e0</w:t>
      </w:r>
    </w:p>
    <w:p w:rsidR="00B65DC9" w:rsidRDefault="00B65DC9" w:rsidP="00B65DC9">
      <w:r>
        <w:t>905.6851</w:t>
      </w:r>
      <w:r>
        <w:tab/>
        <w:t>2.532e-2</w:t>
      </w:r>
    </w:p>
    <w:p w:rsidR="00B65DC9" w:rsidRDefault="00B65DC9" w:rsidP="00B65DC9">
      <w:r>
        <w:t>905.6992</w:t>
      </w:r>
      <w:r>
        <w:tab/>
        <w:t>2.025e0</w:t>
      </w:r>
    </w:p>
    <w:p w:rsidR="00B65DC9" w:rsidRDefault="00B65DC9" w:rsidP="00B65DC9">
      <w:r>
        <w:t>906.0170</w:t>
      </w:r>
      <w:r>
        <w:tab/>
        <w:t>1.013e0</w:t>
      </w:r>
    </w:p>
    <w:p w:rsidR="00B65DC9" w:rsidRDefault="00B65DC9" w:rsidP="00B65DC9">
      <w:r>
        <w:t>906.0322</w:t>
      </w:r>
      <w:r>
        <w:tab/>
        <w:t>1.013e0</w:t>
      </w:r>
    </w:p>
    <w:p w:rsidR="00B65DC9" w:rsidRDefault="00B65DC9" w:rsidP="00B65DC9">
      <w:r>
        <w:t>906.0777</w:t>
      </w:r>
      <w:r>
        <w:tab/>
        <w:t>1.013e0</w:t>
      </w:r>
    </w:p>
    <w:p w:rsidR="00B65DC9" w:rsidRDefault="00B65DC9" w:rsidP="00B65DC9">
      <w:r>
        <w:t>906.1255</w:t>
      </w:r>
      <w:r>
        <w:tab/>
        <w:t>1.013e0</w:t>
      </w:r>
    </w:p>
    <w:p w:rsidR="00B65DC9" w:rsidRDefault="00B65DC9" w:rsidP="00B65DC9">
      <w:r>
        <w:lastRenderedPageBreak/>
        <w:t>906.2144</w:t>
      </w:r>
      <w:r>
        <w:tab/>
        <w:t>1.013e0</w:t>
      </w:r>
    </w:p>
    <w:p w:rsidR="00B65DC9" w:rsidRDefault="00B65DC9" w:rsidP="00B65DC9">
      <w:r>
        <w:t>906.2595</w:t>
      </w:r>
      <w:r>
        <w:tab/>
        <w:t>2.025e0</w:t>
      </w:r>
    </w:p>
    <w:p w:rsidR="00B65DC9" w:rsidRDefault="00B65DC9" w:rsidP="00B65DC9">
      <w:r>
        <w:t>906.3038</w:t>
      </w:r>
      <w:r>
        <w:tab/>
        <w:t>2.025e0</w:t>
      </w:r>
    </w:p>
    <w:p w:rsidR="00B65DC9" w:rsidRDefault="00B65DC9" w:rsidP="00B65DC9">
      <w:r>
        <w:t>906.3126</w:t>
      </w:r>
      <w:r>
        <w:tab/>
        <w:t>1.266e-2</w:t>
      </w:r>
    </w:p>
    <w:p w:rsidR="00B65DC9" w:rsidRDefault="00B65DC9" w:rsidP="00B65DC9">
      <w:r>
        <w:t>906.3359</w:t>
      </w:r>
      <w:r>
        <w:tab/>
        <w:t>1.013e0</w:t>
      </w:r>
    </w:p>
    <w:p w:rsidR="00B65DC9" w:rsidRDefault="00B65DC9" w:rsidP="00B65DC9">
      <w:r>
        <w:t>906.3578</w:t>
      </w:r>
      <w:r>
        <w:tab/>
        <w:t>7.089e0</w:t>
      </w:r>
    </w:p>
    <w:p w:rsidR="00B65DC9" w:rsidRDefault="00B65DC9" w:rsidP="00B65DC9">
      <w:r>
        <w:t>906.3815</w:t>
      </w:r>
      <w:r>
        <w:tab/>
        <w:t>1.013e0</w:t>
      </w:r>
    </w:p>
    <w:p w:rsidR="00B65DC9" w:rsidRDefault="00B65DC9" w:rsidP="00B65DC9">
      <w:r>
        <w:t>906.4879</w:t>
      </w:r>
      <w:r>
        <w:tab/>
        <w:t>1.013e0</w:t>
      </w:r>
    </w:p>
    <w:p w:rsidR="00B65DC9" w:rsidRDefault="00B65DC9" w:rsidP="00B65DC9">
      <w:r>
        <w:t>906.4996</w:t>
      </w:r>
      <w:r>
        <w:tab/>
        <w:t>1.025e0</w:t>
      </w:r>
    </w:p>
    <w:p w:rsidR="00B65DC9" w:rsidRDefault="00B65DC9" w:rsidP="00B65DC9">
      <w:r>
        <w:t>906.5030</w:t>
      </w:r>
      <w:r>
        <w:tab/>
        <w:t>4.063e0</w:t>
      </w:r>
    </w:p>
    <w:p w:rsidR="00B65DC9" w:rsidRDefault="00B65DC9" w:rsidP="00B65DC9">
      <w:r>
        <w:t>906.5107</w:t>
      </w:r>
      <w:r>
        <w:tab/>
        <w:t>2.025e0</w:t>
      </w:r>
    </w:p>
    <w:p w:rsidR="00B65DC9" w:rsidRDefault="00B65DC9" w:rsidP="00B65DC9">
      <w:r>
        <w:t>906.6278</w:t>
      </w:r>
      <w:r>
        <w:tab/>
        <w:t>2.025e0</w:t>
      </w:r>
    </w:p>
    <w:p w:rsidR="00B65DC9" w:rsidRDefault="00B65DC9" w:rsidP="00B65DC9">
      <w:r>
        <w:t>906.6387</w:t>
      </w:r>
      <w:r>
        <w:tab/>
        <w:t>3.038e0</w:t>
      </w:r>
    </w:p>
    <w:p w:rsidR="00B65DC9" w:rsidRDefault="00B65DC9" w:rsidP="00B65DC9">
      <w:r>
        <w:t>906.6943</w:t>
      </w:r>
      <w:r>
        <w:tab/>
        <w:t>4.051e0</w:t>
      </w:r>
    </w:p>
    <w:p w:rsidR="00B65DC9" w:rsidRDefault="00B65DC9" w:rsidP="00B65DC9">
      <w:r>
        <w:t>906.7344</w:t>
      </w:r>
      <w:r>
        <w:tab/>
        <w:t>1.013e0</w:t>
      </w:r>
    </w:p>
    <w:p w:rsidR="00B65DC9" w:rsidRDefault="00B65DC9" w:rsidP="00B65DC9">
      <w:r>
        <w:t>906.7398</w:t>
      </w:r>
      <w:r>
        <w:tab/>
        <w:t>2.025e0</w:t>
      </w:r>
    </w:p>
    <w:p w:rsidR="00B65DC9" w:rsidRDefault="00B65DC9" w:rsidP="00B65DC9">
      <w:r>
        <w:t>906.8222</w:t>
      </w:r>
      <w:r>
        <w:tab/>
        <w:t>1.013e0</w:t>
      </w:r>
    </w:p>
    <w:p w:rsidR="00B65DC9" w:rsidRDefault="00B65DC9" w:rsidP="00B65DC9">
      <w:r>
        <w:t>906.8374</w:t>
      </w:r>
      <w:r>
        <w:tab/>
        <w:t>2.532e-2</w:t>
      </w:r>
    </w:p>
    <w:p w:rsidR="00B65DC9" w:rsidRDefault="00B65DC9" w:rsidP="00B65DC9">
      <w:r>
        <w:t>906.8982</w:t>
      </w:r>
      <w:r>
        <w:tab/>
        <w:t>1.013e0</w:t>
      </w:r>
    </w:p>
    <w:p w:rsidR="00B65DC9" w:rsidRDefault="00B65DC9" w:rsidP="00B65DC9">
      <w:r>
        <w:lastRenderedPageBreak/>
        <w:t>906.9146</w:t>
      </w:r>
      <w:r>
        <w:tab/>
        <w:t>1.013e0</w:t>
      </w:r>
    </w:p>
    <w:p w:rsidR="00B65DC9" w:rsidRDefault="00B65DC9" w:rsidP="00B65DC9">
      <w:r>
        <w:t>906.9438</w:t>
      </w:r>
      <w:r>
        <w:tab/>
        <w:t>1.013e0</w:t>
      </w:r>
    </w:p>
    <w:p w:rsidR="00B65DC9" w:rsidRDefault="00B65DC9" w:rsidP="00B65DC9">
      <w:r>
        <w:t>907.0388</w:t>
      </w:r>
      <w:r>
        <w:tab/>
        <w:t>1.013e0</w:t>
      </w:r>
    </w:p>
    <w:p w:rsidR="00B65DC9" w:rsidRDefault="00B65DC9" w:rsidP="00B65DC9">
      <w:r>
        <w:t>907.0562</w:t>
      </w:r>
      <w:r>
        <w:tab/>
        <w:t>1.013e0</w:t>
      </w:r>
    </w:p>
    <w:p w:rsidR="00B65DC9" w:rsidRDefault="00B65DC9" w:rsidP="00B65DC9">
      <w:r>
        <w:t>907.1873</w:t>
      </w:r>
      <w:r>
        <w:tab/>
        <w:t>3.038e0</w:t>
      </w:r>
    </w:p>
    <w:p w:rsidR="00B65DC9" w:rsidRDefault="00B65DC9" w:rsidP="00B65DC9">
      <w:r>
        <w:t>907.2783</w:t>
      </w:r>
      <w:r>
        <w:tab/>
        <w:t>1.013e0</w:t>
      </w:r>
    </w:p>
    <w:p w:rsidR="00B65DC9" w:rsidRDefault="00B65DC9" w:rsidP="00B65DC9">
      <w:r>
        <w:t>907.2935</w:t>
      </w:r>
      <w:r>
        <w:tab/>
        <w:t>1.013e0</w:t>
      </w:r>
    </w:p>
    <w:p w:rsidR="00B65DC9" w:rsidRDefault="00B65DC9" w:rsidP="00B65DC9">
      <w:r>
        <w:t>907.3431</w:t>
      </w:r>
      <w:r>
        <w:tab/>
        <w:t>1.013e0</w:t>
      </w:r>
    </w:p>
    <w:p w:rsidR="00B65DC9" w:rsidRDefault="00B65DC9" w:rsidP="00B65DC9">
      <w:r>
        <w:t>907.3543</w:t>
      </w:r>
      <w:r>
        <w:tab/>
        <w:t>1.013e0</w:t>
      </w:r>
    </w:p>
    <w:p w:rsidR="00B65DC9" w:rsidRDefault="00B65DC9" w:rsidP="00B65DC9">
      <w:r>
        <w:t>907.3732</w:t>
      </w:r>
      <w:r>
        <w:tab/>
        <w:t>2.025e0</w:t>
      </w:r>
    </w:p>
    <w:p w:rsidR="00B65DC9" w:rsidRDefault="00B65DC9" w:rsidP="00B65DC9">
      <w:r>
        <w:t>907.4302</w:t>
      </w:r>
      <w:r>
        <w:tab/>
        <w:t>1.013e0</w:t>
      </w:r>
    </w:p>
    <w:p w:rsidR="00B65DC9" w:rsidRDefault="00B65DC9" w:rsidP="00B65DC9">
      <w:r>
        <w:t>907.4760</w:t>
      </w:r>
      <w:r>
        <w:tab/>
        <w:t>1.266e-2</w:t>
      </w:r>
    </w:p>
    <w:p w:rsidR="00B65DC9" w:rsidRDefault="00B65DC9" w:rsidP="00B65DC9">
      <w:r>
        <w:t>907.4988</w:t>
      </w:r>
      <w:r>
        <w:tab/>
        <w:t>2.532e-2</w:t>
      </w:r>
    </w:p>
    <w:p w:rsidR="00B65DC9" w:rsidRDefault="00B65DC9" w:rsidP="00B65DC9">
      <w:r>
        <w:t>907.5340</w:t>
      </w:r>
      <w:r>
        <w:tab/>
        <w:t>2.025e0</w:t>
      </w:r>
    </w:p>
    <w:p w:rsidR="00B65DC9" w:rsidRDefault="00B65DC9" w:rsidP="00B65DC9">
      <w:r>
        <w:t>907.6202</w:t>
      </w:r>
      <w:r>
        <w:tab/>
        <w:t>2.025e0</w:t>
      </w:r>
    </w:p>
    <w:p w:rsidR="00B65DC9" w:rsidRDefault="00B65DC9" w:rsidP="00B65DC9">
      <w:r>
        <w:t>907.6473</w:t>
      </w:r>
      <w:r>
        <w:tab/>
        <w:t>1.025e0</w:t>
      </w:r>
    </w:p>
    <w:p w:rsidR="00B65DC9" w:rsidRDefault="00B65DC9" w:rsidP="00B65DC9">
      <w:r>
        <w:t>907.7194</w:t>
      </w:r>
      <w:r>
        <w:tab/>
        <w:t>1.013e0</w:t>
      </w:r>
    </w:p>
    <w:p w:rsidR="00B65DC9" w:rsidRDefault="00B65DC9" w:rsidP="00B65DC9">
      <w:r>
        <w:t>907.7429</w:t>
      </w:r>
      <w:r>
        <w:tab/>
        <w:t>2.025e0</w:t>
      </w:r>
    </w:p>
    <w:p w:rsidR="00B65DC9" w:rsidRDefault="00B65DC9" w:rsidP="00B65DC9">
      <w:r>
        <w:t>907.7662</w:t>
      </w:r>
      <w:r>
        <w:tab/>
        <w:t>1.013e0</w:t>
      </w:r>
    </w:p>
    <w:p w:rsidR="00B65DC9" w:rsidRDefault="00B65DC9" w:rsidP="00B65DC9">
      <w:r>
        <w:lastRenderedPageBreak/>
        <w:t>907.7820</w:t>
      </w:r>
      <w:r>
        <w:tab/>
        <w:t>1.013e0</w:t>
      </w:r>
    </w:p>
    <w:p w:rsidR="00B65DC9" w:rsidRDefault="00B65DC9" w:rsidP="00B65DC9">
      <w:r>
        <w:t>907.8701</w:t>
      </w:r>
      <w:r>
        <w:tab/>
        <w:t>1.013e0</w:t>
      </w:r>
    </w:p>
    <w:p w:rsidR="00B65DC9" w:rsidRDefault="00B65DC9" w:rsidP="00B65DC9">
      <w:r>
        <w:t>907.8715</w:t>
      </w:r>
      <w:r>
        <w:tab/>
        <w:t>1.013e0</w:t>
      </w:r>
    </w:p>
    <w:p w:rsidR="00B65DC9" w:rsidRDefault="00B65DC9" w:rsidP="00B65DC9">
      <w:r>
        <w:t>907.9172</w:t>
      </w:r>
      <w:r>
        <w:tab/>
        <w:t>1.013e0</w:t>
      </w:r>
    </w:p>
    <w:p w:rsidR="00B65DC9" w:rsidRDefault="00B65DC9" w:rsidP="00B65DC9">
      <w:r>
        <w:t>907.9341</w:t>
      </w:r>
      <w:r>
        <w:tab/>
        <w:t>1.013e0</w:t>
      </w:r>
    </w:p>
    <w:p w:rsidR="00B65DC9" w:rsidRDefault="00B65DC9" w:rsidP="00B65DC9">
      <w:r>
        <w:t>908.0085</w:t>
      </w:r>
      <w:r>
        <w:tab/>
        <w:t>1.013e0</w:t>
      </w:r>
    </w:p>
    <w:p w:rsidR="00B65DC9" w:rsidRDefault="00B65DC9" w:rsidP="00B65DC9">
      <w:r>
        <w:t>908.0214</w:t>
      </w:r>
      <w:r>
        <w:tab/>
        <w:t>2.025e0</w:t>
      </w:r>
    </w:p>
    <w:p w:rsidR="00B65DC9" w:rsidRDefault="00B65DC9" w:rsidP="00B65DC9">
      <w:r>
        <w:t>908.0762</w:t>
      </w:r>
      <w:r>
        <w:tab/>
        <w:t>2.025e0</w:t>
      </w:r>
    </w:p>
    <w:p w:rsidR="00B65DC9" w:rsidRDefault="00B65DC9" w:rsidP="00B65DC9">
      <w:r>
        <w:t>908.1038</w:t>
      </w:r>
      <w:r>
        <w:tab/>
        <w:t>1.013e0</w:t>
      </w:r>
    </w:p>
    <w:p w:rsidR="00B65DC9" w:rsidRDefault="00B65DC9" w:rsidP="00B65DC9">
      <w:r>
        <w:t>908.1732</w:t>
      </w:r>
      <w:r>
        <w:tab/>
        <w:t>1.013e0</w:t>
      </w:r>
    </w:p>
    <w:p w:rsidR="00B65DC9" w:rsidRDefault="00B65DC9" w:rsidP="00B65DC9">
      <w:r>
        <w:t>908.2064</w:t>
      </w:r>
      <w:r>
        <w:tab/>
        <w:t>1.013e0</w:t>
      </w:r>
    </w:p>
    <w:p w:rsidR="00B65DC9" w:rsidRDefault="00B65DC9" w:rsidP="00B65DC9">
      <w:r>
        <w:t>908.2075</w:t>
      </w:r>
      <w:r>
        <w:tab/>
        <w:t>1.013e0</w:t>
      </w:r>
    </w:p>
    <w:p w:rsidR="00B65DC9" w:rsidRDefault="00B65DC9" w:rsidP="00B65DC9">
      <w:r>
        <w:t>908.2913</w:t>
      </w:r>
      <w:r>
        <w:tab/>
        <w:t>1.025e0</w:t>
      </w:r>
    </w:p>
    <w:p w:rsidR="00B65DC9" w:rsidRDefault="00B65DC9" w:rsidP="00B65DC9">
      <w:r>
        <w:t>908.3099</w:t>
      </w:r>
      <w:r>
        <w:tab/>
        <w:t>2.025e0</w:t>
      </w:r>
    </w:p>
    <w:p w:rsidR="00B65DC9" w:rsidRDefault="00B65DC9" w:rsidP="00B65DC9">
      <w:r>
        <w:t>908.3904</w:t>
      </w:r>
      <w:r>
        <w:tab/>
        <w:t>1.266e-2</w:t>
      </w:r>
    </w:p>
    <w:p w:rsidR="00B65DC9" w:rsidRDefault="00B65DC9" w:rsidP="00B65DC9">
      <w:r>
        <w:t>908.4042</w:t>
      </w:r>
      <w:r>
        <w:tab/>
        <w:t>1.013e0</w:t>
      </w:r>
    </w:p>
    <w:p w:rsidR="00B65DC9" w:rsidRDefault="00B65DC9" w:rsidP="00B65DC9">
      <w:r>
        <w:t>908.4054</w:t>
      </w:r>
      <w:r>
        <w:tab/>
        <w:t>3.038e0</w:t>
      </w:r>
    </w:p>
    <w:p w:rsidR="00B65DC9" w:rsidRDefault="00B65DC9" w:rsidP="00B65DC9">
      <w:r>
        <w:t>908.4879</w:t>
      </w:r>
      <w:r>
        <w:tab/>
        <w:t>2.025e0</w:t>
      </w:r>
    </w:p>
    <w:p w:rsidR="00B65DC9" w:rsidRDefault="00B65DC9" w:rsidP="00B65DC9">
      <w:r>
        <w:t>908.5189</w:t>
      </w:r>
      <w:r>
        <w:tab/>
        <w:t>2.025e0</w:t>
      </w:r>
    </w:p>
    <w:p w:rsidR="00B65DC9" w:rsidRDefault="00B65DC9" w:rsidP="00B65DC9">
      <w:r>
        <w:lastRenderedPageBreak/>
        <w:t>908.5261</w:t>
      </w:r>
      <w:r>
        <w:tab/>
        <w:t>1.013e0</w:t>
      </w:r>
    </w:p>
    <w:p w:rsidR="00B65DC9" w:rsidRDefault="00B65DC9" w:rsidP="00B65DC9">
      <w:r>
        <w:t>908.5424</w:t>
      </w:r>
      <w:r>
        <w:tab/>
        <w:t>2.025e0</w:t>
      </w:r>
    </w:p>
    <w:p w:rsidR="00B65DC9" w:rsidRDefault="00B65DC9" w:rsidP="00B65DC9">
      <w:r>
        <w:t>908.5870</w:t>
      </w:r>
      <w:r>
        <w:tab/>
        <w:t>1.013e0</w:t>
      </w:r>
    </w:p>
    <w:p w:rsidR="00B65DC9" w:rsidRDefault="00B65DC9" w:rsidP="00B65DC9">
      <w:r>
        <w:t>908.6174</w:t>
      </w:r>
      <w:r>
        <w:tab/>
        <w:t>1.013e0</w:t>
      </w:r>
    </w:p>
    <w:p w:rsidR="00B65DC9" w:rsidRDefault="00B65DC9" w:rsidP="00B65DC9">
      <w:r>
        <w:t>908.6631</w:t>
      </w:r>
      <w:r>
        <w:tab/>
        <w:t>1.013e0</w:t>
      </w:r>
    </w:p>
    <w:p w:rsidR="00B65DC9" w:rsidRDefault="00B65DC9" w:rsidP="00B65DC9">
      <w:r>
        <w:t>908.7241</w:t>
      </w:r>
      <w:r>
        <w:tab/>
        <w:t>2.025e0</w:t>
      </w:r>
    </w:p>
    <w:p w:rsidR="00B65DC9" w:rsidRDefault="00B65DC9" w:rsidP="00B65DC9">
      <w:r>
        <w:t>908.7589</w:t>
      </w:r>
      <w:r>
        <w:tab/>
        <w:t>2.025e0</w:t>
      </w:r>
    </w:p>
    <w:p w:rsidR="00B65DC9" w:rsidRDefault="00B65DC9" w:rsidP="00B65DC9">
      <w:r>
        <w:t>908.7850</w:t>
      </w:r>
      <w:r>
        <w:tab/>
        <w:t>2.025e0</w:t>
      </w:r>
    </w:p>
    <w:p w:rsidR="00B65DC9" w:rsidRDefault="00B65DC9" w:rsidP="00B65DC9">
      <w:r>
        <w:t>908.8306</w:t>
      </w:r>
      <w:r>
        <w:tab/>
        <w:t>2.025e0</w:t>
      </w:r>
    </w:p>
    <w:p w:rsidR="00B65DC9" w:rsidRDefault="00B65DC9" w:rsidP="00B65DC9">
      <w:r>
        <w:t>908.9080</w:t>
      </w:r>
      <w:r>
        <w:tab/>
        <w:t>1.013e0</w:t>
      </w:r>
    </w:p>
    <w:p w:rsidR="00B65DC9" w:rsidRDefault="00B65DC9" w:rsidP="00B65DC9">
      <w:r>
        <w:t>908.9162</w:t>
      </w:r>
      <w:r>
        <w:tab/>
        <w:t>1.013e0</w:t>
      </w:r>
    </w:p>
    <w:p w:rsidR="00B65DC9" w:rsidRDefault="00B65DC9" w:rsidP="00B65DC9">
      <w:r>
        <w:t>909.0950</w:t>
      </w:r>
      <w:r>
        <w:tab/>
        <w:t>2.025e0</w:t>
      </w:r>
    </w:p>
    <w:p w:rsidR="00B65DC9" w:rsidRDefault="00B65DC9" w:rsidP="00B65DC9">
      <w:r>
        <w:t>909.1353</w:t>
      </w:r>
      <w:r>
        <w:tab/>
        <w:t>1.013e0</w:t>
      </w:r>
    </w:p>
    <w:p w:rsidR="00B65DC9" w:rsidRDefault="00B65DC9" w:rsidP="00B65DC9">
      <w:r>
        <w:t>909.2804</w:t>
      </w:r>
      <w:r>
        <w:tab/>
        <w:t>2.025e0</w:t>
      </w:r>
    </w:p>
    <w:p w:rsidR="00B65DC9" w:rsidRDefault="00B65DC9" w:rsidP="00B65DC9">
      <w:r>
        <w:t>909.2877</w:t>
      </w:r>
      <w:r>
        <w:tab/>
        <w:t>1.013e0</w:t>
      </w:r>
    </w:p>
    <w:p w:rsidR="00B65DC9" w:rsidRDefault="00B65DC9" w:rsidP="00B65DC9">
      <w:r>
        <w:t>909.3204</w:t>
      </w:r>
      <w:r>
        <w:tab/>
        <w:t>1.013e0</w:t>
      </w:r>
    </w:p>
    <w:p w:rsidR="00B65DC9" w:rsidRDefault="00B65DC9" w:rsidP="00B65DC9">
      <w:r>
        <w:t>909.3792</w:t>
      </w:r>
      <w:r>
        <w:tab/>
        <w:t>1.013e0</w:t>
      </w:r>
    </w:p>
    <w:p w:rsidR="00B65DC9" w:rsidRDefault="00B65DC9" w:rsidP="00B65DC9">
      <w:r>
        <w:t>909.4474</w:t>
      </w:r>
      <w:r>
        <w:tab/>
        <w:t>2.025e0</w:t>
      </w:r>
    </w:p>
    <w:p w:rsidR="00B65DC9" w:rsidRDefault="00B65DC9" w:rsidP="00B65DC9">
      <w:r>
        <w:t>909.4706</w:t>
      </w:r>
      <w:r>
        <w:tab/>
        <w:t>1.013e0</w:t>
      </w:r>
    </w:p>
    <w:p w:rsidR="00B65DC9" w:rsidRDefault="00B65DC9" w:rsidP="00B65DC9">
      <w:r>
        <w:lastRenderedPageBreak/>
        <w:t>909.4725</w:t>
      </w:r>
      <w:r>
        <w:tab/>
        <w:t>1.013e0</w:t>
      </w:r>
    </w:p>
    <w:p w:rsidR="00B65DC9" w:rsidRDefault="00B65DC9" w:rsidP="00B65DC9">
      <w:r>
        <w:t>909.6324</w:t>
      </w:r>
      <w:r>
        <w:tab/>
        <w:t>2.025e0</w:t>
      </w:r>
    </w:p>
    <w:p w:rsidR="00B65DC9" w:rsidRDefault="00B65DC9" w:rsidP="00B65DC9">
      <w:r>
        <w:t>909.6535</w:t>
      </w:r>
      <w:r>
        <w:tab/>
        <w:t>1.013e0</w:t>
      </w:r>
    </w:p>
    <w:p w:rsidR="00B65DC9" w:rsidRDefault="00B65DC9" w:rsidP="00B65DC9">
      <w:r>
        <w:t>909.6548</w:t>
      </w:r>
      <w:r>
        <w:tab/>
        <w:t>2.025e0</w:t>
      </w:r>
    </w:p>
    <w:p w:rsidR="00B65DC9" w:rsidRDefault="00B65DC9" w:rsidP="00B65DC9">
      <w:r>
        <w:t>909.6886</w:t>
      </w:r>
      <w:r>
        <w:tab/>
        <w:t>2.025e0</w:t>
      </w:r>
    </w:p>
    <w:p w:rsidR="00B65DC9" w:rsidRDefault="00B65DC9" w:rsidP="00B65DC9">
      <w:r>
        <w:t>909.7145</w:t>
      </w:r>
      <w:r>
        <w:tab/>
        <w:t>1.013e0</w:t>
      </w:r>
    </w:p>
    <w:p w:rsidR="00B65DC9" w:rsidRDefault="00B65DC9" w:rsidP="00B65DC9">
      <w:r>
        <w:t>909.7291</w:t>
      </w:r>
      <w:r>
        <w:tab/>
        <w:t>1.266e-2</w:t>
      </w:r>
    </w:p>
    <w:p w:rsidR="00B65DC9" w:rsidRDefault="00B65DC9" w:rsidP="00B65DC9">
      <w:r>
        <w:t>909.8374</w:t>
      </w:r>
      <w:r>
        <w:tab/>
        <w:t>2.025e0</w:t>
      </w:r>
    </w:p>
    <w:p w:rsidR="00B65DC9" w:rsidRDefault="00B65DC9" w:rsidP="00B65DC9">
      <w:r>
        <w:t>909.9291</w:t>
      </w:r>
      <w:r>
        <w:tab/>
        <w:t>2.025e0</w:t>
      </w:r>
    </w:p>
    <w:p w:rsidR="00B65DC9" w:rsidRDefault="00B65DC9" w:rsidP="00B65DC9">
      <w:r>
        <w:t>909.9737</w:t>
      </w:r>
      <w:r>
        <w:tab/>
        <w:t>1.013e0</w:t>
      </w:r>
    </w:p>
    <w:p w:rsidR="00B65DC9" w:rsidRDefault="00B65DC9" w:rsidP="00B65DC9">
      <w:r>
        <w:t>910.0652</w:t>
      </w:r>
      <w:r>
        <w:tab/>
        <w:t>1.013e0</w:t>
      </w:r>
    </w:p>
    <w:p w:rsidR="00B65DC9" w:rsidRDefault="00B65DC9" w:rsidP="00B65DC9">
      <w:r>
        <w:t>910.0974</w:t>
      </w:r>
      <w:r>
        <w:tab/>
        <w:t>2.025e0</w:t>
      </w:r>
    </w:p>
    <w:p w:rsidR="00B65DC9" w:rsidRDefault="00B65DC9" w:rsidP="00B65DC9">
      <w:r>
        <w:t>910.1262</w:t>
      </w:r>
      <w:r>
        <w:tab/>
        <w:t>1.266e-2</w:t>
      </w:r>
    </w:p>
    <w:p w:rsidR="00B65DC9" w:rsidRDefault="00B65DC9" w:rsidP="00B65DC9">
      <w:r>
        <w:t>910.1341</w:t>
      </w:r>
      <w:r>
        <w:tab/>
        <w:t>1.013e0</w:t>
      </w:r>
    </w:p>
    <w:p w:rsidR="00B65DC9" w:rsidRDefault="00B65DC9" w:rsidP="00B65DC9">
      <w:r>
        <w:t>910.1415</w:t>
      </w:r>
      <w:r>
        <w:tab/>
        <w:t>1.013e0</w:t>
      </w:r>
    </w:p>
    <w:p w:rsidR="00B65DC9" w:rsidRDefault="00B65DC9" w:rsidP="00B65DC9">
      <w:r>
        <w:t>910.2025</w:t>
      </w:r>
      <w:r>
        <w:tab/>
        <w:t>1.013e0</w:t>
      </w:r>
    </w:p>
    <w:p w:rsidR="00B65DC9" w:rsidRDefault="00B65DC9" w:rsidP="00B65DC9">
      <w:r>
        <w:t>910.2500</w:t>
      </w:r>
      <w:r>
        <w:tab/>
        <w:t>1.013e0</w:t>
      </w:r>
    </w:p>
    <w:p w:rsidR="00B65DC9" w:rsidRDefault="00B65DC9" w:rsidP="00B65DC9">
      <w:r>
        <w:t>910.2512</w:t>
      </w:r>
      <w:r>
        <w:tab/>
        <w:t>1.013e0</w:t>
      </w:r>
    </w:p>
    <w:p w:rsidR="00B65DC9" w:rsidRDefault="00B65DC9" w:rsidP="00B65DC9">
      <w:r>
        <w:t>910.2787</w:t>
      </w:r>
      <w:r>
        <w:tab/>
        <w:t>1.013e0</w:t>
      </w:r>
    </w:p>
    <w:p w:rsidR="00B65DC9" w:rsidRDefault="00B65DC9" w:rsidP="00B65DC9">
      <w:r>
        <w:lastRenderedPageBreak/>
        <w:t>910.3703</w:t>
      </w:r>
      <w:r>
        <w:tab/>
        <w:t>1.013e0</w:t>
      </w:r>
    </w:p>
    <w:p w:rsidR="00B65DC9" w:rsidRDefault="00B65DC9" w:rsidP="00B65DC9">
      <w:r>
        <w:t>910.4695</w:t>
      </w:r>
      <w:r>
        <w:tab/>
        <w:t>2.025e0</w:t>
      </w:r>
    </w:p>
    <w:p w:rsidR="00B65DC9" w:rsidRDefault="00B65DC9" w:rsidP="00B65DC9">
      <w:r>
        <w:t>910.4939</w:t>
      </w:r>
      <w:r>
        <w:tab/>
        <w:t>3.038e0</w:t>
      </w:r>
    </w:p>
    <w:p w:rsidR="00B65DC9" w:rsidRDefault="00B65DC9" w:rsidP="00B65DC9">
      <w:r>
        <w:t>910.5715</w:t>
      </w:r>
      <w:r>
        <w:tab/>
        <w:t>1.266e-2</w:t>
      </w:r>
    </w:p>
    <w:p w:rsidR="00B65DC9" w:rsidRDefault="00B65DC9" w:rsidP="00B65DC9">
      <w:r>
        <w:t>910.5992</w:t>
      </w:r>
      <w:r>
        <w:tab/>
        <w:t>1.013e0</w:t>
      </w:r>
    </w:p>
    <w:p w:rsidR="00B65DC9" w:rsidRDefault="00B65DC9" w:rsidP="00B65DC9">
      <w:r>
        <w:t>910.6755</w:t>
      </w:r>
      <w:r>
        <w:tab/>
        <w:t>2.025e0</w:t>
      </w:r>
    </w:p>
    <w:p w:rsidR="00B65DC9" w:rsidRDefault="00B65DC9" w:rsidP="00B65DC9">
      <w:r>
        <w:t>910.7060</w:t>
      </w:r>
      <w:r>
        <w:tab/>
        <w:t>1.013e0</w:t>
      </w:r>
    </w:p>
    <w:p w:rsidR="00B65DC9" w:rsidRDefault="00B65DC9" w:rsidP="00B65DC9">
      <w:r>
        <w:t>910.7670</w:t>
      </w:r>
      <w:r>
        <w:tab/>
        <w:t>1.013e0</w:t>
      </w:r>
    </w:p>
    <w:p w:rsidR="00B65DC9" w:rsidRDefault="00B65DC9" w:rsidP="00B65DC9">
      <w:r>
        <w:t>910.8434</w:t>
      </w:r>
      <w:r>
        <w:tab/>
        <w:t>1.266e-2</w:t>
      </w:r>
    </w:p>
    <w:p w:rsidR="00B65DC9" w:rsidRDefault="00B65DC9" w:rsidP="00B65DC9">
      <w:r>
        <w:t>910.8969</w:t>
      </w:r>
      <w:r>
        <w:tab/>
        <w:t>2.025e0</w:t>
      </w:r>
    </w:p>
    <w:p w:rsidR="00B65DC9" w:rsidRDefault="00B65DC9" w:rsidP="00B65DC9">
      <w:r>
        <w:t>910.9667</w:t>
      </w:r>
      <w:r>
        <w:tab/>
        <w:t>1.013e0</w:t>
      </w:r>
    </w:p>
    <w:p w:rsidR="00B65DC9" w:rsidRDefault="00B65DC9" w:rsidP="00B65DC9">
      <w:r>
        <w:t>910.9743</w:t>
      </w:r>
      <w:r>
        <w:tab/>
        <w:t>2.025e0</w:t>
      </w:r>
    </w:p>
    <w:p w:rsidR="00B65DC9" w:rsidRDefault="00B65DC9" w:rsidP="00B65DC9">
      <w:r>
        <w:t>910.9808</w:t>
      </w:r>
      <w:r>
        <w:tab/>
        <w:t>1.013e0</w:t>
      </w:r>
    </w:p>
    <w:p w:rsidR="00B65DC9" w:rsidRDefault="00B65DC9" w:rsidP="00B65DC9">
      <w:r>
        <w:t>911.0888</w:t>
      </w:r>
      <w:r>
        <w:tab/>
        <w:t>1.013e0</w:t>
      </w:r>
    </w:p>
    <w:p w:rsidR="00B65DC9" w:rsidRDefault="00B65DC9" w:rsidP="00B65DC9">
      <w:r>
        <w:t>911.1182</w:t>
      </w:r>
      <w:r>
        <w:tab/>
        <w:t>1.013e0</w:t>
      </w:r>
    </w:p>
    <w:p w:rsidR="00B65DC9" w:rsidRDefault="00B65DC9" w:rsidP="00B65DC9">
      <w:r>
        <w:t>911.1792</w:t>
      </w:r>
      <w:r>
        <w:tab/>
        <w:t>1.013e0</w:t>
      </w:r>
    </w:p>
    <w:p w:rsidR="00B65DC9" w:rsidRDefault="00B65DC9" w:rsidP="00B65DC9">
      <w:r>
        <w:t>911.1968</w:t>
      </w:r>
      <w:r>
        <w:tab/>
        <w:t>1.013e0</w:t>
      </w:r>
    </w:p>
    <w:p w:rsidR="00B65DC9" w:rsidRDefault="00B65DC9" w:rsidP="00B65DC9">
      <w:r>
        <w:t>911.2709</w:t>
      </w:r>
      <w:r>
        <w:tab/>
        <w:t>1.013e0</w:t>
      </w:r>
    </w:p>
    <w:p w:rsidR="00B65DC9" w:rsidRDefault="00B65DC9" w:rsidP="00B65DC9">
      <w:r>
        <w:t>911.3551</w:t>
      </w:r>
      <w:r>
        <w:tab/>
        <w:t>2.025e0</w:t>
      </w:r>
    </w:p>
    <w:p w:rsidR="00B65DC9" w:rsidRDefault="00B65DC9" w:rsidP="00B65DC9">
      <w:r>
        <w:lastRenderedPageBreak/>
        <w:t>911.3837</w:t>
      </w:r>
      <w:r>
        <w:tab/>
        <w:t>2.025e0</w:t>
      </w:r>
    </w:p>
    <w:p w:rsidR="00B65DC9" w:rsidRDefault="00B65DC9" w:rsidP="00B65DC9">
      <w:r>
        <w:t>911.4532</w:t>
      </w:r>
      <w:r>
        <w:tab/>
        <w:t>1.266e-2</w:t>
      </w:r>
    </w:p>
    <w:p w:rsidR="00B65DC9" w:rsidRDefault="00B65DC9" w:rsidP="00B65DC9">
      <w:r>
        <w:t>911.4619</w:t>
      </w:r>
      <w:r>
        <w:tab/>
        <w:t>2.025e0</w:t>
      </w:r>
    </w:p>
    <w:p w:rsidR="00B65DC9" w:rsidRDefault="00B65DC9" w:rsidP="00B65DC9">
      <w:r>
        <w:t>911.4847</w:t>
      </w:r>
      <w:r>
        <w:tab/>
        <w:t>1.013e0</w:t>
      </w:r>
    </w:p>
    <w:p w:rsidR="00B65DC9" w:rsidRDefault="00B65DC9" w:rsidP="00B65DC9">
      <w:r>
        <w:t>911.5005</w:t>
      </w:r>
      <w:r>
        <w:tab/>
        <w:t>1.266e-2</w:t>
      </w:r>
    </w:p>
    <w:p w:rsidR="00B65DC9" w:rsidRDefault="00B65DC9" w:rsidP="00B65DC9">
      <w:r>
        <w:t>911.5458</w:t>
      </w:r>
      <w:r>
        <w:tab/>
        <w:t>1.013e0</w:t>
      </w:r>
    </w:p>
    <w:p w:rsidR="00B65DC9" w:rsidRDefault="00B65DC9" w:rsidP="00B65DC9">
      <w:r>
        <w:t>911.6305</w:t>
      </w:r>
      <w:r>
        <w:tab/>
        <w:t>3.038e0</w:t>
      </w:r>
    </w:p>
    <w:p w:rsidR="00B65DC9" w:rsidRDefault="00B65DC9" w:rsidP="00B65DC9">
      <w:r>
        <w:t>911.7050</w:t>
      </w:r>
      <w:r>
        <w:tab/>
        <w:t>1.013e0</w:t>
      </w:r>
    </w:p>
    <w:p w:rsidR="00B65DC9" w:rsidRDefault="00B65DC9" w:rsidP="00B65DC9">
      <w:r>
        <w:t>911.8055</w:t>
      </w:r>
      <w:r>
        <w:tab/>
        <w:t>1.013e0</w:t>
      </w:r>
    </w:p>
    <w:p w:rsidR="00B65DC9" w:rsidRDefault="00B65DC9" w:rsidP="00B65DC9">
      <w:r>
        <w:t>911.8522</w:t>
      </w:r>
      <w:r>
        <w:tab/>
        <w:t>1.025e0</w:t>
      </w:r>
    </w:p>
    <w:p w:rsidR="00B65DC9" w:rsidRDefault="00B65DC9" w:rsidP="00B65DC9">
      <w:r>
        <w:t>911.8925</w:t>
      </w:r>
      <w:r>
        <w:tab/>
        <w:t>1.013e0</w:t>
      </w:r>
    </w:p>
    <w:p w:rsidR="00B65DC9" w:rsidRDefault="00B65DC9" w:rsidP="00B65DC9">
      <w:r>
        <w:t>912.0101</w:t>
      </w:r>
      <w:r>
        <w:tab/>
        <w:t>1.013e0</w:t>
      </w:r>
    </w:p>
    <w:p w:rsidR="00B65DC9" w:rsidRDefault="00B65DC9" w:rsidP="00B65DC9">
      <w:r>
        <w:t>912.0433</w:t>
      </w:r>
      <w:r>
        <w:tab/>
        <w:t>1.013e0</w:t>
      </w:r>
    </w:p>
    <w:p w:rsidR="00B65DC9" w:rsidRDefault="00B65DC9" w:rsidP="00B65DC9">
      <w:r>
        <w:t>912.0500</w:t>
      </w:r>
      <w:r>
        <w:tab/>
        <w:t>1.013e0</w:t>
      </w:r>
    </w:p>
    <w:p w:rsidR="00B65DC9" w:rsidRDefault="00B65DC9" w:rsidP="00B65DC9">
      <w:r>
        <w:t>912.0607</w:t>
      </w:r>
      <w:r>
        <w:tab/>
        <w:t>1.013e0</w:t>
      </w:r>
    </w:p>
    <w:p w:rsidR="00B65DC9" w:rsidRDefault="00B65DC9" w:rsidP="00B65DC9">
      <w:r>
        <w:t>912.1722</w:t>
      </w:r>
      <w:r>
        <w:tab/>
        <w:t>1.266e-2</w:t>
      </w:r>
    </w:p>
    <w:p w:rsidR="00B65DC9" w:rsidRDefault="00B65DC9" w:rsidP="00B65DC9">
      <w:r>
        <w:t>912.2149</w:t>
      </w:r>
      <w:r>
        <w:tab/>
        <w:t>2.025e0</w:t>
      </w:r>
    </w:p>
    <w:p w:rsidR="00B65DC9" w:rsidRDefault="00B65DC9" w:rsidP="00B65DC9">
      <w:r>
        <w:t>912.3251</w:t>
      </w:r>
      <w:r>
        <w:tab/>
        <w:t>1.013e0</w:t>
      </w:r>
    </w:p>
    <w:p w:rsidR="00B65DC9" w:rsidRDefault="00B65DC9" w:rsidP="00B65DC9">
      <w:r>
        <w:t>912.3313</w:t>
      </w:r>
      <w:r>
        <w:tab/>
        <w:t>1.013e0</w:t>
      </w:r>
    </w:p>
    <w:p w:rsidR="00B65DC9" w:rsidRDefault="00B65DC9" w:rsidP="00B65DC9">
      <w:r>
        <w:lastRenderedPageBreak/>
        <w:t>912.3661</w:t>
      </w:r>
      <w:r>
        <w:tab/>
        <w:t>2.025e0</w:t>
      </w:r>
    </w:p>
    <w:p w:rsidR="00B65DC9" w:rsidRDefault="00B65DC9" w:rsidP="00B65DC9">
      <w:r>
        <w:t>912.4016</w:t>
      </w:r>
      <w:r>
        <w:tab/>
        <w:t>1.013e0</w:t>
      </w:r>
    </w:p>
    <w:p w:rsidR="00B65DC9" w:rsidRDefault="00B65DC9" w:rsidP="00B65DC9">
      <w:r>
        <w:t>912.4169</w:t>
      </w:r>
      <w:r>
        <w:tab/>
        <w:t>1.025e0</w:t>
      </w:r>
    </w:p>
    <w:p w:rsidR="00B65DC9" w:rsidRDefault="00B65DC9" w:rsidP="00B65DC9">
      <w:r>
        <w:t>912.4994</w:t>
      </w:r>
      <w:r>
        <w:tab/>
        <w:t>1.013e0</w:t>
      </w:r>
    </w:p>
    <w:p w:rsidR="00B65DC9" w:rsidRDefault="00B65DC9" w:rsidP="00B65DC9">
      <w:r>
        <w:t>912.5033</w:t>
      </w:r>
      <w:r>
        <w:tab/>
        <w:t>2.025e0</w:t>
      </w:r>
    </w:p>
    <w:p w:rsidR="00B65DC9" w:rsidRDefault="00B65DC9" w:rsidP="00B65DC9">
      <w:r>
        <w:t>912.5844</w:t>
      </w:r>
      <w:r>
        <w:tab/>
        <w:t>3.038e0</w:t>
      </w:r>
    </w:p>
    <w:p w:rsidR="00B65DC9" w:rsidRDefault="00B65DC9" w:rsidP="00B65DC9">
      <w:r>
        <w:t>912.6003</w:t>
      </w:r>
      <w:r>
        <w:tab/>
        <w:t>1.013e0</w:t>
      </w:r>
    </w:p>
    <w:p w:rsidR="00B65DC9" w:rsidRDefault="00B65DC9" w:rsidP="00B65DC9">
      <w:r>
        <w:t>912.6686</w:t>
      </w:r>
      <w:r>
        <w:tab/>
        <w:t>1.013e0</w:t>
      </w:r>
    </w:p>
    <w:p w:rsidR="00B65DC9" w:rsidRDefault="00B65DC9" w:rsidP="00B65DC9">
      <w:r>
        <w:t>912.7532</w:t>
      </w:r>
      <w:r>
        <w:tab/>
        <w:t>1.025e0</w:t>
      </w:r>
    </w:p>
    <w:p w:rsidR="00B65DC9" w:rsidRDefault="00B65DC9" w:rsidP="00B65DC9">
      <w:r>
        <w:t>912.7545</w:t>
      </w:r>
      <w:r>
        <w:tab/>
        <w:t>1.013e0</w:t>
      </w:r>
    </w:p>
    <w:p w:rsidR="00B65DC9" w:rsidRDefault="00B65DC9" w:rsidP="00B65DC9">
      <w:r>
        <w:t>912.8756</w:t>
      </w:r>
      <w:r>
        <w:tab/>
        <w:t>1.013e0</w:t>
      </w:r>
    </w:p>
    <w:p w:rsidR="00B65DC9" w:rsidRDefault="00B65DC9" w:rsidP="00B65DC9">
      <w:r>
        <w:t>912.9839</w:t>
      </w:r>
      <w:r>
        <w:tab/>
        <w:t>1.013e0</w:t>
      </w:r>
    </w:p>
    <w:p w:rsidR="00B65DC9" w:rsidRDefault="00B65DC9" w:rsidP="00B65DC9">
      <w:r>
        <w:t>913.0133</w:t>
      </w:r>
      <w:r>
        <w:tab/>
        <w:t>1.266e-2</w:t>
      </w:r>
    </w:p>
    <w:p w:rsidR="00B65DC9" w:rsidRDefault="00B65DC9" w:rsidP="00B65DC9">
      <w:r>
        <w:t>913.0592</w:t>
      </w:r>
      <w:r>
        <w:tab/>
        <w:t>1.013e0</w:t>
      </w:r>
    </w:p>
    <w:p w:rsidR="00B65DC9" w:rsidRDefault="00B65DC9" w:rsidP="00B65DC9">
      <w:r>
        <w:t>913.2025</w:t>
      </w:r>
      <w:r>
        <w:tab/>
        <w:t>2.025e0</w:t>
      </w:r>
    </w:p>
    <w:p w:rsidR="00B65DC9" w:rsidRDefault="00B65DC9" w:rsidP="00B65DC9">
      <w:r>
        <w:t>913.2584</w:t>
      </w:r>
      <w:r>
        <w:tab/>
        <w:t>1.013e0</w:t>
      </w:r>
    </w:p>
    <w:p w:rsidR="00B65DC9" w:rsidRDefault="00B65DC9" w:rsidP="00B65DC9">
      <w:r>
        <w:t>913.2713</w:t>
      </w:r>
      <w:r>
        <w:tab/>
        <w:t>3.038e0</w:t>
      </w:r>
    </w:p>
    <w:p w:rsidR="00B65DC9" w:rsidRDefault="00B65DC9" w:rsidP="00B65DC9">
      <w:r>
        <w:t>913.2761</w:t>
      </w:r>
      <w:r>
        <w:tab/>
        <w:t>1.013e0</w:t>
      </w:r>
    </w:p>
    <w:p w:rsidR="00B65DC9" w:rsidRDefault="00B65DC9" w:rsidP="00B65DC9">
      <w:r>
        <w:t>913.3423</w:t>
      </w:r>
      <w:r>
        <w:tab/>
        <w:t>2.025e0</w:t>
      </w:r>
    </w:p>
    <w:p w:rsidR="00B65DC9" w:rsidRDefault="00B65DC9" w:rsidP="00B65DC9">
      <w:r>
        <w:lastRenderedPageBreak/>
        <w:t>913.3552</w:t>
      </w:r>
      <w:r>
        <w:tab/>
        <w:t>3.038e0</w:t>
      </w:r>
    </w:p>
    <w:p w:rsidR="00B65DC9" w:rsidRDefault="00B65DC9" w:rsidP="00B65DC9">
      <w:r>
        <w:t>913.3817</w:t>
      </w:r>
      <w:r>
        <w:tab/>
        <w:t>1.013e0</w:t>
      </w:r>
    </w:p>
    <w:p w:rsidR="00B65DC9" w:rsidRDefault="00B65DC9" w:rsidP="00B65DC9">
      <w:r>
        <w:t>913.3959</w:t>
      </w:r>
      <w:r>
        <w:tab/>
        <w:t>1.025e0</w:t>
      </w:r>
    </w:p>
    <w:p w:rsidR="00B65DC9" w:rsidRDefault="00B65DC9" w:rsidP="00B65DC9">
      <w:r>
        <w:t>913.4800</w:t>
      </w:r>
      <w:r>
        <w:tab/>
        <w:t>1.013e0</w:t>
      </w:r>
    </w:p>
    <w:p w:rsidR="00B65DC9" w:rsidRDefault="00B65DC9" w:rsidP="00B65DC9">
      <w:r>
        <w:t>913.5540</w:t>
      </w:r>
      <w:r>
        <w:tab/>
        <w:t>2.025e0</w:t>
      </w:r>
    </w:p>
    <w:p w:rsidR="00B65DC9" w:rsidRDefault="00B65DC9" w:rsidP="00B65DC9">
      <w:r>
        <w:t>913.5972</w:t>
      </w:r>
      <w:r>
        <w:tab/>
        <w:t>1.013e0</w:t>
      </w:r>
    </w:p>
    <w:p w:rsidR="00B65DC9" w:rsidRDefault="00B65DC9" w:rsidP="00B65DC9">
      <w:r>
        <w:t>913.6492</w:t>
      </w:r>
      <w:r>
        <w:tab/>
        <w:t>1.013e0</w:t>
      </w:r>
    </w:p>
    <w:p w:rsidR="00B65DC9" w:rsidRDefault="00B65DC9" w:rsidP="00B65DC9">
      <w:r>
        <w:t>913.7173</w:t>
      </w:r>
      <w:r>
        <w:tab/>
        <w:t>1.013e0</w:t>
      </w:r>
    </w:p>
    <w:p w:rsidR="00B65DC9" w:rsidRDefault="00B65DC9" w:rsidP="00B65DC9">
      <w:r>
        <w:t>913.8283</w:t>
      </w:r>
      <w:r>
        <w:tab/>
        <w:t>2.025e0</w:t>
      </w:r>
    </w:p>
    <w:p w:rsidR="00B65DC9" w:rsidRDefault="00B65DC9" w:rsidP="00B65DC9">
      <w:r>
        <w:t>913.9897</w:t>
      </w:r>
      <w:r>
        <w:tab/>
        <w:t>2.025e0</w:t>
      </w:r>
    </w:p>
    <w:p w:rsidR="00B65DC9" w:rsidRDefault="00B65DC9" w:rsidP="00B65DC9">
      <w:r>
        <w:t>914.0887</w:t>
      </w:r>
      <w:r>
        <w:tab/>
        <w:t>1.013e0</w:t>
      </w:r>
    </w:p>
    <w:p w:rsidR="00B65DC9" w:rsidRDefault="00B65DC9" w:rsidP="00B65DC9">
      <w:r>
        <w:t>914.1224</w:t>
      </w:r>
      <w:r>
        <w:tab/>
        <w:t>3.038e0</w:t>
      </w:r>
    </w:p>
    <w:p w:rsidR="00B65DC9" w:rsidRDefault="00B65DC9" w:rsidP="00B65DC9">
      <w:r>
        <w:t>914.1920</w:t>
      </w:r>
      <w:r>
        <w:tab/>
        <w:t>3.038e0</w:t>
      </w:r>
    </w:p>
    <w:p w:rsidR="00B65DC9" w:rsidRDefault="00B65DC9" w:rsidP="00B65DC9">
      <w:r>
        <w:t>914.2947</w:t>
      </w:r>
      <w:r>
        <w:tab/>
        <w:t>2.025e0</w:t>
      </w:r>
    </w:p>
    <w:p w:rsidR="00B65DC9" w:rsidRDefault="00B65DC9" w:rsidP="00B65DC9">
      <w:r>
        <w:t>914.3448</w:t>
      </w:r>
      <w:r>
        <w:tab/>
        <w:t>1.266e-2</w:t>
      </w:r>
    </w:p>
    <w:p w:rsidR="00B65DC9" w:rsidRDefault="00B65DC9" w:rsidP="00B65DC9">
      <w:r>
        <w:t>914.3539</w:t>
      </w:r>
      <w:r>
        <w:tab/>
        <w:t>2.025e0</w:t>
      </w:r>
    </w:p>
    <w:p w:rsidR="00B65DC9" w:rsidRDefault="00B65DC9" w:rsidP="00B65DC9">
      <w:r>
        <w:t>914.4371</w:t>
      </w:r>
      <w:r>
        <w:tab/>
        <w:t>1.013e0</w:t>
      </w:r>
    </w:p>
    <w:p w:rsidR="00B65DC9" w:rsidRDefault="00B65DC9" w:rsidP="00B65DC9">
      <w:r>
        <w:t>914.4778</w:t>
      </w:r>
      <w:r>
        <w:tab/>
        <w:t>1.013e0</w:t>
      </w:r>
    </w:p>
    <w:p w:rsidR="00B65DC9" w:rsidRDefault="00B65DC9" w:rsidP="00B65DC9">
      <w:r>
        <w:t>914.4831</w:t>
      </w:r>
      <w:r>
        <w:tab/>
        <w:t>1.013e0</w:t>
      </w:r>
    </w:p>
    <w:p w:rsidR="00B65DC9" w:rsidRDefault="00B65DC9" w:rsidP="00B65DC9">
      <w:r>
        <w:lastRenderedPageBreak/>
        <w:t>914.5291</w:t>
      </w:r>
      <w:r>
        <w:tab/>
        <w:t>1.013e0</w:t>
      </w:r>
    </w:p>
    <w:p w:rsidR="00B65DC9" w:rsidRDefault="00B65DC9" w:rsidP="00B65DC9">
      <w:r>
        <w:t>914.5444</w:t>
      </w:r>
      <w:r>
        <w:tab/>
        <w:t>1.025e0</w:t>
      </w:r>
    </w:p>
    <w:p w:rsidR="00B65DC9" w:rsidRDefault="00B65DC9" w:rsidP="00B65DC9">
      <w:r>
        <w:t>914.6297</w:t>
      </w:r>
      <w:r>
        <w:tab/>
        <w:t>2.025e0</w:t>
      </w:r>
    </w:p>
    <w:p w:rsidR="00B65DC9" w:rsidRDefault="00B65DC9" w:rsidP="00B65DC9">
      <w:r>
        <w:t>914.6578</w:t>
      </w:r>
      <w:r>
        <w:tab/>
        <w:t>2.025e0</w:t>
      </w:r>
    </w:p>
    <w:p w:rsidR="00B65DC9" w:rsidRDefault="00B65DC9" w:rsidP="00B65DC9">
      <w:r>
        <w:t>914.7137</w:t>
      </w:r>
      <w:r>
        <w:tab/>
        <w:t>2.025e0</w:t>
      </w:r>
    </w:p>
    <w:p w:rsidR="00B65DC9" w:rsidRDefault="00B65DC9" w:rsidP="00B65DC9">
      <w:r>
        <w:t>914.7513</w:t>
      </w:r>
      <w:r>
        <w:tab/>
        <w:t>2.025e0</w:t>
      </w:r>
    </w:p>
    <w:p w:rsidR="00B65DC9" w:rsidRDefault="00B65DC9" w:rsidP="00B65DC9">
      <w:r>
        <w:t>914.9122</w:t>
      </w:r>
      <w:r>
        <w:tab/>
        <w:t>1.013e0</w:t>
      </w:r>
    </w:p>
    <w:p w:rsidR="00B65DC9" w:rsidRDefault="00B65DC9" w:rsidP="00B65DC9">
      <w:r>
        <w:t>915.0853</w:t>
      </w:r>
      <w:r>
        <w:tab/>
        <w:t>1.013e0</w:t>
      </w:r>
    </w:p>
    <w:p w:rsidR="00B65DC9" w:rsidRDefault="00B65DC9" w:rsidP="00B65DC9">
      <w:r>
        <w:t>915.1729</w:t>
      </w:r>
      <w:r>
        <w:tab/>
        <w:t>1.013e0</w:t>
      </w:r>
    </w:p>
    <w:p w:rsidR="00B65DC9" w:rsidRDefault="00B65DC9" w:rsidP="00B65DC9">
      <w:r>
        <w:t>915.1796</w:t>
      </w:r>
      <w:r>
        <w:tab/>
        <w:t>2.025e0</w:t>
      </w:r>
    </w:p>
    <w:p w:rsidR="00B65DC9" w:rsidRDefault="00B65DC9" w:rsidP="00B65DC9">
      <w:r>
        <w:t>915.2036</w:t>
      </w:r>
      <w:r>
        <w:tab/>
        <w:t>1.013e0</w:t>
      </w:r>
    </w:p>
    <w:p w:rsidR="00B65DC9" w:rsidRDefault="00B65DC9" w:rsidP="00B65DC9">
      <w:r>
        <w:t>915.2200</w:t>
      </w:r>
      <w:r>
        <w:tab/>
        <w:t>1.013e0</w:t>
      </w:r>
    </w:p>
    <w:p w:rsidR="00B65DC9" w:rsidRDefault="00B65DC9" w:rsidP="00B65DC9">
      <w:r>
        <w:t>915.2495</w:t>
      </w:r>
      <w:r>
        <w:tab/>
        <w:t>2.025e0</w:t>
      </w:r>
    </w:p>
    <w:p w:rsidR="00B65DC9" w:rsidRDefault="00B65DC9" w:rsidP="00B65DC9">
      <w:r>
        <w:t>915.3416</w:t>
      </w:r>
      <w:r>
        <w:tab/>
        <w:t>1.013e0</w:t>
      </w:r>
    </w:p>
    <w:p w:rsidR="00B65DC9" w:rsidRDefault="00B65DC9" w:rsidP="00B65DC9">
      <w:r>
        <w:t>915.4194</w:t>
      </w:r>
      <w:r>
        <w:tab/>
        <w:t>1.013e0</w:t>
      </w:r>
    </w:p>
    <w:p w:rsidR="00B65DC9" w:rsidRDefault="00B65DC9" w:rsidP="00B65DC9">
      <w:r>
        <w:t>915.4489</w:t>
      </w:r>
      <w:r>
        <w:tab/>
        <w:t>1.013e0</w:t>
      </w:r>
    </w:p>
    <w:p w:rsidR="00B65DC9" w:rsidRDefault="00B65DC9" w:rsidP="00B65DC9">
      <w:r>
        <w:t>915.4580</w:t>
      </w:r>
      <w:r>
        <w:tab/>
        <w:t>1.013e0</w:t>
      </w:r>
    </w:p>
    <w:p w:rsidR="00B65DC9" w:rsidRDefault="00B65DC9" w:rsidP="00B65DC9">
      <w:r>
        <w:t>915.5939</w:t>
      </w:r>
      <w:r>
        <w:tab/>
        <w:t>1.266e-2</w:t>
      </w:r>
    </w:p>
    <w:p w:rsidR="00B65DC9" w:rsidRDefault="00B65DC9" w:rsidP="00B65DC9">
      <w:r>
        <w:t>915.6406</w:t>
      </w:r>
      <w:r>
        <w:tab/>
        <w:t>2.025e0</w:t>
      </w:r>
    </w:p>
    <w:p w:rsidR="00B65DC9" w:rsidRDefault="00B65DC9" w:rsidP="00B65DC9">
      <w:r>
        <w:lastRenderedPageBreak/>
        <w:t>915.6943</w:t>
      </w:r>
      <w:r>
        <w:tab/>
        <w:t>1.266e-2</w:t>
      </w:r>
    </w:p>
    <w:p w:rsidR="00B65DC9" w:rsidRDefault="00B65DC9" w:rsidP="00B65DC9">
      <w:r>
        <w:t>915.7415</w:t>
      </w:r>
      <w:r>
        <w:tab/>
        <w:t>1.013e0</w:t>
      </w:r>
    </w:p>
    <w:p w:rsidR="00B65DC9" w:rsidRDefault="00B65DC9" w:rsidP="00B65DC9">
      <w:r>
        <w:t>915.7821</w:t>
      </w:r>
      <w:r>
        <w:tab/>
        <w:t>2.025e0</w:t>
      </w:r>
    </w:p>
    <w:p w:rsidR="00B65DC9" w:rsidRDefault="00B65DC9" w:rsidP="00B65DC9">
      <w:r>
        <w:t>915.8313</w:t>
      </w:r>
      <w:r>
        <w:tab/>
        <w:t>1.013e0</w:t>
      </w:r>
    </w:p>
    <w:p w:rsidR="00B65DC9" w:rsidRDefault="00B65DC9" w:rsidP="00B65DC9">
      <w:r>
        <w:t>915.8973</w:t>
      </w:r>
      <w:r>
        <w:tab/>
        <w:t>1.013e0</w:t>
      </w:r>
    </w:p>
    <w:p w:rsidR="00B65DC9" w:rsidRDefault="00B65DC9" w:rsidP="00B65DC9">
      <w:r>
        <w:t>915.9828</w:t>
      </w:r>
      <w:r>
        <w:tab/>
        <w:t>1.013e0</w:t>
      </w:r>
    </w:p>
    <w:p w:rsidR="00B65DC9" w:rsidRDefault="00B65DC9" w:rsidP="00B65DC9">
      <w:r>
        <w:t>916.0165</w:t>
      </w:r>
      <w:r>
        <w:tab/>
        <w:t>1.266e-2</w:t>
      </w:r>
    </w:p>
    <w:p w:rsidR="00B65DC9" w:rsidRDefault="00B65DC9" w:rsidP="00B65DC9">
      <w:r>
        <w:t>916.1172</w:t>
      </w:r>
      <w:r>
        <w:tab/>
        <w:t>1.013e0</w:t>
      </w:r>
    </w:p>
    <w:p w:rsidR="00B65DC9" w:rsidRDefault="00B65DC9" w:rsidP="00B65DC9">
      <w:r>
        <w:t>916.2178</w:t>
      </w:r>
      <w:r>
        <w:tab/>
        <w:t>1.013e0</w:t>
      </w:r>
    </w:p>
    <w:p w:rsidR="00B65DC9" w:rsidRDefault="00B65DC9" w:rsidP="00B65DC9">
      <w:r>
        <w:t>916.2468</w:t>
      </w:r>
      <w:r>
        <w:tab/>
        <w:t>1.013e0</w:t>
      </w:r>
    </w:p>
    <w:p w:rsidR="00B65DC9" w:rsidRDefault="00B65DC9" w:rsidP="00B65DC9">
      <w:r>
        <w:t>916.2621</w:t>
      </w:r>
      <w:r>
        <w:tab/>
        <w:t>1.013e0</w:t>
      </w:r>
    </w:p>
    <w:p w:rsidR="00B65DC9" w:rsidRDefault="00B65DC9" w:rsidP="00B65DC9">
      <w:r>
        <w:t>916.5231</w:t>
      </w:r>
      <w:r>
        <w:tab/>
        <w:t>3.038e0</w:t>
      </w:r>
    </w:p>
    <w:p w:rsidR="00B65DC9" w:rsidRDefault="00B65DC9" w:rsidP="00B65DC9">
      <w:r>
        <w:t>916.6157</w:t>
      </w:r>
      <w:r>
        <w:tab/>
        <w:t>3.038e0</w:t>
      </w:r>
    </w:p>
    <w:p w:rsidR="00B65DC9" w:rsidRDefault="00B65DC9" w:rsidP="00B65DC9">
      <w:r>
        <w:t>916.6613</w:t>
      </w:r>
      <w:r>
        <w:tab/>
        <w:t>1.013e0</w:t>
      </w:r>
    </w:p>
    <w:p w:rsidR="00B65DC9" w:rsidRDefault="00B65DC9" w:rsidP="00B65DC9">
      <w:r>
        <w:t>916.7700</w:t>
      </w:r>
      <w:r>
        <w:tab/>
        <w:t>2.025e0</w:t>
      </w:r>
    </w:p>
    <w:p w:rsidR="00B65DC9" w:rsidRDefault="00B65DC9" w:rsidP="00B65DC9">
      <w:r>
        <w:t>916.7842</w:t>
      </w:r>
      <w:r>
        <w:tab/>
        <w:t>1.266e-2</w:t>
      </w:r>
    </w:p>
    <w:p w:rsidR="00B65DC9" w:rsidRDefault="00B65DC9" w:rsidP="00B65DC9">
      <w:r>
        <w:t>916.8840</w:t>
      </w:r>
      <w:r>
        <w:tab/>
        <w:t>2.025e0</w:t>
      </w:r>
    </w:p>
    <w:p w:rsidR="00B65DC9" w:rsidRDefault="00B65DC9" w:rsidP="00B65DC9">
      <w:r>
        <w:t>916.9839</w:t>
      </w:r>
      <w:r>
        <w:tab/>
        <w:t>1.013e0</w:t>
      </w:r>
    </w:p>
    <w:p w:rsidR="00B65DC9" w:rsidRDefault="00B65DC9" w:rsidP="00B65DC9">
      <w:r>
        <w:t>917.0158</w:t>
      </w:r>
      <w:r>
        <w:tab/>
        <w:t>1.013e0</w:t>
      </w:r>
    </w:p>
    <w:p w:rsidR="00B65DC9" w:rsidRDefault="00B65DC9" w:rsidP="00B65DC9">
      <w:r>
        <w:lastRenderedPageBreak/>
        <w:t>917.0760</w:t>
      </w:r>
      <w:r>
        <w:tab/>
        <w:t>2.025e0</w:t>
      </w:r>
    </w:p>
    <w:p w:rsidR="00B65DC9" w:rsidRDefault="00B65DC9" w:rsidP="00B65DC9">
      <w:r>
        <w:t>917.0991</w:t>
      </w:r>
      <w:r>
        <w:tab/>
        <w:t>2.025e0</w:t>
      </w:r>
    </w:p>
    <w:p w:rsidR="00B65DC9" w:rsidRDefault="00B65DC9" w:rsidP="00B65DC9">
      <w:r>
        <w:t>917.1837</w:t>
      </w:r>
      <w:r>
        <w:tab/>
        <w:t>1.266e-2</w:t>
      </w:r>
    </w:p>
    <w:p w:rsidR="00B65DC9" w:rsidRDefault="00B65DC9" w:rsidP="00B65DC9">
      <w:r>
        <w:t>917.2144</w:t>
      </w:r>
      <w:r>
        <w:tab/>
        <w:t>1.013e0</w:t>
      </w:r>
    </w:p>
    <w:p w:rsidR="00B65DC9" w:rsidRDefault="00B65DC9" w:rsidP="00B65DC9">
      <w:r>
        <w:t>917.2308</w:t>
      </w:r>
      <w:r>
        <w:tab/>
        <w:t>1.025e0</w:t>
      </w:r>
    </w:p>
    <w:p w:rsidR="00B65DC9" w:rsidRDefault="00B65DC9" w:rsidP="00B65DC9">
      <w:r>
        <w:t>917.3006</w:t>
      </w:r>
      <w:r>
        <w:tab/>
        <w:t>1.013e0</w:t>
      </w:r>
    </w:p>
    <w:p w:rsidR="00B65DC9" w:rsidRDefault="00B65DC9" w:rsidP="00B65DC9">
      <w:r>
        <w:t>917.3367</w:t>
      </w:r>
      <w:r>
        <w:tab/>
        <w:t>1.013e0</w:t>
      </w:r>
    </w:p>
    <w:p w:rsidR="00B65DC9" w:rsidRDefault="00B65DC9" w:rsidP="00B65DC9">
      <w:r>
        <w:t>917.3527</w:t>
      </w:r>
      <w:r>
        <w:tab/>
        <w:t>1.013e0</w:t>
      </w:r>
    </w:p>
    <w:p w:rsidR="00B65DC9" w:rsidRDefault="00B65DC9" w:rsidP="00B65DC9">
      <w:r>
        <w:t>917.3834</w:t>
      </w:r>
      <w:r>
        <w:tab/>
        <w:t>1.013e0</w:t>
      </w:r>
    </w:p>
    <w:p w:rsidR="00B65DC9" w:rsidRDefault="00B65DC9" w:rsidP="00B65DC9">
      <w:r>
        <w:t>917.4178</w:t>
      </w:r>
      <w:r>
        <w:tab/>
        <w:t>1.013e0</w:t>
      </w:r>
    </w:p>
    <w:p w:rsidR="00B65DC9" w:rsidRDefault="00B65DC9" w:rsidP="00B65DC9">
      <w:r>
        <w:t>917.5615</w:t>
      </w:r>
      <w:r>
        <w:tab/>
        <w:t>2.025e0</w:t>
      </w:r>
    </w:p>
    <w:p w:rsidR="00B65DC9" w:rsidRDefault="00B65DC9" w:rsidP="00B65DC9">
      <w:r>
        <w:t>917.6036</w:t>
      </w:r>
      <w:r>
        <w:tab/>
        <w:t>3.038e0</w:t>
      </w:r>
    </w:p>
    <w:p w:rsidR="00B65DC9" w:rsidRDefault="00B65DC9" w:rsidP="00B65DC9">
      <w:r>
        <w:t>917.6140</w:t>
      </w:r>
      <w:r>
        <w:tab/>
        <w:t>1.013e0</w:t>
      </w:r>
    </w:p>
    <w:p w:rsidR="00B65DC9" w:rsidRDefault="00B65DC9" w:rsidP="00B65DC9">
      <w:r>
        <w:t>917.6360</w:t>
      </w:r>
      <w:r>
        <w:tab/>
        <w:t>3.038e0</w:t>
      </w:r>
    </w:p>
    <w:p w:rsidR="00B65DC9" w:rsidRDefault="00B65DC9" w:rsidP="00B65DC9">
      <w:r>
        <w:t>917.7062</w:t>
      </w:r>
      <w:r>
        <w:tab/>
        <w:t>3.038e0</w:t>
      </w:r>
    </w:p>
    <w:p w:rsidR="00B65DC9" w:rsidRDefault="00B65DC9" w:rsidP="00B65DC9">
      <w:r>
        <w:t>917.7523</w:t>
      </w:r>
      <w:r>
        <w:tab/>
        <w:t>2.025e0</w:t>
      </w:r>
    </w:p>
    <w:p w:rsidR="00B65DC9" w:rsidRDefault="00B65DC9" w:rsidP="00B65DC9">
      <w:r>
        <w:t>917.8611</w:t>
      </w:r>
      <w:r>
        <w:tab/>
        <w:t>1.013e0</w:t>
      </w:r>
    </w:p>
    <w:p w:rsidR="00B65DC9" w:rsidRDefault="00B65DC9" w:rsidP="00B65DC9">
      <w:r>
        <w:t>917.9522</w:t>
      </w:r>
      <w:r>
        <w:tab/>
        <w:t>1.013e0</w:t>
      </w:r>
    </w:p>
    <w:p w:rsidR="00B65DC9" w:rsidRDefault="00B65DC9" w:rsidP="00B65DC9">
      <w:r>
        <w:t>917.9676</w:t>
      </w:r>
      <w:r>
        <w:tab/>
        <w:t>1.013e0</w:t>
      </w:r>
    </w:p>
    <w:p w:rsidR="00B65DC9" w:rsidRDefault="00B65DC9" w:rsidP="00B65DC9">
      <w:r>
        <w:lastRenderedPageBreak/>
        <w:t>917.9841</w:t>
      </w:r>
      <w:r>
        <w:tab/>
        <w:t>1.266e-2</w:t>
      </w:r>
    </w:p>
    <w:p w:rsidR="00B65DC9" w:rsidRDefault="00B65DC9" w:rsidP="00B65DC9">
      <w:r>
        <w:t>918.0599</w:t>
      </w:r>
      <w:r>
        <w:tab/>
        <w:t>2.025e0</w:t>
      </w:r>
    </w:p>
    <w:p w:rsidR="00B65DC9" w:rsidRDefault="00B65DC9" w:rsidP="00B65DC9">
      <w:r>
        <w:t>918.1113</w:t>
      </w:r>
      <w:r>
        <w:tab/>
        <w:t>1.013e0</w:t>
      </w:r>
    </w:p>
    <w:p w:rsidR="00B65DC9" w:rsidRDefault="00B65DC9" w:rsidP="00B65DC9">
      <w:r>
        <w:t>918.1125</w:t>
      </w:r>
      <w:r>
        <w:tab/>
        <w:t>1.013e0</w:t>
      </w:r>
    </w:p>
    <w:p w:rsidR="00B65DC9" w:rsidRDefault="00B65DC9" w:rsidP="00B65DC9">
      <w:r>
        <w:t>918.2463</w:t>
      </w:r>
      <w:r>
        <w:tab/>
        <w:t>1.266e-2</w:t>
      </w:r>
    </w:p>
    <w:p w:rsidR="00B65DC9" w:rsidRDefault="00B65DC9" w:rsidP="00B65DC9">
      <w:r>
        <w:t>918.2803</w:t>
      </w:r>
      <w:r>
        <w:tab/>
        <w:t>1.013e0</w:t>
      </w:r>
    </w:p>
    <w:p w:rsidR="00B65DC9" w:rsidRDefault="00B65DC9" w:rsidP="00B65DC9">
      <w:r>
        <w:t>918.3526</w:t>
      </w:r>
      <w:r>
        <w:tab/>
        <w:t>2.025e0</w:t>
      </w:r>
    </w:p>
    <w:p w:rsidR="00B65DC9" w:rsidRDefault="00B65DC9" w:rsidP="00B65DC9">
      <w:r>
        <w:t>918.3815</w:t>
      </w:r>
      <w:r>
        <w:tab/>
        <w:t>2.853e0</w:t>
      </w:r>
    </w:p>
    <w:p w:rsidR="00B65DC9" w:rsidRDefault="00B65DC9" w:rsidP="00B65DC9">
      <w:r>
        <w:t>918.4318</w:t>
      </w:r>
      <w:r>
        <w:tab/>
        <w:t>1.013e0</w:t>
      </w:r>
    </w:p>
    <w:p w:rsidR="00B65DC9" w:rsidRDefault="00B65DC9" w:rsidP="00B65DC9">
      <w:r>
        <w:t>918.4764</w:t>
      </w:r>
      <w:r>
        <w:tab/>
        <w:t>2.025e0</w:t>
      </w:r>
    </w:p>
    <w:p w:rsidR="00B65DC9" w:rsidRDefault="00B65DC9" w:rsidP="00B65DC9">
      <w:r>
        <w:t>918.5139</w:t>
      </w:r>
      <w:r>
        <w:tab/>
        <w:t>3.038e0</w:t>
      </w:r>
    </w:p>
    <w:p w:rsidR="00B65DC9" w:rsidRDefault="00B65DC9" w:rsidP="00B65DC9">
      <w:r>
        <w:t>918.5367</w:t>
      </w:r>
      <w:r>
        <w:tab/>
        <w:t>1.266e-2</w:t>
      </w:r>
    </w:p>
    <w:p w:rsidR="00B65DC9" w:rsidRDefault="00B65DC9" w:rsidP="00B65DC9">
      <w:r>
        <w:t>918.6149</w:t>
      </w:r>
      <w:r>
        <w:tab/>
        <w:t>1.013e0</w:t>
      </w:r>
    </w:p>
    <w:p w:rsidR="00B65DC9" w:rsidRDefault="00B65DC9" w:rsidP="00B65DC9">
      <w:r>
        <w:t>918.6291</w:t>
      </w:r>
      <w:r>
        <w:tab/>
        <w:t>2.025e0</w:t>
      </w:r>
    </w:p>
    <w:p w:rsidR="00B65DC9" w:rsidRDefault="00B65DC9" w:rsidP="00B65DC9">
      <w:r>
        <w:t>918.6356</w:t>
      </w:r>
      <w:r>
        <w:tab/>
        <w:t>2.025e0</w:t>
      </w:r>
    </w:p>
    <w:p w:rsidR="00B65DC9" w:rsidRDefault="00B65DC9" w:rsidP="00B65DC9">
      <w:r>
        <w:t>918.6403</w:t>
      </w:r>
      <w:r>
        <w:tab/>
        <w:t>3.038e0</w:t>
      </w:r>
    </w:p>
    <w:p w:rsidR="00B65DC9" w:rsidRDefault="00B65DC9" w:rsidP="00B65DC9">
      <w:r>
        <w:t>918.7983</w:t>
      </w:r>
      <w:r>
        <w:tab/>
        <w:t>2.025e0</w:t>
      </w:r>
    </w:p>
    <w:p w:rsidR="00B65DC9" w:rsidRDefault="00B65DC9" w:rsidP="00B65DC9">
      <w:r>
        <w:t>918.8563</w:t>
      </w:r>
      <w:r>
        <w:tab/>
        <w:t>1.013e0</w:t>
      </w:r>
    </w:p>
    <w:p w:rsidR="00B65DC9" w:rsidRDefault="00B65DC9" w:rsidP="00B65DC9">
      <w:r>
        <w:t>919.1251</w:t>
      </w:r>
      <w:r>
        <w:tab/>
        <w:t>1.013e0</w:t>
      </w:r>
    </w:p>
    <w:p w:rsidR="00B65DC9" w:rsidRDefault="00B65DC9" w:rsidP="00B65DC9">
      <w:r>
        <w:lastRenderedPageBreak/>
        <w:t>919.1588</w:t>
      </w:r>
      <w:r>
        <w:tab/>
        <w:t>3.038e0</w:t>
      </w:r>
    </w:p>
    <w:p w:rsidR="00B65DC9" w:rsidRDefault="00B65DC9" w:rsidP="00B65DC9">
      <w:r>
        <w:t>919.2531</w:t>
      </w:r>
      <w:r>
        <w:tab/>
        <w:t>3.038e0</w:t>
      </w:r>
    </w:p>
    <w:p w:rsidR="00B65DC9" w:rsidRDefault="00B65DC9" w:rsidP="00B65DC9">
      <w:r>
        <w:t>919.3631</w:t>
      </w:r>
      <w:r>
        <w:tab/>
        <w:t>1.013e0</w:t>
      </w:r>
    </w:p>
    <w:p w:rsidR="00B65DC9" w:rsidRDefault="00B65DC9" w:rsidP="00B65DC9">
      <w:r>
        <w:t>919.4061</w:t>
      </w:r>
      <w:r>
        <w:tab/>
        <w:t>3.038e0</w:t>
      </w:r>
    </w:p>
    <w:p w:rsidR="00B65DC9" w:rsidRDefault="00B65DC9" w:rsidP="00B65DC9">
      <w:r>
        <w:t>919.4674</w:t>
      </w:r>
      <w:r>
        <w:tab/>
        <w:t>2.025e0</w:t>
      </w:r>
    </w:p>
    <w:p w:rsidR="00B65DC9" w:rsidRDefault="00B65DC9" w:rsidP="00B65DC9">
      <w:r>
        <w:t>919.5220</w:t>
      </w:r>
      <w:r>
        <w:tab/>
        <w:t>1.013e0</w:t>
      </w:r>
    </w:p>
    <w:p w:rsidR="00B65DC9" w:rsidRDefault="00B65DC9" w:rsidP="00B65DC9">
      <w:r>
        <w:t>919.5991</w:t>
      </w:r>
      <w:r>
        <w:tab/>
        <w:t>1.013e0</w:t>
      </w:r>
    </w:p>
    <w:p w:rsidR="00B65DC9" w:rsidRDefault="00B65DC9" w:rsidP="00B65DC9">
      <w:r>
        <w:t>919.6157</w:t>
      </w:r>
      <w:r>
        <w:tab/>
        <w:t>1.013e0</w:t>
      </w:r>
    </w:p>
    <w:p w:rsidR="00B65DC9" w:rsidRDefault="00B65DC9" w:rsidP="00B65DC9">
      <w:r>
        <w:t>919.6299</w:t>
      </w:r>
      <w:r>
        <w:tab/>
        <w:t>1.013e0</w:t>
      </w:r>
    </w:p>
    <w:p w:rsidR="00B65DC9" w:rsidRDefault="00B65DC9" w:rsidP="00B65DC9">
      <w:r>
        <w:t>919.6317</w:t>
      </w:r>
      <w:r>
        <w:tab/>
        <w:t>1.013e0</w:t>
      </w:r>
    </w:p>
    <w:p w:rsidR="00B65DC9" w:rsidRDefault="00B65DC9" w:rsidP="00B65DC9">
      <w:r>
        <w:t>919.7009</w:t>
      </w:r>
      <w:r>
        <w:tab/>
        <w:t>1.266e-2</w:t>
      </w:r>
    </w:p>
    <w:p w:rsidR="00B65DC9" w:rsidRDefault="00B65DC9" w:rsidP="00B65DC9">
      <w:r>
        <w:t>919.7922</w:t>
      </w:r>
      <w:r>
        <w:tab/>
        <w:t>2.025e0</w:t>
      </w:r>
    </w:p>
    <w:p w:rsidR="00B65DC9" w:rsidRDefault="00B65DC9" w:rsidP="00B65DC9">
      <w:r>
        <w:t>919.8147</w:t>
      </w:r>
      <w:r>
        <w:tab/>
        <w:t>1.013e0</w:t>
      </w:r>
    </w:p>
    <w:p w:rsidR="00B65DC9" w:rsidRDefault="00B65DC9" w:rsidP="00B65DC9">
      <w:r>
        <w:t>919.9238</w:t>
      </w:r>
      <w:r>
        <w:tab/>
        <w:t>1.013e0</w:t>
      </w:r>
    </w:p>
    <w:p w:rsidR="00B65DC9" w:rsidRDefault="00B65DC9" w:rsidP="00B65DC9">
      <w:r>
        <w:t>919.9380</w:t>
      </w:r>
      <w:r>
        <w:tab/>
        <w:t>1.013e0</w:t>
      </w:r>
    </w:p>
    <w:p w:rsidR="00B65DC9" w:rsidRDefault="00B65DC9" w:rsidP="00B65DC9">
      <w:r>
        <w:t>919.9461</w:t>
      </w:r>
      <w:r>
        <w:tab/>
        <w:t>2.025e0</w:t>
      </w:r>
    </w:p>
    <w:p w:rsidR="00B65DC9" w:rsidRDefault="00B65DC9" w:rsidP="00B65DC9">
      <w:r>
        <w:t>920.0165</w:t>
      </w:r>
      <w:r>
        <w:tab/>
        <w:t>2.025e0</w:t>
      </w:r>
    </w:p>
    <w:p w:rsidR="00B65DC9" w:rsidRDefault="00B65DC9" w:rsidP="00B65DC9">
      <w:r>
        <w:t>920.1476</w:t>
      </w:r>
      <w:r>
        <w:tab/>
        <w:t>2.025e0</w:t>
      </w:r>
    </w:p>
    <w:p w:rsidR="00B65DC9" w:rsidRDefault="00B65DC9" w:rsidP="00B65DC9">
      <w:r>
        <w:t>920.2925</w:t>
      </w:r>
      <w:r>
        <w:tab/>
        <w:t>1.013e0</w:t>
      </w:r>
    </w:p>
    <w:p w:rsidR="00B65DC9" w:rsidRDefault="00B65DC9" w:rsidP="00B65DC9">
      <w:r>
        <w:lastRenderedPageBreak/>
        <w:t>920.3310</w:t>
      </w:r>
      <w:r>
        <w:tab/>
        <w:t>2.532e-2</w:t>
      </w:r>
    </w:p>
    <w:p w:rsidR="00B65DC9" w:rsidRDefault="00B65DC9" w:rsidP="00B65DC9">
      <w:r>
        <w:t>920.3508</w:t>
      </w:r>
      <w:r>
        <w:tab/>
        <w:t>2.025e0</w:t>
      </w:r>
    </w:p>
    <w:p w:rsidR="00B65DC9" w:rsidRDefault="00B65DC9" w:rsidP="00B65DC9">
      <w:r>
        <w:t>920.3541</w:t>
      </w:r>
      <w:r>
        <w:tab/>
        <w:t>1.013e0</w:t>
      </w:r>
    </w:p>
    <w:p w:rsidR="00B65DC9" w:rsidRDefault="00B65DC9" w:rsidP="00B65DC9">
      <w:r>
        <w:t>920.3951</w:t>
      </w:r>
      <w:r>
        <w:tab/>
        <w:t>1.013e0</w:t>
      </w:r>
    </w:p>
    <w:p w:rsidR="00B65DC9" w:rsidRDefault="00B65DC9" w:rsidP="00B65DC9">
      <w:r>
        <w:t>920.4620</w:t>
      </w:r>
      <w:r>
        <w:tab/>
        <w:t>1.013e0</w:t>
      </w:r>
    </w:p>
    <w:p w:rsidR="00B65DC9" w:rsidRDefault="00B65DC9" w:rsidP="00B65DC9">
      <w:r>
        <w:t>920.4932</w:t>
      </w:r>
      <w:r>
        <w:tab/>
        <w:t>1.013e0</w:t>
      </w:r>
    </w:p>
    <w:p w:rsidR="00B65DC9" w:rsidRDefault="00B65DC9" w:rsidP="00B65DC9">
      <w:r>
        <w:t>920.5083</w:t>
      </w:r>
      <w:r>
        <w:tab/>
        <w:t>2.025e0</w:t>
      </w:r>
    </w:p>
    <w:p w:rsidR="00B65DC9" w:rsidRDefault="00B65DC9" w:rsidP="00B65DC9">
      <w:r>
        <w:t>920.5712</w:t>
      </w:r>
      <w:r>
        <w:tab/>
        <w:t>1.013e0</w:t>
      </w:r>
    </w:p>
    <w:p w:rsidR="00B65DC9" w:rsidRDefault="00B65DC9" w:rsidP="00B65DC9">
      <w:r>
        <w:t>920.5849</w:t>
      </w:r>
      <w:r>
        <w:tab/>
        <w:t>2.038e0</w:t>
      </w:r>
    </w:p>
    <w:p w:rsidR="00B65DC9" w:rsidRDefault="00B65DC9" w:rsidP="00B65DC9">
      <w:r>
        <w:t>920.5975</w:t>
      </w:r>
      <w:r>
        <w:tab/>
        <w:t>1.013e0</w:t>
      </w:r>
    </w:p>
    <w:p w:rsidR="00B65DC9" w:rsidRDefault="00B65DC9" w:rsidP="00B65DC9">
      <w:r>
        <w:t>920.6317</w:t>
      </w:r>
      <w:r>
        <w:tab/>
        <w:t>1.013e0</w:t>
      </w:r>
    </w:p>
    <w:p w:rsidR="00B65DC9" w:rsidRDefault="00B65DC9" w:rsidP="00B65DC9">
      <w:r>
        <w:t>920.6637</w:t>
      </w:r>
      <w:r>
        <w:tab/>
        <w:t>1.266e-2</w:t>
      </w:r>
    </w:p>
    <w:p w:rsidR="00B65DC9" w:rsidRDefault="00B65DC9" w:rsidP="00B65DC9">
      <w:r>
        <w:t>920.7717</w:t>
      </w:r>
      <w:r>
        <w:tab/>
        <w:t>1.013e0</w:t>
      </w:r>
    </w:p>
    <w:p w:rsidR="00B65DC9" w:rsidRDefault="00B65DC9" w:rsidP="00B65DC9">
      <w:r>
        <w:t>920.8476</w:t>
      </w:r>
      <w:r>
        <w:tab/>
        <w:t>1.266e-2</w:t>
      </w:r>
    </w:p>
    <w:p w:rsidR="00B65DC9" w:rsidRDefault="00B65DC9" w:rsidP="00B65DC9">
      <w:r>
        <w:t>920.8630</w:t>
      </w:r>
      <w:r>
        <w:tab/>
        <w:t>1.013e0</w:t>
      </w:r>
    </w:p>
    <w:p w:rsidR="00B65DC9" w:rsidRDefault="00B65DC9" w:rsidP="00B65DC9">
      <w:r>
        <w:t>920.9007</w:t>
      </w:r>
      <w:r>
        <w:tab/>
        <w:t>1.013e0</w:t>
      </w:r>
    </w:p>
    <w:p w:rsidR="00B65DC9" w:rsidRDefault="00B65DC9" w:rsidP="00B65DC9">
      <w:r>
        <w:t>920.9277</w:t>
      </w:r>
      <w:r>
        <w:tab/>
        <w:t>3.038e0</w:t>
      </w:r>
    </w:p>
    <w:p w:rsidR="00B65DC9" w:rsidRDefault="00B65DC9" w:rsidP="00B65DC9">
      <w:r>
        <w:t>921.0173</w:t>
      </w:r>
      <w:r>
        <w:tab/>
        <w:t>1.013e0</w:t>
      </w:r>
    </w:p>
    <w:p w:rsidR="00B65DC9" w:rsidRDefault="00B65DC9" w:rsidP="00B65DC9">
      <w:r>
        <w:t>921.0482</w:t>
      </w:r>
      <w:r>
        <w:tab/>
        <w:t>1.013e0</w:t>
      </w:r>
    </w:p>
    <w:p w:rsidR="00B65DC9" w:rsidRDefault="00B65DC9" w:rsidP="00B65DC9">
      <w:r>
        <w:lastRenderedPageBreak/>
        <w:t>921.1265</w:t>
      </w:r>
      <w:r>
        <w:tab/>
        <w:t>2.025e0</w:t>
      </w:r>
    </w:p>
    <w:p w:rsidR="00B65DC9" w:rsidRDefault="00B65DC9" w:rsidP="00B65DC9">
      <w:r>
        <w:t>921.1389</w:t>
      </w:r>
      <w:r>
        <w:tab/>
        <w:t>1.013e0</w:t>
      </w:r>
    </w:p>
    <w:p w:rsidR="00B65DC9" w:rsidRDefault="00B65DC9" w:rsidP="00B65DC9">
      <w:r>
        <w:t>921.2487</w:t>
      </w:r>
      <w:r>
        <w:tab/>
        <w:t>1.013e0</w:t>
      </w:r>
    </w:p>
    <w:p w:rsidR="00B65DC9" w:rsidRDefault="00B65DC9" w:rsidP="00B65DC9">
      <w:r>
        <w:t>921.4648</w:t>
      </w:r>
      <w:r>
        <w:tab/>
        <w:t>1.013e0</w:t>
      </w:r>
    </w:p>
    <w:p w:rsidR="00B65DC9" w:rsidRDefault="00B65DC9" w:rsidP="00B65DC9">
      <w:r>
        <w:t>921.4895</w:t>
      </w:r>
      <w:r>
        <w:tab/>
        <w:t>3.038e0</w:t>
      </w:r>
    </w:p>
    <w:p w:rsidR="00B65DC9" w:rsidRDefault="00B65DC9" w:rsidP="00B65DC9">
      <w:r>
        <w:t>921.4951</w:t>
      </w:r>
      <w:r>
        <w:tab/>
        <w:t>1.013e0</w:t>
      </w:r>
    </w:p>
    <w:p w:rsidR="00B65DC9" w:rsidRDefault="00B65DC9" w:rsidP="00B65DC9">
      <w:r>
        <w:t>921.5651</w:t>
      </w:r>
      <w:r>
        <w:tab/>
        <w:t>2.025e0</w:t>
      </w:r>
    </w:p>
    <w:p w:rsidR="00B65DC9" w:rsidRDefault="00B65DC9" w:rsidP="00B65DC9">
      <w:r>
        <w:t>921.5728</w:t>
      </w:r>
      <w:r>
        <w:tab/>
        <w:t>1.013e0</w:t>
      </w:r>
    </w:p>
    <w:p w:rsidR="00B65DC9" w:rsidRDefault="00B65DC9" w:rsidP="00B65DC9">
      <w:r>
        <w:t>921.5934</w:t>
      </w:r>
      <w:r>
        <w:tab/>
        <w:t>1.013e0</w:t>
      </w:r>
    </w:p>
    <w:p w:rsidR="00B65DC9" w:rsidRDefault="00B65DC9" w:rsidP="00B65DC9">
      <w:r>
        <w:t>921.6451</w:t>
      </w:r>
      <w:r>
        <w:tab/>
        <w:t>1.013e0</w:t>
      </w:r>
    </w:p>
    <w:p w:rsidR="00B65DC9" w:rsidRDefault="00B65DC9" w:rsidP="00B65DC9">
      <w:r>
        <w:t>921.6815</w:t>
      </w:r>
      <w:r>
        <w:tab/>
        <w:t>1.013e0</w:t>
      </w:r>
    </w:p>
    <w:p w:rsidR="00B65DC9" w:rsidRDefault="00B65DC9" w:rsidP="00B65DC9">
      <w:r>
        <w:t>921.7112</w:t>
      </w:r>
      <w:r>
        <w:tab/>
        <w:t>4.051e0</w:t>
      </w:r>
    </w:p>
    <w:p w:rsidR="00B65DC9" w:rsidRDefault="00B65DC9" w:rsidP="00B65DC9">
      <w:r>
        <w:t>921.7581</w:t>
      </w:r>
      <w:r>
        <w:tab/>
        <w:t>1.266e-2</w:t>
      </w:r>
    </w:p>
    <w:p w:rsidR="00B65DC9" w:rsidRDefault="00B65DC9" w:rsidP="00B65DC9">
      <w:r>
        <w:t>921.7889</w:t>
      </w:r>
      <w:r>
        <w:tab/>
        <w:t>1.013e0</w:t>
      </w:r>
    </w:p>
    <w:p w:rsidR="00B65DC9" w:rsidRDefault="00B65DC9" w:rsidP="00B65DC9">
      <w:r>
        <w:t>921.9005</w:t>
      </w:r>
      <w:r>
        <w:tab/>
        <w:t>3.038e0</w:t>
      </w:r>
    </w:p>
    <w:p w:rsidR="00B65DC9" w:rsidRDefault="00B65DC9" w:rsidP="00B65DC9">
      <w:r>
        <w:t>921.9145</w:t>
      </w:r>
      <w:r>
        <w:tab/>
        <w:t>1.266e-2</w:t>
      </w:r>
    </w:p>
    <w:p w:rsidR="00B65DC9" w:rsidRDefault="00B65DC9" w:rsidP="00B65DC9">
      <w:r>
        <w:t>921.9279</w:t>
      </w:r>
      <w:r>
        <w:tab/>
        <w:t>1.013e0</w:t>
      </w:r>
    </w:p>
    <w:p w:rsidR="00B65DC9" w:rsidRDefault="00B65DC9" w:rsidP="00B65DC9">
      <w:r>
        <w:t>922.0360</w:t>
      </w:r>
      <w:r>
        <w:tab/>
        <w:t>1.013e0</w:t>
      </w:r>
    </w:p>
    <w:p w:rsidR="00B65DC9" w:rsidRDefault="00B65DC9" w:rsidP="00B65DC9">
      <w:r>
        <w:t>922.0669</w:t>
      </w:r>
      <w:r>
        <w:tab/>
        <w:t>1.013e0</w:t>
      </w:r>
    </w:p>
    <w:p w:rsidR="00B65DC9" w:rsidRDefault="00B65DC9" w:rsidP="00B65DC9">
      <w:r>
        <w:lastRenderedPageBreak/>
        <w:t>922.1431</w:t>
      </w:r>
      <w:r>
        <w:tab/>
        <w:t>2.025e0</w:t>
      </w:r>
    </w:p>
    <w:p w:rsidR="00B65DC9" w:rsidRDefault="00B65DC9" w:rsidP="00B65DC9">
      <w:r>
        <w:t>922.1689</w:t>
      </w:r>
      <w:r>
        <w:tab/>
        <w:t>1.013e0</w:t>
      </w:r>
    </w:p>
    <w:p w:rsidR="00B65DC9" w:rsidRDefault="00B65DC9" w:rsidP="00B65DC9">
      <w:r>
        <w:t>922.1700</w:t>
      </w:r>
      <w:r>
        <w:tab/>
        <w:t>1.013e0</w:t>
      </w:r>
    </w:p>
    <w:p w:rsidR="00B65DC9" w:rsidRDefault="00B65DC9" w:rsidP="00B65DC9">
      <w:r>
        <w:t>922.2213</w:t>
      </w:r>
      <w:r>
        <w:tab/>
        <w:t>1.013e0</w:t>
      </w:r>
    </w:p>
    <w:p w:rsidR="00B65DC9" w:rsidRDefault="00B65DC9" w:rsidP="00B65DC9">
      <w:r>
        <w:t>922.2368</w:t>
      </w:r>
      <w:r>
        <w:tab/>
        <w:t>1.013e0</w:t>
      </w:r>
    </w:p>
    <w:p w:rsidR="00B65DC9" w:rsidRDefault="00B65DC9" w:rsidP="00B65DC9">
      <w:r>
        <w:t>922.2534</w:t>
      </w:r>
      <w:r>
        <w:tab/>
        <w:t>1.013e0</w:t>
      </w:r>
    </w:p>
    <w:p w:rsidR="00B65DC9" w:rsidRDefault="00B65DC9" w:rsidP="00B65DC9">
      <w:r>
        <w:t>922.2831</w:t>
      </w:r>
      <w:r>
        <w:tab/>
        <w:t>1.013e0</w:t>
      </w:r>
    </w:p>
    <w:p w:rsidR="00B65DC9" w:rsidRDefault="00B65DC9" w:rsidP="00B65DC9">
      <w:r>
        <w:t>922.3140</w:t>
      </w:r>
      <w:r>
        <w:tab/>
        <w:t>1.013e0</w:t>
      </w:r>
    </w:p>
    <w:p w:rsidR="00B65DC9" w:rsidRDefault="00B65DC9" w:rsidP="00B65DC9">
      <w:r>
        <w:t>922.3295</w:t>
      </w:r>
      <w:r>
        <w:tab/>
        <w:t>1.266e-2</w:t>
      </w:r>
    </w:p>
    <w:p w:rsidR="00B65DC9" w:rsidRDefault="00B65DC9" w:rsidP="00B65DC9">
      <w:r>
        <w:t>922.4221</w:t>
      </w:r>
      <w:r>
        <w:tab/>
        <w:t>1.013e0</w:t>
      </w:r>
    </w:p>
    <w:p w:rsidR="00B65DC9" w:rsidRDefault="00B65DC9" w:rsidP="00B65DC9">
      <w:r>
        <w:t>922.4376</w:t>
      </w:r>
      <w:r>
        <w:tab/>
        <w:t>1.013e0</w:t>
      </w:r>
    </w:p>
    <w:p w:rsidR="00B65DC9" w:rsidRDefault="00B65DC9" w:rsidP="00B65DC9">
      <w:r>
        <w:t>922.5624</w:t>
      </w:r>
      <w:r>
        <w:tab/>
        <w:t>1.013e0</w:t>
      </w:r>
    </w:p>
    <w:p w:rsidR="00B65DC9" w:rsidRDefault="00B65DC9" w:rsidP="00B65DC9">
      <w:r>
        <w:t>922.5914</w:t>
      </w:r>
      <w:r>
        <w:tab/>
        <w:t>2.025e0</w:t>
      </w:r>
    </w:p>
    <w:p w:rsidR="00B65DC9" w:rsidRDefault="00B65DC9" w:rsidP="00B65DC9">
      <w:r>
        <w:t>922.6781</w:t>
      </w:r>
      <w:r>
        <w:tab/>
        <w:t>2.025e0</w:t>
      </w:r>
    </w:p>
    <w:p w:rsidR="00B65DC9" w:rsidRDefault="00B65DC9" w:rsidP="00B65DC9">
      <w:r>
        <w:t>922.7098</w:t>
      </w:r>
      <w:r>
        <w:tab/>
        <w:t>1.013e0</w:t>
      </w:r>
    </w:p>
    <w:p w:rsidR="00B65DC9" w:rsidRDefault="00B65DC9" w:rsidP="00B65DC9">
      <w:r>
        <w:t>922.7312</w:t>
      </w:r>
      <w:r>
        <w:tab/>
        <w:t>1.266e-2</w:t>
      </w:r>
    </w:p>
    <w:p w:rsidR="00B65DC9" w:rsidRDefault="00B65DC9" w:rsidP="00B65DC9">
      <w:r>
        <w:t>922.7930</w:t>
      </w:r>
      <w:r>
        <w:tab/>
        <w:t>1.013e0</w:t>
      </w:r>
    </w:p>
    <w:p w:rsidR="00B65DC9" w:rsidRDefault="00B65DC9" w:rsidP="00B65DC9">
      <w:r>
        <w:t>922.8442</w:t>
      </w:r>
      <w:r>
        <w:tab/>
        <w:t>1.013e0</w:t>
      </w:r>
    </w:p>
    <w:p w:rsidR="00B65DC9" w:rsidRDefault="00B65DC9" w:rsidP="00B65DC9">
      <w:r>
        <w:t>922.8528</w:t>
      </w:r>
      <w:r>
        <w:tab/>
        <w:t>2.025e0</w:t>
      </w:r>
    </w:p>
    <w:p w:rsidR="00B65DC9" w:rsidRDefault="00B65DC9" w:rsidP="00B65DC9">
      <w:r>
        <w:lastRenderedPageBreak/>
        <w:t>922.9012</w:t>
      </w:r>
      <w:r>
        <w:tab/>
        <w:t>1.013e0</w:t>
      </w:r>
    </w:p>
    <w:p w:rsidR="00B65DC9" w:rsidRDefault="00B65DC9" w:rsidP="00B65DC9">
      <w:r>
        <w:t>922.9219</w:t>
      </w:r>
      <w:r>
        <w:tab/>
        <w:t>2.025e0</w:t>
      </w:r>
    </w:p>
    <w:p w:rsidR="00B65DC9" w:rsidRDefault="00B65DC9" w:rsidP="00B65DC9">
      <w:r>
        <w:t>922.9940</w:t>
      </w:r>
      <w:r>
        <w:tab/>
        <w:t>1.013e0</w:t>
      </w:r>
    </w:p>
    <w:p w:rsidR="00B65DC9" w:rsidRDefault="00B65DC9" w:rsidP="00B65DC9">
      <w:r>
        <w:t>923.0303</w:t>
      </w:r>
      <w:r>
        <w:tab/>
        <w:t>1.013e0</w:t>
      </w:r>
    </w:p>
    <w:p w:rsidR="00B65DC9" w:rsidRDefault="00B65DC9" w:rsidP="00B65DC9">
      <w:r>
        <w:t>923.1497</w:t>
      </w:r>
      <w:r>
        <w:tab/>
        <w:t>1.013e0</w:t>
      </w:r>
    </w:p>
    <w:p w:rsidR="00B65DC9" w:rsidRDefault="00B65DC9" w:rsidP="00B65DC9">
      <w:r>
        <w:t>923.2335</w:t>
      </w:r>
      <w:r>
        <w:tab/>
        <w:t>1.013e0</w:t>
      </w:r>
    </w:p>
    <w:p w:rsidR="00B65DC9" w:rsidRDefault="00B65DC9" w:rsidP="00B65DC9">
      <w:r>
        <w:t>923.2413</w:t>
      </w:r>
      <w:r>
        <w:tab/>
        <w:t>1.013e0</w:t>
      </w:r>
    </w:p>
    <w:p w:rsidR="00B65DC9" w:rsidRDefault="00B65DC9" w:rsidP="00B65DC9">
      <w:r>
        <w:t>923.2580</w:t>
      </w:r>
      <w:r>
        <w:tab/>
        <w:t>1.013e0</w:t>
      </w:r>
    </w:p>
    <w:p w:rsidR="00B65DC9" w:rsidRDefault="00B65DC9" w:rsidP="00B65DC9">
      <w:r>
        <w:t>923.3032</w:t>
      </w:r>
      <w:r>
        <w:tab/>
        <w:t>2.025e0</w:t>
      </w:r>
    </w:p>
    <w:p w:rsidR="00B65DC9" w:rsidRDefault="00B65DC9" w:rsidP="00B65DC9">
      <w:r>
        <w:t>923.4269</w:t>
      </w:r>
      <w:r>
        <w:tab/>
        <w:t>1.013e0</w:t>
      </w:r>
    </w:p>
    <w:p w:rsidR="00B65DC9" w:rsidRDefault="00B65DC9" w:rsidP="00B65DC9">
      <w:r>
        <w:t>923.4423</w:t>
      </w:r>
      <w:r>
        <w:tab/>
        <w:t>1.013e0</w:t>
      </w:r>
    </w:p>
    <w:p w:rsidR="00B65DC9" w:rsidRDefault="00B65DC9" w:rsidP="00B65DC9">
      <w:r>
        <w:t>923.4733</w:t>
      </w:r>
      <w:r>
        <w:tab/>
        <w:t>1.266e-2</w:t>
      </w:r>
    </w:p>
    <w:p w:rsidR="00B65DC9" w:rsidRDefault="00B65DC9" w:rsidP="00B65DC9">
      <w:r>
        <w:t>923.5209</w:t>
      </w:r>
      <w:r>
        <w:tab/>
        <w:t>1.013e0</w:t>
      </w:r>
    </w:p>
    <w:p w:rsidR="00B65DC9" w:rsidRDefault="00B65DC9" w:rsidP="00B65DC9">
      <w:r>
        <w:t>923.5361</w:t>
      </w:r>
      <w:r>
        <w:tab/>
        <w:t>1.013e0</w:t>
      </w:r>
    </w:p>
    <w:p w:rsidR="00B65DC9" w:rsidRDefault="00B65DC9" w:rsidP="00B65DC9">
      <w:r>
        <w:t>923.5869</w:t>
      </w:r>
      <w:r>
        <w:tab/>
        <w:t>1.025e0</w:t>
      </w:r>
    </w:p>
    <w:p w:rsidR="00B65DC9" w:rsidRDefault="00B65DC9" w:rsidP="00B65DC9">
      <w:r>
        <w:t>923.6744</w:t>
      </w:r>
      <w:r>
        <w:tab/>
        <w:t>1.013e0</w:t>
      </w:r>
    </w:p>
    <w:p w:rsidR="00B65DC9" w:rsidRDefault="00B65DC9" w:rsidP="00B65DC9">
      <w:r>
        <w:t>923.7374</w:t>
      </w:r>
      <w:r>
        <w:tab/>
        <w:t>2.025e0</w:t>
      </w:r>
    </w:p>
    <w:p w:rsidR="00B65DC9" w:rsidRDefault="00B65DC9" w:rsidP="00B65DC9">
      <w:r>
        <w:t>923.7981</w:t>
      </w:r>
      <w:r>
        <w:tab/>
        <w:t>1.013e0</w:t>
      </w:r>
    </w:p>
    <w:p w:rsidR="00B65DC9" w:rsidRDefault="00B65DC9" w:rsidP="00B65DC9">
      <w:r>
        <w:t>923.8452</w:t>
      </w:r>
      <w:r>
        <w:tab/>
        <w:t>1.013e0</w:t>
      </w:r>
    </w:p>
    <w:p w:rsidR="00B65DC9" w:rsidRDefault="00B65DC9" w:rsidP="00B65DC9">
      <w:r>
        <w:lastRenderedPageBreak/>
        <w:t>923.8600</w:t>
      </w:r>
      <w:r>
        <w:tab/>
        <w:t>1.013e0</w:t>
      </w:r>
    </w:p>
    <w:p w:rsidR="00B65DC9" w:rsidRDefault="00B65DC9" w:rsidP="00B65DC9">
      <w:r>
        <w:t>923.8909</w:t>
      </w:r>
      <w:r>
        <w:tab/>
        <w:t>1.013e0</w:t>
      </w:r>
    </w:p>
    <w:p w:rsidR="00B65DC9" w:rsidRDefault="00B65DC9" w:rsidP="00B65DC9">
      <w:r>
        <w:t>924.0457</w:t>
      </w:r>
      <w:r>
        <w:tab/>
        <w:t>1.266e-2</w:t>
      </w:r>
    </w:p>
    <w:p w:rsidR="00B65DC9" w:rsidRDefault="00B65DC9" w:rsidP="00B65DC9">
      <w:r>
        <w:t>924.0469</w:t>
      </w:r>
      <w:r>
        <w:tab/>
        <w:t>1.013e0</w:t>
      </w:r>
    </w:p>
    <w:p w:rsidR="00B65DC9" w:rsidRDefault="00B65DC9" w:rsidP="00B65DC9">
      <w:r>
        <w:t>924.1695</w:t>
      </w:r>
      <w:r>
        <w:tab/>
        <w:t>1.013e0</w:t>
      </w:r>
    </w:p>
    <w:p w:rsidR="00B65DC9" w:rsidRDefault="00B65DC9" w:rsidP="00B65DC9">
      <w:r>
        <w:t>924.3243</w:t>
      </w:r>
      <w:r>
        <w:tab/>
        <w:t>1.013e0</w:t>
      </w:r>
    </w:p>
    <w:p w:rsidR="00B65DC9" w:rsidRDefault="00B65DC9" w:rsidP="00B65DC9">
      <w:r>
        <w:t>924.3255</w:t>
      </w:r>
      <w:r>
        <w:tab/>
        <w:t>1.013e0</w:t>
      </w:r>
    </w:p>
    <w:p w:rsidR="00B65DC9" w:rsidRDefault="00B65DC9" w:rsidP="00B65DC9">
      <w:r>
        <w:t>924.3669</w:t>
      </w:r>
      <w:r>
        <w:tab/>
        <w:t>1.013e0</w:t>
      </w:r>
    </w:p>
    <w:p w:rsidR="00B65DC9" w:rsidRDefault="00B65DC9" w:rsidP="00B65DC9">
      <w:r>
        <w:t>924.4327</w:t>
      </w:r>
      <w:r>
        <w:tab/>
        <w:t>1.013e0</w:t>
      </w:r>
    </w:p>
    <w:p w:rsidR="00B65DC9" w:rsidRDefault="00B65DC9" w:rsidP="00B65DC9">
      <w:r>
        <w:t>924.5355</w:t>
      </w:r>
      <w:r>
        <w:tab/>
        <w:t>1.013e0</w:t>
      </w:r>
    </w:p>
    <w:p w:rsidR="00B65DC9" w:rsidRDefault="00B65DC9" w:rsidP="00B65DC9">
      <w:r>
        <w:t>924.5875</w:t>
      </w:r>
      <w:r>
        <w:tab/>
        <w:t>1.013e0</w:t>
      </w:r>
    </w:p>
    <w:p w:rsidR="00B65DC9" w:rsidRDefault="00B65DC9" w:rsidP="00B65DC9">
      <w:r>
        <w:t>924.6030</w:t>
      </w:r>
      <w:r>
        <w:tab/>
        <w:t>1.266e-2</w:t>
      </w:r>
    </w:p>
    <w:p w:rsidR="00B65DC9" w:rsidRDefault="00B65DC9" w:rsidP="00B65DC9">
      <w:r>
        <w:t>924.6326</w:t>
      </w:r>
      <w:r>
        <w:tab/>
        <w:t>2.025e0</w:t>
      </w:r>
    </w:p>
    <w:p w:rsidR="00B65DC9" w:rsidRDefault="00B65DC9" w:rsidP="00B65DC9">
      <w:r>
        <w:t>924.6381</w:t>
      </w:r>
      <w:r>
        <w:tab/>
        <w:t>5.063e0</w:t>
      </w:r>
    </w:p>
    <w:p w:rsidR="00B65DC9" w:rsidRDefault="00B65DC9" w:rsidP="00B65DC9">
      <w:r>
        <w:t>924.6804</w:t>
      </w:r>
      <w:r>
        <w:tab/>
        <w:t>1.013e0</w:t>
      </w:r>
    </w:p>
    <w:p w:rsidR="00B65DC9" w:rsidRDefault="00B65DC9" w:rsidP="00B65DC9">
      <w:r>
        <w:t>924.8508</w:t>
      </w:r>
      <w:r>
        <w:tab/>
        <w:t>1.013e0</w:t>
      </w:r>
    </w:p>
    <w:p w:rsidR="00B65DC9" w:rsidRDefault="00B65DC9" w:rsidP="00B65DC9">
      <w:r>
        <w:t>924.9294</w:t>
      </w:r>
      <w:r>
        <w:tab/>
        <w:t>1.013e0</w:t>
      </w:r>
    </w:p>
    <w:p w:rsidR="00B65DC9" w:rsidRDefault="00B65DC9" w:rsidP="00B65DC9">
      <w:r>
        <w:t>925.0244</w:t>
      </w:r>
      <w:r>
        <w:tab/>
        <w:t>1.013e0</w:t>
      </w:r>
    </w:p>
    <w:p w:rsidR="00B65DC9" w:rsidRDefault="00B65DC9" w:rsidP="00B65DC9">
      <w:r>
        <w:t>925.0590</w:t>
      </w:r>
      <w:r>
        <w:tab/>
        <w:t>1.013e0</w:t>
      </w:r>
    </w:p>
    <w:p w:rsidR="00B65DC9" w:rsidRDefault="00B65DC9" w:rsidP="00B65DC9">
      <w:r>
        <w:lastRenderedPageBreak/>
        <w:t>925.0774</w:t>
      </w:r>
      <w:r>
        <w:tab/>
        <w:t>1.013e0</w:t>
      </w:r>
    </w:p>
    <w:p w:rsidR="00B65DC9" w:rsidRDefault="00B65DC9" w:rsidP="00B65DC9">
      <w:r>
        <w:t>925.0831</w:t>
      </w:r>
      <w:r>
        <w:tab/>
        <w:t>1.013e0</w:t>
      </w:r>
    </w:p>
    <w:p w:rsidR="00B65DC9" w:rsidRDefault="00B65DC9" w:rsidP="00B65DC9">
      <w:r>
        <w:t>925.1652</w:t>
      </w:r>
      <w:r>
        <w:tab/>
        <w:t>3.038e0</w:t>
      </w:r>
    </w:p>
    <w:p w:rsidR="00B65DC9" w:rsidRDefault="00B65DC9" w:rsidP="00B65DC9">
      <w:r>
        <w:t>925.1761</w:t>
      </w:r>
      <w:r>
        <w:tab/>
        <w:t>2.025e0</w:t>
      </w:r>
    </w:p>
    <w:p w:rsidR="00B65DC9" w:rsidRDefault="00B65DC9" w:rsidP="00B65DC9">
      <w:r>
        <w:t>925.2675</w:t>
      </w:r>
      <w:r>
        <w:tab/>
        <w:t>2.025e0</w:t>
      </w:r>
    </w:p>
    <w:p w:rsidR="00B65DC9" w:rsidRDefault="00B65DC9" w:rsidP="00B65DC9">
      <w:r>
        <w:t>925.2831</w:t>
      </w:r>
      <w:r>
        <w:tab/>
        <w:t>3.051e0</w:t>
      </w:r>
    </w:p>
    <w:p w:rsidR="00B65DC9" w:rsidRDefault="00B65DC9" w:rsidP="00B65DC9">
      <w:r>
        <w:t>925.2845</w:t>
      </w:r>
      <w:r>
        <w:tab/>
        <w:t>1.013e0</w:t>
      </w:r>
    </w:p>
    <w:p w:rsidR="00B65DC9" w:rsidRDefault="00B65DC9" w:rsidP="00B65DC9">
      <w:r>
        <w:t>925.3058</w:t>
      </w:r>
      <w:r>
        <w:tab/>
        <w:t>2.025e0</w:t>
      </w:r>
    </w:p>
    <w:p w:rsidR="00B65DC9" w:rsidRDefault="00B65DC9" w:rsidP="00B65DC9">
      <w:r>
        <w:t>925.3775</w:t>
      </w:r>
      <w:r>
        <w:tab/>
        <w:t>1.025e0</w:t>
      </w:r>
    </w:p>
    <w:p w:rsidR="00B65DC9" w:rsidRDefault="00B65DC9" w:rsidP="00B65DC9">
      <w:r>
        <w:t>925.4321</w:t>
      </w:r>
      <w:r>
        <w:tab/>
        <w:t>2.025e0</w:t>
      </w:r>
    </w:p>
    <w:p w:rsidR="00B65DC9" w:rsidRDefault="00B65DC9" w:rsidP="00B65DC9">
      <w:r>
        <w:t>925.4698</w:t>
      </w:r>
      <w:r>
        <w:tab/>
        <w:t>2.025e0</w:t>
      </w:r>
    </w:p>
    <w:p w:rsidR="00B65DC9" w:rsidRDefault="00B65DC9" w:rsidP="00B65DC9">
      <w:r>
        <w:t>925.4742</w:t>
      </w:r>
      <w:r>
        <w:tab/>
        <w:t>2.025e0</w:t>
      </w:r>
    </w:p>
    <w:p w:rsidR="00B65DC9" w:rsidRDefault="00B65DC9" w:rsidP="00B65DC9">
      <w:r>
        <w:t>925.5015</w:t>
      </w:r>
      <w:r>
        <w:tab/>
        <w:t>1.013e0</w:t>
      </w:r>
    </w:p>
    <w:p w:rsidR="00B65DC9" w:rsidRDefault="00B65DC9" w:rsidP="00B65DC9">
      <w:r>
        <w:t>925.6875</w:t>
      </w:r>
      <w:r>
        <w:tab/>
        <w:t>1.266e-2</w:t>
      </w:r>
    </w:p>
    <w:p w:rsidR="00B65DC9" w:rsidRDefault="00B65DC9" w:rsidP="00B65DC9">
      <w:r>
        <w:t>925.7340</w:t>
      </w:r>
      <w:r>
        <w:tab/>
        <w:t>1.013e0</w:t>
      </w:r>
    </w:p>
    <w:p w:rsidR="00B65DC9" w:rsidRDefault="00B65DC9" w:rsidP="00B65DC9">
      <w:r>
        <w:t>925.7505</w:t>
      </w:r>
      <w:r>
        <w:tab/>
        <w:t>1.013e0</w:t>
      </w:r>
    </w:p>
    <w:p w:rsidR="00B65DC9" w:rsidRDefault="00B65DC9" w:rsidP="00B65DC9">
      <w:r>
        <w:t>925.8372</w:t>
      </w:r>
      <w:r>
        <w:tab/>
        <w:t>1.266e-2</w:t>
      </w:r>
    </w:p>
    <w:p w:rsidR="00B65DC9" w:rsidRDefault="00B65DC9" w:rsidP="00B65DC9">
      <w:r>
        <w:t>925.9200</w:t>
      </w:r>
      <w:r>
        <w:tab/>
        <w:t>1.013e0</w:t>
      </w:r>
    </w:p>
    <w:p w:rsidR="00B65DC9" w:rsidRDefault="00B65DC9" w:rsidP="00B65DC9">
      <w:r>
        <w:t>925.9523</w:t>
      </w:r>
      <w:r>
        <w:tab/>
        <w:t>1.013e0</w:t>
      </w:r>
    </w:p>
    <w:p w:rsidR="00B65DC9" w:rsidRDefault="00B65DC9" w:rsidP="00B65DC9">
      <w:r>
        <w:lastRenderedPageBreak/>
        <w:t>926.0059</w:t>
      </w:r>
      <w:r>
        <w:tab/>
        <w:t>2.025e0</w:t>
      </w:r>
    </w:p>
    <w:p w:rsidR="00B65DC9" w:rsidRDefault="00B65DC9" w:rsidP="00B65DC9">
      <w:r>
        <w:t>926.0596</w:t>
      </w:r>
      <w:r>
        <w:tab/>
        <w:t>1.266e-2</w:t>
      </w:r>
    </w:p>
    <w:p w:rsidR="00B65DC9" w:rsidRDefault="00B65DC9" w:rsidP="00B65DC9">
      <w:r>
        <w:t>926.0906</w:t>
      </w:r>
      <w:r>
        <w:tab/>
        <w:t>1.013e0</w:t>
      </w:r>
    </w:p>
    <w:p w:rsidR="00B65DC9" w:rsidRDefault="00B65DC9" w:rsidP="00B65DC9">
      <w:r>
        <w:t>926.1573</w:t>
      </w:r>
      <w:r>
        <w:tab/>
        <w:t>1.013e0</w:t>
      </w:r>
    </w:p>
    <w:p w:rsidR="00B65DC9" w:rsidRDefault="00B65DC9" w:rsidP="00B65DC9">
      <w:r>
        <w:t>926.1746</w:t>
      </w:r>
      <w:r>
        <w:tab/>
        <w:t>1.013e0</w:t>
      </w:r>
    </w:p>
    <w:p w:rsidR="00B65DC9" w:rsidRDefault="00B65DC9" w:rsidP="00B65DC9">
      <w:r>
        <w:t>926.1992</w:t>
      </w:r>
      <w:r>
        <w:tab/>
        <w:t>1.013e0</w:t>
      </w:r>
    </w:p>
    <w:p w:rsidR="00B65DC9" w:rsidRDefault="00B65DC9" w:rsidP="00B65DC9">
      <w:r>
        <w:t>926.3077</w:t>
      </w:r>
      <w:r>
        <w:tab/>
        <w:t>1.266e-2</w:t>
      </w:r>
    </w:p>
    <w:p w:rsidR="00B65DC9" w:rsidRDefault="00B65DC9" w:rsidP="00B65DC9">
      <w:r>
        <w:t>926.3189</w:t>
      </w:r>
      <w:r>
        <w:tab/>
        <w:t>5.063e0</w:t>
      </w:r>
    </w:p>
    <w:p w:rsidR="00B65DC9" w:rsidRDefault="00B65DC9" w:rsidP="00B65DC9">
      <w:r>
        <w:t>926.4297</w:t>
      </w:r>
      <w:r>
        <w:tab/>
        <w:t>1.266e-2</w:t>
      </w:r>
    </w:p>
    <w:p w:rsidR="00B65DC9" w:rsidRDefault="00B65DC9" w:rsidP="00B65DC9">
      <w:r>
        <w:t>926.4402</w:t>
      </w:r>
      <w:r>
        <w:tab/>
        <w:t>2.025e0</w:t>
      </w:r>
    </w:p>
    <w:p w:rsidR="00B65DC9" w:rsidRDefault="00B65DC9" w:rsidP="00B65DC9">
      <w:r>
        <w:t>926.4474</w:t>
      </w:r>
      <w:r>
        <w:tab/>
        <w:t>1.013e0</w:t>
      </w:r>
    </w:p>
    <w:p w:rsidR="00B65DC9" w:rsidRDefault="00B65DC9" w:rsidP="00B65DC9">
      <w:r>
        <w:t>926.4641</w:t>
      </w:r>
      <w:r>
        <w:tab/>
        <w:t>1.266e-2</w:t>
      </w:r>
    </w:p>
    <w:p w:rsidR="00B65DC9" w:rsidRDefault="00B65DC9" w:rsidP="00B65DC9">
      <w:r>
        <w:t>926.5715</w:t>
      </w:r>
      <w:r>
        <w:tab/>
        <w:t>1.013e0</w:t>
      </w:r>
    </w:p>
    <w:p w:rsidR="00B65DC9" w:rsidRDefault="00B65DC9" w:rsidP="00B65DC9">
      <w:r>
        <w:t>926.5819</w:t>
      </w:r>
      <w:r>
        <w:tab/>
        <w:t>1.013e0</w:t>
      </w:r>
    </w:p>
    <w:p w:rsidR="00B65DC9" w:rsidRDefault="00B65DC9" w:rsidP="00B65DC9">
      <w:r>
        <w:t>926.6490</w:t>
      </w:r>
      <w:r>
        <w:tab/>
        <w:t>1.013e0</w:t>
      </w:r>
    </w:p>
    <w:p w:rsidR="00B65DC9" w:rsidRDefault="00B65DC9" w:rsidP="00B65DC9">
      <w:r>
        <w:t>926.7495</w:t>
      </w:r>
      <w:r>
        <w:tab/>
        <w:t>1.266e-2</w:t>
      </w:r>
    </w:p>
    <w:p w:rsidR="00B65DC9" w:rsidRDefault="00B65DC9" w:rsidP="00B65DC9">
      <w:r>
        <w:t>926.7732</w:t>
      </w:r>
      <w:r>
        <w:tab/>
        <w:t>1.013e0</w:t>
      </w:r>
    </w:p>
    <w:p w:rsidR="00B65DC9" w:rsidRDefault="00B65DC9" w:rsidP="00B65DC9">
      <w:r>
        <w:t>926.8013</w:t>
      </w:r>
      <w:r>
        <w:tab/>
        <w:t>1.013e0</w:t>
      </w:r>
    </w:p>
    <w:p w:rsidR="00B65DC9" w:rsidRDefault="00B65DC9" w:rsidP="00B65DC9">
      <w:r>
        <w:t>926.9284</w:t>
      </w:r>
      <w:r>
        <w:tab/>
        <w:t>1.013e0</w:t>
      </w:r>
    </w:p>
    <w:p w:rsidR="00B65DC9" w:rsidRDefault="00B65DC9" w:rsidP="00B65DC9">
      <w:r>
        <w:lastRenderedPageBreak/>
        <w:t>926.9354</w:t>
      </w:r>
      <w:r>
        <w:tab/>
        <w:t>1.013e0</w:t>
      </w:r>
    </w:p>
    <w:p w:rsidR="00B65DC9" w:rsidRDefault="00B65DC9" w:rsidP="00B65DC9">
      <w:r>
        <w:t>926.9709</w:t>
      </w:r>
      <w:r>
        <w:tab/>
        <w:t>1.013e0</w:t>
      </w:r>
    </w:p>
    <w:p w:rsidR="00B65DC9" w:rsidRDefault="00B65DC9" w:rsidP="00B65DC9">
      <w:r>
        <w:t>927.0048</w:t>
      </w:r>
      <w:r>
        <w:tab/>
        <w:t>1.013e0</w:t>
      </w:r>
    </w:p>
    <w:p w:rsidR="00B65DC9" w:rsidRDefault="00B65DC9" w:rsidP="00B65DC9">
      <w:r>
        <w:t>927.0848</w:t>
      </w:r>
      <w:r>
        <w:tab/>
        <w:t>1.013e0</w:t>
      </w:r>
    </w:p>
    <w:p w:rsidR="00B65DC9" w:rsidRDefault="00B65DC9" w:rsidP="00B65DC9">
      <w:r>
        <w:t>927.1556</w:t>
      </w:r>
      <w:r>
        <w:tab/>
        <w:t>1.013e0</w:t>
      </w:r>
    </w:p>
    <w:p w:rsidR="00B65DC9" w:rsidRDefault="00B65DC9" w:rsidP="00B65DC9">
      <w:r>
        <w:t>927.1730</w:t>
      </w:r>
      <w:r>
        <w:tab/>
        <w:t>1.013e0</w:t>
      </w:r>
    </w:p>
    <w:p w:rsidR="00B65DC9" w:rsidRDefault="00B65DC9" w:rsidP="00B65DC9">
      <w:r>
        <w:t>927.1768</w:t>
      </w:r>
      <w:r>
        <w:tab/>
        <w:t>1.013e0</w:t>
      </w:r>
    </w:p>
    <w:p w:rsidR="00B65DC9" w:rsidRDefault="00B65DC9" w:rsidP="00B65DC9">
      <w:r>
        <w:t>927.2455</w:t>
      </w:r>
      <w:r>
        <w:tab/>
        <w:t>2.025e0</w:t>
      </w:r>
    </w:p>
    <w:p w:rsidR="00B65DC9" w:rsidRDefault="00B65DC9" w:rsidP="00B65DC9">
      <w:r>
        <w:t>927.3083</w:t>
      </w:r>
      <w:r>
        <w:tab/>
        <w:t>1.013e0</w:t>
      </w:r>
    </w:p>
    <w:p w:rsidR="00B65DC9" w:rsidRDefault="00B65DC9" w:rsidP="00B65DC9">
      <w:r>
        <w:t>927.3956</w:t>
      </w:r>
      <w:r>
        <w:tab/>
        <w:t>2.051e0</w:t>
      </w:r>
    </w:p>
    <w:p w:rsidR="00B65DC9" w:rsidRDefault="00B65DC9" w:rsidP="00B65DC9">
      <w:r>
        <w:t>927.4563</w:t>
      </w:r>
      <w:r>
        <w:tab/>
        <w:t>2.025e0</w:t>
      </w:r>
    </w:p>
    <w:p w:rsidR="00B65DC9" w:rsidRDefault="00B65DC9" w:rsidP="00B65DC9">
      <w:r>
        <w:t>927.5632</w:t>
      </w:r>
      <w:r>
        <w:tab/>
        <w:t>1.013e0</w:t>
      </w:r>
    </w:p>
    <w:p w:rsidR="00B65DC9" w:rsidRDefault="00B65DC9" w:rsidP="00B65DC9">
      <w:r>
        <w:t>927.6437</w:t>
      </w:r>
      <w:r>
        <w:tab/>
        <w:t>1.013e0</w:t>
      </w:r>
    </w:p>
    <w:p w:rsidR="00B65DC9" w:rsidRDefault="00B65DC9" w:rsidP="00B65DC9">
      <w:r>
        <w:t>927.6893</w:t>
      </w:r>
      <w:r>
        <w:tab/>
        <w:t>1.013e0</w:t>
      </w:r>
    </w:p>
    <w:p w:rsidR="00B65DC9" w:rsidRDefault="00B65DC9" w:rsidP="00B65DC9">
      <w:r>
        <w:t>927.7837</w:t>
      </w:r>
      <w:r>
        <w:tab/>
        <w:t>1.013e0</w:t>
      </w:r>
    </w:p>
    <w:p w:rsidR="00B65DC9" w:rsidRDefault="00B65DC9" w:rsidP="00B65DC9">
      <w:r>
        <w:t>927.8602</w:t>
      </w:r>
      <w:r>
        <w:tab/>
        <w:t>1.013e0</w:t>
      </w:r>
    </w:p>
    <w:p w:rsidR="00B65DC9" w:rsidRDefault="00B65DC9" w:rsidP="00B65DC9">
      <w:r>
        <w:t>927.8818</w:t>
      </w:r>
      <w:r>
        <w:tab/>
        <w:t>1.013e0</w:t>
      </w:r>
    </w:p>
    <w:p w:rsidR="00B65DC9" w:rsidRDefault="00B65DC9" w:rsidP="00B65DC9">
      <w:r>
        <w:t>928.0000</w:t>
      </w:r>
      <w:r>
        <w:tab/>
        <w:t>1.013e0</w:t>
      </w:r>
    </w:p>
    <w:p w:rsidR="00B65DC9" w:rsidRDefault="00B65DC9" w:rsidP="00B65DC9">
      <w:r>
        <w:t>928.0155</w:t>
      </w:r>
      <w:r>
        <w:tab/>
        <w:t>1.266e-2</w:t>
      </w:r>
    </w:p>
    <w:p w:rsidR="00B65DC9" w:rsidRDefault="00B65DC9" w:rsidP="00B65DC9">
      <w:r>
        <w:lastRenderedPageBreak/>
        <w:t>928.0621</w:t>
      </w:r>
      <w:r>
        <w:tab/>
        <w:t>1.013e0</w:t>
      </w:r>
    </w:p>
    <w:p w:rsidR="00B65DC9" w:rsidRDefault="00B65DC9" w:rsidP="00B65DC9">
      <w:r>
        <w:t>928.0634</w:t>
      </w:r>
      <w:r>
        <w:tab/>
        <w:t>1.013e0</w:t>
      </w:r>
    </w:p>
    <w:p w:rsidR="00B65DC9" w:rsidRDefault="00B65DC9" w:rsidP="00B65DC9">
      <w:r>
        <w:t>928.1379</w:t>
      </w:r>
      <w:r>
        <w:tab/>
        <w:t>1.013e0</w:t>
      </w:r>
    </w:p>
    <w:p w:rsidR="00B65DC9" w:rsidRDefault="00B65DC9" w:rsidP="00B65DC9">
      <w:r>
        <w:t>928.1392</w:t>
      </w:r>
      <w:r>
        <w:tab/>
        <w:t>4.051e0</w:t>
      </w:r>
    </w:p>
    <w:p w:rsidR="00B65DC9" w:rsidRDefault="00B65DC9" w:rsidP="00B65DC9">
      <w:r>
        <w:t>928.2498</w:t>
      </w:r>
      <w:r>
        <w:tab/>
        <w:t>1.013e0</w:t>
      </w:r>
    </w:p>
    <w:p w:rsidR="00B65DC9" w:rsidRDefault="00B65DC9" w:rsidP="00B65DC9">
      <w:r>
        <w:t>928.2797</w:t>
      </w:r>
      <w:r>
        <w:tab/>
        <w:t>2.025e0</w:t>
      </w:r>
    </w:p>
    <w:p w:rsidR="00B65DC9" w:rsidRDefault="00B65DC9" w:rsidP="00B65DC9">
      <w:r>
        <w:t>928.3051</w:t>
      </w:r>
      <w:r>
        <w:tab/>
        <w:t>1.013e0</w:t>
      </w:r>
    </w:p>
    <w:p w:rsidR="00B65DC9" w:rsidRDefault="00B65DC9" w:rsidP="00B65DC9">
      <w:r>
        <w:t>928.4053</w:t>
      </w:r>
      <w:r>
        <w:tab/>
        <w:t>1.013e0</w:t>
      </w:r>
    </w:p>
    <w:p w:rsidR="00B65DC9" w:rsidRDefault="00B65DC9" w:rsidP="00B65DC9">
      <w:r>
        <w:t>928.5110</w:t>
      </w:r>
      <w:r>
        <w:tab/>
        <w:t>3.038e0</w:t>
      </w:r>
    </w:p>
    <w:p w:rsidR="00B65DC9" w:rsidRDefault="00B65DC9" w:rsidP="00B65DC9">
      <w:r>
        <w:t>928.5440</w:t>
      </w:r>
      <w:r>
        <w:tab/>
        <w:t>1.013e0</w:t>
      </w:r>
    </w:p>
    <w:p w:rsidR="00B65DC9" w:rsidRDefault="00B65DC9" w:rsidP="00B65DC9">
      <w:r>
        <w:t>928.5596</w:t>
      </w:r>
      <w:r>
        <w:tab/>
        <w:t>1.013e0</w:t>
      </w:r>
    </w:p>
    <w:p w:rsidR="00B65DC9" w:rsidRDefault="00B65DC9" w:rsidP="00B65DC9">
      <w:r>
        <w:t>928.6218</w:t>
      </w:r>
      <w:r>
        <w:tab/>
        <w:t>2.025e0</w:t>
      </w:r>
    </w:p>
    <w:p w:rsidR="00B65DC9" w:rsidRDefault="00B65DC9" w:rsidP="00B65DC9">
      <w:r>
        <w:t>928.7150</w:t>
      </w:r>
      <w:r>
        <w:tab/>
        <w:t>1.013e0</w:t>
      </w:r>
    </w:p>
    <w:p w:rsidR="00B65DC9" w:rsidRDefault="00B65DC9" w:rsidP="00B65DC9">
      <w:r>
        <w:t>928.7198</w:t>
      </w:r>
      <w:r>
        <w:tab/>
        <w:t>2.532e-2</w:t>
      </w:r>
    </w:p>
    <w:p w:rsidR="00B65DC9" w:rsidRDefault="00B65DC9" w:rsidP="00B65DC9">
      <w:r>
        <w:t>928.7462</w:t>
      </w:r>
      <w:r>
        <w:tab/>
        <w:t>1.013e0</w:t>
      </w:r>
    </w:p>
    <w:p w:rsidR="00B65DC9" w:rsidRDefault="00B65DC9" w:rsidP="00B65DC9">
      <w:r>
        <w:t>928.7629</w:t>
      </w:r>
      <w:r>
        <w:tab/>
        <w:t>1.013e0</w:t>
      </w:r>
    </w:p>
    <w:p w:rsidR="00B65DC9" w:rsidRDefault="00B65DC9" w:rsidP="00B65DC9">
      <w:r>
        <w:t>928.7928</w:t>
      </w:r>
      <w:r>
        <w:tab/>
        <w:t>1.013e0</w:t>
      </w:r>
    </w:p>
    <w:p w:rsidR="00B65DC9" w:rsidRDefault="00B65DC9" w:rsidP="00B65DC9">
      <w:r>
        <w:t>928.9483</w:t>
      </w:r>
      <w:r>
        <w:tab/>
        <w:t>1.266e-2</w:t>
      </w:r>
    </w:p>
    <w:p w:rsidR="00B65DC9" w:rsidRDefault="00B65DC9" w:rsidP="00B65DC9">
      <w:r>
        <w:t>928.9950</w:t>
      </w:r>
      <w:r>
        <w:tab/>
        <w:t>1.013e0</w:t>
      </w:r>
    </w:p>
    <w:p w:rsidR="00B65DC9" w:rsidRDefault="00B65DC9" w:rsidP="00B65DC9">
      <w:r>
        <w:lastRenderedPageBreak/>
        <w:t>929.0310</w:t>
      </w:r>
      <w:r>
        <w:tab/>
        <w:t>1.013e0</w:t>
      </w:r>
    </w:p>
    <w:p w:rsidR="00B65DC9" w:rsidRDefault="00B65DC9" w:rsidP="00B65DC9">
      <w:r>
        <w:t>929.0572</w:t>
      </w:r>
      <w:r>
        <w:tab/>
        <w:t>1.013e0</w:t>
      </w:r>
    </w:p>
    <w:p w:rsidR="00B65DC9" w:rsidRDefault="00B65DC9" w:rsidP="00B65DC9">
      <w:r>
        <w:t>929.1350</w:t>
      </w:r>
      <w:r>
        <w:tab/>
        <w:t>1.013e0</w:t>
      </w:r>
    </w:p>
    <w:p w:rsidR="00B65DC9" w:rsidRDefault="00B65DC9" w:rsidP="00B65DC9">
      <w:r>
        <w:t>929.1816</w:t>
      </w:r>
      <w:r>
        <w:tab/>
        <w:t>1.013e0</w:t>
      </w:r>
    </w:p>
    <w:p w:rsidR="00B65DC9" w:rsidRDefault="00B65DC9" w:rsidP="00B65DC9">
      <w:r>
        <w:t>929.2439</w:t>
      </w:r>
      <w:r>
        <w:tab/>
        <w:t>1.013e0</w:t>
      </w:r>
    </w:p>
    <w:p w:rsidR="00B65DC9" w:rsidRDefault="00B65DC9" w:rsidP="00B65DC9">
      <w:r>
        <w:t>929.2742</w:t>
      </w:r>
      <w:r>
        <w:tab/>
        <w:t>4.051e0</w:t>
      </w:r>
    </w:p>
    <w:p w:rsidR="00B65DC9" w:rsidRDefault="00B65DC9" w:rsidP="00B65DC9">
      <w:r>
        <w:t>929.3372</w:t>
      </w:r>
      <w:r>
        <w:tab/>
        <w:t>1.013e0</w:t>
      </w:r>
    </w:p>
    <w:p w:rsidR="00B65DC9" w:rsidRDefault="00B65DC9" w:rsidP="00B65DC9">
      <w:r>
        <w:t>929.3847</w:t>
      </w:r>
      <w:r>
        <w:tab/>
        <w:t>1.013e0</w:t>
      </w:r>
    </w:p>
    <w:p w:rsidR="00B65DC9" w:rsidRDefault="00B65DC9" w:rsidP="00B65DC9">
      <w:r>
        <w:t>929.3914</w:t>
      </w:r>
      <w:r>
        <w:tab/>
        <w:t>2.025e0</w:t>
      </w:r>
    </w:p>
    <w:p w:rsidR="00B65DC9" w:rsidRDefault="00B65DC9" w:rsidP="00B65DC9">
      <w:r>
        <w:t>929.4462</w:t>
      </w:r>
      <w:r>
        <w:tab/>
        <w:t>1.013e0</w:t>
      </w:r>
    </w:p>
    <w:p w:rsidR="00B65DC9" w:rsidRDefault="00B65DC9" w:rsidP="00B65DC9">
      <w:r>
        <w:t>929.5079</w:t>
      </w:r>
      <w:r>
        <w:tab/>
        <w:t>2.025e0</w:t>
      </w:r>
    </w:p>
    <w:p w:rsidR="00B65DC9" w:rsidRDefault="00B65DC9" w:rsidP="00B65DC9">
      <w:r>
        <w:t>929.5240</w:t>
      </w:r>
      <w:r>
        <w:tab/>
        <w:t>1.266e-2</w:t>
      </w:r>
    </w:p>
    <w:p w:rsidR="00B65DC9" w:rsidRDefault="00B65DC9" w:rsidP="00B65DC9">
      <w:r>
        <w:t>929.5862</w:t>
      </w:r>
      <w:r>
        <w:tab/>
        <w:t>1.013e0</w:t>
      </w:r>
    </w:p>
    <w:p w:rsidR="00B65DC9" w:rsidRDefault="00B65DC9" w:rsidP="00B65DC9">
      <w:r>
        <w:t>929.6054</w:t>
      </w:r>
      <w:r>
        <w:tab/>
        <w:t>1.013e0</w:t>
      </w:r>
    </w:p>
    <w:p w:rsidR="00B65DC9" w:rsidRDefault="00B65DC9" w:rsidP="00B65DC9">
      <w:r>
        <w:t>929.6228</w:t>
      </w:r>
      <w:r>
        <w:tab/>
        <w:t>1.025e0</w:t>
      </w:r>
    </w:p>
    <w:p w:rsidR="00B65DC9" w:rsidRDefault="00B65DC9" w:rsidP="00B65DC9">
      <w:r>
        <w:t>929.6400</w:t>
      </w:r>
      <w:r>
        <w:tab/>
        <w:t>1.013e0</w:t>
      </w:r>
    </w:p>
    <w:p w:rsidR="00B65DC9" w:rsidRDefault="00B65DC9" w:rsidP="00B65DC9">
      <w:r>
        <w:t>929.6796</w:t>
      </w:r>
      <w:r>
        <w:tab/>
        <w:t>1.266e-2</w:t>
      </w:r>
    </w:p>
    <w:p w:rsidR="00B65DC9" w:rsidRDefault="00B65DC9" w:rsidP="00B65DC9">
      <w:r>
        <w:t>929.7106</w:t>
      </w:r>
      <w:r>
        <w:tab/>
        <w:t>1.013e0</w:t>
      </w:r>
    </w:p>
    <w:p w:rsidR="00B65DC9" w:rsidRDefault="00B65DC9" w:rsidP="00B65DC9">
      <w:r>
        <w:t>929.9764</w:t>
      </w:r>
      <w:r>
        <w:tab/>
        <w:t>1.013e0</w:t>
      </w:r>
    </w:p>
    <w:p w:rsidR="00B65DC9" w:rsidRDefault="00B65DC9" w:rsidP="00B65DC9">
      <w:r>
        <w:lastRenderedPageBreak/>
        <w:t>929.9993</w:t>
      </w:r>
      <w:r>
        <w:tab/>
        <w:t>2.025e0</w:t>
      </w:r>
    </w:p>
    <w:p w:rsidR="00B65DC9" w:rsidRDefault="00B65DC9" w:rsidP="00B65DC9">
      <w:r>
        <w:t>930.2245</w:t>
      </w:r>
      <w:r>
        <w:tab/>
        <w:t>1.013e0</w:t>
      </w:r>
    </w:p>
    <w:p w:rsidR="00B65DC9" w:rsidRDefault="00B65DC9" w:rsidP="00B65DC9">
      <w:r>
        <w:t>930.3571</w:t>
      </w:r>
      <w:r>
        <w:tab/>
        <w:t>2.025e0</w:t>
      </w:r>
    </w:p>
    <w:p w:rsidR="00B65DC9" w:rsidRDefault="00B65DC9" w:rsidP="00B65DC9">
      <w:r>
        <w:t>930.4115</w:t>
      </w:r>
      <w:r>
        <w:tab/>
        <w:t>1.013e0</w:t>
      </w:r>
    </w:p>
    <w:p w:rsidR="00B65DC9" w:rsidRDefault="00B65DC9" w:rsidP="00B65DC9">
      <w:r>
        <w:t>930.5300</w:t>
      </w:r>
      <w:r>
        <w:tab/>
        <w:t>2.025e0</w:t>
      </w:r>
    </w:p>
    <w:p w:rsidR="00B65DC9" w:rsidRDefault="00B65DC9" w:rsidP="00B65DC9">
      <w:r>
        <w:t>930.5361</w:t>
      </w:r>
      <w:r>
        <w:tab/>
        <w:t>1.013e0</w:t>
      </w:r>
    </w:p>
    <w:p w:rsidR="00B65DC9" w:rsidRDefault="00B65DC9" w:rsidP="00B65DC9">
      <w:r>
        <w:t>930.5828</w:t>
      </w:r>
      <w:r>
        <w:tab/>
        <w:t>1.013e0</w:t>
      </w:r>
    </w:p>
    <w:p w:rsidR="00B65DC9" w:rsidRDefault="00B65DC9" w:rsidP="00B65DC9">
      <w:r>
        <w:t>930.6030</w:t>
      </w:r>
      <w:r>
        <w:tab/>
        <w:t>1.013e0</w:t>
      </w:r>
    </w:p>
    <w:p w:rsidR="00B65DC9" w:rsidRDefault="00B65DC9" w:rsidP="00B65DC9">
      <w:r>
        <w:t>930.6938</w:t>
      </w:r>
      <w:r>
        <w:tab/>
        <w:t>2.025e0</w:t>
      </w:r>
    </w:p>
    <w:p w:rsidR="00B65DC9" w:rsidRDefault="00B65DC9" w:rsidP="00B65DC9">
      <w:r>
        <w:t>930.7776</w:t>
      </w:r>
      <w:r>
        <w:tab/>
        <w:t>2.025e0</w:t>
      </w:r>
    </w:p>
    <w:p w:rsidR="00B65DC9" w:rsidRDefault="00B65DC9" w:rsidP="00B65DC9">
      <w:r>
        <w:t>930.8549</w:t>
      </w:r>
      <w:r>
        <w:tab/>
        <w:t>2.025e0</w:t>
      </w:r>
    </w:p>
    <w:p w:rsidR="00B65DC9" w:rsidRDefault="00B65DC9" w:rsidP="00B65DC9">
      <w:r>
        <w:t>930.9739</w:t>
      </w:r>
      <w:r>
        <w:tab/>
        <w:t>1.013e0</w:t>
      </w:r>
    </w:p>
    <w:p w:rsidR="00B65DC9" w:rsidRDefault="00B65DC9" w:rsidP="00B65DC9">
      <w:r>
        <w:t>931.0625</w:t>
      </w:r>
      <w:r>
        <w:tab/>
        <w:t>2.025e0</w:t>
      </w:r>
    </w:p>
    <w:p w:rsidR="00B65DC9" w:rsidRDefault="00B65DC9" w:rsidP="00B65DC9">
      <w:r>
        <w:t>931.1439</w:t>
      </w:r>
      <w:r>
        <w:tab/>
        <w:t>1.013e0</w:t>
      </w:r>
    </w:p>
    <w:p w:rsidR="00B65DC9" w:rsidRDefault="00B65DC9" w:rsidP="00B65DC9">
      <w:r>
        <w:t>931.1956</w:t>
      </w:r>
      <w:r>
        <w:tab/>
        <w:t>1.013e0</w:t>
      </w:r>
    </w:p>
    <w:p w:rsidR="00B65DC9" w:rsidRDefault="00B65DC9" w:rsidP="00B65DC9">
      <w:r>
        <w:t>931.4713</w:t>
      </w:r>
      <w:r>
        <w:tab/>
        <w:t>1.013e0</w:t>
      </w:r>
    </w:p>
    <w:p w:rsidR="00B65DC9" w:rsidRDefault="00B65DC9" w:rsidP="00B65DC9">
      <w:r>
        <w:t>931.4849</w:t>
      </w:r>
      <w:r>
        <w:tab/>
        <w:t>1.013e0</w:t>
      </w:r>
    </w:p>
    <w:p w:rsidR="00B65DC9" w:rsidRDefault="00B65DC9" w:rsidP="00B65DC9">
      <w:r>
        <w:t>931.7209</w:t>
      </w:r>
      <w:r>
        <w:tab/>
        <w:t>1.013e0</w:t>
      </w:r>
    </w:p>
    <w:p w:rsidR="00B65DC9" w:rsidRDefault="00B65DC9" w:rsidP="00B65DC9">
      <w:r>
        <w:t>931.7365</w:t>
      </w:r>
      <w:r>
        <w:tab/>
        <w:t>1.013e0</w:t>
      </w:r>
    </w:p>
    <w:p w:rsidR="00B65DC9" w:rsidRDefault="00B65DC9" w:rsidP="00B65DC9">
      <w:r>
        <w:lastRenderedPageBreak/>
        <w:t>931.9549</w:t>
      </w:r>
      <w:r>
        <w:tab/>
        <w:t>1.013e0</w:t>
      </w:r>
    </w:p>
    <w:p w:rsidR="00B65DC9" w:rsidRDefault="00B65DC9" w:rsidP="00B65DC9">
      <w:r>
        <w:t>931.9561</w:t>
      </w:r>
      <w:r>
        <w:tab/>
        <w:t>1.013e0</w:t>
      </w:r>
    </w:p>
    <w:p w:rsidR="00B65DC9" w:rsidRDefault="00B65DC9" w:rsidP="00B65DC9">
      <w:r>
        <w:t>931.9861</w:t>
      </w:r>
      <w:r>
        <w:tab/>
        <w:t>1.013e0</w:t>
      </w:r>
    </w:p>
    <w:p w:rsidR="00B65DC9" w:rsidRDefault="00B65DC9" w:rsidP="00B65DC9">
      <w:r>
        <w:t>932.0797</w:t>
      </w:r>
      <w:r>
        <w:tab/>
        <w:t>1.013e0</w:t>
      </w:r>
    </w:p>
    <w:p w:rsidR="00B65DC9" w:rsidRDefault="00B65DC9" w:rsidP="00B65DC9">
      <w:r>
        <w:t>932.1421</w:t>
      </w:r>
      <w:r>
        <w:tab/>
        <w:t>2.025e0</w:t>
      </w:r>
    </w:p>
    <w:p w:rsidR="00B65DC9" w:rsidRDefault="00B65DC9" w:rsidP="00B65DC9">
      <w:r>
        <w:t>932.1913</w:t>
      </w:r>
      <w:r>
        <w:tab/>
        <w:t>1.266e-2</w:t>
      </w:r>
    </w:p>
    <w:p w:rsidR="00B65DC9" w:rsidRDefault="00B65DC9" w:rsidP="00B65DC9">
      <w:r>
        <w:t>932.2778</w:t>
      </w:r>
      <w:r>
        <w:tab/>
        <w:t>1.013e0</w:t>
      </w:r>
    </w:p>
    <w:p w:rsidR="00B65DC9" w:rsidRDefault="00B65DC9" w:rsidP="00B65DC9">
      <w:r>
        <w:t>932.3762</w:t>
      </w:r>
      <w:r>
        <w:tab/>
        <w:t>1.013e0</w:t>
      </w:r>
    </w:p>
    <w:p w:rsidR="00B65DC9" w:rsidRDefault="00B65DC9" w:rsidP="00B65DC9">
      <w:r>
        <w:t>932.4117</w:t>
      </w:r>
      <w:r>
        <w:tab/>
        <w:t>1.013e0</w:t>
      </w:r>
    </w:p>
    <w:p w:rsidR="00B65DC9" w:rsidRDefault="00B65DC9" w:rsidP="00B65DC9">
      <w:r>
        <w:t>932.4980</w:t>
      </w:r>
      <w:r>
        <w:tab/>
        <w:t>1.013e0</w:t>
      </w:r>
    </w:p>
    <w:p w:rsidR="00B65DC9" w:rsidRDefault="00B65DC9" w:rsidP="00B65DC9">
      <w:r>
        <w:t>932.5076</w:t>
      </w:r>
      <w:r>
        <w:tab/>
        <w:t>3.038e0</w:t>
      </w:r>
    </w:p>
    <w:p w:rsidR="00B65DC9" w:rsidRDefault="00B65DC9" w:rsidP="00B65DC9">
      <w:r>
        <w:t>932.5323</w:t>
      </w:r>
      <w:r>
        <w:tab/>
        <w:t>1.013e0</w:t>
      </w:r>
    </w:p>
    <w:p w:rsidR="00B65DC9" w:rsidRDefault="00B65DC9" w:rsidP="00B65DC9">
      <w:r>
        <w:t>932.6416</w:t>
      </w:r>
      <w:r>
        <w:tab/>
        <w:t>1.013e0</w:t>
      </w:r>
    </w:p>
    <w:p w:rsidR="00B65DC9" w:rsidRDefault="00B65DC9" w:rsidP="00B65DC9">
      <w:r>
        <w:t>932.7008</w:t>
      </w:r>
      <w:r>
        <w:tab/>
        <w:t>1.013e0</w:t>
      </w:r>
    </w:p>
    <w:p w:rsidR="00B65DC9" w:rsidRDefault="00B65DC9" w:rsidP="00B65DC9">
      <w:r>
        <w:t>932.8914</w:t>
      </w:r>
      <w:r>
        <w:tab/>
        <w:t>1.013e0</w:t>
      </w:r>
    </w:p>
    <w:p w:rsidR="00B65DC9" w:rsidRDefault="00B65DC9" w:rsidP="00B65DC9">
      <w:r>
        <w:t>932.9227</w:t>
      </w:r>
      <w:r>
        <w:tab/>
        <w:t>1.013e0</w:t>
      </w:r>
    </w:p>
    <w:p w:rsidR="00B65DC9" w:rsidRDefault="00B65DC9" w:rsidP="00B65DC9">
      <w:r>
        <w:t>932.9852</w:t>
      </w:r>
      <w:r>
        <w:tab/>
        <w:t>1.013e0</w:t>
      </w:r>
    </w:p>
    <w:p w:rsidR="00B65DC9" w:rsidRDefault="00B65DC9" w:rsidP="00B65DC9">
      <w:r>
        <w:t>933.0945</w:t>
      </w:r>
      <w:r>
        <w:tab/>
        <w:t>1.013e0</w:t>
      </w:r>
    </w:p>
    <w:p w:rsidR="00B65DC9" w:rsidRDefault="00B65DC9" w:rsidP="00B65DC9">
      <w:r>
        <w:t>933.1570</w:t>
      </w:r>
      <w:r>
        <w:tab/>
        <w:t>1.013e0</w:t>
      </w:r>
    </w:p>
    <w:p w:rsidR="00B65DC9" w:rsidRDefault="00B65DC9" w:rsidP="00B65DC9">
      <w:r>
        <w:lastRenderedPageBreak/>
        <w:t>933.1726</w:t>
      </w:r>
      <w:r>
        <w:tab/>
        <w:t>1.013e0</w:t>
      </w:r>
    </w:p>
    <w:p w:rsidR="00B65DC9" w:rsidRDefault="00B65DC9" w:rsidP="00B65DC9">
      <w:r>
        <w:t>933.2228</w:t>
      </w:r>
      <w:r>
        <w:tab/>
        <w:t>1.266e-2</w:t>
      </w:r>
    </w:p>
    <w:p w:rsidR="00B65DC9" w:rsidRDefault="00B65DC9" w:rsidP="00B65DC9">
      <w:r>
        <w:t>933.3519</w:t>
      </w:r>
      <w:r>
        <w:tab/>
        <w:t>2.025e0</w:t>
      </w:r>
    </w:p>
    <w:p w:rsidR="00B65DC9" w:rsidRDefault="00B65DC9" w:rsidP="00B65DC9">
      <w:r>
        <w:t>933.3995</w:t>
      </w:r>
      <w:r>
        <w:tab/>
        <w:t>4.051e0</w:t>
      </w:r>
    </w:p>
    <w:p w:rsidR="00B65DC9" w:rsidRDefault="00B65DC9" w:rsidP="00B65DC9">
      <w:r>
        <w:t>933.5632</w:t>
      </w:r>
      <w:r>
        <w:tab/>
        <w:t>2.025e0</w:t>
      </w:r>
    </w:p>
    <w:p w:rsidR="00B65DC9" w:rsidRDefault="00B65DC9" w:rsidP="00B65DC9">
      <w:r>
        <w:t>933.6414</w:t>
      </w:r>
      <w:r>
        <w:tab/>
        <w:t>1.013e0</w:t>
      </w:r>
    </w:p>
    <w:p w:rsidR="00B65DC9" w:rsidRDefault="00B65DC9" w:rsidP="00B65DC9">
      <w:r>
        <w:t>933.6457</w:t>
      </w:r>
      <w:r>
        <w:tab/>
        <w:t>1.013e0</w:t>
      </w:r>
    </w:p>
    <w:p w:rsidR="00B65DC9" w:rsidRDefault="00B65DC9" w:rsidP="00B65DC9">
      <w:r>
        <w:t>933.6844</w:t>
      </w:r>
      <w:r>
        <w:tab/>
        <w:t>3.038e0</w:t>
      </w:r>
    </w:p>
    <w:p w:rsidR="00B65DC9" w:rsidRDefault="00B65DC9" w:rsidP="00B65DC9">
      <w:r>
        <w:t>933.7158</w:t>
      </w:r>
      <w:r>
        <w:tab/>
        <w:t>3.038e0</w:t>
      </w:r>
    </w:p>
    <w:p w:rsidR="00B65DC9" w:rsidRDefault="00B65DC9" w:rsidP="00B65DC9">
      <w:r>
        <w:t>933.8758</w:t>
      </w:r>
      <w:r>
        <w:tab/>
        <w:t>1.013e0</w:t>
      </w:r>
    </w:p>
    <w:p w:rsidR="00B65DC9" w:rsidRDefault="00B65DC9" w:rsidP="00B65DC9">
      <w:r>
        <w:t>933.8770</w:t>
      </w:r>
      <w:r>
        <w:tab/>
        <w:t>1.013e0</w:t>
      </w:r>
    </w:p>
    <w:p w:rsidR="00B65DC9" w:rsidRDefault="00B65DC9" w:rsidP="00B65DC9">
      <w:r>
        <w:t>933.9708</w:t>
      </w:r>
      <w:r>
        <w:tab/>
        <w:t>1.013e0</w:t>
      </w:r>
    </w:p>
    <w:p w:rsidR="00B65DC9" w:rsidRDefault="00B65DC9" w:rsidP="00B65DC9">
      <w:r>
        <w:t>934.1104</w:t>
      </w:r>
      <w:r>
        <w:tab/>
        <w:t>1.013e0</w:t>
      </w:r>
    </w:p>
    <w:p w:rsidR="00B65DC9" w:rsidRDefault="00B65DC9" w:rsidP="00B65DC9">
      <w:r>
        <w:t>934.1976</w:t>
      </w:r>
      <w:r>
        <w:tab/>
        <w:t>2.025e0</w:t>
      </w:r>
    </w:p>
    <w:p w:rsidR="00B65DC9" w:rsidRDefault="00B65DC9" w:rsidP="00B65DC9">
      <w:r>
        <w:t>934.2042</w:t>
      </w:r>
      <w:r>
        <w:tab/>
        <w:t>1.013e0</w:t>
      </w:r>
    </w:p>
    <w:p w:rsidR="00B65DC9" w:rsidRDefault="00B65DC9" w:rsidP="00B65DC9">
      <w:r>
        <w:t>934.2484</w:t>
      </w:r>
      <w:r>
        <w:tab/>
        <w:t>3.038e0</w:t>
      </w:r>
    </w:p>
    <w:p w:rsidR="00B65DC9" w:rsidRDefault="00B65DC9" w:rsidP="00B65DC9">
      <w:r>
        <w:t>934.2589</w:t>
      </w:r>
      <w:r>
        <w:tab/>
        <w:t>2.025e0</w:t>
      </w:r>
    </w:p>
    <w:p w:rsidR="00B65DC9" w:rsidRDefault="00B65DC9" w:rsidP="00B65DC9">
      <w:r>
        <w:t>934.2980</w:t>
      </w:r>
      <w:r>
        <w:tab/>
        <w:t>1.013e0</w:t>
      </w:r>
    </w:p>
    <w:p w:rsidR="00B65DC9" w:rsidRDefault="00B65DC9" w:rsidP="00B65DC9">
      <w:r>
        <w:t>934.3605</w:t>
      </w:r>
      <w:r>
        <w:tab/>
        <w:t>1.013e0</w:t>
      </w:r>
    </w:p>
    <w:p w:rsidR="00B65DC9" w:rsidRDefault="00B65DC9" w:rsidP="00B65DC9">
      <w:r>
        <w:lastRenderedPageBreak/>
        <w:t>934.3684</w:t>
      </w:r>
      <w:r>
        <w:tab/>
        <w:t>2.025e0</w:t>
      </w:r>
    </w:p>
    <w:p w:rsidR="00B65DC9" w:rsidRDefault="00B65DC9" w:rsidP="00B65DC9">
      <w:r>
        <w:t>934.3763</w:t>
      </w:r>
      <w:r>
        <w:tab/>
        <w:t>1.013e0</w:t>
      </w:r>
    </w:p>
    <w:p w:rsidR="00B65DC9" w:rsidRDefault="00B65DC9" w:rsidP="00B65DC9">
      <w:r>
        <w:t>934.5170</w:t>
      </w:r>
      <w:r>
        <w:tab/>
        <w:t>1.013e0</w:t>
      </w:r>
    </w:p>
    <w:p w:rsidR="00B65DC9" w:rsidRDefault="00B65DC9" w:rsidP="00B65DC9">
      <w:r>
        <w:t>934.6036</w:t>
      </w:r>
      <w:r>
        <w:tab/>
        <w:t>1.038e0</w:t>
      </w:r>
    </w:p>
    <w:p w:rsidR="00B65DC9" w:rsidRDefault="00B65DC9" w:rsidP="00B65DC9">
      <w:r>
        <w:t>934.6108</w:t>
      </w:r>
      <w:r>
        <w:tab/>
        <w:t>1.013e0</w:t>
      </w:r>
    </w:p>
    <w:p w:rsidR="00B65DC9" w:rsidRDefault="00B65DC9" w:rsidP="00B65DC9">
      <w:r>
        <w:t>934.6120</w:t>
      </w:r>
      <w:r>
        <w:tab/>
        <w:t>2.025e0</w:t>
      </w:r>
    </w:p>
    <w:p w:rsidR="00B65DC9" w:rsidRDefault="00B65DC9" w:rsidP="00B65DC9">
      <w:r>
        <w:t>934.6433</w:t>
      </w:r>
      <w:r>
        <w:tab/>
        <w:t>1.266e-2</w:t>
      </w:r>
    </w:p>
    <w:p w:rsidR="00B65DC9" w:rsidRDefault="00B65DC9" w:rsidP="00B65DC9">
      <w:r>
        <w:t>934.6513</w:t>
      </w:r>
      <w:r>
        <w:tab/>
        <w:t>2.025e0</w:t>
      </w:r>
    </w:p>
    <w:p w:rsidR="00B65DC9" w:rsidRDefault="00B65DC9" w:rsidP="00B65DC9">
      <w:r>
        <w:t>934.7186</w:t>
      </w:r>
      <w:r>
        <w:tab/>
        <w:t>2.038e0</w:t>
      </w:r>
    </w:p>
    <w:p w:rsidR="00B65DC9" w:rsidRDefault="00B65DC9" w:rsidP="00B65DC9">
      <w:r>
        <w:t>934.7455</w:t>
      </w:r>
      <w:r>
        <w:tab/>
        <w:t>1.013e0</w:t>
      </w:r>
    </w:p>
    <w:p w:rsidR="00B65DC9" w:rsidRDefault="00B65DC9" w:rsidP="00B65DC9">
      <w:r>
        <w:t>934.9406</w:t>
      </w:r>
      <w:r>
        <w:tab/>
        <w:t>1.013e0</w:t>
      </w:r>
    </w:p>
    <w:p w:rsidR="00B65DC9" w:rsidRDefault="00B65DC9" w:rsidP="00B65DC9">
      <w:r>
        <w:t>935.0959</w:t>
      </w:r>
      <w:r>
        <w:tab/>
        <w:t>1.013e0</w:t>
      </w:r>
    </w:p>
    <w:p w:rsidR="00B65DC9" w:rsidRDefault="00B65DC9" w:rsidP="00B65DC9">
      <w:r>
        <w:t>935.1854</w:t>
      </w:r>
      <w:r>
        <w:tab/>
        <w:t>1.013e0</w:t>
      </w:r>
    </w:p>
    <w:p w:rsidR="00B65DC9" w:rsidRDefault="00B65DC9" w:rsidP="00B65DC9">
      <w:r>
        <w:t>935.2029</w:t>
      </w:r>
      <w:r>
        <w:tab/>
        <w:t>1.266e-2</w:t>
      </w:r>
    </w:p>
    <w:p w:rsidR="00B65DC9" w:rsidRDefault="00B65DC9" w:rsidP="00B65DC9">
      <w:r>
        <w:t>935.2205</w:t>
      </w:r>
      <w:r>
        <w:tab/>
        <w:t>1.013e0</w:t>
      </w:r>
    </w:p>
    <w:p w:rsidR="00B65DC9" w:rsidRDefault="00B65DC9" w:rsidP="00B65DC9">
      <w:r>
        <w:t>935.2838</w:t>
      </w:r>
      <w:r>
        <w:tab/>
        <w:t>2.025e0</w:t>
      </w:r>
    </w:p>
    <w:p w:rsidR="00B65DC9" w:rsidRDefault="00B65DC9" w:rsidP="00B65DC9">
      <w:r>
        <w:t>935.3029</w:t>
      </w:r>
      <w:r>
        <w:tab/>
        <w:t>1.013e0</w:t>
      </w:r>
    </w:p>
    <w:p w:rsidR="00B65DC9" w:rsidRDefault="00B65DC9" w:rsidP="00B65DC9">
      <w:r>
        <w:t>935.3365</w:t>
      </w:r>
      <w:r>
        <w:tab/>
        <w:t>1.013e0</w:t>
      </w:r>
    </w:p>
    <w:p w:rsidR="00B65DC9" w:rsidRDefault="00B65DC9" w:rsidP="00B65DC9">
      <w:r>
        <w:t>935.4091</w:t>
      </w:r>
      <w:r>
        <w:tab/>
        <w:t>1.013e0</w:t>
      </w:r>
    </w:p>
    <w:p w:rsidR="00B65DC9" w:rsidRDefault="00B65DC9" w:rsidP="00B65DC9">
      <w:r>
        <w:lastRenderedPageBreak/>
        <w:t>935.4861</w:t>
      </w:r>
      <w:r>
        <w:tab/>
        <w:t>2.532e-2</w:t>
      </w:r>
    </w:p>
    <w:p w:rsidR="00B65DC9" w:rsidRDefault="00B65DC9" w:rsidP="00B65DC9">
      <w:r>
        <w:t>935.5198</w:t>
      </w:r>
      <w:r>
        <w:tab/>
        <w:t>1.013e0</w:t>
      </w:r>
    </w:p>
    <w:p w:rsidR="00B65DC9" w:rsidRDefault="00B65DC9" w:rsidP="00B65DC9">
      <w:r>
        <w:t>935.5343</w:t>
      </w:r>
      <w:r>
        <w:tab/>
        <w:t>1.266e-2</w:t>
      </w:r>
    </w:p>
    <w:p w:rsidR="00B65DC9" w:rsidRDefault="00B65DC9" w:rsidP="00B65DC9">
      <w:r>
        <w:t>935.6292</w:t>
      </w:r>
      <w:r>
        <w:tab/>
        <w:t>4.076e0</w:t>
      </w:r>
    </w:p>
    <w:p w:rsidR="00B65DC9" w:rsidRDefault="00B65DC9" w:rsidP="00B65DC9">
      <w:r>
        <w:t>935.6909</w:t>
      </w:r>
      <w:r>
        <w:tab/>
        <w:t>2.025e0</w:t>
      </w:r>
    </w:p>
    <w:p w:rsidR="00B65DC9" w:rsidRDefault="00B65DC9" w:rsidP="00B65DC9">
      <w:r>
        <w:t>935.7066</w:t>
      </w:r>
      <w:r>
        <w:tab/>
        <w:t>2.025e0</w:t>
      </w:r>
    </w:p>
    <w:p w:rsidR="00B65DC9" w:rsidRDefault="00B65DC9" w:rsidP="00B65DC9">
      <w:r>
        <w:t>935.9102</w:t>
      </w:r>
      <w:r>
        <w:tab/>
        <w:t>1.013e0</w:t>
      </w:r>
    </w:p>
    <w:p w:rsidR="00B65DC9" w:rsidRDefault="00B65DC9" w:rsidP="00B65DC9">
      <w:r>
        <w:t>935.9114</w:t>
      </w:r>
      <w:r>
        <w:tab/>
        <w:t>1.013e0</w:t>
      </w:r>
    </w:p>
    <w:p w:rsidR="00B65DC9" w:rsidRDefault="00B65DC9" w:rsidP="00B65DC9">
      <w:r>
        <w:t>935.9885</w:t>
      </w:r>
      <w:r>
        <w:tab/>
        <w:t>1.013e0</w:t>
      </w:r>
    </w:p>
    <w:p w:rsidR="00B65DC9" w:rsidRDefault="00B65DC9" w:rsidP="00B65DC9">
      <w:r>
        <w:t>936.2079</w:t>
      </w:r>
      <w:r>
        <w:tab/>
        <w:t>1.013e0</w:t>
      </w:r>
    </w:p>
    <w:p w:rsidR="00B65DC9" w:rsidRDefault="00B65DC9" w:rsidP="00B65DC9">
      <w:r>
        <w:t>936.2504</w:t>
      </w:r>
      <w:r>
        <w:tab/>
        <w:t>1.013e0</w:t>
      </w:r>
    </w:p>
    <w:p w:rsidR="00B65DC9" w:rsidRDefault="00B65DC9" w:rsidP="00B65DC9">
      <w:r>
        <w:t>936.2692</w:t>
      </w:r>
      <w:r>
        <w:tab/>
        <w:t>2.025e0</w:t>
      </w:r>
    </w:p>
    <w:p w:rsidR="00B65DC9" w:rsidRDefault="00B65DC9" w:rsidP="00B65DC9">
      <w:r>
        <w:t>936.3333</w:t>
      </w:r>
      <w:r>
        <w:tab/>
        <w:t>1.013e0</w:t>
      </w:r>
    </w:p>
    <w:p w:rsidR="00B65DC9" w:rsidRDefault="00B65DC9" w:rsidP="00B65DC9">
      <w:r>
        <w:t>936.3959</w:t>
      </w:r>
      <w:r>
        <w:tab/>
        <w:t>1.013e0</w:t>
      </w:r>
    </w:p>
    <w:p w:rsidR="00B65DC9" w:rsidRDefault="00B65DC9" w:rsidP="00B65DC9">
      <w:r>
        <w:t>936.4529</w:t>
      </w:r>
      <w:r>
        <w:tab/>
        <w:t>1.013e0</w:t>
      </w:r>
    </w:p>
    <w:p w:rsidR="00B65DC9" w:rsidRDefault="00B65DC9" w:rsidP="00B65DC9">
      <w:r>
        <w:t>936.4984</w:t>
      </w:r>
      <w:r>
        <w:tab/>
        <w:t>2.025e0</w:t>
      </w:r>
    </w:p>
    <w:p w:rsidR="00B65DC9" w:rsidRDefault="00B65DC9" w:rsidP="00B65DC9">
      <w:r>
        <w:t>936.5054</w:t>
      </w:r>
      <w:r>
        <w:tab/>
        <w:t>1.013e0</w:t>
      </w:r>
    </w:p>
    <w:p w:rsidR="00B65DC9" w:rsidRDefault="00B65DC9" w:rsidP="00B65DC9">
      <w:r>
        <w:t>936.5527</w:t>
      </w:r>
      <w:r>
        <w:tab/>
        <w:t>1.013e0</w:t>
      </w:r>
    </w:p>
    <w:p w:rsidR="00B65DC9" w:rsidRDefault="00B65DC9" w:rsidP="00B65DC9">
      <w:r>
        <w:t>936.5965</w:t>
      </w:r>
      <w:r>
        <w:tab/>
        <w:t>2.025e0</w:t>
      </w:r>
    </w:p>
    <w:p w:rsidR="00B65DC9" w:rsidRDefault="00B65DC9" w:rsidP="00B65DC9">
      <w:r>
        <w:lastRenderedPageBreak/>
        <w:t>936.6276</w:t>
      </w:r>
      <w:r>
        <w:tab/>
        <w:t>2.025e0</w:t>
      </w:r>
    </w:p>
    <w:p w:rsidR="00B65DC9" w:rsidRDefault="00B65DC9" w:rsidP="00B65DC9">
      <w:r>
        <w:t>936.7076</w:t>
      </w:r>
      <w:r>
        <w:tab/>
        <w:t>1.038e0</w:t>
      </w:r>
    </w:p>
    <w:p w:rsidR="00B65DC9" w:rsidRDefault="00B65DC9" w:rsidP="00B65DC9">
      <w:r>
        <w:t>936.8349</w:t>
      </w:r>
      <w:r>
        <w:tab/>
        <w:t>1.013e0</w:t>
      </w:r>
    </w:p>
    <w:p w:rsidR="00B65DC9" w:rsidRDefault="00B65DC9" w:rsidP="00B65DC9">
      <w:r>
        <w:t>936.8767</w:t>
      </w:r>
      <w:r>
        <w:tab/>
        <w:t>3.038e0</w:t>
      </w:r>
    </w:p>
    <w:p w:rsidR="00B65DC9" w:rsidRDefault="00B65DC9" w:rsidP="00B65DC9">
      <w:r>
        <w:t>936.9603</w:t>
      </w:r>
      <w:r>
        <w:tab/>
        <w:t>1.266e-2</w:t>
      </w:r>
    </w:p>
    <w:p w:rsidR="00B65DC9" w:rsidRDefault="00B65DC9" w:rsidP="00B65DC9">
      <w:r>
        <w:t>937.1280</w:t>
      </w:r>
      <w:r>
        <w:tab/>
        <w:t>3.051e0</w:t>
      </w:r>
    </w:p>
    <w:p w:rsidR="00B65DC9" w:rsidRDefault="00B65DC9" w:rsidP="00B65DC9">
      <w:r>
        <w:t>937.2740</w:t>
      </w:r>
      <w:r>
        <w:tab/>
        <w:t>1.266e-2</w:t>
      </w:r>
    </w:p>
    <w:p w:rsidR="00B65DC9" w:rsidRDefault="00B65DC9" w:rsidP="00B65DC9">
      <w:r>
        <w:t>937.3497</w:t>
      </w:r>
      <w:r>
        <w:tab/>
        <w:t>1.013e0</w:t>
      </w:r>
    </w:p>
    <w:p w:rsidR="00B65DC9" w:rsidRDefault="00B65DC9" w:rsidP="00B65DC9">
      <w:r>
        <w:t>937.4164</w:t>
      </w:r>
      <w:r>
        <w:tab/>
        <w:t>1.013e0</w:t>
      </w:r>
    </w:p>
    <w:p w:rsidR="00B65DC9" w:rsidRDefault="00B65DC9" w:rsidP="00B65DC9">
      <w:r>
        <w:t>937.4953</w:t>
      </w:r>
      <w:r>
        <w:tab/>
        <w:t>2.025e0</w:t>
      </w:r>
    </w:p>
    <w:p w:rsidR="00B65DC9" w:rsidRDefault="00B65DC9" w:rsidP="00B65DC9">
      <w:r>
        <w:t>937.6030</w:t>
      </w:r>
      <w:r>
        <w:tab/>
        <w:t>2.025e0</w:t>
      </w:r>
    </w:p>
    <w:p w:rsidR="00B65DC9" w:rsidRDefault="00B65DC9" w:rsidP="00B65DC9">
      <w:r>
        <w:t>937.6349</w:t>
      </w:r>
      <w:r>
        <w:tab/>
        <w:t>2.025e0</w:t>
      </w:r>
    </w:p>
    <w:p w:rsidR="00B65DC9" w:rsidRDefault="00B65DC9" w:rsidP="00B65DC9">
      <w:r>
        <w:t>937.6361</w:t>
      </w:r>
      <w:r>
        <w:tab/>
        <w:t>1.266e-2</w:t>
      </w:r>
    </w:p>
    <w:p w:rsidR="00B65DC9" w:rsidRDefault="00B65DC9" w:rsidP="00B65DC9">
      <w:r>
        <w:t>937.7029</w:t>
      </w:r>
      <w:r>
        <w:tab/>
        <w:t>2.025e0</w:t>
      </w:r>
    </w:p>
    <w:p w:rsidR="00B65DC9" w:rsidRDefault="00B65DC9" w:rsidP="00B65DC9">
      <w:r>
        <w:t>937.7546</w:t>
      </w:r>
      <w:r>
        <w:tab/>
        <w:t>1.013e0</w:t>
      </w:r>
    </w:p>
    <w:p w:rsidR="00B65DC9" w:rsidRDefault="00B65DC9" w:rsidP="00B65DC9">
      <w:r>
        <w:t>937.8860</w:t>
      </w:r>
      <w:r>
        <w:tab/>
        <w:t>1.013e0</w:t>
      </w:r>
    </w:p>
    <w:p w:rsidR="00B65DC9" w:rsidRDefault="00B65DC9" w:rsidP="00B65DC9">
      <w:r>
        <w:t>937.9802</w:t>
      </w:r>
      <w:r>
        <w:tab/>
        <w:t>2.025e0</w:t>
      </w:r>
    </w:p>
    <w:p w:rsidR="00B65DC9" w:rsidRDefault="00B65DC9" w:rsidP="00B65DC9">
      <w:r>
        <w:t>938.0814</w:t>
      </w:r>
      <w:r>
        <w:tab/>
        <w:t>2.025e0</w:t>
      </w:r>
    </w:p>
    <w:p w:rsidR="00B65DC9" w:rsidRDefault="00B65DC9" w:rsidP="00B65DC9">
      <w:r>
        <w:t>938.1372</w:t>
      </w:r>
      <w:r>
        <w:tab/>
        <w:t>1.013e0</w:t>
      </w:r>
    </w:p>
    <w:p w:rsidR="00B65DC9" w:rsidRDefault="00B65DC9" w:rsidP="00B65DC9">
      <w:r>
        <w:lastRenderedPageBreak/>
        <w:t>938.1598</w:t>
      </w:r>
      <w:r>
        <w:tab/>
        <w:t>1.013e0</w:t>
      </w:r>
    </w:p>
    <w:p w:rsidR="00B65DC9" w:rsidRDefault="00B65DC9" w:rsidP="00B65DC9">
      <w:r>
        <w:t>938.1942</w:t>
      </w:r>
      <w:r>
        <w:tab/>
        <w:t>1.013e0</w:t>
      </w:r>
    </w:p>
    <w:p w:rsidR="00B65DC9" w:rsidRDefault="00B65DC9" w:rsidP="00B65DC9">
      <w:r>
        <w:t>938.2126</w:t>
      </w:r>
      <w:r>
        <w:tab/>
        <w:t>2.025e0</w:t>
      </w:r>
    </w:p>
    <w:p w:rsidR="00B65DC9" w:rsidRDefault="00B65DC9" w:rsidP="00B65DC9">
      <w:r>
        <w:t>938.3512</w:t>
      </w:r>
      <w:r>
        <w:tab/>
        <w:t>3.038e0</w:t>
      </w:r>
    </w:p>
    <w:p w:rsidR="00B65DC9" w:rsidRDefault="00B65DC9" w:rsidP="00B65DC9">
      <w:r>
        <w:t>938.3571</w:t>
      </w:r>
      <w:r>
        <w:tab/>
        <w:t>1.013e0</w:t>
      </w:r>
    </w:p>
    <w:p w:rsidR="00B65DC9" w:rsidRDefault="00B65DC9" w:rsidP="00B65DC9">
      <w:r>
        <w:t>938.3728</w:t>
      </w:r>
      <w:r>
        <w:tab/>
        <w:t>1.266e-2</w:t>
      </w:r>
    </w:p>
    <w:p w:rsidR="00B65DC9" w:rsidRDefault="00B65DC9" w:rsidP="00B65DC9">
      <w:r>
        <w:t>938.4042</w:t>
      </w:r>
      <w:r>
        <w:tab/>
        <w:t>1.013e0</w:t>
      </w:r>
    </w:p>
    <w:p w:rsidR="00B65DC9" w:rsidRDefault="00B65DC9" w:rsidP="00B65DC9">
      <w:r>
        <w:t>938.4542</w:t>
      </w:r>
      <w:r>
        <w:tab/>
        <w:t>3.038e0</w:t>
      </w:r>
    </w:p>
    <w:p w:rsidR="00B65DC9" w:rsidRDefault="00B65DC9" w:rsidP="00B65DC9">
      <w:r>
        <w:t>938.4592</w:t>
      </w:r>
      <w:r>
        <w:tab/>
        <w:t>2.025e0</w:t>
      </w:r>
    </w:p>
    <w:p w:rsidR="00B65DC9" w:rsidRDefault="00B65DC9" w:rsidP="00B65DC9">
      <w:r>
        <w:t>938.5141</w:t>
      </w:r>
      <w:r>
        <w:tab/>
        <w:t>1.013e0</w:t>
      </w:r>
    </w:p>
    <w:p w:rsidR="00B65DC9" w:rsidRDefault="00B65DC9" w:rsidP="00B65DC9">
      <w:r>
        <w:t>938.5782</w:t>
      </w:r>
      <w:r>
        <w:tab/>
        <w:t>1.013e0</w:t>
      </w:r>
    </w:p>
    <w:p w:rsidR="00B65DC9" w:rsidRDefault="00B65DC9" w:rsidP="00B65DC9">
      <w:r>
        <w:t>938.6241</w:t>
      </w:r>
      <w:r>
        <w:tab/>
        <w:t>1.013e0</w:t>
      </w:r>
    </w:p>
    <w:p w:rsidR="00B65DC9" w:rsidRDefault="00B65DC9" w:rsidP="00B65DC9">
      <w:r>
        <w:t>938.6683</w:t>
      </w:r>
      <w:r>
        <w:tab/>
        <w:t>1.013e0</w:t>
      </w:r>
    </w:p>
    <w:p w:rsidR="00B65DC9" w:rsidRDefault="00B65DC9" w:rsidP="00B65DC9">
      <w:r>
        <w:t>938.6870</w:t>
      </w:r>
      <w:r>
        <w:tab/>
        <w:t>1.013e0</w:t>
      </w:r>
    </w:p>
    <w:p w:rsidR="00B65DC9" w:rsidRDefault="00B65DC9" w:rsidP="00B65DC9">
      <w:r>
        <w:t>938.7183</w:t>
      </w:r>
      <w:r>
        <w:tab/>
        <w:t>1.013e0</w:t>
      </w:r>
    </w:p>
    <w:p w:rsidR="00B65DC9" w:rsidRDefault="00B65DC9" w:rsidP="00B65DC9">
      <w:r>
        <w:t>938.7667</w:t>
      </w:r>
      <w:r>
        <w:tab/>
        <w:t>1.013e0</w:t>
      </w:r>
    </w:p>
    <w:p w:rsidR="00B65DC9" w:rsidRDefault="00B65DC9" w:rsidP="00B65DC9">
      <w:r>
        <w:t>938.8126</w:t>
      </w:r>
      <w:r>
        <w:tab/>
        <w:t>1.013e0</w:t>
      </w:r>
    </w:p>
    <w:p w:rsidR="00B65DC9" w:rsidRDefault="00B65DC9" w:rsidP="00B65DC9">
      <w:r>
        <w:t>938.8676</w:t>
      </w:r>
      <w:r>
        <w:tab/>
        <w:t>2.532e-2</w:t>
      </w:r>
    </w:p>
    <w:p w:rsidR="00B65DC9" w:rsidRDefault="00B65DC9" w:rsidP="00B65DC9">
      <w:r>
        <w:t>938.8992</w:t>
      </w:r>
      <w:r>
        <w:tab/>
        <w:t>2.025e0</w:t>
      </w:r>
    </w:p>
    <w:p w:rsidR="00B65DC9" w:rsidRDefault="00B65DC9" w:rsidP="00B65DC9">
      <w:r>
        <w:lastRenderedPageBreak/>
        <w:t>938.9067</w:t>
      </w:r>
      <w:r>
        <w:tab/>
        <w:t>1.013e0</w:t>
      </w:r>
    </w:p>
    <w:p w:rsidR="00B65DC9" w:rsidRDefault="00B65DC9" w:rsidP="00B65DC9">
      <w:r>
        <w:t>939.0169</w:t>
      </w:r>
      <w:r>
        <w:tab/>
        <w:t>1.013e0</w:t>
      </w:r>
    </w:p>
    <w:p w:rsidR="00B65DC9" w:rsidRDefault="00B65DC9" w:rsidP="00B65DC9">
      <w:r>
        <w:t>939.0247</w:t>
      </w:r>
      <w:r>
        <w:tab/>
        <w:t>2.025e0</w:t>
      </w:r>
    </w:p>
    <w:p w:rsidR="00B65DC9" w:rsidRDefault="00B65DC9" w:rsidP="00B65DC9">
      <w:r>
        <w:t>939.1076</w:t>
      </w:r>
      <w:r>
        <w:tab/>
        <w:t>1.013e0</w:t>
      </w:r>
    </w:p>
    <w:p w:rsidR="00B65DC9" w:rsidRDefault="00B65DC9" w:rsidP="00B65DC9">
      <w:r>
        <w:t>939.1438</w:t>
      </w:r>
      <w:r>
        <w:tab/>
        <w:t>1.038e0</w:t>
      </w:r>
    </w:p>
    <w:p w:rsidR="00B65DC9" w:rsidRDefault="00B65DC9" w:rsidP="00B65DC9">
      <w:r>
        <w:t>939.1595</w:t>
      </w:r>
      <w:r>
        <w:tab/>
        <w:t>1.025e0</w:t>
      </w:r>
    </w:p>
    <w:p w:rsidR="00B65DC9" w:rsidRDefault="00B65DC9" w:rsidP="00B65DC9">
      <w:r>
        <w:t>939.2684</w:t>
      </w:r>
      <w:r>
        <w:tab/>
        <w:t>1.266e-2</w:t>
      </w:r>
    </w:p>
    <w:p w:rsidR="00B65DC9" w:rsidRDefault="00B65DC9" w:rsidP="00B65DC9">
      <w:r>
        <w:t>939.2696</w:t>
      </w:r>
      <w:r>
        <w:tab/>
        <w:t>1.013e0</w:t>
      </w:r>
    </w:p>
    <w:p w:rsidR="00B65DC9" w:rsidRDefault="00B65DC9" w:rsidP="00B65DC9">
      <w:r>
        <w:t>939.3099</w:t>
      </w:r>
      <w:r>
        <w:tab/>
        <w:t>1.013e0</w:t>
      </w:r>
    </w:p>
    <w:p w:rsidR="00B65DC9" w:rsidRDefault="00B65DC9" w:rsidP="00B65DC9">
      <w:r>
        <w:t>939.3284</w:t>
      </w:r>
      <w:r>
        <w:tab/>
        <w:t>1.025e0</w:t>
      </w:r>
    </w:p>
    <w:p w:rsidR="00B65DC9" w:rsidRDefault="00B65DC9" w:rsidP="00B65DC9">
      <w:r>
        <w:t>939.3953</w:t>
      </w:r>
      <w:r>
        <w:tab/>
        <w:t>1.013e0</w:t>
      </w:r>
    </w:p>
    <w:p w:rsidR="00B65DC9" w:rsidRDefault="00B65DC9" w:rsidP="00B65DC9">
      <w:r>
        <w:t>939.4433</w:t>
      </w:r>
      <w:r>
        <w:tab/>
        <w:t>1.013e0</w:t>
      </w:r>
    </w:p>
    <w:p w:rsidR="00B65DC9" w:rsidRDefault="00B65DC9" w:rsidP="00B65DC9">
      <w:r>
        <w:t>939.5369</w:t>
      </w:r>
      <w:r>
        <w:tab/>
        <w:t>1.266e-2</w:t>
      </w:r>
    </w:p>
    <w:p w:rsidR="00B65DC9" w:rsidRDefault="00B65DC9" w:rsidP="00B65DC9">
      <w:r>
        <w:t>939.5999</w:t>
      </w:r>
      <w:r>
        <w:tab/>
        <w:t>2.025e0</w:t>
      </w:r>
    </w:p>
    <w:p w:rsidR="00B65DC9" w:rsidRDefault="00B65DC9" w:rsidP="00B65DC9">
      <w:r>
        <w:t>939.6143</w:t>
      </w:r>
      <w:r>
        <w:tab/>
        <w:t>2.025e0</w:t>
      </w:r>
    </w:p>
    <w:p w:rsidR="00B65DC9" w:rsidRDefault="00B65DC9" w:rsidP="00B65DC9">
      <w:r>
        <w:t>939.6457</w:t>
      </w:r>
      <w:r>
        <w:tab/>
        <w:t>1.266e-2</w:t>
      </w:r>
    </w:p>
    <w:p w:rsidR="00B65DC9" w:rsidRDefault="00B65DC9" w:rsidP="00B65DC9">
      <w:r>
        <w:t>939.6976</w:t>
      </w:r>
      <w:r>
        <w:tab/>
        <w:t>2.025e0</w:t>
      </w:r>
    </w:p>
    <w:p w:rsidR="00B65DC9" w:rsidRDefault="00B65DC9" w:rsidP="00B65DC9">
      <w:r>
        <w:t>939.6989</w:t>
      </w:r>
      <w:r>
        <w:tab/>
        <w:t>1.266e-2</w:t>
      </w:r>
    </w:p>
    <w:p w:rsidR="00B65DC9" w:rsidRDefault="00B65DC9" w:rsidP="00B65DC9">
      <w:r>
        <w:t>939.8823</w:t>
      </w:r>
      <w:r>
        <w:tab/>
        <w:t>1.013e0</w:t>
      </w:r>
    </w:p>
    <w:p w:rsidR="00B65DC9" w:rsidRDefault="00B65DC9" w:rsidP="00B65DC9">
      <w:r>
        <w:lastRenderedPageBreak/>
        <w:t>939.9689</w:t>
      </w:r>
      <w:r>
        <w:tab/>
        <w:t>1.013e0</w:t>
      </w:r>
    </w:p>
    <w:p w:rsidR="00B65DC9" w:rsidRDefault="00B65DC9" w:rsidP="00B65DC9">
      <w:r>
        <w:t>940.0074</w:t>
      </w:r>
      <w:r>
        <w:tab/>
        <w:t>1.013e0</w:t>
      </w:r>
    </w:p>
    <w:p w:rsidR="00B65DC9" w:rsidRDefault="00B65DC9" w:rsidP="00B65DC9">
      <w:r>
        <w:t>940.0704</w:t>
      </w:r>
      <w:r>
        <w:tab/>
        <w:t>1.013e0</w:t>
      </w:r>
    </w:p>
    <w:p w:rsidR="00B65DC9" w:rsidRDefault="00B65DC9" w:rsidP="00B65DC9">
      <w:r>
        <w:t>940.1898</w:t>
      </w:r>
      <w:r>
        <w:tab/>
        <w:t>2.025e0</w:t>
      </w:r>
    </w:p>
    <w:p w:rsidR="00B65DC9" w:rsidRDefault="00B65DC9" w:rsidP="00B65DC9">
      <w:r>
        <w:t>940.2231</w:t>
      </w:r>
      <w:r>
        <w:tab/>
        <w:t>1.013e0</w:t>
      </w:r>
    </w:p>
    <w:p w:rsidR="00B65DC9" w:rsidRDefault="00B65DC9" w:rsidP="00B65DC9">
      <w:r>
        <w:t>940.2404</w:t>
      </w:r>
      <w:r>
        <w:tab/>
        <w:t>1.013e0</w:t>
      </w:r>
    </w:p>
    <w:p w:rsidR="00B65DC9" w:rsidRDefault="00B65DC9" w:rsidP="00B65DC9">
      <w:r>
        <w:t>940.3076</w:t>
      </w:r>
      <w:r>
        <w:tab/>
        <w:t>1.013e0</w:t>
      </w:r>
    </w:p>
    <w:p w:rsidR="00B65DC9" w:rsidRDefault="00B65DC9" w:rsidP="00B65DC9">
      <w:r>
        <w:t>940.3378</w:t>
      </w:r>
      <w:r>
        <w:tab/>
        <w:t>1.266e-2</w:t>
      </w:r>
    </w:p>
    <w:p w:rsidR="00B65DC9" w:rsidRDefault="00B65DC9" w:rsidP="00B65DC9">
      <w:r>
        <w:t>940.3638</w:t>
      </w:r>
      <w:r>
        <w:tab/>
        <w:t>4.051e0</w:t>
      </w:r>
    </w:p>
    <w:p w:rsidR="00B65DC9" w:rsidRDefault="00B65DC9" w:rsidP="00B65DC9">
      <w:r>
        <w:t>940.4795</w:t>
      </w:r>
      <w:r>
        <w:tab/>
        <w:t>1.013e0</w:t>
      </w:r>
    </w:p>
    <w:p w:rsidR="00B65DC9" w:rsidRDefault="00B65DC9" w:rsidP="00B65DC9">
      <w:r>
        <w:t>940.4880</w:t>
      </w:r>
      <w:r>
        <w:tab/>
        <w:t>2.532e-2</w:t>
      </w:r>
    </w:p>
    <w:p w:rsidR="00B65DC9" w:rsidRDefault="00B65DC9" w:rsidP="00B65DC9">
      <w:r>
        <w:t>940.5759</w:t>
      </w:r>
      <w:r>
        <w:tab/>
        <w:t>1.013e0</w:t>
      </w:r>
    </w:p>
    <w:p w:rsidR="00B65DC9" w:rsidRDefault="00B65DC9" w:rsidP="00B65DC9">
      <w:r>
        <w:t>940.5818</w:t>
      </w:r>
      <w:r>
        <w:tab/>
        <w:t>2.025e0</w:t>
      </w:r>
    </w:p>
    <w:p w:rsidR="00B65DC9" w:rsidRDefault="00B65DC9" w:rsidP="00B65DC9">
      <w:r>
        <w:t>940.6841</w:t>
      </w:r>
      <w:r>
        <w:tab/>
        <w:t>1.013e0</w:t>
      </w:r>
    </w:p>
    <w:p w:rsidR="00B65DC9" w:rsidRDefault="00B65DC9" w:rsidP="00B65DC9">
      <w:r>
        <w:t>940.7313</w:t>
      </w:r>
      <w:r>
        <w:tab/>
        <w:t>1.013e0</w:t>
      </w:r>
    </w:p>
    <w:p w:rsidR="00B65DC9" w:rsidRDefault="00B65DC9" w:rsidP="00B65DC9">
      <w:r>
        <w:t>940.8258</w:t>
      </w:r>
      <w:r>
        <w:tab/>
        <w:t>1.013e0</w:t>
      </w:r>
    </w:p>
    <w:p w:rsidR="00B65DC9" w:rsidRDefault="00B65DC9" w:rsidP="00B65DC9">
      <w:r>
        <w:t>940.8303</w:t>
      </w:r>
      <w:r>
        <w:tab/>
        <w:t>1.013e0</w:t>
      </w:r>
    </w:p>
    <w:p w:rsidR="00B65DC9" w:rsidRDefault="00B65DC9" w:rsidP="00B65DC9">
      <w:r>
        <w:t>940.9164</w:t>
      </w:r>
      <w:r>
        <w:tab/>
        <w:t>1.013e0</w:t>
      </w:r>
    </w:p>
    <w:p w:rsidR="00B65DC9" w:rsidRDefault="00B65DC9" w:rsidP="00B65DC9">
      <w:r>
        <w:t>940.9518</w:t>
      </w:r>
      <w:r>
        <w:tab/>
        <w:t>1.266e-2</w:t>
      </w:r>
    </w:p>
    <w:p w:rsidR="00B65DC9" w:rsidRDefault="00B65DC9" w:rsidP="00B65DC9">
      <w:r>
        <w:lastRenderedPageBreak/>
        <w:t>941.0264</w:t>
      </w:r>
      <w:r>
        <w:tab/>
        <w:t>3.038e0</w:t>
      </w:r>
    </w:p>
    <w:p w:rsidR="00B65DC9" w:rsidRDefault="00B65DC9" w:rsidP="00B65DC9">
      <w:r>
        <w:t>941.0294</w:t>
      </w:r>
      <w:r>
        <w:tab/>
        <w:t>2.025e0</w:t>
      </w:r>
    </w:p>
    <w:p w:rsidR="00B65DC9" w:rsidRDefault="00B65DC9" w:rsidP="00B65DC9">
      <w:r>
        <w:t>941.0935</w:t>
      </w:r>
      <w:r>
        <w:tab/>
        <w:t>1.013e0</w:t>
      </w:r>
    </w:p>
    <w:p w:rsidR="00B65DC9" w:rsidRDefault="00B65DC9" w:rsidP="00B65DC9">
      <w:r>
        <w:t>941.1093</w:t>
      </w:r>
      <w:r>
        <w:tab/>
        <w:t>1.013e0</w:t>
      </w:r>
    </w:p>
    <w:p w:rsidR="00B65DC9" w:rsidRDefault="00B65DC9" w:rsidP="00B65DC9">
      <w:r>
        <w:t>941.1420</w:t>
      </w:r>
      <w:r>
        <w:tab/>
        <w:t>1.025e0</w:t>
      </w:r>
    </w:p>
    <w:p w:rsidR="00B65DC9" w:rsidRDefault="00B65DC9" w:rsidP="00B65DC9">
      <w:r>
        <w:t>941.2037</w:t>
      </w:r>
      <w:r>
        <w:tab/>
        <w:t>1.013e0</w:t>
      </w:r>
    </w:p>
    <w:p w:rsidR="00B65DC9" w:rsidRDefault="00B65DC9" w:rsidP="00B65DC9">
      <w:r>
        <w:t>941.2516</w:t>
      </w:r>
      <w:r>
        <w:tab/>
        <w:t>1.013e0</w:t>
      </w:r>
    </w:p>
    <w:p w:rsidR="00B65DC9" w:rsidRDefault="00B65DC9" w:rsidP="00B65DC9">
      <w:r>
        <w:t>941.4151</w:t>
      </w:r>
      <w:r>
        <w:tab/>
        <w:t>2.025e0</w:t>
      </w:r>
    </w:p>
    <w:p w:rsidR="00B65DC9" w:rsidRDefault="00B65DC9" w:rsidP="00B65DC9">
      <w:r>
        <w:t>941.4243</w:t>
      </w:r>
      <w:r>
        <w:tab/>
        <w:t>2.025e0</w:t>
      </w:r>
    </w:p>
    <w:p w:rsidR="00B65DC9" w:rsidRDefault="00B65DC9" w:rsidP="00B65DC9">
      <w:r>
        <w:t>941.4727</w:t>
      </w:r>
      <w:r>
        <w:tab/>
        <w:t>2.025e0</w:t>
      </w:r>
    </w:p>
    <w:p w:rsidR="00B65DC9" w:rsidRDefault="00B65DC9" w:rsidP="00B65DC9">
      <w:r>
        <w:t>941.5503</w:t>
      </w:r>
      <w:r>
        <w:tab/>
        <w:t>1.013e0</w:t>
      </w:r>
    </w:p>
    <w:p w:rsidR="00B65DC9" w:rsidRDefault="00B65DC9" w:rsidP="00B65DC9">
      <w:r>
        <w:t>941.6370</w:t>
      </w:r>
      <w:r>
        <w:tab/>
        <w:t>2.025e0</w:t>
      </w:r>
    </w:p>
    <w:p w:rsidR="00B65DC9" w:rsidRDefault="00B65DC9" w:rsidP="00B65DC9">
      <w:r>
        <w:t>941.6763</w:t>
      </w:r>
      <w:r>
        <w:tab/>
        <w:t>1.013e0</w:t>
      </w:r>
    </w:p>
    <w:p w:rsidR="00B65DC9" w:rsidRDefault="00B65DC9" w:rsidP="00B65DC9">
      <w:r>
        <w:t>941.7406</w:t>
      </w:r>
      <w:r>
        <w:tab/>
        <w:t>1.013e0</w:t>
      </w:r>
    </w:p>
    <w:p w:rsidR="00B65DC9" w:rsidRDefault="00B65DC9" w:rsidP="00B65DC9">
      <w:r>
        <w:t>941.7525</w:t>
      </w:r>
      <w:r>
        <w:tab/>
        <w:t>3.136e0</w:t>
      </w:r>
    </w:p>
    <w:p w:rsidR="00B65DC9" w:rsidRDefault="00B65DC9" w:rsidP="00B65DC9">
      <w:r>
        <w:t>941.7709</w:t>
      </w:r>
      <w:r>
        <w:tab/>
        <w:t>1.013e0</w:t>
      </w:r>
    </w:p>
    <w:p w:rsidR="00B65DC9" w:rsidRDefault="00B65DC9" w:rsidP="00B65DC9">
      <w:r>
        <w:t>941.8318</w:t>
      </w:r>
      <w:r>
        <w:tab/>
        <w:t>3.038e0</w:t>
      </w:r>
    </w:p>
    <w:p w:rsidR="00B65DC9" w:rsidRDefault="00B65DC9" w:rsidP="00B65DC9">
      <w:r>
        <w:t>941.9137</w:t>
      </w:r>
      <w:r>
        <w:tab/>
        <w:t>2.025e0</w:t>
      </w:r>
    </w:p>
    <w:p w:rsidR="00B65DC9" w:rsidRDefault="00B65DC9" w:rsidP="00B65DC9">
      <w:r>
        <w:t>942.0313</w:t>
      </w:r>
      <w:r>
        <w:tab/>
        <w:t>1.013e0</w:t>
      </w:r>
    </w:p>
    <w:p w:rsidR="00B65DC9" w:rsidRDefault="00B65DC9" w:rsidP="00B65DC9">
      <w:r>
        <w:lastRenderedPageBreak/>
        <w:t>942.0400</w:t>
      </w:r>
      <w:r>
        <w:tab/>
        <w:t>1.013e0</w:t>
      </w:r>
    </w:p>
    <w:p w:rsidR="00B65DC9" w:rsidRDefault="00B65DC9" w:rsidP="00B65DC9">
      <w:r>
        <w:t>942.1334</w:t>
      </w:r>
      <w:r>
        <w:tab/>
        <w:t>1.013e0</w:t>
      </w:r>
    </w:p>
    <w:p w:rsidR="00B65DC9" w:rsidRDefault="00B65DC9" w:rsidP="00B65DC9">
      <w:r>
        <w:t>942.1583</w:t>
      </w:r>
      <w:r>
        <w:tab/>
        <w:t>2.025e0</w:t>
      </w:r>
    </w:p>
    <w:p w:rsidR="00B65DC9" w:rsidRDefault="00B65DC9" w:rsidP="00B65DC9">
      <w:r>
        <w:t>942.1990</w:t>
      </w:r>
      <w:r>
        <w:tab/>
        <w:t>1.013e0</w:t>
      </w:r>
    </w:p>
    <w:p w:rsidR="00B65DC9" w:rsidRDefault="00B65DC9" w:rsidP="00B65DC9">
      <w:r>
        <w:t>942.2438</w:t>
      </w:r>
      <w:r>
        <w:tab/>
        <w:t>1.266e-2</w:t>
      </w:r>
    </w:p>
    <w:p w:rsidR="00B65DC9" w:rsidRDefault="00B65DC9" w:rsidP="00B65DC9">
      <w:r>
        <w:t>942.2681</w:t>
      </w:r>
      <w:r>
        <w:tab/>
        <w:t>1.013e0</w:t>
      </w:r>
    </w:p>
    <w:p w:rsidR="00B65DC9" w:rsidRDefault="00B65DC9" w:rsidP="00B65DC9">
      <w:r>
        <w:t>942.3712</w:t>
      </w:r>
      <w:r>
        <w:tab/>
        <w:t>1.013e0</w:t>
      </w:r>
    </w:p>
    <w:p w:rsidR="00B65DC9" w:rsidRDefault="00B65DC9" w:rsidP="00B65DC9">
      <w:r>
        <w:t>942.4789</w:t>
      </w:r>
      <w:r>
        <w:tab/>
        <w:t>1.025e0</w:t>
      </w:r>
    </w:p>
    <w:p w:rsidR="00B65DC9" w:rsidRDefault="00B65DC9" w:rsidP="00B65DC9">
      <w:r>
        <w:t>942.5060</w:t>
      </w:r>
      <w:r>
        <w:tab/>
        <w:t>1.013e0</w:t>
      </w:r>
    </w:p>
    <w:p w:rsidR="00B65DC9" w:rsidRDefault="00B65DC9" w:rsidP="00B65DC9">
      <w:r>
        <w:t>942.5392</w:t>
      </w:r>
      <w:r>
        <w:tab/>
        <w:t>1.013e0</w:t>
      </w:r>
    </w:p>
    <w:p w:rsidR="00B65DC9" w:rsidRDefault="00B65DC9" w:rsidP="00B65DC9">
      <w:r>
        <w:t>942.5569</w:t>
      </w:r>
      <w:r>
        <w:tab/>
        <w:t>2.025e0</w:t>
      </w:r>
    </w:p>
    <w:p w:rsidR="00B65DC9" w:rsidRDefault="00B65DC9" w:rsidP="00B65DC9">
      <w:r>
        <w:t>942.5750</w:t>
      </w:r>
      <w:r>
        <w:tab/>
        <w:t>1.013e0</w:t>
      </w:r>
    </w:p>
    <w:p w:rsidR="00B65DC9" w:rsidRDefault="00B65DC9" w:rsidP="00B65DC9">
      <w:r>
        <w:t>942.5827</w:t>
      </w:r>
      <w:r>
        <w:tab/>
        <w:t>2.025e0</w:t>
      </w:r>
    </w:p>
    <w:p w:rsidR="00B65DC9" w:rsidRDefault="00B65DC9" w:rsidP="00B65DC9">
      <w:r>
        <w:t>942.6077</w:t>
      </w:r>
      <w:r>
        <w:tab/>
        <w:t>1.013e0</w:t>
      </w:r>
    </w:p>
    <w:p w:rsidR="00B65DC9" w:rsidRDefault="00B65DC9" w:rsidP="00B65DC9">
      <w:r>
        <w:t>942.6854</w:t>
      </w:r>
      <w:r>
        <w:tab/>
        <w:t>1.013e0</w:t>
      </w:r>
    </w:p>
    <w:p w:rsidR="00B65DC9" w:rsidRDefault="00B65DC9" w:rsidP="00B65DC9">
      <w:r>
        <w:t>942.6899</w:t>
      </w:r>
      <w:r>
        <w:tab/>
        <w:t>1.013e0</w:t>
      </w:r>
    </w:p>
    <w:p w:rsidR="00B65DC9" w:rsidRDefault="00B65DC9" w:rsidP="00B65DC9">
      <w:r>
        <w:t>942.7011</w:t>
      </w:r>
      <w:r>
        <w:tab/>
        <w:t>1.013e0</w:t>
      </w:r>
    </w:p>
    <w:p w:rsidR="00B65DC9" w:rsidRDefault="00B65DC9" w:rsidP="00B65DC9">
      <w:r>
        <w:t>942.7032</w:t>
      </w:r>
      <w:r>
        <w:tab/>
        <w:t>2.025e0</w:t>
      </w:r>
    </w:p>
    <w:p w:rsidR="00B65DC9" w:rsidRDefault="00B65DC9" w:rsidP="00B65DC9">
      <w:r>
        <w:t>942.8113</w:t>
      </w:r>
      <w:r>
        <w:tab/>
        <w:t>2.025e0</w:t>
      </w:r>
    </w:p>
    <w:p w:rsidR="00B65DC9" w:rsidRDefault="00B65DC9" w:rsidP="00B65DC9">
      <w:r>
        <w:lastRenderedPageBreak/>
        <w:t>942.8917</w:t>
      </w:r>
      <w:r>
        <w:tab/>
        <w:t>1.013e0</w:t>
      </w:r>
    </w:p>
    <w:p w:rsidR="00B65DC9" w:rsidRDefault="00B65DC9" w:rsidP="00B65DC9">
      <w:r>
        <w:t>942.9438</w:t>
      </w:r>
      <w:r>
        <w:tab/>
        <w:t>1.013e0</w:t>
      </w:r>
    </w:p>
    <w:p w:rsidR="00B65DC9" w:rsidRDefault="00B65DC9" w:rsidP="00B65DC9">
      <w:r>
        <w:t>943.0885</w:t>
      </w:r>
      <w:r>
        <w:tab/>
        <w:t>2.025e0</w:t>
      </w:r>
    </w:p>
    <w:p w:rsidR="00B65DC9" w:rsidRDefault="00B65DC9" w:rsidP="00B65DC9">
      <w:r>
        <w:t>943.1633</w:t>
      </w:r>
      <w:r>
        <w:tab/>
        <w:t>1.013e0</w:t>
      </w:r>
    </w:p>
    <w:p w:rsidR="00B65DC9" w:rsidRDefault="00B65DC9" w:rsidP="00B65DC9">
      <w:r>
        <w:t>943.2682</w:t>
      </w:r>
      <w:r>
        <w:tab/>
        <w:t>1.025e0</w:t>
      </w:r>
    </w:p>
    <w:p w:rsidR="00B65DC9" w:rsidRDefault="00B65DC9" w:rsidP="00B65DC9">
      <w:r>
        <w:t>943.3483</w:t>
      </w:r>
      <w:r>
        <w:tab/>
        <w:t>2.025e0</w:t>
      </w:r>
    </w:p>
    <w:p w:rsidR="00B65DC9" w:rsidRDefault="00B65DC9" w:rsidP="00B65DC9">
      <w:r>
        <w:t>943.3790</w:t>
      </w:r>
      <w:r>
        <w:tab/>
        <w:t>2.532e-2</w:t>
      </w:r>
    </w:p>
    <w:p w:rsidR="00B65DC9" w:rsidRDefault="00B65DC9" w:rsidP="00B65DC9">
      <w:r>
        <w:t>943.4515</w:t>
      </w:r>
      <w:r>
        <w:tab/>
        <w:t>1.013e0</w:t>
      </w:r>
    </w:p>
    <w:p w:rsidR="00B65DC9" w:rsidRDefault="00B65DC9" w:rsidP="00B65DC9">
      <w:r>
        <w:t>943.5488</w:t>
      </w:r>
      <w:r>
        <w:tab/>
        <w:t>2.025e0</w:t>
      </w:r>
    </w:p>
    <w:p w:rsidR="00B65DC9" w:rsidRDefault="00B65DC9" w:rsidP="00B65DC9">
      <w:r>
        <w:t>943.5849</w:t>
      </w:r>
      <w:r>
        <w:tab/>
        <w:t>2.025e0</w:t>
      </w:r>
    </w:p>
    <w:p w:rsidR="00B65DC9" w:rsidRDefault="00B65DC9" w:rsidP="00B65DC9">
      <w:r>
        <w:t>943.6967</w:t>
      </w:r>
      <w:r>
        <w:tab/>
        <w:t>1.013e0</w:t>
      </w:r>
    </w:p>
    <w:p w:rsidR="00B65DC9" w:rsidRDefault="00B65DC9" w:rsidP="00B65DC9">
      <w:r>
        <w:t>943.7053</w:t>
      </w:r>
      <w:r>
        <w:tab/>
        <w:t>1.013e0</w:t>
      </w:r>
    </w:p>
    <w:p w:rsidR="00B65DC9" w:rsidRDefault="00B65DC9" w:rsidP="00B65DC9">
      <w:r>
        <w:t>943.7575</w:t>
      </w:r>
      <w:r>
        <w:tab/>
        <w:t>1.266e-2</w:t>
      </w:r>
    </w:p>
    <w:p w:rsidR="00B65DC9" w:rsidRDefault="00B65DC9" w:rsidP="00B65DC9">
      <w:r>
        <w:t>943.8732</w:t>
      </w:r>
      <w:r>
        <w:tab/>
        <w:t>1.013e0</w:t>
      </w:r>
    </w:p>
    <w:p w:rsidR="00B65DC9" w:rsidRDefault="00B65DC9" w:rsidP="00B65DC9">
      <w:r>
        <w:t>943.8904</w:t>
      </w:r>
      <w:r>
        <w:tab/>
        <w:t>1.013e0</w:t>
      </w:r>
    </w:p>
    <w:p w:rsidR="00B65DC9" w:rsidRDefault="00B65DC9" w:rsidP="00B65DC9">
      <w:r>
        <w:t>943.9248</w:t>
      </w:r>
      <w:r>
        <w:tab/>
        <w:t>1.013e0</w:t>
      </w:r>
    </w:p>
    <w:p w:rsidR="00B65DC9" w:rsidRDefault="00B65DC9" w:rsidP="00B65DC9">
      <w:r>
        <w:t>944.1851</w:t>
      </w:r>
      <w:r>
        <w:tab/>
        <w:t>1.013e0</w:t>
      </w:r>
    </w:p>
    <w:p w:rsidR="00B65DC9" w:rsidRDefault="00B65DC9" w:rsidP="00B65DC9">
      <w:r>
        <w:t>944.2336</w:t>
      </w:r>
      <w:r>
        <w:tab/>
        <w:t>1.013e0</w:t>
      </w:r>
    </w:p>
    <w:p w:rsidR="00B65DC9" w:rsidRDefault="00B65DC9" w:rsidP="00B65DC9">
      <w:r>
        <w:t>944.2544</w:t>
      </w:r>
      <w:r>
        <w:tab/>
        <w:t>3.038e0</w:t>
      </w:r>
    </w:p>
    <w:p w:rsidR="00B65DC9" w:rsidRDefault="00B65DC9" w:rsidP="00B65DC9">
      <w:r>
        <w:lastRenderedPageBreak/>
        <w:t>944.3035</w:t>
      </w:r>
      <w:r>
        <w:tab/>
        <w:t>3.038e0</w:t>
      </w:r>
    </w:p>
    <w:p w:rsidR="00B65DC9" w:rsidRDefault="00B65DC9" w:rsidP="00B65DC9">
      <w:r>
        <w:t>944.3300</w:t>
      </w:r>
      <w:r>
        <w:tab/>
        <w:t>1.013e0</w:t>
      </w:r>
    </w:p>
    <w:p w:rsidR="00B65DC9" w:rsidRDefault="00B65DC9" w:rsidP="00B65DC9">
      <w:r>
        <w:t>944.3809</w:t>
      </w:r>
      <w:r>
        <w:tab/>
        <w:t>1.013e0</w:t>
      </w:r>
    </w:p>
    <w:p w:rsidR="00B65DC9" w:rsidRDefault="00B65DC9" w:rsidP="00B65DC9">
      <w:r>
        <w:t>944.4233</w:t>
      </w:r>
      <w:r>
        <w:tab/>
        <w:t>2.025e0</w:t>
      </w:r>
    </w:p>
    <w:p w:rsidR="00B65DC9" w:rsidRDefault="00B65DC9" w:rsidP="00B65DC9">
      <w:r>
        <w:t>944.4497</w:t>
      </w:r>
      <w:r>
        <w:tab/>
        <w:t>1.013e0</w:t>
      </w:r>
    </w:p>
    <w:p w:rsidR="00B65DC9" w:rsidRDefault="00B65DC9" w:rsidP="00B65DC9">
      <w:r>
        <w:t>944.5247</w:t>
      </w:r>
      <w:r>
        <w:tab/>
        <w:t>2.025e0</w:t>
      </w:r>
    </w:p>
    <w:p w:rsidR="00B65DC9" w:rsidRDefault="00B65DC9" w:rsidP="00B65DC9">
      <w:r>
        <w:t>944.5262</w:t>
      </w:r>
      <w:r>
        <w:tab/>
        <w:t>2.025e0</w:t>
      </w:r>
    </w:p>
    <w:p w:rsidR="00B65DC9" w:rsidRDefault="00B65DC9" w:rsidP="00B65DC9">
      <w:r>
        <w:t>944.5485</w:t>
      </w:r>
      <w:r>
        <w:tab/>
        <w:t>1.266e-2</w:t>
      </w:r>
    </w:p>
    <w:p w:rsidR="00B65DC9" w:rsidRDefault="00B65DC9" w:rsidP="00B65DC9">
      <w:r>
        <w:t>944.6215</w:t>
      </w:r>
      <w:r>
        <w:tab/>
        <w:t>2.025e0</w:t>
      </w:r>
    </w:p>
    <w:p w:rsidR="00B65DC9" w:rsidRDefault="00B65DC9" w:rsidP="00B65DC9">
      <w:r>
        <w:t>944.6346</w:t>
      </w:r>
      <w:r>
        <w:tab/>
        <w:t>1.013e0</w:t>
      </w:r>
    </w:p>
    <w:p w:rsidR="00B65DC9" w:rsidRDefault="00B65DC9" w:rsidP="00B65DC9">
      <w:r>
        <w:t>944.6862</w:t>
      </w:r>
      <w:r>
        <w:tab/>
        <w:t>1.013e0</w:t>
      </w:r>
    </w:p>
    <w:p w:rsidR="00B65DC9" w:rsidRDefault="00B65DC9" w:rsidP="00B65DC9">
      <w:r>
        <w:t>944.8367</w:t>
      </w:r>
      <w:r>
        <w:tab/>
        <w:t>1.013e0</w:t>
      </w:r>
    </w:p>
    <w:p w:rsidR="00B65DC9" w:rsidRDefault="00B65DC9" w:rsidP="00B65DC9">
      <w:r>
        <w:t>944.8540</w:t>
      </w:r>
      <w:r>
        <w:tab/>
        <w:t>1.013e0</w:t>
      </w:r>
    </w:p>
    <w:p w:rsidR="00B65DC9" w:rsidRDefault="00B65DC9" w:rsidP="00B65DC9">
      <w:r>
        <w:t>944.9681</w:t>
      </w:r>
      <w:r>
        <w:tab/>
        <w:t>2.025e0</w:t>
      </w:r>
    </w:p>
    <w:p w:rsidR="00B65DC9" w:rsidRDefault="00B65DC9" w:rsidP="00B65DC9">
      <w:r>
        <w:t>945.0385</w:t>
      </w:r>
      <w:r>
        <w:tab/>
        <w:t>1.013e0</w:t>
      </w:r>
    </w:p>
    <w:p w:rsidR="00B65DC9" w:rsidRDefault="00B65DC9" w:rsidP="00B65DC9">
      <w:r>
        <w:t>945.0701</w:t>
      </w:r>
      <w:r>
        <w:tab/>
        <w:t>1.013e0</w:t>
      </w:r>
    </w:p>
    <w:p w:rsidR="00B65DC9" w:rsidRDefault="00B65DC9" w:rsidP="00B65DC9">
      <w:r>
        <w:t>945.1334</w:t>
      </w:r>
      <w:r>
        <w:tab/>
        <w:t>1.013e0</w:t>
      </w:r>
    </w:p>
    <w:p w:rsidR="00B65DC9" w:rsidRDefault="00B65DC9" w:rsidP="00B65DC9">
      <w:r>
        <w:t>945.1952</w:t>
      </w:r>
      <w:r>
        <w:tab/>
        <w:t>1.025e0</w:t>
      </w:r>
    </w:p>
    <w:p w:rsidR="00B65DC9" w:rsidRDefault="00B65DC9" w:rsidP="00B65DC9">
      <w:r>
        <w:t>945.3444</w:t>
      </w:r>
      <w:r>
        <w:tab/>
        <w:t>1.013e0</w:t>
      </w:r>
    </w:p>
    <w:p w:rsidR="00B65DC9" w:rsidRDefault="00B65DC9" w:rsidP="00B65DC9">
      <w:r>
        <w:lastRenderedPageBreak/>
        <w:t>945.3456</w:t>
      </w:r>
      <w:r>
        <w:tab/>
        <w:t>1.266e-2</w:t>
      </w:r>
    </w:p>
    <w:p w:rsidR="00B65DC9" w:rsidRDefault="00B65DC9" w:rsidP="00B65DC9">
      <w:r>
        <w:t>945.4497</w:t>
      </w:r>
      <w:r>
        <w:tab/>
        <w:t>1.013e0</w:t>
      </w:r>
    </w:p>
    <w:p w:rsidR="00B65DC9" w:rsidRDefault="00B65DC9" w:rsidP="00B65DC9">
      <w:r>
        <w:t>945.4825</w:t>
      </w:r>
      <w:r>
        <w:tab/>
        <w:t>1.013e0</w:t>
      </w:r>
    </w:p>
    <w:p w:rsidR="00B65DC9" w:rsidRDefault="00B65DC9" w:rsidP="00B65DC9">
      <w:r>
        <w:t>945.5446</w:t>
      </w:r>
      <w:r>
        <w:tab/>
        <w:t>1.013e0</w:t>
      </w:r>
    </w:p>
    <w:p w:rsidR="00B65DC9" w:rsidRDefault="00B65DC9" w:rsidP="00B65DC9">
      <w:r>
        <w:t>945.5981</w:t>
      </w:r>
      <w:r>
        <w:tab/>
        <w:t>1.013e0</w:t>
      </w:r>
    </w:p>
    <w:p w:rsidR="00B65DC9" w:rsidRDefault="00B65DC9" w:rsidP="00B65DC9">
      <w:r>
        <w:t>945.7028</w:t>
      </w:r>
      <w:r>
        <w:tab/>
        <w:t>1.013e0</w:t>
      </w:r>
    </w:p>
    <w:p w:rsidR="00B65DC9" w:rsidRDefault="00B65DC9" w:rsidP="00B65DC9">
      <w:r>
        <w:t>945.7055</w:t>
      </w:r>
      <w:r>
        <w:tab/>
        <w:t>2.025e0</w:t>
      </w:r>
    </w:p>
    <w:p w:rsidR="00B65DC9" w:rsidRDefault="00B65DC9" w:rsidP="00B65DC9">
      <w:r>
        <w:t>945.7344</w:t>
      </w:r>
      <w:r>
        <w:tab/>
        <w:t>1.025e0</w:t>
      </w:r>
    </w:p>
    <w:p w:rsidR="00B65DC9" w:rsidRDefault="00B65DC9" w:rsidP="00B65DC9">
      <w:r>
        <w:t>945.8000</w:t>
      </w:r>
      <w:r>
        <w:tab/>
        <w:t>3.038e0</w:t>
      </w:r>
    </w:p>
    <w:p w:rsidR="00B65DC9" w:rsidRDefault="00B65DC9" w:rsidP="00B65DC9">
      <w:r>
        <w:t>945.8518</w:t>
      </w:r>
      <w:r>
        <w:tab/>
        <w:t>1.266e-2</w:t>
      </w:r>
    </w:p>
    <w:p w:rsidR="00B65DC9" w:rsidRDefault="00B65DC9" w:rsidP="00B65DC9">
      <w:r>
        <w:t>945.8701</w:t>
      </w:r>
      <w:r>
        <w:tab/>
        <w:t>1.266e-2</w:t>
      </w:r>
    </w:p>
    <w:p w:rsidR="00B65DC9" w:rsidRDefault="00B65DC9" w:rsidP="00B65DC9">
      <w:r>
        <w:t>945.9243</w:t>
      </w:r>
      <w:r>
        <w:tab/>
        <w:t>2.025e0</w:t>
      </w:r>
    </w:p>
    <w:p w:rsidR="00B65DC9" w:rsidRDefault="00B65DC9" w:rsidP="00B65DC9">
      <w:r>
        <w:t>945.9797</w:t>
      </w:r>
      <w:r>
        <w:tab/>
        <w:t>2.025e0</w:t>
      </w:r>
    </w:p>
    <w:p w:rsidR="00B65DC9" w:rsidRDefault="00B65DC9" w:rsidP="00B65DC9">
      <w:r>
        <w:t>946.0193</w:t>
      </w:r>
      <w:r>
        <w:tab/>
        <w:t>1.013e0</w:t>
      </w:r>
    </w:p>
    <w:p w:rsidR="00B65DC9" w:rsidRDefault="00B65DC9" w:rsidP="00B65DC9">
      <w:r>
        <w:t>946.0826</w:t>
      </w:r>
      <w:r>
        <w:tab/>
        <w:t>1.013e0</w:t>
      </w:r>
    </w:p>
    <w:p w:rsidR="00B65DC9" w:rsidRDefault="00B65DC9" w:rsidP="00B65DC9">
      <w:r>
        <w:t>946.1301</w:t>
      </w:r>
      <w:r>
        <w:tab/>
        <w:t>2.025e0</w:t>
      </w:r>
    </w:p>
    <w:p w:rsidR="00B65DC9" w:rsidRDefault="00B65DC9" w:rsidP="00B65DC9">
      <w:r>
        <w:t>946.1617</w:t>
      </w:r>
      <w:r>
        <w:tab/>
        <w:t>1.013e0</w:t>
      </w:r>
    </w:p>
    <w:p w:rsidR="00B65DC9" w:rsidRDefault="00B65DC9" w:rsidP="00B65DC9">
      <w:r>
        <w:t>946.2726</w:t>
      </w:r>
      <w:r>
        <w:tab/>
        <w:t>1.013e0</w:t>
      </w:r>
    </w:p>
    <w:p w:rsidR="00B65DC9" w:rsidRDefault="00B65DC9" w:rsidP="00B65DC9">
      <w:r>
        <w:t>946.3058</w:t>
      </w:r>
      <w:r>
        <w:tab/>
        <w:t>5.063e0</w:t>
      </w:r>
    </w:p>
    <w:p w:rsidR="00B65DC9" w:rsidRDefault="00B65DC9" w:rsidP="00B65DC9">
      <w:r>
        <w:lastRenderedPageBreak/>
        <w:t>946.3762</w:t>
      </w:r>
      <w:r>
        <w:tab/>
        <w:t>1.013e0</w:t>
      </w:r>
    </w:p>
    <w:p w:rsidR="00B65DC9" w:rsidRDefault="00B65DC9" w:rsidP="00B65DC9">
      <w:r>
        <w:t>946.3934</w:t>
      </w:r>
      <w:r>
        <w:tab/>
        <w:t>1.013e0</w:t>
      </w:r>
    </w:p>
    <w:p w:rsidR="00B65DC9" w:rsidRDefault="00B65DC9" w:rsidP="00B65DC9">
      <w:r>
        <w:t>946.4626</w:t>
      </w:r>
      <w:r>
        <w:tab/>
        <w:t>1.266e-2</w:t>
      </w:r>
    </w:p>
    <w:p w:rsidR="00B65DC9" w:rsidRDefault="00B65DC9" w:rsidP="00B65DC9">
      <w:r>
        <w:t>946.4943</w:t>
      </w:r>
      <w:r>
        <w:tab/>
        <w:t>1.013e0</w:t>
      </w:r>
    </w:p>
    <w:p w:rsidR="00B65DC9" w:rsidRDefault="00B65DC9" w:rsidP="00B65DC9">
      <w:r>
        <w:t>946.5065</w:t>
      </w:r>
      <w:r>
        <w:tab/>
        <w:t>3.038e0</w:t>
      </w:r>
    </w:p>
    <w:p w:rsidR="00B65DC9" w:rsidRDefault="00B65DC9" w:rsidP="00B65DC9">
      <w:r>
        <w:t>946.5101</w:t>
      </w:r>
      <w:r>
        <w:tab/>
        <w:t>1.013e0</w:t>
      </w:r>
    </w:p>
    <w:p w:rsidR="00B65DC9" w:rsidRDefault="00B65DC9" w:rsidP="00B65DC9">
      <w:r>
        <w:t>946.6685</w:t>
      </w:r>
      <w:r>
        <w:tab/>
        <w:t>2.025e0</w:t>
      </w:r>
    </w:p>
    <w:p w:rsidR="00B65DC9" w:rsidRDefault="00B65DC9" w:rsidP="00B65DC9">
      <w:r>
        <w:t>946.7476</w:t>
      </w:r>
      <w:r>
        <w:tab/>
        <w:t>1.013e0</w:t>
      </w:r>
    </w:p>
    <w:p w:rsidR="00B65DC9" w:rsidRDefault="00B65DC9" w:rsidP="00B65DC9">
      <w:r>
        <w:t>946.8148</w:t>
      </w:r>
      <w:r>
        <w:tab/>
        <w:t>1.013e0</w:t>
      </w:r>
    </w:p>
    <w:p w:rsidR="00B65DC9" w:rsidRDefault="00B65DC9" w:rsidP="00B65DC9">
      <w:r>
        <w:t>946.8585</w:t>
      </w:r>
      <w:r>
        <w:tab/>
        <w:t>2.025e0</w:t>
      </w:r>
    </w:p>
    <w:p w:rsidR="00B65DC9" w:rsidRDefault="00B65DC9" w:rsidP="00B65DC9">
      <w:r>
        <w:t>946.8676</w:t>
      </w:r>
      <w:r>
        <w:tab/>
        <w:t>1.013e0</w:t>
      </w:r>
    </w:p>
    <w:p w:rsidR="00B65DC9" w:rsidRDefault="00B65DC9" w:rsidP="00B65DC9">
      <w:r>
        <w:t>946.9008</w:t>
      </w:r>
      <w:r>
        <w:tab/>
        <w:t>1.013e0</w:t>
      </w:r>
    </w:p>
    <w:p w:rsidR="00B65DC9" w:rsidRDefault="00B65DC9" w:rsidP="00B65DC9">
      <w:r>
        <w:t>946.9177</w:t>
      </w:r>
      <w:r>
        <w:tab/>
        <w:t>2.025e0</w:t>
      </w:r>
    </w:p>
    <w:p w:rsidR="00B65DC9" w:rsidRDefault="00B65DC9" w:rsidP="00B65DC9">
      <w:r>
        <w:t>946.9553</w:t>
      </w:r>
      <w:r>
        <w:tab/>
        <w:t>2.025e0</w:t>
      </w:r>
    </w:p>
    <w:p w:rsidR="00B65DC9" w:rsidRDefault="00B65DC9" w:rsidP="00B65DC9">
      <w:r>
        <w:t>947.0486</w:t>
      </w:r>
      <w:r>
        <w:tab/>
        <w:t>1.266e-2</w:t>
      </w:r>
    </w:p>
    <w:p w:rsidR="00B65DC9" w:rsidRDefault="00B65DC9" w:rsidP="00B65DC9">
      <w:r>
        <w:t>947.0684</w:t>
      </w:r>
      <w:r>
        <w:tab/>
        <w:t>1.266e-2</w:t>
      </w:r>
    </w:p>
    <w:p w:rsidR="00B65DC9" w:rsidRDefault="00B65DC9" w:rsidP="00B65DC9">
      <w:r>
        <w:t>947.1180</w:t>
      </w:r>
      <w:r>
        <w:tab/>
        <w:t>2.038e0</w:t>
      </w:r>
    </w:p>
    <w:p w:rsidR="00B65DC9" w:rsidRDefault="00B65DC9" w:rsidP="00B65DC9">
      <w:r>
        <w:t>947.1556</w:t>
      </w:r>
      <w:r>
        <w:tab/>
        <w:t>1.013e0</w:t>
      </w:r>
    </w:p>
    <w:p w:rsidR="00B65DC9" w:rsidRDefault="00B65DC9" w:rsidP="00B65DC9">
      <w:r>
        <w:t>947.1891</w:t>
      </w:r>
      <w:r>
        <w:tab/>
        <w:t>1.013e0</w:t>
      </w:r>
    </w:p>
    <w:p w:rsidR="00B65DC9" w:rsidRDefault="00B65DC9" w:rsidP="00B65DC9">
      <w:r>
        <w:lastRenderedPageBreak/>
        <w:t>947.2863</w:t>
      </w:r>
      <w:r>
        <w:tab/>
        <w:t>1.266e-2</w:t>
      </w:r>
    </w:p>
    <w:p w:rsidR="00B65DC9" w:rsidRDefault="00B65DC9" w:rsidP="00B65DC9">
      <w:r>
        <w:t>947.2961</w:t>
      </w:r>
      <w:r>
        <w:tab/>
        <w:t>2.025e0</w:t>
      </w:r>
    </w:p>
    <w:p w:rsidR="00B65DC9" w:rsidRDefault="00B65DC9" w:rsidP="00B65DC9">
      <w:r>
        <w:t>947.3046</w:t>
      </w:r>
      <w:r>
        <w:tab/>
        <w:t>1.013e0</w:t>
      </w:r>
    </w:p>
    <w:p w:rsidR="00B65DC9" w:rsidRDefault="00B65DC9" w:rsidP="00B65DC9">
      <w:r>
        <w:t>947.3231</w:t>
      </w:r>
      <w:r>
        <w:tab/>
        <w:t>1.025e0</w:t>
      </w:r>
    </w:p>
    <w:p w:rsidR="00B65DC9" w:rsidRDefault="00B65DC9" w:rsidP="00B65DC9">
      <w:r>
        <w:t>947.5875</w:t>
      </w:r>
      <w:r>
        <w:tab/>
        <w:t>2.025e0</w:t>
      </w:r>
    </w:p>
    <w:p w:rsidR="00B65DC9" w:rsidRDefault="00B65DC9" w:rsidP="00B65DC9">
      <w:r>
        <w:t>947.6810</w:t>
      </w:r>
      <w:r>
        <w:tab/>
        <w:t>2.532e-2</w:t>
      </w:r>
    </w:p>
    <w:p w:rsidR="00B65DC9" w:rsidRDefault="00B65DC9" w:rsidP="00B65DC9">
      <w:r>
        <w:t>947.7460</w:t>
      </w:r>
      <w:r>
        <w:tab/>
        <w:t>1.013e0</w:t>
      </w:r>
    </w:p>
    <w:p w:rsidR="00B65DC9" w:rsidRDefault="00B65DC9" w:rsidP="00B65DC9">
      <w:r>
        <w:t>947.7943</w:t>
      </w:r>
      <w:r>
        <w:tab/>
        <w:t>1.013e0</w:t>
      </w:r>
    </w:p>
    <w:p w:rsidR="00B65DC9" w:rsidRDefault="00B65DC9" w:rsidP="00B65DC9">
      <w:r>
        <w:t>947.8887</w:t>
      </w:r>
      <w:r>
        <w:tab/>
        <w:t>2.025e0</w:t>
      </w:r>
    </w:p>
    <w:p w:rsidR="00B65DC9" w:rsidRDefault="00B65DC9" w:rsidP="00B65DC9">
      <w:r>
        <w:t>947.9375</w:t>
      </w:r>
      <w:r>
        <w:tab/>
        <w:t>1.013e0</w:t>
      </w:r>
    </w:p>
    <w:p w:rsidR="00B65DC9" w:rsidRDefault="00B65DC9" w:rsidP="00B65DC9">
      <w:r>
        <w:t>947.9838</w:t>
      </w:r>
      <w:r>
        <w:tab/>
        <w:t>1.013e0</w:t>
      </w:r>
    </w:p>
    <w:p w:rsidR="00B65DC9" w:rsidRDefault="00B65DC9" w:rsidP="00B65DC9">
      <w:r>
        <w:t>948.0327</w:t>
      </w:r>
      <w:r>
        <w:tab/>
        <w:t>1.013e0</w:t>
      </w:r>
    </w:p>
    <w:p w:rsidR="00B65DC9" w:rsidRDefault="00B65DC9" w:rsidP="00B65DC9">
      <w:r>
        <w:t>948.1172</w:t>
      </w:r>
      <w:r>
        <w:tab/>
        <w:t>2.025e0</w:t>
      </w:r>
    </w:p>
    <w:p w:rsidR="00B65DC9" w:rsidRDefault="00B65DC9" w:rsidP="00B65DC9">
      <w:r>
        <w:t>948.2059</w:t>
      </w:r>
      <w:r>
        <w:tab/>
        <w:t>1.266e-2</w:t>
      </w:r>
    </w:p>
    <w:p w:rsidR="00B65DC9" w:rsidRDefault="00B65DC9" w:rsidP="00B65DC9">
      <w:r>
        <w:t>948.2547</w:t>
      </w:r>
      <w:r>
        <w:tab/>
        <w:t>1.013e0</w:t>
      </w:r>
    </w:p>
    <w:p w:rsidR="00B65DC9" w:rsidRDefault="00B65DC9" w:rsidP="00B65DC9">
      <w:r>
        <w:t>948.2693</w:t>
      </w:r>
      <w:r>
        <w:tab/>
        <w:t>1.266e-2</w:t>
      </w:r>
    </w:p>
    <w:p w:rsidR="00B65DC9" w:rsidRDefault="00B65DC9" w:rsidP="00B65DC9">
      <w:r>
        <w:t>948.3499</w:t>
      </w:r>
      <w:r>
        <w:tab/>
        <w:t>1.266e-2</w:t>
      </w:r>
    </w:p>
    <w:p w:rsidR="00B65DC9" w:rsidRDefault="00B65DC9" w:rsidP="00B65DC9">
      <w:r>
        <w:t>948.3536</w:t>
      </w:r>
      <w:r>
        <w:tab/>
        <w:t>1.013e0</w:t>
      </w:r>
    </w:p>
    <w:p w:rsidR="00B65DC9" w:rsidRDefault="00B65DC9" w:rsidP="00B65DC9">
      <w:r>
        <w:t>948.3804</w:t>
      </w:r>
      <w:r>
        <w:tab/>
        <w:t>1.013e0</w:t>
      </w:r>
    </w:p>
    <w:p w:rsidR="00B65DC9" w:rsidRDefault="00B65DC9" w:rsidP="00B65DC9">
      <w:r>
        <w:lastRenderedPageBreak/>
        <w:t>948.4395</w:t>
      </w:r>
      <w:r>
        <w:tab/>
        <w:t>1.013e0</w:t>
      </w:r>
    </w:p>
    <w:p w:rsidR="00B65DC9" w:rsidRDefault="00B65DC9" w:rsidP="00B65DC9">
      <w:r>
        <w:t>948.4597</w:t>
      </w:r>
      <w:r>
        <w:tab/>
        <w:t>2.025e0</w:t>
      </w:r>
    </w:p>
    <w:p w:rsidR="00B65DC9" w:rsidRDefault="00B65DC9" w:rsidP="00B65DC9">
      <w:r>
        <w:t>948.5480</w:t>
      </w:r>
      <w:r>
        <w:tab/>
        <w:t>2.025e0</w:t>
      </w:r>
    </w:p>
    <w:p w:rsidR="00B65DC9" w:rsidRDefault="00B65DC9" w:rsidP="00B65DC9">
      <w:r>
        <w:t>948.5867</w:t>
      </w:r>
      <w:r>
        <w:tab/>
        <w:t>1.013e0</w:t>
      </w:r>
    </w:p>
    <w:p w:rsidR="00B65DC9" w:rsidRDefault="00B65DC9" w:rsidP="00B65DC9">
      <w:r>
        <w:t>948.6025</w:t>
      </w:r>
      <w:r>
        <w:tab/>
        <w:t>1.266e-2</w:t>
      </w:r>
    </w:p>
    <w:p w:rsidR="00B65DC9" w:rsidRDefault="00B65DC9" w:rsidP="00B65DC9">
      <w:r>
        <w:t>948.6407</w:t>
      </w:r>
      <w:r>
        <w:tab/>
        <w:t>5.076e0</w:t>
      </w:r>
    </w:p>
    <w:p w:rsidR="00B65DC9" w:rsidRDefault="00B65DC9" w:rsidP="00B65DC9">
      <w:r>
        <w:t>948.7278</w:t>
      </w:r>
      <w:r>
        <w:tab/>
        <w:t>1.013e0</w:t>
      </w:r>
    </w:p>
    <w:p w:rsidR="00B65DC9" w:rsidRDefault="00B65DC9" w:rsidP="00B65DC9">
      <w:r>
        <w:t>948.7720</w:t>
      </w:r>
      <w:r>
        <w:tab/>
        <w:t>2.025e0</w:t>
      </w:r>
    </w:p>
    <w:p w:rsidR="00B65DC9" w:rsidRDefault="00B65DC9" w:rsidP="00B65DC9">
      <w:r>
        <w:t>948.8088</w:t>
      </w:r>
      <w:r>
        <w:tab/>
        <w:t>1.013e0</w:t>
      </w:r>
    </w:p>
    <w:p w:rsidR="00B65DC9" w:rsidRDefault="00B65DC9" w:rsidP="00B65DC9">
      <w:r>
        <w:t>948.8778</w:t>
      </w:r>
      <w:r>
        <w:tab/>
        <w:t>1.013e0</w:t>
      </w:r>
    </w:p>
    <w:p w:rsidR="00B65DC9" w:rsidRDefault="00B65DC9" w:rsidP="00B65DC9">
      <w:r>
        <w:t>948.8882</w:t>
      </w:r>
      <w:r>
        <w:tab/>
        <w:t>1.013e0</w:t>
      </w:r>
    </w:p>
    <w:p w:rsidR="00B65DC9" w:rsidRDefault="00B65DC9" w:rsidP="00B65DC9">
      <w:r>
        <w:t>948.9120</w:t>
      </w:r>
      <w:r>
        <w:tab/>
        <w:t>3.038e0</w:t>
      </w:r>
    </w:p>
    <w:p w:rsidR="00B65DC9" w:rsidRDefault="00B65DC9" w:rsidP="00B65DC9">
      <w:r>
        <w:t>948.9830</w:t>
      </w:r>
      <w:r>
        <w:tab/>
        <w:t>3.038e0</w:t>
      </w:r>
    </w:p>
    <w:p w:rsidR="00B65DC9" w:rsidRDefault="00B65DC9" w:rsidP="00B65DC9">
      <w:r>
        <w:t>949.0790</w:t>
      </w:r>
      <w:r>
        <w:tab/>
        <w:t>1.013e0</w:t>
      </w:r>
    </w:p>
    <w:p w:rsidR="00B65DC9" w:rsidRDefault="00B65DC9" w:rsidP="00B65DC9">
      <w:r>
        <w:t>949.0803</w:t>
      </w:r>
      <w:r>
        <w:tab/>
        <w:t>1.013e0</w:t>
      </w:r>
    </w:p>
    <w:p w:rsidR="00B65DC9" w:rsidRDefault="00B65DC9" w:rsidP="00B65DC9">
      <w:r>
        <w:t>949.0966</w:t>
      </w:r>
      <w:r>
        <w:tab/>
        <w:t>2.025e0</w:t>
      </w:r>
    </w:p>
    <w:p w:rsidR="00B65DC9" w:rsidRDefault="00B65DC9" w:rsidP="00B65DC9">
      <w:r>
        <w:t>949.1105</w:t>
      </w:r>
      <w:r>
        <w:tab/>
        <w:t>2.025e0</w:t>
      </w:r>
    </w:p>
    <w:p w:rsidR="00B65DC9" w:rsidRDefault="00B65DC9" w:rsidP="00B65DC9">
      <w:r>
        <w:t>949.2070</w:t>
      </w:r>
      <w:r>
        <w:tab/>
        <w:t>1.013e0</w:t>
      </w:r>
    </w:p>
    <w:p w:rsidR="00B65DC9" w:rsidRDefault="00B65DC9" w:rsidP="00B65DC9">
      <w:r>
        <w:t>949.3674</w:t>
      </w:r>
      <w:r>
        <w:tab/>
        <w:t>1.013e0</w:t>
      </w:r>
    </w:p>
    <w:p w:rsidR="00B65DC9" w:rsidRDefault="00B65DC9" w:rsidP="00B65DC9">
      <w:r>
        <w:lastRenderedPageBreak/>
        <w:t>949.3975</w:t>
      </w:r>
      <w:r>
        <w:tab/>
        <w:t>2.025e0</w:t>
      </w:r>
    </w:p>
    <w:p w:rsidR="00B65DC9" w:rsidRDefault="00B65DC9" w:rsidP="00B65DC9">
      <w:r>
        <w:t>949.4880</w:t>
      </w:r>
      <w:r>
        <w:tab/>
        <w:t>1.013e0</w:t>
      </w:r>
    </w:p>
    <w:p w:rsidR="00B65DC9" w:rsidRDefault="00B65DC9" w:rsidP="00B65DC9">
      <w:r>
        <w:t>949.6040</w:t>
      </w:r>
      <w:r>
        <w:tab/>
        <w:t>1.013e0</w:t>
      </w:r>
    </w:p>
    <w:p w:rsidR="00B65DC9" w:rsidRDefault="00B65DC9" w:rsidP="00B65DC9">
      <w:r>
        <w:t>949.7140</w:t>
      </w:r>
      <w:r>
        <w:tab/>
        <w:t>1.013e0</w:t>
      </w:r>
    </w:p>
    <w:p w:rsidR="00B65DC9" w:rsidRDefault="00B65DC9" w:rsidP="00B65DC9">
      <w:r>
        <w:t>949.9088</w:t>
      </w:r>
      <w:r>
        <w:tab/>
        <w:t>1.013e0</w:t>
      </w:r>
    </w:p>
    <w:p w:rsidR="00B65DC9" w:rsidRPr="00044EB7" w:rsidRDefault="00B65DC9" w:rsidP="00B65DC9">
      <w:r>
        <w:t>949.9433</w:t>
      </w:r>
      <w:r>
        <w:tab/>
        <w:t>1.013e0</w:t>
      </w:r>
      <w:bookmarkStart w:id="0" w:name="_GoBack"/>
      <w:bookmarkEnd w:id="0"/>
    </w:p>
    <w:sectPr w:rsidR="00B65DC9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DC9"/>
    <w:rsid w:val="00044EB7"/>
    <w:rsid w:val="004C2A0A"/>
    <w:rsid w:val="00595483"/>
    <w:rsid w:val="00B22530"/>
    <w:rsid w:val="00B65DC9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2</TotalTime>
  <Pages>1384</Pages>
  <Words>67602</Words>
  <Characters>385336</Characters>
  <Application>Microsoft Office Word</Application>
  <DocSecurity>0</DocSecurity>
  <Lines>3211</Lines>
  <Paragraphs>904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452034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2022-05-25T13:32:00Z</dcterms:created>
  <dcterms:modified xsi:type="dcterms:W3CDTF">2022-05-25T13:34:00Z</dcterms:modified>
</cp:coreProperties>
</file>